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2BA" w:rsidRPr="006B13B9" w:rsidRDefault="00CA42BA" w:rsidP="006D28B2">
      <w:pPr>
        <w:tabs>
          <w:tab w:val="left" w:pos="1440"/>
          <w:tab w:val="left" w:pos="3600"/>
          <w:tab w:val="left" w:pos="5760"/>
          <w:tab w:val="left" w:pos="7920"/>
          <w:tab w:val="left" w:pos="9000"/>
          <w:tab w:val="left" w:pos="10890"/>
        </w:tabs>
        <w:outlineLvl w:val="0"/>
        <w:rPr>
          <w:b/>
        </w:rPr>
      </w:pP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smartTag w:uri="urn:schemas-microsoft-com:office:smarttags" w:element="place">
        <w:smartTag w:uri="urn:schemas-microsoft-com:office:smarttags" w:element="State">
          <w:r>
            <w:t>MONTANA</w:t>
          </w:r>
        </w:smartTag>
      </w:smartTag>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r>
        <w:t>BUSINESSOWNERS</w:t>
      </w: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pPr>
      <w:r>
        <w:t>SECTION D - REVISED STATE LOSS COSTS</w:t>
      </w:r>
    </w:p>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bookmarkStart w:id="0" w:name="_GoBack"/>
      <w:bookmarkEnd w:id="0"/>
    </w:p>
    <w:tbl>
      <w:tblPr>
        <w:tblW w:w="0" w:type="auto"/>
        <w:tblLayout w:type="fixed"/>
        <w:tblLook w:val="0000" w:firstRow="0" w:lastRow="0" w:firstColumn="0" w:lastColumn="0" w:noHBand="0" w:noVBand="0"/>
      </w:tblPr>
      <w:tblGrid>
        <w:gridCol w:w="8352"/>
        <w:gridCol w:w="1008"/>
      </w:tblGrid>
      <w:tr w:rsidR="00CA42BA" w:rsidTr="006F3C94">
        <w:trPr>
          <w:trHeight w:val="320"/>
        </w:trPr>
        <w:tc>
          <w:tcPr>
            <w:tcW w:w="8352" w:type="dxa"/>
            <w:tcBorders>
              <w:top w:val="nil"/>
              <w:left w:val="nil"/>
              <w:bottom w:val="nil"/>
              <w:right w:val="nil"/>
            </w:tcBorders>
          </w:tcPr>
          <w:p w:rsidR="00CA42BA" w:rsidRDefault="00CA42BA" w:rsidP="006D28B2">
            <w:pPr>
              <w:tabs>
                <w:tab w:val="left" w:pos="2160"/>
                <w:tab w:val="right" w:leader="dot" w:pos="8280"/>
              </w:tabs>
              <w:ind w:right="-54"/>
              <w:rPr>
                <w:szCs w:val="22"/>
              </w:rPr>
            </w:pPr>
            <w:r>
              <w:t>Windstorm or Hail Exclusion Credits.</w:t>
            </w:r>
            <w:r>
              <w:rPr>
                <w:szCs w:val="22"/>
              </w:rPr>
              <w:t>......................................................................................</w:t>
            </w:r>
          </w:p>
          <w:p w:rsidR="00CA42BA" w:rsidRPr="00DE7676" w:rsidRDefault="00CA42BA" w:rsidP="006D28B2">
            <w:pPr>
              <w:tabs>
                <w:tab w:val="left" w:pos="2160"/>
                <w:tab w:val="right" w:leader="dot" w:pos="8280"/>
              </w:tabs>
              <w:ind w:right="-54"/>
              <w:rPr>
                <w:szCs w:val="22"/>
              </w:rPr>
            </w:pPr>
            <w:r>
              <w:t>Revised State Loss Costs .</w:t>
            </w:r>
            <w:r>
              <w:rPr>
                <w:szCs w:val="22"/>
              </w:rPr>
              <w:t>.........................................................................................................</w:t>
            </w:r>
            <w:r>
              <w:t xml:space="preserve">                                                                                       </w:t>
            </w:r>
          </w:p>
        </w:tc>
        <w:tc>
          <w:tcPr>
            <w:tcW w:w="1008" w:type="dxa"/>
            <w:tcBorders>
              <w:top w:val="nil"/>
              <w:left w:val="nil"/>
              <w:bottom w:val="nil"/>
              <w:right w:val="nil"/>
            </w:tcBorders>
            <w:vAlign w:val="bottom"/>
          </w:tcPr>
          <w:p w:rsidR="00CA42BA" w:rsidRDefault="00CA42BA" w:rsidP="006D28B2">
            <w:pPr>
              <w:jc w:val="center"/>
            </w:pPr>
            <w:r>
              <w:t>D-2</w:t>
            </w:r>
          </w:p>
          <w:p w:rsidR="00CA42BA" w:rsidRDefault="00CA42BA" w:rsidP="006D28B2">
            <w:pPr>
              <w:jc w:val="center"/>
            </w:pPr>
            <w:r>
              <w:t xml:space="preserve">  D3-4</w:t>
            </w:r>
          </w:p>
          <w:p w:rsidR="00CA42BA" w:rsidRDefault="00CA42BA" w:rsidP="006D28B2">
            <w:pPr>
              <w:jc w:val="center"/>
            </w:pPr>
            <w:r>
              <w:t xml:space="preserve">  </w:t>
            </w:r>
          </w:p>
          <w:p w:rsidR="00CA42BA" w:rsidRDefault="00CA42BA" w:rsidP="006D28B2">
            <w:pPr>
              <w:jc w:val="center"/>
            </w:pPr>
            <w:r>
              <w:t xml:space="preserve">  </w:t>
            </w:r>
          </w:p>
          <w:p w:rsidR="00CA42BA" w:rsidRDefault="00CA42BA" w:rsidP="006D28B2">
            <w:pPr>
              <w:jc w:val="center"/>
            </w:pPr>
          </w:p>
        </w:tc>
      </w:tr>
    </w:tbl>
    <w:p w:rsidR="00CA42BA" w:rsidRDefault="00CA42BA" w:rsidP="006D28B2"/>
    <w:p w:rsidR="00CA42BA" w:rsidRDefault="00CA42BA" w:rsidP="006D28B2"/>
    <w:p w:rsidR="00CA42BA" w:rsidRPr="006B13B9"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rPr>
          <w:b/>
        </w:rPr>
      </w:pPr>
      <w:r>
        <w:br w:type="page"/>
      </w:r>
    </w:p>
    <w:p w:rsidR="00CA42BA" w:rsidRDefault="00CA42BA" w:rsidP="006D28B2">
      <w:pPr>
        <w:ind w:left="2160" w:hanging="2160"/>
        <w:jc w:val="center"/>
        <w:outlineLvl w:val="0"/>
      </w:pPr>
      <w:smartTag w:uri="urn:schemas-microsoft-com:office:smarttags" w:element="place">
        <w:smartTag w:uri="urn:schemas-microsoft-com:office:smarttags" w:element="State">
          <w:r>
            <w:t>MONTANA</w:t>
          </w:r>
        </w:smartTag>
      </w:smartTag>
    </w:p>
    <w:p w:rsidR="00CA42BA" w:rsidRDefault="00CA42BA" w:rsidP="006D28B2">
      <w:pPr>
        <w:ind w:left="2160" w:hanging="2160"/>
        <w:jc w:val="center"/>
        <w:outlineLvl w:val="0"/>
      </w:pPr>
    </w:p>
    <w:p w:rsidR="00CA42BA" w:rsidRDefault="00CA42BA" w:rsidP="006D28B2">
      <w:pPr>
        <w:ind w:left="2160" w:hanging="2160"/>
        <w:jc w:val="center"/>
        <w:outlineLvl w:val="0"/>
      </w:pPr>
      <w:r>
        <w:t>BUSINESSOWNERS</w:t>
      </w:r>
    </w:p>
    <w:p w:rsidR="00CA42BA" w:rsidRDefault="00CA42BA" w:rsidP="006D28B2">
      <w:pPr>
        <w:ind w:left="2160" w:hanging="2160"/>
        <w:jc w:val="center"/>
      </w:pPr>
    </w:p>
    <w:p w:rsidR="00CA42BA" w:rsidRDefault="00CA42BA" w:rsidP="006D28B2">
      <w:pPr>
        <w:jc w:val="center"/>
        <w:outlineLvl w:val="0"/>
      </w:pPr>
      <w:r>
        <w:t>WINDSTORM OR HAIL EXCLUSION CREDITS</w:t>
      </w:r>
    </w:p>
    <w:p w:rsidR="00CA42BA" w:rsidRDefault="00CA42BA" w:rsidP="006D28B2"/>
    <w:p w:rsidR="00CA42BA" w:rsidRDefault="00CA42BA" w:rsidP="006D28B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CA42BA" w:rsidTr="006F3C94">
        <w:tc>
          <w:tcPr>
            <w:tcW w:w="2200" w:type="dxa"/>
            <w:tcBorders>
              <w:top w:val="nil"/>
              <w:left w:val="nil"/>
              <w:bottom w:val="nil"/>
              <w:right w:val="nil"/>
            </w:tcBorders>
          </w:tcPr>
          <w:p w:rsidR="00CA42BA" w:rsidRDefault="00CA42BA" w:rsidP="006D28B2">
            <w:r>
              <w:t>WINDSTORM OR HAIL EXCLUSION CREDITS</w:t>
            </w:r>
          </w:p>
          <w:p w:rsidR="00CA42BA" w:rsidRDefault="00CA42BA" w:rsidP="006D28B2">
            <w:pPr>
              <w:jc w:val="both"/>
            </w:pPr>
          </w:p>
          <w:p w:rsidR="00CA42BA" w:rsidRDefault="00CA42BA" w:rsidP="006D28B2">
            <w:pPr>
              <w:jc w:val="both"/>
              <w:rPr>
                <w:b/>
              </w:rPr>
            </w:pPr>
          </w:p>
          <w:p w:rsidR="00CA42BA" w:rsidRDefault="00CA42BA" w:rsidP="006D28B2">
            <w:pPr>
              <w:jc w:val="both"/>
              <w:rPr>
                <w:b/>
              </w:rPr>
            </w:pPr>
          </w:p>
          <w:p w:rsidR="00CA42BA" w:rsidRDefault="00CA42BA" w:rsidP="006D28B2">
            <w:pPr>
              <w:jc w:val="both"/>
              <w:rPr>
                <w:b/>
              </w:rPr>
            </w:pPr>
          </w:p>
          <w:p w:rsidR="00CA42BA" w:rsidRDefault="00CA42BA" w:rsidP="006D28B2">
            <w:pPr>
              <w:jc w:val="both"/>
              <w:rPr>
                <w:b/>
              </w:rPr>
            </w:pPr>
          </w:p>
          <w:p w:rsidR="00CA42BA" w:rsidRPr="00873C49" w:rsidRDefault="00CA42BA" w:rsidP="006D28B2">
            <w:pPr>
              <w:jc w:val="both"/>
              <w:rPr>
                <w:b/>
              </w:rPr>
            </w:pPr>
          </w:p>
        </w:tc>
        <w:tc>
          <w:tcPr>
            <w:tcW w:w="7954" w:type="dxa"/>
            <w:tcBorders>
              <w:top w:val="nil"/>
              <w:left w:val="nil"/>
              <w:bottom w:val="nil"/>
              <w:right w:val="nil"/>
            </w:tcBorders>
          </w:tcPr>
          <w:p w:rsidR="00CA42BA" w:rsidRDefault="00CA42BA" w:rsidP="006D28B2">
            <w:pPr>
              <w:jc w:val="both"/>
            </w:pPr>
            <w:r>
              <w:t xml:space="preserve">The windstorm or hail exclusion credits shown </w:t>
            </w:r>
            <w:r w:rsidRPr="00BD0B40">
              <w:t>on Table 29.A.39.d.(LC) are</w:t>
            </w:r>
            <w:r>
              <w:t xml:space="preserve"> calculated using losses for the </w:t>
            </w:r>
            <w:r w:rsidRPr="00CB0845">
              <w:t xml:space="preserve">five accident years </w:t>
            </w:r>
            <w:r w:rsidRPr="00F8225A">
              <w:t xml:space="preserve">ending </w:t>
            </w:r>
            <w:r>
              <w:t>December</w:t>
            </w:r>
            <w:r w:rsidRPr="00F8225A">
              <w:t xml:space="preserve"> 3</w:t>
            </w:r>
            <w:r>
              <w:t>1</w:t>
            </w:r>
            <w:r w:rsidRPr="00F8225A">
              <w:t>, 2015</w:t>
            </w:r>
            <w:r w:rsidRPr="00F8225A">
              <w:rPr>
                <w:color w:val="1F497D"/>
              </w:rPr>
              <w:t>.</w:t>
            </w:r>
            <w:r>
              <w:t xml:space="preserve">  The five-year losses attributable to the wind and hail causes of loss were compared to the five-year losses attributable to all causes of loss for property to determine the portion of the property base loss cost that covers wind and hail.  This was done on a statewide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CA42BA" w:rsidRDefault="00CA42BA" w:rsidP="006D28B2">
            <w:pPr>
              <w:jc w:val="both"/>
            </w:pPr>
            <w:r>
              <w:t xml:space="preserve"> </w:t>
            </w:r>
          </w:p>
          <w:tbl>
            <w:tblPr>
              <w:tblW w:w="0" w:type="auto"/>
              <w:tblLook w:val="04A0" w:firstRow="1" w:lastRow="0" w:firstColumn="1" w:lastColumn="0" w:noHBand="0" w:noVBand="1"/>
            </w:tblPr>
            <w:tblGrid>
              <w:gridCol w:w="5703"/>
              <w:gridCol w:w="346"/>
              <w:gridCol w:w="1431"/>
            </w:tblGrid>
            <w:tr w:rsidR="00CA42BA" w:rsidTr="00466B45">
              <w:tc>
                <w:tcPr>
                  <w:tcW w:w="5703" w:type="dxa"/>
                </w:tcPr>
                <w:p w:rsidR="00CA42BA" w:rsidRDefault="00CA42BA" w:rsidP="006D28B2">
                  <w:pPr>
                    <w:ind w:left="34"/>
                  </w:pPr>
                  <w:r>
                    <w:t>(1)   Building losses - all perils</w:t>
                  </w:r>
                </w:p>
              </w:tc>
              <w:tc>
                <w:tcPr>
                  <w:tcW w:w="346" w:type="dxa"/>
                </w:tcPr>
                <w:p w:rsidR="00CA42BA" w:rsidRPr="0035116D" w:rsidRDefault="00CA42BA" w:rsidP="006D28B2">
                  <w:pPr>
                    <w:jc w:val="right"/>
                  </w:pPr>
                  <w:r>
                    <w:t>$</w:t>
                  </w:r>
                </w:p>
              </w:tc>
              <w:tc>
                <w:tcPr>
                  <w:tcW w:w="1431" w:type="dxa"/>
                </w:tcPr>
                <w:p w:rsidR="00CA42BA" w:rsidRPr="00BD0B40" w:rsidRDefault="00CA42BA" w:rsidP="006D28B2">
                  <w:pPr>
                    <w:jc w:val="right"/>
                  </w:pPr>
                  <w:r w:rsidRPr="00BD0B40">
                    <w:t>30,979,582</w:t>
                  </w:r>
                </w:p>
              </w:tc>
            </w:tr>
            <w:tr w:rsidR="00CA42BA" w:rsidTr="00466B45">
              <w:tc>
                <w:tcPr>
                  <w:tcW w:w="5703" w:type="dxa"/>
                </w:tcPr>
                <w:p w:rsidR="00CA42BA" w:rsidRDefault="00CA42BA" w:rsidP="006D28B2">
                  <w:pPr>
                    <w:ind w:left="34"/>
                  </w:pPr>
                  <w:r w:rsidRPr="0035116D">
                    <w:t>(2)   Building losses - wind and hail</w:t>
                  </w:r>
                </w:p>
              </w:tc>
              <w:tc>
                <w:tcPr>
                  <w:tcW w:w="346" w:type="dxa"/>
                </w:tcPr>
                <w:p w:rsidR="00CA42BA" w:rsidRPr="0035116D" w:rsidRDefault="00CA42BA" w:rsidP="006D28B2">
                  <w:pPr>
                    <w:jc w:val="right"/>
                  </w:pPr>
                  <w:r>
                    <w:t>$</w:t>
                  </w:r>
                </w:p>
              </w:tc>
              <w:tc>
                <w:tcPr>
                  <w:tcW w:w="1431" w:type="dxa"/>
                </w:tcPr>
                <w:p w:rsidR="00CA42BA" w:rsidRPr="00BD0B40" w:rsidRDefault="00CA42BA" w:rsidP="006D28B2">
                  <w:pPr>
                    <w:jc w:val="right"/>
                  </w:pPr>
                  <w:r w:rsidRPr="00BD0B40">
                    <w:t>18,103,607</w:t>
                  </w:r>
                </w:p>
              </w:tc>
            </w:tr>
            <w:tr w:rsidR="00CA42BA" w:rsidTr="00466B45">
              <w:tc>
                <w:tcPr>
                  <w:tcW w:w="5703" w:type="dxa"/>
                </w:tcPr>
                <w:p w:rsidR="00CA42BA" w:rsidRDefault="00CA42BA" w:rsidP="006D28B2">
                  <w:pPr>
                    <w:ind w:left="34"/>
                  </w:pPr>
                  <w:r w:rsidRPr="0035116D">
                    <w:t>(3)   Percent of losses attributable to wind and hail = (2)/(1),</w:t>
                  </w:r>
                </w:p>
              </w:tc>
              <w:tc>
                <w:tcPr>
                  <w:tcW w:w="346" w:type="dxa"/>
                </w:tcPr>
                <w:p w:rsidR="00CA42BA" w:rsidRPr="0035116D" w:rsidRDefault="00CA42BA" w:rsidP="006D28B2">
                  <w:pPr>
                    <w:jc w:val="right"/>
                  </w:pPr>
                </w:p>
              </w:tc>
              <w:tc>
                <w:tcPr>
                  <w:tcW w:w="1431" w:type="dxa"/>
                </w:tcPr>
                <w:p w:rsidR="00CA42BA" w:rsidRPr="00BD0B40" w:rsidRDefault="00CA42BA" w:rsidP="006D28B2">
                  <w:pPr>
                    <w:jc w:val="right"/>
                  </w:pPr>
                  <w:r w:rsidRPr="00BD0B40">
                    <w:t>50%</w:t>
                  </w:r>
                </w:p>
              </w:tc>
            </w:tr>
            <w:tr w:rsidR="00CA42BA" w:rsidTr="00466B45">
              <w:tc>
                <w:tcPr>
                  <w:tcW w:w="5703" w:type="dxa"/>
                </w:tcPr>
                <w:p w:rsidR="00CA42BA" w:rsidRDefault="00CA42BA" w:rsidP="006D28B2">
                  <w:pPr>
                    <w:ind w:left="34"/>
                  </w:pPr>
                  <w:r w:rsidRPr="0035116D">
                    <w:t xml:space="preserve">        Capped at 10% and 50%</w:t>
                  </w:r>
                </w:p>
              </w:tc>
              <w:tc>
                <w:tcPr>
                  <w:tcW w:w="346" w:type="dxa"/>
                </w:tcPr>
                <w:p w:rsidR="00CA42BA" w:rsidRDefault="00CA42BA" w:rsidP="006D28B2">
                  <w:pPr>
                    <w:jc w:val="right"/>
                  </w:pPr>
                </w:p>
              </w:tc>
              <w:tc>
                <w:tcPr>
                  <w:tcW w:w="1431" w:type="dxa"/>
                </w:tcPr>
                <w:p w:rsidR="00CA42BA" w:rsidRPr="00BD0B40" w:rsidRDefault="00CA42BA" w:rsidP="006D28B2">
                  <w:pPr>
                    <w:jc w:val="right"/>
                  </w:pPr>
                </w:p>
              </w:tc>
            </w:tr>
            <w:tr w:rsidR="00CA42BA" w:rsidTr="00466B45">
              <w:tc>
                <w:tcPr>
                  <w:tcW w:w="5703" w:type="dxa"/>
                </w:tcPr>
                <w:p w:rsidR="00CA42BA" w:rsidRDefault="00CA42BA" w:rsidP="006D28B2">
                  <w:pPr>
                    <w:ind w:left="34"/>
                  </w:pPr>
                </w:p>
              </w:tc>
              <w:tc>
                <w:tcPr>
                  <w:tcW w:w="346" w:type="dxa"/>
                </w:tcPr>
                <w:p w:rsidR="00CA42BA" w:rsidRDefault="00CA42BA" w:rsidP="006D28B2">
                  <w:pPr>
                    <w:jc w:val="right"/>
                  </w:pPr>
                </w:p>
              </w:tc>
              <w:tc>
                <w:tcPr>
                  <w:tcW w:w="1431" w:type="dxa"/>
                </w:tcPr>
                <w:p w:rsidR="00CA42BA" w:rsidRPr="00BD0B40" w:rsidRDefault="00CA42BA" w:rsidP="006D28B2">
                  <w:pPr>
                    <w:jc w:val="right"/>
                  </w:pPr>
                </w:p>
              </w:tc>
            </w:tr>
            <w:tr w:rsidR="00CA42BA" w:rsidTr="00466B45">
              <w:tc>
                <w:tcPr>
                  <w:tcW w:w="5703" w:type="dxa"/>
                </w:tcPr>
                <w:p w:rsidR="00CA42BA" w:rsidRDefault="00CA42BA" w:rsidP="006D28B2">
                  <w:pPr>
                    <w:ind w:left="34"/>
                  </w:pPr>
                  <w:r w:rsidRPr="0035116D">
                    <w:t>(4)   Business Personal Property losses - all perils</w:t>
                  </w:r>
                </w:p>
              </w:tc>
              <w:tc>
                <w:tcPr>
                  <w:tcW w:w="346" w:type="dxa"/>
                </w:tcPr>
                <w:p w:rsidR="00CA42BA" w:rsidRPr="0035116D" w:rsidRDefault="00CA42BA" w:rsidP="006D28B2">
                  <w:pPr>
                    <w:jc w:val="right"/>
                  </w:pPr>
                  <w:r>
                    <w:t>$</w:t>
                  </w:r>
                </w:p>
              </w:tc>
              <w:tc>
                <w:tcPr>
                  <w:tcW w:w="1431" w:type="dxa"/>
                </w:tcPr>
                <w:p w:rsidR="00CA42BA" w:rsidRPr="00BD0B40" w:rsidRDefault="00CA42BA" w:rsidP="006D28B2">
                  <w:pPr>
                    <w:jc w:val="right"/>
                  </w:pPr>
                  <w:r w:rsidRPr="00BD0B40">
                    <w:t>5,791,532</w:t>
                  </w:r>
                </w:p>
              </w:tc>
            </w:tr>
            <w:tr w:rsidR="00CA42BA" w:rsidTr="00466B45">
              <w:tc>
                <w:tcPr>
                  <w:tcW w:w="5703" w:type="dxa"/>
                </w:tcPr>
                <w:p w:rsidR="00CA42BA" w:rsidRDefault="00CA42BA" w:rsidP="006D28B2">
                  <w:pPr>
                    <w:ind w:left="34"/>
                  </w:pPr>
                  <w:r w:rsidRPr="0035116D">
                    <w:t>(5)   Business Personal Property losses - wind and hail</w:t>
                  </w:r>
                </w:p>
              </w:tc>
              <w:tc>
                <w:tcPr>
                  <w:tcW w:w="346" w:type="dxa"/>
                </w:tcPr>
                <w:p w:rsidR="00CA42BA" w:rsidRPr="0035116D" w:rsidRDefault="00CA42BA" w:rsidP="006D28B2">
                  <w:pPr>
                    <w:jc w:val="right"/>
                  </w:pPr>
                  <w:r>
                    <w:t>$</w:t>
                  </w:r>
                </w:p>
              </w:tc>
              <w:tc>
                <w:tcPr>
                  <w:tcW w:w="1431" w:type="dxa"/>
                </w:tcPr>
                <w:p w:rsidR="00CA42BA" w:rsidRPr="00BD0B40" w:rsidRDefault="00CA42BA" w:rsidP="006D28B2">
                  <w:pPr>
                    <w:jc w:val="right"/>
                  </w:pPr>
                  <w:r w:rsidRPr="00BD0B40">
                    <w:t>187,659</w:t>
                  </w:r>
                </w:p>
              </w:tc>
            </w:tr>
            <w:tr w:rsidR="00CA42BA" w:rsidTr="00466B45">
              <w:tc>
                <w:tcPr>
                  <w:tcW w:w="5703" w:type="dxa"/>
                </w:tcPr>
                <w:p w:rsidR="00CA42BA" w:rsidRDefault="00CA42BA" w:rsidP="006D28B2">
                  <w:pPr>
                    <w:ind w:left="34"/>
                  </w:pPr>
                  <w:r w:rsidRPr="0035116D">
                    <w:t>(6)   Percent of losses attributable to wind and hail = (5)/(4),</w:t>
                  </w:r>
                </w:p>
              </w:tc>
              <w:tc>
                <w:tcPr>
                  <w:tcW w:w="346" w:type="dxa"/>
                </w:tcPr>
                <w:p w:rsidR="00CA42BA" w:rsidRPr="0035116D" w:rsidRDefault="00CA42BA" w:rsidP="006D28B2">
                  <w:pPr>
                    <w:jc w:val="right"/>
                  </w:pPr>
                </w:p>
              </w:tc>
              <w:tc>
                <w:tcPr>
                  <w:tcW w:w="1431" w:type="dxa"/>
                </w:tcPr>
                <w:p w:rsidR="00CA42BA" w:rsidRPr="00BD0B40" w:rsidRDefault="00CA42BA" w:rsidP="006D28B2">
                  <w:pPr>
                    <w:jc w:val="right"/>
                  </w:pPr>
                  <w:r w:rsidRPr="00BD0B40">
                    <w:t>5%</w:t>
                  </w:r>
                </w:p>
              </w:tc>
            </w:tr>
            <w:tr w:rsidR="00CA42BA" w:rsidTr="00466B45">
              <w:tc>
                <w:tcPr>
                  <w:tcW w:w="5703" w:type="dxa"/>
                </w:tcPr>
                <w:p w:rsidR="00CA42BA" w:rsidRDefault="00CA42BA" w:rsidP="006D28B2">
                  <w:pPr>
                    <w:ind w:left="34"/>
                  </w:pPr>
                  <w:r w:rsidRPr="0035116D">
                    <w:t xml:space="preserve">        Capped at 5% and 50%</w:t>
                  </w:r>
                </w:p>
              </w:tc>
              <w:tc>
                <w:tcPr>
                  <w:tcW w:w="346" w:type="dxa"/>
                </w:tcPr>
                <w:p w:rsidR="00CA42BA" w:rsidRDefault="00CA42BA" w:rsidP="006D28B2">
                  <w:pPr>
                    <w:jc w:val="right"/>
                  </w:pPr>
                </w:p>
              </w:tc>
              <w:tc>
                <w:tcPr>
                  <w:tcW w:w="1431" w:type="dxa"/>
                </w:tcPr>
                <w:p w:rsidR="00CA42BA" w:rsidRPr="00E50EB0" w:rsidRDefault="00CA42BA" w:rsidP="006D28B2">
                  <w:pPr>
                    <w:jc w:val="right"/>
                    <w:rPr>
                      <w:b/>
                    </w:rPr>
                  </w:pPr>
                </w:p>
              </w:tc>
            </w:tr>
          </w:tbl>
          <w:p w:rsidR="00CA42BA" w:rsidRDefault="00CA42BA" w:rsidP="006D28B2">
            <w:pPr>
              <w:jc w:val="both"/>
            </w:pPr>
          </w:p>
          <w:p w:rsidR="00CA42BA" w:rsidRDefault="00CA42BA" w:rsidP="006D28B2">
            <w:pPr>
              <w:jc w:val="both"/>
            </w:pPr>
            <w:r>
              <w:t xml:space="preserve">The resulting percentages, in lines (3) and (6) above, were applied to the proposed base building and BPP loss costs, respectively, to determine the loss cost credits (i.e., the loss costs to be subtracted from the base loss costs when the new Windstorm or Hail Exclusion endorsement is applicable.)  </w:t>
            </w:r>
          </w:p>
        </w:tc>
      </w:tr>
    </w:tbl>
    <w:p w:rsidR="00CA42BA" w:rsidRDefault="00CA42BA" w:rsidP="006D28B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pPr>
    </w:p>
    <w:p w:rsidR="00CA42BA" w:rsidRDefault="00CA42BA" w:rsidP="006D28B2">
      <w:pPr>
        <w:ind w:left="2160" w:hanging="2160"/>
      </w:pPr>
    </w:p>
    <w:p w:rsidR="00CA42BA" w:rsidRDefault="00CA42BA" w:rsidP="006D28B2">
      <w:pPr>
        <w:ind w:left="2160" w:hanging="2160"/>
      </w:pPr>
    </w:p>
    <w:p w:rsidR="00CA42BA" w:rsidRDefault="00CA42BA" w:rsidP="006D28B2">
      <w:pPr>
        <w:ind w:left="2160" w:hanging="2160"/>
      </w:pPr>
    </w:p>
    <w:p w:rsidR="00CA42BA" w:rsidRDefault="00CA42BA" w:rsidP="00CA42BA">
      <w:pPr>
        <w:sectPr w:rsidR="00CA42BA" w:rsidSect="00CA42B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504" w:gutter="0"/>
          <w:paperSrc w:first="7" w:other="7"/>
          <w:pgNumType w:start="1"/>
          <w:cols w:space="720"/>
          <w:docGrid w:linePitch="299"/>
        </w:sectPr>
      </w:pPr>
    </w:p>
    <w:p w:rsidR="00CA42BA" w:rsidRPr="00925C80" w:rsidRDefault="00CA42BA" w:rsidP="00AD0932">
      <w:pPr>
        <w:pStyle w:val="subcap"/>
      </w:pPr>
      <w:r w:rsidRPr="00925C80">
        <w:lastRenderedPageBreak/>
        <w:t>LOSS COSTS</w:t>
      </w:r>
    </w:p>
    <w:p w:rsidR="00CA42BA" w:rsidRPr="00925C80" w:rsidRDefault="00CA42BA" w:rsidP="00AD0932">
      <w:pPr>
        <w:pStyle w:val="isonormal"/>
        <w:spacing w:before="0"/>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CA42BA" w:rsidRPr="00925C80" w:rsidTr="00C356FC">
        <w:trPr>
          <w:cantSplit/>
          <w:trHeight w:val="190"/>
          <w:tblHeader/>
        </w:trPr>
        <w:tc>
          <w:tcPr>
            <w:tcW w:w="2126" w:type="dxa"/>
            <w:tcBorders>
              <w:top w:val="single" w:sz="6" w:space="0" w:color="auto"/>
              <w:left w:val="single" w:sz="6" w:space="0" w:color="auto"/>
              <w:right w:val="single" w:sz="6" w:space="0" w:color="auto"/>
            </w:tcBorders>
          </w:tcPr>
          <w:p w:rsidR="00CA42BA" w:rsidRPr="00925C80" w:rsidRDefault="00CA42BA" w:rsidP="00AD0932">
            <w:pPr>
              <w:pStyle w:val="tablehead"/>
            </w:pPr>
          </w:p>
        </w:tc>
        <w:tc>
          <w:tcPr>
            <w:tcW w:w="7864" w:type="dxa"/>
            <w:gridSpan w:val="6"/>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pPr>
            <w:r w:rsidRPr="00925C80">
              <w:t>BASE LOSS COSTS</w:t>
            </w:r>
          </w:p>
        </w:tc>
      </w:tr>
      <w:tr w:rsidR="00CA42BA" w:rsidRPr="00925C80" w:rsidTr="00C356FC">
        <w:trPr>
          <w:cantSplit/>
          <w:trHeight w:val="190"/>
        </w:trPr>
        <w:tc>
          <w:tcPr>
            <w:tcW w:w="2126" w:type="dxa"/>
            <w:tcBorders>
              <w:left w:val="single" w:sz="6" w:space="0" w:color="auto"/>
              <w:right w:val="single" w:sz="6" w:space="0" w:color="auto"/>
            </w:tcBorders>
          </w:tcPr>
          <w:p w:rsidR="00CA42BA" w:rsidRPr="00925C80" w:rsidRDefault="00CA42BA" w:rsidP="00AD0932">
            <w:pPr>
              <w:pStyle w:val="tablehead"/>
            </w:pPr>
          </w:p>
        </w:tc>
        <w:tc>
          <w:tcPr>
            <w:tcW w:w="2654" w:type="dxa"/>
            <w:gridSpan w:val="2"/>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pPr>
            <w:r w:rsidRPr="00925C80">
              <w:t>PROPERTY</w:t>
            </w:r>
          </w:p>
        </w:tc>
        <w:tc>
          <w:tcPr>
            <w:tcW w:w="5210" w:type="dxa"/>
            <w:gridSpan w:val="4"/>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pPr>
            <w:r w:rsidRPr="00925C80">
              <w:t>LIABILITY</w:t>
            </w:r>
          </w:p>
        </w:tc>
      </w:tr>
      <w:tr w:rsidR="00CA42BA" w:rsidRPr="00925C80" w:rsidTr="00C356FC">
        <w:trPr>
          <w:cantSplit/>
          <w:trHeight w:val="190"/>
        </w:trPr>
        <w:tc>
          <w:tcPr>
            <w:tcW w:w="2126" w:type="dxa"/>
            <w:tcBorders>
              <w:left w:val="single" w:sz="6" w:space="0" w:color="auto"/>
              <w:right w:val="single" w:sz="6" w:space="0" w:color="auto"/>
            </w:tcBorders>
          </w:tcPr>
          <w:p w:rsidR="00CA42BA" w:rsidRPr="00925C80" w:rsidRDefault="00CA42BA" w:rsidP="00AD0932">
            <w:pPr>
              <w:pStyle w:val="tablehead"/>
            </w:pPr>
            <w:r w:rsidRPr="00925C80">
              <w:br/>
            </w:r>
            <w:r w:rsidRPr="00925C80">
              <w:br/>
            </w:r>
            <w:r w:rsidRPr="00925C80">
              <w:br/>
            </w:r>
            <w:r w:rsidRPr="00925C80">
              <w:br/>
              <w:t>Territory</w:t>
            </w:r>
          </w:p>
        </w:tc>
        <w:tc>
          <w:tcPr>
            <w:tcW w:w="1372"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br/>
            </w:r>
            <w:r w:rsidRPr="00925C80">
              <w:br/>
              <w:t>Building</w:t>
            </w:r>
            <w:r w:rsidRPr="00925C80">
              <w:br/>
              <w:t>Per $100 Of</w:t>
            </w:r>
            <w:r w:rsidRPr="00925C80">
              <w:br/>
              <w:t>Limit Of Ins.</w:t>
            </w:r>
          </w:p>
        </w:tc>
        <w:tc>
          <w:tcPr>
            <w:tcW w:w="1282"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t>Business</w:t>
            </w:r>
            <w:r w:rsidRPr="00925C80">
              <w:br/>
              <w:t>Personal</w:t>
            </w:r>
            <w:r w:rsidRPr="00925C80">
              <w:br/>
              <w:t>Property</w:t>
            </w:r>
            <w:r w:rsidRPr="00925C80">
              <w:br/>
              <w:t>Per $100 Of</w:t>
            </w:r>
            <w:r w:rsidRPr="00925C80">
              <w:br/>
              <w:t>Limit Of Ins.</w:t>
            </w:r>
          </w:p>
        </w:tc>
        <w:tc>
          <w:tcPr>
            <w:tcW w:w="1267"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br/>
              <w:t>Occupant</w:t>
            </w:r>
            <w:r w:rsidRPr="00925C80">
              <w:br/>
              <w:t>Liability Per</w:t>
            </w:r>
            <w:r w:rsidRPr="00925C80">
              <w:br/>
              <w:t>$100 Of</w:t>
            </w:r>
            <w:r w:rsidRPr="00925C80">
              <w:br/>
              <w:t>Limit Of Ins.</w:t>
            </w:r>
          </w:p>
        </w:tc>
        <w:tc>
          <w:tcPr>
            <w:tcW w:w="1271"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t>Occupant</w:t>
            </w:r>
            <w:r w:rsidRPr="00925C80">
              <w:br/>
              <w:t>Liability Per</w:t>
            </w:r>
            <w:r w:rsidRPr="00925C80">
              <w:br/>
              <w:t>$1,000 Of</w:t>
            </w:r>
            <w:r w:rsidRPr="00925C80">
              <w:br/>
              <w:t>Annual</w:t>
            </w:r>
            <w:r w:rsidRPr="00925C80">
              <w:br/>
              <w:t>Gross Sales</w:t>
            </w:r>
          </w:p>
        </w:tc>
        <w:tc>
          <w:tcPr>
            <w:tcW w:w="1271"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t>Occupant</w:t>
            </w:r>
            <w:r w:rsidRPr="00925C80">
              <w:br/>
              <w:t>Liability Per</w:t>
            </w:r>
            <w:r w:rsidRPr="00925C80">
              <w:br/>
              <w:t>$1,000 Of</w:t>
            </w:r>
            <w:r w:rsidRPr="00925C80">
              <w:br/>
              <w:t>Annual</w:t>
            </w:r>
            <w:r w:rsidRPr="00925C80">
              <w:br/>
              <w:t>Payroll</w:t>
            </w:r>
          </w:p>
        </w:tc>
        <w:tc>
          <w:tcPr>
            <w:tcW w:w="1401" w:type="dxa"/>
            <w:tcBorders>
              <w:top w:val="single" w:sz="6" w:space="0" w:color="auto"/>
              <w:left w:val="single" w:sz="6" w:space="0" w:color="auto"/>
              <w:right w:val="single" w:sz="6" w:space="0" w:color="auto"/>
            </w:tcBorders>
          </w:tcPr>
          <w:p w:rsidR="00CA42BA" w:rsidRPr="00925C80" w:rsidRDefault="00CA42BA" w:rsidP="00AD0932">
            <w:pPr>
              <w:pStyle w:val="tablehead"/>
            </w:pPr>
            <w:r w:rsidRPr="00925C80">
              <w:br/>
              <w:t>Lessors</w:t>
            </w:r>
            <w:r w:rsidRPr="00925C80">
              <w:br/>
              <w:t>Liability Per</w:t>
            </w:r>
            <w:r w:rsidRPr="00925C80">
              <w:br/>
              <w:t>$100 Of</w:t>
            </w:r>
            <w:r w:rsidRPr="00925C80">
              <w:br/>
              <w:t>Limit Of Ins.</w:t>
            </w:r>
          </w:p>
        </w:tc>
      </w:tr>
      <w:tr w:rsidR="00CA42BA" w:rsidRPr="00925C80" w:rsidTr="00C356F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702</w:t>
            </w:r>
          </w:p>
        </w:tc>
        <w:tc>
          <w:tcPr>
            <w:tcW w:w="137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0.159</w:t>
            </w:r>
          </w:p>
        </w:tc>
        <w:tc>
          <w:tcPr>
            <w:tcW w:w="128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0.123</w:t>
            </w:r>
          </w:p>
        </w:tc>
        <w:tc>
          <w:tcPr>
            <w:tcW w:w="1267"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0.078</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1.510</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13.564</w:t>
            </w:r>
          </w:p>
        </w:tc>
        <w:tc>
          <w:tcPr>
            <w:tcW w:w="140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0.018</w:t>
            </w:r>
          </w:p>
        </w:tc>
      </w:tr>
      <w:tr w:rsidR="00CA42BA" w:rsidRPr="00925C80" w:rsidTr="00C356F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703</w:t>
            </w:r>
          </w:p>
        </w:tc>
        <w:tc>
          <w:tcPr>
            <w:tcW w:w="137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0.257</w:t>
            </w:r>
          </w:p>
        </w:tc>
        <w:tc>
          <w:tcPr>
            <w:tcW w:w="128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0.212</w:t>
            </w:r>
          </w:p>
        </w:tc>
        <w:tc>
          <w:tcPr>
            <w:tcW w:w="1267"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0.089</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1.787</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13.576</w:t>
            </w:r>
          </w:p>
        </w:tc>
        <w:tc>
          <w:tcPr>
            <w:tcW w:w="140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0.020</w:t>
            </w:r>
          </w:p>
        </w:tc>
      </w:tr>
      <w:tr w:rsidR="00CA42BA" w:rsidRPr="00925C80" w:rsidTr="00C356F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704</w:t>
            </w:r>
          </w:p>
        </w:tc>
        <w:tc>
          <w:tcPr>
            <w:tcW w:w="137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0.330</w:t>
            </w:r>
          </w:p>
        </w:tc>
        <w:tc>
          <w:tcPr>
            <w:tcW w:w="128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0.270</w:t>
            </w:r>
          </w:p>
        </w:tc>
        <w:tc>
          <w:tcPr>
            <w:tcW w:w="1267"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0.053</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rsidRPr="00925C80">
              <w:t>1.526</w:t>
            </w: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13.731</w:t>
            </w:r>
          </w:p>
        </w:tc>
        <w:tc>
          <w:tcPr>
            <w:tcW w:w="140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r>
              <w:t>0.014</w:t>
            </w:r>
          </w:p>
        </w:tc>
      </w:tr>
      <w:tr w:rsidR="00CA42BA" w:rsidRPr="00925C80" w:rsidTr="00C356F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37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8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67"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40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r>
      <w:tr w:rsidR="00CA42BA" w:rsidRPr="00925C80" w:rsidTr="00C356FC">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37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8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67"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40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r>
    </w:tbl>
    <w:p w:rsidR="00CA42BA" w:rsidRPr="00925C80" w:rsidRDefault="00CA42BA" w:rsidP="00AD0932">
      <w:pPr>
        <w:pStyle w:val="isonormal"/>
        <w:spacing w:before="0"/>
        <w:sectPr w:rsidR="00CA42BA" w:rsidRPr="00925C80" w:rsidSect="00CA42BA">
          <w:headerReference w:type="default" r:id="rId13"/>
          <w:footerReference w:type="default" r:id="rId14"/>
          <w:pgSz w:w="12240" w:h="15840"/>
          <w:pgMar w:top="1735" w:right="960" w:bottom="1560" w:left="1200" w:header="575" w:footer="480" w:gutter="0"/>
          <w:paperSrc w:first="7" w:other="7"/>
          <w:cols w:space="720"/>
          <w:docGrid w:linePitch="299"/>
        </w:sectPr>
      </w:pPr>
    </w:p>
    <w:p w:rsidR="00CA42BA" w:rsidRPr="00925C80" w:rsidRDefault="00CA42BA" w:rsidP="00AD0932">
      <w:pPr>
        <w:pStyle w:val="tablecaption"/>
      </w:pPr>
      <w:r w:rsidRPr="00925C80">
        <w:lastRenderedPageBreak/>
        <w:t>Table #1(LC) Base Loss Costs – Property And Liability</w:t>
      </w:r>
    </w:p>
    <w:p w:rsidR="00CA42BA" w:rsidRPr="00925C80" w:rsidRDefault="00CA42BA" w:rsidP="00AD0932">
      <w:pPr>
        <w:pStyle w:val="isonormal"/>
        <w:sectPr w:rsidR="00CA42BA" w:rsidRPr="00925C80" w:rsidSect="00CA42BA">
          <w:headerReference w:type="default" r:id="rId15"/>
          <w:footerReference w:type="default" r:id="rId16"/>
          <w:type w:val="continuous"/>
          <w:pgSz w:w="12240" w:h="15840" w:code="1"/>
          <w:pgMar w:top="1735" w:right="960" w:bottom="1560" w:left="1200" w:header="575" w:footer="480" w:gutter="0"/>
          <w:cols w:num="2" w:space="720"/>
          <w:docGrid w:linePitch="299"/>
        </w:sectPr>
      </w:pPr>
    </w:p>
    <w:p w:rsidR="00CA42BA" w:rsidRPr="00925C80" w:rsidRDefault="00CA42BA" w:rsidP="00AD0932">
      <w:pPr>
        <w:pStyle w:val="isonormal"/>
      </w:pPr>
    </w:p>
    <w:p w:rsidR="00CA42BA" w:rsidRPr="00925C80" w:rsidRDefault="00CA42BA" w:rsidP="00AD0932">
      <w:pPr>
        <w:pStyle w:val="subcap"/>
      </w:pPr>
      <w:r w:rsidRPr="00925C80">
        <w:t>SECTION iii</w:t>
      </w:r>
      <w:r w:rsidRPr="00925C80">
        <w:br/>
        <w:t>Rating and eligibility rules</w:t>
      </w:r>
    </w:p>
    <w:p w:rsidR="00CA42BA" w:rsidRPr="00925C80" w:rsidRDefault="00CA42BA" w:rsidP="00AD0932">
      <w:pPr>
        <w:pStyle w:val="isonormal"/>
      </w:pPr>
    </w:p>
    <w:p w:rsidR="00CA42BA" w:rsidRPr="00925C80" w:rsidRDefault="00CA42BA" w:rsidP="00AD0932">
      <w:pPr>
        <w:pStyle w:val="boxrule"/>
      </w:pPr>
      <w:r w:rsidRPr="00925C80">
        <w:t>RULE 23.</w:t>
      </w:r>
      <w:r w:rsidRPr="00925C80">
        <w:br/>
        <w:t>PREMIUM DEVELOPMENT – MANDATORY COVERAGES</w:t>
      </w:r>
    </w:p>
    <w:p w:rsidR="00CA42BA" w:rsidRPr="00925C80" w:rsidRDefault="00CA42BA" w:rsidP="00AD0932">
      <w:pPr>
        <w:pStyle w:val="outlinehd2"/>
      </w:pPr>
      <w:r w:rsidRPr="00925C80">
        <w:tab/>
        <w:t>C.</w:t>
      </w:r>
      <w:r w:rsidRPr="00925C80">
        <w:tab/>
        <w:t>Premium Determination</w:t>
      </w:r>
    </w:p>
    <w:p w:rsidR="00CA42BA" w:rsidRPr="00925C80" w:rsidRDefault="00CA42BA" w:rsidP="00AD0932">
      <w:pPr>
        <w:pStyle w:val="outlinehd3"/>
      </w:pPr>
      <w:r w:rsidRPr="00925C80">
        <w:tab/>
        <w:t>6.</w:t>
      </w:r>
      <w:r w:rsidRPr="00925C80">
        <w:tab/>
        <w:t>Premium Determination</w:t>
      </w:r>
    </w:p>
    <w:p w:rsidR="00CA42BA" w:rsidRPr="00925C80" w:rsidRDefault="00CA42BA" w:rsidP="00AD0932">
      <w:pPr>
        <w:pStyle w:val="outlinehd4"/>
      </w:pPr>
      <w:r w:rsidRPr="00925C80">
        <w:tab/>
        <w:t>c.</w:t>
      </w:r>
      <w:r w:rsidRPr="00925C80">
        <w:tab/>
        <w:t>Additional Rating Considerations</w:t>
      </w:r>
    </w:p>
    <w:p w:rsidR="00CA42BA" w:rsidRPr="00925C80" w:rsidRDefault="00CA42BA" w:rsidP="00AD0932">
      <w:pPr>
        <w:pStyle w:val="outlinehd5"/>
      </w:pPr>
      <w:r w:rsidRPr="00925C80">
        <w:tab/>
        <w:t>(3)</w:t>
      </w:r>
      <w:r w:rsidRPr="00925C80">
        <w:tab/>
        <w:t>Permanent Yards – Maintenance Or Storage</w:t>
      </w:r>
    </w:p>
    <w:p w:rsidR="00CA42BA" w:rsidRPr="00925C80" w:rsidRDefault="00CA42BA" w:rsidP="00AD0932">
      <w:pPr>
        <w:pStyle w:val="isonormal"/>
      </w:pPr>
      <w:r w:rsidRPr="00925C80">
        <w:br w:type="column"/>
      </w:r>
    </w:p>
    <w:p w:rsidR="00CA42BA" w:rsidRPr="00925C80" w:rsidRDefault="00CA42BA" w:rsidP="00AD0932">
      <w:pPr>
        <w:pStyle w:val="isonormal"/>
        <w:sectPr w:rsidR="00CA42BA" w:rsidRPr="00925C80" w:rsidSect="00CA42BA">
          <w:type w:val="continuous"/>
          <w:pgSz w:w="12240" w:h="15840" w:code="1"/>
          <w:pgMar w:top="1735" w:right="960" w:bottom="1560" w:left="1200" w:header="575" w:footer="480" w:gutter="0"/>
          <w:cols w:num="2" w:space="720"/>
          <w:docGrid w:linePitch="299"/>
        </w:sectPr>
      </w:pPr>
    </w:p>
    <w:p w:rsidR="00CA42BA" w:rsidRPr="00925C80" w:rsidRDefault="00CA42BA" w:rsidP="00AD0932">
      <w:pPr>
        <w:pStyle w:val="space8"/>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CA42BA" w:rsidRPr="00925C80" w:rsidTr="00C356FC">
        <w:trPr>
          <w:cantSplit/>
          <w:trHeight w:val="190"/>
          <w:tblHeader/>
        </w:trPr>
        <w:tc>
          <w:tcPr>
            <w:tcW w:w="5130" w:type="dxa"/>
            <w:tcBorders>
              <w:top w:val="single" w:sz="6" w:space="0" w:color="auto"/>
              <w:left w:val="single" w:sz="6" w:space="0" w:color="auto"/>
              <w:right w:val="single" w:sz="6" w:space="0" w:color="auto"/>
            </w:tcBorders>
          </w:tcPr>
          <w:p w:rsidR="00CA42BA" w:rsidRPr="00925C80" w:rsidRDefault="00CA42BA" w:rsidP="00AD0932">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pPr>
            <w:r w:rsidRPr="00925C80">
              <w:t>Loss Cost Per $100</w:t>
            </w:r>
          </w:p>
        </w:tc>
      </w:tr>
      <w:tr w:rsidR="00CA42BA" w:rsidRPr="00925C80" w:rsidTr="00C356FC">
        <w:trPr>
          <w:cantSplit/>
          <w:trHeight w:val="190"/>
          <w:tblHeader/>
        </w:trPr>
        <w:tc>
          <w:tcPr>
            <w:tcW w:w="5130" w:type="dxa"/>
            <w:tcBorders>
              <w:left w:val="single" w:sz="6" w:space="0" w:color="auto"/>
              <w:right w:val="single" w:sz="6" w:space="0" w:color="auto"/>
            </w:tcBorders>
          </w:tcPr>
          <w:p w:rsidR="00CA42BA" w:rsidRPr="00925C80" w:rsidRDefault="00CA42BA" w:rsidP="00AD0932">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rPr>
                <w:b w:val="0"/>
              </w:rPr>
            </w:pPr>
            <w:r w:rsidRPr="00925C80">
              <w:t>Public Protection (Fire) Classification</w:t>
            </w:r>
          </w:p>
        </w:tc>
      </w:tr>
      <w:tr w:rsidR="00CA42BA" w:rsidRPr="00925C80" w:rsidTr="00C356FC">
        <w:trPr>
          <w:cantSplit/>
          <w:trHeight w:val="190"/>
          <w:tblHeader/>
        </w:trPr>
        <w:tc>
          <w:tcPr>
            <w:tcW w:w="5130" w:type="dxa"/>
            <w:tcBorders>
              <w:left w:val="single" w:sz="6" w:space="0" w:color="auto"/>
              <w:bottom w:val="single" w:sz="6" w:space="0" w:color="auto"/>
              <w:right w:val="single" w:sz="6" w:space="0" w:color="auto"/>
            </w:tcBorders>
          </w:tcPr>
          <w:p w:rsidR="00CA42BA" w:rsidRPr="00925C80" w:rsidRDefault="00CA42BA" w:rsidP="00AD0932">
            <w:pPr>
              <w:pStyle w:val="tablehead"/>
            </w:pPr>
            <w:r w:rsidRPr="00925C80">
              <w:t>Territory</w:t>
            </w:r>
          </w:p>
        </w:tc>
        <w:tc>
          <w:tcPr>
            <w:tcW w:w="1590"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rPr>
                <w:b w:val="0"/>
              </w:rPr>
            </w:pPr>
            <w:r w:rsidRPr="00925C80">
              <w:t>01–04</w:t>
            </w:r>
          </w:p>
        </w:tc>
        <w:tc>
          <w:tcPr>
            <w:tcW w:w="1578"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rPr>
                <w:b w:val="0"/>
              </w:rPr>
            </w:pPr>
            <w:r w:rsidRPr="00925C80">
              <w:t>05–08</w:t>
            </w:r>
          </w:p>
        </w:tc>
        <w:tc>
          <w:tcPr>
            <w:tcW w:w="169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head"/>
              <w:rPr>
                <w:b w:val="0"/>
              </w:rPr>
            </w:pPr>
            <w:r w:rsidRPr="00925C80">
              <w:t>09–10</w:t>
            </w:r>
          </w:p>
        </w:tc>
      </w:tr>
      <w:tr w:rsidR="00CA42BA" w:rsidRPr="00925C80" w:rsidTr="00C356FC">
        <w:trPr>
          <w:cantSplit/>
          <w:trHeight w:val="190"/>
        </w:trPr>
        <w:tc>
          <w:tcPr>
            <w:tcW w:w="5130" w:type="dxa"/>
            <w:tcBorders>
              <w:top w:val="single" w:sz="6" w:space="0" w:color="auto"/>
              <w:left w:val="single" w:sz="6" w:space="0" w:color="auto"/>
              <w:bottom w:val="single" w:sz="6" w:space="0" w:color="auto"/>
            </w:tcBorders>
          </w:tcPr>
          <w:p w:rsidR="00CA42BA" w:rsidRPr="00925C80" w:rsidRDefault="00CA42BA" w:rsidP="00AD0932">
            <w:pPr>
              <w:pStyle w:val="tabletext11"/>
            </w:pPr>
            <w:r w:rsidRPr="00925C80">
              <w:t xml:space="preserve">702, 703                                            </w:t>
            </w:r>
          </w:p>
        </w:tc>
        <w:tc>
          <w:tcPr>
            <w:tcW w:w="1591" w:type="dxa"/>
            <w:tcBorders>
              <w:top w:val="single" w:sz="6" w:space="0" w:color="auto"/>
              <w:left w:val="single" w:sz="6" w:space="0" w:color="auto"/>
              <w:bottom w:val="single" w:sz="6" w:space="0" w:color="auto"/>
              <w:right w:val="single" w:sz="6" w:space="0" w:color="auto"/>
            </w:tcBorders>
          </w:tcPr>
          <w:p w:rsidR="00CA42BA" w:rsidRPr="000F737A" w:rsidRDefault="00CA42BA" w:rsidP="00AD0932">
            <w:pPr>
              <w:pStyle w:val="tabletext11"/>
              <w:jc w:val="center"/>
            </w:pPr>
            <w:r w:rsidRPr="000F737A">
              <w:t>0.266</w:t>
            </w:r>
          </w:p>
        </w:tc>
        <w:tc>
          <w:tcPr>
            <w:tcW w:w="1577" w:type="dxa"/>
            <w:tcBorders>
              <w:top w:val="single" w:sz="6" w:space="0" w:color="auto"/>
              <w:left w:val="nil"/>
              <w:bottom w:val="single" w:sz="6" w:space="0" w:color="auto"/>
            </w:tcBorders>
          </w:tcPr>
          <w:p w:rsidR="00CA42BA" w:rsidRPr="000F737A" w:rsidRDefault="00CA42BA" w:rsidP="00AD0932">
            <w:pPr>
              <w:pStyle w:val="tabletext11"/>
              <w:jc w:val="center"/>
            </w:pPr>
            <w:r w:rsidRPr="000F737A">
              <w:t>0.315</w:t>
            </w:r>
          </w:p>
        </w:tc>
        <w:tc>
          <w:tcPr>
            <w:tcW w:w="1692" w:type="dxa"/>
            <w:tcBorders>
              <w:top w:val="single" w:sz="6" w:space="0" w:color="auto"/>
              <w:left w:val="single" w:sz="6" w:space="0" w:color="auto"/>
              <w:bottom w:val="single" w:sz="6" w:space="0" w:color="auto"/>
              <w:right w:val="single" w:sz="6" w:space="0" w:color="auto"/>
            </w:tcBorders>
          </w:tcPr>
          <w:p w:rsidR="00CA42BA" w:rsidRPr="000F737A" w:rsidRDefault="00CA42BA" w:rsidP="00AD0932">
            <w:pPr>
              <w:pStyle w:val="tabletext11"/>
              <w:jc w:val="center"/>
            </w:pPr>
            <w:r w:rsidRPr="000F737A">
              <w:t>0.364</w:t>
            </w:r>
          </w:p>
        </w:tc>
      </w:tr>
      <w:tr w:rsidR="00CA42BA" w:rsidRPr="00925C80" w:rsidTr="00C356FC">
        <w:trPr>
          <w:cantSplit/>
          <w:trHeight w:val="190"/>
        </w:trPr>
        <w:tc>
          <w:tcPr>
            <w:tcW w:w="5130" w:type="dxa"/>
            <w:tcBorders>
              <w:top w:val="single" w:sz="6" w:space="0" w:color="auto"/>
              <w:left w:val="single" w:sz="6" w:space="0" w:color="auto"/>
              <w:bottom w:val="single" w:sz="6" w:space="0" w:color="auto"/>
            </w:tcBorders>
          </w:tcPr>
          <w:p w:rsidR="00CA42BA" w:rsidRPr="00925C80" w:rsidRDefault="00CA42BA" w:rsidP="00AD0932">
            <w:pPr>
              <w:pStyle w:val="tabletext11"/>
            </w:pPr>
            <w:r w:rsidRPr="00925C80">
              <w:t xml:space="preserve">704                                                 </w:t>
            </w:r>
          </w:p>
        </w:tc>
        <w:tc>
          <w:tcPr>
            <w:tcW w:w="1591" w:type="dxa"/>
            <w:tcBorders>
              <w:top w:val="single" w:sz="6" w:space="0" w:color="auto"/>
              <w:left w:val="single" w:sz="6" w:space="0" w:color="auto"/>
              <w:bottom w:val="single" w:sz="6" w:space="0" w:color="auto"/>
              <w:right w:val="single" w:sz="6" w:space="0" w:color="auto"/>
            </w:tcBorders>
          </w:tcPr>
          <w:p w:rsidR="00CA42BA" w:rsidRPr="000F737A" w:rsidRDefault="00CA42BA" w:rsidP="00AD0932">
            <w:pPr>
              <w:pStyle w:val="tabletext11"/>
              <w:jc w:val="center"/>
            </w:pPr>
            <w:r w:rsidRPr="000F737A">
              <w:t>0.310</w:t>
            </w:r>
          </w:p>
        </w:tc>
        <w:tc>
          <w:tcPr>
            <w:tcW w:w="1577" w:type="dxa"/>
            <w:tcBorders>
              <w:top w:val="single" w:sz="6" w:space="0" w:color="auto"/>
              <w:left w:val="nil"/>
              <w:bottom w:val="single" w:sz="6" w:space="0" w:color="auto"/>
            </w:tcBorders>
          </w:tcPr>
          <w:p w:rsidR="00CA42BA" w:rsidRPr="000F737A" w:rsidRDefault="00CA42BA" w:rsidP="00AD0932">
            <w:pPr>
              <w:pStyle w:val="tabletext11"/>
              <w:jc w:val="center"/>
            </w:pPr>
            <w:r w:rsidRPr="000F737A">
              <w:t>0.359</w:t>
            </w:r>
          </w:p>
        </w:tc>
        <w:tc>
          <w:tcPr>
            <w:tcW w:w="1692" w:type="dxa"/>
            <w:tcBorders>
              <w:top w:val="single" w:sz="6" w:space="0" w:color="auto"/>
              <w:left w:val="single" w:sz="6" w:space="0" w:color="auto"/>
              <w:bottom w:val="single" w:sz="6" w:space="0" w:color="auto"/>
              <w:right w:val="single" w:sz="6" w:space="0" w:color="auto"/>
            </w:tcBorders>
          </w:tcPr>
          <w:p w:rsidR="00CA42BA" w:rsidRPr="000F737A" w:rsidRDefault="00CA42BA" w:rsidP="00AD0932">
            <w:pPr>
              <w:pStyle w:val="tabletext11"/>
              <w:jc w:val="center"/>
            </w:pPr>
            <w:r w:rsidRPr="000F737A">
              <w:t>0.408</w:t>
            </w:r>
          </w:p>
        </w:tc>
      </w:tr>
      <w:tr w:rsidR="00CA42BA" w:rsidRPr="00925C80" w:rsidTr="00C356FC">
        <w:trPr>
          <w:cantSplit/>
          <w:trHeight w:val="190"/>
        </w:trPr>
        <w:tc>
          <w:tcPr>
            <w:tcW w:w="5130" w:type="dxa"/>
            <w:tcBorders>
              <w:top w:val="single" w:sz="6" w:space="0" w:color="auto"/>
              <w:left w:val="single" w:sz="6" w:space="0" w:color="auto"/>
              <w:bottom w:val="single" w:sz="6" w:space="0" w:color="auto"/>
            </w:tcBorders>
          </w:tcPr>
          <w:p w:rsidR="00CA42BA" w:rsidRPr="00925C80" w:rsidRDefault="00CA42BA" w:rsidP="00AD0932">
            <w:pPr>
              <w:pStyle w:val="tabletext11"/>
            </w:pPr>
          </w:p>
        </w:tc>
        <w:tc>
          <w:tcPr>
            <w:tcW w:w="1591"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c>
          <w:tcPr>
            <w:tcW w:w="1577" w:type="dxa"/>
            <w:tcBorders>
              <w:top w:val="single" w:sz="6" w:space="0" w:color="auto"/>
              <w:left w:val="nil"/>
              <w:bottom w:val="single" w:sz="6" w:space="0" w:color="auto"/>
            </w:tcBorders>
          </w:tcPr>
          <w:p w:rsidR="00CA42BA" w:rsidRPr="00925C80" w:rsidRDefault="00CA42BA" w:rsidP="00AD0932">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CA42BA" w:rsidRPr="00925C80" w:rsidRDefault="00CA42BA" w:rsidP="00AD0932">
            <w:pPr>
              <w:pStyle w:val="tabletext11"/>
              <w:jc w:val="center"/>
            </w:pPr>
          </w:p>
        </w:tc>
      </w:tr>
    </w:tbl>
    <w:p w:rsidR="00CA42BA" w:rsidRPr="00925C80" w:rsidRDefault="00CA42BA" w:rsidP="00AD0932">
      <w:pPr>
        <w:pStyle w:val="tablecaption"/>
        <w:sectPr w:rsidR="00CA42BA" w:rsidRPr="00925C80" w:rsidSect="00CA42BA">
          <w:type w:val="continuous"/>
          <w:pgSz w:w="12240" w:h="15840" w:code="1"/>
          <w:pgMar w:top="1735" w:right="960" w:bottom="1560" w:left="1200" w:header="575" w:footer="480" w:gutter="0"/>
          <w:cols w:space="720"/>
          <w:docGrid w:linePitch="299"/>
        </w:sectPr>
      </w:pPr>
    </w:p>
    <w:p w:rsidR="00CA42BA" w:rsidRPr="00925C80" w:rsidRDefault="00CA42BA" w:rsidP="00AD0932">
      <w:pPr>
        <w:pStyle w:val="tablecaption"/>
        <w:rPr>
          <w:u w:val="single"/>
        </w:rPr>
      </w:pPr>
      <w:r w:rsidRPr="00925C80">
        <w:lastRenderedPageBreak/>
        <w:t>Table 23.C.6.c.(3)(LC) Permanent Yards – Maintenance Or Storage Premium Determination</w:t>
      </w:r>
    </w:p>
    <w:p w:rsidR="00CA42BA" w:rsidRPr="00925C80" w:rsidRDefault="00CA42BA" w:rsidP="00AD0932">
      <w:pPr>
        <w:pStyle w:val="isonormal"/>
      </w:pPr>
    </w:p>
    <w:p w:rsidR="00CA42BA" w:rsidRPr="00925C80" w:rsidRDefault="00CA42BA" w:rsidP="00AD0932">
      <w:pPr>
        <w:pStyle w:val="isonormal"/>
        <w:sectPr w:rsidR="00CA42BA" w:rsidRPr="00925C80" w:rsidSect="00CA42BA">
          <w:type w:val="continuous"/>
          <w:pgSz w:w="12240" w:h="15840" w:code="1"/>
          <w:pgMar w:top="1735" w:right="960" w:bottom="1560" w:left="1200" w:header="575" w:footer="480" w:gutter="0"/>
          <w:cols w:num="2" w:space="720"/>
          <w:docGrid w:linePitch="299"/>
        </w:sectPr>
      </w:pPr>
    </w:p>
    <w:p w:rsidR="00CA42BA" w:rsidRPr="00925C80" w:rsidRDefault="00CA42BA" w:rsidP="00AD0932">
      <w:pPr>
        <w:pStyle w:val="isonormal"/>
      </w:pPr>
    </w:p>
    <w:p w:rsidR="00CA42BA" w:rsidRDefault="00CA42BA" w:rsidP="00AD0932">
      <w:pPr>
        <w:pStyle w:val="isonormal"/>
        <w:sectPr w:rsidR="00CA42BA" w:rsidSect="00CA42BA">
          <w:headerReference w:type="default" r:id="rId17"/>
          <w:type w:val="continuous"/>
          <w:pgSz w:w="12240" w:h="15840" w:code="1"/>
          <w:pgMar w:top="1735" w:right="960" w:bottom="1560" w:left="1200" w:header="575" w:footer="480" w:gutter="0"/>
          <w:cols w:num="2" w:space="720"/>
          <w:docGrid w:linePitch="299"/>
        </w:sectPr>
      </w:pPr>
    </w:p>
    <w:p w:rsidR="00CA42BA" w:rsidRPr="000E27FA" w:rsidRDefault="00CA42BA" w:rsidP="00AD0932">
      <w:pPr>
        <w:pStyle w:val="boxrule"/>
      </w:pPr>
      <w:r w:rsidRPr="000E27FA">
        <w:lastRenderedPageBreak/>
        <w:t>RULE 29.</w:t>
      </w:r>
      <w:r w:rsidRPr="000E27FA">
        <w:br/>
        <w:t>ENDORSEMENTS</w:t>
      </w:r>
    </w:p>
    <w:p w:rsidR="00CA42BA" w:rsidRPr="000E27FA" w:rsidRDefault="00CA42BA" w:rsidP="00AD0932">
      <w:pPr>
        <w:pStyle w:val="outlinehd2"/>
      </w:pPr>
      <w:r w:rsidRPr="000E27FA">
        <w:tab/>
        <w:t>A.</w:t>
      </w:r>
      <w:r w:rsidRPr="000E27FA">
        <w:tab/>
        <w:t>Property Endorsements</w:t>
      </w:r>
    </w:p>
    <w:p w:rsidR="00CA42BA" w:rsidRPr="000E27FA" w:rsidRDefault="00CA42BA" w:rsidP="00AD0932">
      <w:pPr>
        <w:pStyle w:val="outlinehd3"/>
      </w:pPr>
      <w:r w:rsidRPr="000E27FA">
        <w:tab/>
        <w:t>39.</w:t>
      </w:r>
      <w:r w:rsidRPr="000E27FA">
        <w:tab/>
        <w:t>Windstorm Or Hail Exclusion</w:t>
      </w:r>
    </w:p>
    <w:p w:rsidR="00CA42BA" w:rsidRPr="000E27FA" w:rsidRDefault="00CA42BA" w:rsidP="00AD0932">
      <w:pPr>
        <w:pStyle w:val="outlinehd4"/>
      </w:pPr>
      <w:r w:rsidRPr="000E27FA">
        <w:tab/>
        <w:t>d.</w:t>
      </w:r>
      <w:r w:rsidRPr="000E27FA">
        <w:tab/>
        <w:t>Rate Modification</w:t>
      </w:r>
    </w:p>
    <w:p w:rsidR="00CA42BA" w:rsidRPr="000E27FA" w:rsidRDefault="00CA42BA" w:rsidP="00AD0932">
      <w:pPr>
        <w:pStyle w:val="space4"/>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CA42BA" w:rsidRPr="000E27FA" w:rsidTr="00C356FC">
        <w:trPr>
          <w:cantSplit/>
          <w:trHeight w:val="190"/>
        </w:trPr>
        <w:tc>
          <w:tcPr>
            <w:tcW w:w="1090" w:type="dxa"/>
            <w:tcBorders>
              <w:top w:val="single" w:sz="6" w:space="0" w:color="auto"/>
              <w:left w:val="single" w:sz="6" w:space="0" w:color="auto"/>
              <w:bottom w:val="single" w:sz="4" w:space="0" w:color="auto"/>
              <w:right w:val="single" w:sz="6" w:space="0" w:color="auto"/>
            </w:tcBorders>
          </w:tcPr>
          <w:p w:rsidR="00CA42BA" w:rsidRPr="000E27FA" w:rsidRDefault="00CA42BA" w:rsidP="00AD0932">
            <w:pPr>
              <w:pStyle w:val="tablehead"/>
            </w:pPr>
            <w:r w:rsidRPr="000E27FA">
              <w:t>Territory</w:t>
            </w:r>
          </w:p>
        </w:tc>
        <w:tc>
          <w:tcPr>
            <w:tcW w:w="2880" w:type="dxa"/>
            <w:tcBorders>
              <w:top w:val="single" w:sz="6" w:space="0" w:color="auto"/>
              <w:left w:val="single" w:sz="6" w:space="0" w:color="auto"/>
              <w:bottom w:val="single" w:sz="4" w:space="0" w:color="auto"/>
              <w:right w:val="single" w:sz="6" w:space="0" w:color="auto"/>
            </w:tcBorders>
          </w:tcPr>
          <w:p w:rsidR="00CA42BA" w:rsidRPr="000E27FA" w:rsidRDefault="00CA42BA" w:rsidP="00AD0932">
            <w:pPr>
              <w:pStyle w:val="tablehead"/>
            </w:pPr>
            <w:r w:rsidRPr="000E27FA">
              <w:t>Coverage (Code)</w:t>
            </w:r>
          </w:p>
        </w:tc>
        <w:tc>
          <w:tcPr>
            <w:tcW w:w="720" w:type="dxa"/>
            <w:tcBorders>
              <w:top w:val="single" w:sz="6" w:space="0" w:color="auto"/>
              <w:left w:val="single" w:sz="6" w:space="0" w:color="auto"/>
              <w:bottom w:val="single" w:sz="4" w:space="0" w:color="auto"/>
              <w:right w:val="single" w:sz="6" w:space="0" w:color="auto"/>
            </w:tcBorders>
          </w:tcPr>
          <w:p w:rsidR="00CA42BA" w:rsidRPr="000E27FA" w:rsidRDefault="00CA42BA" w:rsidP="00AD0932">
            <w:pPr>
              <w:pStyle w:val="tablehead"/>
            </w:pPr>
            <w:r w:rsidRPr="000E27FA">
              <w:t>Credit</w:t>
            </w:r>
          </w:p>
        </w:tc>
      </w:tr>
      <w:tr w:rsidR="00CA42BA" w:rsidRPr="000E27FA" w:rsidTr="00C356FC">
        <w:trPr>
          <w:cantSplit/>
          <w:trHeight w:val="190"/>
        </w:trPr>
        <w:tc>
          <w:tcPr>
            <w:tcW w:w="109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tabs>
                <w:tab w:val="decimal" w:pos="640"/>
              </w:tabs>
            </w:pPr>
            <w:r w:rsidRPr="000E27FA">
              <w:t>702</w:t>
            </w:r>
          </w:p>
        </w:tc>
        <w:tc>
          <w:tcPr>
            <w:tcW w:w="288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pPr>
            <w:r w:rsidRPr="000E27FA">
              <w:t xml:space="preserve"> Buildings (1) </w:t>
            </w:r>
            <w:r w:rsidRPr="000E27FA">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tabs>
                <w:tab w:val="decimal" w:pos="180"/>
              </w:tabs>
            </w:pPr>
            <w:r>
              <w:t>0.080</w:t>
            </w:r>
            <w:r>
              <w:br/>
              <w:t>0.006</w:t>
            </w:r>
          </w:p>
        </w:tc>
      </w:tr>
      <w:tr w:rsidR="00CA42BA" w:rsidRPr="000E27FA" w:rsidTr="00C356FC">
        <w:trPr>
          <w:cantSplit/>
          <w:trHeight w:val="190"/>
        </w:trPr>
        <w:tc>
          <w:tcPr>
            <w:tcW w:w="109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tabs>
                <w:tab w:val="decimal" w:pos="640"/>
              </w:tabs>
            </w:pPr>
            <w:r w:rsidRPr="000E27FA">
              <w:t>703</w:t>
            </w:r>
          </w:p>
        </w:tc>
        <w:tc>
          <w:tcPr>
            <w:tcW w:w="288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pPr>
            <w:r w:rsidRPr="000E27FA">
              <w:t xml:space="preserve"> Buildings (1) </w:t>
            </w:r>
            <w:r w:rsidRPr="000E27FA">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CA42BA" w:rsidRPr="000E27FA" w:rsidRDefault="00CA42BA" w:rsidP="00AD0932">
            <w:pPr>
              <w:pStyle w:val="tabletext11"/>
              <w:tabs>
                <w:tab w:val="decimal" w:pos="180"/>
              </w:tabs>
            </w:pPr>
            <w:r>
              <w:t>0.129</w:t>
            </w:r>
            <w:r w:rsidRPr="000E27FA">
              <w:br/>
              <w:t>0.011</w:t>
            </w:r>
          </w:p>
        </w:tc>
      </w:tr>
      <w:tr w:rsidR="00CA42BA" w:rsidRPr="000E27FA" w:rsidTr="00C356FC">
        <w:trPr>
          <w:cantSplit/>
          <w:trHeight w:val="190"/>
        </w:trPr>
        <w:tc>
          <w:tcPr>
            <w:tcW w:w="1090" w:type="dxa"/>
            <w:tcBorders>
              <w:top w:val="single" w:sz="4" w:space="0" w:color="auto"/>
              <w:left w:val="single" w:sz="6" w:space="0" w:color="auto"/>
              <w:bottom w:val="single" w:sz="6" w:space="0" w:color="auto"/>
              <w:right w:val="single" w:sz="6" w:space="0" w:color="auto"/>
            </w:tcBorders>
          </w:tcPr>
          <w:p w:rsidR="00CA42BA" w:rsidRPr="000E27FA" w:rsidRDefault="00CA42BA" w:rsidP="00AD0932">
            <w:pPr>
              <w:pStyle w:val="tabletext11"/>
              <w:tabs>
                <w:tab w:val="decimal" w:pos="640"/>
              </w:tabs>
            </w:pPr>
            <w:r w:rsidRPr="000E27FA">
              <w:t>704</w:t>
            </w:r>
          </w:p>
        </w:tc>
        <w:tc>
          <w:tcPr>
            <w:tcW w:w="2880" w:type="dxa"/>
            <w:tcBorders>
              <w:top w:val="single" w:sz="4" w:space="0" w:color="auto"/>
              <w:left w:val="single" w:sz="6" w:space="0" w:color="auto"/>
              <w:bottom w:val="single" w:sz="6" w:space="0" w:color="auto"/>
              <w:right w:val="single" w:sz="6" w:space="0" w:color="auto"/>
            </w:tcBorders>
          </w:tcPr>
          <w:p w:rsidR="00CA42BA" w:rsidRPr="000E27FA" w:rsidRDefault="00CA42BA" w:rsidP="00AD0932">
            <w:pPr>
              <w:pStyle w:val="tabletext11"/>
            </w:pPr>
            <w:r w:rsidRPr="000E27FA">
              <w:t xml:space="preserve"> Buildings (1) </w:t>
            </w:r>
            <w:r w:rsidRPr="000E27FA">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CA42BA" w:rsidRPr="000E27FA" w:rsidRDefault="00CA42BA" w:rsidP="00AD0932">
            <w:pPr>
              <w:pStyle w:val="tabletext11"/>
              <w:tabs>
                <w:tab w:val="decimal" w:pos="180"/>
              </w:tabs>
            </w:pPr>
            <w:r>
              <w:t>0.165</w:t>
            </w:r>
            <w:r>
              <w:br/>
              <w:t>0.014</w:t>
            </w:r>
          </w:p>
        </w:tc>
      </w:tr>
    </w:tbl>
    <w:p w:rsidR="00CA42BA" w:rsidRPr="000E27FA" w:rsidRDefault="00CA42BA" w:rsidP="00AD0932">
      <w:pPr>
        <w:pStyle w:val="tablecaption"/>
      </w:pPr>
      <w:r w:rsidRPr="000E27FA">
        <w:t>Table 29.A.39.d.(LC) Windstorm Or Hail Exclusion Credits</w:t>
      </w:r>
    </w:p>
    <w:p w:rsidR="00CA42BA" w:rsidRPr="000E27FA" w:rsidRDefault="00CA42BA" w:rsidP="00AD0932">
      <w:pPr>
        <w:pStyle w:val="isonormal"/>
      </w:pPr>
    </w:p>
    <w:p w:rsidR="00CA42BA" w:rsidRPr="000E27FA" w:rsidRDefault="00CA42BA" w:rsidP="00AD0932">
      <w:pPr>
        <w:pStyle w:val="outlinehd2"/>
      </w:pPr>
      <w:r w:rsidRPr="000E27FA">
        <w:br w:type="column"/>
      </w:r>
      <w:r w:rsidRPr="000E27FA">
        <w:lastRenderedPageBreak/>
        <w:tab/>
        <w:t>B.</w:t>
      </w:r>
      <w:r w:rsidRPr="000E27FA">
        <w:tab/>
        <w:t>Liability Endorsements</w:t>
      </w:r>
    </w:p>
    <w:p w:rsidR="00CA42BA" w:rsidRPr="000E27FA" w:rsidRDefault="00CA42BA" w:rsidP="00AD0932">
      <w:pPr>
        <w:pStyle w:val="outlinehd3"/>
      </w:pPr>
      <w:r w:rsidRPr="000E27FA">
        <w:tab/>
        <w:t>7.</w:t>
      </w:r>
      <w:r w:rsidRPr="000E27FA">
        <w:tab/>
        <w:t>Employment-Related Practices Liability</w:t>
      </w:r>
    </w:p>
    <w:p w:rsidR="00CA42BA" w:rsidRPr="000E27FA" w:rsidRDefault="00CA42BA" w:rsidP="00AD0932">
      <w:pPr>
        <w:pStyle w:val="outlinehd4"/>
        <w:jc w:val="left"/>
      </w:pPr>
      <w:r w:rsidRPr="000E27FA">
        <w:tab/>
        <w:t>b.</w:t>
      </w:r>
      <w:r w:rsidRPr="000E27FA">
        <w:tab/>
        <w:t>Employment-Related Practices Liability Coverage Endorsement</w:t>
      </w:r>
    </w:p>
    <w:p w:rsidR="00CA42BA" w:rsidRPr="000E27FA" w:rsidRDefault="00CA42BA" w:rsidP="00AD0932">
      <w:pPr>
        <w:pStyle w:val="outlinehd5"/>
      </w:pPr>
      <w:r w:rsidRPr="000E27FA">
        <w:tab/>
        <w:t>(5)</w:t>
      </w:r>
      <w:r w:rsidRPr="000E27FA">
        <w:tab/>
        <w:t>Premium Determination</w:t>
      </w:r>
    </w:p>
    <w:p w:rsidR="00CA42BA" w:rsidRPr="000E27FA" w:rsidRDefault="00CA42BA" w:rsidP="00AD0932">
      <w:pPr>
        <w:pStyle w:val="space4"/>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CA42BA" w:rsidRPr="000E27FA" w:rsidTr="00C356FC">
        <w:trPr>
          <w:cantSplit/>
          <w:trHeight w:val="190"/>
          <w:tblHeader/>
        </w:trPr>
        <w:tc>
          <w:tcPr>
            <w:tcW w:w="1070" w:type="dxa"/>
            <w:tcBorders>
              <w:top w:val="single" w:sz="4" w:space="0" w:color="auto"/>
              <w:left w:val="single" w:sz="4" w:space="0" w:color="auto"/>
            </w:tcBorders>
          </w:tcPr>
          <w:p w:rsidR="00CA42BA" w:rsidRPr="000E27FA" w:rsidRDefault="00CA42BA" w:rsidP="00AD0932">
            <w:pPr>
              <w:pStyle w:val="tablehead"/>
            </w:pPr>
          </w:p>
        </w:tc>
        <w:tc>
          <w:tcPr>
            <w:tcW w:w="3610" w:type="dxa"/>
            <w:gridSpan w:val="6"/>
            <w:tcBorders>
              <w:top w:val="single" w:sz="4" w:space="0" w:color="auto"/>
              <w:left w:val="single" w:sz="6" w:space="0" w:color="auto"/>
              <w:bottom w:val="single" w:sz="4" w:space="0" w:color="auto"/>
              <w:right w:val="single" w:sz="4" w:space="0" w:color="auto"/>
            </w:tcBorders>
          </w:tcPr>
          <w:p w:rsidR="00CA42BA" w:rsidRPr="000E27FA" w:rsidRDefault="00CA42BA" w:rsidP="00AD0932">
            <w:pPr>
              <w:pStyle w:val="tablehead"/>
              <w:rPr>
                <w:b w:val="0"/>
              </w:rPr>
            </w:pPr>
            <w:r w:rsidRPr="000E27FA">
              <w:t>Loss Cost Per Employee</w:t>
            </w:r>
          </w:p>
        </w:tc>
      </w:tr>
      <w:tr w:rsidR="00CA42BA" w:rsidRPr="000E27FA" w:rsidTr="00C356FC">
        <w:trPr>
          <w:cantSplit/>
          <w:trHeight w:val="190"/>
          <w:tblHeader/>
        </w:trPr>
        <w:tc>
          <w:tcPr>
            <w:tcW w:w="1070" w:type="dxa"/>
            <w:tcBorders>
              <w:left w:val="single" w:sz="6" w:space="0" w:color="auto"/>
              <w:bottom w:val="single" w:sz="4" w:space="0" w:color="auto"/>
              <w:right w:val="single" w:sz="6" w:space="0" w:color="auto"/>
            </w:tcBorders>
          </w:tcPr>
          <w:p w:rsidR="00CA42BA" w:rsidRPr="000E27FA" w:rsidRDefault="00CA42BA" w:rsidP="00AD0932">
            <w:pPr>
              <w:pStyle w:val="tablehead"/>
              <w:jc w:val="left"/>
            </w:pPr>
            <w:r w:rsidRPr="000E27FA">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CA42BA" w:rsidRPr="000F737A" w:rsidRDefault="00CA42BA" w:rsidP="00AD0932">
            <w:pPr>
              <w:pStyle w:val="tablehead"/>
              <w:jc w:val="left"/>
            </w:pPr>
            <w:r w:rsidRPr="000F737A">
              <w:t xml:space="preserve"> Mercantile</w:t>
            </w:r>
            <w:r w:rsidRPr="000F737A">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CA42BA" w:rsidRPr="000F737A" w:rsidRDefault="00CA42BA" w:rsidP="00AD0932">
            <w:pPr>
              <w:pStyle w:val="tablehead"/>
            </w:pPr>
            <w:r w:rsidRPr="000F737A">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CA42BA" w:rsidRPr="000F737A" w:rsidRDefault="00CA42BA" w:rsidP="00AD0932">
            <w:pPr>
              <w:pStyle w:val="tablehead"/>
            </w:pPr>
            <w:r w:rsidRPr="000F737A">
              <w:br/>
              <w:t>All Other</w:t>
            </w:r>
          </w:p>
        </w:tc>
      </w:tr>
      <w:tr w:rsidR="00CA42BA" w:rsidRPr="000E27FA" w:rsidTr="00C356FC">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CA42BA" w:rsidRPr="000E27FA" w:rsidRDefault="00CA42BA" w:rsidP="00AD0932">
            <w:pPr>
              <w:pStyle w:val="tabletext11"/>
            </w:pPr>
            <w:r w:rsidRPr="000E27FA">
              <w:t>1-25</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t>$</w:t>
            </w:r>
          </w:p>
        </w:tc>
        <w:tc>
          <w:tcPr>
            <w:tcW w:w="99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t>3.120</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t>$</w:t>
            </w:r>
          </w:p>
        </w:tc>
        <w:tc>
          <w:tcPr>
            <w:tcW w:w="108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t>4.650</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t>$</w:t>
            </w:r>
          </w:p>
        </w:tc>
        <w:tc>
          <w:tcPr>
            <w:tcW w:w="100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t>3.720</w:t>
            </w:r>
          </w:p>
        </w:tc>
      </w:tr>
      <w:tr w:rsidR="00CA42BA" w:rsidRPr="000E27FA" w:rsidTr="00C356FC">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CA42BA" w:rsidRPr="000E27FA" w:rsidRDefault="00CA42BA" w:rsidP="00AD0932">
            <w:pPr>
              <w:pStyle w:val="tabletext11"/>
            </w:pPr>
            <w:r w:rsidRPr="000E27FA">
              <w:t>Each Additional Employee</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br/>
            </w:r>
            <w:r w:rsidRPr="000F737A">
              <w:br/>
            </w:r>
          </w:p>
        </w:tc>
        <w:tc>
          <w:tcPr>
            <w:tcW w:w="99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br/>
            </w:r>
            <w:r w:rsidRPr="000F737A">
              <w:br/>
              <w:t>2.190</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br/>
            </w:r>
            <w:r w:rsidRPr="000F737A">
              <w:br/>
            </w:r>
          </w:p>
        </w:tc>
        <w:tc>
          <w:tcPr>
            <w:tcW w:w="108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br/>
            </w:r>
            <w:r w:rsidRPr="000F737A">
              <w:br/>
              <w:t>3.260</w:t>
            </w:r>
          </w:p>
        </w:tc>
        <w:tc>
          <w:tcPr>
            <w:tcW w:w="180" w:type="dxa"/>
            <w:tcBorders>
              <w:top w:val="single" w:sz="6" w:space="0" w:color="auto"/>
              <w:left w:val="single" w:sz="6" w:space="0" w:color="auto"/>
              <w:bottom w:val="single" w:sz="6" w:space="0" w:color="auto"/>
            </w:tcBorders>
            <w:vAlign w:val="center"/>
          </w:tcPr>
          <w:p w:rsidR="00CA42BA" w:rsidRPr="000F737A" w:rsidRDefault="00CA42BA" w:rsidP="00AD0932">
            <w:pPr>
              <w:pStyle w:val="tabletext11"/>
              <w:jc w:val="center"/>
            </w:pPr>
            <w:r w:rsidRPr="000F737A">
              <w:br/>
            </w:r>
            <w:r w:rsidRPr="000F737A">
              <w:br/>
            </w:r>
          </w:p>
        </w:tc>
        <w:tc>
          <w:tcPr>
            <w:tcW w:w="1000" w:type="dxa"/>
            <w:tcBorders>
              <w:top w:val="single" w:sz="6" w:space="0" w:color="auto"/>
              <w:bottom w:val="single" w:sz="6" w:space="0" w:color="auto"/>
              <w:right w:val="single" w:sz="6" w:space="0" w:color="auto"/>
            </w:tcBorders>
            <w:vAlign w:val="center"/>
          </w:tcPr>
          <w:p w:rsidR="00CA42BA" w:rsidRPr="000F737A" w:rsidRDefault="00CA42BA" w:rsidP="00AD0932">
            <w:pPr>
              <w:pStyle w:val="tabletext11"/>
              <w:jc w:val="center"/>
            </w:pPr>
            <w:r w:rsidRPr="000F737A">
              <w:br/>
            </w:r>
            <w:r w:rsidRPr="000F737A">
              <w:br/>
              <w:t>2.610</w:t>
            </w:r>
          </w:p>
        </w:tc>
      </w:tr>
    </w:tbl>
    <w:p w:rsidR="00CA42BA" w:rsidRDefault="00CA42BA" w:rsidP="00AD0932">
      <w:pPr>
        <w:pStyle w:val="tablecaption"/>
      </w:pPr>
      <w:r w:rsidRPr="000E27FA">
        <w:t xml:space="preserve">Table 29.B.7.b.(5)(LC) Employment-Related Practices </w:t>
      </w:r>
      <w:r>
        <w:t>Liability Premium Determination</w:t>
      </w:r>
    </w:p>
    <w:p w:rsidR="00193EA7" w:rsidRPr="00CA42BA" w:rsidRDefault="00193EA7" w:rsidP="00CA42BA"/>
    <w:sectPr w:rsidR="00193EA7" w:rsidRPr="00CA42BA" w:rsidSect="00CA42BA">
      <w:headerReference w:type="default" r:id="rId18"/>
      <w:footerReference w:type="default" r:id="rId19"/>
      <w:pgSz w:w="12240" w:h="15840" w:code="1"/>
      <w:pgMar w:top="1735" w:right="960" w:bottom="1560" w:left="1200" w:header="575" w:footer="480"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2BA" w:rsidRDefault="00CA42BA">
      <w:r>
        <w:separator/>
      </w:r>
    </w:p>
  </w:endnote>
  <w:endnote w:type="continuationSeparator" w:id="0">
    <w:p w:rsidR="00CA42BA" w:rsidRDefault="00CA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Default="00CA42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B40" w:rsidRPr="00CA42BA" w:rsidRDefault="00CA42BA" w:rsidP="00CA42BA">
    <w:pPr>
      <w:pStyle w:val="Footer"/>
      <w:jc w:val="center"/>
      <w:rPr>
        <w:color w:val="000000"/>
        <w:sz w:val="18"/>
      </w:rPr>
    </w:pPr>
    <w:r>
      <w:rPr>
        <w:color w:val="000000"/>
        <w:sz w:val="18"/>
      </w:rPr>
      <w:t>© Insurance Services Office, Inc., 2017          Montana          BP-2017-RLA1          D-</w:t>
    </w:r>
    <w:r>
      <w:rPr>
        <w:color w:val="000000"/>
        <w:sz w:val="18"/>
      </w:rPr>
      <w:fldChar w:fldCharType="begin"/>
    </w:r>
    <w:r>
      <w:rPr>
        <w:color w:val="000000"/>
        <w:sz w:val="18"/>
      </w:rPr>
      <w:instrText xml:space="preserve"> PAGE  \* MERGEFORMAT </w:instrText>
    </w:r>
    <w:r>
      <w:rPr>
        <w:color w:val="000000"/>
        <w:sz w:val="18"/>
      </w:rPr>
      <w:fldChar w:fldCharType="separate"/>
    </w:r>
    <w:r w:rsidR="00A26625">
      <w:rPr>
        <w:noProof/>
        <w:color w:val="000000"/>
        <w:sz w:val="18"/>
      </w:rPr>
      <w:t>2</w:t>
    </w:r>
    <w:r>
      <w:rPr>
        <w:color w:val="000000"/>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Default="00CA42B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Pr="00CA42BA" w:rsidRDefault="00CA42BA" w:rsidP="00CA42BA">
    <w:pPr>
      <w:pStyle w:val="Footer"/>
      <w:jc w:val="center"/>
      <w:rPr>
        <w:color w:val="000000"/>
        <w:sz w:val="18"/>
      </w:rPr>
    </w:pPr>
    <w:r>
      <w:rPr>
        <w:color w:val="000000"/>
        <w:sz w:val="18"/>
      </w:rPr>
      <w:t>© Insurance Services Office, Inc., 2017          Montana          BP-2017-RLA1          D-</w:t>
    </w:r>
    <w:r>
      <w:rPr>
        <w:color w:val="000000"/>
        <w:sz w:val="18"/>
      </w:rPr>
      <w:fldChar w:fldCharType="begin"/>
    </w:r>
    <w:r>
      <w:rPr>
        <w:color w:val="000000"/>
        <w:sz w:val="18"/>
      </w:rPr>
      <w:instrText xml:space="preserve"> PAGE  \* MERGEFORMAT </w:instrText>
    </w:r>
    <w:r>
      <w:rPr>
        <w:color w:val="000000"/>
        <w:sz w:val="18"/>
      </w:rPr>
      <w:fldChar w:fldCharType="separate"/>
    </w:r>
    <w:r w:rsidR="00A26625">
      <w:rPr>
        <w:noProof/>
        <w:color w:val="000000"/>
        <w:sz w:val="18"/>
      </w:rPr>
      <w:t>3</w:t>
    </w:r>
    <w:r>
      <w:rPr>
        <w:color w:val="000000"/>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Pr="00CA42BA" w:rsidRDefault="00CA42BA" w:rsidP="00CA42BA">
    <w:pPr>
      <w:pStyle w:val="Footer"/>
      <w:jc w:val="center"/>
      <w:rPr>
        <w:color w:val="000000"/>
        <w:sz w:val="18"/>
      </w:rPr>
    </w:pPr>
    <w:r>
      <w:rPr>
        <w:color w:val="000000"/>
        <w:sz w:val="18"/>
      </w:rPr>
      <w:t>© Insurance Services Office, Inc., 2017          Montana          BP-2017-RLA1          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6FC" w:rsidRPr="00CA42BA" w:rsidRDefault="00CA42BA" w:rsidP="00CA42BA">
    <w:pPr>
      <w:pStyle w:val="Footer"/>
      <w:jc w:val="center"/>
      <w:rPr>
        <w:color w:val="000000"/>
        <w:sz w:val="18"/>
      </w:rPr>
    </w:pPr>
    <w:r>
      <w:rPr>
        <w:color w:val="000000"/>
        <w:sz w:val="18"/>
      </w:rPr>
      <w:t>© Insurance Services Office, Inc., 2017          Montana          BP-2017-RLA1          D-</w:t>
    </w:r>
    <w:r>
      <w:rPr>
        <w:color w:val="000000"/>
        <w:sz w:val="18"/>
      </w:rPr>
      <w:fldChar w:fldCharType="begin"/>
    </w:r>
    <w:r>
      <w:rPr>
        <w:color w:val="000000"/>
        <w:sz w:val="18"/>
      </w:rPr>
      <w:instrText xml:space="preserve"> PAGE  \* MERGEFORMAT </w:instrText>
    </w:r>
    <w:r>
      <w:rPr>
        <w:color w:val="000000"/>
        <w:sz w:val="18"/>
      </w:rPr>
      <w:fldChar w:fldCharType="separate"/>
    </w:r>
    <w:r w:rsidR="00A26625">
      <w:rPr>
        <w:noProof/>
        <w:color w:val="000000"/>
        <w:sz w:val="18"/>
      </w:rPr>
      <w:t>4</w:t>
    </w:r>
    <w:r>
      <w:rPr>
        <w:color w:val="00000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2BA" w:rsidRDefault="00CA42BA">
      <w:r>
        <w:separator/>
      </w:r>
    </w:p>
  </w:footnote>
  <w:footnote w:type="continuationSeparator" w:id="0">
    <w:p w:rsidR="00CA42BA" w:rsidRDefault="00CA4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Default="00CA42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B40" w:rsidRDefault="00CA42BA">
    <w:pPr>
      <w:pStyle w:val="Header"/>
      <w:rPr>
        <w:sz w:val="18"/>
      </w:rPr>
    </w:pPr>
    <w:r>
      <w:rPr>
        <w:sz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2BA" w:rsidRDefault="00CA42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CA42BA">
      <w:tc>
        <w:tcPr>
          <w:tcW w:w="2420" w:type="dxa"/>
        </w:tcPr>
        <w:p w:rsidR="00CA42BA" w:rsidRDefault="00CA42BA">
          <w:pPr>
            <w:pStyle w:val="Header"/>
          </w:pPr>
          <w:smartTag w:uri="urn:schemas-microsoft-com:office:smarttags" w:element="State">
            <w:smartTag w:uri="urn:schemas-microsoft-com:office:smarttags" w:element="place">
              <w:r>
                <w:t>MONTANA</w:t>
              </w:r>
            </w:smartTag>
          </w:smartTag>
          <w:r>
            <w:t xml:space="preserve"> (25)</w:t>
          </w:r>
          <w:r>
            <w:br/>
          </w:r>
        </w:p>
      </w:tc>
      <w:tc>
        <w:tcPr>
          <w:tcW w:w="5440" w:type="dxa"/>
        </w:tcPr>
        <w:p w:rsidR="00CA42BA" w:rsidRDefault="00CA42BA">
          <w:pPr>
            <w:pStyle w:val="Header"/>
            <w:jc w:val="center"/>
          </w:pPr>
          <w:r>
            <w:t>COMMERCIAL LINES MANUAL</w:t>
          </w:r>
          <w:r>
            <w:br/>
            <w:t>DIVISION TEN</w:t>
          </w:r>
          <w:r>
            <w:br/>
            <w:t>BUSINESSOWNERS</w:t>
          </w:r>
          <w:r>
            <w:br/>
            <w:t>LOSS COST PAGES</w:t>
          </w:r>
        </w:p>
      </w:tc>
      <w:tc>
        <w:tcPr>
          <w:tcW w:w="2420" w:type="dxa"/>
        </w:tcPr>
        <w:p w:rsidR="00CA42BA" w:rsidRDefault="00CA42BA">
          <w:pPr>
            <w:pStyle w:val="Header"/>
            <w:jc w:val="right"/>
          </w:pPr>
          <w:r>
            <w:br/>
          </w:r>
        </w:p>
      </w:tc>
    </w:tr>
  </w:tbl>
  <w:p w:rsidR="00CA42BA" w:rsidRDefault="00CA42B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CA42BA">
      <w:tc>
        <w:tcPr>
          <w:tcW w:w="2420" w:type="dxa"/>
        </w:tcPr>
        <w:p w:rsidR="00CA42BA" w:rsidRDefault="00CA42BA">
          <w:pPr>
            <w:pStyle w:val="Header"/>
          </w:pPr>
          <w:r>
            <w:t>SUBLINE CODE ###</w:t>
          </w:r>
        </w:p>
      </w:tc>
      <w:tc>
        <w:tcPr>
          <w:tcW w:w="5440" w:type="dxa"/>
        </w:tcPr>
        <w:p w:rsidR="00CA42BA" w:rsidRDefault="00CA42BA">
          <w:pPr>
            <w:pStyle w:val="Header"/>
            <w:jc w:val="center"/>
          </w:pPr>
          <w:r>
            <w:t>COMMERCIAL LINES MANUAL</w:t>
          </w:r>
          <w:r>
            <w:br/>
            <w:t>DIVISION NINE  MULTIPLE LINE</w:t>
          </w:r>
          <w:r>
            <w:br/>
            <w:t>BUSINESSOWNERS SUBDIVISION</w:t>
          </w:r>
          <w:r>
            <w:br/>
            <w:t>LOSS COST PAGES</w:t>
          </w:r>
        </w:p>
      </w:tc>
      <w:tc>
        <w:tcPr>
          <w:tcW w:w="2420" w:type="dxa"/>
        </w:tcPr>
        <w:p w:rsidR="00CA42BA" w:rsidRDefault="00CA42BA">
          <w:pPr>
            <w:pStyle w:val="Header"/>
            <w:jc w:val="right"/>
          </w:pPr>
          <w:r>
            <w:t>STATE (##)</w:t>
          </w:r>
        </w:p>
      </w:tc>
    </w:tr>
  </w:tbl>
  <w:p w:rsidR="00CA42BA" w:rsidRDefault="00CA42B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CA42BA">
      <w:tc>
        <w:tcPr>
          <w:tcW w:w="2420" w:type="dxa"/>
        </w:tcPr>
        <w:p w:rsidR="00CA42BA" w:rsidRDefault="00CA42BA">
          <w:pPr>
            <w:pStyle w:val="Header"/>
          </w:pPr>
          <w:r>
            <w:t>STATE (##)</w:t>
          </w:r>
        </w:p>
      </w:tc>
      <w:tc>
        <w:tcPr>
          <w:tcW w:w="5440" w:type="dxa"/>
        </w:tcPr>
        <w:p w:rsidR="00CA42BA" w:rsidRDefault="00CA42BA">
          <w:pPr>
            <w:pStyle w:val="Header"/>
            <w:jc w:val="center"/>
          </w:pPr>
          <w:r>
            <w:t>COMMERCIAL LINES MANUAL</w:t>
          </w:r>
          <w:r>
            <w:br/>
            <w:t>DIVISION NINE – MULTIPLE LINE</w:t>
          </w:r>
          <w:r>
            <w:br/>
            <w:t>BUSINESSOWNERS SUBDIVISION</w:t>
          </w:r>
          <w:r>
            <w:br/>
            <w:t>LOSS COST PAGES</w:t>
          </w:r>
        </w:p>
      </w:tc>
      <w:tc>
        <w:tcPr>
          <w:tcW w:w="2420" w:type="dxa"/>
        </w:tcPr>
        <w:p w:rsidR="00CA42BA" w:rsidRDefault="00CA42BA">
          <w:pPr>
            <w:pStyle w:val="Header"/>
            <w:jc w:val="right"/>
          </w:pPr>
          <w:r>
            <w:t>SUBLINE CODE 915</w:t>
          </w:r>
        </w:p>
      </w:tc>
    </w:tr>
  </w:tbl>
  <w:p w:rsidR="00CA42BA" w:rsidRDefault="00CA42B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C356FC" w:rsidTr="00C356FC">
      <w:tc>
        <w:tcPr>
          <w:tcW w:w="2420" w:type="dxa"/>
        </w:tcPr>
        <w:p w:rsidR="00C356FC" w:rsidRDefault="00CA42BA" w:rsidP="00C356FC">
          <w:pPr>
            <w:pStyle w:val="Header"/>
          </w:pPr>
          <w:smartTag w:uri="urn:schemas-microsoft-com:office:smarttags" w:element="State">
            <w:smartTag w:uri="urn:schemas-microsoft-com:office:smarttags" w:element="place">
              <w:r>
                <w:t>MONTANA</w:t>
              </w:r>
            </w:smartTag>
          </w:smartTag>
          <w:r>
            <w:t xml:space="preserve"> (25)</w:t>
          </w:r>
        </w:p>
      </w:tc>
      <w:tc>
        <w:tcPr>
          <w:tcW w:w="5440" w:type="dxa"/>
        </w:tcPr>
        <w:p w:rsidR="00C356FC" w:rsidRDefault="00CA42BA" w:rsidP="00C356FC">
          <w:pPr>
            <w:pStyle w:val="Header"/>
            <w:jc w:val="center"/>
          </w:pPr>
          <w:r>
            <w:t>COMMERCIAL LINES MANUAL</w:t>
          </w:r>
          <w:r>
            <w:br/>
            <w:t>DIVISION TEN</w:t>
          </w:r>
          <w:r>
            <w:br/>
            <w:t>BUSINESSOWNERS</w:t>
          </w:r>
          <w:r>
            <w:br/>
            <w:t>LOSS COST PAGES</w:t>
          </w:r>
        </w:p>
      </w:tc>
      <w:tc>
        <w:tcPr>
          <w:tcW w:w="2420" w:type="dxa"/>
        </w:tcPr>
        <w:p w:rsidR="00C356FC" w:rsidRDefault="00CA42BA" w:rsidP="00C356FC">
          <w:pPr>
            <w:pStyle w:val="Header"/>
            <w:jc w:val="right"/>
          </w:pPr>
          <w:r>
            <w:br/>
          </w:r>
        </w:p>
      </w:tc>
    </w:tr>
  </w:tbl>
  <w:p w:rsidR="00C356FC" w:rsidRPr="003925B0" w:rsidRDefault="00A26625" w:rsidP="00C356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2BA"/>
    <w:rsid w:val="00193EA7"/>
    <w:rsid w:val="003B5234"/>
    <w:rsid w:val="007A2296"/>
    <w:rsid w:val="00A26625"/>
    <w:rsid w:val="00CA42BA"/>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sid w:val="00CA42BA"/>
    <w:rPr>
      <w:sz w:val="22"/>
    </w:rPr>
  </w:style>
  <w:style w:type="character" w:customStyle="1" w:styleId="FooterChar">
    <w:name w:val="Footer Char"/>
    <w:basedOn w:val="DefaultParagraphFont"/>
    <w:link w:val="Footer"/>
    <w:rsid w:val="00CA42BA"/>
    <w:rPr>
      <w:sz w:val="22"/>
    </w:rPr>
  </w:style>
  <w:style w:type="paragraph" w:customStyle="1" w:styleId="tablehead">
    <w:name w:val="tablehead"/>
    <w:basedOn w:val="isonormal"/>
    <w:rsid w:val="00CA42BA"/>
    <w:pPr>
      <w:spacing w:before="40" w:after="20"/>
      <w:jc w:val="center"/>
    </w:pPr>
    <w:rPr>
      <w:b/>
    </w:rPr>
  </w:style>
  <w:style w:type="paragraph" w:customStyle="1" w:styleId="tabletext11">
    <w:name w:val="tabletext1/1"/>
    <w:basedOn w:val="isonormal"/>
    <w:rsid w:val="00CA42BA"/>
    <w:pPr>
      <w:spacing w:before="20" w:after="20"/>
      <w:jc w:val="left"/>
    </w:pPr>
  </w:style>
  <w:style w:type="paragraph" w:customStyle="1" w:styleId="isonormal">
    <w:name w:val="isonormal"/>
    <w:rsid w:val="00CA42B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oxrule">
    <w:name w:val="boxrule"/>
    <w:basedOn w:val="isonormal"/>
    <w:next w:val="Normal"/>
    <w:rsid w:val="00CA42B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outlinehd2">
    <w:name w:val="outlinehd2"/>
    <w:basedOn w:val="isonormal"/>
    <w:next w:val="Normal"/>
    <w:rsid w:val="00CA42BA"/>
    <w:pPr>
      <w:keepNext/>
      <w:keepLines/>
      <w:tabs>
        <w:tab w:val="right" w:pos="480"/>
        <w:tab w:val="left" w:pos="600"/>
      </w:tabs>
      <w:ind w:left="600" w:hanging="600"/>
    </w:pPr>
    <w:rPr>
      <w:b/>
    </w:rPr>
  </w:style>
  <w:style w:type="paragraph" w:customStyle="1" w:styleId="outlinehd3">
    <w:name w:val="outlinehd3"/>
    <w:basedOn w:val="isonormal"/>
    <w:next w:val="Normal"/>
    <w:rsid w:val="00CA42BA"/>
    <w:pPr>
      <w:keepNext/>
      <w:keepLines/>
      <w:tabs>
        <w:tab w:val="right" w:pos="780"/>
        <w:tab w:val="left" w:pos="900"/>
      </w:tabs>
      <w:ind w:left="900" w:hanging="900"/>
    </w:pPr>
    <w:rPr>
      <w:b/>
    </w:rPr>
  </w:style>
  <w:style w:type="paragraph" w:customStyle="1" w:styleId="outlinehd4">
    <w:name w:val="outlinehd4"/>
    <w:basedOn w:val="isonormal"/>
    <w:next w:val="Normal"/>
    <w:rsid w:val="00CA42BA"/>
    <w:pPr>
      <w:keepNext/>
      <w:keepLines/>
      <w:tabs>
        <w:tab w:val="right" w:pos="1080"/>
        <w:tab w:val="left" w:pos="1200"/>
      </w:tabs>
      <w:ind w:left="1200" w:hanging="1200"/>
    </w:pPr>
    <w:rPr>
      <w:b/>
    </w:rPr>
  </w:style>
  <w:style w:type="paragraph" w:customStyle="1" w:styleId="outlinehd5">
    <w:name w:val="outlinehd5"/>
    <w:basedOn w:val="isonormal"/>
    <w:next w:val="Normal"/>
    <w:rsid w:val="00CA42BA"/>
    <w:pPr>
      <w:keepNext/>
      <w:keepLines/>
      <w:tabs>
        <w:tab w:val="right" w:pos="1380"/>
        <w:tab w:val="left" w:pos="1500"/>
      </w:tabs>
      <w:ind w:left="1500" w:hanging="1500"/>
    </w:pPr>
    <w:rPr>
      <w:b/>
    </w:rPr>
  </w:style>
  <w:style w:type="character" w:styleId="PageNumber">
    <w:name w:val="page number"/>
    <w:basedOn w:val="DefaultParagraphFont"/>
    <w:rsid w:val="00CA42BA"/>
  </w:style>
  <w:style w:type="paragraph" w:customStyle="1" w:styleId="space4">
    <w:name w:val="space4"/>
    <w:basedOn w:val="isonormal"/>
    <w:next w:val="isonormal"/>
    <w:rsid w:val="00CA42BA"/>
    <w:pPr>
      <w:spacing w:before="0" w:line="80" w:lineRule="exact"/>
    </w:pPr>
  </w:style>
  <w:style w:type="paragraph" w:customStyle="1" w:styleId="space8">
    <w:name w:val="space8"/>
    <w:basedOn w:val="isonormal"/>
    <w:next w:val="isonormal"/>
    <w:rsid w:val="00CA42BA"/>
    <w:pPr>
      <w:spacing w:before="0" w:line="160" w:lineRule="exact"/>
    </w:pPr>
  </w:style>
  <w:style w:type="paragraph" w:customStyle="1" w:styleId="subcap">
    <w:name w:val="subcap"/>
    <w:basedOn w:val="isonormal"/>
    <w:rsid w:val="00CA42BA"/>
    <w:pPr>
      <w:keepLines/>
      <w:suppressAutoHyphens/>
      <w:spacing w:before="0" w:line="200" w:lineRule="exact"/>
      <w:jc w:val="left"/>
    </w:pPr>
    <w:rPr>
      <w:b/>
      <w:caps/>
    </w:rPr>
  </w:style>
  <w:style w:type="paragraph" w:customStyle="1" w:styleId="tablecaption">
    <w:name w:val="tablecaption"/>
    <w:basedOn w:val="isonormal"/>
    <w:rsid w:val="00CA42BA"/>
    <w:pPr>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sid w:val="00CA42BA"/>
    <w:rPr>
      <w:sz w:val="22"/>
    </w:rPr>
  </w:style>
  <w:style w:type="character" w:customStyle="1" w:styleId="FooterChar">
    <w:name w:val="Footer Char"/>
    <w:basedOn w:val="DefaultParagraphFont"/>
    <w:link w:val="Footer"/>
    <w:rsid w:val="00CA42BA"/>
    <w:rPr>
      <w:sz w:val="22"/>
    </w:rPr>
  </w:style>
  <w:style w:type="paragraph" w:customStyle="1" w:styleId="tablehead">
    <w:name w:val="tablehead"/>
    <w:basedOn w:val="isonormal"/>
    <w:rsid w:val="00CA42BA"/>
    <w:pPr>
      <w:spacing w:before="40" w:after="20"/>
      <w:jc w:val="center"/>
    </w:pPr>
    <w:rPr>
      <w:b/>
    </w:rPr>
  </w:style>
  <w:style w:type="paragraph" w:customStyle="1" w:styleId="tabletext11">
    <w:name w:val="tabletext1/1"/>
    <w:basedOn w:val="isonormal"/>
    <w:rsid w:val="00CA42BA"/>
    <w:pPr>
      <w:spacing w:before="20" w:after="20"/>
      <w:jc w:val="left"/>
    </w:pPr>
  </w:style>
  <w:style w:type="paragraph" w:customStyle="1" w:styleId="isonormal">
    <w:name w:val="isonormal"/>
    <w:rsid w:val="00CA42B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oxrule">
    <w:name w:val="boxrule"/>
    <w:basedOn w:val="isonormal"/>
    <w:next w:val="Normal"/>
    <w:rsid w:val="00CA42B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outlinehd2">
    <w:name w:val="outlinehd2"/>
    <w:basedOn w:val="isonormal"/>
    <w:next w:val="Normal"/>
    <w:rsid w:val="00CA42BA"/>
    <w:pPr>
      <w:keepNext/>
      <w:keepLines/>
      <w:tabs>
        <w:tab w:val="right" w:pos="480"/>
        <w:tab w:val="left" w:pos="600"/>
      </w:tabs>
      <w:ind w:left="600" w:hanging="600"/>
    </w:pPr>
    <w:rPr>
      <w:b/>
    </w:rPr>
  </w:style>
  <w:style w:type="paragraph" w:customStyle="1" w:styleId="outlinehd3">
    <w:name w:val="outlinehd3"/>
    <w:basedOn w:val="isonormal"/>
    <w:next w:val="Normal"/>
    <w:rsid w:val="00CA42BA"/>
    <w:pPr>
      <w:keepNext/>
      <w:keepLines/>
      <w:tabs>
        <w:tab w:val="right" w:pos="780"/>
        <w:tab w:val="left" w:pos="900"/>
      </w:tabs>
      <w:ind w:left="900" w:hanging="900"/>
    </w:pPr>
    <w:rPr>
      <w:b/>
    </w:rPr>
  </w:style>
  <w:style w:type="paragraph" w:customStyle="1" w:styleId="outlinehd4">
    <w:name w:val="outlinehd4"/>
    <w:basedOn w:val="isonormal"/>
    <w:next w:val="Normal"/>
    <w:rsid w:val="00CA42BA"/>
    <w:pPr>
      <w:keepNext/>
      <w:keepLines/>
      <w:tabs>
        <w:tab w:val="right" w:pos="1080"/>
        <w:tab w:val="left" w:pos="1200"/>
      </w:tabs>
      <w:ind w:left="1200" w:hanging="1200"/>
    </w:pPr>
    <w:rPr>
      <w:b/>
    </w:rPr>
  </w:style>
  <w:style w:type="paragraph" w:customStyle="1" w:styleId="outlinehd5">
    <w:name w:val="outlinehd5"/>
    <w:basedOn w:val="isonormal"/>
    <w:next w:val="Normal"/>
    <w:rsid w:val="00CA42BA"/>
    <w:pPr>
      <w:keepNext/>
      <w:keepLines/>
      <w:tabs>
        <w:tab w:val="right" w:pos="1380"/>
        <w:tab w:val="left" w:pos="1500"/>
      </w:tabs>
      <w:ind w:left="1500" w:hanging="1500"/>
    </w:pPr>
    <w:rPr>
      <w:b/>
    </w:rPr>
  </w:style>
  <w:style w:type="character" w:styleId="PageNumber">
    <w:name w:val="page number"/>
    <w:basedOn w:val="DefaultParagraphFont"/>
    <w:rsid w:val="00CA42BA"/>
  </w:style>
  <w:style w:type="paragraph" w:customStyle="1" w:styleId="space4">
    <w:name w:val="space4"/>
    <w:basedOn w:val="isonormal"/>
    <w:next w:val="isonormal"/>
    <w:rsid w:val="00CA42BA"/>
    <w:pPr>
      <w:spacing w:before="0" w:line="80" w:lineRule="exact"/>
    </w:pPr>
  </w:style>
  <w:style w:type="paragraph" w:customStyle="1" w:styleId="space8">
    <w:name w:val="space8"/>
    <w:basedOn w:val="isonormal"/>
    <w:next w:val="isonormal"/>
    <w:rsid w:val="00CA42BA"/>
    <w:pPr>
      <w:spacing w:before="0" w:line="160" w:lineRule="exact"/>
    </w:pPr>
  </w:style>
  <w:style w:type="paragraph" w:customStyle="1" w:styleId="subcap">
    <w:name w:val="subcap"/>
    <w:basedOn w:val="isonormal"/>
    <w:rsid w:val="00CA42BA"/>
    <w:pPr>
      <w:keepLines/>
      <w:suppressAutoHyphens/>
      <w:spacing w:before="0" w:line="200" w:lineRule="exact"/>
      <w:jc w:val="left"/>
    </w:pPr>
    <w:rPr>
      <w:b/>
      <w:caps/>
    </w:rPr>
  </w:style>
  <w:style w:type="paragraph" w:customStyle="1" w:styleId="tablecaption">
    <w:name w:val="tablecaption"/>
    <w:basedOn w:val="isonormal"/>
    <w:rsid w:val="00CA42BA"/>
    <w:pPr>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4</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2017-01-17T14:14:00Z</dcterms:created>
  <dcterms:modified xsi:type="dcterms:W3CDTF">2017-01-17T14:14:00Z</dcterms:modified>
</cp:coreProperties>
</file>