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 xml:space="preserve"> </w:t>
      </w: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 xml:space="preserve">                                         COMMERCIAL PACKAGE POLICY</w:t>
      </w: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ab/>
      </w:r>
      <w:r>
        <w:tab/>
      </w:r>
      <w:r>
        <w:tab/>
      </w:r>
      <w:r>
        <w:tab/>
      </w:r>
      <w:r>
        <w:tab/>
        <w:t>TABLE OF CONTENTS</w:t>
      </w: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 xml:space="preserve">SECTION C </w:t>
      </w:r>
      <w:r>
        <w:noBreakHyphen/>
        <w:t xml:space="preserve"> REVISED CLM DIVISION NINE</w:t>
      </w: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6E15AA" w:rsidRDefault="006E15AA" w:rsidP="008276BC">
      <w:pPr>
        <w:tabs>
          <w:tab w:val="left" w:leader="dot" w:pos="8640"/>
          <w:tab w:val="left" w:pos="9000"/>
        </w:tabs>
      </w:pPr>
      <w:r>
        <w:t>Commercial Package Policy Package Modification Factors (Revised MLCP-PMF-1) ..................................    C-2</w:t>
      </w: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6E15AA" w:rsidRDefault="006E15AA" w:rsidP="008276BC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6E15AA" w:rsidRDefault="006E15AA" w:rsidP="006E15AA">
      <w:pPr>
        <w:sectPr w:rsidR="006E15AA" w:rsidSect="006E15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080" w:bottom="1440" w:left="1080" w:header="245" w:footer="1195" w:gutter="0"/>
          <w:paperSrc w:first="7" w:other="7"/>
          <w:pgNumType w:start="1"/>
          <w:cols w:space="720"/>
          <w:docGrid w:linePitch="299"/>
        </w:sectPr>
      </w:pPr>
      <w:bookmarkStart w:id="0" w:name="_GoBack"/>
      <w:bookmarkEnd w:id="0"/>
    </w:p>
    <w:p w:rsidR="006E15AA" w:rsidRDefault="006E15AA" w:rsidP="00D20778">
      <w:pPr>
        <w:pStyle w:val="subcap"/>
      </w:pPr>
      <w:r>
        <w:lastRenderedPageBreak/>
        <w:t>PACKAGE MODIFICATION FACTORS</w:t>
      </w:r>
    </w:p>
    <w:p w:rsidR="006E15AA" w:rsidRDefault="006E15AA" w:rsidP="00D20778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"/>
        <w:gridCol w:w="2680"/>
        <w:gridCol w:w="1800"/>
        <w:gridCol w:w="1710"/>
        <w:gridCol w:w="1890"/>
        <w:gridCol w:w="1890"/>
      </w:tblGrid>
      <w:tr w:rsidR="006E15AA" w:rsidTr="009C3CC2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15AA" w:rsidRDefault="006E15AA" w:rsidP="00D20778">
            <w:pPr>
              <w:pStyle w:val="tablehead"/>
            </w:pPr>
          </w:p>
        </w:tc>
        <w:tc>
          <w:tcPr>
            <w:tcW w:w="282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head"/>
            </w:pPr>
          </w:p>
        </w:tc>
        <w:tc>
          <w:tcPr>
            <w:tcW w:w="72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5AA" w:rsidRDefault="006E15AA" w:rsidP="00D20778">
            <w:pPr>
              <w:pStyle w:val="tablehead"/>
            </w:pPr>
            <w:r>
              <w:t>Premium From CLM Division</w:t>
            </w:r>
          </w:p>
        </w:tc>
      </w:tr>
      <w:tr w:rsidR="006E15AA" w:rsidTr="009C3CC2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15AA" w:rsidRDefault="006E15AA" w:rsidP="00D20778">
            <w:pPr>
              <w:pStyle w:val="tablehead"/>
            </w:pP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6E15AA" w:rsidRDefault="006E15AA" w:rsidP="00D20778">
            <w:pPr>
              <w:pStyle w:val="tablehead"/>
            </w:pPr>
            <w:r>
              <w:br/>
            </w:r>
            <w:r>
              <w:br/>
              <w:t>Package</w:t>
            </w:r>
            <w:r>
              <w:br/>
              <w:t>Modification</w:t>
            </w:r>
            <w:r>
              <w:br/>
              <w:t>Assignment</w:t>
            </w:r>
            <w:r>
              <w:br/>
              <w:t>(PMA)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15AA" w:rsidRDefault="006E15AA" w:rsidP="00D2077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Two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15AA" w:rsidRDefault="006E15AA" w:rsidP="00D20778">
            <w:pPr>
              <w:pStyle w:val="tablehead"/>
            </w:pPr>
            <w:r>
              <w:t>Three,</w:t>
            </w:r>
            <w:r>
              <w:br/>
              <w:t>Four,</w:t>
            </w:r>
            <w:r>
              <w:br/>
              <w:t>Five,</w:t>
            </w:r>
            <w:r>
              <w:br/>
              <w:t>Eight</w:t>
            </w:r>
            <w:r>
              <w:br/>
            </w:r>
            <w:r>
              <w:br/>
              <w:t>Property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15AA" w:rsidRDefault="006E15AA" w:rsidP="00D20778">
            <w:pPr>
              <w:pStyle w:val="tablehead"/>
            </w:pPr>
            <w:r>
              <w:br/>
            </w:r>
            <w:r>
              <w:br/>
              <w:t>Four,</w:t>
            </w:r>
            <w:r>
              <w:br/>
              <w:t>Six</w:t>
            </w:r>
            <w:r>
              <w:br/>
            </w:r>
            <w:r>
              <w:br/>
              <w:t>Liability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5AA" w:rsidRDefault="006E15AA" w:rsidP="00D20778">
            <w:pPr>
              <w:pStyle w:val="tablehead"/>
            </w:pP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Divisions</w:t>
            </w:r>
          </w:p>
        </w:tc>
      </w:tr>
      <w:tr w:rsidR="006E15A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15AA" w:rsidRDefault="006E15AA" w:rsidP="00D20778">
            <w:pPr>
              <w:pStyle w:val="tabletext00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</w:pPr>
          </w:p>
        </w:tc>
        <w:tc>
          <w:tcPr>
            <w:tcW w:w="2680" w:type="dxa"/>
          </w:tcPr>
          <w:p w:rsidR="006E15AA" w:rsidRDefault="006E15AA" w:rsidP="00D20778">
            <w:pPr>
              <w:pStyle w:val="tabletext00"/>
            </w:pPr>
            <w:r>
              <w:t>Apartment House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.96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15AA" w:rsidRDefault="006E15AA" w:rsidP="00D20778">
            <w:pPr>
              <w:pStyle w:val="tabletext00"/>
              <w:tabs>
                <w:tab w:val="decimal" w:pos="850"/>
              </w:tabs>
            </w:pPr>
            <w:r>
              <w:t>1.00</w:t>
            </w:r>
          </w:p>
        </w:tc>
      </w:tr>
      <w:tr w:rsidR="006E15A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15AA" w:rsidRDefault="006E15AA" w:rsidP="00D20778">
            <w:pPr>
              <w:pStyle w:val="tabletext00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</w:pPr>
          </w:p>
        </w:tc>
        <w:tc>
          <w:tcPr>
            <w:tcW w:w="2680" w:type="dxa"/>
          </w:tcPr>
          <w:p w:rsidR="006E15AA" w:rsidRDefault="006E15AA" w:rsidP="00D20778">
            <w:pPr>
              <w:pStyle w:val="tabletext00"/>
            </w:pPr>
            <w:r>
              <w:t>Contractors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15AA" w:rsidRDefault="006E15AA" w:rsidP="00D20778">
            <w:pPr>
              <w:pStyle w:val="tabletext00"/>
              <w:tabs>
                <w:tab w:val="decimal" w:pos="850"/>
              </w:tabs>
            </w:pPr>
            <w:r>
              <w:t>1.00</w:t>
            </w:r>
          </w:p>
        </w:tc>
      </w:tr>
      <w:tr w:rsidR="006E15A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15AA" w:rsidRDefault="006E15AA" w:rsidP="00D20778">
            <w:pPr>
              <w:pStyle w:val="tabletext00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</w:pPr>
          </w:p>
        </w:tc>
        <w:tc>
          <w:tcPr>
            <w:tcW w:w="2680" w:type="dxa"/>
          </w:tcPr>
          <w:p w:rsidR="006E15AA" w:rsidRDefault="006E15AA" w:rsidP="00D20778">
            <w:pPr>
              <w:pStyle w:val="tabletext00"/>
            </w:pPr>
            <w:r>
              <w:t>Industrial &amp; Processing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.88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15AA" w:rsidRDefault="006E15AA" w:rsidP="00D20778">
            <w:pPr>
              <w:pStyle w:val="tabletext00"/>
              <w:tabs>
                <w:tab w:val="decimal" w:pos="850"/>
              </w:tabs>
            </w:pPr>
            <w:r>
              <w:t>1.00</w:t>
            </w:r>
          </w:p>
        </w:tc>
      </w:tr>
      <w:tr w:rsidR="006E15A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15AA" w:rsidRDefault="006E15AA" w:rsidP="00D20778">
            <w:pPr>
              <w:pStyle w:val="tabletext00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</w:pPr>
          </w:p>
        </w:tc>
        <w:tc>
          <w:tcPr>
            <w:tcW w:w="2680" w:type="dxa"/>
          </w:tcPr>
          <w:p w:rsidR="006E15AA" w:rsidRDefault="006E15AA" w:rsidP="00D20778">
            <w:pPr>
              <w:pStyle w:val="tabletext00"/>
            </w:pPr>
            <w:r>
              <w:t>Institutional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.98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15AA" w:rsidRDefault="006E15AA" w:rsidP="00D20778">
            <w:pPr>
              <w:pStyle w:val="tabletext00"/>
              <w:tabs>
                <w:tab w:val="decimal" w:pos="850"/>
              </w:tabs>
            </w:pPr>
            <w:r>
              <w:t>1.00</w:t>
            </w:r>
          </w:p>
        </w:tc>
      </w:tr>
      <w:tr w:rsidR="006E15A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15AA" w:rsidRDefault="006E15AA" w:rsidP="00D20778">
            <w:pPr>
              <w:pStyle w:val="tabletext00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</w:pPr>
          </w:p>
        </w:tc>
        <w:tc>
          <w:tcPr>
            <w:tcW w:w="2680" w:type="dxa"/>
          </w:tcPr>
          <w:p w:rsidR="006E15AA" w:rsidRDefault="006E15AA" w:rsidP="00D20778">
            <w:pPr>
              <w:pStyle w:val="tabletext00"/>
            </w:pPr>
            <w:r>
              <w:t>Mercantile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15AA" w:rsidRDefault="006E15AA" w:rsidP="00D20778">
            <w:pPr>
              <w:pStyle w:val="tabletext00"/>
              <w:tabs>
                <w:tab w:val="decimal" w:pos="850"/>
              </w:tabs>
            </w:pPr>
            <w:r>
              <w:t>1.00</w:t>
            </w:r>
          </w:p>
        </w:tc>
      </w:tr>
      <w:tr w:rsidR="006E15A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15AA" w:rsidRDefault="006E15AA" w:rsidP="00D20778">
            <w:pPr>
              <w:pStyle w:val="tabletext10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10"/>
            </w:pPr>
          </w:p>
        </w:tc>
        <w:tc>
          <w:tcPr>
            <w:tcW w:w="2680" w:type="dxa"/>
          </w:tcPr>
          <w:p w:rsidR="006E15AA" w:rsidRDefault="006E15AA" w:rsidP="00D20778">
            <w:pPr>
              <w:pStyle w:val="tabletext10"/>
            </w:pPr>
            <w:r>
              <w:t>Motel/Hotel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15AA" w:rsidRDefault="006E15AA" w:rsidP="00D20778">
            <w:pPr>
              <w:pStyle w:val="tabletext00"/>
              <w:tabs>
                <w:tab w:val="decimal" w:pos="850"/>
              </w:tabs>
              <w:rPr>
                <w:lang w:val="fr-FR"/>
              </w:rPr>
            </w:pPr>
            <w:r>
              <w:rPr>
                <w:lang w:val="fr-FR"/>
              </w:rPr>
              <w:t>1.00</w:t>
            </w:r>
          </w:p>
        </w:tc>
      </w:tr>
      <w:tr w:rsidR="006E15A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15AA" w:rsidRDefault="006E15AA" w:rsidP="00D20778">
            <w:pPr>
              <w:pStyle w:val="tabletext00"/>
              <w:rPr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rPr>
                <w:lang w:val="fr-FR"/>
              </w:rPr>
            </w:pPr>
          </w:p>
        </w:tc>
        <w:tc>
          <w:tcPr>
            <w:tcW w:w="2680" w:type="dxa"/>
          </w:tcPr>
          <w:p w:rsidR="006E15AA" w:rsidRDefault="006E15AA" w:rsidP="00D20778">
            <w:pPr>
              <w:pStyle w:val="tabletext00"/>
              <w:rPr>
                <w:lang w:val="fr-FR"/>
              </w:rPr>
            </w:pPr>
            <w:r>
              <w:rPr>
                <w:lang w:val="fr-FR"/>
              </w:rPr>
              <w:t>Office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15AA" w:rsidRDefault="006E15AA" w:rsidP="00D20778">
            <w:pPr>
              <w:pStyle w:val="tabletext00"/>
              <w:tabs>
                <w:tab w:val="decimal" w:pos="850"/>
              </w:tabs>
              <w:rPr>
                <w:lang w:val="fr-FR"/>
              </w:rPr>
            </w:pPr>
            <w:r>
              <w:rPr>
                <w:lang w:val="fr-FR"/>
              </w:rPr>
              <w:t>1.00</w:t>
            </w:r>
          </w:p>
        </w:tc>
      </w:tr>
      <w:tr w:rsidR="006E15AA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15AA" w:rsidRDefault="006E15AA" w:rsidP="00D20778">
            <w:pPr>
              <w:pStyle w:val="tabletext01"/>
              <w:rPr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6E15AA" w:rsidRDefault="006E15AA" w:rsidP="00D20778">
            <w:pPr>
              <w:pStyle w:val="tabletext01"/>
              <w:rPr>
                <w:lang w:val="fr-FR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E15AA" w:rsidRDefault="006E15AA" w:rsidP="00D20778">
            <w:pPr>
              <w:pStyle w:val="tabletext01"/>
              <w:rPr>
                <w:lang w:val="fr-FR"/>
              </w:rPr>
            </w:pPr>
            <w:r>
              <w:rPr>
                <w:lang w:val="fr-FR"/>
              </w:rPr>
              <w:t>Service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15AA" w:rsidRDefault="006E15AA" w:rsidP="00D20778">
            <w:pPr>
              <w:pStyle w:val="tabletext00"/>
              <w:tabs>
                <w:tab w:val="decimal" w:pos="760"/>
              </w:tabs>
            </w:pPr>
            <w:r>
              <w:t>.97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5AA" w:rsidRDefault="006E15AA" w:rsidP="00D20778">
            <w:pPr>
              <w:pStyle w:val="tabletext00"/>
              <w:tabs>
                <w:tab w:val="decimal" w:pos="850"/>
              </w:tabs>
              <w:rPr>
                <w:lang w:val="fr-FR"/>
              </w:rPr>
            </w:pPr>
            <w:r>
              <w:rPr>
                <w:lang w:val="fr-FR"/>
              </w:rPr>
              <w:t>1.00</w:t>
            </w:r>
          </w:p>
        </w:tc>
      </w:tr>
    </w:tbl>
    <w:p w:rsidR="006E15AA" w:rsidRDefault="006E15AA" w:rsidP="00D20778">
      <w:pPr>
        <w:pStyle w:val="tablecaption"/>
        <w:sectPr w:rsidR="006E15AA" w:rsidSect="006E15AA">
          <w:headerReference w:type="default" r:id="rId13"/>
          <w:footerReference w:type="default" r:id="rId14"/>
          <w:pgSz w:w="12240" w:h="15840"/>
          <w:pgMar w:top="1800" w:right="960" w:bottom="1560" w:left="1200" w:header="600" w:footer="480" w:gutter="0"/>
          <w:paperSrc w:first="7" w:other="7"/>
          <w:cols w:space="720"/>
          <w:docGrid w:linePitch="299"/>
        </w:sectPr>
      </w:pPr>
    </w:p>
    <w:p w:rsidR="006E15AA" w:rsidRDefault="006E15AA" w:rsidP="00D20778">
      <w:pPr>
        <w:pStyle w:val="tablecaption"/>
      </w:pPr>
      <w:r>
        <w:lastRenderedPageBreak/>
        <w:t>Table 1. Package Modification Factors</w:t>
      </w:r>
    </w:p>
    <w:p w:rsidR="006E15AA" w:rsidRDefault="006E15AA" w:rsidP="00D20778"/>
    <w:p w:rsidR="00193EA7" w:rsidRPr="006E15AA" w:rsidRDefault="00193EA7" w:rsidP="006E15AA"/>
    <w:sectPr w:rsidR="00193EA7" w:rsidRPr="006E15AA" w:rsidSect="006E15AA">
      <w:type w:val="continuous"/>
      <w:pgSz w:w="12240" w:h="15840"/>
      <w:pgMar w:top="1800" w:right="960" w:bottom="1560" w:left="1200" w:header="600" w:footer="480" w:gutter="0"/>
      <w:cols w:num="2"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5AA" w:rsidRDefault="006E15AA">
      <w:r>
        <w:separator/>
      </w:r>
    </w:p>
  </w:endnote>
  <w:endnote w:type="continuationSeparator" w:id="0">
    <w:p w:rsidR="006E15AA" w:rsidRDefault="006E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5AA" w:rsidRDefault="006E15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75" w:rsidRPr="006E15AA" w:rsidRDefault="006E15AA" w:rsidP="006E15AA">
    <w:pPr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Mississippi          ML-2016-RLA1          C-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9E23CC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5AA" w:rsidRDefault="006E15A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5AA" w:rsidRPr="006E15AA" w:rsidRDefault="006E15AA" w:rsidP="006E15AA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Mississippi          ML-2016-RLA1          C-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9E23CC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5AA" w:rsidRDefault="006E15AA">
      <w:r>
        <w:separator/>
      </w:r>
    </w:p>
  </w:footnote>
  <w:footnote w:type="continuationSeparator" w:id="0">
    <w:p w:rsidR="006E15AA" w:rsidRDefault="006E1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5AA" w:rsidRDefault="006E15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75" w:rsidRPr="006E15AA" w:rsidRDefault="009E23CC" w:rsidP="006E15AA">
    <w:pPr>
      <w:jc w:val="center"/>
      <w:rPr>
        <w:color w:val="000000"/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5AA" w:rsidRDefault="006E15A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E15AA">
      <w:tc>
        <w:tcPr>
          <w:tcW w:w="2420" w:type="dxa"/>
        </w:tcPr>
        <w:p w:rsidR="006E15AA" w:rsidRDefault="006E15AA">
          <w:pPr>
            <w:pStyle w:val="Header"/>
          </w:pPr>
        </w:p>
      </w:tc>
      <w:tc>
        <w:tcPr>
          <w:tcW w:w="5440" w:type="dxa"/>
        </w:tcPr>
        <w:p w:rsidR="006E15AA" w:rsidRDefault="006E15AA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COMMERCIAL PACKAGE POLICY</w:t>
          </w:r>
          <w:r>
            <w:br/>
            <w:t>PACKAGE MODIFICATION FACTORS</w:t>
          </w:r>
        </w:p>
      </w:tc>
      <w:tc>
        <w:tcPr>
          <w:tcW w:w="2420" w:type="dxa"/>
        </w:tcPr>
        <w:p w:rsidR="006E15AA" w:rsidRDefault="006E15AA" w:rsidP="00D20778">
          <w:pPr>
            <w:pStyle w:val="Header"/>
            <w:jc w:val="right"/>
          </w:pPr>
          <w:r>
            <w:t>MISSISSIPPI (23)</w:t>
          </w:r>
        </w:p>
      </w:tc>
    </w:tr>
  </w:tbl>
  <w:p w:rsidR="006E15AA" w:rsidRDefault="006E15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AA"/>
    <w:rsid w:val="00193EA7"/>
    <w:rsid w:val="003B5234"/>
    <w:rsid w:val="006E15AA"/>
    <w:rsid w:val="007A2296"/>
    <w:rsid w:val="009E23CC"/>
    <w:rsid w:val="00CC377A"/>
    <w:rsid w:val="00E3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customStyle="1" w:styleId="isonormal">
    <w:name w:val="isonormal"/>
    <w:rsid w:val="006E15A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subcap">
    <w:name w:val="subcap"/>
    <w:basedOn w:val="isonormal"/>
    <w:rsid w:val="006E15A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6E15AA"/>
    <w:pPr>
      <w:jc w:val="left"/>
    </w:pPr>
    <w:rPr>
      <w:b/>
    </w:rPr>
  </w:style>
  <w:style w:type="paragraph" w:customStyle="1" w:styleId="tablehead">
    <w:name w:val="tablehead"/>
    <w:basedOn w:val="isonormal"/>
    <w:rsid w:val="006E15AA"/>
    <w:pPr>
      <w:spacing w:before="40" w:after="20"/>
      <w:jc w:val="center"/>
    </w:pPr>
    <w:rPr>
      <w:b/>
    </w:rPr>
  </w:style>
  <w:style w:type="paragraph" w:customStyle="1" w:styleId="tabletext00">
    <w:name w:val="tabletext0/0"/>
    <w:basedOn w:val="isonormal"/>
    <w:rsid w:val="006E15AA"/>
    <w:pPr>
      <w:spacing w:before="0"/>
      <w:jc w:val="left"/>
    </w:pPr>
  </w:style>
  <w:style w:type="paragraph" w:customStyle="1" w:styleId="tabletext10">
    <w:name w:val="tabletext1/0"/>
    <w:basedOn w:val="isonormal"/>
    <w:rsid w:val="006E15AA"/>
    <w:pPr>
      <w:spacing w:before="20"/>
      <w:jc w:val="left"/>
    </w:pPr>
  </w:style>
  <w:style w:type="paragraph" w:customStyle="1" w:styleId="tabletext01">
    <w:name w:val="tabletext0/1"/>
    <w:basedOn w:val="isonormal"/>
    <w:rsid w:val="006E15AA"/>
    <w:pPr>
      <w:spacing w:before="0" w:after="20"/>
      <w:jc w:val="left"/>
    </w:pPr>
  </w:style>
  <w:style w:type="character" w:customStyle="1" w:styleId="FooterChar">
    <w:name w:val="Footer Char"/>
    <w:basedOn w:val="DefaultParagraphFont"/>
    <w:link w:val="Footer"/>
    <w:rsid w:val="006E15AA"/>
    <w:rPr>
      <w:sz w:val="22"/>
    </w:rPr>
  </w:style>
  <w:style w:type="character" w:customStyle="1" w:styleId="HeaderChar">
    <w:name w:val="Header Char"/>
    <w:basedOn w:val="DefaultParagraphFont"/>
    <w:link w:val="Header"/>
    <w:rsid w:val="006E15AA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customStyle="1" w:styleId="isonormal">
    <w:name w:val="isonormal"/>
    <w:rsid w:val="006E15A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subcap">
    <w:name w:val="subcap"/>
    <w:basedOn w:val="isonormal"/>
    <w:rsid w:val="006E15A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6E15AA"/>
    <w:pPr>
      <w:jc w:val="left"/>
    </w:pPr>
    <w:rPr>
      <w:b/>
    </w:rPr>
  </w:style>
  <w:style w:type="paragraph" w:customStyle="1" w:styleId="tablehead">
    <w:name w:val="tablehead"/>
    <w:basedOn w:val="isonormal"/>
    <w:rsid w:val="006E15AA"/>
    <w:pPr>
      <w:spacing w:before="40" w:after="20"/>
      <w:jc w:val="center"/>
    </w:pPr>
    <w:rPr>
      <w:b/>
    </w:rPr>
  </w:style>
  <w:style w:type="paragraph" w:customStyle="1" w:styleId="tabletext00">
    <w:name w:val="tabletext0/0"/>
    <w:basedOn w:val="isonormal"/>
    <w:rsid w:val="006E15AA"/>
    <w:pPr>
      <w:spacing w:before="0"/>
      <w:jc w:val="left"/>
    </w:pPr>
  </w:style>
  <w:style w:type="paragraph" w:customStyle="1" w:styleId="tabletext10">
    <w:name w:val="tabletext1/0"/>
    <w:basedOn w:val="isonormal"/>
    <w:rsid w:val="006E15AA"/>
    <w:pPr>
      <w:spacing w:before="20"/>
      <w:jc w:val="left"/>
    </w:pPr>
  </w:style>
  <w:style w:type="paragraph" w:customStyle="1" w:styleId="tabletext01">
    <w:name w:val="tabletext0/1"/>
    <w:basedOn w:val="isonormal"/>
    <w:rsid w:val="006E15AA"/>
    <w:pPr>
      <w:spacing w:before="0" w:after="20"/>
      <w:jc w:val="left"/>
    </w:pPr>
  </w:style>
  <w:style w:type="character" w:customStyle="1" w:styleId="FooterChar">
    <w:name w:val="Footer Char"/>
    <w:basedOn w:val="DefaultParagraphFont"/>
    <w:link w:val="Footer"/>
    <w:rsid w:val="006E15AA"/>
    <w:rPr>
      <w:sz w:val="22"/>
    </w:rPr>
  </w:style>
  <w:style w:type="character" w:customStyle="1" w:styleId="HeaderChar">
    <w:name w:val="Header Char"/>
    <w:basedOn w:val="DefaultParagraphFont"/>
    <w:link w:val="Header"/>
    <w:rsid w:val="006E15A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2</Pages>
  <Words>113</Words>
  <Characters>649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2017-05-02T15:42:00Z</dcterms:created>
  <dcterms:modified xsi:type="dcterms:W3CDTF">2017-05-02T15:42:00Z</dcterms:modified>
</cp:coreProperties>
</file>