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Default="0093701A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DELAWARE</w:t>
      </w:r>
    </w:p>
    <w:p w:rsidR="009448A7" w:rsidRDefault="009420E1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COMMERCIAL AUTOMOBILE</w:t>
      </w:r>
      <w:r w:rsidR="009448A7">
        <w:rPr>
          <w:rStyle w:val="PageNumber"/>
          <w:szCs w:val="22"/>
        </w:rPr>
        <w:t xml:space="preserve"> </w:t>
      </w:r>
      <w:r w:rsidR="009448A7"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20E1" w:rsidRDefault="009420E1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3701A" w:rsidRDefault="0093701A" w:rsidP="0093701A">
      <w:pPr>
        <w:pStyle w:val="boxrule"/>
      </w:pPr>
      <w:r>
        <w:t>100.  INCREASED LIABILITY LIMITS</w:t>
      </w:r>
    </w:p>
    <w:p w:rsidR="0093701A" w:rsidRDefault="0093701A" w:rsidP="0093701A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93701A" w:rsidRDefault="0093701A" w:rsidP="0093701A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00"/>
        <w:gridCol w:w="581"/>
        <w:gridCol w:w="1089"/>
        <w:gridCol w:w="593"/>
        <w:gridCol w:w="1087"/>
        <w:gridCol w:w="595"/>
        <w:gridCol w:w="1085"/>
        <w:gridCol w:w="596"/>
        <w:gridCol w:w="1040"/>
        <w:gridCol w:w="642"/>
        <w:gridCol w:w="1060"/>
        <w:gridCol w:w="622"/>
      </w:tblGrid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head"/>
            </w:pPr>
            <w:r>
              <w:br w:type="column"/>
            </w:r>
            <w:r>
              <w:br w:type="column"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01A" w:rsidRDefault="0093701A" w:rsidP="00FD593C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01A" w:rsidRDefault="0093701A" w:rsidP="00FD593C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01A" w:rsidRDefault="0093701A" w:rsidP="00FD593C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01A" w:rsidRDefault="0093701A" w:rsidP="00FD593C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01A" w:rsidRDefault="0093701A" w:rsidP="00FD593C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01A" w:rsidRDefault="0093701A" w:rsidP="00FD593C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25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0" w:author="Author" w:date="2019-09-11T12:03:00Z">
              <w:r>
                <w:t>0.68</w:t>
              </w:r>
            </w:ins>
            <w:del w:id="1" w:author="Author" w:date="2019-09-11T12:03:00Z">
              <w:r w:rsidDel="00EC15B9">
                <w:delText>0.69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2" w:author="Author" w:date="2019-09-11T12:05:00Z">
              <w:r>
                <w:t>0.67</w:t>
              </w:r>
            </w:ins>
            <w:del w:id="3" w:author="Author" w:date="2019-09-11T12:05:00Z">
              <w:r w:rsidDel="000474DE">
                <w:delText>0.69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4" w:author="Author" w:date="2019-09-11T12:08:00Z">
              <w:r>
                <w:t>0.65</w:t>
              </w:r>
            </w:ins>
            <w:del w:id="5" w:author="Author" w:date="2019-09-11T12:08:00Z">
              <w:r w:rsidDel="000474DE">
                <w:delText>0.66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6" w:author="Author" w:date="2019-09-11T12:12:00Z">
              <w:r>
                <w:t>0.65</w:t>
              </w:r>
            </w:ins>
            <w:del w:id="7" w:author="Author" w:date="2019-09-11T12:12:00Z">
              <w:r w:rsidDel="000474DE">
                <w:delText>0.66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8" w:author="Author" w:date="2019-09-11T12:10:00Z">
              <w:r>
                <w:t>0.68</w:t>
              </w:r>
            </w:ins>
            <w:del w:id="9" w:author="Author" w:date="2019-09-11T12:10:00Z">
              <w:r w:rsidDel="000474DE">
                <w:delText>0.69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</w:tr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60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0.88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0" w:author="Author" w:date="2019-09-11T12:05:00Z">
              <w:r>
                <w:t>0.87</w:t>
              </w:r>
            </w:ins>
            <w:del w:id="11" w:author="Author" w:date="2019-09-11T12:05:00Z">
              <w:r w:rsidDel="000474DE">
                <w:delText>0.88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0.86</w:t>
            </w:r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2" w:author="Author" w:date="2019-09-11T16:45:00Z">
              <w:r>
                <w:t>0.85</w:t>
              </w:r>
            </w:ins>
            <w:del w:id="13" w:author="Author" w:date="2019-09-11T16:45:00Z">
              <w:r w:rsidDel="0067653D">
                <w:delText>0.86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0.88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</w:tr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1.00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</w:tr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1.05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1.06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1.07</w:t>
            </w:r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1.06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</w:tr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1.10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4" w:author="Author" w:date="2019-09-11T12:05:00Z">
              <w:r>
                <w:t>1.12</w:t>
              </w:r>
            </w:ins>
            <w:del w:id="15" w:author="Author" w:date="2019-09-11T12:05:00Z">
              <w:r w:rsidDel="000474DE">
                <w:delText>1.11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1.12</w:t>
            </w:r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6" w:author="Author" w:date="2019-09-11T12:12:00Z">
              <w:r>
                <w:t>1.13</w:t>
              </w:r>
            </w:ins>
            <w:del w:id="17" w:author="Author" w:date="2019-09-11T12:12:00Z">
              <w:r w:rsidDel="000474DE">
                <w:delText>1.12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1.10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</w:tr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Pr="00F13C54" w:rsidRDefault="0093701A" w:rsidP="00FD593C">
            <w:pPr>
              <w:pStyle w:val="tabletext11"/>
              <w:rPr>
                <w:b/>
              </w:rPr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1.17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8" w:author="Author" w:date="2019-09-11T12:05:00Z">
              <w:r>
                <w:t>1.20</w:t>
              </w:r>
            </w:ins>
            <w:del w:id="19" w:author="Author" w:date="2019-09-11T12:05:00Z">
              <w:r w:rsidDel="000474DE">
                <w:delText>1.19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1.22</w:t>
            </w:r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20" w:author="Author" w:date="2019-09-11T12:12:00Z">
              <w:r>
                <w:t>1.2</w:t>
              </w:r>
            </w:ins>
            <w:ins w:id="21" w:author="Author" w:date="2019-09-11T16:51:00Z">
              <w:r>
                <w:t>4</w:t>
              </w:r>
            </w:ins>
            <w:del w:id="22" w:author="Author" w:date="2019-09-11T12:12:00Z">
              <w:r w:rsidDel="000474DE">
                <w:delText>1.22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1.18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</w:tr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</w:tr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1.23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23" w:author="Author" w:date="2019-09-11T12:05:00Z">
              <w:r>
                <w:t>1.28</w:t>
              </w:r>
            </w:ins>
            <w:del w:id="24" w:author="Author" w:date="2019-09-11T12:05:00Z">
              <w:r w:rsidDel="000474DE">
                <w:delText>1.25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1.31</w:t>
            </w:r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25" w:author="Author" w:date="2019-09-11T12:13:00Z">
              <w:r>
                <w:t>1.3</w:t>
              </w:r>
            </w:ins>
            <w:ins w:id="26" w:author="Author" w:date="2019-09-11T16:51:00Z">
              <w:r>
                <w:t>2</w:t>
              </w:r>
            </w:ins>
            <w:del w:id="27" w:author="Author" w:date="2019-09-11T12:13:00Z">
              <w:r w:rsidDel="000474DE">
                <w:delText>1.30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28" w:author="Author" w:date="2019-09-11T12:10:00Z">
              <w:r>
                <w:t>1.25</w:t>
              </w:r>
            </w:ins>
            <w:del w:id="29" w:author="Author" w:date="2019-09-11T12:10:00Z">
              <w:r w:rsidDel="000474DE">
                <w:delText>1.24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</w:tr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1.28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30" w:author="Author" w:date="2019-09-11T12:06:00Z">
              <w:r>
                <w:t>1.34</w:t>
              </w:r>
            </w:ins>
            <w:del w:id="31" w:author="Author" w:date="2019-09-11T12:06:00Z">
              <w:r w:rsidDel="000474DE">
                <w:delText>1.30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1.38</w:t>
            </w:r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32" w:author="Author" w:date="2019-09-11T12:13:00Z">
              <w:r>
                <w:t>1.</w:t>
              </w:r>
            </w:ins>
            <w:ins w:id="33" w:author="Author" w:date="2019-09-11T16:51:00Z">
              <w:r>
                <w:t>40</w:t>
              </w:r>
            </w:ins>
            <w:del w:id="34" w:author="Author" w:date="2019-09-11T12:13:00Z">
              <w:r w:rsidDel="000474DE">
                <w:delText>1.37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1.30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</w:tr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1.32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35" w:author="Author" w:date="2019-09-11T12:06:00Z">
              <w:r>
                <w:t>1.40</w:t>
              </w:r>
            </w:ins>
            <w:del w:id="36" w:author="Author" w:date="2019-09-11T12:06:00Z">
              <w:r w:rsidDel="000474DE">
                <w:delText>1.35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1.45</w:t>
            </w:r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37" w:author="Author" w:date="2019-09-11T12:13:00Z">
              <w:r>
                <w:t>1.4</w:t>
              </w:r>
            </w:ins>
            <w:ins w:id="38" w:author="Author" w:date="2019-09-11T16:51:00Z">
              <w:r>
                <w:t>7</w:t>
              </w:r>
            </w:ins>
            <w:del w:id="39" w:author="Author" w:date="2019-09-11T12:13:00Z">
              <w:r w:rsidDel="000474DE">
                <w:delText>1.43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1.35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</w:tr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1.36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40" w:author="Author" w:date="2019-09-11T12:06:00Z">
              <w:r>
                <w:t>1.45</w:t>
              </w:r>
            </w:ins>
            <w:del w:id="41" w:author="Author" w:date="2019-09-11T12:06:00Z">
              <w:r w:rsidDel="000474DE">
                <w:delText>1.39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42" w:author="Author" w:date="2019-09-11T12:08:00Z">
              <w:r>
                <w:t>1.51</w:t>
              </w:r>
            </w:ins>
            <w:del w:id="43" w:author="Author" w:date="2019-09-11T12:08:00Z">
              <w:r w:rsidDel="000474DE">
                <w:delText>1.52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44" w:author="Author" w:date="2019-09-11T12:13:00Z">
              <w:r>
                <w:t>1.5</w:t>
              </w:r>
            </w:ins>
            <w:ins w:id="45" w:author="Author" w:date="2019-09-11T16:50:00Z">
              <w:r>
                <w:t>3</w:t>
              </w:r>
            </w:ins>
            <w:del w:id="46" w:author="Author" w:date="2019-09-11T12:13:00Z">
              <w:r w:rsidDel="00F52BEE">
                <w:delText>1.49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1.39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</w:tr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1.43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47" w:author="Author" w:date="2019-09-11T12:06:00Z">
              <w:r>
                <w:t>1.5</w:t>
              </w:r>
            </w:ins>
            <w:ins w:id="48" w:author="Author" w:date="2019-09-11T16:45:00Z">
              <w:r>
                <w:t>4</w:t>
              </w:r>
            </w:ins>
            <w:del w:id="49" w:author="Author" w:date="2019-09-11T12:06:00Z">
              <w:r w:rsidDel="000474DE">
                <w:delText>1.47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50" w:author="Author" w:date="2019-09-11T12:08:00Z">
              <w:r>
                <w:t>1.62</w:t>
              </w:r>
            </w:ins>
            <w:del w:id="51" w:author="Author" w:date="2019-09-11T12:08:00Z">
              <w:r w:rsidDel="000474DE">
                <w:delText>1.63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52" w:author="Author" w:date="2019-09-11T12:13:00Z">
              <w:r>
                <w:t>1.6</w:t>
              </w:r>
            </w:ins>
            <w:ins w:id="53" w:author="Author" w:date="2019-09-11T16:50:00Z">
              <w:r>
                <w:t>4</w:t>
              </w:r>
            </w:ins>
            <w:del w:id="54" w:author="Author" w:date="2019-09-11T12:13:00Z">
              <w:r w:rsidDel="00F52BEE">
                <w:delText>1.59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1.46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</w:tr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</w:tr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1.49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55" w:author="Author" w:date="2019-09-11T12:06:00Z">
              <w:r>
                <w:t>1.61</w:t>
              </w:r>
            </w:ins>
            <w:del w:id="56" w:author="Author" w:date="2019-09-11T12:06:00Z">
              <w:r w:rsidDel="000474DE">
                <w:delText>1.53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57" w:author="Author" w:date="2019-09-11T12:08:00Z">
              <w:r>
                <w:t>1.72</w:t>
              </w:r>
            </w:ins>
            <w:del w:id="58" w:author="Author" w:date="2019-09-11T12:08:00Z">
              <w:r w:rsidDel="000474DE">
                <w:delText>1.7</w:delText>
              </w:r>
            </w:del>
            <w:del w:id="59" w:author="Author" w:date="2019-09-11T12:09:00Z">
              <w:r w:rsidDel="000474DE">
                <w:delText>3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60" w:author="Author" w:date="2019-09-11T12:13:00Z">
              <w:r>
                <w:t>1.</w:t>
              </w:r>
            </w:ins>
            <w:ins w:id="61" w:author="Author" w:date="2019-09-11T16:50:00Z">
              <w:r>
                <w:t>74</w:t>
              </w:r>
            </w:ins>
            <w:del w:id="62" w:author="Author" w:date="2019-09-11T12:13:00Z">
              <w:r w:rsidDel="00F52BEE">
                <w:delText>1.67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1.52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</w:tr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1.56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63" w:author="Author" w:date="2019-09-11T12:06:00Z">
              <w:r>
                <w:t>1.71</w:t>
              </w:r>
            </w:ins>
            <w:del w:id="64" w:author="Author" w:date="2019-09-11T12:06:00Z">
              <w:r w:rsidDel="000474DE">
                <w:delText>1.61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65" w:author="Author" w:date="2019-09-11T12:09:00Z">
              <w:r>
                <w:t>1.85</w:t>
              </w:r>
            </w:ins>
            <w:del w:id="66" w:author="Author" w:date="2019-09-11T12:09:00Z">
              <w:r w:rsidDel="000474DE">
                <w:delText>1.86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67" w:author="Author" w:date="2019-09-11T16:50:00Z">
              <w:r>
                <w:t>1.86</w:t>
              </w:r>
            </w:ins>
            <w:del w:id="68" w:author="Author" w:date="2019-09-11T16:50:00Z">
              <w:r w:rsidDel="0067653D">
                <w:delText>1.78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69" w:author="Author" w:date="2019-09-11T12:11:00Z">
              <w:r>
                <w:t>1.59</w:t>
              </w:r>
            </w:ins>
            <w:del w:id="70" w:author="Author" w:date="2019-09-11T12:11:00Z">
              <w:r w:rsidDel="000474DE">
                <w:delText>1.60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</w:tr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1.66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71" w:author="Author" w:date="2019-09-11T12:06:00Z">
              <w:r>
                <w:t>1.85</w:t>
              </w:r>
            </w:ins>
            <w:del w:id="72" w:author="Author" w:date="2019-09-11T12:06:00Z">
              <w:r w:rsidDel="000474DE">
                <w:delText>1.72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73" w:author="Author" w:date="2019-09-11T12:09:00Z">
              <w:r>
                <w:t>2.02</w:t>
              </w:r>
            </w:ins>
            <w:del w:id="74" w:author="Author" w:date="2019-09-11T12:09:00Z">
              <w:r w:rsidDel="000474DE">
                <w:delText>2.04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75" w:author="Author" w:date="2019-09-11T16:50:00Z">
              <w:r>
                <w:t>2.02</w:t>
              </w:r>
            </w:ins>
            <w:del w:id="76" w:author="Author" w:date="2019-09-11T12:13:00Z">
              <w:r w:rsidDel="00F52BEE">
                <w:delText>1.92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77" w:author="Author" w:date="2019-09-11T12:11:00Z">
              <w:r>
                <w:t>1.68</w:t>
              </w:r>
            </w:ins>
            <w:del w:id="78" w:author="Author" w:date="2019-09-11T12:11:00Z">
              <w:r w:rsidDel="000474DE">
                <w:delText>1.69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</w:tr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79" w:author="Author" w:date="2019-09-11T12:04:00Z">
              <w:r>
                <w:t>1.80</w:t>
              </w:r>
            </w:ins>
            <w:del w:id="80" w:author="Author" w:date="2019-09-11T12:04:00Z">
              <w:r w:rsidDel="000474DE">
                <w:delText>1.79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81" w:author="Author" w:date="2019-09-11T12:06:00Z">
              <w:r>
                <w:t>2.04</w:t>
              </w:r>
            </w:ins>
            <w:del w:id="82" w:author="Author" w:date="2019-09-11T12:06:00Z">
              <w:r w:rsidDel="000474DE">
                <w:delText>1.87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83" w:author="Author" w:date="2019-09-11T12:09:00Z">
              <w:r>
                <w:t>2.29</w:t>
              </w:r>
            </w:ins>
            <w:del w:id="84" w:author="Author" w:date="2019-09-11T12:09:00Z">
              <w:r w:rsidDel="000474DE">
                <w:delText>2.31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85" w:author="Author" w:date="2019-09-11T12:14:00Z">
              <w:r>
                <w:t>2.</w:t>
              </w:r>
            </w:ins>
            <w:ins w:id="86" w:author="Author" w:date="2019-09-11T16:50:00Z">
              <w:r>
                <w:t>25</w:t>
              </w:r>
            </w:ins>
            <w:del w:id="87" w:author="Author" w:date="2019-09-11T12:14:00Z">
              <w:r w:rsidDel="00F52BEE">
                <w:delText>2.1</w:delText>
              </w:r>
            </w:del>
            <w:del w:id="88" w:author="Author" w:date="2019-09-11T12:13:00Z">
              <w:r w:rsidDel="00F52BEE">
                <w:delText>1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1.82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</w:tr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89" w:author="Author" w:date="2019-09-11T12:04:00Z">
              <w:r>
                <w:t>1.90</w:t>
              </w:r>
            </w:ins>
            <w:del w:id="90" w:author="Author" w:date="2019-09-11T12:04:00Z">
              <w:r w:rsidDel="000474DE">
                <w:delText>1.89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91" w:author="Author" w:date="2019-09-11T12:07:00Z">
              <w:r>
                <w:t>2.18</w:t>
              </w:r>
            </w:ins>
            <w:del w:id="92" w:author="Author" w:date="2019-09-11T12:07:00Z">
              <w:r w:rsidDel="000474DE">
                <w:delText>1.99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93" w:author="Author" w:date="2019-09-11T12:09:00Z">
              <w:r>
                <w:t>2.48</w:t>
              </w:r>
            </w:ins>
            <w:del w:id="94" w:author="Author" w:date="2019-09-11T12:09:00Z">
              <w:r w:rsidDel="000474DE">
                <w:delText>2.51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95" w:author="Author" w:date="2019-09-11T12:14:00Z">
              <w:r>
                <w:t>2.</w:t>
              </w:r>
            </w:ins>
            <w:ins w:id="96" w:author="Author" w:date="2019-09-11T16:50:00Z">
              <w:r>
                <w:t>41</w:t>
              </w:r>
            </w:ins>
            <w:del w:id="97" w:author="Author" w:date="2019-09-11T12:14:00Z">
              <w:r w:rsidDel="00F52BEE">
                <w:delText>2.25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1.92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</w:tr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</w:tr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1.98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98" w:author="Author" w:date="2019-09-11T12:07:00Z">
              <w:r>
                <w:t>2.30</w:t>
              </w:r>
            </w:ins>
            <w:del w:id="99" w:author="Author" w:date="2019-09-11T12:07:00Z">
              <w:r w:rsidDel="000474DE">
                <w:delText>2.09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00" w:author="Author" w:date="2019-09-11T12:09:00Z">
              <w:r>
                <w:t>2.64</w:t>
              </w:r>
            </w:ins>
            <w:del w:id="101" w:author="Author" w:date="2019-09-11T12:09:00Z">
              <w:r w:rsidDel="000474DE">
                <w:delText>2.67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02" w:author="Author" w:date="2019-09-11T12:14:00Z">
              <w:r>
                <w:t>2.</w:t>
              </w:r>
            </w:ins>
            <w:ins w:id="103" w:author="Author" w:date="2019-09-11T16:50:00Z">
              <w:r>
                <w:t>54</w:t>
              </w:r>
            </w:ins>
            <w:del w:id="104" w:author="Author" w:date="2019-09-11T12:14:00Z">
              <w:r w:rsidDel="00F52BEE">
                <w:delText>2.36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05" w:author="Author" w:date="2019-09-11T12:11:00Z">
              <w:r>
                <w:t>2.00</w:t>
              </w:r>
            </w:ins>
            <w:del w:id="106" w:author="Author" w:date="2019-09-11T12:11:00Z">
              <w:r w:rsidDel="000474DE">
                <w:delText>1.99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</w:tr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07" w:author="Author" w:date="2019-09-11T12:04:00Z">
              <w:r>
                <w:t>2.06</w:t>
              </w:r>
            </w:ins>
            <w:del w:id="108" w:author="Author" w:date="2019-09-11T12:04:00Z">
              <w:r w:rsidDel="000474DE">
                <w:delText>2.05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09" w:author="Author" w:date="2019-09-11T12:07:00Z">
              <w:r>
                <w:t>2.39</w:t>
              </w:r>
            </w:ins>
            <w:del w:id="110" w:author="Author" w:date="2019-09-11T12:07:00Z">
              <w:r w:rsidDel="000474DE">
                <w:delText>2.17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11" w:author="Author" w:date="2019-09-11T12:09:00Z">
              <w:r>
                <w:t>2.76</w:t>
              </w:r>
            </w:ins>
            <w:del w:id="112" w:author="Author" w:date="2019-09-11T12:09:00Z">
              <w:r w:rsidDel="000474DE">
                <w:delText>2.80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13" w:author="Author" w:date="2019-09-11T12:14:00Z">
              <w:r>
                <w:t>2.</w:t>
              </w:r>
            </w:ins>
            <w:ins w:id="114" w:author="Author" w:date="2019-09-11T16:50:00Z">
              <w:r>
                <w:t>66</w:t>
              </w:r>
            </w:ins>
            <w:del w:id="115" w:author="Author" w:date="2019-09-11T12:14:00Z">
              <w:r w:rsidDel="00F52BEE">
                <w:delText>2.46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16" w:author="Author" w:date="2019-09-11T12:11:00Z">
              <w:r>
                <w:t>2.07</w:t>
              </w:r>
            </w:ins>
            <w:del w:id="117" w:author="Author" w:date="2019-09-11T12:11:00Z">
              <w:r w:rsidDel="000474DE">
                <w:delText>2.06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</w:tr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18" w:author="Author" w:date="2019-09-11T12:04:00Z">
              <w:r>
                <w:t>2.28</w:t>
              </w:r>
            </w:ins>
            <w:del w:id="119" w:author="Author" w:date="2019-09-11T12:04:00Z">
              <w:r w:rsidDel="000474DE">
                <w:delText>2.26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20" w:author="Author" w:date="2019-09-11T12:07:00Z">
              <w:r>
                <w:t>2.69</w:t>
              </w:r>
            </w:ins>
            <w:del w:id="121" w:author="Author" w:date="2019-09-11T12:07:00Z">
              <w:r w:rsidDel="000474DE">
                <w:delText>2.43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22" w:author="Author" w:date="2019-09-11T12:09:00Z">
              <w:r>
                <w:t>3.16</w:t>
              </w:r>
            </w:ins>
            <w:del w:id="123" w:author="Author" w:date="2019-09-11T12:09:00Z">
              <w:r w:rsidDel="000474DE">
                <w:delText>3.20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24" w:author="Author" w:date="2019-09-11T16:50:00Z">
              <w:r>
                <w:t>3.01</w:t>
              </w:r>
            </w:ins>
            <w:del w:id="125" w:author="Author" w:date="2019-09-11T12:14:00Z">
              <w:r w:rsidDel="00F52BEE">
                <w:delText>2.75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26" w:author="Author" w:date="2019-09-11T12:11:00Z">
              <w:r>
                <w:t>2.30</w:t>
              </w:r>
            </w:ins>
            <w:del w:id="127" w:author="Author" w:date="2019-09-11T12:11:00Z">
              <w:r w:rsidDel="000474DE">
                <w:delText>2.26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</w:tr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28" w:author="Author" w:date="2019-09-11T12:04:00Z">
              <w:r>
                <w:t>2.49</w:t>
              </w:r>
            </w:ins>
            <w:del w:id="129" w:author="Author" w:date="2019-09-11T12:04:00Z">
              <w:r w:rsidDel="000474DE">
                <w:delText>2.46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30" w:author="Author" w:date="2019-09-11T12:07:00Z">
              <w:r>
                <w:t>2.97</w:t>
              </w:r>
            </w:ins>
            <w:del w:id="131" w:author="Author" w:date="2019-09-11T12:07:00Z">
              <w:r w:rsidDel="000474DE">
                <w:delText>2.69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32" w:author="Author" w:date="2019-09-11T12:10:00Z">
              <w:r>
                <w:t>3.52</w:t>
              </w:r>
            </w:ins>
            <w:del w:id="133" w:author="Author" w:date="2019-09-11T12:10:00Z">
              <w:r w:rsidDel="000474DE">
                <w:delText>3.57</w:delText>
              </w:r>
            </w:del>
          </w:p>
        </w:tc>
        <w:tc>
          <w:tcPr>
            <w:tcW w:w="596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34" w:author="Author" w:date="2019-09-11T16:50:00Z">
              <w:r>
                <w:t>3.34</w:t>
              </w:r>
            </w:ins>
            <w:del w:id="135" w:author="Author" w:date="2019-09-11T12:14:00Z">
              <w:r w:rsidDel="00F52BEE">
                <w:delText>3.02</w:delText>
              </w:r>
            </w:del>
          </w:p>
        </w:tc>
        <w:tc>
          <w:tcPr>
            <w:tcW w:w="642" w:type="dxa"/>
            <w:tcBorders>
              <w:top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nil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36" w:author="Author" w:date="2019-09-11T12:12:00Z">
              <w:r>
                <w:t>2.51</w:t>
              </w:r>
            </w:ins>
            <w:del w:id="137" w:author="Author" w:date="2019-09-11T12:12:00Z">
              <w:r w:rsidDel="000474DE">
                <w:delText>2.45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</w:tr>
      <w:tr w:rsidR="0093701A" w:rsidTr="00FD593C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:rsidR="0093701A" w:rsidRDefault="0093701A" w:rsidP="00FD593C">
            <w:pPr>
              <w:pStyle w:val="tabletext11"/>
            </w:pPr>
          </w:p>
        </w:tc>
        <w:tc>
          <w:tcPr>
            <w:tcW w:w="110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3701A" w:rsidRDefault="0093701A" w:rsidP="00FD593C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38" w:author="Author" w:date="2019-09-11T12:04:00Z">
              <w:r>
                <w:t>2.66</w:t>
              </w:r>
            </w:ins>
            <w:del w:id="139" w:author="Author" w:date="2019-09-11T12:04:00Z">
              <w:r w:rsidDel="000474DE">
                <w:delText>2.63</w:delText>
              </w:r>
            </w:del>
          </w:p>
        </w:tc>
        <w:tc>
          <w:tcPr>
            <w:tcW w:w="5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7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40" w:author="Author" w:date="2019-09-11T12:07:00Z">
              <w:r>
                <w:t>3.21</w:t>
              </w:r>
            </w:ins>
            <w:del w:id="141" w:author="Author" w:date="2019-09-11T12:07:00Z">
              <w:r w:rsidDel="000474DE">
                <w:delText>2.91</w:delText>
              </w:r>
            </w:del>
          </w:p>
        </w:tc>
        <w:tc>
          <w:tcPr>
            <w:tcW w:w="5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85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42" w:author="Author" w:date="2019-09-11T12:10:00Z">
              <w:r>
                <w:t>3.82</w:t>
              </w:r>
            </w:ins>
            <w:del w:id="143" w:author="Author" w:date="2019-09-11T12:10:00Z">
              <w:r w:rsidDel="000474DE">
                <w:delText>3.87</w:delText>
              </w:r>
            </w:del>
          </w:p>
        </w:tc>
        <w:tc>
          <w:tcPr>
            <w:tcW w:w="596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4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44" w:author="Author" w:date="2019-09-11T16:50:00Z">
              <w:r>
                <w:t>3.62</w:t>
              </w:r>
            </w:ins>
            <w:del w:id="145" w:author="Author" w:date="2019-09-11T12:14:00Z">
              <w:r w:rsidDel="00F52BEE">
                <w:delText>3.25</w:delText>
              </w:r>
            </w:del>
          </w:p>
        </w:tc>
        <w:tc>
          <w:tcPr>
            <w:tcW w:w="642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  <w:tc>
          <w:tcPr>
            <w:tcW w:w="1060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3701A" w:rsidRDefault="0093701A" w:rsidP="00FD593C">
            <w:pPr>
              <w:pStyle w:val="tabletext11"/>
              <w:jc w:val="right"/>
            </w:pPr>
            <w:ins w:id="146" w:author="Author" w:date="2019-09-11T12:12:00Z">
              <w:r>
                <w:t>2.69</w:t>
              </w:r>
            </w:ins>
            <w:del w:id="147" w:author="Author" w:date="2019-09-11T12:12:00Z">
              <w:r w:rsidDel="000474DE">
                <w:delText>2.61</w:delText>
              </w:r>
            </w:del>
          </w:p>
        </w:tc>
        <w:tc>
          <w:tcPr>
            <w:tcW w:w="6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93701A" w:rsidRDefault="0093701A" w:rsidP="00FD593C">
            <w:pPr>
              <w:pStyle w:val="tabletext11"/>
              <w:jc w:val="center"/>
            </w:pPr>
          </w:p>
        </w:tc>
      </w:tr>
    </w:tbl>
    <w:p w:rsidR="0093701A" w:rsidRDefault="0093701A" w:rsidP="0093701A">
      <w:pPr>
        <w:pStyle w:val="tablecaption"/>
      </w:pPr>
      <w:r>
        <w:t>Table 100.B. Increased Liability Limits</w:t>
      </w:r>
    </w:p>
    <w:p w:rsidR="0093701A" w:rsidRDefault="0093701A" w:rsidP="0093701A">
      <w:pPr>
        <w:pStyle w:val="isonormal"/>
      </w:pPr>
      <w:bookmarkStart w:id="148" w:name="_GoBack"/>
      <w:bookmarkEnd w:id="148"/>
    </w:p>
    <w:sectPr w:rsidR="0093701A" w:rsidSect="00C111C4">
      <w:footerReference w:type="default" r:id="rId8"/>
      <w:pgSz w:w="12240" w:h="15840" w:code="1"/>
      <w:pgMar w:top="720" w:right="1080" w:bottom="806" w:left="1080" w:header="720" w:footer="72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E64" w:rsidRDefault="00C51E64">
      <w:r>
        <w:separator/>
      </w:r>
    </w:p>
  </w:endnote>
  <w:endnote w:type="continuationSeparator" w:id="0">
    <w:p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1"/>
      <w:gridCol w:w="2819"/>
      <w:gridCol w:w="1680"/>
      <w:gridCol w:w="1960"/>
    </w:tblGrid>
    <w:tr w:rsidR="00C51E64" w:rsidTr="009554DD">
      <w:tc>
        <w:tcPr>
          <w:tcW w:w="3708" w:type="dxa"/>
        </w:tcPr>
        <w:p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</w:t>
          </w:r>
          <w:r w:rsidR="006B24FF">
            <w:rPr>
              <w:sz w:val="20"/>
            </w:rPr>
            <w:t>s</w:t>
          </w:r>
          <w:r>
            <w:rPr>
              <w:sz w:val="20"/>
            </w:rPr>
            <w:t xml:space="preserve"> Office, Inc., 2019</w:t>
          </w:r>
          <w:r w:rsidRPr="009554DD">
            <w:rPr>
              <w:sz w:val="20"/>
            </w:rPr>
            <w:t xml:space="preserve">  </w:t>
          </w:r>
        </w:p>
        <w:p w:rsidR="00C51E64" w:rsidRDefault="00C51E64">
          <w:pPr>
            <w:pStyle w:val="Footer"/>
          </w:pPr>
        </w:p>
      </w:tc>
      <w:tc>
        <w:tcPr>
          <w:tcW w:w="2880" w:type="dxa"/>
        </w:tcPr>
        <w:p w:rsidR="001310FD" w:rsidRPr="009554DD" w:rsidRDefault="0093701A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Delaware</w:t>
          </w:r>
        </w:p>
      </w:tc>
      <w:tc>
        <w:tcPr>
          <w:tcW w:w="1710" w:type="dxa"/>
        </w:tcPr>
        <w:p w:rsidR="00C51E64" w:rsidRPr="009554DD" w:rsidRDefault="009420E1" w:rsidP="00274D2B">
          <w:pPr>
            <w:pStyle w:val="Footer"/>
            <w:rPr>
              <w:sz w:val="20"/>
            </w:rPr>
          </w:pPr>
          <w:r>
            <w:rPr>
              <w:sz w:val="20"/>
            </w:rPr>
            <w:t>CA</w:t>
          </w:r>
          <w:r w:rsidR="00C51E64">
            <w:rPr>
              <w:sz w:val="20"/>
            </w:rPr>
            <w:t>-2019-I</w:t>
          </w:r>
          <w:r>
            <w:rPr>
              <w:sz w:val="20"/>
            </w:rPr>
            <w:t>ALL</w:t>
          </w:r>
          <w:r w:rsidR="00C51E64"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E64" w:rsidRDefault="00C51E64">
      <w:r>
        <w:separator/>
      </w:r>
    </w:p>
  </w:footnote>
  <w:footnote w:type="continuationSeparator" w:id="0">
    <w:p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E05CA"/>
    <w:rsid w:val="007E5AB3"/>
    <w:rsid w:val="007F23E9"/>
    <w:rsid w:val="00821C2E"/>
    <w:rsid w:val="0085625E"/>
    <w:rsid w:val="008565BC"/>
    <w:rsid w:val="008E35CC"/>
    <w:rsid w:val="008F7E74"/>
    <w:rsid w:val="00912F5D"/>
    <w:rsid w:val="0093701A"/>
    <w:rsid w:val="009420E1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90B27"/>
    <w:rsid w:val="00AA6BAE"/>
    <w:rsid w:val="00AA7021"/>
    <w:rsid w:val="00B12A1A"/>
    <w:rsid w:val="00B24794"/>
    <w:rsid w:val="00B33494"/>
    <w:rsid w:val="00B55C5C"/>
    <w:rsid w:val="00B66BBA"/>
    <w:rsid w:val="00BA1F39"/>
    <w:rsid w:val="00C0033C"/>
    <w:rsid w:val="00C111C4"/>
    <w:rsid w:val="00C126D8"/>
    <w:rsid w:val="00C12771"/>
    <w:rsid w:val="00C32A12"/>
    <w:rsid w:val="00C51E64"/>
    <w:rsid w:val="00C76926"/>
    <w:rsid w:val="00CC66DE"/>
    <w:rsid w:val="00CD0B49"/>
    <w:rsid w:val="00D00499"/>
    <w:rsid w:val="00D245BA"/>
    <w:rsid w:val="00D460B7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  <w14:docId w14:val="2BA007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cbb747621869ed1253f6c4741063d99b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8506f9ef88b6d6fbb8e347dcb11d5e8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LI-CA-2019-244 - 004 -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2019-10-22T04:00:00+00:00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LI-CA-2019-244</CircularNumber>
    <Filings xmlns="284cf17f-426a-42b5-8b6d-39684653dd2f" xsi:nil="true"/>
    <KeyMessage xmlns="284cf17f-426a-42b5-8b6d-39684653dd2f">The revised increased limit factors represent a +0.6%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2019-10-11T04:00:00+00:00</Date_x0020_Modified>
    <ActionTopic xmlns="284cf17f-426a-42b5-8b6d-39684653dd2f">7</ActionTopic>
    <CircularType xmlns="284cf17f-426a-42b5-8b6d-39684653dd2f">9</CircularType>
    <PSDPDFSignoff xmlns="284cf17f-426a-42b5-8b6d-39684653dd2f">true</PSDPDFSignoff>
    <AuthorName xmlns="284cf17f-426a-42b5-8b6d-39684653dd2f">Jones, William E.</AuthorName>
    <CircId xmlns="284cf17f-426a-42b5-8b6d-39684653dd2f">27986</CircId>
    <KeyMessageDoc xmlns="284cf17f-426a-42b5-8b6d-39684653dd2f" xsi:nil="true"/>
    <CircularTitleDoc xmlns="284cf17f-426a-42b5-8b6d-39684653dd2f" xsi:nil="true"/>
    <CircularStatus xmlns="284cf17f-426a-42b5-8b6d-39684653dd2f">PDF</CircularStatus>
    <CircularTitle xmlns="284cf17f-426a-42b5-8b6d-39684653dd2f">DELAWARE REVISION OF COMMERCIAL AUTOMOBILE LIABILITY INCREASED LIMIT FACTORS FILED</CircularTitle>
    <StatisticalService xmlns="284cf17f-426a-42b5-8b6d-39684653dd2f"/>
    <AuthorId xmlns="284cf17f-426a-42b5-8b6d-39684653dd2f">i64950</AuthorId>
  </documentManagement>
</p:properties>
</file>

<file path=customXml/itemProps1.xml><?xml version="1.0" encoding="utf-8"?>
<ds:datastoreItem xmlns:ds="http://schemas.openxmlformats.org/officeDocument/2006/customXml" ds:itemID="{1FB403EA-DBC4-4658-AE56-F8D123BEA124}"/>
</file>

<file path=customXml/itemProps2.xml><?xml version="1.0" encoding="utf-8"?>
<ds:datastoreItem xmlns:ds="http://schemas.openxmlformats.org/officeDocument/2006/customXml" ds:itemID="{F242A32C-5577-4C51-A338-D70942E01CCC}"/>
</file>

<file path=customXml/itemProps3.xml><?xml version="1.0" encoding="utf-8"?>
<ds:datastoreItem xmlns:ds="http://schemas.openxmlformats.org/officeDocument/2006/customXml" ds:itemID="{FA69D40D-4C6A-4AAC-884B-CB7C67B1E4E8}"/>
</file>

<file path=customXml/itemProps4.xml><?xml version="1.0" encoding="utf-8"?>
<ds:datastoreItem xmlns:ds="http://schemas.openxmlformats.org/officeDocument/2006/customXml" ds:itemID="{DF14A1B4-CA71-4515-B01D-DB702E64D78A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</Pages>
  <Words>192</Words>
  <Characters>892</Characters>
  <Application>Microsoft Office Word</Application>
  <DocSecurity>0</DocSecurity>
  <Lines>375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2019-10-07T20:07:00Z</dcterms:created>
  <dcterms:modified xsi:type="dcterms:W3CDTF">2019-10-09T14:23:00Z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8;#DE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