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022" w:rsidRDefault="00A43022">
      <w:pPr>
        <w:pStyle w:val="subcap"/>
      </w:pPr>
      <w:r>
        <w:t>LOSS COSTS</w:t>
      </w:r>
    </w:p>
    <w:p w:rsidR="00A43022" w:rsidRDefault="00A43022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A43022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  <w:r>
              <w:t>BASE LOSS COSTS</w:t>
            </w:r>
          </w:p>
        </w:tc>
      </w:tr>
      <w:tr w:rsidR="00A43022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  <w:r>
              <w:t>LIABILITY</w:t>
            </w:r>
          </w:p>
        </w:tc>
      </w:tr>
      <w:tr w:rsidR="00A43022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A430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701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0.334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0.470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0.151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3.924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15.917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0.089</w:t>
            </w:r>
          </w:p>
        </w:tc>
      </w:tr>
      <w:tr w:rsidR="00A430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702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0.167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0.258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0.043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1.998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9.762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0.025</w:t>
            </w:r>
          </w:p>
        </w:tc>
      </w:tr>
      <w:tr w:rsidR="00A430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0.238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0.286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0.048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2.541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8.293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0.029</w:t>
            </w:r>
          </w:p>
        </w:tc>
      </w:tr>
      <w:tr w:rsidR="00A430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704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0.202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0.311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0.047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2.173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8.771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0.029</w:t>
            </w:r>
          </w:p>
        </w:tc>
      </w:tr>
      <w:tr w:rsidR="00A430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705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0.198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0.302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0.046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1.819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8.105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0.028</w:t>
            </w:r>
          </w:p>
        </w:tc>
      </w:tr>
      <w:tr w:rsidR="00A430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707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0.278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0.319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0.073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2.027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12.818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0.040</w:t>
            </w:r>
          </w:p>
        </w:tc>
      </w:tr>
      <w:tr w:rsidR="00A430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709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0.204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0.299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0.032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1.582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9.830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0.025</w:t>
            </w:r>
          </w:p>
        </w:tc>
      </w:tr>
      <w:tr w:rsidR="00A430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711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0.191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0.296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0.061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2.205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10.861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0.036</w:t>
            </w:r>
          </w:p>
        </w:tc>
      </w:tr>
      <w:tr w:rsidR="00A430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714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0.215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0.308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0.040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1.498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8.722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0.024</w:t>
            </w:r>
          </w:p>
        </w:tc>
      </w:tr>
      <w:tr w:rsidR="00A430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716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0.154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0.235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0.033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2.337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8.956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0.024</w:t>
            </w:r>
          </w:p>
        </w:tc>
      </w:tr>
      <w:tr w:rsidR="00A430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717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0.095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0.156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0.034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2.375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8.969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0.023</w:t>
            </w:r>
          </w:p>
        </w:tc>
      </w:tr>
      <w:tr w:rsidR="00A430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718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0.219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0.256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0.050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1.829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10.047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0.029</w:t>
            </w:r>
          </w:p>
        </w:tc>
      </w:tr>
      <w:tr w:rsidR="00A430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719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0.152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0.239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0.050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2.368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8.549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0.033</w:t>
            </w:r>
          </w:p>
        </w:tc>
      </w:tr>
      <w:tr w:rsidR="00A430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720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0.125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0.199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0.041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2.220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11.015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0.025</w:t>
            </w:r>
          </w:p>
        </w:tc>
      </w:tr>
      <w:tr w:rsidR="00A430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</w:tr>
    </w:tbl>
    <w:p w:rsidR="00A43022" w:rsidRDefault="00A43022">
      <w:pPr>
        <w:pStyle w:val="isonormal"/>
        <w:spacing w:before="0"/>
        <w:sectPr w:rsidR="00A43022" w:rsidSect="00E25562">
          <w:headerReference w:type="default" r:id="rId10"/>
          <w:footerReference w:type="default" r:id="rId11"/>
          <w:type w:val="continuous"/>
          <w:pgSz w:w="12240" w:h="15840"/>
          <w:pgMar w:top="1800" w:right="1200" w:bottom="1560" w:left="960" w:header="600" w:footer="480" w:gutter="0"/>
          <w:cols w:space="0"/>
          <w:docGrid w:linePitch="272"/>
        </w:sectPr>
      </w:pPr>
    </w:p>
    <w:p w:rsidR="00A43022" w:rsidRDefault="00A43022">
      <w:pPr>
        <w:pStyle w:val="tablecaption"/>
      </w:pPr>
      <w:r>
        <w:t>Table #1(LC) Base Loss Costs – Property And Liability</w:t>
      </w:r>
    </w:p>
    <w:p w:rsidR="00A43022" w:rsidRDefault="00A43022">
      <w:pPr>
        <w:pStyle w:val="isonormal"/>
        <w:sectPr w:rsidR="00A43022" w:rsidSect="00E25562">
          <w:headerReference w:type="default" r:id="rId12"/>
          <w:footerReference w:type="default" r:id="rId13"/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A43022" w:rsidRDefault="00A43022">
      <w:pPr>
        <w:pStyle w:val="isonormal"/>
      </w:pPr>
    </w:p>
    <w:p w:rsidR="00A43022" w:rsidRDefault="00A43022">
      <w:pPr>
        <w:pStyle w:val="subcap"/>
      </w:pPr>
      <w:r>
        <w:t>SECTION iii</w:t>
      </w:r>
      <w:r>
        <w:br/>
        <w:t>Rating and eligibility rules</w:t>
      </w:r>
    </w:p>
    <w:p w:rsidR="00A43022" w:rsidRDefault="00A43022">
      <w:pPr>
        <w:pStyle w:val="isonormal"/>
      </w:pPr>
    </w:p>
    <w:p w:rsidR="00A43022" w:rsidRDefault="00A43022">
      <w:pPr>
        <w:pStyle w:val="boxrule"/>
      </w:pPr>
      <w:r>
        <w:t>RULE 23.</w:t>
      </w:r>
      <w:r>
        <w:br/>
        <w:t>PREMIUM DEVELOPMENT – MANDATORY COVERAGES</w:t>
      </w:r>
      <w:bookmarkStart w:id="0" w:name="_GoBack"/>
      <w:bookmarkEnd w:id="0"/>
    </w:p>
    <w:p w:rsidR="00A43022" w:rsidRDefault="00A43022">
      <w:pPr>
        <w:pStyle w:val="outlinehd2"/>
      </w:pPr>
      <w:r>
        <w:tab/>
        <w:t>C.</w:t>
      </w:r>
      <w:r>
        <w:tab/>
        <w:t>Premium Determination</w:t>
      </w:r>
    </w:p>
    <w:p w:rsidR="00A43022" w:rsidRDefault="00A43022">
      <w:pPr>
        <w:pStyle w:val="outlinehd3"/>
      </w:pPr>
      <w:r>
        <w:tab/>
        <w:t>6.</w:t>
      </w:r>
      <w:r>
        <w:tab/>
        <w:t>Premium Determination</w:t>
      </w:r>
    </w:p>
    <w:p w:rsidR="00A43022" w:rsidRDefault="00A43022">
      <w:pPr>
        <w:pStyle w:val="outlinehd4"/>
      </w:pPr>
      <w:r>
        <w:tab/>
        <w:t>c.</w:t>
      </w:r>
      <w:r>
        <w:tab/>
        <w:t>Additional Rating Considerations</w:t>
      </w:r>
    </w:p>
    <w:p w:rsidR="00A43022" w:rsidRDefault="00A43022">
      <w:pPr>
        <w:pStyle w:val="outlinehd5"/>
      </w:pPr>
      <w:r>
        <w:tab/>
        <w:t>(3)</w:t>
      </w:r>
      <w:r>
        <w:tab/>
        <w:t>Permanent Yards – Maintenance Or Storage</w:t>
      </w:r>
    </w:p>
    <w:p w:rsidR="00A43022" w:rsidRDefault="00A43022">
      <w:pPr>
        <w:pStyle w:val="isonormal"/>
      </w:pPr>
      <w:r>
        <w:br w:type="column"/>
      </w:r>
    </w:p>
    <w:p w:rsidR="00A43022" w:rsidRDefault="00A43022">
      <w:pPr>
        <w:pStyle w:val="isonormal"/>
        <w:sectPr w:rsidR="00A43022" w:rsidSect="00E25562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A43022" w:rsidRDefault="00A43022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A43022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  <w:r>
              <w:t>Loss Cost Per $100</w:t>
            </w:r>
          </w:p>
        </w:tc>
      </w:tr>
      <w:tr w:rsidR="00A43022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A43022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A43022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43022" w:rsidRDefault="00E25562">
            <w:pPr>
              <w:pStyle w:val="tabletext11"/>
            </w:pPr>
            <w:r>
              <w:t xml:space="preserve">701-705, 707, 709, 711, 714, 716-720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0.181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0.208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E25562">
            <w:pPr>
              <w:pStyle w:val="tabletext11"/>
              <w:jc w:val="center"/>
            </w:pPr>
            <w:r>
              <w:t>0.235</w:t>
            </w:r>
          </w:p>
        </w:tc>
      </w:tr>
      <w:tr w:rsidR="00A43022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43022" w:rsidRDefault="00A43022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</w:tr>
      <w:tr w:rsidR="00A43022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43022" w:rsidRDefault="00A43022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</w:tr>
      <w:tr w:rsidR="00A43022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43022" w:rsidRDefault="00A43022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</w:tr>
      <w:tr w:rsidR="00A43022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43022" w:rsidRDefault="00A43022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</w:tr>
      <w:tr w:rsidR="00A43022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43022" w:rsidRDefault="00A43022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022" w:rsidRDefault="00A43022">
            <w:pPr>
              <w:pStyle w:val="tabletext11"/>
              <w:jc w:val="center"/>
            </w:pPr>
          </w:p>
        </w:tc>
      </w:tr>
    </w:tbl>
    <w:p w:rsidR="00A43022" w:rsidRDefault="00A43022">
      <w:pPr>
        <w:pStyle w:val="tablecaption"/>
        <w:sectPr w:rsidR="00A43022" w:rsidSect="00E25562">
          <w:type w:val="continuous"/>
          <w:pgSz w:w="12240" w:h="15840" w:code="1"/>
          <w:pgMar w:top="1800" w:right="1200" w:bottom="1560" w:left="960" w:header="600" w:footer="480" w:gutter="0"/>
          <w:cols w:space="720"/>
          <w:docGrid w:linePitch="272"/>
        </w:sectPr>
      </w:pPr>
    </w:p>
    <w:p w:rsidR="00A43022" w:rsidRDefault="00A43022">
      <w:pPr>
        <w:pStyle w:val="tablecaption"/>
      </w:pPr>
      <w:r>
        <w:t>Table 23.C.6.c.(3)(LC) Permanent Yards – Maintenance Or Storage Premium Determination</w:t>
      </w:r>
    </w:p>
    <w:p w:rsidR="00A43022" w:rsidRDefault="00A43022">
      <w:pPr>
        <w:pStyle w:val="isonormal"/>
      </w:pPr>
    </w:p>
    <w:p w:rsidR="00A43022" w:rsidRDefault="00A43022">
      <w:pPr>
        <w:pStyle w:val="isonormal"/>
        <w:sectPr w:rsidR="00A43022" w:rsidSect="00E25562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1A472C" w:rsidRDefault="001A472C" w:rsidP="001A472C">
      <w:pPr>
        <w:pStyle w:val="boxrule"/>
      </w:pPr>
      <w:r>
        <w:br w:type="page"/>
      </w:r>
      <w:r>
        <w:lastRenderedPageBreak/>
        <w:t>RULE 29.</w:t>
      </w:r>
      <w:r>
        <w:br/>
        <w:t>ENDORSEMENTS</w:t>
      </w:r>
    </w:p>
    <w:p w:rsidR="001A472C" w:rsidRPr="00BD10D2" w:rsidRDefault="001A472C" w:rsidP="001A472C">
      <w:pPr>
        <w:pStyle w:val="outlinehd2"/>
      </w:pPr>
      <w:r w:rsidRPr="00BD10D2">
        <w:tab/>
        <w:t>A.</w:t>
      </w:r>
      <w:r w:rsidRPr="00BD10D2">
        <w:tab/>
        <w:t>Property Endorsements</w:t>
      </w:r>
    </w:p>
    <w:p w:rsidR="001A472C" w:rsidRPr="00DF6579" w:rsidRDefault="001A472C" w:rsidP="001A472C">
      <w:pPr>
        <w:pStyle w:val="outlinehd3"/>
      </w:pPr>
      <w:r w:rsidRPr="00DF6579">
        <w:tab/>
        <w:t>39.</w:t>
      </w:r>
      <w:r w:rsidRPr="00DF6579">
        <w:tab/>
        <w:t>Windstorm Or Hail Exclusion</w:t>
      </w:r>
    </w:p>
    <w:p w:rsidR="001A472C" w:rsidRPr="00DF6579" w:rsidRDefault="001A472C" w:rsidP="001A472C">
      <w:pPr>
        <w:pStyle w:val="outlinehd4"/>
      </w:pPr>
      <w:r w:rsidRPr="00DF6579">
        <w:tab/>
        <w:t>d.</w:t>
      </w:r>
      <w:r w:rsidRPr="00DF6579">
        <w:tab/>
        <w:t>Rate Modification</w:t>
      </w:r>
    </w:p>
    <w:p w:rsidR="001A472C" w:rsidRPr="00F700F0" w:rsidRDefault="001A472C" w:rsidP="001A472C">
      <w:pPr>
        <w:pStyle w:val="space4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1A472C" w:rsidTr="00096320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head"/>
            </w:pPr>
            <w: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head"/>
            </w:pPr>
            <w: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head"/>
            </w:pPr>
            <w:r>
              <w:t>Credit</w:t>
            </w:r>
          </w:p>
        </w:tc>
      </w:tr>
      <w:tr w:rsidR="001A472C" w:rsidTr="0009632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640"/>
              </w:tabs>
            </w:pPr>
            <w:r>
              <w:t>701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180"/>
              </w:tabs>
            </w:pPr>
            <w:r>
              <w:t>0.045</w:t>
            </w:r>
            <w:r>
              <w:br/>
              <w:t>0.030</w:t>
            </w:r>
          </w:p>
        </w:tc>
      </w:tr>
      <w:tr w:rsidR="001A472C" w:rsidTr="0009632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640"/>
              </w:tabs>
            </w:pPr>
            <w:r>
              <w:t>702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180"/>
              </w:tabs>
            </w:pPr>
            <w:r>
              <w:t>0.036</w:t>
            </w:r>
            <w:r>
              <w:br/>
              <w:t>0.014</w:t>
            </w:r>
          </w:p>
        </w:tc>
      </w:tr>
      <w:tr w:rsidR="001A472C" w:rsidTr="0009632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640"/>
              </w:tabs>
            </w:pPr>
            <w:r>
              <w:t>703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180"/>
              </w:tabs>
            </w:pPr>
            <w:r>
              <w:t>0.027</w:t>
            </w:r>
            <w:r>
              <w:br/>
              <w:t>0.016</w:t>
            </w:r>
          </w:p>
        </w:tc>
      </w:tr>
      <w:tr w:rsidR="001A472C" w:rsidTr="0009632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640"/>
              </w:tabs>
            </w:pPr>
            <w:r>
              <w:t>704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180"/>
              </w:tabs>
            </w:pPr>
            <w:r>
              <w:t>0.073</w:t>
            </w:r>
            <w:r>
              <w:br/>
              <w:t>0.141</w:t>
            </w:r>
          </w:p>
        </w:tc>
      </w:tr>
      <w:tr w:rsidR="001A472C" w:rsidTr="0009632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640"/>
              </w:tabs>
            </w:pPr>
            <w:r>
              <w:t>705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180"/>
              </w:tabs>
            </w:pPr>
            <w:r>
              <w:t>0.074</w:t>
            </w:r>
            <w:r>
              <w:br/>
              <w:t>0.019</w:t>
            </w:r>
          </w:p>
        </w:tc>
      </w:tr>
      <w:tr w:rsidR="001A472C" w:rsidTr="0009632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640"/>
              </w:tabs>
            </w:pPr>
            <w:r>
              <w:t>707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180"/>
              </w:tabs>
            </w:pPr>
            <w:r>
              <w:t>0.041</w:t>
            </w:r>
            <w:r>
              <w:br/>
              <w:t>0.023</w:t>
            </w:r>
          </w:p>
        </w:tc>
      </w:tr>
      <w:tr w:rsidR="001A472C" w:rsidTr="0009632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640"/>
              </w:tabs>
            </w:pPr>
            <w:r>
              <w:t>709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180"/>
              </w:tabs>
            </w:pPr>
            <w:r>
              <w:t>0.023</w:t>
            </w:r>
            <w:r>
              <w:br/>
              <w:t>0.016</w:t>
            </w:r>
          </w:p>
        </w:tc>
      </w:tr>
      <w:tr w:rsidR="001A472C" w:rsidTr="0009632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640"/>
              </w:tabs>
            </w:pPr>
            <w:r>
              <w:t>711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180"/>
              </w:tabs>
            </w:pPr>
            <w:r>
              <w:t>0.022</w:t>
            </w:r>
            <w:r>
              <w:br/>
              <w:t>0.017</w:t>
            </w:r>
          </w:p>
        </w:tc>
      </w:tr>
      <w:tr w:rsidR="001A472C" w:rsidTr="0009632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640"/>
              </w:tabs>
            </w:pPr>
            <w:r>
              <w:t>714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180"/>
              </w:tabs>
            </w:pPr>
            <w:r>
              <w:t>0.025</w:t>
            </w:r>
            <w:r>
              <w:br/>
              <w:t>0.017</w:t>
            </w:r>
          </w:p>
        </w:tc>
      </w:tr>
      <w:tr w:rsidR="001A472C" w:rsidTr="0009632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640"/>
              </w:tabs>
            </w:pPr>
            <w:r>
              <w:t>716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180"/>
              </w:tabs>
            </w:pPr>
            <w:r>
              <w:t>0.042</w:t>
            </w:r>
            <w:r>
              <w:br/>
              <w:t>0.015</w:t>
            </w:r>
          </w:p>
        </w:tc>
      </w:tr>
      <w:tr w:rsidR="001A472C" w:rsidTr="0009632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640"/>
              </w:tabs>
            </w:pPr>
            <w:r>
              <w:t>717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180"/>
              </w:tabs>
            </w:pPr>
            <w:r>
              <w:t>0.039</w:t>
            </w:r>
            <w:r>
              <w:br/>
              <w:t>0.010</w:t>
            </w:r>
          </w:p>
        </w:tc>
      </w:tr>
      <w:tr w:rsidR="001A472C" w:rsidTr="0009632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640"/>
              </w:tabs>
            </w:pPr>
            <w:r>
              <w:t>718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180"/>
              </w:tabs>
            </w:pPr>
            <w:r>
              <w:t>0.045</w:t>
            </w:r>
            <w:r>
              <w:br/>
              <w:t>0.019</w:t>
            </w:r>
          </w:p>
        </w:tc>
      </w:tr>
      <w:tr w:rsidR="001A472C" w:rsidTr="0009632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640"/>
              </w:tabs>
            </w:pPr>
            <w:r>
              <w:t>719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180"/>
              </w:tabs>
            </w:pPr>
            <w:r>
              <w:t>0.033</w:t>
            </w:r>
            <w:r>
              <w:br/>
              <w:t>0.014</w:t>
            </w:r>
          </w:p>
        </w:tc>
      </w:tr>
      <w:tr w:rsidR="001A472C" w:rsidTr="0009632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640"/>
              </w:tabs>
            </w:pPr>
            <w:r>
              <w:t>720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  <w:tabs>
                <w:tab w:val="decimal" w:pos="180"/>
              </w:tabs>
            </w:pPr>
            <w:r>
              <w:t>0.020</w:t>
            </w:r>
            <w:r>
              <w:br/>
              <w:t>0.022</w:t>
            </w:r>
          </w:p>
        </w:tc>
      </w:tr>
    </w:tbl>
    <w:p w:rsidR="001A472C" w:rsidRDefault="001A472C" w:rsidP="001A472C">
      <w:pPr>
        <w:pStyle w:val="tablecaption"/>
      </w:pPr>
      <w:r>
        <w:t>Table 29.A.39.d.(LC) Windstorm Or Hail Exclusion Credits</w:t>
      </w:r>
    </w:p>
    <w:p w:rsidR="001A472C" w:rsidRDefault="001A472C" w:rsidP="001A472C">
      <w:pPr>
        <w:pStyle w:val="isonormal"/>
      </w:pPr>
    </w:p>
    <w:p w:rsidR="001A472C" w:rsidRDefault="001A472C" w:rsidP="001A472C">
      <w:pPr>
        <w:pStyle w:val="outlinehd2"/>
      </w:pPr>
      <w:r>
        <w:br w:type="column"/>
      </w:r>
      <w:r>
        <w:tab/>
        <w:t>B.</w:t>
      </w:r>
      <w:r>
        <w:tab/>
        <w:t>Liability Endorsements</w:t>
      </w:r>
    </w:p>
    <w:p w:rsidR="001A472C" w:rsidRDefault="001A472C" w:rsidP="001A472C">
      <w:pPr>
        <w:pStyle w:val="outlinehd3"/>
      </w:pPr>
      <w:r>
        <w:tab/>
        <w:t>7.</w:t>
      </w:r>
      <w:r>
        <w:tab/>
        <w:t>Employment-Related Practices Liability</w:t>
      </w:r>
    </w:p>
    <w:p w:rsidR="001A472C" w:rsidRDefault="001A472C" w:rsidP="001A472C">
      <w:pPr>
        <w:pStyle w:val="outlinehd4"/>
        <w:jc w:val="left"/>
      </w:pPr>
      <w:r>
        <w:tab/>
        <w:t>b.</w:t>
      </w:r>
      <w:r>
        <w:tab/>
        <w:t>Employment-Related Practices Liability Coverage Endorsement</w:t>
      </w:r>
    </w:p>
    <w:p w:rsidR="001A472C" w:rsidRDefault="001A472C" w:rsidP="001A472C">
      <w:pPr>
        <w:pStyle w:val="outlinehd5"/>
      </w:pPr>
      <w:r>
        <w:tab/>
        <w:t>(5)</w:t>
      </w:r>
      <w:r>
        <w:tab/>
        <w:t>Premium Determination</w:t>
      </w:r>
    </w:p>
    <w:p w:rsidR="001A472C" w:rsidRDefault="001A472C" w:rsidP="001A472C">
      <w:pPr>
        <w:pStyle w:val="space4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1A472C" w:rsidTr="00096320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:rsidR="001A472C" w:rsidRDefault="001A472C" w:rsidP="00096320">
            <w:pPr>
              <w:pStyle w:val="tablehead"/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A472C" w:rsidRDefault="001A472C" w:rsidP="00096320">
            <w:pPr>
              <w:pStyle w:val="tablehead"/>
              <w:rPr>
                <w:b w:val="0"/>
              </w:rPr>
            </w:pPr>
            <w:r>
              <w:t>Loss Cost Per Employee</w:t>
            </w:r>
          </w:p>
        </w:tc>
      </w:tr>
      <w:tr w:rsidR="001A472C" w:rsidTr="00096320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head"/>
              <w:jc w:val="left"/>
            </w:pPr>
            <w: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head"/>
              <w:jc w:val="left"/>
            </w:pPr>
            <w:r>
              <w:t xml:space="preserve"> Mercantile</w:t>
            </w:r>
            <w: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head"/>
            </w:pPr>
            <w: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head"/>
            </w:pPr>
            <w:r>
              <w:br/>
              <w:t>All Other</w:t>
            </w:r>
          </w:p>
        </w:tc>
      </w:tr>
      <w:tr w:rsidR="001A472C" w:rsidTr="00096320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472C" w:rsidRDefault="001A472C" w:rsidP="00096320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72C" w:rsidRDefault="001A472C" w:rsidP="00096320">
            <w:pPr>
              <w:pStyle w:val="tabletext11"/>
              <w:jc w:val="center"/>
            </w:pPr>
            <w:r>
              <w:t>6.480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472C" w:rsidRDefault="001A472C" w:rsidP="00096320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72C" w:rsidRDefault="001A472C" w:rsidP="00096320">
            <w:pPr>
              <w:pStyle w:val="tabletext11"/>
              <w:jc w:val="center"/>
            </w:pPr>
            <w:r>
              <w:t>9.640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472C" w:rsidRDefault="001A472C" w:rsidP="00096320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72C" w:rsidRDefault="001A472C" w:rsidP="00096320">
            <w:pPr>
              <w:pStyle w:val="tabletext11"/>
              <w:jc w:val="center"/>
            </w:pPr>
            <w:r>
              <w:t>7.710</w:t>
            </w:r>
          </w:p>
        </w:tc>
      </w:tr>
      <w:tr w:rsidR="001A472C" w:rsidTr="00096320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72C" w:rsidRDefault="001A472C" w:rsidP="00096320">
            <w:pPr>
              <w:pStyle w:val="tabletext11"/>
            </w:pPr>
            <w: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472C" w:rsidRDefault="001A472C" w:rsidP="00096320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72C" w:rsidRDefault="001A472C" w:rsidP="00096320">
            <w:pPr>
              <w:pStyle w:val="tabletext11"/>
              <w:jc w:val="center"/>
            </w:pPr>
            <w:r>
              <w:br/>
            </w:r>
            <w:r>
              <w:br/>
              <w:t>4.530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472C" w:rsidRDefault="001A472C" w:rsidP="00096320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72C" w:rsidRDefault="001A472C" w:rsidP="00096320">
            <w:pPr>
              <w:pStyle w:val="tabletext11"/>
              <w:jc w:val="center"/>
            </w:pPr>
            <w:r>
              <w:br/>
            </w:r>
            <w:r>
              <w:br/>
              <w:t>6.740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472C" w:rsidRDefault="001A472C" w:rsidP="00096320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72C" w:rsidRDefault="001A472C" w:rsidP="00096320">
            <w:pPr>
              <w:pStyle w:val="tabletext11"/>
              <w:jc w:val="center"/>
            </w:pPr>
            <w:r>
              <w:br/>
            </w:r>
            <w:r>
              <w:br/>
              <w:t>5.390</w:t>
            </w:r>
          </w:p>
        </w:tc>
      </w:tr>
    </w:tbl>
    <w:p w:rsidR="001A472C" w:rsidRDefault="001A472C" w:rsidP="001A472C">
      <w:pPr>
        <w:pStyle w:val="tablecaption"/>
      </w:pPr>
      <w:r>
        <w:t>Table 29.B.7.b.(5)(LC) Employment-Related Practices Liability Premium Determination</w:t>
      </w:r>
    </w:p>
    <w:p w:rsidR="001A472C" w:rsidRDefault="001A472C" w:rsidP="001A472C">
      <w:pPr>
        <w:pStyle w:val="isonormal"/>
      </w:pPr>
    </w:p>
    <w:p w:rsidR="00A43022" w:rsidRDefault="00A43022">
      <w:pPr>
        <w:pStyle w:val="isonormal"/>
      </w:pPr>
    </w:p>
    <w:sectPr w:rsidR="00A43022" w:rsidSect="00E25562">
      <w:headerReference w:type="default" r:id="rId14"/>
      <w:type w:val="continuous"/>
      <w:pgSz w:w="12240" w:h="15840" w:code="1"/>
      <w:pgMar w:top="1800" w:right="1200" w:bottom="1560" w:left="960" w:header="600" w:footer="480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F02" w:rsidRDefault="00EF5F02">
      <w:r>
        <w:separator/>
      </w:r>
    </w:p>
  </w:endnote>
  <w:endnote w:type="continuationSeparator" w:id="0">
    <w:p w:rsidR="00EF5F02" w:rsidRDefault="00EF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72C" w:rsidRPr="00C4202F" w:rsidRDefault="001A472C" w:rsidP="001A472C">
    <w:pPr>
      <w:pStyle w:val="Footer"/>
      <w:jc w:val="center"/>
      <w:rPr>
        <w:rStyle w:val="PageNumber"/>
        <w:rFonts w:ascii="Times New Roman" w:hAnsi="Times New Roman"/>
      </w:rPr>
    </w:pPr>
    <w:r w:rsidRPr="00C4202F">
      <w:rPr>
        <w:rStyle w:val="PageNumber"/>
        <w:rFonts w:ascii="Times New Roman" w:hAnsi="Times New Roman"/>
      </w:rPr>
      <w:t xml:space="preserve">© Insurance Services Office, Inc., 2020        </w:t>
    </w:r>
    <w:r>
      <w:rPr>
        <w:rStyle w:val="PageNumber"/>
        <w:rFonts w:ascii="Times New Roman" w:hAnsi="Times New Roman"/>
      </w:rPr>
      <w:t>PENNSYLVANIA</w:t>
    </w:r>
    <w:r w:rsidRPr="00C4202F">
      <w:rPr>
        <w:rStyle w:val="PageNumber"/>
        <w:rFonts w:ascii="Times New Roman" w:hAnsi="Times New Roman"/>
      </w:rPr>
      <w:t xml:space="preserve">        BP-2020-RLA1        BP-49</w:t>
    </w:r>
  </w:p>
  <w:p w:rsidR="00A43022" w:rsidRDefault="00A43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72C" w:rsidRPr="00C4202F" w:rsidRDefault="001A472C" w:rsidP="001A472C">
    <w:pPr>
      <w:pStyle w:val="Footer"/>
      <w:jc w:val="center"/>
      <w:rPr>
        <w:rStyle w:val="PageNumber"/>
        <w:rFonts w:ascii="Times New Roman" w:hAnsi="Times New Roman"/>
      </w:rPr>
    </w:pPr>
    <w:r w:rsidRPr="00C4202F">
      <w:rPr>
        <w:rStyle w:val="PageNumber"/>
        <w:rFonts w:ascii="Times New Roman" w:hAnsi="Times New Roman"/>
      </w:rPr>
      <w:t xml:space="preserve">© Insurance Services Office, Inc., 2020        </w:t>
    </w:r>
    <w:r>
      <w:rPr>
        <w:rStyle w:val="PageNumber"/>
        <w:rFonts w:ascii="Times New Roman" w:hAnsi="Times New Roman"/>
      </w:rPr>
      <w:t>PENNSYLVANIA</w:t>
    </w:r>
    <w:r w:rsidRPr="00C4202F">
      <w:rPr>
        <w:rStyle w:val="PageNumber"/>
        <w:rFonts w:ascii="Times New Roman" w:hAnsi="Times New Roman"/>
      </w:rPr>
      <w:t xml:space="preserve">        BP-2020-RLA1        BP-50</w:t>
    </w:r>
  </w:p>
  <w:p w:rsidR="00A43022" w:rsidRDefault="00A430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F02" w:rsidRDefault="00EF5F02">
      <w:r>
        <w:separator/>
      </w:r>
    </w:p>
  </w:footnote>
  <w:footnote w:type="continuationSeparator" w:id="0">
    <w:p w:rsidR="00EF5F02" w:rsidRDefault="00EF5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43022">
      <w:tc>
        <w:tcPr>
          <w:tcW w:w="2420" w:type="dxa"/>
        </w:tcPr>
        <w:p w:rsidR="00A43022" w:rsidRDefault="00E25562">
          <w:pPr>
            <w:pStyle w:val="Header"/>
          </w:pPr>
          <w:r>
            <w:t>PENNSYLVANIA (37)</w:t>
          </w:r>
        </w:p>
      </w:tc>
      <w:tc>
        <w:tcPr>
          <w:tcW w:w="5440" w:type="dxa"/>
        </w:tcPr>
        <w:p w:rsidR="00A43022" w:rsidRDefault="00A43022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A43022" w:rsidRDefault="00A43022">
          <w:pPr>
            <w:pStyle w:val="Header"/>
            <w:jc w:val="right"/>
          </w:pPr>
        </w:p>
      </w:tc>
    </w:tr>
  </w:tbl>
  <w:p w:rsidR="00A43022" w:rsidRDefault="00A430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43022">
      <w:tc>
        <w:tcPr>
          <w:tcW w:w="2420" w:type="dxa"/>
        </w:tcPr>
        <w:p w:rsidR="00A43022" w:rsidRDefault="00A43022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:rsidR="00A43022" w:rsidRDefault="00A43022">
          <w:pPr>
            <w:pStyle w:val="Header"/>
            <w:jc w:val="center"/>
          </w:pPr>
          <w:r>
            <w:t>COMMERCIAL LINES MANUAL</w:t>
          </w:r>
          <w:r>
            <w:br/>
            <w:t>DIVISION NINE 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A43022" w:rsidRDefault="00A43022">
          <w:pPr>
            <w:pStyle w:val="Header"/>
            <w:jc w:val="right"/>
          </w:pPr>
          <w:r>
            <w:t>STATE (##)</w:t>
          </w:r>
        </w:p>
      </w:tc>
    </w:tr>
  </w:tbl>
  <w:p w:rsidR="00A43022" w:rsidRDefault="00A430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43022">
      <w:tc>
        <w:tcPr>
          <w:tcW w:w="2420" w:type="dxa"/>
        </w:tcPr>
        <w:p w:rsidR="00A43022" w:rsidRDefault="001A472C">
          <w:pPr>
            <w:pStyle w:val="Header"/>
          </w:pPr>
          <w:r>
            <w:t>PENNSYLVANIA (37)</w:t>
          </w:r>
        </w:p>
      </w:tc>
      <w:tc>
        <w:tcPr>
          <w:tcW w:w="5440" w:type="dxa"/>
        </w:tcPr>
        <w:p w:rsidR="00A43022" w:rsidRDefault="00A43022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r w:rsidR="001A472C">
            <w:t>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A43022" w:rsidRDefault="00A43022">
          <w:pPr>
            <w:pStyle w:val="Header"/>
            <w:jc w:val="right"/>
          </w:pPr>
        </w:p>
      </w:tc>
    </w:tr>
  </w:tbl>
  <w:p w:rsidR="00A43022" w:rsidRDefault="00A430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id$" w:val=" "/>
    <w:docVar w:name="cpyowner$" w:val="ISO"/>
    <w:docVar w:name="cremethod$" w:val="G"/>
    <w:docVar w:name="ISOLongName$" w:val="D:\DOCUMENT\I70193\Documents\BOP Template Drafts\15-6-6Draft.doc $"/>
    <w:docVar w:name="Lobabb$" w:val="BP"/>
    <w:docVar w:name="NTM$" w:val=" "/>
    <w:docVar w:name="pagetype$" w:val="LC"/>
    <w:docVar w:name="pgno$" w:val="4"/>
    <w:docVar w:name="prodcode$" w:val="SIM"/>
    <w:docVar w:name="service$" w:val="LC"/>
    <w:docVar w:name="St$" w:val="PA"/>
    <w:docVar w:name="status$" w:val="WIP"/>
    <w:docVar w:name="tech$" w:val="12.0"/>
  </w:docVars>
  <w:rsids>
    <w:rsidRoot w:val="00EF5F02"/>
    <w:rsid w:val="001A472C"/>
    <w:rsid w:val="00620810"/>
    <w:rsid w:val="00625B39"/>
    <w:rsid w:val="008F20F6"/>
    <w:rsid w:val="00A43022"/>
    <w:rsid w:val="00AB2C86"/>
    <w:rsid w:val="00C13327"/>
    <w:rsid w:val="00E25562"/>
    <w:rsid w:val="00E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880F1C"/>
  <w15:chartTrackingRefBased/>
  <w15:docId w15:val="{F7267576-3C76-46DC-9EE6-BAF76BFA2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spacing w:before="240" w:line="190" w:lineRule="exact"/>
      <w:jc w:val="both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spacing w:before="120" w:line="190" w:lineRule="exact"/>
      <w:jc w:val="both"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spacing w:before="80" w:line="190" w:lineRule="exact"/>
      <w:ind w:left="360"/>
      <w:jc w:val="both"/>
      <w:outlineLvl w:val="2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pPr>
      <w:spacing w:line="200" w:lineRule="exact"/>
    </w:pPr>
    <w:rPr>
      <w:b/>
      <w:sz w:val="20"/>
    </w:rPr>
  </w:style>
  <w:style w:type="paragraph" w:customStyle="1" w:styleId="isonormal">
    <w:name w:val="isonormal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styleId="Footer">
    <w:name w:val="footer"/>
    <w:basedOn w:val="isonormal"/>
    <w:link w:val="FooterChar"/>
    <w:uiPriority w:val="99"/>
    <w:pPr>
      <w:spacing w:before="0" w:line="240" w:lineRule="auto"/>
    </w:pPr>
  </w:style>
  <w:style w:type="paragraph" w:customStyle="1" w:styleId="blockhd1">
    <w:name w:val="blockhd1"/>
    <w:basedOn w:val="isonormal"/>
    <w:next w:val="Normal"/>
    <w:rPr>
      <w:b/>
    </w:rPr>
  </w:style>
  <w:style w:type="paragraph" w:customStyle="1" w:styleId="subcap2">
    <w:name w:val="subcap2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">
    <w:name w:val="tabletext"/>
    <w:basedOn w:val="isonormal"/>
    <w:pPr>
      <w:spacing w:before="20" w:after="20"/>
      <w:jc w:val="left"/>
    </w:pPr>
  </w:style>
  <w:style w:type="paragraph" w:customStyle="1" w:styleId="tablehead">
    <w:name w:val="tablehead"/>
    <w:basedOn w:val="isonormal"/>
    <w:pPr>
      <w:spacing w:before="40" w:after="20"/>
      <w:jc w:val="center"/>
    </w:pPr>
    <w:rPr>
      <w:b/>
    </w:rPr>
  </w:style>
  <w:style w:type="paragraph" w:customStyle="1" w:styleId="blockhd2">
    <w:name w:val="blockhd2"/>
    <w:basedOn w:val="isonormal"/>
    <w:next w:val="Normal"/>
    <w:pPr>
      <w:ind w:left="300"/>
    </w:pPr>
    <w:rPr>
      <w:b/>
    </w:rPr>
  </w:style>
  <w:style w:type="paragraph" w:customStyle="1" w:styleId="blockhd3">
    <w:name w:val="blockhd3"/>
    <w:basedOn w:val="isonormal"/>
    <w:next w:val="Normal"/>
    <w:pPr>
      <w:ind w:left="600"/>
    </w:pPr>
    <w:rPr>
      <w:b/>
    </w:rPr>
  </w:style>
  <w:style w:type="paragraph" w:customStyle="1" w:styleId="subcap3">
    <w:name w:val="subcap3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blockhd4">
    <w:name w:val="blockhd4"/>
    <w:basedOn w:val="isonormal"/>
    <w:next w:val="Normal"/>
    <w:pPr>
      <w:ind w:left="900"/>
    </w:pPr>
    <w:rPr>
      <w:b/>
    </w:rPr>
  </w:style>
  <w:style w:type="paragraph" w:customStyle="1" w:styleId="blockhd5">
    <w:name w:val="blockhd5"/>
    <w:basedOn w:val="isonormal"/>
    <w:next w:val="Normal"/>
    <w:pPr>
      <w:ind w:left="1200"/>
    </w:pPr>
    <w:rPr>
      <w:b/>
    </w:rPr>
  </w:style>
  <w:style w:type="paragraph" w:customStyle="1" w:styleId="blockhd6">
    <w:name w:val="blockhd6"/>
    <w:basedOn w:val="isonormal"/>
    <w:next w:val="Normal"/>
    <w:pPr>
      <w:ind w:left="1500"/>
    </w:pPr>
    <w:rPr>
      <w:b/>
    </w:rPr>
  </w:style>
  <w:style w:type="paragraph" w:customStyle="1" w:styleId="blockhd7">
    <w:name w:val="blockhd7"/>
    <w:basedOn w:val="isonormal"/>
    <w:next w:val="Normal"/>
    <w:pPr>
      <w:ind w:left="1800"/>
    </w:pPr>
    <w:rPr>
      <w:b/>
    </w:rPr>
  </w:style>
  <w:style w:type="paragraph" w:customStyle="1" w:styleId="blockhd8">
    <w:name w:val="blockhd8"/>
    <w:basedOn w:val="isonormal"/>
    <w:next w:val="Normal"/>
    <w:pPr>
      <w:ind w:left="2100"/>
    </w:pPr>
    <w:rPr>
      <w:b/>
    </w:rPr>
  </w:style>
  <w:style w:type="paragraph" w:customStyle="1" w:styleId="blockhd9">
    <w:name w:val="blockhd9"/>
    <w:basedOn w:val="isonormal"/>
    <w:next w:val="Normal"/>
    <w:pPr>
      <w:ind w:left="2400"/>
    </w:pPr>
    <w:rPr>
      <w:b/>
    </w:rPr>
  </w:style>
  <w:style w:type="paragraph" w:customStyle="1" w:styleId="blocktext1">
    <w:name w:val="blocktext1"/>
    <w:basedOn w:val="isonormal"/>
  </w:style>
  <w:style w:type="paragraph" w:customStyle="1" w:styleId="blocktext10">
    <w:name w:val="blocktext10"/>
    <w:basedOn w:val="isonormal"/>
    <w:pPr>
      <w:ind w:left="2700"/>
    </w:pPr>
  </w:style>
  <w:style w:type="paragraph" w:customStyle="1" w:styleId="blocktext2">
    <w:name w:val="blocktext2"/>
    <w:basedOn w:val="isonormal"/>
    <w:pPr>
      <w:ind w:left="300"/>
    </w:pPr>
  </w:style>
  <w:style w:type="paragraph" w:customStyle="1" w:styleId="blocktext3">
    <w:name w:val="blocktext3"/>
    <w:basedOn w:val="isonormal"/>
    <w:pPr>
      <w:ind w:left="600"/>
    </w:pPr>
  </w:style>
  <w:style w:type="paragraph" w:customStyle="1" w:styleId="blocktext4">
    <w:name w:val="blocktext4"/>
    <w:basedOn w:val="isonormal"/>
    <w:pPr>
      <w:ind w:left="900"/>
    </w:pPr>
  </w:style>
  <w:style w:type="paragraph" w:customStyle="1" w:styleId="blocktext5">
    <w:name w:val="blocktext5"/>
    <w:basedOn w:val="isonormal"/>
    <w:pPr>
      <w:ind w:left="1200"/>
    </w:pPr>
  </w:style>
  <w:style w:type="paragraph" w:customStyle="1" w:styleId="blocktext6">
    <w:name w:val="blocktext6"/>
    <w:basedOn w:val="isonormal"/>
    <w:pPr>
      <w:ind w:left="1500"/>
    </w:pPr>
  </w:style>
  <w:style w:type="paragraph" w:customStyle="1" w:styleId="blocktext7">
    <w:name w:val="blocktext7"/>
    <w:basedOn w:val="isonormal"/>
    <w:pPr>
      <w:ind w:left="1800"/>
    </w:pPr>
  </w:style>
  <w:style w:type="paragraph" w:customStyle="1" w:styleId="blocktext8">
    <w:name w:val="blocktext8"/>
    <w:basedOn w:val="isonormal"/>
    <w:pPr>
      <w:ind w:left="2100"/>
    </w:pPr>
  </w:style>
  <w:style w:type="paragraph" w:customStyle="1" w:styleId="blocktext9">
    <w:name w:val="blocktext9"/>
    <w:basedOn w:val="isonormal"/>
    <w:pPr>
      <w:ind w:left="2400"/>
    </w:pPr>
  </w:style>
  <w:style w:type="paragraph" w:customStyle="1" w:styleId="boxrule">
    <w:name w:val="boxrule"/>
    <w:basedOn w:val="isonormal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pPr>
      <w:jc w:val="center"/>
    </w:pPr>
    <w:rPr>
      <w:b/>
    </w:rPr>
  </w:style>
  <w:style w:type="paragraph" w:customStyle="1" w:styleId="icblock">
    <w:name w:val="i/cblock"/>
    <w:basedOn w:val="isonormal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</w:style>
  <w:style w:type="paragraph" w:customStyle="1" w:styleId="noboxaddlrule">
    <w:name w:val="noboxaddlrule"/>
    <w:basedOn w:val="isonormal"/>
    <w:next w:val="blocktext1"/>
    <w:pPr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pPr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pPr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pPr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pPr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pPr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pPr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pPr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pPr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pPr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pPr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pPr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pPr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pPr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pPr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Pr>
      <w:b/>
    </w:rPr>
  </w:style>
  <w:style w:type="paragraph" w:customStyle="1" w:styleId="space2">
    <w:name w:val="space2"/>
    <w:basedOn w:val="Normal"/>
    <w:next w:val="Normal"/>
    <w:pPr>
      <w:spacing w:line="40" w:lineRule="exact"/>
      <w:jc w:val="both"/>
    </w:pPr>
    <w:rPr>
      <w:sz w:val="18"/>
    </w:rPr>
  </w:style>
  <w:style w:type="paragraph" w:customStyle="1" w:styleId="space4">
    <w:name w:val="space4"/>
    <w:basedOn w:val="Normal"/>
    <w:next w:val="Normal"/>
    <w:pPr>
      <w:spacing w:line="80" w:lineRule="exact"/>
      <w:jc w:val="both"/>
    </w:pPr>
    <w:rPr>
      <w:sz w:val="18"/>
    </w:rPr>
  </w:style>
  <w:style w:type="paragraph" w:customStyle="1" w:styleId="space8">
    <w:name w:val="space8"/>
    <w:basedOn w:val="Normal"/>
    <w:next w:val="Normal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Pr>
      <w:b/>
    </w:rPr>
  </w:style>
  <w:style w:type="character" w:customStyle="1" w:styleId="tablelink">
    <w:name w:val="tablelink"/>
    <w:basedOn w:val="DefaultParagraphFont"/>
    <w:rPr>
      <w:b/>
    </w:rPr>
  </w:style>
  <w:style w:type="paragraph" w:customStyle="1" w:styleId="tabletext00">
    <w:name w:val="tabletext0/0"/>
    <w:basedOn w:val="isonormal"/>
    <w:pPr>
      <w:spacing w:before="0"/>
      <w:jc w:val="left"/>
    </w:pPr>
  </w:style>
  <w:style w:type="paragraph" w:customStyle="1" w:styleId="tabletext10">
    <w:name w:val="tabletext1/0"/>
    <w:basedOn w:val="isonormal"/>
    <w:pPr>
      <w:spacing w:before="20"/>
      <w:jc w:val="left"/>
    </w:pPr>
  </w:style>
  <w:style w:type="paragraph" w:customStyle="1" w:styleId="tabletext11">
    <w:name w:val="tabletext1/1"/>
    <w:basedOn w:val="isonormal"/>
    <w:pPr>
      <w:spacing w:before="20" w:after="20"/>
      <w:jc w:val="left"/>
    </w:pPr>
  </w:style>
  <w:style w:type="paragraph" w:customStyle="1" w:styleId="terr2colblock1">
    <w:name w:val="terr2colblock1"/>
    <w:basedOn w:val="isonormal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pPr>
      <w:tabs>
        <w:tab w:val="left" w:leader="dot" w:pos="2300"/>
      </w:tabs>
      <w:spacing w:before="0"/>
      <w:jc w:val="left"/>
    </w:pPr>
  </w:style>
  <w:style w:type="paragraph" w:customStyle="1" w:styleId="terrtoc">
    <w:name w:val="terrtoc"/>
    <w:basedOn w:val="isonormal"/>
    <w:pPr>
      <w:spacing w:before="50" w:after="50"/>
      <w:jc w:val="center"/>
    </w:pPr>
    <w:rPr>
      <w:b/>
    </w:rPr>
  </w:style>
  <w:style w:type="character" w:styleId="PageNumber">
    <w:name w:val="page number"/>
    <w:basedOn w:val="DefaultParagraphFont"/>
    <w:uiPriority w:val="99"/>
  </w:style>
  <w:style w:type="character" w:customStyle="1" w:styleId="FooterChar">
    <w:name w:val="Footer Char"/>
    <w:link w:val="Footer"/>
    <w:uiPriority w:val="99"/>
    <w:rsid w:val="001A472C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26707\Documents\S9CTL1V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LI-BP-2020-096 - 004 -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I60202</AuthorId>
    <CircularDocDescription xmlns="a86cc342-0045-41e2-80e9-abdb777d2eca">Pages</CircularDocDescription>
    <Date_x0020_Modified xmlns="a86cc342-0045-41e2-80e9-abdb777d2eca">2020-08-17T07:02:52+00:00</Date_x0020_Modified>
    <CircularDate xmlns="a86cc342-0045-41e2-80e9-abdb777d2eca">2020-08-25T04:00:00+00:00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-4.1% statewide change have been filed.</KeyMessage>
    <CircularNumber xmlns="a86cc342-0045-41e2-80e9-abdb777d2eca">LI-BP-2020-096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Schuff, Jeannette</AuthorName>
    <Sequence xmlns="a86cc342-0045-41e2-80e9-abdb777d2eca">3</Sequence>
    <ServiceModuleString xmlns="a86cc342-0045-41e2-80e9-abdb777d2eca">Loss Costs;</ServiceModuleString>
    <CircId xmlns="a86cc342-0045-41e2-80e9-abdb777d2eca">30446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PENNSYLVANIA BUSINESSOWNERS ADVISORY PROSPECTIVE LOSS COST REVISION FILED; EXHIBITS NEWLY PRESENTED IN EXCEL</CircularTitle>
    <Jurs xmlns="a86cc342-0045-41e2-80e9-abdb777d2eca">
      <Value>40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389097-6C35-4542-9FE7-44AC0B0F205D}"/>
</file>

<file path=customXml/itemProps2.xml><?xml version="1.0" encoding="utf-8"?>
<ds:datastoreItem xmlns:ds="http://schemas.openxmlformats.org/officeDocument/2006/customXml" ds:itemID="{2C9D50E3-5BDE-437E-B9CA-09A347A8C6AC}"/>
</file>

<file path=customXml/itemProps3.xml><?xml version="1.0" encoding="utf-8"?>
<ds:datastoreItem xmlns:ds="http://schemas.openxmlformats.org/officeDocument/2006/customXml" ds:itemID="{DBD72002-6F63-42E0-AB83-C2CD48F8A8BA}"/>
</file>

<file path=customXml/itemProps4.xml><?xml version="1.0" encoding="utf-8"?>
<ds:datastoreItem xmlns:ds="http://schemas.openxmlformats.org/officeDocument/2006/customXml" ds:itemID="{01B66FE2-6331-4A9D-B278-F513124D643C}"/>
</file>

<file path=docProps/app.xml><?xml version="1.0" encoding="utf-8"?>
<Properties xmlns="http://schemas.openxmlformats.org/officeDocument/2006/extended-properties" xmlns:vt="http://schemas.openxmlformats.org/officeDocument/2006/docPropsVTypes">
  <Template>S9CTL1V4</Template>
  <TotalTime>0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Generated Loss Cost Manual Pages-BOP</vt:lpstr>
    </vt:vector>
  </TitlesOfParts>
  <Company>ISO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Generated Loss Cost Manual Pages-BOP</dc:title>
  <dc:subject>Loss Cost Format Template S9CTL1V1</dc:subject>
  <dc:creator>PIDCOMPP</dc:creator>
  <cp:keywords>S9CTL1V1</cp:keywords>
  <dc:description>Page 1, CT, FL, IL, MA, OH, PA, TX, and VA _x000d_
</dc:description>
  <cp:lastModifiedBy>Pekala, Magda</cp:lastModifiedBy>
  <cp:revision>2</cp:revision>
  <cp:lastPrinted>1899-12-31T23:00:00Z</cp:lastPrinted>
  <dcterms:created xsi:type="dcterms:W3CDTF">2020-08-12T06:54:00Z</dcterms:created>
  <dcterms:modified xsi:type="dcterms:W3CDTF">2020-08-12T06:54:00Z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_docset_NoMedatataSyncRequired">
    <vt:lpwstr>False</vt:lpwstr>
  </property>
</Properties>
</file>