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6.xml" ContentType="application/vnd.openxmlformats-officedocument.wordprocessingml.header+xml"/>
  <Override PartName="/word/header8.xml" ContentType="application/vnd.openxmlformats-officedocument.wordprocessingml.header+xml"/>
  <Override PartName="/word/header7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5CA2" w:rsidRPr="002B5CA2" w:rsidRDefault="002B5CA2" w:rsidP="002B5CA2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t>ALABAMA</w:t>
      </w:r>
    </w:p>
    <w:p w:rsidR="002B5CA2" w:rsidRPr="002B5CA2" w:rsidRDefault="002B5CA2" w:rsidP="002B5CA2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 w:rsidRPr="002B5CA2">
        <w:rPr>
          <w:rFonts w:ascii="Times New Roman" w:eastAsia="Times New Roman" w:hAnsi="Times New Roman"/>
          <w:szCs w:val="20"/>
        </w:rPr>
        <w:t>COMMERCIAL PROPERTY INSURANCE</w:t>
      </w:r>
    </w:p>
    <w:p w:rsidR="002B5CA2" w:rsidRPr="002B5CA2" w:rsidRDefault="002B5CA2" w:rsidP="002B5CA2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2B5CA2" w:rsidRPr="002B5CA2" w:rsidRDefault="002B5CA2" w:rsidP="002B5CA2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2B5CA2" w:rsidRPr="00837BB9" w:rsidRDefault="002B5CA2" w:rsidP="002B5CA2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</w:rPr>
      </w:pPr>
      <w:r w:rsidRPr="00837BB9">
        <w:rPr>
          <w:rFonts w:ascii="Times New Roman" w:eastAsia="Times New Roman" w:hAnsi="Times New Roman"/>
        </w:rPr>
        <w:t>SECTION E - REVISED LOSS COST PAGES</w:t>
      </w:r>
    </w:p>
    <w:p w:rsidR="002B5CA2" w:rsidRPr="00837BB9" w:rsidRDefault="002B5CA2" w:rsidP="002B5CA2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:rsidR="002B5CA2" w:rsidRPr="00837BB9" w:rsidRDefault="002B5CA2" w:rsidP="002B5CA2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837BB9">
        <w:rPr>
          <w:rFonts w:ascii="Times New Roman" w:eastAsia="Times New Roman" w:hAnsi="Times New Roman"/>
          <w:szCs w:val="20"/>
        </w:rPr>
        <w:t>Basic Group II Loss Costs............................................................................</w:t>
      </w:r>
      <w:r w:rsidRPr="00837BB9">
        <w:rPr>
          <w:rFonts w:ascii="Times New Roman" w:eastAsia="Times New Roman" w:hAnsi="Times New Roman"/>
          <w:szCs w:val="20"/>
        </w:rPr>
        <w:tab/>
      </w:r>
      <w:r w:rsidRPr="00837BB9">
        <w:rPr>
          <w:rFonts w:ascii="Times New Roman" w:eastAsia="Times New Roman" w:hAnsi="Times New Roman"/>
          <w:szCs w:val="20"/>
        </w:rPr>
        <w:tab/>
        <w:t>E2</w:t>
      </w:r>
      <w:r>
        <w:rPr>
          <w:rFonts w:ascii="Times New Roman" w:eastAsia="Times New Roman" w:hAnsi="Times New Roman"/>
          <w:szCs w:val="20"/>
        </w:rPr>
        <w:t>-3</w:t>
      </w:r>
    </w:p>
    <w:p w:rsidR="002B5CA2" w:rsidRPr="00837BB9" w:rsidRDefault="002B5CA2" w:rsidP="002B5CA2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:rsidR="002B5CA2" w:rsidRPr="00837BB9" w:rsidRDefault="002B5CA2" w:rsidP="002B5CA2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837BB9">
        <w:rPr>
          <w:rFonts w:ascii="Times New Roman" w:eastAsia="Times New Roman" w:hAnsi="Times New Roman"/>
          <w:szCs w:val="20"/>
        </w:rPr>
        <w:t>Special Causes of Loss Loss Costs...............................................................</w:t>
      </w:r>
      <w:r w:rsidRPr="00837BB9">
        <w:rPr>
          <w:rFonts w:ascii="Times New Roman" w:eastAsia="Times New Roman" w:hAnsi="Times New Roman"/>
          <w:szCs w:val="20"/>
        </w:rPr>
        <w:tab/>
      </w:r>
      <w:r w:rsidRPr="00837BB9">
        <w:rPr>
          <w:rFonts w:ascii="Times New Roman" w:eastAsia="Times New Roman" w:hAnsi="Times New Roman"/>
          <w:szCs w:val="20"/>
        </w:rPr>
        <w:tab/>
        <w:t>E</w:t>
      </w:r>
      <w:r>
        <w:rPr>
          <w:rFonts w:ascii="Times New Roman" w:eastAsia="Times New Roman" w:hAnsi="Times New Roman"/>
          <w:szCs w:val="20"/>
        </w:rPr>
        <w:t>4</w:t>
      </w:r>
    </w:p>
    <w:p w:rsidR="002B5CA2" w:rsidRPr="00837BB9" w:rsidRDefault="002B5CA2" w:rsidP="002B5CA2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:rsidR="002B5CA2" w:rsidRPr="00837BB9" w:rsidRDefault="002B5CA2" w:rsidP="002B5CA2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837BB9">
        <w:rPr>
          <w:rFonts w:ascii="Times New Roman" w:eastAsia="Times New Roman" w:hAnsi="Times New Roman"/>
          <w:szCs w:val="20"/>
        </w:rPr>
        <w:t>Basic Group I Loss Costs..............................................................................</w:t>
      </w:r>
      <w:r w:rsidRPr="00837BB9">
        <w:rPr>
          <w:rFonts w:ascii="Times New Roman" w:eastAsia="Times New Roman" w:hAnsi="Times New Roman"/>
          <w:szCs w:val="20"/>
        </w:rPr>
        <w:tab/>
      </w:r>
      <w:r w:rsidRPr="00837BB9">
        <w:rPr>
          <w:rFonts w:ascii="Times New Roman" w:eastAsia="Times New Roman" w:hAnsi="Times New Roman"/>
          <w:szCs w:val="20"/>
        </w:rPr>
        <w:tab/>
        <w:t>E</w:t>
      </w:r>
      <w:r>
        <w:rPr>
          <w:rFonts w:ascii="Times New Roman" w:eastAsia="Times New Roman" w:hAnsi="Times New Roman"/>
          <w:szCs w:val="20"/>
        </w:rPr>
        <w:t>5</w:t>
      </w:r>
      <w:r w:rsidRPr="00837BB9">
        <w:rPr>
          <w:rFonts w:ascii="Times New Roman" w:eastAsia="Times New Roman" w:hAnsi="Times New Roman"/>
          <w:szCs w:val="20"/>
        </w:rPr>
        <w:t>-1</w:t>
      </w:r>
      <w:r>
        <w:rPr>
          <w:rFonts w:ascii="Times New Roman" w:eastAsia="Times New Roman" w:hAnsi="Times New Roman"/>
          <w:szCs w:val="20"/>
        </w:rPr>
        <w:t>5</w:t>
      </w:r>
    </w:p>
    <w:p w:rsidR="002B5CA2" w:rsidRDefault="002B5CA2">
      <w:pPr>
        <w:sectPr w:rsidR="002B5CA2" w:rsidSect="002B5CA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  <w:bookmarkStart w:id="0" w:name="_GoBack"/>
      <w:bookmarkEnd w:id="0"/>
    </w:p>
    <w:p w:rsidR="002B5CA2" w:rsidRPr="002B5CA2" w:rsidRDefault="002B5CA2" w:rsidP="002B5CA2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2B5CA2">
        <w:rPr>
          <w:rFonts w:ascii="Arial" w:eastAsia="Times New Roman" w:hAnsi="Arial"/>
          <w:b/>
          <w:sz w:val="18"/>
          <w:szCs w:val="20"/>
        </w:rPr>
        <w:lastRenderedPageBreak/>
        <w:t>70.  CAUSES OF LOSS – BASIC FORM</w:t>
      </w:r>
    </w:p>
    <w:p w:rsidR="002B5CA2" w:rsidRPr="002B5CA2" w:rsidRDefault="002B5CA2" w:rsidP="002B5CA2">
      <w:pPr>
        <w:keepNext/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2B5CA2">
        <w:rPr>
          <w:rFonts w:ascii="Arial" w:eastAsia="Times New Roman" w:hAnsi="Arial"/>
          <w:b/>
          <w:sz w:val="18"/>
          <w:szCs w:val="20"/>
        </w:rPr>
        <w:tab/>
        <w:t>E.</w:t>
      </w:r>
      <w:r w:rsidRPr="002B5CA2">
        <w:rPr>
          <w:rFonts w:ascii="Arial" w:eastAsia="Times New Roman" w:hAnsi="Arial"/>
          <w:b/>
          <w:sz w:val="18"/>
          <w:szCs w:val="20"/>
        </w:rPr>
        <w:tab/>
        <w:t>Rating Procedure</w:t>
      </w:r>
    </w:p>
    <w:p w:rsidR="002B5CA2" w:rsidRPr="002B5CA2" w:rsidRDefault="002B5CA2" w:rsidP="002B5CA2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2B5CA2">
        <w:rPr>
          <w:rFonts w:ascii="Arial" w:eastAsia="Times New Roman" w:hAnsi="Arial"/>
          <w:b/>
          <w:sz w:val="18"/>
          <w:szCs w:val="20"/>
        </w:rPr>
        <w:tab/>
        <w:t>2.</w:t>
      </w:r>
      <w:r w:rsidRPr="002B5CA2">
        <w:rPr>
          <w:rFonts w:ascii="Arial" w:eastAsia="Times New Roman" w:hAnsi="Arial"/>
          <w:b/>
          <w:sz w:val="18"/>
          <w:szCs w:val="20"/>
        </w:rPr>
        <w:tab/>
        <w:t>Property Damage – Group II Causes Of Loss</w:t>
      </w:r>
    </w:p>
    <w:p w:rsidR="002B5CA2" w:rsidRPr="002B5CA2" w:rsidRDefault="002B5CA2" w:rsidP="002B5CA2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2B5CA2">
        <w:rPr>
          <w:rFonts w:ascii="Arial" w:eastAsia="Times New Roman" w:hAnsi="Arial"/>
          <w:b/>
          <w:sz w:val="18"/>
          <w:szCs w:val="20"/>
        </w:rPr>
        <w:tab/>
        <w:t>e.</w:t>
      </w:r>
      <w:r w:rsidRPr="002B5CA2">
        <w:rPr>
          <w:rFonts w:ascii="Arial" w:eastAsia="Times New Roman" w:hAnsi="Arial"/>
          <w:b/>
          <w:sz w:val="18"/>
          <w:szCs w:val="20"/>
        </w:rPr>
        <w:tab/>
        <w:t>Loss Costs</w:t>
      </w:r>
    </w:p>
    <w:p w:rsidR="002B5CA2" w:rsidRPr="002B5CA2" w:rsidRDefault="002B5CA2" w:rsidP="002B5CA2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tab/>
      </w:r>
      <w:r w:rsidRPr="002B5CA2">
        <w:rPr>
          <w:rFonts w:ascii="Arial" w:eastAsia="Times New Roman" w:hAnsi="Arial"/>
          <w:b/>
          <w:sz w:val="18"/>
          <w:szCs w:val="20"/>
        </w:rPr>
        <w:t>(1)</w:t>
      </w:r>
      <w:r w:rsidRPr="002B5CA2">
        <w:rPr>
          <w:rFonts w:ascii="Arial" w:eastAsia="Times New Roman" w:hAnsi="Arial"/>
          <w:sz w:val="18"/>
          <w:szCs w:val="20"/>
        </w:rPr>
        <w:tab/>
        <w:t xml:space="preserve">Determine the Basic Group II symbol from the specific publication or from Rule </w:t>
      </w:r>
      <w:r w:rsidRPr="002B5CA2">
        <w:rPr>
          <w:rFonts w:ascii="Arial" w:eastAsia="Times New Roman" w:hAnsi="Arial"/>
          <w:b/>
          <w:bCs/>
          <w:sz w:val="18"/>
          <w:szCs w:val="20"/>
        </w:rPr>
        <w:t>70.E.2.a.</w:t>
      </w:r>
    </w:p>
    <w:p w:rsidR="002B5CA2" w:rsidRPr="002B5CA2" w:rsidRDefault="002B5CA2" w:rsidP="002B5CA2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tab/>
      </w:r>
      <w:r w:rsidRPr="002B5CA2">
        <w:rPr>
          <w:rFonts w:ascii="Arial" w:eastAsia="Times New Roman" w:hAnsi="Arial"/>
          <w:b/>
          <w:sz w:val="18"/>
          <w:szCs w:val="20"/>
        </w:rPr>
        <w:t>(2)</w:t>
      </w:r>
      <w:r w:rsidRPr="002B5CA2">
        <w:rPr>
          <w:rFonts w:ascii="Arial" w:eastAsia="Times New Roman" w:hAnsi="Arial"/>
          <w:sz w:val="18"/>
          <w:szCs w:val="20"/>
        </w:rPr>
        <w:tab/>
        <w:t xml:space="preserve">Determine where the property is located based on information in Paragraph </w:t>
      </w:r>
      <w:r w:rsidRPr="002B5CA2">
        <w:rPr>
          <w:rFonts w:ascii="Arial" w:eastAsia="Times New Roman" w:hAnsi="Arial"/>
          <w:b/>
          <w:sz w:val="18"/>
          <w:szCs w:val="20"/>
        </w:rPr>
        <w:t>(5).</w:t>
      </w:r>
    </w:p>
    <w:p w:rsidR="002B5CA2" w:rsidRPr="002B5CA2" w:rsidRDefault="002B5CA2" w:rsidP="002B5CA2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tab/>
      </w:r>
      <w:r w:rsidRPr="002B5CA2">
        <w:rPr>
          <w:rFonts w:ascii="Arial" w:eastAsia="Times New Roman" w:hAnsi="Arial"/>
          <w:b/>
          <w:sz w:val="18"/>
          <w:szCs w:val="20"/>
        </w:rPr>
        <w:t>(3)</w:t>
      </w:r>
      <w:r w:rsidRPr="002B5CA2">
        <w:rPr>
          <w:rFonts w:ascii="Arial" w:eastAsia="Times New Roman" w:hAnsi="Arial"/>
          <w:sz w:val="18"/>
          <w:szCs w:val="20"/>
        </w:rPr>
        <w:tab/>
        <w:t xml:space="preserve">For Symbols </w:t>
      </w:r>
      <w:r w:rsidRPr="002B5CA2">
        <w:rPr>
          <w:rFonts w:ascii="Arial" w:eastAsia="Times New Roman" w:hAnsi="Arial"/>
          <w:b/>
          <w:sz w:val="18"/>
          <w:szCs w:val="20"/>
        </w:rPr>
        <w:t>AA, A, AB</w:t>
      </w:r>
      <w:r w:rsidRPr="002B5CA2">
        <w:rPr>
          <w:rFonts w:ascii="Arial" w:eastAsia="Times New Roman" w:hAnsi="Arial"/>
          <w:sz w:val="18"/>
          <w:szCs w:val="20"/>
        </w:rPr>
        <w:t xml:space="preserve"> and </w:t>
      </w:r>
      <w:r w:rsidRPr="002B5CA2">
        <w:rPr>
          <w:rFonts w:ascii="Arial" w:eastAsia="Times New Roman" w:hAnsi="Arial"/>
          <w:b/>
          <w:sz w:val="18"/>
          <w:szCs w:val="20"/>
        </w:rPr>
        <w:t>B</w:t>
      </w:r>
      <w:r w:rsidRPr="002B5CA2">
        <w:rPr>
          <w:rFonts w:ascii="Arial" w:eastAsia="Times New Roman" w:hAnsi="Arial"/>
          <w:sz w:val="18"/>
          <w:szCs w:val="20"/>
        </w:rPr>
        <w:t xml:space="preserve"> use the applicable rate.</w:t>
      </w:r>
    </w:p>
    <w:p w:rsidR="002B5CA2" w:rsidRPr="002B5CA2" w:rsidRDefault="002B5CA2" w:rsidP="002B5CA2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tab/>
      </w:r>
      <w:r w:rsidRPr="002B5CA2">
        <w:rPr>
          <w:rFonts w:ascii="Arial" w:eastAsia="Times New Roman" w:hAnsi="Arial"/>
          <w:b/>
          <w:sz w:val="18"/>
          <w:szCs w:val="20"/>
        </w:rPr>
        <w:t>(4)</w:t>
      </w:r>
      <w:r w:rsidRPr="002B5CA2">
        <w:rPr>
          <w:rFonts w:ascii="Arial" w:eastAsia="Times New Roman" w:hAnsi="Arial"/>
          <w:sz w:val="18"/>
          <w:szCs w:val="20"/>
        </w:rPr>
        <w:tab/>
        <w:t xml:space="preserve">For symbols with numerical prefixes, multiply the applicable rate by the prefix shown in Rule </w:t>
      </w:r>
      <w:r w:rsidRPr="002B5CA2">
        <w:rPr>
          <w:rFonts w:ascii="Arial" w:eastAsia="Times New Roman" w:hAnsi="Arial"/>
          <w:b/>
          <w:bCs/>
          <w:sz w:val="18"/>
          <w:szCs w:val="20"/>
        </w:rPr>
        <w:t>70.E.2.a.</w:t>
      </w: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534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0"/>
        <w:gridCol w:w="1359"/>
        <w:gridCol w:w="1021"/>
        <w:gridCol w:w="810"/>
        <w:gridCol w:w="900"/>
        <w:gridCol w:w="810"/>
      </w:tblGrid>
      <w:tr w:rsidR="002B5CA2" w:rsidRPr="002B5CA2" w:rsidTr="002A39C6">
        <w:trPr>
          <w:cantSplit/>
          <w:trHeight w:val="190"/>
        </w:trPr>
        <w:tc>
          <w:tcPr>
            <w:tcW w:w="20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599" w:type="dxa"/>
            <w:gridSpan w:val="2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3541" w:type="dxa"/>
            <w:gridSpan w:val="4"/>
            <w:hideMark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Symbol/Loss Cost</w:t>
            </w: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599" w:type="dxa"/>
            <w:gridSpan w:val="2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021" w:type="dxa"/>
            <w:hideMark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AA</w:t>
            </w:r>
          </w:p>
        </w:tc>
        <w:tc>
          <w:tcPr>
            <w:tcW w:w="810" w:type="dxa"/>
            <w:hideMark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A</w:t>
            </w:r>
          </w:p>
        </w:tc>
        <w:tc>
          <w:tcPr>
            <w:tcW w:w="900" w:type="dxa"/>
            <w:hideMark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AB</w:t>
            </w:r>
          </w:p>
        </w:tc>
        <w:tc>
          <w:tcPr>
            <w:tcW w:w="810" w:type="dxa"/>
            <w:hideMark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</w:t>
            </w: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599" w:type="dxa"/>
            <w:gridSpan w:val="2"/>
            <w:hideMark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Inland</w:t>
                </w:r>
              </w:smartTag>
              <w:r w:rsidRPr="002B5CA2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Territory</w:t>
                </w:r>
              </w:smartTag>
            </w:smartTag>
          </w:p>
        </w:tc>
        <w:tc>
          <w:tcPr>
            <w:tcW w:w="1021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1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1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59" w:type="dxa"/>
            <w:hideMark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Building</w:t>
            </w:r>
          </w:p>
        </w:tc>
        <w:tc>
          <w:tcPr>
            <w:tcW w:w="1021" w:type="dxa"/>
            <w:hideMark/>
          </w:tcPr>
          <w:p w:rsidR="002B5CA2" w:rsidRPr="002B5CA2" w:rsidRDefault="002B5CA2" w:rsidP="002B5CA2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" w:author="Author" w:date="2020-06-10T12:16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.051</w:t>
              </w:r>
            </w:ins>
            <w:del w:id="2" w:author="Author" w:date="2020-06-10T12:16:00Z">
              <w:r w:rsidRPr="002B5CA2" w:rsidDel="001C1BEA">
                <w:rPr>
                  <w:rFonts w:ascii="Arial" w:eastAsia="Times New Roman" w:hAnsi="Arial"/>
                  <w:sz w:val="18"/>
                  <w:szCs w:val="20"/>
                </w:rPr>
                <w:delText>.046</w:delText>
              </w:r>
            </w:del>
          </w:p>
        </w:tc>
        <w:tc>
          <w:tcPr>
            <w:tcW w:w="810" w:type="dxa"/>
            <w:hideMark/>
          </w:tcPr>
          <w:p w:rsidR="002B5CA2" w:rsidRPr="002B5CA2" w:rsidRDefault="002B5CA2" w:rsidP="002B5CA2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3" w:author="Author" w:date="2020-06-10T12:16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.057</w:t>
              </w:r>
            </w:ins>
            <w:del w:id="4" w:author="Author" w:date="2020-06-10T12:16:00Z">
              <w:r w:rsidRPr="002B5CA2" w:rsidDel="001C1BEA">
                <w:rPr>
                  <w:rFonts w:ascii="Arial" w:eastAsia="Times New Roman" w:hAnsi="Arial"/>
                  <w:sz w:val="18"/>
                  <w:szCs w:val="20"/>
                </w:rPr>
                <w:delText>.052</w:delText>
              </w:r>
            </w:del>
          </w:p>
        </w:tc>
        <w:tc>
          <w:tcPr>
            <w:tcW w:w="900" w:type="dxa"/>
            <w:hideMark/>
          </w:tcPr>
          <w:p w:rsidR="002B5CA2" w:rsidRPr="002B5CA2" w:rsidRDefault="002B5CA2" w:rsidP="002B5CA2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5" w:author="Author" w:date="2020-06-10T12:16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.072</w:t>
              </w:r>
            </w:ins>
            <w:del w:id="6" w:author="Author" w:date="2020-06-10T12:16:00Z">
              <w:r w:rsidRPr="002B5CA2" w:rsidDel="001C1BEA">
                <w:rPr>
                  <w:rFonts w:ascii="Arial" w:eastAsia="Times New Roman" w:hAnsi="Arial"/>
                  <w:sz w:val="18"/>
                  <w:szCs w:val="20"/>
                </w:rPr>
                <w:delText>.066</w:delText>
              </w:r>
            </w:del>
          </w:p>
        </w:tc>
        <w:tc>
          <w:tcPr>
            <w:tcW w:w="810" w:type="dxa"/>
            <w:hideMark/>
          </w:tcPr>
          <w:p w:rsidR="002B5CA2" w:rsidRPr="002B5CA2" w:rsidRDefault="002B5CA2" w:rsidP="002B5CA2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7" w:author="Author" w:date="2020-06-10T12:17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.099</w:t>
              </w:r>
            </w:ins>
            <w:del w:id="8" w:author="Author" w:date="2020-06-10T12:17:00Z">
              <w:r w:rsidRPr="002B5CA2" w:rsidDel="001C1BEA">
                <w:rPr>
                  <w:rFonts w:ascii="Arial" w:eastAsia="Times New Roman" w:hAnsi="Arial"/>
                  <w:sz w:val="18"/>
                  <w:szCs w:val="20"/>
                </w:rPr>
                <w:delText>.091</w:delText>
              </w:r>
            </w:del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59" w:type="dxa"/>
            <w:hideMark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Contents</w:t>
            </w:r>
          </w:p>
        </w:tc>
        <w:tc>
          <w:tcPr>
            <w:tcW w:w="1021" w:type="dxa"/>
            <w:hideMark/>
          </w:tcPr>
          <w:p w:rsidR="002B5CA2" w:rsidRPr="002B5CA2" w:rsidRDefault="002B5CA2" w:rsidP="002B5CA2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9" w:author="Author" w:date="2020-06-10T12:16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.045</w:t>
              </w:r>
            </w:ins>
            <w:del w:id="10" w:author="Author" w:date="2020-06-10T12:16:00Z">
              <w:r w:rsidRPr="002B5CA2" w:rsidDel="001C1BEA">
                <w:rPr>
                  <w:rFonts w:ascii="Arial" w:eastAsia="Times New Roman" w:hAnsi="Arial"/>
                  <w:sz w:val="18"/>
                  <w:szCs w:val="20"/>
                </w:rPr>
                <w:delText>.041</w:delText>
              </w:r>
            </w:del>
          </w:p>
        </w:tc>
        <w:tc>
          <w:tcPr>
            <w:tcW w:w="810" w:type="dxa"/>
            <w:hideMark/>
          </w:tcPr>
          <w:p w:rsidR="002B5CA2" w:rsidRPr="002B5CA2" w:rsidRDefault="002B5CA2" w:rsidP="002B5CA2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1" w:author="Author" w:date="2020-06-10T12:16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.051</w:t>
              </w:r>
            </w:ins>
            <w:del w:id="12" w:author="Author" w:date="2020-06-10T12:16:00Z">
              <w:r w:rsidRPr="002B5CA2" w:rsidDel="001C1BEA">
                <w:rPr>
                  <w:rFonts w:ascii="Arial" w:eastAsia="Times New Roman" w:hAnsi="Arial"/>
                  <w:sz w:val="18"/>
                  <w:szCs w:val="20"/>
                </w:rPr>
                <w:delText>.046</w:delText>
              </w:r>
            </w:del>
          </w:p>
        </w:tc>
        <w:tc>
          <w:tcPr>
            <w:tcW w:w="900" w:type="dxa"/>
            <w:hideMark/>
          </w:tcPr>
          <w:p w:rsidR="002B5CA2" w:rsidRPr="002B5CA2" w:rsidRDefault="002B5CA2" w:rsidP="002B5CA2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3" w:author="Author" w:date="2020-06-10T12:16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.061</w:t>
              </w:r>
            </w:ins>
            <w:del w:id="14" w:author="Author" w:date="2020-06-10T12:16:00Z">
              <w:r w:rsidRPr="002B5CA2" w:rsidDel="001C1BEA">
                <w:rPr>
                  <w:rFonts w:ascii="Arial" w:eastAsia="Times New Roman" w:hAnsi="Arial"/>
                  <w:sz w:val="18"/>
                  <w:szCs w:val="20"/>
                </w:rPr>
                <w:delText>.056</w:delText>
              </w:r>
            </w:del>
          </w:p>
        </w:tc>
        <w:tc>
          <w:tcPr>
            <w:tcW w:w="810" w:type="dxa"/>
            <w:hideMark/>
          </w:tcPr>
          <w:p w:rsidR="002B5CA2" w:rsidRPr="002B5CA2" w:rsidRDefault="002B5CA2" w:rsidP="002B5CA2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5" w:author="Author" w:date="2020-06-10T12:17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.083</w:t>
              </w:r>
            </w:ins>
            <w:del w:id="16" w:author="Author" w:date="2020-06-10T12:17:00Z">
              <w:r w:rsidRPr="002B5CA2" w:rsidDel="001C1BEA">
                <w:rPr>
                  <w:rFonts w:ascii="Arial" w:eastAsia="Times New Roman" w:hAnsi="Arial"/>
                  <w:sz w:val="18"/>
                  <w:szCs w:val="20"/>
                </w:rPr>
                <w:delText>.077</w:delText>
              </w:r>
            </w:del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599" w:type="dxa"/>
            <w:gridSpan w:val="2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021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1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1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599" w:type="dxa"/>
            <w:gridSpan w:val="2"/>
            <w:hideMark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Seacoast</w:t>
                </w:r>
              </w:smartTag>
              <w:r w:rsidRPr="002B5CA2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Territory</w:t>
                </w:r>
              </w:smartTag>
            </w:smartTag>
          </w:p>
        </w:tc>
        <w:tc>
          <w:tcPr>
            <w:tcW w:w="1021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1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1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59" w:type="dxa"/>
            <w:hideMark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Building</w:t>
            </w:r>
          </w:p>
        </w:tc>
        <w:tc>
          <w:tcPr>
            <w:tcW w:w="1021" w:type="dxa"/>
            <w:hideMark/>
          </w:tcPr>
          <w:p w:rsidR="002B5CA2" w:rsidRPr="002B5CA2" w:rsidRDefault="002B5CA2" w:rsidP="002B5CA2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7" w:author="Author" w:date="2020-06-10T12:09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.241</w:t>
              </w:r>
            </w:ins>
            <w:del w:id="18" w:author="Author" w:date="2020-06-10T12:09:00Z">
              <w:r w:rsidRPr="002B5CA2" w:rsidDel="008608C0">
                <w:rPr>
                  <w:rFonts w:ascii="Arial" w:eastAsia="Times New Roman" w:hAnsi="Arial"/>
                  <w:sz w:val="18"/>
                  <w:szCs w:val="20"/>
                </w:rPr>
                <w:delText>.245</w:delText>
              </w:r>
            </w:del>
          </w:p>
        </w:tc>
        <w:tc>
          <w:tcPr>
            <w:tcW w:w="810" w:type="dxa"/>
            <w:hideMark/>
          </w:tcPr>
          <w:p w:rsidR="002B5CA2" w:rsidRPr="002B5CA2" w:rsidRDefault="002B5CA2" w:rsidP="002B5CA2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9" w:author="Author" w:date="2020-06-10T12:09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.269</w:t>
              </w:r>
            </w:ins>
            <w:del w:id="20" w:author="Author" w:date="2020-06-10T12:09:00Z">
              <w:r w:rsidRPr="002B5CA2" w:rsidDel="008608C0">
                <w:rPr>
                  <w:rFonts w:ascii="Arial" w:eastAsia="Times New Roman" w:hAnsi="Arial"/>
                  <w:sz w:val="18"/>
                  <w:szCs w:val="20"/>
                </w:rPr>
                <w:delText>.272</w:delText>
              </w:r>
            </w:del>
          </w:p>
        </w:tc>
        <w:tc>
          <w:tcPr>
            <w:tcW w:w="900" w:type="dxa"/>
            <w:hideMark/>
          </w:tcPr>
          <w:p w:rsidR="002B5CA2" w:rsidRPr="002B5CA2" w:rsidRDefault="002B5CA2" w:rsidP="002B5CA2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1" w:author="Author" w:date="2020-06-10T12:09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.32</w:t>
              </w:r>
            </w:ins>
            <w:ins w:id="22" w:author="Author" w:date="2020-06-10T12:10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0</w:t>
              </w:r>
            </w:ins>
            <w:del w:id="23" w:author="Author" w:date="2020-06-10T12:09:00Z">
              <w:r w:rsidRPr="002B5CA2" w:rsidDel="008608C0">
                <w:rPr>
                  <w:rFonts w:ascii="Arial" w:eastAsia="Times New Roman" w:hAnsi="Arial"/>
                  <w:sz w:val="18"/>
                  <w:szCs w:val="20"/>
                </w:rPr>
                <w:delText>.322</w:delText>
              </w:r>
            </w:del>
          </w:p>
        </w:tc>
        <w:tc>
          <w:tcPr>
            <w:tcW w:w="810" w:type="dxa"/>
            <w:hideMark/>
          </w:tcPr>
          <w:p w:rsidR="002B5CA2" w:rsidRPr="002B5CA2" w:rsidRDefault="002B5CA2" w:rsidP="002B5CA2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4" w:author="Author" w:date="2020-06-10T12:10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.555</w:t>
              </w:r>
            </w:ins>
            <w:del w:id="25" w:author="Author" w:date="2020-06-10T12:10:00Z">
              <w:r w:rsidRPr="002B5CA2" w:rsidDel="008608C0">
                <w:rPr>
                  <w:rFonts w:ascii="Arial" w:eastAsia="Times New Roman" w:hAnsi="Arial"/>
                  <w:sz w:val="18"/>
                  <w:szCs w:val="20"/>
                </w:rPr>
                <w:delText>.558</w:delText>
              </w:r>
            </w:del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59" w:type="dxa"/>
            <w:hideMark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Contents</w:t>
            </w:r>
          </w:p>
        </w:tc>
        <w:tc>
          <w:tcPr>
            <w:tcW w:w="1021" w:type="dxa"/>
            <w:hideMark/>
          </w:tcPr>
          <w:p w:rsidR="002B5CA2" w:rsidRPr="002B5CA2" w:rsidRDefault="002B5CA2" w:rsidP="002B5CA2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6" w:author="Author" w:date="2020-06-10T12:09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.182</w:t>
              </w:r>
            </w:ins>
            <w:del w:id="27" w:author="Author" w:date="2020-06-10T12:09:00Z">
              <w:r w:rsidRPr="002B5CA2" w:rsidDel="008608C0">
                <w:rPr>
                  <w:rFonts w:ascii="Arial" w:eastAsia="Times New Roman" w:hAnsi="Arial"/>
                  <w:sz w:val="18"/>
                  <w:szCs w:val="20"/>
                </w:rPr>
                <w:delText>.192</w:delText>
              </w:r>
            </w:del>
          </w:p>
        </w:tc>
        <w:tc>
          <w:tcPr>
            <w:tcW w:w="810" w:type="dxa"/>
            <w:hideMark/>
          </w:tcPr>
          <w:p w:rsidR="002B5CA2" w:rsidRPr="002B5CA2" w:rsidRDefault="002B5CA2" w:rsidP="002B5CA2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8" w:author="Author" w:date="2020-06-10T12:09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.201</w:t>
              </w:r>
            </w:ins>
            <w:del w:id="29" w:author="Author" w:date="2020-06-10T12:09:00Z">
              <w:r w:rsidRPr="002B5CA2" w:rsidDel="008608C0">
                <w:rPr>
                  <w:rFonts w:ascii="Arial" w:eastAsia="Times New Roman" w:hAnsi="Arial"/>
                  <w:sz w:val="18"/>
                  <w:szCs w:val="20"/>
                </w:rPr>
                <w:delText>.212</w:delText>
              </w:r>
            </w:del>
          </w:p>
        </w:tc>
        <w:tc>
          <w:tcPr>
            <w:tcW w:w="900" w:type="dxa"/>
            <w:hideMark/>
          </w:tcPr>
          <w:p w:rsidR="002B5CA2" w:rsidRPr="002B5CA2" w:rsidRDefault="002B5CA2" w:rsidP="002B5CA2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30" w:author="Author" w:date="2020-06-10T12:10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.239</w:t>
              </w:r>
            </w:ins>
            <w:del w:id="31" w:author="Author" w:date="2020-06-10T12:10:00Z">
              <w:r w:rsidRPr="002B5CA2" w:rsidDel="008608C0">
                <w:rPr>
                  <w:rFonts w:ascii="Arial" w:eastAsia="Times New Roman" w:hAnsi="Arial"/>
                  <w:sz w:val="18"/>
                  <w:szCs w:val="20"/>
                </w:rPr>
                <w:delText>.257</w:delText>
              </w:r>
            </w:del>
          </w:p>
        </w:tc>
        <w:tc>
          <w:tcPr>
            <w:tcW w:w="810" w:type="dxa"/>
            <w:hideMark/>
          </w:tcPr>
          <w:p w:rsidR="002B5CA2" w:rsidRPr="002B5CA2" w:rsidRDefault="002B5CA2" w:rsidP="002B5CA2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32" w:author="Author" w:date="2020-06-10T12:10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.451</w:t>
              </w:r>
            </w:ins>
            <w:del w:id="33" w:author="Author" w:date="2020-06-10T12:10:00Z">
              <w:r w:rsidRPr="002B5CA2" w:rsidDel="008608C0">
                <w:rPr>
                  <w:rFonts w:ascii="Arial" w:eastAsia="Times New Roman" w:hAnsi="Arial"/>
                  <w:sz w:val="18"/>
                  <w:szCs w:val="20"/>
                </w:rPr>
                <w:delText>.486</w:delText>
              </w:r>
            </w:del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599" w:type="dxa"/>
            <w:gridSpan w:val="2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021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1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1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599" w:type="dxa"/>
            <w:gridSpan w:val="2"/>
            <w:hideMark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Beach</w:t>
                </w:r>
              </w:smartTag>
              <w:r w:rsidRPr="002B5CA2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Territory</w:t>
                </w:r>
              </w:smartTag>
            </w:smartTag>
          </w:p>
        </w:tc>
        <w:tc>
          <w:tcPr>
            <w:tcW w:w="1021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1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1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59" w:type="dxa"/>
            <w:hideMark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Building</w:t>
            </w:r>
          </w:p>
        </w:tc>
        <w:tc>
          <w:tcPr>
            <w:tcW w:w="1021" w:type="dxa"/>
            <w:hideMark/>
          </w:tcPr>
          <w:p w:rsidR="002B5CA2" w:rsidRPr="002B5CA2" w:rsidRDefault="002B5CA2" w:rsidP="002B5CA2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34" w:author="Author" w:date="2020-06-10T12:07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.432</w:t>
              </w:r>
            </w:ins>
            <w:del w:id="35" w:author="Author" w:date="2020-06-10T12:07:00Z">
              <w:r w:rsidRPr="002B5CA2" w:rsidDel="00F52C39">
                <w:rPr>
                  <w:rFonts w:ascii="Arial" w:eastAsia="Times New Roman" w:hAnsi="Arial"/>
                  <w:sz w:val="18"/>
                  <w:szCs w:val="20"/>
                </w:rPr>
                <w:delText>.404</w:delText>
              </w:r>
            </w:del>
          </w:p>
        </w:tc>
        <w:tc>
          <w:tcPr>
            <w:tcW w:w="810" w:type="dxa"/>
            <w:hideMark/>
          </w:tcPr>
          <w:p w:rsidR="002B5CA2" w:rsidRPr="002B5CA2" w:rsidRDefault="002B5CA2" w:rsidP="002B5CA2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36" w:author="Author" w:date="2020-06-10T12:08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.480</w:t>
              </w:r>
            </w:ins>
            <w:del w:id="37" w:author="Author" w:date="2020-06-10T12:08:00Z">
              <w:r w:rsidRPr="002B5CA2" w:rsidDel="00F52C39">
                <w:rPr>
                  <w:rFonts w:ascii="Arial" w:eastAsia="Times New Roman" w:hAnsi="Arial"/>
                  <w:sz w:val="18"/>
                  <w:szCs w:val="20"/>
                </w:rPr>
                <w:delText>.448</w:delText>
              </w:r>
            </w:del>
          </w:p>
        </w:tc>
        <w:tc>
          <w:tcPr>
            <w:tcW w:w="900" w:type="dxa"/>
            <w:hideMark/>
          </w:tcPr>
          <w:p w:rsidR="002B5CA2" w:rsidRPr="002B5CA2" w:rsidRDefault="002B5CA2" w:rsidP="002B5CA2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38" w:author="Author" w:date="2020-06-10T12:08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.588</w:t>
              </w:r>
            </w:ins>
            <w:del w:id="39" w:author="Author" w:date="2020-06-10T12:08:00Z">
              <w:r w:rsidRPr="002B5CA2" w:rsidDel="00F52C39">
                <w:rPr>
                  <w:rFonts w:ascii="Arial" w:eastAsia="Times New Roman" w:hAnsi="Arial"/>
                  <w:sz w:val="18"/>
                  <w:szCs w:val="20"/>
                </w:rPr>
                <w:delText>.543</w:delText>
              </w:r>
            </w:del>
          </w:p>
        </w:tc>
        <w:tc>
          <w:tcPr>
            <w:tcW w:w="810" w:type="dxa"/>
            <w:hideMark/>
          </w:tcPr>
          <w:p w:rsidR="002B5CA2" w:rsidRPr="002B5CA2" w:rsidRDefault="002B5CA2" w:rsidP="002B5CA2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40" w:author="Author" w:date="2020-06-10T12:08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</w:t>
              </w:r>
            </w:ins>
            <w:ins w:id="41" w:author="Author" w:date="2020-06-10T12:09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967</w:t>
              </w:r>
            </w:ins>
            <w:del w:id="42" w:author="Author" w:date="2020-06-10T12:08:00Z">
              <w:r w:rsidRPr="002B5CA2" w:rsidDel="00F52C39">
                <w:rPr>
                  <w:rFonts w:ascii="Arial" w:eastAsia="Times New Roman" w:hAnsi="Arial"/>
                  <w:sz w:val="18"/>
                  <w:szCs w:val="20"/>
                </w:rPr>
                <w:delText>.901</w:delText>
              </w:r>
            </w:del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59" w:type="dxa"/>
            <w:hideMark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Contents</w:t>
            </w:r>
          </w:p>
        </w:tc>
        <w:tc>
          <w:tcPr>
            <w:tcW w:w="1021" w:type="dxa"/>
            <w:hideMark/>
          </w:tcPr>
          <w:p w:rsidR="002B5CA2" w:rsidRPr="002B5CA2" w:rsidRDefault="002B5CA2" w:rsidP="002B5CA2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43" w:author="Author" w:date="2020-06-10T12:07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.313</w:t>
              </w:r>
            </w:ins>
            <w:del w:id="44" w:author="Author" w:date="2020-06-10T12:07:00Z">
              <w:r w:rsidRPr="002B5CA2" w:rsidDel="00F52C39">
                <w:rPr>
                  <w:rFonts w:ascii="Arial" w:eastAsia="Times New Roman" w:hAnsi="Arial"/>
                  <w:sz w:val="18"/>
                  <w:szCs w:val="20"/>
                </w:rPr>
                <w:delText>.300</w:delText>
              </w:r>
            </w:del>
          </w:p>
        </w:tc>
        <w:tc>
          <w:tcPr>
            <w:tcW w:w="810" w:type="dxa"/>
            <w:hideMark/>
          </w:tcPr>
          <w:p w:rsidR="002B5CA2" w:rsidRPr="002B5CA2" w:rsidRDefault="002B5CA2" w:rsidP="002B5CA2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45" w:author="Author" w:date="2020-06-10T12:08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.348</w:t>
              </w:r>
            </w:ins>
            <w:del w:id="46" w:author="Author" w:date="2020-06-10T12:08:00Z">
              <w:r w:rsidRPr="002B5CA2" w:rsidDel="00F52C39">
                <w:rPr>
                  <w:rFonts w:ascii="Arial" w:eastAsia="Times New Roman" w:hAnsi="Arial"/>
                  <w:sz w:val="18"/>
                  <w:szCs w:val="20"/>
                </w:rPr>
                <w:delText>.334</w:delText>
              </w:r>
            </w:del>
          </w:p>
        </w:tc>
        <w:tc>
          <w:tcPr>
            <w:tcW w:w="900" w:type="dxa"/>
            <w:hideMark/>
          </w:tcPr>
          <w:p w:rsidR="002B5CA2" w:rsidRPr="002B5CA2" w:rsidRDefault="002B5CA2" w:rsidP="002B5CA2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47" w:author="Author" w:date="2020-06-10T12:08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.427</w:t>
              </w:r>
            </w:ins>
            <w:del w:id="48" w:author="Author" w:date="2020-06-10T12:08:00Z">
              <w:r w:rsidRPr="002B5CA2" w:rsidDel="00F52C39">
                <w:rPr>
                  <w:rFonts w:ascii="Arial" w:eastAsia="Times New Roman" w:hAnsi="Arial"/>
                  <w:sz w:val="18"/>
                  <w:szCs w:val="20"/>
                </w:rPr>
                <w:delText>.413</w:delText>
              </w:r>
            </w:del>
          </w:p>
        </w:tc>
        <w:tc>
          <w:tcPr>
            <w:tcW w:w="810" w:type="dxa"/>
            <w:hideMark/>
          </w:tcPr>
          <w:p w:rsidR="002B5CA2" w:rsidRPr="002B5CA2" w:rsidRDefault="002B5CA2" w:rsidP="002B5CA2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49" w:author="Author" w:date="2020-06-10T12:09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.785</w:t>
              </w:r>
            </w:ins>
            <w:del w:id="50" w:author="Author" w:date="2020-06-10T12:09:00Z">
              <w:r w:rsidRPr="002B5CA2" w:rsidDel="00F52C39">
                <w:rPr>
                  <w:rFonts w:ascii="Arial" w:eastAsia="Times New Roman" w:hAnsi="Arial"/>
                  <w:sz w:val="18"/>
                  <w:szCs w:val="20"/>
                </w:rPr>
                <w:delText>.769</w:delText>
              </w:r>
            </w:del>
          </w:p>
        </w:tc>
      </w:tr>
    </w:tbl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:rsidR="002B5CA2" w:rsidRPr="002B5CA2" w:rsidRDefault="002B5CA2" w:rsidP="002B5CA2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tab/>
      </w:r>
      <w:r w:rsidRPr="002B5CA2">
        <w:rPr>
          <w:rFonts w:ascii="Arial" w:eastAsia="Times New Roman" w:hAnsi="Arial"/>
          <w:b/>
          <w:sz w:val="18"/>
          <w:szCs w:val="20"/>
        </w:rPr>
        <w:t>(5)</w:t>
      </w:r>
      <w:r w:rsidRPr="002B5CA2">
        <w:rPr>
          <w:rFonts w:ascii="Arial" w:eastAsia="Times New Roman" w:hAnsi="Arial"/>
          <w:sz w:val="18"/>
          <w:szCs w:val="20"/>
        </w:rPr>
        <w:tab/>
        <w:t xml:space="preserve">Inland, Seacoast and </w:t>
      </w:r>
      <w:smartTag w:uri="urn:schemas-microsoft-com:office:smarttags" w:element="place">
        <w:smartTag w:uri="urn:schemas-microsoft-com:office:smarttags" w:element="PlaceType">
          <w:r w:rsidRPr="002B5CA2">
            <w:rPr>
              <w:rFonts w:ascii="Arial" w:eastAsia="Times New Roman" w:hAnsi="Arial"/>
              <w:sz w:val="18"/>
              <w:szCs w:val="20"/>
            </w:rPr>
            <w:t>Beach</w:t>
          </w:r>
        </w:smartTag>
        <w:r w:rsidRPr="002B5CA2">
          <w:rPr>
            <w:rFonts w:ascii="Arial" w:eastAsia="Times New Roman" w:hAnsi="Arial"/>
            <w:sz w:val="18"/>
            <w:szCs w:val="20"/>
          </w:rPr>
          <w:t xml:space="preserve"> </w:t>
        </w:r>
        <w:smartTag w:uri="urn:schemas-microsoft-com:office:smarttags" w:element="PlaceType">
          <w:r w:rsidRPr="002B5CA2">
            <w:rPr>
              <w:rFonts w:ascii="Arial" w:eastAsia="Times New Roman" w:hAnsi="Arial"/>
              <w:sz w:val="18"/>
              <w:szCs w:val="20"/>
            </w:rPr>
            <w:t>Territories</w:t>
          </w:r>
        </w:smartTag>
      </w:smartTag>
      <w:r w:rsidRPr="002B5CA2">
        <w:rPr>
          <w:rFonts w:ascii="Arial" w:eastAsia="Times New Roman" w:hAnsi="Arial"/>
          <w:sz w:val="18"/>
          <w:szCs w:val="20"/>
        </w:rPr>
        <w:t>:</w:t>
      </w:r>
    </w:p>
    <w:p w:rsidR="002B5CA2" w:rsidRPr="002B5CA2" w:rsidRDefault="002B5CA2" w:rsidP="002B5CA2">
      <w:pPr>
        <w:keepLines/>
        <w:tabs>
          <w:tab w:val="right" w:pos="1680"/>
          <w:tab w:val="left" w:pos="1800"/>
        </w:tabs>
        <w:overflowPunct w:val="0"/>
        <w:autoSpaceDE w:val="0"/>
        <w:autoSpaceDN w:val="0"/>
        <w:adjustRightInd w:val="0"/>
        <w:spacing w:before="80" w:after="0" w:line="190" w:lineRule="exact"/>
        <w:ind w:left="1800" w:hanging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tab/>
      </w:r>
      <w:r w:rsidRPr="002B5CA2">
        <w:rPr>
          <w:rFonts w:ascii="Arial" w:eastAsia="Times New Roman" w:hAnsi="Arial"/>
          <w:b/>
          <w:sz w:val="18"/>
          <w:szCs w:val="20"/>
        </w:rPr>
        <w:t>(a)</w:t>
      </w:r>
      <w:r w:rsidRPr="002B5CA2">
        <w:rPr>
          <w:rFonts w:ascii="Arial" w:eastAsia="Times New Roman" w:hAnsi="Arial"/>
          <w:sz w:val="18"/>
          <w:szCs w:val="20"/>
        </w:rPr>
        <w:tab/>
        <w:t>INLAND (ZONE 1)</w:t>
      </w:r>
    </w:p>
    <w:p w:rsidR="002B5CA2" w:rsidRPr="002B5CA2" w:rsidRDefault="002B5CA2" w:rsidP="002B5CA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smartTag w:uri="urn:schemas-microsoft-com:office:smarttags" w:element="PlaceName">
        <w:r w:rsidRPr="002B5CA2">
          <w:rPr>
            <w:rFonts w:ascii="Arial" w:eastAsia="Times New Roman" w:hAnsi="Arial"/>
            <w:sz w:val="18"/>
            <w:szCs w:val="20"/>
          </w:rPr>
          <w:t>Inland</w:t>
        </w:r>
      </w:smartTag>
      <w:r w:rsidRPr="002B5CA2">
        <w:rPr>
          <w:rFonts w:ascii="Arial" w:eastAsia="Times New Roman" w:hAnsi="Arial"/>
          <w:sz w:val="18"/>
          <w:szCs w:val="20"/>
        </w:rPr>
        <w:t xml:space="preserve"> </w:t>
      </w:r>
      <w:smartTag w:uri="urn:schemas-microsoft-com:office:smarttags" w:element="PlaceType">
        <w:r w:rsidRPr="002B5CA2">
          <w:rPr>
            <w:rFonts w:ascii="Arial" w:eastAsia="Times New Roman" w:hAnsi="Arial"/>
            <w:sz w:val="18"/>
            <w:szCs w:val="20"/>
          </w:rPr>
          <w:t>Territory</w:t>
        </w:r>
      </w:smartTag>
      <w:r w:rsidRPr="002B5CA2">
        <w:rPr>
          <w:rFonts w:ascii="Arial" w:eastAsia="Times New Roman" w:hAnsi="Arial"/>
          <w:sz w:val="18"/>
          <w:szCs w:val="20"/>
        </w:rPr>
        <w:t xml:space="preserve"> includes that part of </w:t>
      </w:r>
      <w:smartTag w:uri="urn:schemas-microsoft-com:office:smarttags" w:element="State">
        <w:r w:rsidRPr="002B5CA2">
          <w:rPr>
            <w:rFonts w:ascii="Arial" w:eastAsia="Times New Roman" w:hAnsi="Arial"/>
            <w:sz w:val="18"/>
            <w:szCs w:val="20"/>
          </w:rPr>
          <w:t>Alabama</w:t>
        </w:r>
      </w:smartTag>
      <w:r w:rsidRPr="002B5CA2">
        <w:rPr>
          <w:rFonts w:ascii="Arial" w:eastAsia="Times New Roman" w:hAnsi="Arial"/>
          <w:sz w:val="18"/>
          <w:szCs w:val="20"/>
        </w:rPr>
        <w:t xml:space="preserve"> located outside the Counties of Baldwin and </w:t>
      </w:r>
      <w:smartTag w:uri="urn:schemas-microsoft-com:office:smarttags" w:element="City">
        <w:r w:rsidRPr="002B5CA2">
          <w:rPr>
            <w:rFonts w:ascii="Arial" w:eastAsia="Times New Roman" w:hAnsi="Arial"/>
            <w:sz w:val="18"/>
            <w:szCs w:val="20"/>
          </w:rPr>
          <w:t>Mobile</w:t>
        </w:r>
      </w:smartTag>
      <w:r w:rsidRPr="002B5CA2">
        <w:rPr>
          <w:rFonts w:ascii="Arial" w:eastAsia="Times New Roman" w:hAnsi="Arial"/>
          <w:sz w:val="18"/>
          <w:szCs w:val="20"/>
        </w:rPr>
        <w:t xml:space="preserve">, and including that portion of the Counties of Baldwin and </w:t>
      </w:r>
      <w:smartTag w:uri="urn:schemas-microsoft-com:office:smarttags" w:element="place">
        <w:r w:rsidRPr="002B5CA2">
          <w:rPr>
            <w:rFonts w:ascii="Arial" w:eastAsia="Times New Roman" w:hAnsi="Arial"/>
            <w:sz w:val="18"/>
            <w:szCs w:val="20"/>
          </w:rPr>
          <w:t>Mobile</w:t>
        </w:r>
      </w:smartTag>
      <w:r w:rsidRPr="002B5CA2">
        <w:rPr>
          <w:rFonts w:ascii="Arial" w:eastAsia="Times New Roman" w:hAnsi="Arial"/>
          <w:sz w:val="18"/>
          <w:szCs w:val="20"/>
        </w:rPr>
        <w:t xml:space="preserve"> lying North of the 31st parallel of latitude (commonly known as St. Stephen's base line).</w:t>
      </w:r>
    </w:p>
    <w:p w:rsidR="002B5CA2" w:rsidRPr="002B5CA2" w:rsidRDefault="002B5CA2" w:rsidP="002B5CA2">
      <w:pPr>
        <w:keepLines/>
        <w:tabs>
          <w:tab w:val="right" w:pos="1680"/>
          <w:tab w:val="left" w:pos="1800"/>
        </w:tabs>
        <w:overflowPunct w:val="0"/>
        <w:autoSpaceDE w:val="0"/>
        <w:autoSpaceDN w:val="0"/>
        <w:adjustRightInd w:val="0"/>
        <w:spacing w:before="80" w:after="0" w:line="190" w:lineRule="exact"/>
        <w:ind w:left="1800" w:hanging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tab/>
      </w:r>
      <w:r w:rsidRPr="002B5CA2">
        <w:rPr>
          <w:rFonts w:ascii="Arial" w:eastAsia="Times New Roman" w:hAnsi="Arial"/>
          <w:b/>
          <w:sz w:val="18"/>
          <w:szCs w:val="20"/>
        </w:rPr>
        <w:t>(b)</w:t>
      </w:r>
      <w:r w:rsidRPr="002B5CA2">
        <w:rPr>
          <w:rFonts w:ascii="Arial" w:eastAsia="Times New Roman" w:hAnsi="Arial"/>
          <w:sz w:val="18"/>
          <w:szCs w:val="20"/>
        </w:rPr>
        <w:tab/>
        <w:t>SEACOAST (ZONE 2)</w:t>
      </w:r>
    </w:p>
    <w:p w:rsidR="002B5CA2" w:rsidRPr="002B5CA2" w:rsidRDefault="002B5CA2" w:rsidP="002B5CA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smartTag w:uri="urn:schemas-microsoft-com:office:smarttags" w:element="PlaceName">
        <w:r w:rsidRPr="002B5CA2">
          <w:rPr>
            <w:rFonts w:ascii="Arial" w:eastAsia="Times New Roman" w:hAnsi="Arial"/>
            <w:sz w:val="18"/>
            <w:szCs w:val="20"/>
          </w:rPr>
          <w:t>Seacoast</w:t>
        </w:r>
      </w:smartTag>
      <w:r w:rsidRPr="002B5CA2">
        <w:rPr>
          <w:rFonts w:ascii="Arial" w:eastAsia="Times New Roman" w:hAnsi="Arial"/>
          <w:sz w:val="18"/>
          <w:szCs w:val="20"/>
        </w:rPr>
        <w:t xml:space="preserve"> </w:t>
      </w:r>
      <w:smartTag w:uri="urn:schemas-microsoft-com:office:smarttags" w:element="PlaceType">
        <w:r w:rsidRPr="002B5CA2">
          <w:rPr>
            <w:rFonts w:ascii="Arial" w:eastAsia="Times New Roman" w:hAnsi="Arial"/>
            <w:sz w:val="18"/>
            <w:szCs w:val="20"/>
          </w:rPr>
          <w:t>Territory</w:t>
        </w:r>
      </w:smartTag>
      <w:r w:rsidRPr="002B5CA2">
        <w:rPr>
          <w:rFonts w:ascii="Arial" w:eastAsia="Times New Roman" w:hAnsi="Arial"/>
          <w:sz w:val="18"/>
          <w:szCs w:val="20"/>
        </w:rPr>
        <w:t xml:space="preserve"> includes that portion of the Counties of Baldwin and </w:t>
      </w:r>
      <w:smartTag w:uri="urn:schemas-microsoft-com:office:smarttags" w:element="place">
        <w:r w:rsidRPr="002B5CA2">
          <w:rPr>
            <w:rFonts w:ascii="Arial" w:eastAsia="Times New Roman" w:hAnsi="Arial"/>
            <w:sz w:val="18"/>
            <w:szCs w:val="20"/>
          </w:rPr>
          <w:t>Mobile</w:t>
        </w:r>
      </w:smartTag>
      <w:r w:rsidRPr="002B5CA2">
        <w:rPr>
          <w:rFonts w:ascii="Arial" w:eastAsia="Times New Roman" w:hAnsi="Arial"/>
          <w:sz w:val="18"/>
          <w:szCs w:val="20"/>
        </w:rPr>
        <w:t xml:space="preserve"> lying South of the 31st parallel of latitude (commonly known as St. Stephen's base line).</w:t>
      </w:r>
    </w:p>
    <w:p w:rsidR="002B5CA2" w:rsidRPr="002B5CA2" w:rsidRDefault="002B5CA2" w:rsidP="002B5CA2">
      <w:pPr>
        <w:keepLines/>
        <w:tabs>
          <w:tab w:val="right" w:pos="1680"/>
          <w:tab w:val="left" w:pos="1800"/>
        </w:tabs>
        <w:overflowPunct w:val="0"/>
        <w:autoSpaceDE w:val="0"/>
        <w:autoSpaceDN w:val="0"/>
        <w:adjustRightInd w:val="0"/>
        <w:spacing w:before="80" w:after="0" w:line="190" w:lineRule="exact"/>
        <w:ind w:left="1800" w:hanging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tab/>
      </w:r>
      <w:r w:rsidRPr="002B5CA2">
        <w:rPr>
          <w:rFonts w:ascii="Arial" w:eastAsia="Times New Roman" w:hAnsi="Arial"/>
          <w:b/>
          <w:sz w:val="18"/>
          <w:szCs w:val="20"/>
        </w:rPr>
        <w:t>(c)</w:t>
      </w:r>
      <w:r w:rsidRPr="002B5CA2">
        <w:rPr>
          <w:rFonts w:ascii="Arial" w:eastAsia="Times New Roman" w:hAnsi="Arial"/>
          <w:sz w:val="18"/>
          <w:szCs w:val="20"/>
        </w:rPr>
        <w:tab/>
        <w:t>BEACH (ZONE 3)</w:t>
      </w:r>
    </w:p>
    <w:p w:rsidR="002B5CA2" w:rsidRPr="002B5CA2" w:rsidRDefault="002B5CA2" w:rsidP="002B5CA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smartTag w:uri="urn:schemas-microsoft-com:office:smarttags" w:element="place">
        <w:smartTag w:uri="urn:schemas-microsoft-com:office:smarttags" w:element="PlaceType">
          <w:r w:rsidRPr="002B5CA2">
            <w:rPr>
              <w:rFonts w:ascii="Arial" w:eastAsia="Times New Roman" w:hAnsi="Arial"/>
              <w:sz w:val="18"/>
              <w:szCs w:val="20"/>
            </w:rPr>
            <w:t>Beach</w:t>
          </w:r>
        </w:smartTag>
        <w:r w:rsidRPr="002B5CA2">
          <w:rPr>
            <w:rFonts w:ascii="Arial" w:eastAsia="Times New Roman" w:hAnsi="Arial"/>
            <w:sz w:val="18"/>
            <w:szCs w:val="20"/>
          </w:rPr>
          <w:t xml:space="preserve"> </w:t>
        </w:r>
        <w:smartTag w:uri="urn:schemas-microsoft-com:office:smarttags" w:element="PlaceType">
          <w:r w:rsidRPr="002B5CA2">
            <w:rPr>
              <w:rFonts w:ascii="Arial" w:eastAsia="Times New Roman" w:hAnsi="Arial"/>
              <w:sz w:val="18"/>
              <w:szCs w:val="20"/>
            </w:rPr>
            <w:t>Territory</w:t>
          </w:r>
        </w:smartTag>
      </w:smartTag>
      <w:r w:rsidRPr="002B5CA2">
        <w:rPr>
          <w:rFonts w:ascii="Arial" w:eastAsia="Times New Roman" w:hAnsi="Arial"/>
          <w:sz w:val="18"/>
          <w:szCs w:val="20"/>
        </w:rPr>
        <w:t xml:space="preserve"> includes the following and similar localities not specifically named:</w:t>
      </w:r>
    </w:p>
    <w:p w:rsidR="002B5CA2" w:rsidRPr="002B5CA2" w:rsidRDefault="002B5CA2" w:rsidP="002B5CA2">
      <w:pPr>
        <w:keepLines/>
        <w:tabs>
          <w:tab w:val="right" w:pos="1980"/>
          <w:tab w:val="left" w:pos="2100"/>
        </w:tabs>
        <w:overflowPunct w:val="0"/>
        <w:autoSpaceDE w:val="0"/>
        <w:autoSpaceDN w:val="0"/>
        <w:adjustRightInd w:val="0"/>
        <w:spacing w:before="80" w:after="0" w:line="190" w:lineRule="exact"/>
        <w:ind w:left="2100" w:hanging="21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tab/>
      </w:r>
      <w:r w:rsidRPr="002B5CA2">
        <w:rPr>
          <w:rFonts w:ascii="Arial" w:eastAsia="Times New Roman" w:hAnsi="Arial"/>
          <w:b/>
          <w:sz w:val="18"/>
          <w:szCs w:val="20"/>
        </w:rPr>
        <w:t>(i)</w:t>
      </w:r>
      <w:r w:rsidRPr="002B5CA2">
        <w:rPr>
          <w:rFonts w:ascii="Arial" w:eastAsia="Times New Roman" w:hAnsi="Arial"/>
          <w:sz w:val="18"/>
          <w:szCs w:val="20"/>
        </w:rPr>
        <w:tab/>
        <w:t xml:space="preserve">All areas fronting on the Gulf of Mexico, Mississippi Sound and </w:t>
      </w:r>
      <w:smartTag w:uri="urn:schemas-microsoft-com:office:smarttags" w:element="place">
        <w:smartTag w:uri="urn:schemas-microsoft-com:office:smarttags" w:element="PlaceName">
          <w:r w:rsidRPr="002B5CA2">
            <w:rPr>
              <w:rFonts w:ascii="Arial" w:eastAsia="Times New Roman" w:hAnsi="Arial"/>
              <w:sz w:val="18"/>
              <w:szCs w:val="20"/>
            </w:rPr>
            <w:t>Mobile</w:t>
          </w:r>
        </w:smartTag>
        <w:r w:rsidRPr="002B5CA2">
          <w:rPr>
            <w:rFonts w:ascii="Arial" w:eastAsia="Times New Roman" w:hAnsi="Arial"/>
            <w:sz w:val="18"/>
            <w:szCs w:val="20"/>
          </w:rPr>
          <w:t xml:space="preserve"> </w:t>
        </w:r>
        <w:smartTag w:uri="urn:schemas-microsoft-com:office:smarttags" w:element="PlaceType">
          <w:r w:rsidRPr="002B5CA2">
            <w:rPr>
              <w:rFonts w:ascii="Arial" w:eastAsia="Times New Roman" w:hAnsi="Arial"/>
              <w:sz w:val="18"/>
              <w:szCs w:val="20"/>
            </w:rPr>
            <w:t>Bay</w:t>
          </w:r>
        </w:smartTag>
      </w:smartTag>
    </w:p>
    <w:p w:rsidR="002B5CA2" w:rsidRPr="002B5CA2" w:rsidRDefault="002B5CA2" w:rsidP="002B5CA2">
      <w:pPr>
        <w:keepLines/>
        <w:tabs>
          <w:tab w:val="right" w:pos="1980"/>
          <w:tab w:val="left" w:pos="2100"/>
        </w:tabs>
        <w:overflowPunct w:val="0"/>
        <w:autoSpaceDE w:val="0"/>
        <w:autoSpaceDN w:val="0"/>
        <w:adjustRightInd w:val="0"/>
        <w:spacing w:before="80" w:after="0" w:line="190" w:lineRule="exact"/>
        <w:ind w:left="2100" w:hanging="21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tab/>
      </w:r>
      <w:r w:rsidRPr="002B5CA2">
        <w:rPr>
          <w:rFonts w:ascii="Arial" w:eastAsia="Times New Roman" w:hAnsi="Arial"/>
          <w:b/>
          <w:sz w:val="18"/>
          <w:szCs w:val="20"/>
        </w:rPr>
        <w:t>(ii)</w:t>
      </w:r>
      <w:r w:rsidRPr="002B5CA2">
        <w:rPr>
          <w:rFonts w:ascii="Arial" w:eastAsia="Times New Roman" w:hAnsi="Arial"/>
          <w:sz w:val="18"/>
          <w:szCs w:val="20"/>
        </w:rPr>
        <w:tab/>
        <w:t>The Bay (Cochrane) Bridge Causeway</w:t>
      </w:r>
    </w:p>
    <w:p w:rsidR="002B5CA2" w:rsidRPr="002B5CA2" w:rsidRDefault="002B5CA2" w:rsidP="002B5CA2">
      <w:pPr>
        <w:keepLines/>
        <w:tabs>
          <w:tab w:val="right" w:pos="1980"/>
          <w:tab w:val="left" w:pos="2100"/>
        </w:tabs>
        <w:overflowPunct w:val="0"/>
        <w:autoSpaceDE w:val="0"/>
        <w:autoSpaceDN w:val="0"/>
        <w:adjustRightInd w:val="0"/>
        <w:spacing w:before="80" w:after="0" w:line="190" w:lineRule="exact"/>
        <w:ind w:left="2100" w:hanging="21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tab/>
      </w:r>
      <w:r w:rsidRPr="002B5CA2">
        <w:rPr>
          <w:rFonts w:ascii="Arial" w:eastAsia="Times New Roman" w:hAnsi="Arial"/>
          <w:b/>
          <w:sz w:val="18"/>
          <w:szCs w:val="20"/>
        </w:rPr>
        <w:t>(iii)</w:t>
      </w:r>
      <w:r w:rsidRPr="002B5CA2">
        <w:rPr>
          <w:rFonts w:ascii="Arial" w:eastAsia="Times New Roman" w:hAnsi="Arial"/>
          <w:sz w:val="18"/>
          <w:szCs w:val="20"/>
        </w:rPr>
        <w:tab/>
        <w:t xml:space="preserve">Blakely, Dauphin, Mon Louis, Pinto, Pineda and </w:t>
      </w:r>
      <w:smartTag w:uri="urn:schemas-microsoft-com:office:smarttags" w:element="place">
        <w:smartTag w:uri="urn:schemas-microsoft-com:office:smarttags" w:element="PlaceName">
          <w:r w:rsidRPr="002B5CA2">
            <w:rPr>
              <w:rFonts w:ascii="Arial" w:eastAsia="Times New Roman" w:hAnsi="Arial"/>
              <w:sz w:val="18"/>
              <w:szCs w:val="20"/>
            </w:rPr>
            <w:t>Sand</w:t>
          </w:r>
        </w:smartTag>
        <w:r w:rsidRPr="002B5CA2">
          <w:rPr>
            <w:rFonts w:ascii="Arial" w:eastAsia="Times New Roman" w:hAnsi="Arial"/>
            <w:sz w:val="18"/>
            <w:szCs w:val="20"/>
          </w:rPr>
          <w:t xml:space="preserve"> </w:t>
        </w:r>
        <w:smartTag w:uri="urn:schemas-microsoft-com:office:smarttags" w:element="PlaceType">
          <w:r w:rsidRPr="002B5CA2">
            <w:rPr>
              <w:rFonts w:ascii="Arial" w:eastAsia="Times New Roman" w:hAnsi="Arial"/>
              <w:sz w:val="18"/>
              <w:szCs w:val="20"/>
            </w:rPr>
            <w:t>Islands</w:t>
          </w:r>
        </w:smartTag>
      </w:smartTag>
    </w:p>
    <w:p w:rsidR="002B5CA2" w:rsidRPr="002B5CA2" w:rsidRDefault="002B5CA2" w:rsidP="002B5CA2">
      <w:pPr>
        <w:keepLines/>
        <w:tabs>
          <w:tab w:val="right" w:pos="1980"/>
          <w:tab w:val="left" w:pos="2100"/>
        </w:tabs>
        <w:overflowPunct w:val="0"/>
        <w:autoSpaceDE w:val="0"/>
        <w:autoSpaceDN w:val="0"/>
        <w:adjustRightInd w:val="0"/>
        <w:spacing w:before="80" w:after="0" w:line="190" w:lineRule="exact"/>
        <w:ind w:left="2100" w:hanging="21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tab/>
      </w:r>
      <w:r w:rsidRPr="002B5CA2">
        <w:rPr>
          <w:rFonts w:ascii="Arial" w:eastAsia="Times New Roman" w:hAnsi="Arial"/>
          <w:b/>
          <w:sz w:val="18"/>
          <w:szCs w:val="20"/>
        </w:rPr>
        <w:t>(iv)</w:t>
      </w:r>
      <w:r w:rsidRPr="002B5CA2">
        <w:rPr>
          <w:rFonts w:ascii="Arial" w:eastAsia="Times New Roman" w:hAnsi="Arial"/>
          <w:sz w:val="18"/>
          <w:szCs w:val="20"/>
        </w:rPr>
        <w:tab/>
        <w:t>The following cities, towns and communities and rural areas adjacent thereto:</w:t>
      </w: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110"/>
        <w:gridCol w:w="600"/>
        <w:gridCol w:w="2400"/>
        <w:gridCol w:w="1700"/>
        <w:gridCol w:w="590"/>
        <w:gridCol w:w="1680"/>
      </w:tblGrid>
      <w:tr w:rsidR="002B5CA2" w:rsidRPr="002B5CA2" w:rsidTr="002A39C6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 w:type="column"/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 w:type="column"/>
            </w:r>
          </w:p>
        </w:tc>
        <w:tc>
          <w:tcPr>
            <w:tcW w:w="31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2B5CA2">
                  <w:rPr>
                    <w:rFonts w:ascii="Arial" w:eastAsia="Times New Roman" w:hAnsi="Arial"/>
                    <w:b/>
                    <w:sz w:val="18"/>
                    <w:szCs w:val="20"/>
                  </w:rPr>
                  <w:t>Mobile</w:t>
                </w:r>
              </w:smartTag>
              <w:r w:rsidRPr="002B5CA2">
                <w:rPr>
                  <w:rFonts w:ascii="Arial" w:eastAsia="Times New Roman" w:hAnsi="Arial"/>
                  <w:b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2B5CA2">
                  <w:rPr>
                    <w:rFonts w:ascii="Arial" w:eastAsia="Times New Roman" w:hAnsi="Arial"/>
                    <w:b/>
                    <w:sz w:val="18"/>
                    <w:szCs w:val="20"/>
                  </w:rPr>
                  <w:t>County</w:t>
                </w:r>
              </w:smartTag>
            </w:smartTag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637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2B5CA2">
                  <w:rPr>
                    <w:rFonts w:ascii="Arial" w:eastAsia="Times New Roman" w:hAnsi="Arial"/>
                    <w:b/>
                    <w:sz w:val="18"/>
                    <w:szCs w:val="20"/>
                  </w:rPr>
                  <w:t>Baldwin</w:t>
                </w:r>
              </w:smartTag>
              <w:r w:rsidRPr="002B5CA2">
                <w:rPr>
                  <w:rFonts w:ascii="Arial" w:eastAsia="Times New Roman" w:hAnsi="Arial"/>
                  <w:b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2B5CA2">
                  <w:rPr>
                    <w:rFonts w:ascii="Arial" w:eastAsia="Times New Roman" w:hAnsi="Arial"/>
                    <w:b/>
                    <w:sz w:val="18"/>
                    <w:szCs w:val="20"/>
                  </w:rPr>
                  <w:t>County</w:t>
                </w:r>
              </w:smartTag>
            </w:smartTag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Alabama</w:t>
                </w:r>
              </w:smartTag>
              <w:r w:rsidRPr="002B5CA2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Port</w:t>
                </w:r>
              </w:smartTag>
            </w:smartTag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Barnwell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Lillian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Three Rivers</w:t>
            </w: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Bayou La Batre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Battles</w:t>
                </w:r>
              </w:smartTag>
              <w:r w:rsidRPr="002B5CA2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Wharf</w:t>
                </w:r>
              </w:smartTag>
            </w:smartTag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Little Lagoon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Village Point</w:t>
            </w: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Bellefontaine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Bay La Launch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Little Point Clear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Weeks</w:t>
                </w:r>
              </w:smartTag>
              <w:r w:rsidRPr="002B5CA2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Bay</w:t>
                </w:r>
              </w:smartTag>
            </w:smartTag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Bellingrath</w:t>
                </w:r>
              </w:smartTag>
              <w:r w:rsidRPr="002B5CA2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Gardens</w:t>
                </w:r>
              </w:smartTag>
            </w:smartTag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Bayou </w:t>
            </w:r>
            <w:smartTag w:uri="urn:schemas-microsoft-com:office:smarttags" w:element="place">
              <w:smartTag w:uri="urn:schemas-microsoft-com:office:smarttags" w:element="City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St. John</w:t>
                </w:r>
              </w:smartTag>
            </w:smartTag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Magnolia Springs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Wolf</w:t>
                </w:r>
              </w:smartTag>
              <w:r w:rsidRPr="002B5CA2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Nam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Bay</w:t>
                </w:r>
              </w:smartTag>
            </w:smartTag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Brookley Field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Bear Point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Malbis Plantation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Yelling Settlement</w:t>
            </w: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Cedar Point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Belforest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Miflin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Zundles</w:t>
            </w: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Coden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Bon Secour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Montrose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Deer River Point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Bridgehead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Navy Cove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Delchamps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Caswell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Oak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Dog</w:t>
                </w:r>
              </w:smartTag>
              <w:r w:rsidRPr="002B5CA2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River</w:t>
                </w:r>
              </w:smartTag>
            </w:smartTag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(Both Sides and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Collins Creek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Old Spanish Fort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tabs>
                <w:tab w:val="decimal" w:pos="22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all the area East thereof)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Cotton Bayou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Orange</w:t>
                </w:r>
              </w:smartTag>
              <w:r w:rsidRPr="002B5CA2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Beach</w:t>
                </w:r>
              </w:smartTag>
            </w:smartTag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Dog River Point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Daphne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Oyster Bay</w:t>
              </w:r>
            </w:smartTag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Faustina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Edith Hammock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Palmetto</w:t>
                </w:r>
              </w:smartTag>
              <w:r w:rsidRPr="002B5CA2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Beach</w:t>
                </w:r>
              </w:smartTag>
            </w:smartTag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Fowl</w:t>
                </w:r>
              </w:smartTag>
              <w:r w:rsidRPr="002B5CA2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River</w:t>
                </w:r>
              </w:smartTag>
            </w:smartTag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Fairhope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Perdido</w:t>
                </w:r>
              </w:smartTag>
              <w:r w:rsidRPr="002B5CA2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Bay</w:t>
                </w:r>
              </w:smartTag>
            </w:smartTag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Fowl River Point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Fort</w:t>
                </w:r>
              </w:smartTag>
              <w:r w:rsidRPr="002B5CA2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Nam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Morgan</w:t>
                </w:r>
              </w:smartTag>
            </w:smartTag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Perdido</w:t>
                </w:r>
              </w:smartTag>
              <w:r w:rsidRPr="002B5CA2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Beach</w:t>
                </w:r>
              </w:smartTag>
            </w:smartTag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Laurendine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Fort</w:t>
                </w:r>
              </w:smartTag>
              <w:r w:rsidRPr="002B5CA2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Nam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Morgan</w:t>
                </w:r>
              </w:smartTag>
              <w:r w:rsidRPr="002B5CA2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Nam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Peninsula</w:t>
                </w:r>
              </w:smartTag>
            </w:smartTag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Pine</w:t>
                </w:r>
              </w:smartTag>
              <w:r w:rsidRPr="002B5CA2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Beach</w:t>
                </w:r>
              </w:smartTag>
            </w:smartTag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Mon Louis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Gasque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Point Clear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Mobile</w:t>
                </w:r>
              </w:smartTag>
            </w:smartTag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(But only that area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Gulf Highlands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Ragged Point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tabs>
                <w:tab w:val="decimal" w:pos="24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South of Bankhead Tunnel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Gulf</w:t>
                </w:r>
              </w:smartTag>
              <w:r w:rsidRPr="002B5CA2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Shores</w:t>
                </w:r>
              </w:smartTag>
            </w:smartTag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Romar</w:t>
                </w:r>
              </w:smartTag>
              <w:r w:rsidRPr="002B5CA2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Beach</w:t>
                </w:r>
              </w:smartTag>
            </w:smartTag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tabs>
                <w:tab w:val="decimal" w:pos="24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and East of Main Line CSX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Gulf</w:t>
                </w:r>
              </w:smartTag>
              <w:r w:rsidRPr="002B5CA2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State Park</w:t>
                </w:r>
              </w:smartTag>
            </w:smartTag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Ross</w:t>
                </w:r>
              </w:smartTag>
              <w:r w:rsidRPr="002B5CA2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Name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Point</w:t>
                </w:r>
              </w:smartTag>
            </w:smartTag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tabs>
                <w:tab w:val="decimal" w:pos="192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Railroad (formerly L. &amp; N.) which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Hatchett Point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Sapling Point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tabs>
                <w:tab w:val="decimal" w:pos="2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includes Choctaw Point)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Inerarity Point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Seacliff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Smithport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Jackson</w:t>
                </w:r>
              </w:smartTag>
            </w:smartTag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Oaks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Seymour</w:t>
                </w:r>
              </w:smartTag>
            </w:smartTag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Bluff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South Orchard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Jonesboro</w:t>
                </w:r>
              </w:smartTag>
            </w:smartTag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Shell Banks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Sunny Cove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Josephine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Spanish Fort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:rsidR="002B5CA2" w:rsidRDefault="002B5CA2">
      <w:pPr>
        <w:sectPr w:rsidR="002B5CA2" w:rsidSect="002B5CA2">
          <w:pgSz w:w="12240" w:h="15840"/>
          <w:pgMar w:top="1735" w:right="960" w:bottom="1560" w:left="1200" w:header="504" w:footer="504" w:gutter="0"/>
          <w:cols w:space="0"/>
          <w:docGrid w:linePitch="299"/>
        </w:sectPr>
      </w:pPr>
    </w:p>
    <w:p w:rsidR="002B5CA2" w:rsidRPr="002B5CA2" w:rsidRDefault="002B5CA2" w:rsidP="002B5CA2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2B5CA2">
        <w:rPr>
          <w:rFonts w:ascii="Arial" w:eastAsia="Times New Roman" w:hAnsi="Arial"/>
          <w:b/>
          <w:sz w:val="18"/>
          <w:szCs w:val="20"/>
        </w:rPr>
        <w:lastRenderedPageBreak/>
        <w:t>72.  CAUSES OF LOSS – SPECIAL FORM</w:t>
      </w:r>
    </w:p>
    <w:p w:rsidR="002B5CA2" w:rsidRPr="002B5CA2" w:rsidRDefault="002B5CA2" w:rsidP="002B5CA2">
      <w:pPr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tab/>
      </w:r>
      <w:r w:rsidRPr="002B5CA2">
        <w:rPr>
          <w:rFonts w:ascii="Arial" w:eastAsia="Times New Roman" w:hAnsi="Arial"/>
          <w:b/>
          <w:sz w:val="18"/>
          <w:szCs w:val="20"/>
        </w:rPr>
        <w:t>E.2.</w:t>
      </w:r>
      <w:r w:rsidRPr="002B5CA2">
        <w:rPr>
          <w:rFonts w:ascii="Arial" w:eastAsia="Times New Roman" w:hAnsi="Arial"/>
          <w:sz w:val="18"/>
          <w:szCs w:val="20"/>
        </w:rPr>
        <w:tab/>
        <w:t>Rating Procedure – Property Damage – Other than Builders' Risk</w:t>
      </w:r>
    </w:p>
    <w:p w:rsidR="002B5CA2" w:rsidRPr="002B5CA2" w:rsidRDefault="002B5CA2" w:rsidP="002B5CA2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b/>
          <w:sz w:val="18"/>
          <w:szCs w:val="20"/>
        </w:rPr>
        <w:tab/>
        <w:t>b.(1)</w:t>
      </w:r>
      <w:r w:rsidRPr="002B5CA2">
        <w:rPr>
          <w:rFonts w:ascii="Arial" w:eastAsia="Times New Roman" w:hAnsi="Arial"/>
          <w:sz w:val="18"/>
          <w:szCs w:val="20"/>
        </w:rPr>
        <w:tab/>
        <w:t xml:space="preserve">Building Coverage – Loss Cost: </w:t>
      </w:r>
      <w:ins w:id="51" w:author="Author" w:date="2020-06-10T12:19:00Z">
        <w:r w:rsidRPr="002B5CA2">
          <w:rPr>
            <w:rFonts w:ascii="Arial" w:eastAsia="Times New Roman" w:hAnsi="Arial"/>
            <w:sz w:val="18"/>
            <w:szCs w:val="20"/>
          </w:rPr>
          <w:t>.045</w:t>
        </w:r>
      </w:ins>
      <w:del w:id="52" w:author="Author" w:date="2020-06-10T12:19:00Z">
        <w:r w:rsidRPr="002B5CA2" w:rsidDel="00F97790">
          <w:rPr>
            <w:rFonts w:ascii="Arial" w:eastAsia="Times New Roman" w:hAnsi="Arial"/>
            <w:sz w:val="18"/>
            <w:szCs w:val="20"/>
          </w:rPr>
          <w:delText>.047</w:delText>
        </w:r>
      </w:del>
      <w:r w:rsidRPr="002B5CA2">
        <w:rPr>
          <w:rFonts w:ascii="Arial" w:eastAsia="Times New Roman" w:hAnsi="Arial"/>
          <w:sz w:val="18"/>
          <w:szCs w:val="20"/>
        </w:rPr>
        <w:tab/>
      </w:r>
    </w:p>
    <w:p w:rsidR="002B5CA2" w:rsidRPr="002B5CA2" w:rsidRDefault="002B5CA2" w:rsidP="002B5CA2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tab/>
      </w:r>
      <w:r w:rsidRPr="002B5CA2">
        <w:rPr>
          <w:rFonts w:ascii="Arial" w:eastAsia="Times New Roman" w:hAnsi="Arial"/>
          <w:b/>
          <w:sz w:val="18"/>
          <w:szCs w:val="20"/>
        </w:rPr>
        <w:t>c.(2)</w:t>
      </w:r>
      <w:r w:rsidRPr="002B5CA2">
        <w:rPr>
          <w:rFonts w:ascii="Arial" w:eastAsia="Times New Roman" w:hAnsi="Arial"/>
          <w:sz w:val="18"/>
          <w:szCs w:val="20"/>
        </w:rPr>
        <w:tab/>
        <w:t>Personal Property Coverage – Loss Costs</w:t>
      </w: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00"/>
        <w:gridCol w:w="840"/>
        <w:gridCol w:w="360"/>
        <w:tblGridChange w:id="53">
          <w:tblGrid>
            <w:gridCol w:w="160"/>
            <w:gridCol w:w="40"/>
            <w:gridCol w:w="160"/>
            <w:gridCol w:w="3440"/>
            <w:gridCol w:w="160"/>
            <w:gridCol w:w="680"/>
            <w:gridCol w:w="160"/>
            <w:gridCol w:w="200"/>
            <w:gridCol w:w="160"/>
          </w:tblGrid>
        </w:tblGridChange>
      </w:tblGrid>
      <w:tr w:rsidR="002B5CA2" w:rsidRPr="002B5CA2" w:rsidTr="002A39C6">
        <w:trPr>
          <w:cantSplit/>
          <w:trHeight w:val="190"/>
        </w:trPr>
        <w:tc>
          <w:tcPr>
            <w:tcW w:w="20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B5CA2">
              <w:rPr>
                <w:rFonts w:ascii="Arial" w:eastAsia="Times New Roman" w:hAnsi="Arial" w:cs="Arial"/>
                <w:b/>
                <w:sz w:val="18"/>
                <w:szCs w:val="18"/>
              </w:rPr>
              <w:t>Loss Cost</w:t>
            </w:r>
          </w:p>
        </w:tc>
      </w:tr>
      <w:tr w:rsidR="002B5CA2" w:rsidRPr="002B5CA2" w:rsidTr="002A39C6">
        <w:tblPrEx>
          <w:tblW w:w="5000" w:type="dxa"/>
          <w:tblInd w:w="-160" w:type="dxa"/>
          <w:tblLayout w:type="fixed"/>
          <w:tblCellMar>
            <w:left w:w="50" w:type="dxa"/>
            <w:right w:w="50" w:type="dxa"/>
          </w:tblCellMar>
          <w:tblPrExChange w:id="54" w:author="Author" w:date="2020-06-10T12:20:00Z">
            <w:tblPrEx>
              <w:tblW w:w="500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55" w:author="Author" w:date="2020-06-10T12:20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56" w:author="Author" w:date="2020-06-10T12:20:00Z">
              <w:tcPr>
                <w:tcW w:w="200" w:type="dxa"/>
                <w:gridSpan w:val="2"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  <w:tcPrChange w:id="57" w:author="Author" w:date="2020-06-10T12:20:00Z">
              <w:tcPr>
                <w:tcW w:w="360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Residential Apartments and Condominiums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  <w:tcPrChange w:id="58" w:author="Author" w:date="2020-06-10T12:20:00Z">
              <w:tcPr>
                <w:tcW w:w="84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59" w:author="Author" w:date="2020-06-10T12:20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.155</w:t>
              </w:r>
            </w:ins>
            <w:del w:id="60" w:author="Author" w:date="2020-06-10T12:20:00Z">
              <w:r w:rsidRPr="002B5CA2" w:rsidDel="002A6937">
                <w:rPr>
                  <w:rFonts w:ascii="Arial" w:eastAsia="Times New Roman" w:hAnsi="Arial" w:cs="Arial"/>
                  <w:sz w:val="18"/>
                  <w:szCs w:val="18"/>
                </w:rPr>
                <w:delText>.176</w:delText>
              </w:r>
            </w:del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tcPrChange w:id="61" w:author="Author" w:date="2020-06-10T12:20:00Z">
              <w:tcPr>
                <w:tcW w:w="360" w:type="dxa"/>
                <w:gridSpan w:val="2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vAlign w:val="bottom"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2B5CA2" w:rsidRPr="002B5CA2" w:rsidTr="002A39C6">
        <w:tblPrEx>
          <w:tblW w:w="5000" w:type="dxa"/>
          <w:tblInd w:w="-160" w:type="dxa"/>
          <w:tblLayout w:type="fixed"/>
          <w:tblCellMar>
            <w:left w:w="50" w:type="dxa"/>
            <w:right w:w="50" w:type="dxa"/>
          </w:tblCellMar>
          <w:tblPrExChange w:id="62" w:author="Author" w:date="2020-06-10T12:20:00Z">
            <w:tblPrEx>
              <w:tblW w:w="500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63" w:author="Author" w:date="2020-06-10T12:20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64" w:author="Author" w:date="2020-06-10T12:20:00Z">
              <w:tcPr>
                <w:tcW w:w="200" w:type="dxa"/>
                <w:gridSpan w:val="2"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  <w:tcPrChange w:id="65" w:author="Author" w:date="2020-06-10T12:20:00Z">
              <w:tcPr>
                <w:tcW w:w="3600" w:type="dxa"/>
                <w:gridSpan w:val="2"/>
                <w:tcBorders>
                  <w:top w:val="nil"/>
                  <w:left w:val="single" w:sz="4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Offices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66" w:author="Author" w:date="2020-06-10T12:20:00Z">
              <w:tcPr>
                <w:tcW w:w="84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67" w:author="Author" w:date="2020-06-10T12:20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.116</w:t>
              </w:r>
            </w:ins>
            <w:del w:id="68" w:author="Author" w:date="2020-06-10T12:20:00Z">
              <w:r w:rsidRPr="002B5CA2" w:rsidDel="002A6937">
                <w:rPr>
                  <w:rFonts w:ascii="Arial" w:eastAsia="Times New Roman" w:hAnsi="Arial" w:cs="Arial"/>
                  <w:sz w:val="18"/>
                  <w:szCs w:val="18"/>
                </w:rPr>
                <w:delText>.129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tcPrChange w:id="69" w:author="Author" w:date="2020-06-10T12:20:00Z">
              <w:tcPr>
                <w:tcW w:w="360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bottom"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2B5CA2" w:rsidRPr="002B5CA2" w:rsidTr="002A39C6">
        <w:tblPrEx>
          <w:tblW w:w="5000" w:type="dxa"/>
          <w:tblInd w:w="-160" w:type="dxa"/>
          <w:tblLayout w:type="fixed"/>
          <w:tblCellMar>
            <w:left w:w="50" w:type="dxa"/>
            <w:right w:w="50" w:type="dxa"/>
          </w:tblCellMar>
          <w:tblPrExChange w:id="70" w:author="Author" w:date="2020-06-10T12:20:00Z">
            <w:tblPrEx>
              <w:tblW w:w="500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71" w:author="Author" w:date="2020-06-10T12:20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72" w:author="Author" w:date="2020-06-10T12:20:00Z">
              <w:tcPr>
                <w:tcW w:w="200" w:type="dxa"/>
                <w:gridSpan w:val="2"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  <w:tcPrChange w:id="73" w:author="Author" w:date="2020-06-10T12:20:00Z">
              <w:tcPr>
                <w:tcW w:w="3600" w:type="dxa"/>
                <w:gridSpan w:val="2"/>
                <w:tcBorders>
                  <w:top w:val="nil"/>
                  <w:left w:val="single" w:sz="4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Mercantile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74" w:author="Author" w:date="2020-06-10T12:20:00Z">
              <w:tcPr>
                <w:tcW w:w="84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75" w:author="Author" w:date="2020-06-10T12:20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.164</w:t>
              </w:r>
            </w:ins>
            <w:del w:id="76" w:author="Author" w:date="2020-06-10T12:20:00Z">
              <w:r w:rsidRPr="002B5CA2" w:rsidDel="002A6937">
                <w:rPr>
                  <w:rFonts w:ascii="Arial" w:eastAsia="Times New Roman" w:hAnsi="Arial" w:cs="Arial"/>
                  <w:sz w:val="18"/>
                  <w:szCs w:val="18"/>
                </w:rPr>
                <w:delText>.174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tcPrChange w:id="77" w:author="Author" w:date="2020-06-10T12:20:00Z">
              <w:tcPr>
                <w:tcW w:w="360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bottom"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2B5CA2" w:rsidRPr="002B5CA2" w:rsidTr="002A39C6">
        <w:tblPrEx>
          <w:tblW w:w="5000" w:type="dxa"/>
          <w:tblInd w:w="-160" w:type="dxa"/>
          <w:tblLayout w:type="fixed"/>
          <w:tblCellMar>
            <w:left w:w="50" w:type="dxa"/>
            <w:right w:w="50" w:type="dxa"/>
          </w:tblCellMar>
          <w:tblPrExChange w:id="78" w:author="Author" w:date="2020-06-10T12:20:00Z">
            <w:tblPrEx>
              <w:tblW w:w="500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79" w:author="Author" w:date="2020-06-10T12:20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80" w:author="Author" w:date="2020-06-10T12:20:00Z">
              <w:tcPr>
                <w:tcW w:w="200" w:type="dxa"/>
                <w:gridSpan w:val="2"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  <w:tcPrChange w:id="81" w:author="Author" w:date="2020-06-10T12:20:00Z">
              <w:tcPr>
                <w:tcW w:w="3600" w:type="dxa"/>
                <w:gridSpan w:val="2"/>
                <w:tcBorders>
                  <w:top w:val="nil"/>
                  <w:left w:val="single" w:sz="4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Mercantile – Medium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82" w:author="Author" w:date="2020-06-10T12:20:00Z">
              <w:tcPr>
                <w:tcW w:w="84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83" w:author="Author" w:date="2020-06-10T12:20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.151</w:t>
              </w:r>
            </w:ins>
            <w:del w:id="84" w:author="Author" w:date="2020-06-10T12:20:00Z">
              <w:r w:rsidRPr="002B5CA2" w:rsidDel="002A6937">
                <w:rPr>
                  <w:rFonts w:ascii="Arial" w:eastAsia="Times New Roman" w:hAnsi="Arial" w:cs="Arial"/>
                  <w:sz w:val="18"/>
                  <w:szCs w:val="18"/>
                </w:rPr>
                <w:delText>.165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tcPrChange w:id="85" w:author="Author" w:date="2020-06-10T12:20:00Z">
              <w:tcPr>
                <w:tcW w:w="360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bottom"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2B5CA2" w:rsidRPr="002B5CA2" w:rsidTr="002A39C6">
        <w:tblPrEx>
          <w:tblW w:w="5000" w:type="dxa"/>
          <w:tblInd w:w="-160" w:type="dxa"/>
          <w:tblLayout w:type="fixed"/>
          <w:tblCellMar>
            <w:left w:w="50" w:type="dxa"/>
            <w:right w:w="50" w:type="dxa"/>
          </w:tblCellMar>
          <w:tblPrExChange w:id="86" w:author="Author" w:date="2020-06-10T12:20:00Z">
            <w:tblPrEx>
              <w:tblW w:w="500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87" w:author="Author" w:date="2020-06-10T12:20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88" w:author="Author" w:date="2020-06-10T12:20:00Z">
              <w:tcPr>
                <w:tcW w:w="200" w:type="dxa"/>
                <w:gridSpan w:val="2"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  <w:tcPrChange w:id="89" w:author="Author" w:date="2020-06-10T12:20:00Z">
              <w:tcPr>
                <w:tcW w:w="3600" w:type="dxa"/>
                <w:gridSpan w:val="2"/>
                <w:tcBorders>
                  <w:top w:val="nil"/>
                  <w:left w:val="single" w:sz="4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Mercantile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90" w:author="Author" w:date="2020-06-10T12:20:00Z">
              <w:tcPr>
                <w:tcW w:w="84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91" w:author="Author" w:date="2020-06-10T12:20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.111</w:t>
              </w:r>
            </w:ins>
            <w:del w:id="92" w:author="Author" w:date="2020-06-10T12:20:00Z">
              <w:r w:rsidRPr="002B5CA2" w:rsidDel="002A6937">
                <w:rPr>
                  <w:rFonts w:ascii="Arial" w:eastAsia="Times New Roman" w:hAnsi="Arial" w:cs="Arial"/>
                  <w:sz w:val="18"/>
                  <w:szCs w:val="18"/>
                </w:rPr>
                <w:delText>.119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tcPrChange w:id="93" w:author="Author" w:date="2020-06-10T12:20:00Z">
              <w:tcPr>
                <w:tcW w:w="360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bottom"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2B5CA2" w:rsidRPr="002B5CA2" w:rsidTr="002A39C6">
        <w:tblPrEx>
          <w:tblW w:w="5000" w:type="dxa"/>
          <w:tblInd w:w="-160" w:type="dxa"/>
          <w:tblLayout w:type="fixed"/>
          <w:tblCellMar>
            <w:left w:w="50" w:type="dxa"/>
            <w:right w:w="50" w:type="dxa"/>
          </w:tblCellMar>
          <w:tblPrExChange w:id="94" w:author="Author" w:date="2020-06-10T12:20:00Z">
            <w:tblPrEx>
              <w:tblW w:w="500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95" w:author="Author" w:date="2020-06-10T12:20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96" w:author="Author" w:date="2020-06-10T12:20:00Z">
              <w:tcPr>
                <w:tcW w:w="200" w:type="dxa"/>
                <w:gridSpan w:val="2"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  <w:tcPrChange w:id="97" w:author="Author" w:date="2020-06-10T12:20:00Z">
              <w:tcPr>
                <w:tcW w:w="3600" w:type="dxa"/>
                <w:gridSpan w:val="2"/>
                <w:tcBorders>
                  <w:top w:val="nil"/>
                  <w:left w:val="single" w:sz="4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Motels and Hotels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98" w:author="Author" w:date="2020-06-10T12:20:00Z">
              <w:tcPr>
                <w:tcW w:w="84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99" w:author="Author" w:date="2020-06-10T12:20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.081</w:t>
              </w:r>
            </w:ins>
            <w:del w:id="100" w:author="Author" w:date="2020-06-10T12:20:00Z">
              <w:r w:rsidRPr="002B5CA2" w:rsidDel="002A6937">
                <w:rPr>
                  <w:rFonts w:ascii="Arial" w:eastAsia="Times New Roman" w:hAnsi="Arial" w:cs="Arial"/>
                  <w:sz w:val="18"/>
                  <w:szCs w:val="18"/>
                </w:rPr>
                <w:delText>.087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tcPrChange w:id="101" w:author="Author" w:date="2020-06-10T12:20:00Z">
              <w:tcPr>
                <w:tcW w:w="360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bottom"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2B5CA2" w:rsidRPr="002B5CA2" w:rsidTr="002A39C6">
        <w:tblPrEx>
          <w:tblW w:w="5000" w:type="dxa"/>
          <w:tblInd w:w="-160" w:type="dxa"/>
          <w:tblLayout w:type="fixed"/>
          <w:tblCellMar>
            <w:left w:w="50" w:type="dxa"/>
            <w:right w:w="50" w:type="dxa"/>
          </w:tblCellMar>
          <w:tblPrExChange w:id="102" w:author="Author" w:date="2020-06-10T12:20:00Z">
            <w:tblPrEx>
              <w:tblW w:w="500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03" w:author="Author" w:date="2020-06-10T12:20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104" w:author="Author" w:date="2020-06-10T12:20:00Z">
              <w:tcPr>
                <w:tcW w:w="200" w:type="dxa"/>
                <w:gridSpan w:val="2"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  <w:tcPrChange w:id="105" w:author="Author" w:date="2020-06-10T12:20:00Z">
              <w:tcPr>
                <w:tcW w:w="3600" w:type="dxa"/>
                <w:gridSpan w:val="2"/>
                <w:tcBorders>
                  <w:top w:val="nil"/>
                  <w:left w:val="single" w:sz="4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Institutional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106" w:author="Author" w:date="2020-06-10T12:20:00Z">
              <w:tcPr>
                <w:tcW w:w="84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107" w:author="Author" w:date="2020-06-10T12:20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.080</w:t>
              </w:r>
            </w:ins>
            <w:del w:id="108" w:author="Author" w:date="2020-06-10T12:20:00Z">
              <w:r w:rsidRPr="002B5CA2" w:rsidDel="002A6937">
                <w:rPr>
                  <w:rFonts w:ascii="Arial" w:eastAsia="Times New Roman" w:hAnsi="Arial" w:cs="Arial"/>
                  <w:sz w:val="18"/>
                  <w:szCs w:val="18"/>
                </w:rPr>
                <w:delText>.088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tcPrChange w:id="109" w:author="Author" w:date="2020-06-10T12:20:00Z">
              <w:tcPr>
                <w:tcW w:w="360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bottom"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2B5CA2" w:rsidRPr="002B5CA2" w:rsidTr="002A39C6">
        <w:tblPrEx>
          <w:tblW w:w="5000" w:type="dxa"/>
          <w:tblInd w:w="-160" w:type="dxa"/>
          <w:tblLayout w:type="fixed"/>
          <w:tblCellMar>
            <w:left w:w="50" w:type="dxa"/>
            <w:right w:w="50" w:type="dxa"/>
          </w:tblCellMar>
          <w:tblPrExChange w:id="110" w:author="Author" w:date="2020-06-10T12:20:00Z">
            <w:tblPrEx>
              <w:tblW w:w="500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11" w:author="Author" w:date="2020-06-10T12:20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112" w:author="Author" w:date="2020-06-10T12:20:00Z">
              <w:tcPr>
                <w:tcW w:w="200" w:type="dxa"/>
                <w:gridSpan w:val="2"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  <w:tcPrChange w:id="113" w:author="Author" w:date="2020-06-10T12:20:00Z">
              <w:tcPr>
                <w:tcW w:w="3600" w:type="dxa"/>
                <w:gridSpan w:val="2"/>
                <w:tcBorders>
                  <w:top w:val="nil"/>
                  <w:left w:val="single" w:sz="4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Institutional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114" w:author="Author" w:date="2020-06-10T12:20:00Z">
              <w:tcPr>
                <w:tcW w:w="84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115" w:author="Author" w:date="2020-06-10T12:20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.052</w:t>
              </w:r>
            </w:ins>
            <w:del w:id="116" w:author="Author" w:date="2020-06-10T12:20:00Z">
              <w:r w:rsidRPr="002B5CA2" w:rsidDel="002A6937">
                <w:rPr>
                  <w:rFonts w:ascii="Arial" w:eastAsia="Times New Roman" w:hAnsi="Arial" w:cs="Arial"/>
                  <w:sz w:val="18"/>
                  <w:szCs w:val="18"/>
                </w:rPr>
                <w:delText>.058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tcPrChange w:id="117" w:author="Author" w:date="2020-06-10T12:20:00Z">
              <w:tcPr>
                <w:tcW w:w="360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bottom"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2B5CA2" w:rsidRPr="002B5CA2" w:rsidTr="002A39C6">
        <w:tblPrEx>
          <w:tblW w:w="5000" w:type="dxa"/>
          <w:tblInd w:w="-160" w:type="dxa"/>
          <w:tblLayout w:type="fixed"/>
          <w:tblCellMar>
            <w:left w:w="50" w:type="dxa"/>
            <w:right w:w="50" w:type="dxa"/>
          </w:tblCellMar>
          <w:tblPrExChange w:id="118" w:author="Author" w:date="2020-06-10T12:20:00Z">
            <w:tblPrEx>
              <w:tblW w:w="500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19" w:author="Author" w:date="2020-06-10T12:20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120" w:author="Author" w:date="2020-06-10T12:20:00Z">
              <w:tcPr>
                <w:tcW w:w="200" w:type="dxa"/>
                <w:gridSpan w:val="2"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  <w:tcPrChange w:id="121" w:author="Author" w:date="2020-06-10T12:20:00Z">
              <w:tcPr>
                <w:tcW w:w="3600" w:type="dxa"/>
                <w:gridSpan w:val="2"/>
                <w:tcBorders>
                  <w:top w:val="nil"/>
                  <w:left w:val="single" w:sz="4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Industrial and Processing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122" w:author="Author" w:date="2020-06-10T12:20:00Z">
              <w:tcPr>
                <w:tcW w:w="84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123" w:author="Author" w:date="2020-06-10T12:20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.182</w:t>
              </w:r>
            </w:ins>
            <w:del w:id="124" w:author="Author" w:date="2020-06-10T12:20:00Z">
              <w:r w:rsidRPr="002B5CA2" w:rsidDel="002A6937">
                <w:rPr>
                  <w:rFonts w:ascii="Arial" w:eastAsia="Times New Roman" w:hAnsi="Arial" w:cs="Arial"/>
                  <w:sz w:val="18"/>
                  <w:szCs w:val="18"/>
                </w:rPr>
                <w:delText>.195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tcPrChange w:id="125" w:author="Author" w:date="2020-06-10T12:20:00Z">
              <w:tcPr>
                <w:tcW w:w="360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bottom"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2B5CA2" w:rsidRPr="002B5CA2" w:rsidTr="002A39C6">
        <w:tblPrEx>
          <w:tblW w:w="5000" w:type="dxa"/>
          <w:tblInd w:w="-160" w:type="dxa"/>
          <w:tblLayout w:type="fixed"/>
          <w:tblCellMar>
            <w:left w:w="50" w:type="dxa"/>
            <w:right w:w="50" w:type="dxa"/>
          </w:tblCellMar>
          <w:tblPrExChange w:id="126" w:author="Author" w:date="2020-06-10T12:20:00Z">
            <w:tblPrEx>
              <w:tblW w:w="500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27" w:author="Author" w:date="2020-06-10T12:20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128" w:author="Author" w:date="2020-06-10T12:20:00Z">
              <w:tcPr>
                <w:tcW w:w="200" w:type="dxa"/>
                <w:gridSpan w:val="2"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  <w:tcPrChange w:id="129" w:author="Author" w:date="2020-06-10T12:20:00Z">
              <w:tcPr>
                <w:tcW w:w="3600" w:type="dxa"/>
                <w:gridSpan w:val="2"/>
                <w:tcBorders>
                  <w:top w:val="nil"/>
                  <w:left w:val="single" w:sz="4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Industrial and Processing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130" w:author="Author" w:date="2020-06-10T12:20:00Z">
              <w:tcPr>
                <w:tcW w:w="84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131" w:author="Author" w:date="2020-06-10T12:20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.144</w:t>
              </w:r>
            </w:ins>
            <w:del w:id="132" w:author="Author" w:date="2020-06-10T12:20:00Z">
              <w:r w:rsidRPr="002B5CA2" w:rsidDel="002A6937">
                <w:rPr>
                  <w:rFonts w:ascii="Arial" w:eastAsia="Times New Roman" w:hAnsi="Arial" w:cs="Arial"/>
                  <w:sz w:val="18"/>
                  <w:szCs w:val="18"/>
                </w:rPr>
                <w:delText>.153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tcPrChange w:id="133" w:author="Author" w:date="2020-06-10T12:20:00Z">
              <w:tcPr>
                <w:tcW w:w="360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bottom"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2B5CA2" w:rsidRPr="002B5CA2" w:rsidTr="002A39C6">
        <w:tblPrEx>
          <w:tblW w:w="5000" w:type="dxa"/>
          <w:tblInd w:w="-160" w:type="dxa"/>
          <w:tblLayout w:type="fixed"/>
          <w:tblCellMar>
            <w:left w:w="50" w:type="dxa"/>
            <w:right w:w="50" w:type="dxa"/>
          </w:tblCellMar>
          <w:tblPrExChange w:id="134" w:author="Author" w:date="2020-06-10T12:20:00Z">
            <w:tblPrEx>
              <w:tblW w:w="500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35" w:author="Author" w:date="2020-06-10T12:20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136" w:author="Author" w:date="2020-06-10T12:20:00Z">
              <w:tcPr>
                <w:tcW w:w="200" w:type="dxa"/>
                <w:gridSpan w:val="2"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  <w:tcPrChange w:id="137" w:author="Author" w:date="2020-06-10T12:20:00Z">
              <w:tcPr>
                <w:tcW w:w="3600" w:type="dxa"/>
                <w:gridSpan w:val="2"/>
                <w:tcBorders>
                  <w:top w:val="nil"/>
                  <w:left w:val="single" w:sz="4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Service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138" w:author="Author" w:date="2020-06-10T12:20:00Z">
              <w:tcPr>
                <w:tcW w:w="84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139" w:author="Author" w:date="2020-06-10T12:20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.147</w:t>
              </w:r>
            </w:ins>
            <w:del w:id="140" w:author="Author" w:date="2020-06-10T12:20:00Z">
              <w:r w:rsidRPr="002B5CA2" w:rsidDel="002A6937">
                <w:rPr>
                  <w:rFonts w:ascii="Arial" w:eastAsia="Times New Roman" w:hAnsi="Arial" w:cs="Arial"/>
                  <w:sz w:val="18"/>
                  <w:szCs w:val="18"/>
                </w:rPr>
                <w:delText>.158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tcPrChange w:id="141" w:author="Author" w:date="2020-06-10T12:20:00Z">
              <w:tcPr>
                <w:tcW w:w="360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bottom"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2B5CA2" w:rsidRPr="002B5CA2" w:rsidTr="002A39C6">
        <w:tblPrEx>
          <w:tblW w:w="5000" w:type="dxa"/>
          <w:tblInd w:w="-160" w:type="dxa"/>
          <w:tblLayout w:type="fixed"/>
          <w:tblCellMar>
            <w:left w:w="50" w:type="dxa"/>
            <w:right w:w="50" w:type="dxa"/>
          </w:tblCellMar>
          <w:tblPrExChange w:id="142" w:author="Author" w:date="2020-06-10T12:20:00Z">
            <w:tblPrEx>
              <w:tblW w:w="500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43" w:author="Author" w:date="2020-06-10T12:20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144" w:author="Author" w:date="2020-06-10T12:20:00Z">
              <w:tcPr>
                <w:tcW w:w="200" w:type="dxa"/>
                <w:gridSpan w:val="2"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  <w:tcPrChange w:id="145" w:author="Author" w:date="2020-06-10T12:20:00Z">
              <w:tcPr>
                <w:tcW w:w="3600" w:type="dxa"/>
                <w:gridSpan w:val="2"/>
                <w:tcBorders>
                  <w:top w:val="nil"/>
                  <w:left w:val="single" w:sz="4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Service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right w:val="nil"/>
            </w:tcBorders>
            <w:hideMark/>
            <w:tcPrChange w:id="146" w:author="Author" w:date="2020-06-10T12:20:00Z">
              <w:tcPr>
                <w:tcW w:w="840" w:type="dxa"/>
                <w:gridSpan w:val="2"/>
                <w:tcBorders>
                  <w:top w:val="nil"/>
                  <w:left w:val="single" w:sz="6" w:space="0" w:color="auto"/>
                  <w:right w:val="nil"/>
                </w:tcBorders>
                <w:vAlign w:val="bottom"/>
                <w:hideMark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147" w:author="Author" w:date="2020-06-10T12:20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.116</w:t>
              </w:r>
            </w:ins>
            <w:del w:id="148" w:author="Author" w:date="2020-06-10T12:20:00Z">
              <w:r w:rsidRPr="002B5CA2" w:rsidDel="002A6937">
                <w:rPr>
                  <w:rFonts w:ascii="Arial" w:eastAsia="Times New Roman" w:hAnsi="Arial" w:cs="Arial"/>
                  <w:sz w:val="18"/>
                  <w:szCs w:val="18"/>
                </w:rPr>
                <w:delText>.124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tcPrChange w:id="149" w:author="Author" w:date="2020-06-10T12:20:00Z">
              <w:tcPr>
                <w:tcW w:w="360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bottom"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2B5CA2" w:rsidRPr="002B5CA2" w:rsidTr="002A39C6">
        <w:tblPrEx>
          <w:tblW w:w="5000" w:type="dxa"/>
          <w:tblInd w:w="-160" w:type="dxa"/>
          <w:tblLayout w:type="fixed"/>
          <w:tblCellMar>
            <w:left w:w="50" w:type="dxa"/>
            <w:right w:w="50" w:type="dxa"/>
          </w:tblCellMar>
          <w:tblPrExChange w:id="150" w:author="Author" w:date="2020-06-10T12:20:00Z">
            <w:tblPrEx>
              <w:tblW w:w="500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51" w:author="Author" w:date="2020-06-10T12:20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152" w:author="Author" w:date="2020-06-10T12:20:00Z">
              <w:tcPr>
                <w:tcW w:w="200" w:type="dxa"/>
                <w:gridSpan w:val="2"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  <w:tcPrChange w:id="153" w:author="Author" w:date="2020-06-10T12:20:00Z">
              <w:tcPr>
                <w:tcW w:w="3600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6" w:space="0" w:color="auto"/>
                </w:tcBorders>
                <w:hideMark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Contractors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hideMark/>
            <w:tcPrChange w:id="154" w:author="Author" w:date="2020-06-10T12:20:00Z">
              <w:tcPr>
                <w:tcW w:w="840" w:type="dxa"/>
                <w:gridSpan w:val="2"/>
                <w:tcBorders>
                  <w:top w:val="nil"/>
                  <w:left w:val="single" w:sz="6" w:space="0" w:color="auto"/>
                  <w:bottom w:val="single" w:sz="4" w:space="0" w:color="auto"/>
                  <w:right w:val="nil"/>
                </w:tcBorders>
                <w:vAlign w:val="bottom"/>
                <w:hideMark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155" w:author="Author" w:date="2020-06-10T12:20:00Z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.225</w:t>
              </w:r>
            </w:ins>
            <w:del w:id="156" w:author="Author" w:date="2020-06-10T12:20:00Z">
              <w:r w:rsidRPr="002B5CA2" w:rsidDel="002A6937">
                <w:rPr>
                  <w:rFonts w:ascii="Arial" w:eastAsia="Times New Roman" w:hAnsi="Arial" w:cs="Arial"/>
                  <w:sz w:val="18"/>
                  <w:szCs w:val="18"/>
                </w:rPr>
                <w:delText>.239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tcPrChange w:id="157" w:author="Author" w:date="2020-06-10T12:20:00Z">
              <w:tcPr>
                <w:tcW w:w="360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  <w:hideMark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Territorial Multiplier</w:t>
            </w: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r w:rsidRPr="002B5CA2">
                <w:rPr>
                  <w:rFonts w:ascii="Arial" w:eastAsia="Times New Roman" w:hAnsi="Arial"/>
                  <w:sz w:val="18"/>
                  <w:szCs w:val="20"/>
                </w:rPr>
                <w:t>Jefferson</w:t>
              </w:r>
            </w:smartTag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2B5CA2" w:rsidRPr="002B5CA2" w:rsidRDefault="002B5CA2" w:rsidP="002B5CA2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1.370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2B5CA2">
                  <w:rPr>
                    <w:rFonts w:ascii="Arial" w:eastAsia="Times New Roman" w:hAnsi="Arial"/>
                    <w:sz w:val="18"/>
                    <w:szCs w:val="20"/>
                  </w:rPr>
                  <w:t>Mobile</w:t>
                </w:r>
              </w:smartTag>
            </w:smartTag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2B5CA2" w:rsidRPr="002B5CA2" w:rsidRDefault="002B5CA2" w:rsidP="002B5CA2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1.192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rPr>
          <w:cantSplit/>
          <w:trHeight w:val="190"/>
        </w:trPr>
        <w:tc>
          <w:tcPr>
            <w:tcW w:w="200" w:type="dxa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Remainder of State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B5CA2" w:rsidRPr="002B5CA2" w:rsidRDefault="002B5CA2" w:rsidP="002B5CA2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:rsidR="002B5CA2" w:rsidRDefault="002B5CA2">
      <w:pPr>
        <w:sectPr w:rsidR="002B5CA2" w:rsidSect="002B5CA2">
          <w:pgSz w:w="12240" w:h="15840" w:code="1"/>
          <w:pgMar w:top="1735" w:right="960" w:bottom="1560" w:left="1200" w:header="504" w:footer="504" w:gutter="0"/>
          <w:cols w:space="0"/>
          <w:docGrid w:linePitch="326"/>
        </w:sectPr>
      </w:pPr>
    </w:p>
    <w:p w:rsidR="002B5CA2" w:rsidRPr="002B5CA2" w:rsidRDefault="002B5CA2" w:rsidP="002B5CA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2B5CA2">
        <w:rPr>
          <w:rFonts w:ascii="Arial" w:eastAsia="Times New Roman" w:hAnsi="Arial"/>
          <w:sz w:val="18"/>
          <w:szCs w:val="20"/>
        </w:rPr>
        <w:t xml:space="preserve"> </w:t>
      </w:r>
    </w:p>
    <w:p w:rsidR="002B5CA2" w:rsidRPr="002B5CA2" w:rsidRDefault="002B5CA2" w:rsidP="002B5CA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br w:type="column"/>
      </w: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2B5CA2" w:rsidRPr="002B5CA2" w:rsidSect="002B5CA2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Up to 10 Units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11 to 30 Units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Over 30 Units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Up to 10 Units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11 to 30 Units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Over 30 Units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1 Family Dwellings (Lessor's Risk)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2 Family Dwellings (Lessor's Risk)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3 or 4 Family Dwellings (Lessor's Risk)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Apartments without Mercantile Occupancies – Up to 10 Units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Apartments without Mercantile Occupancies – 11 to 30 Units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1.575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0.770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2B5CA2" w:rsidRPr="002B5CA2" w:rsidSect="002B5CA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2B5CA2" w:rsidRPr="002B5CA2" w:rsidRDefault="002B5CA2" w:rsidP="002B5CA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2B5CA2">
        <w:rPr>
          <w:rFonts w:ascii="Arial" w:eastAsia="Times New Roman" w:hAnsi="Arial"/>
          <w:sz w:val="18"/>
          <w:szCs w:val="20"/>
        </w:rPr>
        <w:t xml:space="preserve"> (Cont'd)</w:t>
      </w:r>
    </w:p>
    <w:p w:rsidR="002B5CA2" w:rsidRPr="002B5CA2" w:rsidRDefault="002B5CA2" w:rsidP="002B5CA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br w:type="column"/>
      </w: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2B5CA2" w:rsidRPr="002B5CA2" w:rsidSect="002B5CA2">
          <w:headerReference w:type="default" r:id="rId14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Apartments without Mercantile Occupancies – Over 30 Units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Apartments with Mercantile Occupancies – Up to 10 Units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Apartments with Mercantile Occupancies – 11 to 30 Units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Apartments with Mercantile Occupancies – Over 30 Units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Up to 10 Units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11 to 30 Units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Over 30 Units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0.475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0.427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0.405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0.357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0.332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0.390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0.475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0.427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0.405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0.357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0.332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0.390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0.475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0.427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0.405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0.357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0.332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0.390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1.575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0.770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2B5CA2" w:rsidRPr="002B5CA2" w:rsidSect="002B5CA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2B5CA2" w:rsidRPr="002B5CA2" w:rsidRDefault="002B5CA2" w:rsidP="002B5CA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2B5CA2">
        <w:rPr>
          <w:rFonts w:ascii="Arial" w:eastAsia="Times New Roman" w:hAnsi="Arial"/>
          <w:sz w:val="18"/>
          <w:szCs w:val="20"/>
        </w:rPr>
        <w:t xml:space="preserve"> (Cont'd)</w:t>
      </w:r>
    </w:p>
    <w:p w:rsidR="002B5CA2" w:rsidRPr="002B5CA2" w:rsidRDefault="002B5CA2" w:rsidP="002B5CA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br w:type="column"/>
      </w: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2B5CA2" w:rsidRPr="002B5CA2" w:rsidSect="002B5CA2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Up to 10 Units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11 to 30 Units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Over 30 Units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Low Susceptibility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Mercantile – Sole Occupancy Only – Tire, Battery and Accessory Dealers without Tire Recapping and Vulcanizing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Mercantile – Sole Occupancy Only – Wearing Apparel, Textiles, Shoes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Mercantile – Sole Occupancy Only – Alcoholic Beverages other than Bars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1.575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0.770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2B5CA2" w:rsidRPr="002B5CA2" w:rsidSect="002B5CA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2B5CA2" w:rsidRPr="002B5CA2" w:rsidRDefault="002B5CA2" w:rsidP="002B5CA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2B5CA2">
        <w:rPr>
          <w:rFonts w:ascii="Arial" w:eastAsia="Times New Roman" w:hAnsi="Arial"/>
          <w:sz w:val="18"/>
          <w:szCs w:val="20"/>
        </w:rPr>
        <w:t xml:space="preserve"> (Cont'd)</w:t>
      </w:r>
    </w:p>
    <w:p w:rsidR="002B5CA2" w:rsidRPr="002B5CA2" w:rsidRDefault="002B5CA2" w:rsidP="002B5CA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br w:type="column"/>
      </w: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2B5CA2" w:rsidRPr="002B5CA2" w:rsidSect="002B5CA2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Merc – Sole Occy Only – Food Products Inc. Retail Bakeries; Non-Alcoholic Beverages (Sales Only – No Baking or Cooking)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Mercantile – Sole Occupancy Only – Food Products with Limited Cooking, Excluding Bakeries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Mercantile – Sole Occupancy Only – Bars and Taverns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Mercantile – Sole Occupancy Only – Restaurants with Limited Cooking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Mercantile – Sole Occupancy Only – Motor Vehicles, No Repair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Mercantile – Sole Occupancy Only – Boat and Marine Supply Dealers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Mercantile – Sole Occupancy Only – Drugs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Mercantile – Sole Occupancy Only – Electrical Goods, Hardware and Machinery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Mercantile – Sole Occupancy Only – Furniture and Home Furnishings other than Appliances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0.748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0.673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0.485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0.451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0.801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0.720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0.680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0.559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0.881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0.795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0.708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0.533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0.996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0.894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0.848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0.748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0.694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0.228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1.575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0.770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2B5CA2" w:rsidRPr="002B5CA2" w:rsidSect="002B5CA2">
          <w:headerReference w:type="default" r:id="rId17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2B5CA2" w:rsidRPr="002B5CA2" w:rsidRDefault="002B5CA2" w:rsidP="002B5CA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2B5CA2">
        <w:rPr>
          <w:rFonts w:ascii="Arial" w:eastAsia="Times New Roman" w:hAnsi="Arial"/>
          <w:sz w:val="18"/>
          <w:szCs w:val="20"/>
        </w:rPr>
        <w:t xml:space="preserve"> (Cont'd)</w:t>
      </w:r>
    </w:p>
    <w:p w:rsidR="002B5CA2" w:rsidRPr="002B5CA2" w:rsidRDefault="002B5CA2" w:rsidP="002B5CA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br w:type="column"/>
      </w: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2B5CA2" w:rsidRPr="002B5CA2" w:rsidSect="002B5CA2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Mercantile – Sole Occupancy Only – Jewelry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Mercantile – Sole Occupancy Only – Sporting Goods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Moderate Susceptibility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High Susceptibility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Greenhouses – Sole Occupancy Only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Mercantile – Multiple Occupancy without 0564 Occupant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Mercantile – Multiple Occupancy with 0564 Occupant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0.271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1.575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0.770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2B5CA2" w:rsidRPr="002B5CA2" w:rsidSect="002B5CA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2B5CA2" w:rsidRPr="002B5CA2" w:rsidRDefault="002B5CA2" w:rsidP="002B5CA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2B5CA2">
        <w:rPr>
          <w:rFonts w:ascii="Arial" w:eastAsia="Times New Roman" w:hAnsi="Arial"/>
          <w:sz w:val="18"/>
          <w:szCs w:val="20"/>
        </w:rPr>
        <w:t xml:space="preserve"> (Cont'd)</w:t>
      </w:r>
    </w:p>
    <w:p w:rsidR="002B5CA2" w:rsidRPr="002B5CA2" w:rsidRDefault="002B5CA2" w:rsidP="002B5CA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br w:type="column"/>
      </w: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2B5CA2" w:rsidRPr="002B5CA2" w:rsidSect="002B5CA2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Government Offices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Banks and Offices other than Governmental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Up to 10 Units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11 to 30 Units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Over 30 Units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Motels and Hotels without Restaurant – Up to 10 Units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Motels and Hotels without Restaurant – 11 to 30 Units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Motels and Hotels without Restaurant – Over 30 Units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0.722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0.650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0.434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0.793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0.716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0.675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0.556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0.722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0.650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0.434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0.793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0.716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0.675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0.556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0.722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0.650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0.434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0.793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0.716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0.675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0.556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0.236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0.236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0.256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0.236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1.575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0.770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2B5CA2" w:rsidRPr="002B5CA2" w:rsidSect="002B5CA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2B5CA2" w:rsidRPr="002B5CA2" w:rsidRDefault="002B5CA2" w:rsidP="002B5CA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2B5CA2">
        <w:rPr>
          <w:rFonts w:ascii="Arial" w:eastAsia="Times New Roman" w:hAnsi="Arial"/>
          <w:sz w:val="18"/>
          <w:szCs w:val="20"/>
        </w:rPr>
        <w:t xml:space="preserve"> (Cont'd)</w:t>
      </w:r>
    </w:p>
    <w:p w:rsidR="002B5CA2" w:rsidRPr="002B5CA2" w:rsidRDefault="002B5CA2" w:rsidP="002B5CA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br w:type="column"/>
      </w: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2B5CA2" w:rsidRPr="002B5CA2" w:rsidSect="002B5CA2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Golf, Tennis and Similar Sport Facilities with Limited Cooking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Golf, Tennis and Similar Sport Facilities without Cooking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Clubs, Not Otherwise Classified, Including Fraternal and Union Halls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Motion Picture Studios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Theaters Excluding Drive-in Theaters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Drive-in Theaters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Skating Rinks – Roller Rinks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Bowling Alleys without Cooking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Halls and Auditoriums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Recreational Facilities, Not Otherwise Classified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Boys' and Girls' Camps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0.298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0.276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0.393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0.368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1.575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0.770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2B5CA2" w:rsidRPr="002B5CA2" w:rsidSect="002B5CA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2B5CA2" w:rsidRPr="002B5CA2" w:rsidRDefault="002B5CA2" w:rsidP="002B5CA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2B5CA2">
        <w:rPr>
          <w:rFonts w:ascii="Arial" w:eastAsia="Times New Roman" w:hAnsi="Arial"/>
          <w:sz w:val="18"/>
          <w:szCs w:val="20"/>
        </w:rPr>
        <w:t xml:space="preserve"> (Cont'd)</w:t>
      </w:r>
    </w:p>
    <w:p w:rsidR="002B5CA2" w:rsidRPr="002B5CA2" w:rsidRDefault="002B5CA2" w:rsidP="002B5CA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br w:type="column"/>
      </w: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2B5CA2" w:rsidRPr="002B5CA2" w:rsidSect="002B5CA2">
          <w:headerReference w:type="default" r:id="rId2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Dance Halls, Ballrooms and Discotheques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Hospitals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Nursing and Convalescent Homes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Churches and Synagogues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Dry Cleaners and Dyeing Plants, other than Self-Service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Laundries, other than Self-Service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Self-Service Laundries and Dry Cleaners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Light Hazard Service Occupancies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Service Occupancies, other than Light Hazard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Funeral Homes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Auto Parking Garages, Car Washes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0.252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0.464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0.361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0.247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0.242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1.575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0.770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2B5CA2" w:rsidRPr="002B5CA2" w:rsidSect="002B5CA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2B5CA2" w:rsidRPr="002B5CA2" w:rsidRDefault="002B5CA2" w:rsidP="002B5CA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2B5CA2">
        <w:rPr>
          <w:rFonts w:ascii="Arial" w:eastAsia="Times New Roman" w:hAnsi="Arial"/>
          <w:sz w:val="18"/>
          <w:szCs w:val="20"/>
        </w:rPr>
        <w:t xml:space="preserve"> (Cont'd)</w:t>
      </w:r>
    </w:p>
    <w:p w:rsidR="002B5CA2" w:rsidRPr="002B5CA2" w:rsidRDefault="002B5CA2" w:rsidP="002B5CA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br w:type="column"/>
      </w: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2B5CA2" w:rsidRPr="002B5CA2" w:rsidSect="002B5CA2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Gasoline Service Stations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Motor Vehicle and Aircraft Repair, with or without Sales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Tire Recapping and Vulcanizing, with or without Sales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Aircraft Hangars without Repair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Gambling Casinos with Limited Cooking Restaurants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Gambling Casinos without Restaurants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Penal Institutions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Museums, Libraries, Art Galleries (Non-Profit)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Schools, Academic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Fire Departments, Police, Sewage, Water Works and Other Public Buildings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0.319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0.531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0.413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0.232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1.575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0.770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2B5CA2" w:rsidRPr="002B5CA2" w:rsidSect="002B5CA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2B5CA2" w:rsidRPr="002B5CA2" w:rsidRDefault="002B5CA2" w:rsidP="002B5CA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2B5CA2">
        <w:rPr>
          <w:rFonts w:ascii="Arial" w:eastAsia="Times New Roman" w:hAnsi="Arial"/>
          <w:sz w:val="18"/>
          <w:szCs w:val="20"/>
        </w:rPr>
        <w:t xml:space="preserve"> (Cont'd)</w:t>
      </w:r>
    </w:p>
    <w:p w:rsidR="002B5CA2" w:rsidRPr="002B5CA2" w:rsidRDefault="002B5CA2" w:rsidP="002B5CA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br w:type="column"/>
      </w: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2B5CA2" w:rsidRPr="002B5CA2" w:rsidSect="002B5CA2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Builders' Risk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Vacant Buildings – See CSP Class Code of previous or intended occupancy. Add loss cost of .015 unless Class Code of previous or intended occupancy is 0580, 0742-0747, 0833, 0834, 0841, 0843, 0844, 0846, 0900, 0951, 0952, 1051 or 1052.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Freight Terminals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General Storage Warehouses – Bailee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Miscellaneous Products Storage – (Other Than Retail Or Wholesale Or Cold Storage)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Household Goods Storage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Cold Storage Warehouses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Waste and Reclaimed Materials Including Yards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Building Supply Yards, Including Retail Lumberyards, Coal and Coke Yards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0.019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0.018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 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0.283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0.234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0.613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0.366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0.743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0.672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0.634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0.560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0.521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0.925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0.293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0.461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0.416</w:t>
            </w: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0.394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0.346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0.324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1.575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0.770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2B5CA2" w:rsidRPr="002B5CA2" w:rsidSect="002B5CA2">
          <w:headerReference w:type="default" r:id="rId2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2B5CA2" w:rsidRPr="002B5CA2" w:rsidRDefault="002B5CA2" w:rsidP="002B5CA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2B5CA2">
        <w:rPr>
          <w:rFonts w:ascii="Arial" w:eastAsia="Times New Roman" w:hAnsi="Arial"/>
          <w:sz w:val="18"/>
          <w:szCs w:val="20"/>
        </w:rPr>
        <w:t xml:space="preserve"> (Cont'd)</w:t>
      </w:r>
    </w:p>
    <w:p w:rsidR="002B5CA2" w:rsidRPr="002B5CA2" w:rsidRDefault="002B5CA2" w:rsidP="002B5CA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2B5CA2">
        <w:rPr>
          <w:rFonts w:ascii="Arial" w:eastAsia="Times New Roman" w:hAnsi="Arial"/>
          <w:sz w:val="18"/>
          <w:szCs w:val="20"/>
        </w:rPr>
        <w:br w:type="column"/>
      </w:r>
    </w:p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2B5CA2" w:rsidRPr="002B5CA2" w:rsidSect="002B5CA2">
          <w:headerReference w:type="default" r:id="rId2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Mill Yards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Including Stock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Excluding Stock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Baking on Premises, Delivery to Outlets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Beverage Bottlers Excluding Alcoholic Beverages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Distilleries and Wineries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Textile Mill Products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Leather and Leather Products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Printing</w:t>
            </w: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0.454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0.406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0.384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0.341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0.318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0.228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0.337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0.317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0.732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0.662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0.445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0.969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0.872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0.821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0.724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0.680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0.764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0.688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0.610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0.495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0.457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0.886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0.797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0.752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0.661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0.616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0.470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0.353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0.714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0.642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0.603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0.533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 0.501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1.575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0.770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2B5CA2" w:rsidRPr="002B5CA2" w:rsidTr="002A39C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2B5CA2" w:rsidRPr="002B5CA2" w:rsidRDefault="002B5CA2" w:rsidP="002B5CA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2B5CA2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:rsidR="002B5CA2" w:rsidRPr="002B5CA2" w:rsidRDefault="002B5CA2" w:rsidP="002B5CA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:rsidR="00051A49" w:rsidRDefault="00051A49"/>
    <w:sectPr w:rsidR="00051A49" w:rsidSect="002B5CA2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5CA2" w:rsidRDefault="002B5CA2" w:rsidP="002B5CA2">
      <w:pPr>
        <w:spacing w:after="0" w:line="240" w:lineRule="auto"/>
      </w:pPr>
      <w:r>
        <w:separator/>
      </w:r>
    </w:p>
  </w:endnote>
  <w:endnote w:type="continuationSeparator" w:id="0">
    <w:p w:rsidR="002B5CA2" w:rsidRDefault="002B5CA2" w:rsidP="002B5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CA2" w:rsidRDefault="002B5CA2" w:rsidP="00A043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2B5CA2" w:rsidRDefault="002B5CA2" w:rsidP="002B5CA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CA2" w:rsidRPr="002B5CA2" w:rsidRDefault="002B5CA2" w:rsidP="002B5CA2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2B5CA2">
      <w:rPr>
        <w:rStyle w:val="PageNumber"/>
        <w:rFonts w:ascii="Times New Roman" w:hAnsi="Times New Roman"/>
      </w:rPr>
      <w:t>© Insurance Services Office, Inc., 2020        Alabama        CF-2020-RLA1        E-</w:t>
    </w:r>
    <w:r w:rsidRPr="002B5CA2">
      <w:rPr>
        <w:rStyle w:val="PageNumber"/>
        <w:rFonts w:ascii="Times New Roman" w:hAnsi="Times New Roman"/>
      </w:rPr>
      <w:fldChar w:fldCharType="begin"/>
    </w:r>
    <w:r w:rsidRPr="002B5CA2">
      <w:rPr>
        <w:rStyle w:val="PageNumber"/>
        <w:rFonts w:ascii="Times New Roman" w:hAnsi="Times New Roman"/>
      </w:rPr>
      <w:instrText xml:space="preserve"> PAGE </w:instrText>
    </w:r>
    <w:r w:rsidRPr="002B5CA2">
      <w:rPr>
        <w:rStyle w:val="PageNumber"/>
        <w:rFonts w:ascii="Times New Roman" w:hAnsi="Times New Roman"/>
      </w:rPr>
      <w:fldChar w:fldCharType="separate"/>
    </w:r>
    <w:r w:rsidRPr="002B5CA2">
      <w:rPr>
        <w:rStyle w:val="PageNumber"/>
        <w:rFonts w:ascii="Times New Roman" w:hAnsi="Times New Roman"/>
        <w:noProof/>
      </w:rPr>
      <w:t>1</w:t>
    </w:r>
    <w:r w:rsidRPr="002B5CA2">
      <w:rPr>
        <w:rStyle w:val="PageNumber"/>
        <w:rFonts w:ascii="Times New Roman" w:hAnsi="Times New Roman"/>
      </w:rPr>
      <w:fldChar w:fldCharType="end"/>
    </w:r>
  </w:p>
  <w:p w:rsidR="002B5CA2" w:rsidRPr="002B5CA2" w:rsidRDefault="002B5CA2" w:rsidP="002B5CA2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CA2" w:rsidRDefault="002B5C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5CA2" w:rsidRDefault="002B5CA2" w:rsidP="002B5CA2">
      <w:pPr>
        <w:spacing w:after="0" w:line="240" w:lineRule="auto"/>
      </w:pPr>
      <w:r>
        <w:separator/>
      </w:r>
    </w:p>
  </w:footnote>
  <w:footnote w:type="continuationSeparator" w:id="0">
    <w:p w:rsidR="002B5CA2" w:rsidRDefault="002B5CA2" w:rsidP="002B5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CA2" w:rsidRDefault="002B5CA2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  <w:r>
            <w:t>ALABAMA (01)</w:t>
          </w: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</w:tbl>
  <w:p w:rsidR="002B5CA2" w:rsidRDefault="002B5CA2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  <w:r>
            <w:t>ALABAMA (01)</w:t>
          </w: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</w:tbl>
  <w:p w:rsidR="002B5CA2" w:rsidRDefault="002B5CA2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  <w:r>
            <w:t>ALABAMA (01)</w:t>
          </w: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</w:tbl>
  <w:p w:rsidR="002B5CA2" w:rsidRDefault="002B5CA2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  <w:r>
            <w:t>ALABAMA (01)</w:t>
          </w: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</w:tbl>
  <w:p w:rsidR="002B5CA2" w:rsidRDefault="002B5CA2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  <w:r>
            <w:t>ALABAMA (01)</w:t>
          </w: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</w:tbl>
  <w:p w:rsidR="002B5CA2" w:rsidRDefault="002B5CA2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  <w:r>
            <w:t>ALABAMA (01)</w:t>
          </w: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</w:tbl>
  <w:p w:rsidR="002B5CA2" w:rsidRDefault="002B5CA2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  <w:r>
            <w:t>ALABAMA (01)</w:t>
          </w: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</w:tbl>
  <w:p w:rsidR="002B5CA2" w:rsidRDefault="002B5CA2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991" w:rsidRDefault="002B5CA2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CA2" w:rsidRDefault="002B5CA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  <w:r>
            <w:t>ALABAMA (01)</w:t>
          </w: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</w:tbl>
  <w:p w:rsidR="002B5CA2" w:rsidRDefault="002B5CA2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  <w:r>
            <w:t>ALABAMA (01)</w:t>
          </w: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</w:tbl>
  <w:p w:rsidR="002B5CA2" w:rsidRDefault="002B5CA2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  <w:r>
            <w:t>ALABAMA (01)</w:t>
          </w: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</w:tbl>
  <w:p w:rsidR="002B5CA2" w:rsidRDefault="002B5CA2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  <w:r>
            <w:t>ALABAMA (01)</w:t>
          </w: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</w:tbl>
  <w:p w:rsidR="002B5CA2" w:rsidRDefault="002B5CA2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  <w:r>
            <w:t>ALABAMA (01)</w:t>
          </w: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</w:tbl>
  <w:p w:rsidR="002B5CA2" w:rsidRDefault="002B5CA2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  <w:r>
            <w:t>ALABAMA (01)</w:t>
          </w: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  <w:tr w:rsidR="002B5CA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2B5CA2" w:rsidRDefault="002B5CA2">
          <w:pPr>
            <w:pStyle w:val="Header"/>
          </w:pPr>
        </w:p>
      </w:tc>
      <w:tc>
        <w:tcPr>
          <w:tcW w:w="5440" w:type="dxa"/>
        </w:tcPr>
        <w:p w:rsidR="002B5CA2" w:rsidRDefault="002B5CA2">
          <w:pPr>
            <w:pStyle w:val="Header"/>
            <w:jc w:val="center"/>
          </w:pPr>
        </w:p>
      </w:tc>
      <w:tc>
        <w:tcPr>
          <w:tcW w:w="2420" w:type="dxa"/>
        </w:tcPr>
        <w:p w:rsidR="002B5CA2" w:rsidRDefault="002B5CA2">
          <w:pPr>
            <w:pStyle w:val="Header"/>
            <w:jc w:val="right"/>
          </w:pPr>
        </w:p>
      </w:tc>
    </w:tr>
  </w:tbl>
  <w:p w:rsidR="002B5CA2" w:rsidRDefault="002B5CA2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68CD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E4CCF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A1A6D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3CCA5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5CA2"/>
    <w:rsid w:val="00051A49"/>
    <w:rsid w:val="002B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2EEC5A22"/>
  <w15:chartTrackingRefBased/>
  <w15:docId w15:val="{01D1515E-09D6-478B-9A16-AB962DA37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2B5CA2"/>
    <w:pPr>
      <w:overflowPunct w:val="0"/>
      <w:autoSpaceDE w:val="0"/>
      <w:autoSpaceDN w:val="0"/>
      <w:adjustRightInd w:val="0"/>
      <w:spacing w:before="240" w:after="0" w:line="240" w:lineRule="auto"/>
      <w:textAlignment w:val="baseline"/>
      <w:outlineLvl w:val="0"/>
    </w:pPr>
    <w:rPr>
      <w:rFonts w:ascii="Arial" w:eastAsia="Times New Roman" w:hAnsi="Arial"/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2B5CA2"/>
    <w:pPr>
      <w:overflowPunct w:val="0"/>
      <w:autoSpaceDE w:val="0"/>
      <w:autoSpaceDN w:val="0"/>
      <w:adjustRightInd w:val="0"/>
      <w:spacing w:before="120" w:after="0" w:line="240" w:lineRule="auto"/>
      <w:textAlignment w:val="baseline"/>
      <w:outlineLvl w:val="1"/>
    </w:pPr>
    <w:rPr>
      <w:rFonts w:ascii="Arial" w:eastAsia="Times New Roman" w:hAnsi="Arial"/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2B5CA2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  <w:outlineLvl w:val="2"/>
    </w:pPr>
    <w:rPr>
      <w:rFonts w:ascii="Arial" w:eastAsia="Times New Roman" w:hAnsi="Arial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2B5CA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Arial" w:eastAsia="Times New Roman" w:hAnsi="Arial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B5CA2"/>
    <w:rPr>
      <w:rFonts w:ascii="Arial" w:eastAsia="Times New Roman" w:hAnsi="Arial"/>
      <w:b/>
    </w:rPr>
  </w:style>
  <w:style w:type="character" w:customStyle="1" w:styleId="Heading2Char">
    <w:name w:val="Heading 2 Char"/>
    <w:basedOn w:val="DefaultParagraphFont"/>
    <w:link w:val="Heading2"/>
    <w:rsid w:val="002B5CA2"/>
    <w:rPr>
      <w:rFonts w:ascii="Arial" w:eastAsia="Times New Roman" w:hAnsi="Arial"/>
      <w:b/>
    </w:rPr>
  </w:style>
  <w:style w:type="character" w:customStyle="1" w:styleId="Heading3Char">
    <w:name w:val="Heading 3 Char"/>
    <w:basedOn w:val="DefaultParagraphFont"/>
    <w:link w:val="Heading3"/>
    <w:rsid w:val="002B5CA2"/>
    <w:rPr>
      <w:rFonts w:ascii="Arial" w:eastAsia="Times New Roman" w:hAnsi="Arial"/>
      <w:b/>
    </w:rPr>
  </w:style>
  <w:style w:type="character" w:customStyle="1" w:styleId="Heading5Char">
    <w:name w:val="Heading 5 Char"/>
    <w:basedOn w:val="DefaultParagraphFont"/>
    <w:link w:val="Heading5"/>
    <w:rsid w:val="002B5CA2"/>
    <w:rPr>
      <w:rFonts w:ascii="Arial" w:eastAsia="Times New Roman" w:hAnsi="Arial"/>
      <w:sz w:val="22"/>
    </w:rPr>
  </w:style>
  <w:style w:type="numbering" w:customStyle="1" w:styleId="NoList1">
    <w:name w:val="No List1"/>
    <w:next w:val="NoList"/>
    <w:uiPriority w:val="99"/>
    <w:semiHidden/>
    <w:unhideWhenUsed/>
    <w:rsid w:val="002B5CA2"/>
  </w:style>
  <w:style w:type="paragraph" w:styleId="Header">
    <w:name w:val="header"/>
    <w:basedOn w:val="isonormal"/>
    <w:link w:val="HeaderChar"/>
    <w:rsid w:val="002B5CA2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2B5CA2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2B5CA2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2B5CA2"/>
    <w:rPr>
      <w:rFonts w:ascii="Arial" w:eastAsia="Times New Roman" w:hAnsi="Arial"/>
      <w:sz w:val="18"/>
    </w:rPr>
  </w:style>
  <w:style w:type="paragraph" w:customStyle="1" w:styleId="tablehead">
    <w:name w:val="tablehead"/>
    <w:basedOn w:val="isonormal"/>
    <w:rsid w:val="002B5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2B5CA2"/>
    <w:pPr>
      <w:spacing w:before="20" w:after="20"/>
      <w:jc w:val="left"/>
    </w:pPr>
  </w:style>
  <w:style w:type="paragraph" w:customStyle="1" w:styleId="isonormal">
    <w:name w:val="isonormal"/>
    <w:rsid w:val="002B5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2B5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2B5CA2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2B5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2B5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2B5CA2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2B5CA2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2B5CA2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2B5CA2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2B5CA2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2B5CA2"/>
    <w:pPr>
      <w:keepLines/>
    </w:pPr>
  </w:style>
  <w:style w:type="paragraph" w:customStyle="1" w:styleId="blocktext10">
    <w:name w:val="blocktext10"/>
    <w:basedOn w:val="isonormal"/>
    <w:rsid w:val="002B5CA2"/>
    <w:pPr>
      <w:keepLines/>
      <w:ind w:left="2700"/>
    </w:pPr>
  </w:style>
  <w:style w:type="paragraph" w:customStyle="1" w:styleId="blocktext2">
    <w:name w:val="blocktext2"/>
    <w:basedOn w:val="isonormal"/>
    <w:rsid w:val="002B5CA2"/>
    <w:pPr>
      <w:keepLines/>
      <w:ind w:left="300"/>
    </w:pPr>
  </w:style>
  <w:style w:type="paragraph" w:customStyle="1" w:styleId="blocktext3">
    <w:name w:val="blocktext3"/>
    <w:basedOn w:val="isonormal"/>
    <w:rsid w:val="002B5CA2"/>
    <w:pPr>
      <w:keepLines/>
      <w:ind w:left="600"/>
    </w:pPr>
  </w:style>
  <w:style w:type="paragraph" w:customStyle="1" w:styleId="blocktext4">
    <w:name w:val="blocktext4"/>
    <w:basedOn w:val="isonormal"/>
    <w:rsid w:val="002B5CA2"/>
    <w:pPr>
      <w:keepLines/>
      <w:ind w:left="900"/>
    </w:pPr>
  </w:style>
  <w:style w:type="paragraph" w:customStyle="1" w:styleId="blocktext5">
    <w:name w:val="blocktext5"/>
    <w:basedOn w:val="isonormal"/>
    <w:rsid w:val="002B5CA2"/>
    <w:pPr>
      <w:keepLines/>
      <w:ind w:left="1200"/>
    </w:pPr>
  </w:style>
  <w:style w:type="paragraph" w:customStyle="1" w:styleId="blocktext6">
    <w:name w:val="blocktext6"/>
    <w:basedOn w:val="isonormal"/>
    <w:rsid w:val="002B5CA2"/>
    <w:pPr>
      <w:keepLines/>
      <w:ind w:left="1500"/>
    </w:pPr>
  </w:style>
  <w:style w:type="paragraph" w:customStyle="1" w:styleId="blocktext7">
    <w:name w:val="blocktext7"/>
    <w:basedOn w:val="isonormal"/>
    <w:rsid w:val="002B5CA2"/>
    <w:pPr>
      <w:keepLines/>
      <w:ind w:left="1800"/>
    </w:pPr>
  </w:style>
  <w:style w:type="paragraph" w:customStyle="1" w:styleId="blocktext8">
    <w:name w:val="blocktext8"/>
    <w:basedOn w:val="isonormal"/>
    <w:rsid w:val="002B5CA2"/>
    <w:pPr>
      <w:keepLines/>
      <w:ind w:left="2100"/>
    </w:pPr>
  </w:style>
  <w:style w:type="paragraph" w:customStyle="1" w:styleId="blocktext9">
    <w:name w:val="blocktext9"/>
    <w:basedOn w:val="isonormal"/>
    <w:rsid w:val="002B5CA2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2B5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2B5CA2"/>
    <w:pPr>
      <w:jc w:val="center"/>
    </w:pPr>
    <w:rPr>
      <w:b/>
    </w:rPr>
  </w:style>
  <w:style w:type="paragraph" w:customStyle="1" w:styleId="ctoutlinetxt1">
    <w:name w:val="ctoutlinetxt1"/>
    <w:basedOn w:val="isonormal"/>
    <w:rsid w:val="002B5CA2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2B5CA2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2B5CA2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2B5CA2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2B5CA2"/>
    <w:rPr>
      <w:b/>
    </w:rPr>
  </w:style>
  <w:style w:type="paragraph" w:customStyle="1" w:styleId="icblock">
    <w:name w:val="i/cblock"/>
    <w:basedOn w:val="isonormal"/>
    <w:rsid w:val="002B5CA2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2B5CA2"/>
  </w:style>
  <w:style w:type="paragraph" w:styleId="MacroText">
    <w:name w:val="macro"/>
    <w:link w:val="MacroTextChar"/>
    <w:rsid w:val="002B5CA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2B5CA2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2B5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2B5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2B5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2B5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2B5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2B5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2B5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2B5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2B5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2B5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2B5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2B5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2B5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2B5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2B5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2B5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2B5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2B5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2B5CA2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rsid w:val="002B5CA2"/>
  </w:style>
  <w:style w:type="character" w:customStyle="1" w:styleId="rulelink">
    <w:name w:val="rulelink"/>
    <w:rsid w:val="002B5CA2"/>
    <w:rPr>
      <w:b/>
    </w:rPr>
  </w:style>
  <w:style w:type="paragraph" w:styleId="Signature">
    <w:name w:val="Signature"/>
    <w:basedOn w:val="Normal"/>
    <w:link w:val="SignatureChar"/>
    <w:rsid w:val="002B5CA2"/>
    <w:pPr>
      <w:overflowPunct w:val="0"/>
      <w:autoSpaceDE w:val="0"/>
      <w:autoSpaceDN w:val="0"/>
      <w:adjustRightInd w:val="0"/>
      <w:spacing w:after="0" w:line="240" w:lineRule="auto"/>
      <w:ind w:left="432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SignatureChar">
    <w:name w:val="Signature Char"/>
    <w:basedOn w:val="DefaultParagraphFont"/>
    <w:link w:val="Signature"/>
    <w:rsid w:val="002B5CA2"/>
    <w:rPr>
      <w:rFonts w:ascii="Arial" w:eastAsia="Times New Roman" w:hAnsi="Arial"/>
    </w:rPr>
  </w:style>
  <w:style w:type="paragraph" w:customStyle="1" w:styleId="space2">
    <w:name w:val="space2"/>
    <w:basedOn w:val="isonormal"/>
    <w:next w:val="isonormal"/>
    <w:rsid w:val="002B5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2B5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2B5CA2"/>
    <w:pPr>
      <w:spacing w:before="0" w:line="160" w:lineRule="exact"/>
    </w:pPr>
  </w:style>
  <w:style w:type="character" w:customStyle="1" w:styleId="spotlinksource">
    <w:name w:val="spotlinksource"/>
    <w:rsid w:val="002B5CA2"/>
    <w:rPr>
      <w:b/>
    </w:rPr>
  </w:style>
  <w:style w:type="character" w:customStyle="1" w:styleId="spotlinktarget">
    <w:name w:val="spotlinktarget"/>
    <w:rsid w:val="002B5CA2"/>
    <w:rPr>
      <w:b/>
    </w:rPr>
  </w:style>
  <w:style w:type="paragraph" w:customStyle="1" w:styleId="subcap">
    <w:name w:val="subcap"/>
    <w:basedOn w:val="isonormal"/>
    <w:rsid w:val="002B5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2B5CA2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2B5CA2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/>
      <w:i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2B5CA2"/>
    <w:rPr>
      <w:rFonts w:ascii="Arial" w:eastAsia="Times New Roman" w:hAnsi="Arial"/>
      <w:i/>
    </w:rPr>
  </w:style>
  <w:style w:type="table" w:styleId="TableGrid">
    <w:name w:val="Table Grid"/>
    <w:basedOn w:val="TableNormal"/>
    <w:rsid w:val="002B5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2B5CA2"/>
    <w:pPr>
      <w:tabs>
        <w:tab w:val="right" w:leader="dot" w:pos="10080"/>
      </w:tabs>
      <w:overflowPunct w:val="0"/>
      <w:autoSpaceDE w:val="0"/>
      <w:autoSpaceDN w:val="0"/>
      <w:adjustRightInd w:val="0"/>
      <w:spacing w:after="0" w:line="240" w:lineRule="auto"/>
      <w:ind w:left="180" w:hanging="180"/>
      <w:textAlignment w:val="baseline"/>
    </w:pPr>
    <w:rPr>
      <w:rFonts w:ascii="Arial" w:eastAsia="Times New Roman" w:hAnsi="Arial"/>
      <w:sz w:val="20"/>
      <w:szCs w:val="20"/>
    </w:rPr>
  </w:style>
  <w:style w:type="paragraph" w:styleId="TableofFigures">
    <w:name w:val="table of figures"/>
    <w:basedOn w:val="Normal"/>
    <w:next w:val="Normal"/>
    <w:rsid w:val="002B5CA2"/>
    <w:pPr>
      <w:tabs>
        <w:tab w:val="right" w:leader="dot" w:pos="4680"/>
      </w:tabs>
      <w:overflowPunct w:val="0"/>
      <w:autoSpaceDE w:val="0"/>
      <w:autoSpaceDN w:val="0"/>
      <w:adjustRightInd w:val="0"/>
      <w:spacing w:after="0" w:line="240" w:lineRule="auto"/>
      <w:ind w:left="360" w:hanging="360"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table2text04">
    <w:name w:val="table2text0/4"/>
    <w:basedOn w:val="isonormal"/>
    <w:rsid w:val="002B5CA2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2B5CA2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2B5CA2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2B5CA2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2B5CA2"/>
    <w:pPr>
      <w:jc w:val="left"/>
    </w:pPr>
    <w:rPr>
      <w:b/>
    </w:rPr>
  </w:style>
  <w:style w:type="character" w:customStyle="1" w:styleId="tablelink">
    <w:name w:val="tablelink"/>
    <w:rsid w:val="002B5CA2"/>
    <w:rPr>
      <w:b/>
    </w:rPr>
  </w:style>
  <w:style w:type="paragraph" w:customStyle="1" w:styleId="tabletext00">
    <w:name w:val="tabletext0/0"/>
    <w:basedOn w:val="isonormal"/>
    <w:rsid w:val="002B5CA2"/>
    <w:pPr>
      <w:spacing w:before="0"/>
      <w:jc w:val="left"/>
    </w:pPr>
  </w:style>
  <w:style w:type="paragraph" w:customStyle="1" w:styleId="tabletext01">
    <w:name w:val="tabletext0/1"/>
    <w:basedOn w:val="isonormal"/>
    <w:rsid w:val="002B5CA2"/>
    <w:pPr>
      <w:spacing w:before="0" w:after="20"/>
      <w:jc w:val="left"/>
    </w:pPr>
  </w:style>
  <w:style w:type="paragraph" w:customStyle="1" w:styleId="tabletext10">
    <w:name w:val="tabletext1/0"/>
    <w:basedOn w:val="isonormal"/>
    <w:rsid w:val="002B5CA2"/>
    <w:pPr>
      <w:spacing w:before="20"/>
      <w:jc w:val="left"/>
    </w:pPr>
  </w:style>
  <w:style w:type="paragraph" w:customStyle="1" w:styleId="tabletext40">
    <w:name w:val="tabletext4/0"/>
    <w:basedOn w:val="isonormal"/>
    <w:rsid w:val="002B5CA2"/>
    <w:pPr>
      <w:jc w:val="left"/>
    </w:pPr>
  </w:style>
  <w:style w:type="paragraph" w:customStyle="1" w:styleId="tabletext44">
    <w:name w:val="tabletext4/4"/>
    <w:basedOn w:val="isonormal"/>
    <w:rsid w:val="002B5CA2"/>
    <w:pPr>
      <w:spacing w:after="80"/>
      <w:jc w:val="left"/>
    </w:pPr>
  </w:style>
  <w:style w:type="paragraph" w:customStyle="1" w:styleId="terr2colblock1">
    <w:name w:val="terr2colblock1"/>
    <w:basedOn w:val="isonormal"/>
    <w:rsid w:val="002B5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2B5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2B5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2B5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2B5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2B5CA2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2B5CA2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2B5CA2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2B5CA2"/>
  </w:style>
  <w:style w:type="paragraph" w:customStyle="1" w:styleId="tabletext1">
    <w:name w:val="tabletext1"/>
    <w:rsid w:val="002B5CA2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2B5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2B5CA2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2B5CA2"/>
    <w:pPr>
      <w:tabs>
        <w:tab w:val="left" w:leader="dot" w:pos="7200"/>
      </w:tabs>
      <w:overflowPunct w:val="0"/>
      <w:autoSpaceDE w:val="0"/>
      <w:autoSpaceDN w:val="0"/>
      <w:adjustRightInd w:val="0"/>
      <w:spacing w:after="0" w:line="180" w:lineRule="exact"/>
      <w:ind w:left="200" w:hanging="200"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FilingHeader">
    <w:name w:val="Filing Header"/>
    <w:basedOn w:val="isonormal"/>
    <w:rsid w:val="002B5CA2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2B5CA2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2B5CA2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2B5CA2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2B5CA2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2B5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2B5CA2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2B5CA2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2B5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2B5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2B5CA2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2B5CA2"/>
  </w:style>
  <w:style w:type="paragraph" w:customStyle="1" w:styleId="spacesingle">
    <w:name w:val="spacesingle"/>
    <w:basedOn w:val="isonormal"/>
    <w:next w:val="isonormal"/>
    <w:rsid w:val="002B5CA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5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customXml" Target="../customXml/item1.xml"/><Relationship Id="rId10" Type="http://schemas.openxmlformats.org/officeDocument/2006/relationships/footer" Target="footer2.xml"/><Relationship Id="rId19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theme" Target="theme/theme1.xml"/><Relationship Id="rId30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LI-CF-2020-100 - 004 -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I61344</AuthorId>
    <CircularDocDescription xmlns="a86cc342-0045-41e2-80e9-abdb777d2eca">Loss Costs</CircularDocDescription>
    <Date_x0020_Modified xmlns="a86cc342-0045-41e2-80e9-abdb777d2eca">2020-10-08T14:44:34+00:00</Date_x0020_Modified>
    <CircularDate xmlns="a86cc342-0045-41e2-80e9-abdb777d2eca">2020-10-20T04:00:00+00:00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+2.9% to be implemented.</KeyMessage>
    <CircularNumber xmlns="a86cc342-0045-41e2-80e9-abdb777d2eca">LI-CF-2020-100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Edmilao, Maria Agnes F.</AuthorName>
    <Sequence xmlns="a86cc342-0045-41e2-80e9-abdb777d2eca">3</Sequence>
    <ServiceModuleString xmlns="a86cc342-0045-41e2-80e9-abdb777d2eca">Loss Costs;</ServiceModuleString>
    <CircId xmlns="a86cc342-0045-41e2-80e9-abdb777d2eca">30895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ALABAMA COMMERCIAL FIRE AND ALLIED LINES ADVISORY PROSPECTIVE LOSS COST REVISION TO BE IMPLEMENTED; EXHIBITS NEWLY PRESENTED IN EXCEL</CircularTitle>
    <Jurs xmlns="a86cc342-0045-41e2-80e9-abdb777d2eca">
      <Value>1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280718-6FE8-4C09-BE78-FB4068EEDC20}"/>
</file>

<file path=customXml/itemProps2.xml><?xml version="1.0" encoding="utf-8"?>
<ds:datastoreItem xmlns:ds="http://schemas.openxmlformats.org/officeDocument/2006/customXml" ds:itemID="{CF4E61C0-684E-495F-B69C-E1C9C1A6FD7E}"/>
</file>

<file path=customXml/itemProps3.xml><?xml version="1.0" encoding="utf-8"?>
<ds:datastoreItem xmlns:ds="http://schemas.openxmlformats.org/officeDocument/2006/customXml" ds:itemID="{C6AA2763-DDDB-4565-AFD2-74E9A08976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4278</Words>
  <Characters>23404</Characters>
  <Application>Microsoft Office Word</Application>
  <DocSecurity>0</DocSecurity>
  <Lines>3900</Lines>
  <Paragraphs>2768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DeLuco, Rachel</dc:creator>
  <cp:keywords/>
  <dc:description/>
  <cp:lastModifiedBy>DeLuco, Rachel</cp:lastModifiedBy>
  <cp:revision>1</cp:revision>
  <dcterms:created xsi:type="dcterms:W3CDTF">2020-10-01T14:31:00Z</dcterms:created>
  <dcterms:modified xsi:type="dcterms:W3CDTF">2020-10-01T14:35:00Z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