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BF03BC8" w14:textId="150C9BFC" w:rsidR="00693B77" w:rsidRPr="0055318F" w:rsidRDefault="00625952" w:rsidP="0055318F">
      <w:pPr>
        <w:pStyle w:val="title18"/>
      </w:pPr>
      <w:r w:rsidRPr="0055318F">
        <w:t>VIRGINIA CHANGES – BUSINESS</w:t>
      </w:r>
      <w:r w:rsidRPr="0055318F">
        <w:br/>
        <w:t>AUTO COVERAGE FORM</w:t>
      </w:r>
    </w:p>
    <w:p w14:paraId="1BF03BC9" w14:textId="77777777" w:rsidR="00693B77" w:rsidRPr="00AB453C" w:rsidRDefault="00693B77" w:rsidP="0055318F">
      <w:pPr>
        <w:pStyle w:val="isonormal"/>
        <w:sectPr w:rsidR="00693B77" w:rsidRPr="00AB453C" w:rsidSect="00DB590F">
          <w:headerReference w:type="even" r:id="rId11"/>
          <w:headerReference w:type="default" r:id="rId12"/>
          <w:footerReference w:type="even" r:id="rId13"/>
          <w:footerReference w:type="default" r:id="rId14"/>
          <w:headerReference w:type="first" r:id="rId15"/>
          <w:footerReference w:type="first" r:id="rId16"/>
          <w:type w:val="continuous"/>
          <w:pgSz w:w="12240" w:h="15840"/>
          <w:pgMar w:top="1080" w:right="1080" w:bottom="1380" w:left="1080" w:header="1080" w:footer="240" w:gutter="0"/>
          <w:cols w:space="720"/>
          <w:titlePg/>
          <w:docGrid w:linePitch="272"/>
        </w:sectPr>
      </w:pPr>
    </w:p>
    <w:p w14:paraId="1BF03BCA" w14:textId="77777777" w:rsidR="00693B77" w:rsidRPr="00AB453C" w:rsidRDefault="00693B77" w:rsidP="0055318F">
      <w:pPr>
        <w:pStyle w:val="blocktext1"/>
      </w:pPr>
    </w:p>
    <w:p w14:paraId="1BF03BCB" w14:textId="77777777" w:rsidR="00693B77" w:rsidRPr="00AB453C" w:rsidRDefault="006C17AF" w:rsidP="0055318F">
      <w:pPr>
        <w:pStyle w:val="blocktext1"/>
      </w:pPr>
      <w:r w:rsidRPr="00AB453C">
        <w:t xml:space="preserve">For a covered "auto" licensed or principally garaged in </w:t>
      </w:r>
      <w:smartTag w:uri="urn:schemas-microsoft-com:office:smarttags" w:element="place">
        <w:smartTag w:uri="urn:schemas-microsoft-com:office:smarttags" w:element="State">
          <w:r w:rsidRPr="00AB453C">
            <w:t>Virginia</w:t>
          </w:r>
        </w:smartTag>
      </w:smartTag>
      <w:r w:rsidRPr="00AB453C">
        <w:t xml:space="preserve">, this endorsement modifies insurance provided under the following: </w:t>
      </w:r>
    </w:p>
    <w:p w14:paraId="1BF03BCC" w14:textId="77777777" w:rsidR="00693B77" w:rsidRPr="00AB453C" w:rsidRDefault="006C17AF" w:rsidP="0055318F">
      <w:pPr>
        <w:pStyle w:val="blockhd2"/>
        <w:rPr>
          <w:b w:val="0"/>
        </w:rPr>
      </w:pPr>
      <w:r w:rsidRPr="00AB453C">
        <w:br/>
      </w:r>
      <w:r w:rsidRPr="00AB453C">
        <w:rPr>
          <w:b w:val="0"/>
        </w:rPr>
        <w:t>BUSINESS AUTO COVERAGE FORM</w:t>
      </w:r>
    </w:p>
    <w:p w14:paraId="1BF03BCD" w14:textId="77777777" w:rsidR="00693B77" w:rsidRPr="00AB453C" w:rsidRDefault="00693B77" w:rsidP="0055318F">
      <w:pPr>
        <w:pStyle w:val="blocktext1"/>
        <w:spacing w:before="0"/>
      </w:pPr>
    </w:p>
    <w:p w14:paraId="1BF03BCE" w14:textId="77777777" w:rsidR="00693B77" w:rsidRPr="00AB453C" w:rsidRDefault="006C17AF" w:rsidP="0055318F">
      <w:pPr>
        <w:pStyle w:val="blocktext1"/>
      </w:pPr>
      <w:r w:rsidRPr="00AB453C">
        <w:t>With respect to coverage provided by this endorsement, the provisions of the Coverage Form apply unless modified by the endorsement.</w:t>
      </w:r>
    </w:p>
    <w:p w14:paraId="1BF03BCF" w14:textId="77777777" w:rsidR="00693B77" w:rsidRPr="00AB453C" w:rsidRDefault="00693B77" w:rsidP="0055318F">
      <w:pPr>
        <w:pStyle w:val="blocktext1"/>
        <w:spacing w:before="0"/>
      </w:pPr>
    </w:p>
    <w:p w14:paraId="1BF03BD0" w14:textId="77777777" w:rsidR="00693B77" w:rsidRPr="00AB453C" w:rsidRDefault="00693B77" w:rsidP="0055318F">
      <w:pPr>
        <w:pStyle w:val="blocktext1"/>
        <w:jc w:val="left"/>
        <w:sectPr w:rsidR="00693B77" w:rsidRPr="00AB453C" w:rsidSect="00DB590F">
          <w:headerReference w:type="even" r:id="rId17"/>
          <w:headerReference w:type="default" r:id="rId18"/>
          <w:footerReference w:type="even" r:id="rId19"/>
          <w:footerReference w:type="default" r:id="rId20"/>
          <w:headerReference w:type="first" r:id="rId21"/>
          <w:footerReference w:type="first" r:id="rId22"/>
          <w:type w:val="continuous"/>
          <w:pgSz w:w="12240" w:h="15840"/>
          <w:pgMar w:top="1080" w:right="1080" w:bottom="1380" w:left="1080" w:header="1080" w:footer="240" w:gutter="0"/>
          <w:cols w:space="480"/>
          <w:titlePg/>
          <w:docGrid w:linePitch="272"/>
        </w:sectPr>
      </w:pPr>
    </w:p>
    <w:p w14:paraId="1BF03BD1" w14:textId="77777777" w:rsidR="00693B77" w:rsidRPr="00AB453C" w:rsidRDefault="006C17AF" w:rsidP="0055318F">
      <w:pPr>
        <w:pStyle w:val="outlinetxt1"/>
        <w:rPr>
          <w:b w:val="0"/>
        </w:rPr>
      </w:pPr>
      <w:r w:rsidRPr="00AB453C">
        <w:tab/>
        <w:t>A.</w:t>
      </w:r>
      <w:r w:rsidRPr="00AB453C">
        <w:tab/>
      </w:r>
      <w:r w:rsidRPr="00AB453C">
        <w:rPr>
          <w:b w:val="0"/>
        </w:rPr>
        <w:t>Paragraph</w:t>
      </w:r>
      <w:r w:rsidRPr="00AB453C">
        <w:t xml:space="preserve"> A. Coverage </w:t>
      </w:r>
      <w:r w:rsidRPr="00AB453C">
        <w:rPr>
          <w:b w:val="0"/>
        </w:rPr>
        <w:t>of</w:t>
      </w:r>
      <w:r w:rsidRPr="00AB453C">
        <w:t xml:space="preserve"> Section II – </w:t>
      </w:r>
      <w:r w:rsidR="007B4153" w:rsidRPr="00AB453C">
        <w:t xml:space="preserve">Covered Autos </w:t>
      </w:r>
      <w:r w:rsidRPr="00AB453C">
        <w:t xml:space="preserve">Liability Coverage </w:t>
      </w:r>
      <w:r w:rsidRPr="00AB453C">
        <w:rPr>
          <w:b w:val="0"/>
        </w:rPr>
        <w:t>is replaced by the following:</w:t>
      </w:r>
    </w:p>
    <w:p w14:paraId="1BF03BD2" w14:textId="77777777" w:rsidR="00693B77" w:rsidRPr="00AB453C" w:rsidRDefault="006C17AF" w:rsidP="0055318F">
      <w:pPr>
        <w:pStyle w:val="blocktext2"/>
      </w:pPr>
      <w:r w:rsidRPr="00AB453C">
        <w:t>We will pay all sums an "insured" legally must pay as damages because of "bodily injury" or "property damage" to which this insurance applies, caused by an</w:t>
      </w:r>
      <w:r w:rsidRPr="00AB453C">
        <w:t xml:space="preserve"> "accident" and resulting from the ownership, maintenance or use of a covered "auto".</w:t>
      </w:r>
    </w:p>
    <w:p w14:paraId="1BF03BD3" w14:textId="77777777" w:rsidR="003E6A36" w:rsidRPr="00AB453C" w:rsidRDefault="006C17AF" w:rsidP="0055318F">
      <w:pPr>
        <w:pStyle w:val="blocktext2"/>
      </w:pPr>
      <w:r w:rsidRPr="00AB453C">
        <w:t>We have the right and duty to defend any "suit" for such damages, even if the "suit" is groundless, false or fraudulent. However, we have no duty to defend "suits" for "b</w:t>
      </w:r>
      <w:r w:rsidRPr="00AB453C">
        <w:t xml:space="preserve">odily injury" or "property damage" to which this insurance does not apply. We may investigate and settle any claim or "suit" as we consider appropriate. Our duty to defend or settle ends when the </w:t>
      </w:r>
      <w:r w:rsidR="007B4153" w:rsidRPr="00AB453C">
        <w:t xml:space="preserve">Covered Autos </w:t>
      </w:r>
      <w:r w:rsidRPr="00AB453C">
        <w:t>Liability Coverage Limit of Insurance has been</w:t>
      </w:r>
      <w:r w:rsidRPr="00AB453C">
        <w:t xml:space="preserve"> exhausted by payment of judgments or settlements.</w:t>
      </w:r>
    </w:p>
    <w:p w14:paraId="1BF03BD4" w14:textId="77777777" w:rsidR="00693B77" w:rsidRPr="00AB453C" w:rsidRDefault="006C17AF" w:rsidP="0055318F">
      <w:pPr>
        <w:pStyle w:val="outlinetxt1"/>
        <w:rPr>
          <w:b w:val="0"/>
        </w:rPr>
      </w:pPr>
      <w:r w:rsidRPr="00AB453C">
        <w:tab/>
        <w:t>B.</w:t>
      </w:r>
      <w:r w:rsidRPr="00AB453C">
        <w:tab/>
      </w:r>
      <w:r w:rsidRPr="00AB453C">
        <w:rPr>
          <w:b w:val="0"/>
        </w:rPr>
        <w:t xml:space="preserve">Paragraph </w:t>
      </w:r>
      <w:r w:rsidRPr="00AB453C">
        <w:t>A.1.b.</w:t>
      </w:r>
      <w:r w:rsidRPr="00AB453C">
        <w:rPr>
          <w:b w:val="0"/>
        </w:rPr>
        <w:t xml:space="preserve"> of </w:t>
      </w:r>
      <w:r w:rsidRPr="00AB453C">
        <w:t xml:space="preserve">Section II – </w:t>
      </w:r>
      <w:r w:rsidR="00CA1893">
        <w:t xml:space="preserve">Covered Autos </w:t>
      </w:r>
      <w:r w:rsidRPr="00AB453C">
        <w:t xml:space="preserve">Liability Coverage </w:t>
      </w:r>
      <w:r w:rsidRPr="00AB453C">
        <w:rPr>
          <w:b w:val="0"/>
        </w:rPr>
        <w:t>is amended by the addition of the following:</w:t>
      </w:r>
    </w:p>
    <w:p w14:paraId="1BF03BD5" w14:textId="77777777" w:rsidR="00693B77" w:rsidRPr="00AB453C" w:rsidRDefault="006C17AF" w:rsidP="0055318F">
      <w:pPr>
        <w:pStyle w:val="outlinehd2"/>
      </w:pPr>
      <w:r w:rsidRPr="00AB453C">
        <w:tab/>
        <w:t>1.</w:t>
      </w:r>
      <w:r w:rsidRPr="00AB453C">
        <w:tab/>
        <w:t xml:space="preserve">Who Is An Insured </w:t>
      </w:r>
    </w:p>
    <w:p w14:paraId="1BF03BD6" w14:textId="77777777" w:rsidR="00693B77" w:rsidRPr="00AB453C" w:rsidRDefault="006C17AF" w:rsidP="0055318F">
      <w:pPr>
        <w:pStyle w:val="blocktext3"/>
      </w:pPr>
      <w:r w:rsidRPr="00AB453C">
        <w:t>The following are "insureds":</w:t>
      </w:r>
    </w:p>
    <w:p w14:paraId="1BF03BD7" w14:textId="77777777" w:rsidR="00693B77" w:rsidRPr="00AB453C" w:rsidRDefault="006C17AF" w:rsidP="0055318F">
      <w:pPr>
        <w:pStyle w:val="outlinetxt3"/>
        <w:rPr>
          <w:b w:val="0"/>
        </w:rPr>
      </w:pPr>
      <w:r w:rsidRPr="00AB453C">
        <w:tab/>
        <w:t>b.</w:t>
      </w:r>
      <w:r w:rsidRPr="00AB453C">
        <w:tab/>
      </w:r>
      <w:r w:rsidRPr="00AB453C">
        <w:rPr>
          <w:b w:val="0"/>
        </w:rPr>
        <w:t>Anyone else while using with your</w:t>
      </w:r>
      <w:r w:rsidRPr="00AB453C">
        <w:rPr>
          <w:b w:val="0"/>
        </w:rPr>
        <w:t xml:space="preserve"> permission a covered "auto" you own, hire or borrow except:</w:t>
      </w:r>
    </w:p>
    <w:p w14:paraId="1BF03BD8" w14:textId="77777777" w:rsidR="00693B77" w:rsidRPr="00AB453C" w:rsidRDefault="006C17AF" w:rsidP="0055318F">
      <w:pPr>
        <w:pStyle w:val="outlinetxt4"/>
        <w:rPr>
          <w:b w:val="0"/>
        </w:rPr>
      </w:pPr>
      <w:r w:rsidRPr="00AB453C">
        <w:tab/>
        <w:t>(6)</w:t>
      </w:r>
      <w:r w:rsidRPr="00AB453C">
        <w:tab/>
      </w:r>
      <w:r w:rsidRPr="00AB453C">
        <w:rPr>
          <w:b w:val="0"/>
        </w:rPr>
        <w:t>Your customers, if you are in the motor vehicle business. However, if a customer of yours:</w:t>
      </w:r>
    </w:p>
    <w:p w14:paraId="1BF03BD9" w14:textId="77777777" w:rsidR="00693B77" w:rsidRPr="00AB453C" w:rsidRDefault="006C17AF" w:rsidP="0055318F">
      <w:pPr>
        <w:pStyle w:val="outlinetxt5"/>
      </w:pPr>
      <w:r w:rsidRPr="00AB453C">
        <w:tab/>
        <w:t>(a)</w:t>
      </w:r>
      <w:r w:rsidRPr="00AB453C">
        <w:rPr>
          <w:b w:val="0"/>
        </w:rPr>
        <w:tab/>
        <w:t>Has no other valid and collectible insurance applicable to the same "accident", they are an "i</w:t>
      </w:r>
      <w:r w:rsidRPr="00AB453C">
        <w:rPr>
          <w:b w:val="0"/>
        </w:rPr>
        <w:t>nsured" but only up to the financial responsibility limits specified in Section 46.2-472 of the Code of Virginia.</w:t>
      </w:r>
    </w:p>
    <w:p w14:paraId="1BF03BDA" w14:textId="77777777" w:rsidR="00693B77" w:rsidRPr="00AB453C" w:rsidRDefault="006C17AF" w:rsidP="0055318F">
      <w:pPr>
        <w:pStyle w:val="outlinetxt5"/>
      </w:pPr>
      <w:r>
        <w:br w:type="column"/>
      </w:r>
      <w:r w:rsidR="00087422" w:rsidRPr="00AB453C">
        <w:tab/>
        <w:t>(b)</w:t>
      </w:r>
      <w:r w:rsidR="00087422" w:rsidRPr="00AB453C">
        <w:tab/>
      </w:r>
      <w:r w:rsidR="00087422" w:rsidRPr="00AB453C">
        <w:rPr>
          <w:b w:val="0"/>
        </w:rPr>
        <w:t>Has other valid and collectible insurance applicable to the same "accident" less than the financial responsibility limits specified in Section 46.2-472, they are an "insured" only for the amount by which the financial responsibility law limits exceed the limits of their other insurance.</w:t>
      </w:r>
    </w:p>
    <w:p w14:paraId="1BF03BDB" w14:textId="77777777" w:rsidR="00693B77" w:rsidRPr="00AB453C" w:rsidRDefault="006C17AF" w:rsidP="0055318F">
      <w:pPr>
        <w:pStyle w:val="blocktext5"/>
      </w:pPr>
      <w:r w:rsidRPr="00AB453C">
        <w:t xml:space="preserve">Motor vehicle business means the business of selling, leasing, repairing, servicing, storing or parking </w:t>
      </w:r>
      <w:r w:rsidRPr="00AB453C">
        <w:t>motor vehicles which are:</w:t>
      </w:r>
    </w:p>
    <w:p w14:paraId="1BF03BDC" w14:textId="77777777" w:rsidR="00693B77" w:rsidRPr="00AB453C" w:rsidRDefault="006C17AF" w:rsidP="0055318F">
      <w:pPr>
        <w:pStyle w:val="outlinetxt5"/>
      </w:pPr>
      <w:r w:rsidRPr="00AB453C">
        <w:tab/>
        <w:t>(a)</w:t>
      </w:r>
      <w:r w:rsidRPr="00AB453C">
        <w:tab/>
      </w:r>
      <w:r w:rsidRPr="00AB453C">
        <w:rPr>
          <w:b w:val="0"/>
        </w:rPr>
        <w:t>Used for demonstration purposes by a prospective purchaser;</w:t>
      </w:r>
    </w:p>
    <w:p w14:paraId="1BF03BDD" w14:textId="77777777" w:rsidR="00693B77" w:rsidRPr="00AB453C" w:rsidRDefault="006C17AF" w:rsidP="0055318F">
      <w:pPr>
        <w:pStyle w:val="outlinetxt5"/>
      </w:pPr>
      <w:r w:rsidRPr="00AB453C">
        <w:tab/>
        <w:t>(b)</w:t>
      </w:r>
      <w:r w:rsidRPr="00AB453C">
        <w:tab/>
      </w:r>
      <w:r w:rsidRPr="00AB453C">
        <w:rPr>
          <w:b w:val="0"/>
        </w:rPr>
        <w:t>Loaned or leased to another as a temporary substitute while such person's "auto" is being repaired or serviced; or</w:t>
      </w:r>
    </w:p>
    <w:p w14:paraId="1BF03BDE" w14:textId="77777777" w:rsidR="00693B77" w:rsidRPr="00AB453C" w:rsidRDefault="006C17AF" w:rsidP="0055318F">
      <w:pPr>
        <w:pStyle w:val="outlinetxt5"/>
        <w:rPr>
          <w:b w:val="0"/>
        </w:rPr>
      </w:pPr>
      <w:r w:rsidRPr="00AB453C">
        <w:tab/>
        <w:t>(c)</w:t>
      </w:r>
      <w:r w:rsidRPr="00AB453C">
        <w:tab/>
      </w:r>
      <w:r w:rsidRPr="00AB453C">
        <w:rPr>
          <w:b w:val="0"/>
        </w:rPr>
        <w:t>Leased to another for a period of six months or more.</w:t>
      </w:r>
    </w:p>
    <w:p w14:paraId="1BF03BDF" w14:textId="77777777" w:rsidR="00693B77" w:rsidRPr="00AB453C" w:rsidRDefault="006C17AF" w:rsidP="0055318F">
      <w:pPr>
        <w:pStyle w:val="outlinetxt1"/>
        <w:rPr>
          <w:b w:val="0"/>
        </w:rPr>
      </w:pPr>
      <w:r w:rsidRPr="00AB453C">
        <w:tab/>
        <w:t>C.</w:t>
      </w:r>
      <w:r w:rsidRPr="00AB453C">
        <w:tab/>
      </w:r>
      <w:r w:rsidRPr="00AB453C">
        <w:rPr>
          <w:b w:val="0"/>
        </w:rPr>
        <w:t>Paragraph</w:t>
      </w:r>
      <w:r w:rsidRPr="00AB453C">
        <w:t xml:space="preserve"> A.2. Coverage Extensions </w:t>
      </w:r>
      <w:r w:rsidRPr="00AB453C">
        <w:rPr>
          <w:b w:val="0"/>
        </w:rPr>
        <w:t xml:space="preserve">of </w:t>
      </w:r>
      <w:r w:rsidRPr="00AB453C">
        <w:t xml:space="preserve">Section II – </w:t>
      </w:r>
      <w:r w:rsidR="007B4153" w:rsidRPr="00AB453C">
        <w:t xml:space="preserve">Covered Autos </w:t>
      </w:r>
      <w:r w:rsidRPr="00AB453C">
        <w:t xml:space="preserve">Liability Coverage </w:t>
      </w:r>
      <w:r w:rsidRPr="00AB453C">
        <w:rPr>
          <w:b w:val="0"/>
        </w:rPr>
        <w:t>is amended as follows:</w:t>
      </w:r>
    </w:p>
    <w:p w14:paraId="1BF03BE0" w14:textId="77777777" w:rsidR="00693B77" w:rsidRPr="00AB453C" w:rsidRDefault="006C17AF" w:rsidP="0055318F">
      <w:pPr>
        <w:pStyle w:val="outlinetxt2"/>
        <w:rPr>
          <w:b w:val="0"/>
        </w:rPr>
      </w:pPr>
      <w:r w:rsidRPr="00AB453C">
        <w:tab/>
        <w:t>1.</w:t>
      </w:r>
      <w:r w:rsidRPr="00AB453C">
        <w:tab/>
      </w:r>
      <w:r w:rsidRPr="00AB453C">
        <w:rPr>
          <w:b w:val="0"/>
        </w:rPr>
        <w:t xml:space="preserve">Paragraphs </w:t>
      </w:r>
      <w:r w:rsidRPr="00AB453C">
        <w:t>a.(3),</w:t>
      </w:r>
      <w:r w:rsidRPr="00AB453C">
        <w:rPr>
          <w:b w:val="0"/>
        </w:rPr>
        <w:t xml:space="preserve"> </w:t>
      </w:r>
      <w:r w:rsidRPr="00AB453C">
        <w:t>a.(5)</w:t>
      </w:r>
      <w:r w:rsidRPr="00AB453C">
        <w:rPr>
          <w:b w:val="0"/>
        </w:rPr>
        <w:t xml:space="preserve"> and </w:t>
      </w:r>
      <w:r w:rsidRPr="00AB453C">
        <w:t>a.(6)</w:t>
      </w:r>
      <w:r w:rsidRPr="00AB453C">
        <w:rPr>
          <w:b w:val="0"/>
        </w:rPr>
        <w:t xml:space="preserve"> of </w:t>
      </w:r>
      <w:r w:rsidRPr="00AB453C">
        <w:t>Supplementary Payments</w:t>
      </w:r>
      <w:r w:rsidRPr="00AB453C">
        <w:rPr>
          <w:b w:val="0"/>
        </w:rPr>
        <w:t xml:space="preserve"> are replaced by the following:</w:t>
      </w:r>
    </w:p>
    <w:p w14:paraId="1BF03BE1" w14:textId="77777777" w:rsidR="00693B77" w:rsidRPr="00AB453C" w:rsidRDefault="006C17AF" w:rsidP="0055318F">
      <w:pPr>
        <w:pStyle w:val="blocktext4"/>
      </w:pPr>
      <w:r w:rsidRPr="00AB453C">
        <w:t>We will pay for the "insured":</w:t>
      </w:r>
    </w:p>
    <w:p w14:paraId="1BF03BE2" w14:textId="77777777" w:rsidR="00693B77" w:rsidRPr="00AB453C" w:rsidRDefault="006C17AF" w:rsidP="0055318F">
      <w:pPr>
        <w:pStyle w:val="outlinetxt4"/>
        <w:rPr>
          <w:b w:val="0"/>
        </w:rPr>
      </w:pPr>
      <w:r w:rsidRPr="00AB453C">
        <w:tab/>
        <w:t>(3)</w:t>
      </w:r>
      <w:r w:rsidRPr="00AB453C">
        <w:tab/>
      </w:r>
      <w:r w:rsidRPr="00AB453C">
        <w:rPr>
          <w:b w:val="0"/>
        </w:rPr>
        <w:t>The cost of bonds to release attachments in any "suit" we defend, but only for bond amounts within our Limit of Insurance.</w:t>
      </w:r>
    </w:p>
    <w:p w14:paraId="1BF03BE3" w14:textId="4062AE66" w:rsidR="00693B77" w:rsidRPr="00AB453C" w:rsidRDefault="006C17AF" w:rsidP="0055318F">
      <w:pPr>
        <w:pStyle w:val="outlinetxt4"/>
        <w:rPr>
          <w:b w:val="0"/>
        </w:rPr>
      </w:pPr>
      <w:r>
        <w:br w:type="page"/>
      </w:r>
      <w:r w:rsidR="00693B77" w:rsidRPr="00AB453C">
        <w:lastRenderedPageBreak/>
        <w:tab/>
        <w:t>(5)</w:t>
      </w:r>
      <w:r w:rsidR="00693B77" w:rsidRPr="00AB453C">
        <w:tab/>
      </w:r>
      <w:r w:rsidR="00693B77" w:rsidRPr="00AB453C">
        <w:rPr>
          <w:b w:val="0"/>
        </w:rPr>
        <w:t>All court costs taxed against the "insured" in any "suit" we defend. However, these payments do not include attorneys' fees or attorneys' expenses taxed against the "insured".</w:t>
      </w:r>
    </w:p>
    <w:p w14:paraId="1BF03BE4" w14:textId="77777777" w:rsidR="00693B77" w:rsidRPr="00AB453C" w:rsidRDefault="006C17AF" w:rsidP="0055318F">
      <w:pPr>
        <w:pStyle w:val="outlinetxt4"/>
        <w:rPr>
          <w:b w:val="0"/>
        </w:rPr>
      </w:pPr>
      <w:r w:rsidRPr="00AB453C">
        <w:tab/>
        <w:t>(6)</w:t>
      </w:r>
      <w:r w:rsidRPr="00AB453C">
        <w:tab/>
      </w:r>
      <w:r w:rsidRPr="00AB453C">
        <w:rPr>
          <w:b w:val="0"/>
        </w:rPr>
        <w:t>All interest on the full amount of any judgment that accrues after entry of judgment in any "suit" we defend; b</w:t>
      </w:r>
      <w:r w:rsidRPr="00AB453C">
        <w:rPr>
          <w:b w:val="0"/>
        </w:rPr>
        <w:t>ut our duty to pay interest ends when we have paid, offered to pay or deposited in court the part of the judgment that is within our Limit of Insurance.</w:t>
      </w:r>
    </w:p>
    <w:p w14:paraId="1BF03BE5" w14:textId="77777777" w:rsidR="00693B77" w:rsidRPr="00AB453C" w:rsidRDefault="006C17AF" w:rsidP="0055318F">
      <w:pPr>
        <w:pStyle w:val="outlinetxt2"/>
        <w:rPr>
          <w:b w:val="0"/>
        </w:rPr>
      </w:pPr>
      <w:r w:rsidRPr="00AB453C">
        <w:tab/>
        <w:t>2.</w:t>
      </w:r>
      <w:r w:rsidRPr="00AB453C">
        <w:tab/>
      </w:r>
      <w:r w:rsidRPr="00AB453C">
        <w:rPr>
          <w:b w:val="0"/>
        </w:rPr>
        <w:t>Paragraph</w:t>
      </w:r>
      <w:r w:rsidRPr="00AB453C">
        <w:t xml:space="preserve"> a. Supplementary Payments </w:t>
      </w:r>
      <w:r w:rsidRPr="00AB453C">
        <w:rPr>
          <w:b w:val="0"/>
        </w:rPr>
        <w:t>is amended by the addition of the following:</w:t>
      </w:r>
    </w:p>
    <w:p w14:paraId="1BF03BE6" w14:textId="77777777" w:rsidR="00693B77" w:rsidRPr="00AB453C" w:rsidRDefault="006C17AF" w:rsidP="0055318F">
      <w:pPr>
        <w:pStyle w:val="blocktext4"/>
      </w:pPr>
      <w:r w:rsidRPr="00AB453C">
        <w:t>We will pay for th</w:t>
      </w:r>
      <w:r w:rsidRPr="00AB453C">
        <w:t>e "insured":</w:t>
      </w:r>
    </w:p>
    <w:p w14:paraId="1BF03BE7" w14:textId="77777777" w:rsidR="00693B77" w:rsidRPr="00AB453C" w:rsidRDefault="006C17AF" w:rsidP="0055318F">
      <w:pPr>
        <w:pStyle w:val="outlinetxt4"/>
        <w:rPr>
          <w:b w:val="0"/>
        </w:rPr>
      </w:pPr>
      <w:r w:rsidRPr="00AB453C">
        <w:tab/>
        <w:t>(7)</w:t>
      </w:r>
      <w:r w:rsidRPr="00AB453C">
        <w:tab/>
      </w:r>
      <w:r w:rsidRPr="00AB453C">
        <w:rPr>
          <w:b w:val="0"/>
        </w:rPr>
        <w:t>Prejudgment interest awarded against the "insured" on that part of the judgment we pay. If we make an offer to pay the applicable Limit of Insurance, we will not pay any prejudgment interest based on that period of time after the offer.</w:t>
      </w:r>
    </w:p>
    <w:p w14:paraId="1BF03BE8" w14:textId="77777777" w:rsidR="00693B77" w:rsidRPr="00AB453C" w:rsidRDefault="006C17AF" w:rsidP="0055318F">
      <w:pPr>
        <w:pStyle w:val="outlinetxt1"/>
      </w:pPr>
      <w:r w:rsidRPr="00AB453C">
        <w:tab/>
      </w:r>
      <w:r w:rsidRPr="00AB453C">
        <w:t>D.</w:t>
      </w:r>
      <w:r w:rsidRPr="00AB453C">
        <w:tab/>
      </w:r>
      <w:r w:rsidRPr="00AB453C">
        <w:rPr>
          <w:b w:val="0"/>
        </w:rPr>
        <w:t>Paragraph</w:t>
      </w:r>
      <w:r w:rsidRPr="00AB453C">
        <w:t xml:space="preserve"> A.2.b.(1) </w:t>
      </w:r>
      <w:r w:rsidRPr="00AB453C">
        <w:rPr>
          <w:b w:val="0"/>
        </w:rPr>
        <w:t>of</w:t>
      </w:r>
      <w:r w:rsidRPr="00AB453C">
        <w:t xml:space="preserve"> Section II – </w:t>
      </w:r>
      <w:r w:rsidR="00F635D0" w:rsidRPr="00AB453C">
        <w:t xml:space="preserve">Covered Autos </w:t>
      </w:r>
      <w:r w:rsidRPr="00AB453C">
        <w:t>Liability Coverage</w:t>
      </w:r>
      <w:r w:rsidRPr="00AB453C">
        <w:rPr>
          <w:b w:val="0"/>
        </w:rPr>
        <w:t xml:space="preserve"> is replaced by the following:</w:t>
      </w:r>
    </w:p>
    <w:p w14:paraId="1BF03BE9" w14:textId="77777777" w:rsidR="00693B77" w:rsidRPr="00AB453C" w:rsidRDefault="006C17AF" w:rsidP="0055318F">
      <w:pPr>
        <w:pStyle w:val="outlinehd2"/>
      </w:pPr>
      <w:r w:rsidRPr="00AB453C">
        <w:tab/>
        <w:t>2.</w:t>
      </w:r>
      <w:r w:rsidRPr="00AB453C">
        <w:tab/>
        <w:t>Coverage Extensions</w:t>
      </w:r>
    </w:p>
    <w:p w14:paraId="1BF03BEA" w14:textId="77777777" w:rsidR="00693B77" w:rsidRPr="00AB453C" w:rsidRDefault="006C17AF" w:rsidP="0055318F">
      <w:pPr>
        <w:pStyle w:val="outlinehd3"/>
      </w:pPr>
      <w:r w:rsidRPr="00AB453C">
        <w:tab/>
        <w:t>b.</w:t>
      </w:r>
      <w:r w:rsidRPr="00AB453C">
        <w:tab/>
        <w:t>Out-</w:t>
      </w:r>
      <w:r w:rsidR="00DB07AA" w:rsidRPr="00AB453C">
        <w:t>o</w:t>
      </w:r>
      <w:r w:rsidRPr="00AB453C">
        <w:t>f-</w:t>
      </w:r>
      <w:r w:rsidR="00DB07AA" w:rsidRPr="00AB453C">
        <w:t>s</w:t>
      </w:r>
      <w:r w:rsidRPr="00AB453C">
        <w:t>tate Coverage Extensions</w:t>
      </w:r>
    </w:p>
    <w:p w14:paraId="1BF03BEB" w14:textId="77777777" w:rsidR="00693B77" w:rsidRPr="00AB453C" w:rsidRDefault="006C17AF" w:rsidP="0055318F">
      <w:pPr>
        <w:pStyle w:val="blocktext4"/>
      </w:pPr>
      <w:r w:rsidRPr="00AB453C">
        <w:t>While a covered "auto" is away from the state where it is licensed</w:t>
      </w:r>
      <w:r w:rsidR="002B7A7E">
        <w:t>,</w:t>
      </w:r>
      <w:r w:rsidR="00F01F01" w:rsidRPr="00AB453C">
        <w:rPr>
          <w:color w:val="FF0000"/>
        </w:rPr>
        <w:t xml:space="preserve"> </w:t>
      </w:r>
      <w:r w:rsidRPr="00AB453C">
        <w:t>we will:</w:t>
      </w:r>
    </w:p>
    <w:p w14:paraId="1BF03BEC" w14:textId="77777777" w:rsidR="00693B77" w:rsidRPr="00AB453C" w:rsidRDefault="006C17AF" w:rsidP="0055318F">
      <w:pPr>
        <w:pStyle w:val="outlinetxt4"/>
        <w:rPr>
          <w:b w:val="0"/>
        </w:rPr>
      </w:pPr>
      <w:r w:rsidRPr="00AB453C">
        <w:tab/>
        <w:t>(1)</w:t>
      </w:r>
      <w:r w:rsidRPr="00AB453C">
        <w:tab/>
      </w:r>
      <w:r w:rsidRPr="00AB453C">
        <w:rPr>
          <w:b w:val="0"/>
        </w:rPr>
        <w:t xml:space="preserve">Increase the Limit of Insurance for </w:t>
      </w:r>
      <w:r w:rsidR="00F635D0" w:rsidRPr="00AB453C">
        <w:rPr>
          <w:b w:val="0"/>
        </w:rPr>
        <w:t xml:space="preserve">Covered Autos </w:t>
      </w:r>
      <w:r w:rsidRPr="00AB453C">
        <w:rPr>
          <w:b w:val="0"/>
        </w:rPr>
        <w:t>Liability Coverage to meet the limits specified by a compulsory or financial responsibility law of the jurisdiction where the covered "auto" is being used.</w:t>
      </w:r>
    </w:p>
    <w:p w14:paraId="1BF03BED" w14:textId="77777777" w:rsidR="00693B77" w:rsidRPr="00AB453C" w:rsidRDefault="006C17AF" w:rsidP="0055318F">
      <w:pPr>
        <w:pStyle w:val="outlinetxt1"/>
      </w:pPr>
      <w:r w:rsidRPr="00AB453C">
        <w:tab/>
        <w:t>E.</w:t>
      </w:r>
      <w:r w:rsidRPr="00AB453C">
        <w:tab/>
      </w:r>
      <w:r w:rsidRPr="00AB453C">
        <w:rPr>
          <w:b w:val="0"/>
        </w:rPr>
        <w:t>Paragraph</w:t>
      </w:r>
      <w:r w:rsidRPr="00AB453C">
        <w:t xml:space="preserve"> B. Exclusions </w:t>
      </w:r>
      <w:r w:rsidRPr="00AB453C">
        <w:rPr>
          <w:b w:val="0"/>
        </w:rPr>
        <w:t>of</w:t>
      </w:r>
      <w:r w:rsidRPr="00AB453C">
        <w:t xml:space="preserve"> Section II – </w:t>
      </w:r>
      <w:r w:rsidR="00F635D0" w:rsidRPr="00AB453C">
        <w:t xml:space="preserve">Covered Autos </w:t>
      </w:r>
      <w:r w:rsidRPr="00AB453C">
        <w:t xml:space="preserve">Liability Coverage </w:t>
      </w:r>
      <w:r w:rsidRPr="00AB453C">
        <w:rPr>
          <w:b w:val="0"/>
        </w:rPr>
        <w:t>is amended as follows:</w:t>
      </w:r>
    </w:p>
    <w:p w14:paraId="1BF03BEE" w14:textId="77777777" w:rsidR="00693B77" w:rsidRPr="00AB453C" w:rsidRDefault="006C17AF" w:rsidP="0055318F">
      <w:pPr>
        <w:pStyle w:val="outlinetxt2"/>
        <w:rPr>
          <w:b w:val="0"/>
        </w:rPr>
      </w:pPr>
      <w:r w:rsidRPr="00AB453C">
        <w:tab/>
        <w:t>1.</w:t>
      </w:r>
      <w:r w:rsidRPr="00AB453C">
        <w:tab/>
      </w:r>
      <w:r w:rsidRPr="00AB453C">
        <w:rPr>
          <w:b w:val="0"/>
        </w:rPr>
        <w:t>Paragraph</w:t>
      </w:r>
      <w:r w:rsidRPr="00AB453C">
        <w:t xml:space="preserve"> B.4.</w:t>
      </w:r>
      <w:r w:rsidRPr="00AB453C">
        <w:rPr>
          <w:b w:val="0"/>
        </w:rPr>
        <w:t xml:space="preserve"> </w:t>
      </w:r>
      <w:r w:rsidRPr="00AB453C">
        <w:t xml:space="preserve">Employee Indemnification And Employer's Liability </w:t>
      </w:r>
      <w:r w:rsidRPr="00AB453C">
        <w:rPr>
          <w:b w:val="0"/>
        </w:rPr>
        <w:t>Exclusion is replaced by the following:</w:t>
      </w:r>
    </w:p>
    <w:p w14:paraId="1BF03BEF" w14:textId="77777777" w:rsidR="00693B77" w:rsidRPr="00AB453C" w:rsidRDefault="006C17AF" w:rsidP="0055318F">
      <w:pPr>
        <w:pStyle w:val="blocktext3"/>
      </w:pPr>
      <w:r w:rsidRPr="00AB453C">
        <w:t>"Bodily injury" to:</w:t>
      </w:r>
    </w:p>
    <w:p w14:paraId="1BF03BF0" w14:textId="77777777" w:rsidR="00693B77" w:rsidRPr="00AB453C" w:rsidRDefault="006C17AF" w:rsidP="0055318F">
      <w:pPr>
        <w:pStyle w:val="outlinetxt3"/>
      </w:pPr>
      <w:r w:rsidRPr="00AB453C">
        <w:tab/>
        <w:t>a.</w:t>
      </w:r>
      <w:r w:rsidRPr="00AB453C">
        <w:tab/>
      </w:r>
      <w:r w:rsidRPr="00AB453C">
        <w:rPr>
          <w:b w:val="0"/>
        </w:rPr>
        <w:t>An "employee" of the "insured" arising out of and in the course of employ</w:t>
      </w:r>
      <w:r w:rsidRPr="00AB453C">
        <w:rPr>
          <w:b w:val="0"/>
        </w:rPr>
        <w:t>ment by the "insured"; or</w:t>
      </w:r>
      <w:r w:rsidRPr="00AB453C">
        <w:t xml:space="preserve"> </w:t>
      </w:r>
    </w:p>
    <w:p w14:paraId="1BF03BF1" w14:textId="77777777" w:rsidR="00693B77" w:rsidRPr="00AB453C" w:rsidRDefault="006C17AF" w:rsidP="0055318F">
      <w:pPr>
        <w:pStyle w:val="outlinetxt3"/>
        <w:rPr>
          <w:b w:val="0"/>
        </w:rPr>
      </w:pPr>
      <w:r w:rsidRPr="00AB453C">
        <w:tab/>
        <w:t>b.</w:t>
      </w:r>
      <w:r w:rsidRPr="00AB453C">
        <w:tab/>
      </w:r>
      <w:r w:rsidRPr="00AB453C">
        <w:rPr>
          <w:b w:val="0"/>
        </w:rPr>
        <w:t xml:space="preserve">The spouse, child, parent, brother or sister of that "employee" as a consequence of Paragraph </w:t>
      </w:r>
      <w:r w:rsidRPr="00AB453C">
        <w:t>a.</w:t>
      </w:r>
      <w:r w:rsidRPr="00AB453C">
        <w:rPr>
          <w:b w:val="0"/>
        </w:rPr>
        <w:t xml:space="preserve"> above.</w:t>
      </w:r>
    </w:p>
    <w:p w14:paraId="1BF03BF2" w14:textId="77777777" w:rsidR="00693B77" w:rsidRPr="00AB453C" w:rsidRDefault="006C17AF" w:rsidP="0055318F">
      <w:pPr>
        <w:pStyle w:val="blocktext3"/>
      </w:pPr>
      <w:r w:rsidRPr="00AB453C">
        <w:t>This exclusion applies:</w:t>
      </w:r>
    </w:p>
    <w:p w14:paraId="1BF03BF3" w14:textId="77777777" w:rsidR="00693B77" w:rsidRPr="00AB453C" w:rsidRDefault="006C17AF" w:rsidP="0055318F">
      <w:pPr>
        <w:pStyle w:val="outlinetxt4"/>
      </w:pPr>
      <w:r w:rsidRPr="00AB453C">
        <w:tab/>
        <w:t>(1)</w:t>
      </w:r>
      <w:r w:rsidRPr="00AB453C">
        <w:tab/>
      </w:r>
      <w:r w:rsidRPr="00AB453C">
        <w:rPr>
          <w:b w:val="0"/>
        </w:rPr>
        <w:t>Whether the "insured" may be liable as an employer or in any other capacity; and</w:t>
      </w:r>
      <w:r w:rsidRPr="00AB453C">
        <w:t xml:space="preserve"> </w:t>
      </w:r>
    </w:p>
    <w:p w14:paraId="1BF03BF4" w14:textId="77777777" w:rsidR="00693B77" w:rsidRPr="00AB453C" w:rsidRDefault="006C17AF" w:rsidP="0055318F">
      <w:pPr>
        <w:pStyle w:val="outlinetxt4"/>
        <w:rPr>
          <w:b w:val="0"/>
        </w:rPr>
      </w:pPr>
      <w:r>
        <w:br w:type="column"/>
      </w:r>
      <w:r w:rsidR="00087422" w:rsidRPr="00AB453C">
        <w:tab/>
        <w:t>(2)</w:t>
      </w:r>
      <w:r w:rsidR="00087422" w:rsidRPr="00AB453C">
        <w:tab/>
      </w:r>
      <w:r w:rsidR="00087422" w:rsidRPr="00AB453C">
        <w:rPr>
          <w:b w:val="0"/>
        </w:rPr>
        <w:t>To any obligation to share damages with or repay someone else who must pay damages because of the injury.</w:t>
      </w:r>
    </w:p>
    <w:p w14:paraId="1BF03BF5" w14:textId="77777777" w:rsidR="00693B77" w:rsidRPr="00AB453C" w:rsidRDefault="006C17AF" w:rsidP="0055318F">
      <w:pPr>
        <w:pStyle w:val="blocktext3"/>
      </w:pPr>
      <w:r w:rsidRPr="00AB453C">
        <w:t>But this exclusion does not apply to "bodily injury" to "employees" not entitled to workers' compensation benefits or to liability assumed by the "insured</w:t>
      </w:r>
      <w:r w:rsidRPr="00AB453C">
        <w:t>" under an "insured contract".</w:t>
      </w:r>
    </w:p>
    <w:p w14:paraId="1BF03BF6" w14:textId="77777777" w:rsidR="00693B77" w:rsidRPr="00AB453C" w:rsidRDefault="006C17AF" w:rsidP="0055318F">
      <w:pPr>
        <w:pStyle w:val="outlinetxt2"/>
      </w:pPr>
      <w:r w:rsidRPr="00AB453C">
        <w:tab/>
        <w:t>2.</w:t>
      </w:r>
      <w:r w:rsidRPr="00AB453C">
        <w:tab/>
      </w:r>
      <w:r w:rsidRPr="00AB453C">
        <w:rPr>
          <w:b w:val="0"/>
        </w:rPr>
        <w:t xml:space="preserve">Paragraph </w:t>
      </w:r>
      <w:r w:rsidRPr="00AB453C">
        <w:t>B.5.</w:t>
      </w:r>
      <w:r w:rsidRPr="00AB453C">
        <w:rPr>
          <w:b w:val="0"/>
        </w:rPr>
        <w:t xml:space="preserve"> </w:t>
      </w:r>
      <w:r w:rsidRPr="00AB453C">
        <w:t>Fellow Employee</w:t>
      </w:r>
      <w:r w:rsidRPr="00AB453C">
        <w:rPr>
          <w:b w:val="0"/>
        </w:rPr>
        <w:t xml:space="preserve"> Exclusion is deleted.</w:t>
      </w:r>
    </w:p>
    <w:p w14:paraId="1BF03BF7" w14:textId="77777777" w:rsidR="00693B77" w:rsidRPr="00AB453C" w:rsidRDefault="006C17AF" w:rsidP="0055318F">
      <w:pPr>
        <w:pStyle w:val="outlinetxt2"/>
      </w:pPr>
      <w:r w:rsidRPr="00AB453C">
        <w:tab/>
        <w:t>3.</w:t>
      </w:r>
      <w:r w:rsidRPr="00AB453C">
        <w:tab/>
      </w:r>
      <w:r w:rsidRPr="00AB453C">
        <w:rPr>
          <w:b w:val="0"/>
        </w:rPr>
        <w:t>Paragraph</w:t>
      </w:r>
      <w:r w:rsidRPr="00AB453C">
        <w:t xml:space="preserve"> B.6. Care, Custody Or Control </w:t>
      </w:r>
      <w:r w:rsidRPr="00AB453C">
        <w:rPr>
          <w:b w:val="0"/>
        </w:rPr>
        <w:t>Exclusion</w:t>
      </w:r>
      <w:r w:rsidRPr="00AB453C">
        <w:t xml:space="preserve"> </w:t>
      </w:r>
      <w:r w:rsidRPr="00AB453C">
        <w:rPr>
          <w:b w:val="0"/>
        </w:rPr>
        <w:t>is replaced by the following:</w:t>
      </w:r>
    </w:p>
    <w:p w14:paraId="1BF03BF8" w14:textId="77777777" w:rsidR="00693B77" w:rsidRPr="00AB453C" w:rsidRDefault="006C17AF" w:rsidP="0055318F">
      <w:pPr>
        <w:pStyle w:val="blocktext3"/>
      </w:pPr>
      <w:r w:rsidRPr="00AB453C">
        <w:t>"Property damage" to property owned or transported by the "insured" or in the "insur</w:t>
      </w:r>
      <w:r w:rsidRPr="00AB453C">
        <w:t>ed's" care, custody or control. But this exclusion does not apply to liability assumed under a sidetrack agreement.</w:t>
      </w:r>
    </w:p>
    <w:p w14:paraId="1BF03BF9" w14:textId="77777777" w:rsidR="00693B77" w:rsidRPr="00AB453C" w:rsidRDefault="006C17AF" w:rsidP="0055318F">
      <w:pPr>
        <w:pStyle w:val="outlinetxt2"/>
        <w:rPr>
          <w:b w:val="0"/>
        </w:rPr>
      </w:pPr>
      <w:r w:rsidRPr="00AB453C">
        <w:tab/>
        <w:t>4.</w:t>
      </w:r>
      <w:r w:rsidRPr="00AB453C">
        <w:tab/>
      </w:r>
      <w:r w:rsidRPr="00AB453C">
        <w:rPr>
          <w:b w:val="0"/>
        </w:rPr>
        <w:t>Paragraph</w:t>
      </w:r>
      <w:r w:rsidRPr="00AB453C">
        <w:t xml:space="preserve"> B.11. Pollution </w:t>
      </w:r>
      <w:r w:rsidRPr="00AB453C">
        <w:rPr>
          <w:b w:val="0"/>
        </w:rPr>
        <w:t>Exclusion</w:t>
      </w:r>
      <w:r w:rsidRPr="00AB453C">
        <w:t xml:space="preserve"> </w:t>
      </w:r>
      <w:r w:rsidRPr="00AB453C">
        <w:rPr>
          <w:b w:val="0"/>
        </w:rPr>
        <w:t>is replaced by the following:</w:t>
      </w:r>
    </w:p>
    <w:p w14:paraId="1BF03BFA" w14:textId="77777777" w:rsidR="00693B77" w:rsidRPr="00AB453C" w:rsidRDefault="006C17AF" w:rsidP="0055318F">
      <w:pPr>
        <w:pStyle w:val="blocktext3"/>
      </w:pPr>
      <w:r w:rsidRPr="00AB453C">
        <w:t>"Bodily injury" or "property damage" arising out of the actual, allege</w:t>
      </w:r>
      <w:r w:rsidRPr="00AB453C">
        <w:t>d or threatened discharge, dispersal, seepage, migration, release or escape of "pollutants". This exclusion does not apply if the discharge is sudden and accidental.</w:t>
      </w:r>
    </w:p>
    <w:p w14:paraId="1BF03BFB" w14:textId="77777777" w:rsidR="00693B77" w:rsidRPr="00AB453C" w:rsidRDefault="006C17AF" w:rsidP="0055318F">
      <w:pPr>
        <w:pStyle w:val="outlinetxt2"/>
        <w:rPr>
          <w:b w:val="0"/>
          <w:bCs/>
        </w:rPr>
      </w:pPr>
      <w:r w:rsidRPr="00AB453C">
        <w:tab/>
        <w:t>5.</w:t>
      </w:r>
      <w:r w:rsidRPr="00AB453C">
        <w:tab/>
      </w:r>
      <w:r w:rsidRPr="00AB453C">
        <w:rPr>
          <w:b w:val="0"/>
          <w:bCs/>
        </w:rPr>
        <w:t xml:space="preserve">Paragraph </w:t>
      </w:r>
      <w:r w:rsidRPr="00AB453C">
        <w:t>B.12. War</w:t>
      </w:r>
      <w:r w:rsidRPr="00AB453C">
        <w:rPr>
          <w:b w:val="0"/>
          <w:bCs/>
        </w:rPr>
        <w:t xml:space="preserve"> Exclusion is replaced by the following:</w:t>
      </w:r>
    </w:p>
    <w:p w14:paraId="1BF03BFC" w14:textId="77777777" w:rsidR="00693B77" w:rsidRPr="00AB453C" w:rsidRDefault="006C17AF" w:rsidP="0055318F">
      <w:pPr>
        <w:pStyle w:val="blocktext3"/>
      </w:pPr>
      <w:r w:rsidRPr="00AB453C">
        <w:t>"Bodily injury" or "property damage" due to war, whether or not declared, or any act or condition incident to war. War includes civil war, insurrection, rebellion or revolution. This exclusion applies only to liabil</w:t>
      </w:r>
      <w:r w:rsidRPr="00AB453C">
        <w:t>ity assumed under a contract or agreement.</w:t>
      </w:r>
    </w:p>
    <w:p w14:paraId="1BF03BFD" w14:textId="77777777" w:rsidR="00693B77" w:rsidRPr="00AB453C" w:rsidRDefault="006C17AF" w:rsidP="0055318F">
      <w:pPr>
        <w:pStyle w:val="outlinetxt1"/>
        <w:rPr>
          <w:b w:val="0"/>
        </w:rPr>
      </w:pPr>
      <w:r w:rsidRPr="00AB453C">
        <w:tab/>
      </w:r>
      <w:r w:rsidR="00087422" w:rsidRPr="00AB453C">
        <w:t>F.</w:t>
      </w:r>
      <w:r w:rsidR="00087422" w:rsidRPr="00AB453C">
        <w:tab/>
      </w:r>
      <w:r w:rsidR="00087422" w:rsidRPr="00AB453C">
        <w:rPr>
          <w:b w:val="0"/>
        </w:rPr>
        <w:t xml:space="preserve">Paragraph </w:t>
      </w:r>
      <w:r w:rsidR="00087422" w:rsidRPr="00AB453C">
        <w:t xml:space="preserve">C. Limit Of Insurance </w:t>
      </w:r>
      <w:r w:rsidR="00087422" w:rsidRPr="00AB453C">
        <w:rPr>
          <w:b w:val="0"/>
        </w:rPr>
        <w:t xml:space="preserve">of </w:t>
      </w:r>
      <w:r w:rsidR="00087422" w:rsidRPr="00CA1893">
        <w:t xml:space="preserve">Section </w:t>
      </w:r>
      <w:r w:rsidR="00087422" w:rsidRPr="00AB453C">
        <w:t>II</w:t>
      </w:r>
      <w:r w:rsidR="00CA1893">
        <w:t xml:space="preserve"> </w:t>
      </w:r>
      <w:r w:rsidR="00CA1893">
        <w:rPr>
          <w:rFonts w:cs="Arial"/>
        </w:rPr>
        <w:t>–</w:t>
      </w:r>
      <w:r w:rsidR="00CA1893">
        <w:t xml:space="preserve"> Covered Autos Liability Coverage</w:t>
      </w:r>
      <w:r w:rsidR="00087422" w:rsidRPr="00AB453C">
        <w:t xml:space="preserve"> </w:t>
      </w:r>
      <w:r w:rsidR="00087422" w:rsidRPr="00AB453C">
        <w:rPr>
          <w:b w:val="0"/>
        </w:rPr>
        <w:t>is replaced by the following:</w:t>
      </w:r>
    </w:p>
    <w:p w14:paraId="1BF03BFE" w14:textId="77777777" w:rsidR="00693B77" w:rsidRPr="00AB453C" w:rsidRDefault="006C17AF" w:rsidP="0055318F">
      <w:pPr>
        <w:pStyle w:val="outlinetxt2"/>
        <w:rPr>
          <w:b w:val="0"/>
          <w:bCs/>
        </w:rPr>
      </w:pPr>
      <w:r w:rsidRPr="00AB453C">
        <w:tab/>
      </w:r>
      <w:r w:rsidRPr="00AB453C">
        <w:rPr>
          <w:rStyle w:val="Strong"/>
          <w:b/>
          <w:bCs w:val="0"/>
        </w:rPr>
        <w:t>1.</w:t>
      </w:r>
      <w:r w:rsidRPr="00AB453C">
        <w:tab/>
      </w:r>
      <w:r w:rsidRPr="00AB453C">
        <w:rPr>
          <w:b w:val="0"/>
          <w:bCs/>
        </w:rPr>
        <w:t>Regardless of the number of covered "autos", "insureds", premiums paid, claims made or vehicle</w:t>
      </w:r>
      <w:r w:rsidRPr="00AB453C">
        <w:rPr>
          <w:b w:val="0"/>
          <w:bCs/>
        </w:rPr>
        <w:t xml:space="preserve">s involved in the "accident", the most we will pay for the total of all damages resulting from any one "accident" is the Limit </w:t>
      </w:r>
      <w:r w:rsidR="005E2431" w:rsidRPr="00AB453C">
        <w:rPr>
          <w:b w:val="0"/>
          <w:bCs/>
        </w:rPr>
        <w:t>O</w:t>
      </w:r>
      <w:r w:rsidRPr="00AB453C">
        <w:rPr>
          <w:b w:val="0"/>
          <w:bCs/>
        </w:rPr>
        <w:t xml:space="preserve">f Insurance for </w:t>
      </w:r>
      <w:r w:rsidR="00E57C21" w:rsidRPr="00AB453C">
        <w:rPr>
          <w:b w:val="0"/>
          <w:bCs/>
        </w:rPr>
        <w:t xml:space="preserve">Covered Autos </w:t>
      </w:r>
      <w:r w:rsidRPr="00AB453C">
        <w:rPr>
          <w:b w:val="0"/>
          <w:bCs/>
        </w:rPr>
        <w:t>Liability Coverage shown in the Declarations.</w:t>
      </w:r>
    </w:p>
    <w:p w14:paraId="1BF03BFF" w14:textId="77777777" w:rsidR="00693B77" w:rsidRPr="00AB453C" w:rsidRDefault="006C17AF" w:rsidP="0055318F">
      <w:pPr>
        <w:pStyle w:val="blocktext3"/>
      </w:pPr>
      <w:r w:rsidRPr="00AB453C">
        <w:t xml:space="preserve">All "bodily injury" and "property damage" resulting </w:t>
      </w:r>
      <w:r w:rsidRPr="00AB453C">
        <w:t>from continuous or repeated exposure to substantially the same conditions will be considered as resulting from one "accident".</w:t>
      </w:r>
    </w:p>
    <w:p w14:paraId="1BF03C00" w14:textId="77777777" w:rsidR="00693B77" w:rsidRPr="00AB453C" w:rsidRDefault="006C17AF" w:rsidP="0055318F">
      <w:pPr>
        <w:pStyle w:val="outlinetxt2"/>
      </w:pPr>
      <w:r w:rsidRPr="00AB453C">
        <w:tab/>
        <w:t>2.</w:t>
      </w:r>
      <w:r w:rsidRPr="00AB453C">
        <w:tab/>
      </w:r>
      <w:r w:rsidRPr="00AB453C">
        <w:rPr>
          <w:b w:val="0"/>
        </w:rPr>
        <w:t xml:space="preserve">We will apply the limit shown in the Declarations to first provide the separate limits required by </w:t>
      </w:r>
      <w:smartTag w:uri="urn:schemas-microsoft-com:office:smarttags" w:element="place">
        <w:smartTag w:uri="urn:schemas-microsoft-com:office:smarttags" w:element="State">
          <w:r w:rsidRPr="00AB453C">
            <w:rPr>
              <w:b w:val="0"/>
            </w:rPr>
            <w:t>Virginia</w:t>
          </w:r>
        </w:smartTag>
      </w:smartTag>
      <w:r w:rsidRPr="00AB453C">
        <w:rPr>
          <w:b w:val="0"/>
        </w:rPr>
        <w:t xml:space="preserve"> law as follows:</w:t>
      </w:r>
    </w:p>
    <w:p w14:paraId="1BF03C01" w14:textId="05292CC8" w:rsidR="00693B77" w:rsidRPr="00AB453C" w:rsidRDefault="006C17AF" w:rsidP="0055318F">
      <w:pPr>
        <w:pStyle w:val="outlinetxt3"/>
        <w:rPr>
          <w:b w:val="0"/>
        </w:rPr>
      </w:pPr>
      <w:r w:rsidRPr="00AB453C">
        <w:tab/>
      </w:r>
      <w:r w:rsidRPr="00AB453C">
        <w:t>a.</w:t>
      </w:r>
      <w:r w:rsidRPr="00AB453C">
        <w:tab/>
      </w:r>
      <w:r w:rsidRPr="00DC4A8A">
        <w:rPr>
          <w:b w:val="0"/>
        </w:rPr>
        <w:t>$</w:t>
      </w:r>
      <w:r w:rsidR="00A70BC3" w:rsidRPr="00DC4A8A">
        <w:rPr>
          <w:b w:val="0"/>
        </w:rPr>
        <w:t>30,000</w:t>
      </w:r>
      <w:r w:rsidRPr="00AB453C">
        <w:rPr>
          <w:b w:val="0"/>
        </w:rPr>
        <w:t xml:space="preserve"> for "bodily injury" to any one person caused by any one "accident"; and</w:t>
      </w:r>
    </w:p>
    <w:p w14:paraId="1BF03C02" w14:textId="079C1B1B" w:rsidR="00693B77" w:rsidRPr="00AB453C" w:rsidRDefault="006C17AF" w:rsidP="0055318F">
      <w:pPr>
        <w:pStyle w:val="outlinetxt3"/>
        <w:rPr>
          <w:b w:val="0"/>
        </w:rPr>
      </w:pPr>
      <w:r>
        <w:br w:type="page"/>
      </w:r>
      <w:r w:rsidR="00693B77" w:rsidRPr="00AB453C">
        <w:lastRenderedPageBreak/>
        <w:tab/>
        <w:t>b.</w:t>
      </w:r>
      <w:r w:rsidR="00693B77" w:rsidRPr="00AB453C">
        <w:tab/>
      </w:r>
      <w:r w:rsidR="00693B77" w:rsidRPr="00AB453C">
        <w:rPr>
          <w:b w:val="0"/>
        </w:rPr>
        <w:t xml:space="preserve">Subject to </w:t>
      </w:r>
      <w:r w:rsidR="00693B77" w:rsidRPr="00AB453C">
        <w:t>2.a.</w:t>
      </w:r>
      <w:r w:rsidR="00693B77" w:rsidRPr="00AB453C">
        <w:rPr>
          <w:b w:val="0"/>
        </w:rPr>
        <w:t xml:space="preserve"> above, </w:t>
      </w:r>
      <w:r w:rsidR="00693B77" w:rsidRPr="00DC4A8A">
        <w:rPr>
          <w:b w:val="0"/>
        </w:rPr>
        <w:t>$</w:t>
      </w:r>
      <w:r w:rsidR="00087422" w:rsidRPr="00DC4A8A">
        <w:rPr>
          <w:b w:val="0"/>
        </w:rPr>
        <w:t>60,000</w:t>
      </w:r>
      <w:r w:rsidR="00693B77" w:rsidRPr="00AB453C">
        <w:rPr>
          <w:b w:val="0"/>
        </w:rPr>
        <w:t xml:space="preserve"> for "bodily injury" to two or more persons caused by any one "accident"; and</w:t>
      </w:r>
    </w:p>
    <w:p w14:paraId="1BF03C03" w14:textId="77777777" w:rsidR="00693B77" w:rsidRPr="00AB453C" w:rsidRDefault="006C17AF" w:rsidP="0055318F">
      <w:pPr>
        <w:pStyle w:val="outlinetxt3"/>
      </w:pPr>
      <w:r w:rsidRPr="00AB453C">
        <w:tab/>
        <w:t>c.</w:t>
      </w:r>
      <w:r w:rsidRPr="00AB453C">
        <w:tab/>
      </w:r>
      <w:r w:rsidRPr="00AB453C">
        <w:rPr>
          <w:b w:val="0"/>
        </w:rPr>
        <w:t>$20,000 for "property damage" caused by any one "accident".</w:t>
      </w:r>
    </w:p>
    <w:p w14:paraId="1BF03C04" w14:textId="77777777" w:rsidR="000D2EA0" w:rsidRPr="00AB453C" w:rsidRDefault="006C17AF" w:rsidP="0055318F">
      <w:pPr>
        <w:pStyle w:val="blocktext3"/>
      </w:pPr>
      <w:r w:rsidRPr="00AB453C">
        <w:t>This provision will not change the Limit of Insurance.</w:t>
      </w:r>
    </w:p>
    <w:p w14:paraId="1BF03C05" w14:textId="77777777" w:rsidR="00693B77" w:rsidRPr="00AB453C" w:rsidRDefault="006C17AF" w:rsidP="0055318F">
      <w:pPr>
        <w:pStyle w:val="outlinetxt1"/>
        <w:rPr>
          <w:b w:val="0"/>
        </w:rPr>
      </w:pPr>
      <w:r w:rsidRPr="00AB453C">
        <w:tab/>
      </w:r>
      <w:r w:rsidR="00087422" w:rsidRPr="00AB453C">
        <w:t>G.</w:t>
      </w:r>
      <w:r w:rsidR="00087422" w:rsidRPr="00AB453C">
        <w:tab/>
      </w:r>
      <w:r w:rsidR="00087422" w:rsidRPr="00AB453C">
        <w:rPr>
          <w:b w:val="0"/>
        </w:rPr>
        <w:t>The</w:t>
      </w:r>
      <w:r w:rsidR="00087422" w:rsidRPr="00AB453C">
        <w:t xml:space="preserve"> Business Auto Conditions </w:t>
      </w:r>
      <w:r w:rsidR="00087422" w:rsidRPr="00AB453C">
        <w:rPr>
          <w:b w:val="0"/>
        </w:rPr>
        <w:t>of Section</w:t>
      </w:r>
      <w:r w:rsidR="00087422" w:rsidRPr="00AB453C">
        <w:t xml:space="preserve"> IV </w:t>
      </w:r>
      <w:r w:rsidR="00087422" w:rsidRPr="00AB453C">
        <w:rPr>
          <w:b w:val="0"/>
        </w:rPr>
        <w:t>are amended as follows:</w:t>
      </w:r>
    </w:p>
    <w:p w14:paraId="1BF03C06" w14:textId="77777777" w:rsidR="00693B77" w:rsidRPr="00AB453C" w:rsidRDefault="006C17AF" w:rsidP="0055318F">
      <w:pPr>
        <w:pStyle w:val="outlinetxt2"/>
        <w:rPr>
          <w:b w:val="0"/>
        </w:rPr>
      </w:pPr>
      <w:r w:rsidRPr="00AB453C">
        <w:tab/>
      </w:r>
      <w:r w:rsidR="00902ED2" w:rsidRPr="00AB453C">
        <w:t>1</w:t>
      </w:r>
      <w:r w:rsidRPr="00AB453C">
        <w:t>.</w:t>
      </w:r>
      <w:r w:rsidRPr="00AB453C">
        <w:tab/>
      </w:r>
      <w:r w:rsidRPr="00AB453C">
        <w:rPr>
          <w:b w:val="0"/>
        </w:rPr>
        <w:t>Paragraph</w:t>
      </w:r>
      <w:r w:rsidRPr="00AB453C">
        <w:t xml:space="preserve"> A.2.b.(3) </w:t>
      </w:r>
      <w:r w:rsidRPr="00AB453C">
        <w:rPr>
          <w:b w:val="0"/>
        </w:rPr>
        <w:t>of the</w:t>
      </w:r>
      <w:r w:rsidRPr="00AB453C">
        <w:t xml:space="preserve"> Duties In The Event Of Accident, Claim</w:t>
      </w:r>
      <w:r w:rsidR="00DD3FD0">
        <w:t>, Suit</w:t>
      </w:r>
      <w:r w:rsidRPr="00AB453C">
        <w:t xml:space="preserve"> Or Loss</w:t>
      </w:r>
      <w:r w:rsidRPr="00AB453C">
        <w:rPr>
          <w:b w:val="0"/>
        </w:rPr>
        <w:t xml:space="preserve"> Condition is replaced by the following:</w:t>
      </w:r>
    </w:p>
    <w:p w14:paraId="1BF03C07" w14:textId="77777777" w:rsidR="00693B77" w:rsidRPr="00AB453C" w:rsidRDefault="006C17AF" w:rsidP="0055318F">
      <w:pPr>
        <w:pStyle w:val="outlinetxt3"/>
        <w:rPr>
          <w:b w:val="0"/>
        </w:rPr>
      </w:pPr>
      <w:r w:rsidRPr="00AB453C">
        <w:tab/>
        <w:t>b.</w:t>
      </w:r>
      <w:r w:rsidRPr="00AB453C">
        <w:tab/>
      </w:r>
      <w:r w:rsidRPr="00AB453C">
        <w:rPr>
          <w:b w:val="0"/>
        </w:rPr>
        <w:t>Additionally, you and any other involved "insured" must:</w:t>
      </w:r>
    </w:p>
    <w:p w14:paraId="1BF03C08" w14:textId="77777777" w:rsidR="00693B77" w:rsidRPr="00AB453C" w:rsidRDefault="006C17AF" w:rsidP="0055318F">
      <w:pPr>
        <w:pStyle w:val="outlinetxt4"/>
        <w:rPr>
          <w:b w:val="0"/>
        </w:rPr>
      </w:pPr>
      <w:r w:rsidRPr="00AB453C">
        <w:tab/>
        <w:t>(3)</w:t>
      </w:r>
      <w:r w:rsidRPr="00AB453C">
        <w:tab/>
      </w:r>
      <w:r w:rsidRPr="00AB453C">
        <w:rPr>
          <w:b w:val="0"/>
        </w:rPr>
        <w:t xml:space="preserve">Cooperate with us in the investigation, settlement or </w:t>
      </w:r>
      <w:r w:rsidRPr="00AB453C">
        <w:rPr>
          <w:b w:val="0"/>
        </w:rPr>
        <w:t>defense of the claim or "suit". The "insured" will be deemed not to have cooperated with us only if his or her failure or refusal to do so harms our defense of an action for damages.</w:t>
      </w:r>
    </w:p>
    <w:p w14:paraId="1BF03C09" w14:textId="77777777" w:rsidR="00693B77" w:rsidRPr="00AB453C" w:rsidRDefault="006C17AF" w:rsidP="0055318F">
      <w:pPr>
        <w:pStyle w:val="outlinetxt2"/>
        <w:rPr>
          <w:b w:val="0"/>
        </w:rPr>
      </w:pPr>
      <w:r w:rsidRPr="00AB453C">
        <w:tab/>
      </w:r>
      <w:r w:rsidR="00902ED2" w:rsidRPr="00AB453C">
        <w:t>2</w:t>
      </w:r>
      <w:r w:rsidRPr="00AB453C">
        <w:t>.</w:t>
      </w:r>
      <w:r w:rsidRPr="00AB453C">
        <w:tab/>
      </w:r>
      <w:r w:rsidRPr="00AB453C">
        <w:rPr>
          <w:b w:val="0"/>
        </w:rPr>
        <w:t>Paragraph</w:t>
      </w:r>
      <w:r w:rsidRPr="00AB453C">
        <w:t xml:space="preserve"> A.2.c. </w:t>
      </w:r>
      <w:r w:rsidRPr="00AB453C">
        <w:rPr>
          <w:b w:val="0"/>
        </w:rPr>
        <w:t>of</w:t>
      </w:r>
      <w:r w:rsidRPr="00AB453C">
        <w:t xml:space="preserve"> </w:t>
      </w:r>
      <w:r w:rsidRPr="00AB453C">
        <w:rPr>
          <w:b w:val="0"/>
        </w:rPr>
        <w:t>the</w:t>
      </w:r>
      <w:r w:rsidRPr="00AB453C">
        <w:t xml:space="preserve"> Duties In The Event Of Accident, Claim</w:t>
      </w:r>
      <w:r w:rsidR="00DD3FD0">
        <w:t>, Suit</w:t>
      </w:r>
      <w:r w:rsidRPr="00AB453C">
        <w:t xml:space="preserve"> Or Loss </w:t>
      </w:r>
      <w:r w:rsidRPr="00AB453C">
        <w:rPr>
          <w:b w:val="0"/>
        </w:rPr>
        <w:t>Condition is replaced by the following:</w:t>
      </w:r>
    </w:p>
    <w:p w14:paraId="1BF03C0A" w14:textId="77777777" w:rsidR="00693B77" w:rsidRPr="00AB453C" w:rsidRDefault="006C17AF" w:rsidP="0055318F">
      <w:pPr>
        <w:pStyle w:val="outlinetxt3"/>
        <w:rPr>
          <w:b w:val="0"/>
        </w:rPr>
      </w:pPr>
      <w:r w:rsidRPr="00AB453C">
        <w:tab/>
        <w:t>c.</w:t>
      </w:r>
      <w:r w:rsidRPr="00AB453C">
        <w:tab/>
      </w:r>
      <w:r w:rsidRPr="00AB453C">
        <w:rPr>
          <w:b w:val="0"/>
        </w:rPr>
        <w:t>If there is a "loss"</w:t>
      </w:r>
      <w:r w:rsidRPr="00AB453C">
        <w:t xml:space="preserve"> </w:t>
      </w:r>
      <w:r w:rsidRPr="00AB453C">
        <w:rPr>
          <w:b w:val="0"/>
        </w:rPr>
        <w:t>to a covered "auto"</w:t>
      </w:r>
      <w:r w:rsidRPr="00AB453C">
        <w:t xml:space="preserve"> </w:t>
      </w:r>
      <w:r w:rsidRPr="00AB453C">
        <w:rPr>
          <w:b w:val="0"/>
        </w:rPr>
        <w:t>or its equipment, you must also do the following, but only with respect to a Physical Damage claim:</w:t>
      </w:r>
    </w:p>
    <w:p w14:paraId="1BF03C0B" w14:textId="77777777" w:rsidR="00693B77" w:rsidRPr="00AB453C" w:rsidRDefault="006C17AF" w:rsidP="0055318F">
      <w:pPr>
        <w:pStyle w:val="outlinetxt4"/>
        <w:rPr>
          <w:b w:val="0"/>
        </w:rPr>
      </w:pPr>
      <w:r w:rsidRPr="00AB453C">
        <w:tab/>
        <w:t>(1)</w:t>
      </w:r>
      <w:r w:rsidRPr="00AB453C">
        <w:tab/>
      </w:r>
      <w:r w:rsidRPr="00AB453C">
        <w:rPr>
          <w:b w:val="0"/>
        </w:rPr>
        <w:t>Promptly not</w:t>
      </w:r>
      <w:r w:rsidRPr="00AB453C">
        <w:rPr>
          <w:b w:val="0"/>
        </w:rPr>
        <w:t>ify the police if the covered "auto" or any of its equipment is stolen.</w:t>
      </w:r>
    </w:p>
    <w:p w14:paraId="1BF03C0C" w14:textId="77777777" w:rsidR="00693B77" w:rsidRPr="00AB453C" w:rsidRDefault="006C17AF" w:rsidP="0055318F">
      <w:pPr>
        <w:pStyle w:val="outlinetxt4"/>
        <w:rPr>
          <w:b w:val="0"/>
        </w:rPr>
      </w:pPr>
      <w:r w:rsidRPr="00AB453C">
        <w:rPr>
          <w:b w:val="0"/>
        </w:rPr>
        <w:tab/>
      </w:r>
      <w:r w:rsidRPr="00AB453C">
        <w:t>(2)</w:t>
      </w:r>
      <w:r w:rsidRPr="00AB453C">
        <w:tab/>
      </w:r>
      <w:r w:rsidRPr="00AB453C">
        <w:rPr>
          <w:b w:val="0"/>
        </w:rPr>
        <w:t>Do what is reasonably necessary to protect the covered "auto" from further damage. Also keep a record of your expenses for payment in the settlement claim.</w:t>
      </w:r>
    </w:p>
    <w:p w14:paraId="1BF03C0D" w14:textId="77777777" w:rsidR="00693B77" w:rsidRPr="00AB453C" w:rsidRDefault="006C17AF" w:rsidP="0055318F">
      <w:pPr>
        <w:pStyle w:val="outlinetxt4"/>
        <w:rPr>
          <w:b w:val="0"/>
        </w:rPr>
      </w:pPr>
      <w:r w:rsidRPr="00AB453C">
        <w:tab/>
        <w:t>(3)</w:t>
      </w:r>
      <w:r w:rsidRPr="00AB453C">
        <w:tab/>
      </w:r>
      <w:r w:rsidRPr="00AB453C">
        <w:rPr>
          <w:b w:val="0"/>
        </w:rPr>
        <w:t xml:space="preserve">Permit us to </w:t>
      </w:r>
      <w:r w:rsidRPr="00AB453C">
        <w:rPr>
          <w:b w:val="0"/>
        </w:rPr>
        <w:t>inspect the covered "auto" and records proving the "loss" before its repair or disposition.</w:t>
      </w:r>
    </w:p>
    <w:p w14:paraId="1BF03C0E" w14:textId="77777777" w:rsidR="00693B77" w:rsidRPr="00AB453C" w:rsidRDefault="006C17AF" w:rsidP="0055318F">
      <w:pPr>
        <w:pStyle w:val="outlinetxt4"/>
        <w:rPr>
          <w:b w:val="0"/>
        </w:rPr>
      </w:pPr>
      <w:r w:rsidRPr="00AB453C">
        <w:rPr>
          <w:b w:val="0"/>
        </w:rPr>
        <w:tab/>
      </w:r>
      <w:r w:rsidRPr="00AB453C">
        <w:t>(4)</w:t>
      </w:r>
      <w:r w:rsidRPr="00AB453C">
        <w:rPr>
          <w:b w:val="0"/>
        </w:rPr>
        <w:tab/>
        <w:t>Agree to examinations under oath at our request and give us a signed statement of your answers.</w:t>
      </w:r>
    </w:p>
    <w:p w14:paraId="1BF03C0F" w14:textId="77777777" w:rsidR="00693B77" w:rsidRPr="00AB453C" w:rsidRDefault="006C17AF" w:rsidP="0055318F">
      <w:pPr>
        <w:pStyle w:val="outlinetxt2"/>
        <w:rPr>
          <w:b w:val="0"/>
        </w:rPr>
      </w:pPr>
      <w:r w:rsidRPr="00AB453C">
        <w:tab/>
      </w:r>
      <w:r w:rsidR="00902ED2" w:rsidRPr="00AB453C">
        <w:t>3</w:t>
      </w:r>
      <w:r w:rsidRPr="00AB453C">
        <w:t>.</w:t>
      </w:r>
      <w:r w:rsidRPr="00AB453C">
        <w:tab/>
      </w:r>
      <w:r w:rsidRPr="00AB453C">
        <w:rPr>
          <w:b w:val="0"/>
        </w:rPr>
        <w:t>Paragraph</w:t>
      </w:r>
      <w:r w:rsidRPr="00AB453C">
        <w:t xml:space="preserve"> A.4. </w:t>
      </w:r>
      <w:r w:rsidRPr="00AB453C">
        <w:rPr>
          <w:b w:val="0"/>
        </w:rPr>
        <w:t>of the</w:t>
      </w:r>
      <w:r w:rsidRPr="00AB453C">
        <w:t xml:space="preserve"> Loss Payment – Physical Damage Covera</w:t>
      </w:r>
      <w:r w:rsidRPr="00AB453C">
        <w:t>ges</w:t>
      </w:r>
      <w:r w:rsidRPr="00AB453C">
        <w:rPr>
          <w:b w:val="0"/>
        </w:rPr>
        <w:t xml:space="preserve"> Condition is replaced by the following:</w:t>
      </w:r>
    </w:p>
    <w:p w14:paraId="1BF03C10" w14:textId="77777777" w:rsidR="00693B77" w:rsidRPr="00AB453C" w:rsidRDefault="006C17AF" w:rsidP="0055318F">
      <w:pPr>
        <w:pStyle w:val="blocktext3"/>
      </w:pPr>
      <w:r w:rsidRPr="00AB453C">
        <w:t>At our option, we may:</w:t>
      </w:r>
    </w:p>
    <w:p w14:paraId="1BF03C11" w14:textId="77777777" w:rsidR="00693B77" w:rsidRPr="00AB453C" w:rsidRDefault="006C17AF" w:rsidP="0055318F">
      <w:pPr>
        <w:pStyle w:val="outlinetxt3"/>
        <w:rPr>
          <w:b w:val="0"/>
        </w:rPr>
      </w:pPr>
      <w:r w:rsidRPr="00AB453C">
        <w:tab/>
        <w:t>a.</w:t>
      </w:r>
      <w:r w:rsidRPr="00AB453C">
        <w:tab/>
      </w:r>
      <w:r w:rsidRPr="00AB453C">
        <w:rPr>
          <w:b w:val="0"/>
        </w:rPr>
        <w:t>Pay for, repair or replace damaged or stolen property;</w:t>
      </w:r>
    </w:p>
    <w:p w14:paraId="1BF03C12" w14:textId="77777777" w:rsidR="00693B77" w:rsidRPr="00AB453C" w:rsidRDefault="006C17AF" w:rsidP="0055318F">
      <w:pPr>
        <w:pStyle w:val="outlinetxt3"/>
        <w:rPr>
          <w:b w:val="0"/>
        </w:rPr>
      </w:pPr>
      <w:r w:rsidRPr="00AB453C">
        <w:rPr>
          <w:b w:val="0"/>
        </w:rPr>
        <w:tab/>
      </w:r>
      <w:r w:rsidRPr="00AB453C">
        <w:t>b.</w:t>
      </w:r>
      <w:r w:rsidRPr="00AB453C">
        <w:tab/>
      </w:r>
      <w:r w:rsidRPr="00AB453C">
        <w:rPr>
          <w:b w:val="0"/>
        </w:rPr>
        <w:t>Return the stolen</w:t>
      </w:r>
      <w:r w:rsidRPr="00AB453C">
        <w:t xml:space="preserve"> </w:t>
      </w:r>
      <w:r w:rsidRPr="00AB453C">
        <w:rPr>
          <w:b w:val="0"/>
        </w:rPr>
        <w:t xml:space="preserve">property, at our expense. We will pay for any damage that results to the "auto" from the theft; or </w:t>
      </w:r>
    </w:p>
    <w:p w14:paraId="1BF03C13" w14:textId="77777777" w:rsidR="00693B77" w:rsidRPr="00AB453C" w:rsidRDefault="006C17AF" w:rsidP="0055318F">
      <w:pPr>
        <w:pStyle w:val="outlinetxt3"/>
        <w:rPr>
          <w:b w:val="0"/>
        </w:rPr>
      </w:pPr>
      <w:r w:rsidRPr="00AB453C">
        <w:rPr>
          <w:b w:val="0"/>
        </w:rPr>
        <w:tab/>
      </w:r>
      <w:r w:rsidRPr="00AB453C">
        <w:t>c.</w:t>
      </w:r>
      <w:r w:rsidRPr="00AB453C">
        <w:tab/>
      </w:r>
      <w:r w:rsidRPr="00AB453C">
        <w:rPr>
          <w:b w:val="0"/>
        </w:rPr>
        <w:t>Take</w:t>
      </w:r>
      <w:r w:rsidRPr="00AB453C">
        <w:rPr>
          <w:b w:val="0"/>
        </w:rPr>
        <w:t xml:space="preserve"> all or any part of the damaged or stolen property at an agreed or appraised value.</w:t>
      </w:r>
    </w:p>
    <w:p w14:paraId="1BF03C14" w14:textId="77777777" w:rsidR="00693B77" w:rsidRPr="00AB453C" w:rsidRDefault="006C17AF" w:rsidP="0055318F">
      <w:pPr>
        <w:pStyle w:val="blocktext3"/>
      </w:pPr>
      <w:r>
        <w:br w:type="column"/>
      </w:r>
      <w:r w:rsidR="00087422" w:rsidRPr="00AB453C">
        <w:t>If we pay for the "loss", our payment will include:</w:t>
      </w:r>
    </w:p>
    <w:p w14:paraId="1BF03C15" w14:textId="77777777" w:rsidR="00693B77" w:rsidRPr="00AB453C" w:rsidRDefault="006C17AF" w:rsidP="0055318F">
      <w:pPr>
        <w:pStyle w:val="outlinetxt4"/>
      </w:pPr>
      <w:r w:rsidRPr="00AB453C">
        <w:tab/>
        <w:t>(1)</w:t>
      </w:r>
      <w:r w:rsidRPr="00AB453C">
        <w:tab/>
      </w:r>
      <w:r w:rsidRPr="00AB453C">
        <w:rPr>
          <w:b w:val="0"/>
        </w:rPr>
        <w:t>The applicable sales and use tax for the damaged or stolen property;</w:t>
      </w:r>
    </w:p>
    <w:p w14:paraId="1BF03C16" w14:textId="77777777" w:rsidR="00693B77" w:rsidRPr="00AB453C" w:rsidRDefault="006C17AF" w:rsidP="0055318F">
      <w:pPr>
        <w:pStyle w:val="outlinetxt4"/>
        <w:rPr>
          <w:b w:val="0"/>
        </w:rPr>
      </w:pPr>
      <w:r w:rsidRPr="00AB453C">
        <w:tab/>
        <w:t>(2)</w:t>
      </w:r>
      <w:r w:rsidRPr="00AB453C">
        <w:tab/>
      </w:r>
      <w:r w:rsidRPr="00AB453C">
        <w:rPr>
          <w:b w:val="0"/>
        </w:rPr>
        <w:t>Any applicable titling and license trans</w:t>
      </w:r>
      <w:r w:rsidRPr="00AB453C">
        <w:rPr>
          <w:b w:val="0"/>
        </w:rPr>
        <w:t>fer fees incurred in obtaining a replacement vehicle in the event of a total "loss" to a covered "auto"; and</w:t>
      </w:r>
    </w:p>
    <w:p w14:paraId="1BF03C17" w14:textId="77777777" w:rsidR="00693B77" w:rsidRPr="00AB453C" w:rsidRDefault="006C17AF" w:rsidP="0055318F">
      <w:pPr>
        <w:pStyle w:val="outlinetxt4"/>
        <w:rPr>
          <w:b w:val="0"/>
        </w:rPr>
      </w:pPr>
      <w:r w:rsidRPr="00AB453C">
        <w:tab/>
        <w:t>(3)</w:t>
      </w:r>
      <w:r w:rsidRPr="00AB453C">
        <w:tab/>
      </w:r>
      <w:r w:rsidRPr="00AB453C">
        <w:rPr>
          <w:b w:val="0"/>
        </w:rPr>
        <w:t>Any applicable general average, salvage or disposal charges.</w:t>
      </w:r>
    </w:p>
    <w:p w14:paraId="1BF03C18" w14:textId="77777777" w:rsidR="00693B77" w:rsidRPr="00AB453C" w:rsidRDefault="006C17AF" w:rsidP="0055318F">
      <w:pPr>
        <w:pStyle w:val="outlinetxt2"/>
        <w:rPr>
          <w:b w:val="0"/>
        </w:rPr>
      </w:pPr>
      <w:r w:rsidRPr="00AB453C">
        <w:tab/>
      </w:r>
      <w:r w:rsidR="00902ED2" w:rsidRPr="00AB453C">
        <w:t>4</w:t>
      </w:r>
      <w:r w:rsidRPr="00AB453C">
        <w:t>.</w:t>
      </w:r>
      <w:r w:rsidRPr="00AB453C">
        <w:tab/>
      </w:r>
      <w:r w:rsidRPr="00AB453C">
        <w:rPr>
          <w:b w:val="0"/>
        </w:rPr>
        <w:t xml:space="preserve">Paragraph </w:t>
      </w:r>
      <w:r w:rsidRPr="00AB453C">
        <w:t xml:space="preserve">B.2. Concealment, Misrepresentation Or Fraud </w:t>
      </w:r>
      <w:r w:rsidRPr="00AB453C">
        <w:rPr>
          <w:b w:val="0"/>
        </w:rPr>
        <w:t xml:space="preserve">Condition is replaced </w:t>
      </w:r>
      <w:r w:rsidRPr="00AB453C">
        <w:rPr>
          <w:b w:val="0"/>
        </w:rPr>
        <w:t>by the following:</w:t>
      </w:r>
    </w:p>
    <w:p w14:paraId="1BF03C19" w14:textId="77777777" w:rsidR="00693B77" w:rsidRPr="00AB453C" w:rsidRDefault="006C17AF" w:rsidP="0055318F">
      <w:pPr>
        <w:pStyle w:val="blocktext3"/>
      </w:pPr>
      <w:r w:rsidRPr="00AB453C">
        <w:t>Coverage for your claim under this Coverage Form is void in any case of fraud by you at any time as it relates to the Coverage Form. It is also void if you, at any time, intentionally conceal or misrepresent a material fact concerning:</w:t>
      </w:r>
    </w:p>
    <w:p w14:paraId="1BF03C1A" w14:textId="77777777" w:rsidR="00693B77" w:rsidRPr="00AB453C" w:rsidRDefault="006C17AF" w:rsidP="0055318F">
      <w:pPr>
        <w:pStyle w:val="outlinetxt3"/>
      </w:pPr>
      <w:r w:rsidRPr="00AB453C">
        <w:tab/>
        <w:t>a</w:t>
      </w:r>
      <w:r w:rsidRPr="00AB453C">
        <w:t>.</w:t>
      </w:r>
      <w:r w:rsidRPr="00AB453C">
        <w:tab/>
      </w:r>
      <w:r w:rsidRPr="00AB453C">
        <w:rPr>
          <w:b w:val="0"/>
        </w:rPr>
        <w:t>This Coverage Form;</w:t>
      </w:r>
    </w:p>
    <w:p w14:paraId="1BF03C1B" w14:textId="77777777" w:rsidR="00693B77" w:rsidRPr="00AB453C" w:rsidRDefault="006C17AF" w:rsidP="0055318F">
      <w:pPr>
        <w:pStyle w:val="outlinetxt3"/>
        <w:rPr>
          <w:b w:val="0"/>
        </w:rPr>
      </w:pPr>
      <w:r w:rsidRPr="00AB453C">
        <w:tab/>
        <w:t>b.</w:t>
      </w:r>
      <w:r w:rsidRPr="00AB453C">
        <w:tab/>
      </w:r>
      <w:r w:rsidRPr="00AB453C">
        <w:rPr>
          <w:b w:val="0"/>
        </w:rPr>
        <w:t>The covered "auto";</w:t>
      </w:r>
    </w:p>
    <w:p w14:paraId="1BF03C1C" w14:textId="77777777" w:rsidR="00693B77" w:rsidRPr="00AB453C" w:rsidRDefault="006C17AF" w:rsidP="0055318F">
      <w:pPr>
        <w:pStyle w:val="outlinetxt3"/>
        <w:rPr>
          <w:b w:val="0"/>
        </w:rPr>
      </w:pPr>
      <w:r w:rsidRPr="00AB453C">
        <w:rPr>
          <w:b w:val="0"/>
        </w:rPr>
        <w:tab/>
      </w:r>
      <w:r w:rsidRPr="00AB453C">
        <w:t>c.</w:t>
      </w:r>
      <w:r w:rsidRPr="00AB453C">
        <w:tab/>
      </w:r>
      <w:r w:rsidRPr="00AB453C">
        <w:rPr>
          <w:b w:val="0"/>
        </w:rPr>
        <w:t>Your interest in the covered "auto"; or</w:t>
      </w:r>
    </w:p>
    <w:p w14:paraId="1BF03C1D" w14:textId="77777777" w:rsidR="00693B77" w:rsidRPr="00AB453C" w:rsidRDefault="006C17AF" w:rsidP="0055318F">
      <w:pPr>
        <w:pStyle w:val="outlinetxt3"/>
        <w:rPr>
          <w:b w:val="0"/>
        </w:rPr>
      </w:pPr>
      <w:r w:rsidRPr="00AB453C">
        <w:rPr>
          <w:b w:val="0"/>
        </w:rPr>
        <w:tab/>
      </w:r>
      <w:r w:rsidRPr="00AB453C">
        <w:t>d.</w:t>
      </w:r>
      <w:r w:rsidRPr="00AB453C">
        <w:tab/>
      </w:r>
      <w:r w:rsidRPr="00AB453C">
        <w:rPr>
          <w:b w:val="0"/>
        </w:rPr>
        <w:t>A claim under this Coverage Form.</w:t>
      </w:r>
    </w:p>
    <w:p w14:paraId="1BF03C1E" w14:textId="77777777" w:rsidR="00693B77" w:rsidRPr="00AB453C" w:rsidRDefault="006C17AF" w:rsidP="0055318F">
      <w:pPr>
        <w:pStyle w:val="outlinetxt2"/>
        <w:rPr>
          <w:b w:val="0"/>
        </w:rPr>
      </w:pPr>
      <w:r w:rsidRPr="00AB453C">
        <w:tab/>
      </w:r>
      <w:r w:rsidR="00902ED2" w:rsidRPr="00AB453C">
        <w:t>5</w:t>
      </w:r>
      <w:r w:rsidRPr="00AB453C">
        <w:t>.</w:t>
      </w:r>
      <w:r w:rsidRPr="00AB453C">
        <w:tab/>
      </w:r>
      <w:r w:rsidRPr="00AB453C">
        <w:rPr>
          <w:b w:val="0"/>
        </w:rPr>
        <w:t>Paragraph</w:t>
      </w:r>
      <w:r w:rsidRPr="00AB453C">
        <w:t xml:space="preserve"> B.5.b. </w:t>
      </w:r>
      <w:r w:rsidRPr="00AB453C">
        <w:rPr>
          <w:b w:val="0"/>
        </w:rPr>
        <w:t>of the</w:t>
      </w:r>
      <w:r w:rsidRPr="00AB453C">
        <w:t xml:space="preserve"> Other Insurance </w:t>
      </w:r>
      <w:r w:rsidRPr="00AB453C">
        <w:rPr>
          <w:b w:val="0"/>
        </w:rPr>
        <w:t>Condition is replaced by the following:</w:t>
      </w:r>
    </w:p>
    <w:p w14:paraId="1BF03C1F" w14:textId="77777777" w:rsidR="00693B77" w:rsidRPr="0017071E" w:rsidRDefault="006C17AF" w:rsidP="0055318F">
      <w:pPr>
        <w:pStyle w:val="outlinetxt3"/>
        <w:rPr>
          <w:b w:val="0"/>
        </w:rPr>
      </w:pPr>
      <w:r w:rsidRPr="0017071E">
        <w:rPr>
          <w:b w:val="0"/>
        </w:rPr>
        <w:tab/>
      </w:r>
      <w:r w:rsidRPr="0017071E">
        <w:t>b.</w:t>
      </w:r>
      <w:r w:rsidRPr="0017071E">
        <w:tab/>
      </w:r>
      <w:r w:rsidR="00087422" w:rsidRPr="0017071E">
        <w:rPr>
          <w:b w:val="0"/>
        </w:rPr>
        <w:t>For Hired Auto Physical Damage Coverage, any covered "auto" you lease, hire, rent or borrow is deemed to be a covered "auto" you own. However, any "auto" that is leased, hired, rented or borrowed with a driver is deemed to be a covered "auto" you don't own.</w:t>
      </w:r>
    </w:p>
    <w:p w14:paraId="1BF03C20" w14:textId="77777777" w:rsidR="00693B77" w:rsidRPr="00AB453C" w:rsidRDefault="006C17AF" w:rsidP="0055318F">
      <w:pPr>
        <w:pStyle w:val="outlinetxt2"/>
      </w:pPr>
      <w:r w:rsidRPr="00AB453C">
        <w:rPr>
          <w:b w:val="0"/>
        </w:rPr>
        <w:tab/>
      </w:r>
      <w:r w:rsidR="00902ED2" w:rsidRPr="00AB453C">
        <w:t>6</w:t>
      </w:r>
      <w:r w:rsidRPr="00AB453C">
        <w:t>.</w:t>
      </w:r>
      <w:r w:rsidRPr="00AB453C">
        <w:tab/>
      </w:r>
      <w:r w:rsidRPr="00AB453C">
        <w:rPr>
          <w:b w:val="0"/>
        </w:rPr>
        <w:t xml:space="preserve">Paragraph </w:t>
      </w:r>
      <w:r w:rsidRPr="00AB453C">
        <w:t>B.6.</w:t>
      </w:r>
      <w:r w:rsidRPr="00AB453C">
        <w:rPr>
          <w:b w:val="0"/>
        </w:rPr>
        <w:t xml:space="preserve"> </w:t>
      </w:r>
      <w:r w:rsidRPr="00AB453C">
        <w:t>Premium Audit</w:t>
      </w:r>
      <w:r w:rsidRPr="00AB453C">
        <w:rPr>
          <w:b w:val="0"/>
        </w:rPr>
        <w:t xml:space="preserve"> Condition is replaced by the following:</w:t>
      </w:r>
    </w:p>
    <w:p w14:paraId="1BF03C21" w14:textId="77777777" w:rsidR="00693B77" w:rsidRPr="00AB453C" w:rsidRDefault="006C17AF" w:rsidP="0055318F">
      <w:pPr>
        <w:pStyle w:val="blocktext3"/>
      </w:pPr>
      <w:r w:rsidRPr="00AB453C">
        <w:t xml:space="preserve">The estimated premium for this Coverage Form is based on the exposures you told us you would have when this </w:t>
      </w:r>
      <w:r w:rsidR="00696461" w:rsidRPr="00AB453C">
        <w:t>P</w:t>
      </w:r>
      <w:r w:rsidRPr="00AB453C">
        <w:t>olicy began. We will compute the final premium due when we determine you</w:t>
      </w:r>
      <w:r w:rsidRPr="00AB453C">
        <w:t>r actual exposures. The estimated total premium will be credited against the final premium due and the first Named Insured will be billed for the balance, if any. The due date for the final premium or retrospective premium is the date shown as the due date</w:t>
      </w:r>
      <w:r w:rsidRPr="00AB453C">
        <w:t xml:space="preserve"> on the bill. If the estimated total premium exceeds the final premium due, the first Named Insured will get a refund.</w:t>
      </w:r>
    </w:p>
    <w:p w14:paraId="1BF03C22" w14:textId="77777777" w:rsidR="00693B77" w:rsidRDefault="006C17AF" w:rsidP="0055318F">
      <w:pPr>
        <w:pStyle w:val="outlinetxt2"/>
        <w:rPr>
          <w:b w:val="0"/>
        </w:rPr>
      </w:pPr>
      <w:r w:rsidRPr="00AB453C">
        <w:tab/>
      </w:r>
      <w:r w:rsidR="00902ED2" w:rsidRPr="00AB453C">
        <w:t>7</w:t>
      </w:r>
      <w:r w:rsidRPr="00AB453C">
        <w:t>.</w:t>
      </w:r>
      <w:r w:rsidRPr="00AB453C">
        <w:tab/>
      </w:r>
      <w:r w:rsidRPr="00AB453C">
        <w:rPr>
          <w:b w:val="0"/>
        </w:rPr>
        <w:t xml:space="preserve">Paragraph </w:t>
      </w:r>
      <w:r w:rsidRPr="00AB453C">
        <w:t>B.8.</w:t>
      </w:r>
      <w:r w:rsidRPr="00AB453C">
        <w:rPr>
          <w:b w:val="0"/>
        </w:rPr>
        <w:t xml:space="preserve"> of the </w:t>
      </w:r>
      <w:r w:rsidRPr="00AB453C">
        <w:t>Two Or More Coverage Forms Or Policies Issued By Us</w:t>
      </w:r>
      <w:r w:rsidRPr="00AB453C">
        <w:rPr>
          <w:b w:val="0"/>
        </w:rPr>
        <w:t xml:space="preserve"> Condition is deleted.</w:t>
      </w:r>
    </w:p>
    <w:p w14:paraId="1BF03C23" w14:textId="3211EEA4" w:rsidR="00520373" w:rsidRDefault="006C17AF" w:rsidP="0055318F">
      <w:pPr>
        <w:pStyle w:val="outlinetxt2"/>
        <w:rPr>
          <w:b w:val="0"/>
        </w:rPr>
      </w:pPr>
      <w:r>
        <w:rPr>
          <w:b w:val="0"/>
        </w:rPr>
        <w:br w:type="page"/>
      </w:r>
      <w:r w:rsidR="00520373">
        <w:rPr>
          <w:b w:val="0"/>
        </w:rPr>
        <w:lastRenderedPageBreak/>
        <w:tab/>
      </w:r>
      <w:r w:rsidR="00520373" w:rsidRPr="00520373">
        <w:t>8.</w:t>
      </w:r>
      <w:r w:rsidR="00520373">
        <w:rPr>
          <w:b w:val="0"/>
        </w:rPr>
        <w:tab/>
      </w:r>
      <w:r w:rsidR="00BB1AC6">
        <w:rPr>
          <w:b w:val="0"/>
        </w:rPr>
        <w:t xml:space="preserve">Paragraph </w:t>
      </w:r>
      <w:r w:rsidR="00BB1AC6" w:rsidRPr="00BB1AC6">
        <w:t>B.</w:t>
      </w:r>
      <w:r w:rsidR="00BB1AC6">
        <w:rPr>
          <w:b w:val="0"/>
        </w:rPr>
        <w:t xml:space="preserve"> </w:t>
      </w:r>
      <w:r w:rsidR="00520373" w:rsidRPr="0074028D">
        <w:t>General Conditions</w:t>
      </w:r>
      <w:r w:rsidR="00520373">
        <w:rPr>
          <w:b w:val="0"/>
        </w:rPr>
        <w:t xml:space="preserve"> is amended by t</w:t>
      </w:r>
      <w:r w:rsidR="00E41074">
        <w:rPr>
          <w:b w:val="0"/>
        </w:rPr>
        <w:t>he addition of the following</w:t>
      </w:r>
      <w:r w:rsidR="00520373">
        <w:rPr>
          <w:b w:val="0"/>
        </w:rPr>
        <w:t>:</w:t>
      </w:r>
    </w:p>
    <w:p w14:paraId="1BF03C24" w14:textId="77777777" w:rsidR="00520373" w:rsidRPr="00AB453C" w:rsidRDefault="006C17AF" w:rsidP="0055318F">
      <w:pPr>
        <w:pStyle w:val="blocktext3"/>
      </w:pPr>
      <w:r w:rsidRPr="00AB453C">
        <w:t>In</w:t>
      </w:r>
      <w:r w:rsidRPr="00AB453C">
        <w:t xml:space="preserve"> return for the payment of the premium, and subject to all the terms of this Policy, we agree with you to provide the insurance as stated in this Policy.</w:t>
      </w:r>
    </w:p>
    <w:p w14:paraId="1BF03C25" w14:textId="77777777" w:rsidR="00693B77" w:rsidRPr="00AB453C" w:rsidRDefault="006C17AF" w:rsidP="0055318F">
      <w:pPr>
        <w:pStyle w:val="outlinetxt1"/>
        <w:rPr>
          <w:b w:val="0"/>
        </w:rPr>
      </w:pPr>
      <w:r w:rsidRPr="00AB453C">
        <w:tab/>
        <w:t>H.</w:t>
      </w:r>
      <w:r w:rsidRPr="00AB453C">
        <w:tab/>
        <w:t xml:space="preserve">Section V – Definitions </w:t>
      </w:r>
      <w:r w:rsidRPr="00AB453C">
        <w:rPr>
          <w:b w:val="0"/>
        </w:rPr>
        <w:t>is amended as follows:</w:t>
      </w:r>
    </w:p>
    <w:p w14:paraId="1BF03C26" w14:textId="77777777" w:rsidR="00693B77" w:rsidRPr="00AB453C" w:rsidRDefault="006C17AF" w:rsidP="0055318F">
      <w:pPr>
        <w:pStyle w:val="outlinetxt2"/>
        <w:rPr>
          <w:b w:val="0"/>
        </w:rPr>
      </w:pPr>
      <w:r w:rsidRPr="00AB453C">
        <w:tab/>
        <w:t>1.</w:t>
      </w:r>
      <w:r w:rsidRPr="00AB453C">
        <w:tab/>
      </w:r>
      <w:r w:rsidRPr="00AB453C">
        <w:rPr>
          <w:b w:val="0"/>
        </w:rPr>
        <w:t>The "covered pollution cost or expense"</w:t>
      </w:r>
      <w:r w:rsidRPr="00AB453C">
        <w:t xml:space="preserve"> </w:t>
      </w:r>
      <w:r w:rsidRPr="00AB453C">
        <w:rPr>
          <w:b w:val="0"/>
        </w:rPr>
        <w:t>definit</w:t>
      </w:r>
      <w:r w:rsidRPr="00AB453C">
        <w:rPr>
          <w:b w:val="0"/>
        </w:rPr>
        <w:t>ion is deleted.</w:t>
      </w:r>
    </w:p>
    <w:p w14:paraId="1BF03C27" w14:textId="77777777" w:rsidR="00693B77" w:rsidRPr="00AB453C" w:rsidRDefault="006C17AF" w:rsidP="0055318F">
      <w:pPr>
        <w:pStyle w:val="outlinetxt2"/>
        <w:rPr>
          <w:b w:val="0"/>
        </w:rPr>
      </w:pPr>
      <w:r w:rsidRPr="00AB453C">
        <w:rPr>
          <w:b w:val="0"/>
        </w:rPr>
        <w:tab/>
      </w:r>
      <w:r w:rsidRPr="00AB453C">
        <w:t>2.</w:t>
      </w:r>
      <w:r w:rsidRPr="00AB453C">
        <w:tab/>
      </w:r>
      <w:r w:rsidRPr="00AB453C">
        <w:rPr>
          <w:b w:val="0"/>
        </w:rPr>
        <w:t>Exceptions</w:t>
      </w:r>
      <w:r w:rsidRPr="00AB453C">
        <w:t xml:space="preserve"> b.</w:t>
      </w:r>
      <w:r w:rsidRPr="00AB453C">
        <w:rPr>
          <w:b w:val="0"/>
        </w:rPr>
        <w:t xml:space="preserve"> and </w:t>
      </w:r>
      <w:r w:rsidRPr="00AB453C">
        <w:t>c.</w:t>
      </w:r>
      <w:r w:rsidRPr="00AB453C">
        <w:rPr>
          <w:b w:val="0"/>
        </w:rPr>
        <w:t xml:space="preserve"> to the "insured contract" definition are deleted.</w:t>
      </w:r>
    </w:p>
    <w:p w14:paraId="1BF03C28" w14:textId="77777777" w:rsidR="00693B77" w:rsidRPr="00AB453C" w:rsidRDefault="006C17AF" w:rsidP="0055318F">
      <w:pPr>
        <w:pStyle w:val="outlinetxt2"/>
        <w:rPr>
          <w:b w:val="0"/>
        </w:rPr>
      </w:pPr>
      <w:r w:rsidRPr="00AB453C">
        <w:tab/>
        <w:t>3.</w:t>
      </w:r>
      <w:r w:rsidRPr="00AB453C">
        <w:tab/>
      </w:r>
      <w:r w:rsidRPr="00AB453C">
        <w:rPr>
          <w:b w:val="0"/>
        </w:rPr>
        <w:t>The definition of "suit" is replaced by the following:</w:t>
      </w:r>
    </w:p>
    <w:p w14:paraId="1BF03C29" w14:textId="77777777" w:rsidR="00693B77" w:rsidRPr="00AB453C" w:rsidRDefault="006C17AF" w:rsidP="0055318F">
      <w:pPr>
        <w:pStyle w:val="blocktext3"/>
      </w:pPr>
      <w:r w:rsidRPr="00AB453C">
        <w:t>"Suit" means a civil proceeding in which damages because of "bodily injury" or "property damage", to which</w:t>
      </w:r>
      <w:r w:rsidRPr="00AB453C">
        <w:t xml:space="preserve"> this insurance applies, are alleged.</w:t>
      </w:r>
    </w:p>
    <w:p w14:paraId="1BF03C2A" w14:textId="77777777" w:rsidR="00693B77" w:rsidRPr="00AB453C" w:rsidRDefault="006C17AF" w:rsidP="0055318F">
      <w:pPr>
        <w:pStyle w:val="blocktext3"/>
      </w:pPr>
      <w:r>
        <w:br w:type="column"/>
      </w:r>
      <w:r w:rsidR="00087422" w:rsidRPr="00AB453C">
        <w:t>"Suit" includes:</w:t>
      </w:r>
    </w:p>
    <w:p w14:paraId="1BF03C2B" w14:textId="77777777" w:rsidR="00693B77" w:rsidRPr="00AB453C" w:rsidRDefault="006C17AF" w:rsidP="0055318F">
      <w:pPr>
        <w:pStyle w:val="outlinetxt3"/>
        <w:rPr>
          <w:b w:val="0"/>
        </w:rPr>
      </w:pPr>
      <w:r w:rsidRPr="00AB453C">
        <w:tab/>
        <w:t>a.</w:t>
      </w:r>
      <w:r w:rsidRPr="00AB453C">
        <w:tab/>
      </w:r>
      <w:r w:rsidRPr="00AB453C">
        <w:rPr>
          <w:b w:val="0"/>
        </w:rPr>
        <w:t>An arbitration proceeding in which such damages are claimed and to which the "insured" must submit or does submit with our consent; or</w:t>
      </w:r>
    </w:p>
    <w:p w14:paraId="1BF03C2C" w14:textId="77777777" w:rsidR="00693B77" w:rsidRPr="00AB453C" w:rsidRDefault="006C17AF" w:rsidP="0055318F">
      <w:pPr>
        <w:pStyle w:val="outlinetxt3"/>
        <w:rPr>
          <w:b w:val="0"/>
        </w:rPr>
      </w:pPr>
      <w:r w:rsidRPr="00AB453C">
        <w:rPr>
          <w:b w:val="0"/>
        </w:rPr>
        <w:tab/>
      </w:r>
      <w:r w:rsidRPr="00AB453C">
        <w:t>b.</w:t>
      </w:r>
      <w:r w:rsidRPr="00AB453C">
        <w:tab/>
      </w:r>
      <w:r w:rsidRPr="00AB453C">
        <w:rPr>
          <w:b w:val="0"/>
        </w:rPr>
        <w:t>Any other alternative dispute resolution proceeding in wh</w:t>
      </w:r>
      <w:r w:rsidRPr="00AB453C">
        <w:rPr>
          <w:b w:val="0"/>
        </w:rPr>
        <w:t>ich such damages are claimed and to which the "insured" submits with our consent.</w:t>
      </w:r>
    </w:p>
    <w:p w14:paraId="1BF03C2D" w14:textId="77777777" w:rsidR="00693B77" w:rsidRPr="00AB453C" w:rsidRDefault="006C17AF" w:rsidP="0055318F">
      <w:pPr>
        <w:pStyle w:val="outlinehd1"/>
      </w:pPr>
      <w:r w:rsidRPr="00AB453C">
        <w:tab/>
        <w:t>I.</w:t>
      </w:r>
      <w:r w:rsidRPr="00AB453C">
        <w:tab/>
        <w:t>Changes In Endorsements</w:t>
      </w:r>
    </w:p>
    <w:p w14:paraId="1BF03C2E" w14:textId="77777777" w:rsidR="00693B77" w:rsidRPr="00AB453C" w:rsidRDefault="006C17AF" w:rsidP="0055318F">
      <w:pPr>
        <w:pStyle w:val="outlinetxt2"/>
        <w:rPr>
          <w:b w:val="0"/>
        </w:rPr>
      </w:pPr>
      <w:r w:rsidRPr="00AB453C">
        <w:tab/>
        <w:t>1.</w:t>
      </w:r>
      <w:r w:rsidRPr="00AB453C">
        <w:tab/>
      </w:r>
      <w:r w:rsidRPr="00AB453C">
        <w:rPr>
          <w:b w:val="0"/>
        </w:rPr>
        <w:t>All references to Auto Medical Payments are replaced in the endorsements by Medical Expense Benefits.</w:t>
      </w:r>
    </w:p>
    <w:p w14:paraId="1BF03C2F" w14:textId="77777777" w:rsidR="00323DCF" w:rsidRPr="00693B77" w:rsidRDefault="006C17AF" w:rsidP="0055318F">
      <w:pPr>
        <w:pStyle w:val="outlinetxt2"/>
      </w:pPr>
      <w:r w:rsidRPr="00AB453C">
        <w:tab/>
        <w:t>2.</w:t>
      </w:r>
      <w:r w:rsidRPr="00AB453C">
        <w:tab/>
      </w:r>
      <w:r w:rsidRPr="00AB453C">
        <w:rPr>
          <w:b w:val="0"/>
        </w:rPr>
        <w:t>All references to personal injury pr</w:t>
      </w:r>
      <w:r w:rsidRPr="00AB453C">
        <w:rPr>
          <w:b w:val="0"/>
        </w:rPr>
        <w:t>otection (no-fault) and "covered pollution cost or expense" in any endorsement do not apply.</w:t>
      </w:r>
    </w:p>
    <w:sectPr w:rsidR="00323DCF" w:rsidRPr="00693B77" w:rsidSect="00DB590F">
      <w:headerReference w:type="even" r:id="rId23"/>
      <w:headerReference w:type="default" r:id="rId24"/>
      <w:footerReference w:type="even" r:id="rId25"/>
      <w:footerReference w:type="default" r:id="rId26"/>
      <w:headerReference w:type="first" r:id="rId27"/>
      <w:footerReference w:type="first" r:id="rId28"/>
      <w:type w:val="continuous"/>
      <w:pgSz w:w="12240" w:h="15840" w:code="1"/>
      <w:pgMar w:top="1080" w:right="1080" w:bottom="1380" w:left="1080" w:header="1080" w:footer="240" w:gutter="0"/>
      <w:cols w:num="2" w:space="48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8CF077E" w14:textId="77777777" w:rsidR="00000000" w:rsidRDefault="006C17AF">
      <w:r>
        <w:separator/>
      </w:r>
    </w:p>
  </w:endnote>
  <w:endnote w:type="continuationSeparator" w:id="0">
    <w:p w14:paraId="7699F8FB" w14:textId="77777777" w:rsidR="00000000" w:rsidRDefault="006C17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Helv">
    <w:altName w:val="Arial"/>
    <w:panose1 w:val="020B0604020202030204"/>
    <w:charset w:val="00"/>
    <w:family w:val="swiss"/>
    <w:notTrueType/>
    <w:pitch w:val="variable"/>
    <w:sig w:usb0="00000003" w:usb1="00000000" w:usb2="00000000" w:usb3="00000000" w:csb0="00000001" w:csb1="00000000"/>
  </w:font>
  <w:font w:name="Tms Rmn">
    <w:altName w:val="Times New Roman"/>
    <w:panose1 w:val="02020603040505020304"/>
    <w:charset w:val="00"/>
    <w:family w:val="roman"/>
    <w:notTrueType/>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305DA4" w14:paraId="1BF03C3B" w14:textId="77777777">
      <w:tc>
        <w:tcPr>
          <w:tcW w:w="940" w:type="pct"/>
        </w:tcPr>
        <w:p w14:paraId="1BF03C37" w14:textId="77777777" w:rsidR="009144F8" w:rsidRDefault="006C17AF" w:rsidP="003E6A36">
          <w:pPr>
            <w:pStyle w:val="isof2"/>
            <w:jc w:val="left"/>
          </w:pPr>
          <w:r>
            <w:t xml:space="preserve">Page </w:t>
          </w:r>
          <w:r>
            <w:fldChar w:fldCharType="begin"/>
          </w:r>
          <w:r>
            <w:instrText xml:space="preserve"> PAGE  \* MERGEFORMAT </w:instrText>
          </w:r>
          <w:r>
            <w:fldChar w:fldCharType="separate"/>
          </w:r>
          <w:r>
            <w:rPr>
              <w:noProof/>
            </w:rPr>
            <w:t>2</w:t>
          </w:r>
          <w:r>
            <w:fldChar w:fldCharType="end"/>
          </w:r>
          <w:r>
            <w:t xml:space="preserve"> of </w:t>
          </w:r>
          <w:r>
            <w:fldChar w:fldCharType="begin"/>
          </w:r>
          <w:r>
            <w:instrText xml:space="preserve"> NUMPAGES   \* MERGEFORMAT </w:instrText>
          </w:r>
          <w:r>
            <w:fldChar w:fldCharType="separate"/>
          </w:r>
          <w:r w:rsidR="008E5DEE">
            <w:rPr>
              <w:noProof/>
            </w:rPr>
            <w:t>4</w:t>
          </w:r>
          <w:r>
            <w:fldChar w:fldCharType="end"/>
          </w:r>
        </w:p>
      </w:tc>
      <w:tc>
        <w:tcPr>
          <w:tcW w:w="2885" w:type="pct"/>
        </w:tcPr>
        <w:p w14:paraId="1BF03C38" w14:textId="77777777" w:rsidR="009144F8" w:rsidRDefault="006C17AF" w:rsidP="00DB590F">
          <w:pPr>
            <w:pStyle w:val="isof1"/>
            <w:jc w:val="center"/>
          </w:pPr>
          <w:r>
            <w:t>© Insurance Services Office, Inc., 2021 </w:t>
          </w:r>
        </w:p>
      </w:tc>
      <w:tc>
        <w:tcPr>
          <w:tcW w:w="890" w:type="pct"/>
        </w:tcPr>
        <w:p w14:paraId="1BF03C39" w14:textId="77777777" w:rsidR="009144F8" w:rsidRDefault="006C17AF" w:rsidP="00DB590F">
          <w:pPr>
            <w:pStyle w:val="isof2"/>
            <w:jc w:val="right"/>
          </w:pPr>
          <w:r>
            <w:t>CA 01 16 01 22</w:t>
          </w:r>
        </w:p>
      </w:tc>
      <w:tc>
        <w:tcPr>
          <w:tcW w:w="278" w:type="pct"/>
        </w:tcPr>
        <w:p w14:paraId="1BF03C3A" w14:textId="77777777" w:rsidR="009144F8" w:rsidRDefault="006C17AF" w:rsidP="003E6A36">
          <w:pPr>
            <w:pStyle w:val="isof2"/>
            <w:jc w:val="right"/>
          </w:pPr>
          <w:r>
            <w:rPr>
              <w:rFonts w:ascii="Wingdings" w:hAnsi="Wingdings"/>
            </w:rPr>
            <w:sym w:font="Wingdings" w:char="F06F"/>
          </w:r>
        </w:p>
      </w:tc>
    </w:tr>
  </w:tbl>
  <w:p w14:paraId="1BF03C3C" w14:textId="77777777" w:rsidR="009144F8" w:rsidRPr="003E6A36" w:rsidRDefault="009144F8" w:rsidP="003E6A3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305DA4" w14:paraId="1BF03C41" w14:textId="77777777">
      <w:tc>
        <w:tcPr>
          <w:tcW w:w="940" w:type="pct"/>
        </w:tcPr>
        <w:p w14:paraId="1BF03C3D" w14:textId="77777777" w:rsidR="009144F8" w:rsidRDefault="006C17AF" w:rsidP="00DB590F">
          <w:pPr>
            <w:pStyle w:val="isof2"/>
            <w:jc w:val="left"/>
          </w:pPr>
          <w:r>
            <w:t>CA 01 16 01 22</w:t>
          </w:r>
        </w:p>
      </w:tc>
      <w:tc>
        <w:tcPr>
          <w:tcW w:w="2885" w:type="pct"/>
        </w:tcPr>
        <w:p w14:paraId="1BF03C3E" w14:textId="77777777" w:rsidR="009144F8" w:rsidRDefault="006C17AF" w:rsidP="00DB590F">
          <w:pPr>
            <w:pStyle w:val="isof1"/>
            <w:jc w:val="center"/>
          </w:pPr>
          <w:r>
            <w:t xml:space="preserve">© Insurance </w:t>
          </w:r>
          <w:r>
            <w:t>Services Office, Inc., 2021 </w:t>
          </w:r>
        </w:p>
      </w:tc>
      <w:tc>
        <w:tcPr>
          <w:tcW w:w="890" w:type="pct"/>
        </w:tcPr>
        <w:p w14:paraId="1BF03C3F" w14:textId="77777777" w:rsidR="009144F8" w:rsidRDefault="006C17AF" w:rsidP="003E6A36">
          <w:pPr>
            <w:pStyle w:val="isof2"/>
            <w:jc w:val="right"/>
          </w:pPr>
          <w:r>
            <w:t xml:space="preserve">Page </w:t>
          </w:r>
          <w:r>
            <w:fldChar w:fldCharType="begin"/>
          </w:r>
          <w:r>
            <w:instrText xml:space="preserve"> PAGE  \* MERGEFORMAT </w:instrText>
          </w:r>
          <w:r>
            <w:fldChar w:fldCharType="separate"/>
          </w:r>
          <w:r>
            <w:rPr>
              <w:noProof/>
            </w:rPr>
            <w:t>3</w:t>
          </w:r>
          <w:r>
            <w:fldChar w:fldCharType="end"/>
          </w:r>
          <w:r>
            <w:t xml:space="preserve"> of </w:t>
          </w:r>
          <w:r>
            <w:fldChar w:fldCharType="begin"/>
          </w:r>
          <w:r>
            <w:instrText xml:space="preserve"> NUMPAGES   \* MERGEFORMAT </w:instrText>
          </w:r>
          <w:r>
            <w:fldChar w:fldCharType="separate"/>
          </w:r>
          <w:r w:rsidR="008E5DEE">
            <w:rPr>
              <w:noProof/>
            </w:rPr>
            <w:t>4</w:t>
          </w:r>
          <w:r>
            <w:fldChar w:fldCharType="end"/>
          </w:r>
        </w:p>
      </w:tc>
      <w:tc>
        <w:tcPr>
          <w:tcW w:w="278" w:type="pct"/>
        </w:tcPr>
        <w:p w14:paraId="1BF03C40" w14:textId="77777777" w:rsidR="009144F8" w:rsidRDefault="006C17AF" w:rsidP="003E6A36">
          <w:pPr>
            <w:pStyle w:val="isof2"/>
            <w:jc w:val="right"/>
          </w:pPr>
          <w:r>
            <w:rPr>
              <w:rFonts w:ascii="Wingdings" w:hAnsi="Wingdings"/>
            </w:rPr>
            <w:sym w:font="Wingdings" w:char="F06F"/>
          </w:r>
        </w:p>
      </w:tc>
    </w:tr>
  </w:tbl>
  <w:p w14:paraId="1BF03C42" w14:textId="77777777" w:rsidR="009144F8" w:rsidRPr="003E6A36" w:rsidRDefault="009144F8" w:rsidP="003E6A3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305DA4" w14:paraId="1BF03C50" w14:textId="77777777">
      <w:tc>
        <w:tcPr>
          <w:tcW w:w="940" w:type="pct"/>
        </w:tcPr>
        <w:p w14:paraId="1BF03C4C" w14:textId="77777777" w:rsidR="00DB590F" w:rsidRDefault="006C17AF" w:rsidP="00DB590F">
          <w:pPr>
            <w:pStyle w:val="isof2"/>
            <w:jc w:val="left"/>
          </w:pPr>
          <w:r>
            <w:t>CA 01 16 01 22</w:t>
          </w:r>
        </w:p>
      </w:tc>
      <w:tc>
        <w:tcPr>
          <w:tcW w:w="2885" w:type="pct"/>
        </w:tcPr>
        <w:p w14:paraId="1BF03C4D" w14:textId="77777777" w:rsidR="00DB590F" w:rsidRDefault="006C17AF" w:rsidP="00DB590F">
          <w:pPr>
            <w:pStyle w:val="isof1"/>
            <w:jc w:val="center"/>
          </w:pPr>
          <w:r>
            <w:t>© Insurance Services Office, Inc., 2021 </w:t>
          </w:r>
        </w:p>
      </w:tc>
      <w:tc>
        <w:tcPr>
          <w:tcW w:w="890" w:type="pct"/>
        </w:tcPr>
        <w:p w14:paraId="1BF03C4E" w14:textId="77777777" w:rsidR="00DB590F" w:rsidRDefault="006C17AF" w:rsidP="00DB590F">
          <w:pPr>
            <w:pStyle w:val="isof2"/>
            <w:jc w:val="right"/>
          </w:pPr>
          <w:r>
            <w:t xml:space="preserve">Page </w:t>
          </w:r>
          <w:r>
            <w:fldChar w:fldCharType="begin"/>
          </w:r>
          <w:r>
            <w:instrText xml:space="preserve"> Page  \* MERGEFORMAT </w:instrText>
          </w:r>
          <w:r>
            <w:fldChar w:fldCharType="separate"/>
          </w:r>
          <w:r>
            <w:rPr>
              <w:noProof/>
            </w:rPr>
            <w:t>2</w:t>
          </w:r>
          <w:r>
            <w:fldChar w:fldCharType="end"/>
          </w:r>
          <w:r>
            <w:t xml:space="preserve"> of </w:t>
          </w:r>
          <w:r>
            <w:fldChar w:fldCharType="begin"/>
          </w:r>
          <w:r>
            <w:instrText xml:space="preserve"> NUMPAGES  \* MERGEFORMAT </w:instrText>
          </w:r>
          <w:r>
            <w:fldChar w:fldCharType="separate"/>
          </w:r>
          <w:r>
            <w:rPr>
              <w:noProof/>
            </w:rPr>
            <w:t>4</w:t>
          </w:r>
          <w:r>
            <w:fldChar w:fldCharType="end"/>
          </w:r>
        </w:p>
      </w:tc>
      <w:tc>
        <w:tcPr>
          <w:tcW w:w="278" w:type="pct"/>
        </w:tcPr>
        <w:p w14:paraId="1BF03C4F" w14:textId="77777777" w:rsidR="00DB590F" w:rsidRDefault="00DB590F">
          <w:pPr>
            <w:jc w:val="right"/>
          </w:pPr>
        </w:p>
      </w:tc>
    </w:tr>
  </w:tbl>
  <w:p w14:paraId="1BF03C51" w14:textId="77777777" w:rsidR="00DB590F" w:rsidRDefault="00DB590F">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305DA4" w14:paraId="1BF03C58" w14:textId="77777777">
      <w:tc>
        <w:tcPr>
          <w:tcW w:w="940" w:type="pct"/>
        </w:tcPr>
        <w:p w14:paraId="1BF03C54" w14:textId="77777777" w:rsidR="009144F8" w:rsidRDefault="006C17AF" w:rsidP="003E6A36">
          <w:pPr>
            <w:pStyle w:val="isof2"/>
            <w:jc w:val="left"/>
          </w:pPr>
          <w:r>
            <w:t xml:space="preserve">Page </w:t>
          </w:r>
          <w:r>
            <w:fldChar w:fldCharType="begin"/>
          </w:r>
          <w:r>
            <w:instrText xml:space="preserve"> PAGE  \* MER</w:instrText>
          </w:r>
          <w:r>
            <w:instrText xml:space="preserve">GEFORMAT </w:instrText>
          </w:r>
          <w:r>
            <w:fldChar w:fldCharType="separate"/>
          </w:r>
          <w:r>
            <w:rPr>
              <w:noProof/>
            </w:rPr>
            <w:t>2</w:t>
          </w:r>
          <w:r>
            <w:fldChar w:fldCharType="end"/>
          </w:r>
          <w:r>
            <w:t xml:space="preserve"> of </w:t>
          </w:r>
          <w:r>
            <w:fldChar w:fldCharType="begin"/>
          </w:r>
          <w:r>
            <w:instrText xml:space="preserve"> NUMPAGES   \* MERGEFORMAT </w:instrText>
          </w:r>
          <w:r>
            <w:fldChar w:fldCharType="separate"/>
          </w:r>
          <w:r w:rsidR="008E5DEE">
            <w:rPr>
              <w:noProof/>
            </w:rPr>
            <w:t>4</w:t>
          </w:r>
          <w:r>
            <w:fldChar w:fldCharType="end"/>
          </w:r>
        </w:p>
      </w:tc>
      <w:tc>
        <w:tcPr>
          <w:tcW w:w="2885" w:type="pct"/>
        </w:tcPr>
        <w:p w14:paraId="1BF03C55" w14:textId="77777777" w:rsidR="009144F8" w:rsidRDefault="006C17AF" w:rsidP="00DB590F">
          <w:pPr>
            <w:pStyle w:val="isof1"/>
            <w:jc w:val="center"/>
          </w:pPr>
          <w:r>
            <w:t>© Insurance Services Office, Inc., 2021 </w:t>
          </w:r>
        </w:p>
      </w:tc>
      <w:tc>
        <w:tcPr>
          <w:tcW w:w="890" w:type="pct"/>
        </w:tcPr>
        <w:p w14:paraId="1BF03C56" w14:textId="77777777" w:rsidR="009144F8" w:rsidRDefault="006C17AF" w:rsidP="00DB590F">
          <w:pPr>
            <w:pStyle w:val="isof2"/>
            <w:jc w:val="right"/>
          </w:pPr>
          <w:r>
            <w:t>CA 01 16 01 22</w:t>
          </w:r>
        </w:p>
      </w:tc>
      <w:tc>
        <w:tcPr>
          <w:tcW w:w="278" w:type="pct"/>
        </w:tcPr>
        <w:p w14:paraId="1BF03C57" w14:textId="77777777" w:rsidR="009144F8" w:rsidRDefault="006C17AF" w:rsidP="003E6A36">
          <w:pPr>
            <w:pStyle w:val="isof2"/>
            <w:jc w:val="right"/>
          </w:pPr>
          <w:r>
            <w:rPr>
              <w:rFonts w:ascii="Wingdings" w:hAnsi="Wingdings"/>
            </w:rPr>
            <w:sym w:font="Wingdings" w:char="F06F"/>
          </w:r>
        </w:p>
      </w:tc>
    </w:tr>
  </w:tbl>
  <w:p w14:paraId="1BF03C59" w14:textId="77777777" w:rsidR="009144F8" w:rsidRPr="003E6A36" w:rsidRDefault="009144F8" w:rsidP="003E6A36">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305DA4" w14:paraId="1BF03C5E" w14:textId="77777777">
      <w:tc>
        <w:tcPr>
          <w:tcW w:w="940" w:type="pct"/>
        </w:tcPr>
        <w:p w14:paraId="1BF03C5A" w14:textId="77777777" w:rsidR="009144F8" w:rsidRDefault="006C17AF" w:rsidP="00DB590F">
          <w:pPr>
            <w:pStyle w:val="isof2"/>
            <w:jc w:val="left"/>
          </w:pPr>
          <w:r>
            <w:t>CA 01 16 01 22</w:t>
          </w:r>
        </w:p>
      </w:tc>
      <w:tc>
        <w:tcPr>
          <w:tcW w:w="2885" w:type="pct"/>
        </w:tcPr>
        <w:p w14:paraId="1BF03C5B" w14:textId="77777777" w:rsidR="009144F8" w:rsidRDefault="006C17AF" w:rsidP="00DB590F">
          <w:pPr>
            <w:pStyle w:val="isof1"/>
            <w:jc w:val="center"/>
          </w:pPr>
          <w:r>
            <w:t>© Insurance Services Office, Inc., 2021 </w:t>
          </w:r>
        </w:p>
      </w:tc>
      <w:tc>
        <w:tcPr>
          <w:tcW w:w="890" w:type="pct"/>
        </w:tcPr>
        <w:p w14:paraId="1BF03C5C" w14:textId="77777777" w:rsidR="009144F8" w:rsidRDefault="006C17AF" w:rsidP="003E6A36">
          <w:pPr>
            <w:pStyle w:val="isof2"/>
            <w:jc w:val="right"/>
          </w:pPr>
          <w:r>
            <w:t xml:space="preserve">Page </w:t>
          </w:r>
          <w:r>
            <w:fldChar w:fldCharType="begin"/>
          </w:r>
          <w:r>
            <w:instrText xml:space="preserve"> PAGE  \* MERGEFORMAT </w:instrText>
          </w:r>
          <w:r>
            <w:fldChar w:fldCharType="separate"/>
          </w:r>
          <w:r>
            <w:rPr>
              <w:noProof/>
            </w:rPr>
            <w:t>3</w:t>
          </w:r>
          <w:r>
            <w:fldChar w:fldCharType="end"/>
          </w:r>
          <w:r>
            <w:t xml:space="preserve"> of </w:t>
          </w:r>
          <w:r>
            <w:fldChar w:fldCharType="begin"/>
          </w:r>
          <w:r>
            <w:instrText xml:space="preserve"> NUMPAGES   \* MERGEFORMAT </w:instrText>
          </w:r>
          <w:r>
            <w:fldChar w:fldCharType="separate"/>
          </w:r>
          <w:r w:rsidR="008E5DEE">
            <w:rPr>
              <w:noProof/>
            </w:rPr>
            <w:t>4</w:t>
          </w:r>
          <w:r>
            <w:fldChar w:fldCharType="end"/>
          </w:r>
        </w:p>
      </w:tc>
      <w:tc>
        <w:tcPr>
          <w:tcW w:w="278" w:type="pct"/>
        </w:tcPr>
        <w:p w14:paraId="1BF03C5D" w14:textId="77777777" w:rsidR="009144F8" w:rsidRDefault="006C17AF" w:rsidP="003E6A36">
          <w:pPr>
            <w:pStyle w:val="isof2"/>
            <w:jc w:val="right"/>
          </w:pPr>
          <w:r>
            <w:rPr>
              <w:rFonts w:ascii="Wingdings" w:hAnsi="Wingdings"/>
            </w:rPr>
            <w:sym w:font="Wingdings" w:char="F06F"/>
          </w:r>
        </w:p>
      </w:tc>
    </w:tr>
  </w:tbl>
  <w:p w14:paraId="1BF03C5F" w14:textId="77777777" w:rsidR="009144F8" w:rsidRPr="003E6A36" w:rsidRDefault="009144F8" w:rsidP="003E6A36">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9"/>
      <w:gridCol w:w="1925"/>
      <w:gridCol w:w="596"/>
    </w:tblGrid>
    <w:tr w:rsidR="00305DA4" w14:paraId="1BF03C6D" w14:textId="77777777" w:rsidTr="003E6A36">
      <w:tc>
        <w:tcPr>
          <w:tcW w:w="940" w:type="pct"/>
        </w:tcPr>
        <w:p w14:paraId="1BF03C69" w14:textId="77777777" w:rsidR="009144F8" w:rsidRDefault="006C17AF" w:rsidP="00DB590F">
          <w:pPr>
            <w:pStyle w:val="isof2"/>
            <w:jc w:val="left"/>
          </w:pPr>
          <w:r>
            <w:t>CA 01 16 01 22</w:t>
          </w:r>
        </w:p>
      </w:tc>
      <w:tc>
        <w:tcPr>
          <w:tcW w:w="2885" w:type="pct"/>
        </w:tcPr>
        <w:p w14:paraId="1BF03C6A" w14:textId="77777777" w:rsidR="009144F8" w:rsidRDefault="006C17AF" w:rsidP="00DB590F">
          <w:pPr>
            <w:pStyle w:val="isof1"/>
            <w:jc w:val="center"/>
          </w:pPr>
          <w:r>
            <w:t>© Insurance Services Office, Inc., 2021 </w:t>
          </w:r>
        </w:p>
      </w:tc>
      <w:tc>
        <w:tcPr>
          <w:tcW w:w="890" w:type="pct"/>
        </w:tcPr>
        <w:p w14:paraId="1BF03C6B" w14:textId="77777777" w:rsidR="009144F8" w:rsidRDefault="006C17AF" w:rsidP="003E6A36">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r>
            <w:fldChar w:fldCharType="begin"/>
          </w:r>
          <w:r>
            <w:instrText xml:space="preserve"> NUMPAGES   \* MERGEFORMAT </w:instrText>
          </w:r>
          <w:r>
            <w:fldChar w:fldCharType="separate"/>
          </w:r>
          <w:r w:rsidR="008E5DEE">
            <w:rPr>
              <w:noProof/>
            </w:rPr>
            <w:t>4</w:t>
          </w:r>
          <w:r>
            <w:fldChar w:fldCharType="end"/>
          </w:r>
        </w:p>
      </w:tc>
      <w:tc>
        <w:tcPr>
          <w:tcW w:w="275" w:type="pct"/>
        </w:tcPr>
        <w:p w14:paraId="1BF03C6C" w14:textId="77777777" w:rsidR="009144F8" w:rsidRDefault="009144F8" w:rsidP="003E6A36">
          <w:pPr>
            <w:pStyle w:val="isof2"/>
            <w:jc w:val="right"/>
          </w:pPr>
        </w:p>
      </w:tc>
    </w:tr>
  </w:tbl>
  <w:p w14:paraId="1BF03C6E" w14:textId="77777777" w:rsidR="009144F8" w:rsidRPr="003E6A36" w:rsidRDefault="009144F8" w:rsidP="003E6A36">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305DA4" w14:paraId="1BF03C75" w14:textId="77777777">
      <w:tc>
        <w:tcPr>
          <w:tcW w:w="940" w:type="pct"/>
        </w:tcPr>
        <w:p w14:paraId="1BF03C71" w14:textId="77777777" w:rsidR="00DB590F" w:rsidRDefault="006C17AF" w:rsidP="00DB590F">
          <w:pPr>
            <w:pStyle w:val="isof2"/>
            <w:jc w:val="left"/>
          </w:pPr>
          <w:r>
            <w:t xml:space="preserve">Page </w:t>
          </w:r>
          <w:r>
            <w:fldChar w:fldCharType="begin"/>
          </w:r>
          <w:r>
            <w:instrText xml:space="preserve"> Page  \* MERGEFORMAT </w:instrText>
          </w:r>
          <w:r>
            <w:fldChar w:fldCharType="separate"/>
          </w:r>
          <w:r>
            <w:rPr>
              <w:noProof/>
            </w:rPr>
            <w:t>4</w:t>
          </w:r>
          <w:r>
            <w:fldChar w:fldCharType="end"/>
          </w:r>
          <w:r>
            <w:t xml:space="preserve"> of </w:t>
          </w:r>
          <w:r>
            <w:fldChar w:fldCharType="begin"/>
          </w:r>
          <w:r>
            <w:instrText xml:space="preserve"> NUMPAGES  \* MERGEFORMAT </w:instrText>
          </w:r>
          <w:r>
            <w:fldChar w:fldCharType="separate"/>
          </w:r>
          <w:r>
            <w:rPr>
              <w:noProof/>
            </w:rPr>
            <w:t>4</w:t>
          </w:r>
          <w:r>
            <w:fldChar w:fldCharType="end"/>
          </w:r>
        </w:p>
      </w:tc>
      <w:tc>
        <w:tcPr>
          <w:tcW w:w="2885" w:type="pct"/>
        </w:tcPr>
        <w:p w14:paraId="1BF03C72" w14:textId="77777777" w:rsidR="00DB590F" w:rsidRDefault="006C17AF" w:rsidP="00DB590F">
          <w:pPr>
            <w:pStyle w:val="isof1"/>
            <w:jc w:val="center"/>
          </w:pPr>
          <w:r>
            <w:t>© Insurance Services Office, Inc., 2021 </w:t>
          </w:r>
        </w:p>
      </w:tc>
      <w:tc>
        <w:tcPr>
          <w:tcW w:w="890" w:type="pct"/>
        </w:tcPr>
        <w:p w14:paraId="1BF03C73" w14:textId="77777777" w:rsidR="00DB590F" w:rsidRDefault="006C17AF" w:rsidP="00DB590F">
          <w:pPr>
            <w:pStyle w:val="isof2"/>
            <w:jc w:val="right"/>
          </w:pPr>
          <w:r>
            <w:t>CA 01 16 01 22</w:t>
          </w:r>
        </w:p>
      </w:tc>
      <w:tc>
        <w:tcPr>
          <w:tcW w:w="278" w:type="pct"/>
        </w:tcPr>
        <w:p w14:paraId="1BF03C74" w14:textId="77777777" w:rsidR="00DB590F" w:rsidRDefault="00DB590F">
          <w:pPr>
            <w:jc w:val="right"/>
          </w:pPr>
        </w:p>
      </w:tc>
    </w:tr>
  </w:tbl>
  <w:p w14:paraId="1BF03C76" w14:textId="77777777" w:rsidR="009144F8" w:rsidRPr="00DB590F" w:rsidRDefault="009144F8" w:rsidP="00DB590F">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305DA4" w14:paraId="1BF03C7B" w14:textId="77777777">
      <w:tc>
        <w:tcPr>
          <w:tcW w:w="940" w:type="pct"/>
        </w:tcPr>
        <w:p w14:paraId="1BF03C77" w14:textId="77777777" w:rsidR="00DB590F" w:rsidRDefault="006C17AF" w:rsidP="00DB590F">
          <w:pPr>
            <w:pStyle w:val="isof2"/>
            <w:jc w:val="left"/>
          </w:pPr>
          <w:r>
            <w:t>CA 01 16 01 22</w:t>
          </w:r>
        </w:p>
      </w:tc>
      <w:tc>
        <w:tcPr>
          <w:tcW w:w="2885" w:type="pct"/>
        </w:tcPr>
        <w:p w14:paraId="1BF03C78" w14:textId="77777777" w:rsidR="00DB590F" w:rsidRDefault="006C17AF" w:rsidP="00DB590F">
          <w:pPr>
            <w:pStyle w:val="isof1"/>
            <w:jc w:val="center"/>
          </w:pPr>
          <w:r>
            <w:t xml:space="preserve">© </w:t>
          </w:r>
          <w:r>
            <w:t>Insurance Services Office, Inc., 2021 </w:t>
          </w:r>
        </w:p>
      </w:tc>
      <w:tc>
        <w:tcPr>
          <w:tcW w:w="890" w:type="pct"/>
        </w:tcPr>
        <w:p w14:paraId="1BF03C79" w14:textId="77777777" w:rsidR="00DB590F" w:rsidRDefault="006C17AF" w:rsidP="00DB590F">
          <w:pPr>
            <w:pStyle w:val="isof2"/>
            <w:jc w:val="right"/>
          </w:pPr>
          <w:r>
            <w:t xml:space="preserve">Page </w:t>
          </w:r>
          <w:r>
            <w:fldChar w:fldCharType="begin"/>
          </w:r>
          <w:r>
            <w:instrText xml:space="preserve"> Page  \* MERGEFORMAT </w:instrText>
          </w:r>
          <w:r>
            <w:fldChar w:fldCharType="separate"/>
          </w:r>
          <w:r>
            <w:rPr>
              <w:noProof/>
            </w:rPr>
            <w:t>4</w:t>
          </w:r>
          <w:r>
            <w:fldChar w:fldCharType="end"/>
          </w:r>
          <w:r>
            <w:t xml:space="preserve"> of </w:t>
          </w:r>
          <w:r>
            <w:fldChar w:fldCharType="begin"/>
          </w:r>
          <w:r>
            <w:instrText xml:space="preserve"> NUMPAGES  \* MERGEFORMAT </w:instrText>
          </w:r>
          <w:r>
            <w:fldChar w:fldCharType="separate"/>
          </w:r>
          <w:r>
            <w:rPr>
              <w:noProof/>
            </w:rPr>
            <w:t>4</w:t>
          </w:r>
          <w:r>
            <w:fldChar w:fldCharType="end"/>
          </w:r>
        </w:p>
      </w:tc>
      <w:tc>
        <w:tcPr>
          <w:tcW w:w="278" w:type="pct"/>
        </w:tcPr>
        <w:p w14:paraId="1BF03C7A" w14:textId="77777777" w:rsidR="00DB590F" w:rsidRDefault="00DB590F">
          <w:pPr>
            <w:jc w:val="right"/>
          </w:pPr>
        </w:p>
      </w:tc>
    </w:tr>
  </w:tbl>
  <w:p w14:paraId="1BF03C7C" w14:textId="77777777" w:rsidR="009144F8" w:rsidRPr="00DB590F" w:rsidRDefault="009144F8" w:rsidP="00DB590F">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305DA4" w14:paraId="1BF03C8A" w14:textId="77777777">
      <w:tc>
        <w:tcPr>
          <w:tcW w:w="940" w:type="pct"/>
        </w:tcPr>
        <w:p w14:paraId="1BF03C86" w14:textId="77777777" w:rsidR="009144F8" w:rsidRDefault="006C17AF" w:rsidP="00DB590F">
          <w:pPr>
            <w:pStyle w:val="isof2"/>
            <w:jc w:val="left"/>
          </w:pPr>
          <w:r>
            <w:t>CA 01 16 01 22</w:t>
          </w:r>
        </w:p>
      </w:tc>
      <w:tc>
        <w:tcPr>
          <w:tcW w:w="2885" w:type="pct"/>
        </w:tcPr>
        <w:p w14:paraId="1BF03C87" w14:textId="77777777" w:rsidR="009144F8" w:rsidRDefault="006C17AF" w:rsidP="00DB590F">
          <w:pPr>
            <w:pStyle w:val="isof1"/>
            <w:jc w:val="center"/>
          </w:pPr>
          <w:r>
            <w:t xml:space="preserve">© Insurance Services </w:t>
          </w:r>
          <w:r>
            <w:t>Office, Inc., 2021 </w:t>
          </w:r>
        </w:p>
      </w:tc>
      <w:tc>
        <w:tcPr>
          <w:tcW w:w="890" w:type="pct"/>
        </w:tcPr>
        <w:p w14:paraId="1BF03C88" w14:textId="77777777" w:rsidR="009144F8" w:rsidRDefault="006C17AF" w:rsidP="00693B77">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r>
            <w:fldChar w:fldCharType="begin"/>
          </w:r>
          <w:r>
            <w:instrText xml:space="preserve"> NUMPAGES  \* MERGEFORMAT </w:instrText>
          </w:r>
          <w:r>
            <w:fldChar w:fldCharType="separate"/>
          </w:r>
          <w:r w:rsidR="008E5DEE">
            <w:rPr>
              <w:noProof/>
            </w:rPr>
            <w:t>4</w:t>
          </w:r>
          <w:r>
            <w:fldChar w:fldCharType="end"/>
          </w:r>
        </w:p>
      </w:tc>
      <w:tc>
        <w:tcPr>
          <w:tcW w:w="278" w:type="pct"/>
        </w:tcPr>
        <w:p w14:paraId="1BF03C89" w14:textId="77777777" w:rsidR="009144F8" w:rsidRDefault="009144F8">
          <w:pPr>
            <w:jc w:val="right"/>
          </w:pPr>
        </w:p>
      </w:tc>
    </w:tr>
  </w:tbl>
  <w:p w14:paraId="1BF03C8B" w14:textId="77777777" w:rsidR="009144F8" w:rsidRDefault="009144F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1D8E444" w14:textId="77777777" w:rsidR="00000000" w:rsidRDefault="006C17AF">
      <w:r>
        <w:separator/>
      </w:r>
    </w:p>
  </w:footnote>
  <w:footnote w:type="continuationSeparator" w:id="0">
    <w:p w14:paraId="5CCD6533" w14:textId="77777777" w:rsidR="00000000" w:rsidRDefault="006C17A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AE17061" w14:textId="77777777" w:rsidR="0055318F" w:rsidRDefault="0055318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1206418" w14:textId="77777777" w:rsidR="0055318F" w:rsidRDefault="0055318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Look w:val="0000" w:firstRow="0" w:lastRow="0" w:firstColumn="0" w:lastColumn="0" w:noHBand="0" w:noVBand="0"/>
    </w:tblPr>
    <w:tblGrid>
      <w:gridCol w:w="5109"/>
      <w:gridCol w:w="5187"/>
    </w:tblGrid>
    <w:tr w:rsidR="00305DA4" w14:paraId="1BF03C45" w14:textId="77777777">
      <w:tc>
        <w:tcPr>
          <w:tcW w:w="2481" w:type="pct"/>
        </w:tcPr>
        <w:p w14:paraId="1BF03C43" w14:textId="77777777" w:rsidR="00DB590F" w:rsidRDefault="00DB590F">
          <w:pPr>
            <w:pStyle w:val="Header"/>
          </w:pPr>
        </w:p>
      </w:tc>
      <w:tc>
        <w:tcPr>
          <w:tcW w:w="2519" w:type="pct"/>
        </w:tcPr>
        <w:p w14:paraId="1BF03C44" w14:textId="77777777" w:rsidR="00DB590F" w:rsidRDefault="006C17AF" w:rsidP="00DB590F">
          <w:pPr>
            <w:pStyle w:val="isof2"/>
            <w:jc w:val="right"/>
          </w:pPr>
          <w:r>
            <w:t>COMMERCIAL AUTO</w:t>
          </w:r>
        </w:p>
      </w:tc>
    </w:tr>
    <w:tr w:rsidR="00305DA4" w14:paraId="1BF03C48" w14:textId="77777777">
      <w:tc>
        <w:tcPr>
          <w:tcW w:w="2481" w:type="pct"/>
        </w:tcPr>
        <w:p w14:paraId="1BF03C46" w14:textId="77777777" w:rsidR="00DB590F" w:rsidRDefault="00DB590F">
          <w:pPr>
            <w:pStyle w:val="Header"/>
          </w:pPr>
        </w:p>
      </w:tc>
      <w:tc>
        <w:tcPr>
          <w:tcW w:w="2519" w:type="pct"/>
        </w:tcPr>
        <w:p w14:paraId="1BF03C47" w14:textId="77777777" w:rsidR="00DB590F" w:rsidRDefault="006C17AF" w:rsidP="00DB590F">
          <w:pPr>
            <w:pStyle w:val="isof2"/>
            <w:jc w:val="right"/>
          </w:pPr>
          <w:r>
            <w:t>CA 01 16 01 22</w:t>
          </w:r>
        </w:p>
      </w:tc>
    </w:tr>
  </w:tbl>
  <w:p w14:paraId="1BF03C49" w14:textId="77777777" w:rsidR="00DB590F" w:rsidRDefault="00DB590F">
    <w:pPr>
      <w:pStyle w:val="Header"/>
    </w:pPr>
  </w:p>
  <w:p w14:paraId="1BF03C4A" w14:textId="77777777" w:rsidR="00DB590F" w:rsidRDefault="006C17AF">
    <w:pPr>
      <w:pStyle w:val="isof3"/>
    </w:pPr>
    <w:r>
      <w:t>THIS ENDORSEMENT CHANGES THE POLICY.  PLEASE READ IT CAREFULLY.</w:t>
    </w:r>
  </w:p>
  <w:p w14:paraId="1BF03C4B" w14:textId="77777777" w:rsidR="00DB590F" w:rsidRDefault="00DB590F">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BF03C52" w14:textId="77777777" w:rsidR="009144F8" w:rsidRDefault="009144F8">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BF03C53" w14:textId="77777777" w:rsidR="009144F8" w:rsidRDefault="009144F8">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Look w:val="0000" w:firstRow="0" w:lastRow="0" w:firstColumn="0" w:lastColumn="0" w:noHBand="0" w:noVBand="0"/>
    </w:tblPr>
    <w:tblGrid>
      <w:gridCol w:w="4606"/>
      <w:gridCol w:w="5690"/>
    </w:tblGrid>
    <w:tr w:rsidR="00305DA4" w14:paraId="1BF03C62" w14:textId="77777777" w:rsidTr="003E6A36">
      <w:tc>
        <w:tcPr>
          <w:tcW w:w="2235" w:type="pct"/>
        </w:tcPr>
        <w:p w14:paraId="1BF03C60" w14:textId="77777777" w:rsidR="009144F8" w:rsidRDefault="009144F8">
          <w:pPr>
            <w:pStyle w:val="Header"/>
          </w:pPr>
        </w:p>
      </w:tc>
      <w:tc>
        <w:tcPr>
          <w:tcW w:w="2760" w:type="pct"/>
        </w:tcPr>
        <w:p w14:paraId="1BF03C61" w14:textId="77777777" w:rsidR="009144F8" w:rsidRDefault="006C17AF" w:rsidP="003E6A36">
          <w:pPr>
            <w:pStyle w:val="isof2"/>
            <w:jc w:val="right"/>
          </w:pPr>
          <w:r>
            <w:t>COMMERCIAL AUTO</w:t>
          </w:r>
        </w:p>
      </w:tc>
    </w:tr>
    <w:tr w:rsidR="00305DA4" w14:paraId="1BF03C65" w14:textId="77777777" w:rsidTr="003E6A36">
      <w:tc>
        <w:tcPr>
          <w:tcW w:w="2235" w:type="pct"/>
        </w:tcPr>
        <w:p w14:paraId="1BF03C63" w14:textId="77777777" w:rsidR="009144F8" w:rsidRDefault="009144F8">
          <w:pPr>
            <w:pStyle w:val="Header"/>
          </w:pPr>
        </w:p>
      </w:tc>
      <w:tc>
        <w:tcPr>
          <w:tcW w:w="2760" w:type="pct"/>
        </w:tcPr>
        <w:p w14:paraId="1BF03C64" w14:textId="77777777" w:rsidR="009144F8" w:rsidRDefault="006C17AF" w:rsidP="00DB590F">
          <w:pPr>
            <w:pStyle w:val="isof2"/>
            <w:jc w:val="right"/>
          </w:pPr>
          <w:r>
            <w:t>CA 01 16 01 22</w:t>
          </w:r>
        </w:p>
      </w:tc>
    </w:tr>
  </w:tbl>
  <w:p w14:paraId="1BF03C66" w14:textId="77777777" w:rsidR="009144F8" w:rsidRDefault="009144F8" w:rsidP="003E6A36">
    <w:pPr>
      <w:pStyle w:val="Header"/>
    </w:pPr>
  </w:p>
  <w:p w14:paraId="1BF03C67" w14:textId="77777777" w:rsidR="009144F8" w:rsidRDefault="006C17AF">
    <w:pPr>
      <w:pStyle w:val="isof3"/>
    </w:pPr>
    <w:r>
      <w:t>THIS ENDORSEMENT CHANGES THE POLICY.  PLEASE READ IT CAREFULLY.</w:t>
    </w:r>
  </w:p>
  <w:p w14:paraId="1BF03C68" w14:textId="77777777" w:rsidR="009144F8" w:rsidRPr="003E6A36" w:rsidRDefault="009144F8" w:rsidP="003E6A36">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BF03C6F" w14:textId="77777777" w:rsidR="009144F8" w:rsidRPr="00DB590F" w:rsidRDefault="009144F8" w:rsidP="00DB590F">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BF03C70" w14:textId="77777777" w:rsidR="009144F8" w:rsidRPr="00DB590F" w:rsidRDefault="009144F8" w:rsidP="00DB590F">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Look w:val="0000" w:firstRow="0" w:lastRow="0" w:firstColumn="0" w:lastColumn="0" w:noHBand="0" w:noVBand="0"/>
    </w:tblPr>
    <w:tblGrid>
      <w:gridCol w:w="5109"/>
      <w:gridCol w:w="5187"/>
    </w:tblGrid>
    <w:tr w:rsidR="00305DA4" w14:paraId="1BF03C7F" w14:textId="77777777">
      <w:tc>
        <w:tcPr>
          <w:tcW w:w="2481" w:type="pct"/>
        </w:tcPr>
        <w:p w14:paraId="1BF03C7D" w14:textId="77777777" w:rsidR="009144F8" w:rsidRDefault="009144F8">
          <w:pPr>
            <w:pStyle w:val="Header"/>
          </w:pPr>
        </w:p>
      </w:tc>
      <w:tc>
        <w:tcPr>
          <w:tcW w:w="2519" w:type="pct"/>
        </w:tcPr>
        <w:p w14:paraId="1BF03C7E" w14:textId="77777777" w:rsidR="009144F8" w:rsidRDefault="006C17AF" w:rsidP="00693B77">
          <w:pPr>
            <w:pStyle w:val="isof2"/>
            <w:jc w:val="right"/>
          </w:pPr>
          <w:r>
            <w:t>COMMERCIAL AUTO</w:t>
          </w:r>
        </w:p>
      </w:tc>
    </w:tr>
    <w:tr w:rsidR="00305DA4" w14:paraId="1BF03C82" w14:textId="77777777">
      <w:tc>
        <w:tcPr>
          <w:tcW w:w="2481" w:type="pct"/>
        </w:tcPr>
        <w:p w14:paraId="1BF03C80" w14:textId="77777777" w:rsidR="009144F8" w:rsidRDefault="009144F8">
          <w:pPr>
            <w:pStyle w:val="Header"/>
          </w:pPr>
        </w:p>
      </w:tc>
      <w:tc>
        <w:tcPr>
          <w:tcW w:w="2519" w:type="pct"/>
        </w:tcPr>
        <w:p w14:paraId="1BF03C81" w14:textId="77777777" w:rsidR="009144F8" w:rsidRDefault="006C17AF" w:rsidP="00DB590F">
          <w:pPr>
            <w:pStyle w:val="isof2"/>
            <w:jc w:val="right"/>
          </w:pPr>
          <w:r>
            <w:t>CA 01 16 01 22</w:t>
          </w:r>
        </w:p>
      </w:tc>
    </w:tr>
  </w:tbl>
  <w:p w14:paraId="1BF03C83" w14:textId="77777777" w:rsidR="009144F8" w:rsidRDefault="009144F8">
    <w:pPr>
      <w:pStyle w:val="Header"/>
    </w:pPr>
  </w:p>
  <w:p w14:paraId="1BF03C84" w14:textId="77777777" w:rsidR="009144F8" w:rsidRDefault="006C17AF">
    <w:pPr>
      <w:pStyle w:val="isof3"/>
    </w:pPr>
    <w:r>
      <w:t>THIS ENDORSEMENT CHANGES THE POLICY.  PLEASE READ IT CAREFULLY.</w:t>
    </w:r>
  </w:p>
  <w:p w14:paraId="1BF03C85" w14:textId="77777777" w:rsidR="009144F8" w:rsidRDefault="009144F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8"/>
    <w:multiLevelType w:val="singleLevel"/>
    <w:tmpl w:val="146CE662"/>
    <w:lvl w:ilvl="0">
      <w:start w:val="1"/>
      <w:numFmt w:val="decimal"/>
      <w:lvlText w:val="%1."/>
      <w:lvlJc w:val="left"/>
      <w:pPr>
        <w:tabs>
          <w:tab w:val="num" w:pos="360"/>
        </w:tabs>
        <w:ind w:left="36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7"/>
  <w:removePersonalInformation/>
  <w:displayBackgroundShape/>
  <w:embedSystemFonts/>
  <w:mirrorMargins/>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consecutiveHyphenLimit w:val="3"/>
  <w:hyphenationZone w:val="480"/>
  <w:evenAndOddHeaders/>
  <w:drawingGridHorizontalSpacing w:val="100"/>
  <w:drawingGridVerticalSpacing w:val="136"/>
  <w:displayHorizontalDrawingGridEvery w:val="2"/>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attachment$" w:val="1"/>
    <w:docVar w:name="dte$" w:val="11/11/1111"/>
    <w:docVar w:name="Form$" w:val="iso"/>
    <w:docVar w:name="IMDBM$" w:val="CA_01_16_10_11"/>
    <w:docVar w:name="isoform$" w:val="Y"/>
    <w:docVar w:name="item$" w:val="1"/>
    <w:docVar w:name="nc$" w:val=" 0"/>
    <w:docVar w:name="nct$" w:val=" 0"/>
    <w:docVar w:name="nd$" w:val=" 0"/>
    <w:docVar w:name="newdoc$" w:val="N"/>
    <w:docVar w:name="nl$" w:val=" 0"/>
    <w:docVar w:name="nm$" w:val=" 0"/>
    <w:docVar w:name="NoCopyright$" w:val="No"/>
    <w:docVar w:name="nr$" w:val=" 0"/>
    <w:docVar w:name="pgno$" w:val="1"/>
    <w:docVar w:name="Setmark$" w:val="Y"/>
    <w:docVar w:name="status$" w:val="Agenda"/>
    <w:docVar w:name="strattachment" w:val="12"/>
    <w:docVar w:name="strBookmarkName" w:val=" "/>
    <w:docVar w:name="strBooks" w:val=" "/>
    <w:docVar w:name="strDte" w:val="12/12/2001"/>
    <w:docVar w:name="strForm" w:val="iso"/>
    <w:docVar w:name="strIMDBM" w:val=" "/>
    <w:docVar w:name="strIsoform" w:val="Y"/>
    <w:docVar w:name="strISOLongName" w:val=" "/>
    <w:docVar w:name="strItem" w:val="BN HJ UJ"/>
    <w:docVar w:name="strnc" w:val=" 0"/>
    <w:docVar w:name="strnct" w:val=" 0"/>
    <w:docVar w:name="strnd" w:val=" 0"/>
    <w:docVar w:name="strNewDoc" w:val="N"/>
    <w:docVar w:name="strnl" w:val=" 0"/>
    <w:docVar w:name="strnm" w:val=" 0"/>
    <w:docVar w:name="strNoCopyright" w:val="No"/>
    <w:docVar w:name="strNoCopyright$" w:val=" "/>
    <w:docVar w:name="strnr" w:val=" 0"/>
    <w:docVar w:name="strPgno" w:val="8"/>
    <w:docVar w:name="strSetmark" w:val="Y"/>
    <w:docVar w:name="strSetmark$" w:val="Y"/>
    <w:docVar w:name="strStatus" w:val="Agenda"/>
    <w:docVar w:name="strTitle" w:val="Commercial"/>
    <w:docVar w:name="strType" w:val="Commercial Lines"/>
    <w:docVar w:name="styleflag$" w:val="N"/>
    <w:docVar w:name="title$" w:val="Commercial"/>
    <w:docVar w:name="type$" w:val="Commercial Lines"/>
  </w:docVars>
  <w:rsids>
    <w:rsidRoot w:val="00E3698C"/>
    <w:rsid w:val="00000E58"/>
    <w:rsid w:val="000046E9"/>
    <w:rsid w:val="000059C9"/>
    <w:rsid w:val="0000661E"/>
    <w:rsid w:val="0001392D"/>
    <w:rsid w:val="000167FD"/>
    <w:rsid w:val="00016EBA"/>
    <w:rsid w:val="00020C43"/>
    <w:rsid w:val="00023F6A"/>
    <w:rsid w:val="00031859"/>
    <w:rsid w:val="00034001"/>
    <w:rsid w:val="00035870"/>
    <w:rsid w:val="00036FFA"/>
    <w:rsid w:val="00041E8F"/>
    <w:rsid w:val="00054C68"/>
    <w:rsid w:val="000573BC"/>
    <w:rsid w:val="0005742C"/>
    <w:rsid w:val="00060E63"/>
    <w:rsid w:val="00064CC9"/>
    <w:rsid w:val="00066F63"/>
    <w:rsid w:val="000755F9"/>
    <w:rsid w:val="000809AD"/>
    <w:rsid w:val="00080FA5"/>
    <w:rsid w:val="000849EC"/>
    <w:rsid w:val="00087422"/>
    <w:rsid w:val="00090A74"/>
    <w:rsid w:val="00093A69"/>
    <w:rsid w:val="00094E57"/>
    <w:rsid w:val="00095786"/>
    <w:rsid w:val="000A28C7"/>
    <w:rsid w:val="000A3927"/>
    <w:rsid w:val="000A46EF"/>
    <w:rsid w:val="000A7145"/>
    <w:rsid w:val="000A7332"/>
    <w:rsid w:val="000B5A69"/>
    <w:rsid w:val="000B7AED"/>
    <w:rsid w:val="000C2D99"/>
    <w:rsid w:val="000C3669"/>
    <w:rsid w:val="000C46C2"/>
    <w:rsid w:val="000C72BF"/>
    <w:rsid w:val="000D056A"/>
    <w:rsid w:val="000D2EA0"/>
    <w:rsid w:val="000D3A61"/>
    <w:rsid w:val="000D6E17"/>
    <w:rsid w:val="000D7E30"/>
    <w:rsid w:val="000E21E5"/>
    <w:rsid w:val="000E3557"/>
    <w:rsid w:val="000E54E2"/>
    <w:rsid w:val="000F1E6D"/>
    <w:rsid w:val="000F25D4"/>
    <w:rsid w:val="000F3062"/>
    <w:rsid w:val="000F36EF"/>
    <w:rsid w:val="000F3DFD"/>
    <w:rsid w:val="0010033B"/>
    <w:rsid w:val="0010571B"/>
    <w:rsid w:val="00111212"/>
    <w:rsid w:val="00111C39"/>
    <w:rsid w:val="00114208"/>
    <w:rsid w:val="00117B13"/>
    <w:rsid w:val="00121020"/>
    <w:rsid w:val="00126480"/>
    <w:rsid w:val="001321D0"/>
    <w:rsid w:val="001342B4"/>
    <w:rsid w:val="00135358"/>
    <w:rsid w:val="001404DD"/>
    <w:rsid w:val="00141AC9"/>
    <w:rsid w:val="00143403"/>
    <w:rsid w:val="0014377F"/>
    <w:rsid w:val="00150786"/>
    <w:rsid w:val="00151B70"/>
    <w:rsid w:val="00157A2E"/>
    <w:rsid w:val="001632E5"/>
    <w:rsid w:val="00164E46"/>
    <w:rsid w:val="00166B98"/>
    <w:rsid w:val="00166C6B"/>
    <w:rsid w:val="0017071E"/>
    <w:rsid w:val="00173067"/>
    <w:rsid w:val="00173D89"/>
    <w:rsid w:val="00181FD9"/>
    <w:rsid w:val="00185A9F"/>
    <w:rsid w:val="001866A1"/>
    <w:rsid w:val="001902C6"/>
    <w:rsid w:val="0019363B"/>
    <w:rsid w:val="0019494C"/>
    <w:rsid w:val="001A329B"/>
    <w:rsid w:val="001A42BE"/>
    <w:rsid w:val="001A603A"/>
    <w:rsid w:val="001A6911"/>
    <w:rsid w:val="001B1943"/>
    <w:rsid w:val="001B1E89"/>
    <w:rsid w:val="001B6DBB"/>
    <w:rsid w:val="001B7ABE"/>
    <w:rsid w:val="001C0B77"/>
    <w:rsid w:val="001C1DBE"/>
    <w:rsid w:val="001C1F87"/>
    <w:rsid w:val="001C383E"/>
    <w:rsid w:val="001C3B09"/>
    <w:rsid w:val="001C4950"/>
    <w:rsid w:val="001C758A"/>
    <w:rsid w:val="001C7E51"/>
    <w:rsid w:val="001D402A"/>
    <w:rsid w:val="001D4049"/>
    <w:rsid w:val="001D512B"/>
    <w:rsid w:val="001E0EAD"/>
    <w:rsid w:val="001E1A1F"/>
    <w:rsid w:val="001E4C8F"/>
    <w:rsid w:val="001E5F2C"/>
    <w:rsid w:val="001F50F4"/>
    <w:rsid w:val="00200DBD"/>
    <w:rsid w:val="002020A2"/>
    <w:rsid w:val="00203C0B"/>
    <w:rsid w:val="002064C5"/>
    <w:rsid w:val="00207003"/>
    <w:rsid w:val="0021455E"/>
    <w:rsid w:val="00214685"/>
    <w:rsid w:val="00215951"/>
    <w:rsid w:val="00217211"/>
    <w:rsid w:val="002254B9"/>
    <w:rsid w:val="002300D9"/>
    <w:rsid w:val="00230F3E"/>
    <w:rsid w:val="00232F17"/>
    <w:rsid w:val="00235726"/>
    <w:rsid w:val="002362E8"/>
    <w:rsid w:val="00236D96"/>
    <w:rsid w:val="00237E13"/>
    <w:rsid w:val="0024407E"/>
    <w:rsid w:val="002460B3"/>
    <w:rsid w:val="002528B3"/>
    <w:rsid w:val="00254EAD"/>
    <w:rsid w:val="00256920"/>
    <w:rsid w:val="002577AD"/>
    <w:rsid w:val="00263DA6"/>
    <w:rsid w:val="00265722"/>
    <w:rsid w:val="002657B5"/>
    <w:rsid w:val="00267817"/>
    <w:rsid w:val="00267C26"/>
    <w:rsid w:val="00270B1F"/>
    <w:rsid w:val="0027174C"/>
    <w:rsid w:val="00271C9F"/>
    <w:rsid w:val="00271ECA"/>
    <w:rsid w:val="002723D5"/>
    <w:rsid w:val="00280FFC"/>
    <w:rsid w:val="002852BA"/>
    <w:rsid w:val="00297E9B"/>
    <w:rsid w:val="002A4AD2"/>
    <w:rsid w:val="002B2574"/>
    <w:rsid w:val="002B3D84"/>
    <w:rsid w:val="002B4B91"/>
    <w:rsid w:val="002B5669"/>
    <w:rsid w:val="002B6D08"/>
    <w:rsid w:val="002B7A26"/>
    <w:rsid w:val="002B7A7E"/>
    <w:rsid w:val="002B7CC5"/>
    <w:rsid w:val="002C1585"/>
    <w:rsid w:val="002C1BF6"/>
    <w:rsid w:val="002C2AF7"/>
    <w:rsid w:val="002D1E36"/>
    <w:rsid w:val="002D2295"/>
    <w:rsid w:val="002D46B5"/>
    <w:rsid w:val="002D7119"/>
    <w:rsid w:val="002D7197"/>
    <w:rsid w:val="002E05B2"/>
    <w:rsid w:val="002E3726"/>
    <w:rsid w:val="002E4453"/>
    <w:rsid w:val="002E4E2D"/>
    <w:rsid w:val="002F159C"/>
    <w:rsid w:val="002F61D9"/>
    <w:rsid w:val="00300678"/>
    <w:rsid w:val="00300AC7"/>
    <w:rsid w:val="003026F3"/>
    <w:rsid w:val="00305DA4"/>
    <w:rsid w:val="00312176"/>
    <w:rsid w:val="00312B4B"/>
    <w:rsid w:val="00314A39"/>
    <w:rsid w:val="00314FCF"/>
    <w:rsid w:val="00320C61"/>
    <w:rsid w:val="00320E34"/>
    <w:rsid w:val="0032165B"/>
    <w:rsid w:val="0032196A"/>
    <w:rsid w:val="00323DCF"/>
    <w:rsid w:val="00326BC2"/>
    <w:rsid w:val="00327CD1"/>
    <w:rsid w:val="00331C7E"/>
    <w:rsid w:val="00331D4C"/>
    <w:rsid w:val="00333C1C"/>
    <w:rsid w:val="00336023"/>
    <w:rsid w:val="00345C0C"/>
    <w:rsid w:val="003566EA"/>
    <w:rsid w:val="0035697C"/>
    <w:rsid w:val="003609A8"/>
    <w:rsid w:val="003679CE"/>
    <w:rsid w:val="00370FFC"/>
    <w:rsid w:val="00373A0A"/>
    <w:rsid w:val="00381055"/>
    <w:rsid w:val="00381450"/>
    <w:rsid w:val="00381662"/>
    <w:rsid w:val="00384000"/>
    <w:rsid w:val="00387F5F"/>
    <w:rsid w:val="003A26C6"/>
    <w:rsid w:val="003A654A"/>
    <w:rsid w:val="003B0E09"/>
    <w:rsid w:val="003B1B58"/>
    <w:rsid w:val="003B1B83"/>
    <w:rsid w:val="003B64A7"/>
    <w:rsid w:val="003C1AE8"/>
    <w:rsid w:val="003D22C5"/>
    <w:rsid w:val="003D3691"/>
    <w:rsid w:val="003D4220"/>
    <w:rsid w:val="003D5E52"/>
    <w:rsid w:val="003D6CC2"/>
    <w:rsid w:val="003E3DF1"/>
    <w:rsid w:val="003E62BF"/>
    <w:rsid w:val="003E68BF"/>
    <w:rsid w:val="003E6A36"/>
    <w:rsid w:val="003E717D"/>
    <w:rsid w:val="003F0366"/>
    <w:rsid w:val="003F2BDD"/>
    <w:rsid w:val="003F7E6C"/>
    <w:rsid w:val="00400203"/>
    <w:rsid w:val="0040040D"/>
    <w:rsid w:val="00400EA0"/>
    <w:rsid w:val="00402425"/>
    <w:rsid w:val="004039A8"/>
    <w:rsid w:val="00404FC0"/>
    <w:rsid w:val="0040518E"/>
    <w:rsid w:val="004114CF"/>
    <w:rsid w:val="00414297"/>
    <w:rsid w:val="004144C4"/>
    <w:rsid w:val="00414805"/>
    <w:rsid w:val="00415F4A"/>
    <w:rsid w:val="00416B3E"/>
    <w:rsid w:val="00423EC5"/>
    <w:rsid w:val="00430293"/>
    <w:rsid w:val="0043368E"/>
    <w:rsid w:val="00433AD0"/>
    <w:rsid w:val="00434551"/>
    <w:rsid w:val="0044229B"/>
    <w:rsid w:val="004501F5"/>
    <w:rsid w:val="00450F67"/>
    <w:rsid w:val="00452FBA"/>
    <w:rsid w:val="004558D5"/>
    <w:rsid w:val="00456250"/>
    <w:rsid w:val="004569D1"/>
    <w:rsid w:val="00456E0B"/>
    <w:rsid w:val="00470E82"/>
    <w:rsid w:val="00471B23"/>
    <w:rsid w:val="00474920"/>
    <w:rsid w:val="004759A8"/>
    <w:rsid w:val="00482DC3"/>
    <w:rsid w:val="00482EF5"/>
    <w:rsid w:val="0048745C"/>
    <w:rsid w:val="00487550"/>
    <w:rsid w:val="00487C60"/>
    <w:rsid w:val="00491725"/>
    <w:rsid w:val="0049296A"/>
    <w:rsid w:val="00497C00"/>
    <w:rsid w:val="00497E3A"/>
    <w:rsid w:val="004A0598"/>
    <w:rsid w:val="004A2908"/>
    <w:rsid w:val="004A317E"/>
    <w:rsid w:val="004A48BA"/>
    <w:rsid w:val="004B095F"/>
    <w:rsid w:val="004B2B5A"/>
    <w:rsid w:val="004B5539"/>
    <w:rsid w:val="004B66F6"/>
    <w:rsid w:val="004B7B99"/>
    <w:rsid w:val="004C01E9"/>
    <w:rsid w:val="004C0E9F"/>
    <w:rsid w:val="004C3F9E"/>
    <w:rsid w:val="004D6148"/>
    <w:rsid w:val="004D6568"/>
    <w:rsid w:val="004D7E3E"/>
    <w:rsid w:val="004E5170"/>
    <w:rsid w:val="004F0D90"/>
    <w:rsid w:val="004F1935"/>
    <w:rsid w:val="004F7634"/>
    <w:rsid w:val="0050233F"/>
    <w:rsid w:val="00506DA7"/>
    <w:rsid w:val="00510567"/>
    <w:rsid w:val="00511159"/>
    <w:rsid w:val="005112FE"/>
    <w:rsid w:val="005143C9"/>
    <w:rsid w:val="00520373"/>
    <w:rsid w:val="00525043"/>
    <w:rsid w:val="00526149"/>
    <w:rsid w:val="00532F11"/>
    <w:rsid w:val="00535068"/>
    <w:rsid w:val="005409D8"/>
    <w:rsid w:val="00542AC5"/>
    <w:rsid w:val="00543575"/>
    <w:rsid w:val="005524BB"/>
    <w:rsid w:val="00552AD8"/>
    <w:rsid w:val="0055318F"/>
    <w:rsid w:val="005563FB"/>
    <w:rsid w:val="0055708C"/>
    <w:rsid w:val="00557678"/>
    <w:rsid w:val="00561A1C"/>
    <w:rsid w:val="00562A5F"/>
    <w:rsid w:val="005634A7"/>
    <w:rsid w:val="0056535D"/>
    <w:rsid w:val="00570442"/>
    <w:rsid w:val="005728C8"/>
    <w:rsid w:val="00573623"/>
    <w:rsid w:val="00575B2B"/>
    <w:rsid w:val="00581BC8"/>
    <w:rsid w:val="00582D24"/>
    <w:rsid w:val="0058562B"/>
    <w:rsid w:val="00592510"/>
    <w:rsid w:val="005A4D6D"/>
    <w:rsid w:val="005B1564"/>
    <w:rsid w:val="005B32E7"/>
    <w:rsid w:val="005B4744"/>
    <w:rsid w:val="005B5CB1"/>
    <w:rsid w:val="005D1313"/>
    <w:rsid w:val="005D2684"/>
    <w:rsid w:val="005D397E"/>
    <w:rsid w:val="005D6836"/>
    <w:rsid w:val="005E0C78"/>
    <w:rsid w:val="005E2431"/>
    <w:rsid w:val="005E2D03"/>
    <w:rsid w:val="005E4F32"/>
    <w:rsid w:val="005E6703"/>
    <w:rsid w:val="005E784A"/>
    <w:rsid w:val="005F35E6"/>
    <w:rsid w:val="005F6643"/>
    <w:rsid w:val="005F6F49"/>
    <w:rsid w:val="005F7B79"/>
    <w:rsid w:val="005F7D93"/>
    <w:rsid w:val="005F7E6C"/>
    <w:rsid w:val="00601174"/>
    <w:rsid w:val="006044B0"/>
    <w:rsid w:val="0061049F"/>
    <w:rsid w:val="00613590"/>
    <w:rsid w:val="00621FCD"/>
    <w:rsid w:val="00624FF1"/>
    <w:rsid w:val="0062589E"/>
    <w:rsid w:val="00625952"/>
    <w:rsid w:val="00627C91"/>
    <w:rsid w:val="00627EED"/>
    <w:rsid w:val="006313A5"/>
    <w:rsid w:val="006326BD"/>
    <w:rsid w:val="0063690D"/>
    <w:rsid w:val="00643E8D"/>
    <w:rsid w:val="0064439A"/>
    <w:rsid w:val="00653D02"/>
    <w:rsid w:val="00656EB3"/>
    <w:rsid w:val="00665EFB"/>
    <w:rsid w:val="00666AC6"/>
    <w:rsid w:val="006724EA"/>
    <w:rsid w:val="00673243"/>
    <w:rsid w:val="0067428E"/>
    <w:rsid w:val="00677124"/>
    <w:rsid w:val="006824B0"/>
    <w:rsid w:val="0068353B"/>
    <w:rsid w:val="00693B77"/>
    <w:rsid w:val="00696461"/>
    <w:rsid w:val="00696B6D"/>
    <w:rsid w:val="006A3C04"/>
    <w:rsid w:val="006A7984"/>
    <w:rsid w:val="006A7E6A"/>
    <w:rsid w:val="006B1E76"/>
    <w:rsid w:val="006B3D5A"/>
    <w:rsid w:val="006C0161"/>
    <w:rsid w:val="006C17AF"/>
    <w:rsid w:val="006C19B8"/>
    <w:rsid w:val="006E2D43"/>
    <w:rsid w:val="006E4737"/>
    <w:rsid w:val="006E55D7"/>
    <w:rsid w:val="006E7BEE"/>
    <w:rsid w:val="006F1F95"/>
    <w:rsid w:val="00713302"/>
    <w:rsid w:val="00713C5E"/>
    <w:rsid w:val="00720B1A"/>
    <w:rsid w:val="007217E0"/>
    <w:rsid w:val="00722692"/>
    <w:rsid w:val="007261EE"/>
    <w:rsid w:val="007337C5"/>
    <w:rsid w:val="00734780"/>
    <w:rsid w:val="00735BC6"/>
    <w:rsid w:val="0074028D"/>
    <w:rsid w:val="0074241C"/>
    <w:rsid w:val="0074476A"/>
    <w:rsid w:val="00746FF3"/>
    <w:rsid w:val="00750020"/>
    <w:rsid w:val="00752019"/>
    <w:rsid w:val="00753E21"/>
    <w:rsid w:val="00755989"/>
    <w:rsid w:val="0076552F"/>
    <w:rsid w:val="00767CF7"/>
    <w:rsid w:val="00767EF2"/>
    <w:rsid w:val="0077457F"/>
    <w:rsid w:val="0077512C"/>
    <w:rsid w:val="007758EE"/>
    <w:rsid w:val="00780F35"/>
    <w:rsid w:val="00782C81"/>
    <w:rsid w:val="00787681"/>
    <w:rsid w:val="007913D9"/>
    <w:rsid w:val="00792138"/>
    <w:rsid w:val="00795E7C"/>
    <w:rsid w:val="00796C44"/>
    <w:rsid w:val="007A374C"/>
    <w:rsid w:val="007A4291"/>
    <w:rsid w:val="007A50B4"/>
    <w:rsid w:val="007B4153"/>
    <w:rsid w:val="007B7751"/>
    <w:rsid w:val="007C04DD"/>
    <w:rsid w:val="007C2F8F"/>
    <w:rsid w:val="007C40F8"/>
    <w:rsid w:val="007C620C"/>
    <w:rsid w:val="007C6554"/>
    <w:rsid w:val="007C7302"/>
    <w:rsid w:val="007D10DE"/>
    <w:rsid w:val="007D3CE8"/>
    <w:rsid w:val="007D7643"/>
    <w:rsid w:val="007E3E18"/>
    <w:rsid w:val="007E78EF"/>
    <w:rsid w:val="007F72B4"/>
    <w:rsid w:val="00800AE4"/>
    <w:rsid w:val="00803ED5"/>
    <w:rsid w:val="00812117"/>
    <w:rsid w:val="0081360E"/>
    <w:rsid w:val="00817CD5"/>
    <w:rsid w:val="00823641"/>
    <w:rsid w:val="00825881"/>
    <w:rsid w:val="00830B94"/>
    <w:rsid w:val="00837D28"/>
    <w:rsid w:val="0084393B"/>
    <w:rsid w:val="0084457A"/>
    <w:rsid w:val="0084461A"/>
    <w:rsid w:val="0084571E"/>
    <w:rsid w:val="00856EE8"/>
    <w:rsid w:val="008575DF"/>
    <w:rsid w:val="008633F6"/>
    <w:rsid w:val="00864082"/>
    <w:rsid w:val="0086560C"/>
    <w:rsid w:val="00865B63"/>
    <w:rsid w:val="00865F90"/>
    <w:rsid w:val="00867D04"/>
    <w:rsid w:val="0087093E"/>
    <w:rsid w:val="00871E1C"/>
    <w:rsid w:val="0087349F"/>
    <w:rsid w:val="00880354"/>
    <w:rsid w:val="008907F3"/>
    <w:rsid w:val="00892D9C"/>
    <w:rsid w:val="00896704"/>
    <w:rsid w:val="00896BA2"/>
    <w:rsid w:val="008A2FF1"/>
    <w:rsid w:val="008A3BF9"/>
    <w:rsid w:val="008A5603"/>
    <w:rsid w:val="008A59EA"/>
    <w:rsid w:val="008B0A5C"/>
    <w:rsid w:val="008B271C"/>
    <w:rsid w:val="008B482D"/>
    <w:rsid w:val="008B5316"/>
    <w:rsid w:val="008C1367"/>
    <w:rsid w:val="008C20E6"/>
    <w:rsid w:val="008C3EE2"/>
    <w:rsid w:val="008C4BF0"/>
    <w:rsid w:val="008C6AB2"/>
    <w:rsid w:val="008D71B1"/>
    <w:rsid w:val="008D71BC"/>
    <w:rsid w:val="008D790A"/>
    <w:rsid w:val="008E0E18"/>
    <w:rsid w:val="008E0E6F"/>
    <w:rsid w:val="008E5DEE"/>
    <w:rsid w:val="008F3763"/>
    <w:rsid w:val="008F68FE"/>
    <w:rsid w:val="008F782E"/>
    <w:rsid w:val="009016F4"/>
    <w:rsid w:val="00901B5F"/>
    <w:rsid w:val="00902ED2"/>
    <w:rsid w:val="00903388"/>
    <w:rsid w:val="00903C21"/>
    <w:rsid w:val="00913F92"/>
    <w:rsid w:val="009144F8"/>
    <w:rsid w:val="00916A42"/>
    <w:rsid w:val="00917383"/>
    <w:rsid w:val="00920278"/>
    <w:rsid w:val="00920E2B"/>
    <w:rsid w:val="00920F8A"/>
    <w:rsid w:val="0092130F"/>
    <w:rsid w:val="00926496"/>
    <w:rsid w:val="00926DA1"/>
    <w:rsid w:val="009304F7"/>
    <w:rsid w:val="00934B38"/>
    <w:rsid w:val="00935FD6"/>
    <w:rsid w:val="0093616F"/>
    <w:rsid w:val="00936914"/>
    <w:rsid w:val="00936D6B"/>
    <w:rsid w:val="00942448"/>
    <w:rsid w:val="00942DA8"/>
    <w:rsid w:val="00942DCF"/>
    <w:rsid w:val="00943851"/>
    <w:rsid w:val="009438CA"/>
    <w:rsid w:val="009446BB"/>
    <w:rsid w:val="0094698C"/>
    <w:rsid w:val="00947DCB"/>
    <w:rsid w:val="009538F4"/>
    <w:rsid w:val="0095480E"/>
    <w:rsid w:val="00956868"/>
    <w:rsid w:val="009571CA"/>
    <w:rsid w:val="009605EB"/>
    <w:rsid w:val="00961307"/>
    <w:rsid w:val="00961E47"/>
    <w:rsid w:val="00961EBE"/>
    <w:rsid w:val="00963E69"/>
    <w:rsid w:val="0097441E"/>
    <w:rsid w:val="0098102C"/>
    <w:rsid w:val="009820D1"/>
    <w:rsid w:val="00982720"/>
    <w:rsid w:val="00991B91"/>
    <w:rsid w:val="009968EF"/>
    <w:rsid w:val="00996B89"/>
    <w:rsid w:val="00996C4F"/>
    <w:rsid w:val="009A1A73"/>
    <w:rsid w:val="009A2C51"/>
    <w:rsid w:val="009A34DF"/>
    <w:rsid w:val="009A6E02"/>
    <w:rsid w:val="009A7236"/>
    <w:rsid w:val="009B063C"/>
    <w:rsid w:val="009B1E30"/>
    <w:rsid w:val="009B456A"/>
    <w:rsid w:val="009B45C7"/>
    <w:rsid w:val="009B7E5D"/>
    <w:rsid w:val="009C2F8A"/>
    <w:rsid w:val="009C6380"/>
    <w:rsid w:val="009D0207"/>
    <w:rsid w:val="009D50FB"/>
    <w:rsid w:val="009D7F23"/>
    <w:rsid w:val="009E7B60"/>
    <w:rsid w:val="00A0342B"/>
    <w:rsid w:val="00A0671B"/>
    <w:rsid w:val="00A1239F"/>
    <w:rsid w:val="00A147DE"/>
    <w:rsid w:val="00A1534B"/>
    <w:rsid w:val="00A2787F"/>
    <w:rsid w:val="00A32223"/>
    <w:rsid w:val="00A32CD7"/>
    <w:rsid w:val="00A34772"/>
    <w:rsid w:val="00A34A6D"/>
    <w:rsid w:val="00A367A0"/>
    <w:rsid w:val="00A36CA2"/>
    <w:rsid w:val="00A408A6"/>
    <w:rsid w:val="00A41E52"/>
    <w:rsid w:val="00A43F32"/>
    <w:rsid w:val="00A52CB3"/>
    <w:rsid w:val="00A530AB"/>
    <w:rsid w:val="00A53431"/>
    <w:rsid w:val="00A54823"/>
    <w:rsid w:val="00A63BFC"/>
    <w:rsid w:val="00A70BC3"/>
    <w:rsid w:val="00A7312E"/>
    <w:rsid w:val="00A746DE"/>
    <w:rsid w:val="00A813AF"/>
    <w:rsid w:val="00A83DCC"/>
    <w:rsid w:val="00A85CC4"/>
    <w:rsid w:val="00A872FE"/>
    <w:rsid w:val="00A87790"/>
    <w:rsid w:val="00A87CC2"/>
    <w:rsid w:val="00A96B6E"/>
    <w:rsid w:val="00A97779"/>
    <w:rsid w:val="00A97B8A"/>
    <w:rsid w:val="00AA24E8"/>
    <w:rsid w:val="00AB453C"/>
    <w:rsid w:val="00AB6C52"/>
    <w:rsid w:val="00AC0A14"/>
    <w:rsid w:val="00AC208B"/>
    <w:rsid w:val="00AC487E"/>
    <w:rsid w:val="00AC67CF"/>
    <w:rsid w:val="00AD68B1"/>
    <w:rsid w:val="00AD7281"/>
    <w:rsid w:val="00AD7938"/>
    <w:rsid w:val="00AE030A"/>
    <w:rsid w:val="00AE319C"/>
    <w:rsid w:val="00AE4C58"/>
    <w:rsid w:val="00AE4D0B"/>
    <w:rsid w:val="00AE7877"/>
    <w:rsid w:val="00AF2351"/>
    <w:rsid w:val="00AF4667"/>
    <w:rsid w:val="00AF75FA"/>
    <w:rsid w:val="00B02343"/>
    <w:rsid w:val="00B025CA"/>
    <w:rsid w:val="00B04EEA"/>
    <w:rsid w:val="00B05470"/>
    <w:rsid w:val="00B0550A"/>
    <w:rsid w:val="00B11578"/>
    <w:rsid w:val="00B124FF"/>
    <w:rsid w:val="00B15FBF"/>
    <w:rsid w:val="00B21A9B"/>
    <w:rsid w:val="00B21DC2"/>
    <w:rsid w:val="00B22002"/>
    <w:rsid w:val="00B3153F"/>
    <w:rsid w:val="00B3212F"/>
    <w:rsid w:val="00B368D0"/>
    <w:rsid w:val="00B37A52"/>
    <w:rsid w:val="00B448D1"/>
    <w:rsid w:val="00B471ED"/>
    <w:rsid w:val="00B53834"/>
    <w:rsid w:val="00B55147"/>
    <w:rsid w:val="00B57260"/>
    <w:rsid w:val="00B7154C"/>
    <w:rsid w:val="00B747C8"/>
    <w:rsid w:val="00B7481C"/>
    <w:rsid w:val="00B778A1"/>
    <w:rsid w:val="00B8119C"/>
    <w:rsid w:val="00B82C90"/>
    <w:rsid w:val="00B82CFC"/>
    <w:rsid w:val="00B83C7E"/>
    <w:rsid w:val="00B846E3"/>
    <w:rsid w:val="00B91729"/>
    <w:rsid w:val="00B92937"/>
    <w:rsid w:val="00B93E79"/>
    <w:rsid w:val="00B93E95"/>
    <w:rsid w:val="00B94722"/>
    <w:rsid w:val="00BA4048"/>
    <w:rsid w:val="00BB17CA"/>
    <w:rsid w:val="00BB1AC6"/>
    <w:rsid w:val="00BB2A9D"/>
    <w:rsid w:val="00BB4540"/>
    <w:rsid w:val="00BB4FDD"/>
    <w:rsid w:val="00BB6294"/>
    <w:rsid w:val="00BB6942"/>
    <w:rsid w:val="00BC6185"/>
    <w:rsid w:val="00BC7A48"/>
    <w:rsid w:val="00BD1EB3"/>
    <w:rsid w:val="00BD4156"/>
    <w:rsid w:val="00BD58E6"/>
    <w:rsid w:val="00BD6504"/>
    <w:rsid w:val="00BE42F5"/>
    <w:rsid w:val="00BE7894"/>
    <w:rsid w:val="00BE7A37"/>
    <w:rsid w:val="00BE7F87"/>
    <w:rsid w:val="00BF3979"/>
    <w:rsid w:val="00C01C98"/>
    <w:rsid w:val="00C033EA"/>
    <w:rsid w:val="00C06967"/>
    <w:rsid w:val="00C10EF1"/>
    <w:rsid w:val="00C136E1"/>
    <w:rsid w:val="00C14A64"/>
    <w:rsid w:val="00C165BC"/>
    <w:rsid w:val="00C21181"/>
    <w:rsid w:val="00C22964"/>
    <w:rsid w:val="00C26496"/>
    <w:rsid w:val="00C3032C"/>
    <w:rsid w:val="00C30F58"/>
    <w:rsid w:val="00C34146"/>
    <w:rsid w:val="00C3731E"/>
    <w:rsid w:val="00C458DA"/>
    <w:rsid w:val="00C45BDC"/>
    <w:rsid w:val="00C45FA0"/>
    <w:rsid w:val="00C4698C"/>
    <w:rsid w:val="00C50D0F"/>
    <w:rsid w:val="00C51C64"/>
    <w:rsid w:val="00C525F4"/>
    <w:rsid w:val="00C53D2F"/>
    <w:rsid w:val="00C54774"/>
    <w:rsid w:val="00C56D5E"/>
    <w:rsid w:val="00C72B72"/>
    <w:rsid w:val="00C8119A"/>
    <w:rsid w:val="00C8241C"/>
    <w:rsid w:val="00C845EE"/>
    <w:rsid w:val="00C84693"/>
    <w:rsid w:val="00C91C15"/>
    <w:rsid w:val="00C9560B"/>
    <w:rsid w:val="00CA1893"/>
    <w:rsid w:val="00CA2B56"/>
    <w:rsid w:val="00CB0C4D"/>
    <w:rsid w:val="00CB0E2F"/>
    <w:rsid w:val="00CB13DF"/>
    <w:rsid w:val="00CB2D3B"/>
    <w:rsid w:val="00CB406A"/>
    <w:rsid w:val="00CB6378"/>
    <w:rsid w:val="00CB7577"/>
    <w:rsid w:val="00CC282B"/>
    <w:rsid w:val="00CC3846"/>
    <w:rsid w:val="00CD20A2"/>
    <w:rsid w:val="00CD286B"/>
    <w:rsid w:val="00CD4739"/>
    <w:rsid w:val="00CD781B"/>
    <w:rsid w:val="00CE03C6"/>
    <w:rsid w:val="00CE0936"/>
    <w:rsid w:val="00CE1149"/>
    <w:rsid w:val="00CE202F"/>
    <w:rsid w:val="00CE4BC8"/>
    <w:rsid w:val="00CF01A0"/>
    <w:rsid w:val="00CF0C2A"/>
    <w:rsid w:val="00CF17E4"/>
    <w:rsid w:val="00CF1A08"/>
    <w:rsid w:val="00CF3359"/>
    <w:rsid w:val="00CF3379"/>
    <w:rsid w:val="00CF4D8A"/>
    <w:rsid w:val="00D0522B"/>
    <w:rsid w:val="00D13260"/>
    <w:rsid w:val="00D14025"/>
    <w:rsid w:val="00D21417"/>
    <w:rsid w:val="00D2179C"/>
    <w:rsid w:val="00D21D55"/>
    <w:rsid w:val="00D23249"/>
    <w:rsid w:val="00D246BB"/>
    <w:rsid w:val="00D24D17"/>
    <w:rsid w:val="00D326C4"/>
    <w:rsid w:val="00D405A5"/>
    <w:rsid w:val="00D4125E"/>
    <w:rsid w:val="00D45A18"/>
    <w:rsid w:val="00D45C46"/>
    <w:rsid w:val="00D4648D"/>
    <w:rsid w:val="00D467CF"/>
    <w:rsid w:val="00D5040C"/>
    <w:rsid w:val="00D555DB"/>
    <w:rsid w:val="00D6126C"/>
    <w:rsid w:val="00D61468"/>
    <w:rsid w:val="00D61FF4"/>
    <w:rsid w:val="00D6306B"/>
    <w:rsid w:val="00D64CA9"/>
    <w:rsid w:val="00D70396"/>
    <w:rsid w:val="00D7168D"/>
    <w:rsid w:val="00D72AC4"/>
    <w:rsid w:val="00D73A92"/>
    <w:rsid w:val="00D73B84"/>
    <w:rsid w:val="00D8184E"/>
    <w:rsid w:val="00D84FBC"/>
    <w:rsid w:val="00D86499"/>
    <w:rsid w:val="00D900DB"/>
    <w:rsid w:val="00D90501"/>
    <w:rsid w:val="00D93C32"/>
    <w:rsid w:val="00DA164D"/>
    <w:rsid w:val="00DA1FD4"/>
    <w:rsid w:val="00DA2C46"/>
    <w:rsid w:val="00DA3C92"/>
    <w:rsid w:val="00DA4E8F"/>
    <w:rsid w:val="00DA6394"/>
    <w:rsid w:val="00DB07AA"/>
    <w:rsid w:val="00DB2AFD"/>
    <w:rsid w:val="00DB2E1F"/>
    <w:rsid w:val="00DB2FEB"/>
    <w:rsid w:val="00DB517F"/>
    <w:rsid w:val="00DB590F"/>
    <w:rsid w:val="00DC4A8A"/>
    <w:rsid w:val="00DC5122"/>
    <w:rsid w:val="00DC51F2"/>
    <w:rsid w:val="00DC58F4"/>
    <w:rsid w:val="00DD23FB"/>
    <w:rsid w:val="00DD34FA"/>
    <w:rsid w:val="00DD3FD0"/>
    <w:rsid w:val="00DD6F5C"/>
    <w:rsid w:val="00DE289F"/>
    <w:rsid w:val="00DE4DFD"/>
    <w:rsid w:val="00DE567C"/>
    <w:rsid w:val="00DF3303"/>
    <w:rsid w:val="00E021A9"/>
    <w:rsid w:val="00E0798D"/>
    <w:rsid w:val="00E11981"/>
    <w:rsid w:val="00E15893"/>
    <w:rsid w:val="00E21A5C"/>
    <w:rsid w:val="00E236E7"/>
    <w:rsid w:val="00E24302"/>
    <w:rsid w:val="00E26B5C"/>
    <w:rsid w:val="00E27BCC"/>
    <w:rsid w:val="00E30DCA"/>
    <w:rsid w:val="00E3698C"/>
    <w:rsid w:val="00E36ACD"/>
    <w:rsid w:val="00E41074"/>
    <w:rsid w:val="00E434C2"/>
    <w:rsid w:val="00E4375B"/>
    <w:rsid w:val="00E44085"/>
    <w:rsid w:val="00E531E3"/>
    <w:rsid w:val="00E56CF0"/>
    <w:rsid w:val="00E57C21"/>
    <w:rsid w:val="00E70CA5"/>
    <w:rsid w:val="00E72A20"/>
    <w:rsid w:val="00E762D1"/>
    <w:rsid w:val="00E80137"/>
    <w:rsid w:val="00E82B08"/>
    <w:rsid w:val="00E82C01"/>
    <w:rsid w:val="00E83938"/>
    <w:rsid w:val="00E91035"/>
    <w:rsid w:val="00E94BBE"/>
    <w:rsid w:val="00E96B57"/>
    <w:rsid w:val="00EA2F4A"/>
    <w:rsid w:val="00EA41A3"/>
    <w:rsid w:val="00EA57F5"/>
    <w:rsid w:val="00EA6BBB"/>
    <w:rsid w:val="00EA6D57"/>
    <w:rsid w:val="00EA759D"/>
    <w:rsid w:val="00EB0242"/>
    <w:rsid w:val="00EB0E97"/>
    <w:rsid w:val="00EB1312"/>
    <w:rsid w:val="00EB5AAA"/>
    <w:rsid w:val="00EB7AEB"/>
    <w:rsid w:val="00EC06B0"/>
    <w:rsid w:val="00EC4514"/>
    <w:rsid w:val="00EC45A6"/>
    <w:rsid w:val="00ED0463"/>
    <w:rsid w:val="00ED0B59"/>
    <w:rsid w:val="00ED24AD"/>
    <w:rsid w:val="00ED60B7"/>
    <w:rsid w:val="00ED61D2"/>
    <w:rsid w:val="00ED72FA"/>
    <w:rsid w:val="00ED74F1"/>
    <w:rsid w:val="00EE310E"/>
    <w:rsid w:val="00EE458A"/>
    <w:rsid w:val="00EF060C"/>
    <w:rsid w:val="00EF241F"/>
    <w:rsid w:val="00EF34AA"/>
    <w:rsid w:val="00EF5C66"/>
    <w:rsid w:val="00EF60A8"/>
    <w:rsid w:val="00F01F01"/>
    <w:rsid w:val="00F02202"/>
    <w:rsid w:val="00F047A7"/>
    <w:rsid w:val="00F05707"/>
    <w:rsid w:val="00F10A4C"/>
    <w:rsid w:val="00F14CD2"/>
    <w:rsid w:val="00F164D3"/>
    <w:rsid w:val="00F26B79"/>
    <w:rsid w:val="00F276BB"/>
    <w:rsid w:val="00F278F3"/>
    <w:rsid w:val="00F31B49"/>
    <w:rsid w:val="00F326D4"/>
    <w:rsid w:val="00F36F1B"/>
    <w:rsid w:val="00F4021C"/>
    <w:rsid w:val="00F544AF"/>
    <w:rsid w:val="00F56B51"/>
    <w:rsid w:val="00F5710B"/>
    <w:rsid w:val="00F635D0"/>
    <w:rsid w:val="00F63FAA"/>
    <w:rsid w:val="00F64885"/>
    <w:rsid w:val="00F65529"/>
    <w:rsid w:val="00F66BF8"/>
    <w:rsid w:val="00F7052D"/>
    <w:rsid w:val="00F70A2D"/>
    <w:rsid w:val="00F727B5"/>
    <w:rsid w:val="00F74C65"/>
    <w:rsid w:val="00F75A6B"/>
    <w:rsid w:val="00F774D3"/>
    <w:rsid w:val="00F81535"/>
    <w:rsid w:val="00F83D73"/>
    <w:rsid w:val="00F83EE2"/>
    <w:rsid w:val="00F83FC8"/>
    <w:rsid w:val="00FA0C43"/>
    <w:rsid w:val="00FA189F"/>
    <w:rsid w:val="00FA53F0"/>
    <w:rsid w:val="00FA64CF"/>
    <w:rsid w:val="00FA6C52"/>
    <w:rsid w:val="00FA7E92"/>
    <w:rsid w:val="00FB314C"/>
    <w:rsid w:val="00FC5EA8"/>
    <w:rsid w:val="00FC6AEE"/>
    <w:rsid w:val="00FC7279"/>
    <w:rsid w:val="00FD1551"/>
    <w:rsid w:val="00FD2E05"/>
    <w:rsid w:val="00FD3D68"/>
    <w:rsid w:val="00FD5CCB"/>
    <w:rsid w:val="00FD6D9A"/>
    <w:rsid w:val="00FE08F9"/>
    <w:rsid w:val="00FE0B16"/>
    <w:rsid w:val="00FF20F8"/>
  </w:rsids>
  <m:mathPr>
    <m:mathFont m:val="Cambria Math"/>
    <m:brkBin m:val="before"/>
    <m:brkBinSub m:val="--"/>
    <m:smallFrac m:val="0"/>
    <m:dispDef/>
    <m:lMargin m:val="0"/>
    <m:rMargin m:val="0"/>
    <m:defJc m:val="centerGroup"/>
    <m:wrapRight/>
    <m:intLim m:val="subSup"/>
    <m:naryLim m:val="undOvr"/>
  </m:mathPr>
  <w:attachedSchema w:val="urn:schemas-microsoft-com:office:smarttags"/>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State"/>
  <w:shapeDefaults>
    <o:shapedefaults v:ext="edit" spidmax="2049"/>
    <o:shapelayout v:ext="edit">
      <o:idmap v:ext="edit" data="1"/>
    </o:shapelayout>
  </w:shapeDefaults>
  <w:decimalSymbol w:val="."/>
  <w:listSeparator w:val=","/>
  <w14:docId w14:val="1BF03B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uiPriority="1"/>
    <w:lsdException w:name="Subtitle" w:qFormat="1"/>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5318F"/>
    <w:pPr>
      <w:overflowPunct w:val="0"/>
      <w:autoSpaceDE w:val="0"/>
      <w:autoSpaceDN w:val="0"/>
      <w:adjustRightInd w:val="0"/>
      <w:jc w:val="both"/>
      <w:textAlignment w:val="baseline"/>
    </w:pPr>
    <w:rPr>
      <w:rFonts w:ascii="Arial" w:hAnsi="Arial"/>
    </w:rPr>
  </w:style>
  <w:style w:type="paragraph" w:styleId="Heading1">
    <w:name w:val="heading 1"/>
    <w:basedOn w:val="Normal"/>
    <w:next w:val="Normal"/>
    <w:link w:val="Heading1Char"/>
    <w:qFormat/>
    <w:rsid w:val="0055318F"/>
    <w:pPr>
      <w:spacing w:before="240"/>
      <w:outlineLvl w:val="0"/>
    </w:pPr>
    <w:rPr>
      <w:rFonts w:ascii="Helv" w:hAnsi="Helv"/>
      <w:b/>
      <w:sz w:val="24"/>
      <w:u w:val="single"/>
    </w:rPr>
  </w:style>
  <w:style w:type="paragraph" w:styleId="Heading2">
    <w:name w:val="heading 2"/>
    <w:basedOn w:val="Normal"/>
    <w:next w:val="Normal"/>
    <w:link w:val="Heading2Char"/>
    <w:qFormat/>
    <w:rsid w:val="0055318F"/>
    <w:pPr>
      <w:spacing w:before="120"/>
      <w:outlineLvl w:val="1"/>
    </w:pPr>
    <w:rPr>
      <w:rFonts w:ascii="Helv" w:hAnsi="Helv"/>
      <w:b/>
      <w:sz w:val="24"/>
    </w:rPr>
  </w:style>
  <w:style w:type="paragraph" w:styleId="Heading3">
    <w:name w:val="heading 3"/>
    <w:basedOn w:val="Normal"/>
    <w:next w:val="Normal"/>
    <w:link w:val="Heading3Char"/>
    <w:qFormat/>
    <w:rsid w:val="0055318F"/>
    <w:pPr>
      <w:ind w:left="360"/>
      <w:outlineLvl w:val="2"/>
    </w:pPr>
    <w:rPr>
      <w:rFonts w:ascii="Tms Rmn" w:hAnsi="Tms Rmn"/>
      <w:b/>
      <w:sz w:val="24"/>
    </w:rPr>
  </w:style>
  <w:style w:type="character" w:default="1" w:styleId="DefaultParagraphFont">
    <w:name w:val="Default Paragraph Font"/>
    <w:uiPriority w:val="1"/>
    <w:semiHidden/>
    <w:unhideWhenUsed/>
    <w:rsid w:val="0055318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5318F"/>
  </w:style>
  <w:style w:type="paragraph" w:customStyle="1" w:styleId="titleflushleft">
    <w:name w:val="title flush left"/>
    <w:basedOn w:val="isonormal"/>
    <w:next w:val="blocktext1"/>
    <w:rsid w:val="0055318F"/>
    <w:pPr>
      <w:keepLines/>
      <w:framePr w:w="1872" w:wrap="around" w:vAnchor="text" w:hAnchor="page" w:x="1080" w:y="1"/>
    </w:pPr>
    <w:rPr>
      <w:b/>
      <w:caps/>
    </w:rPr>
  </w:style>
  <w:style w:type="paragraph" w:customStyle="1" w:styleId="isonormal">
    <w:name w:val="isonormal"/>
    <w:rsid w:val="0055318F"/>
    <w:pPr>
      <w:overflowPunct w:val="0"/>
      <w:autoSpaceDE w:val="0"/>
      <w:autoSpaceDN w:val="0"/>
      <w:adjustRightInd w:val="0"/>
      <w:spacing w:before="80" w:line="220" w:lineRule="exact"/>
      <w:textAlignment w:val="baseline"/>
    </w:pPr>
    <w:rPr>
      <w:rFonts w:ascii="Arial" w:hAnsi="Arial"/>
    </w:rPr>
  </w:style>
  <w:style w:type="paragraph" w:customStyle="1" w:styleId="blocktext1">
    <w:name w:val="blocktext1"/>
    <w:basedOn w:val="isonormal"/>
    <w:rsid w:val="0055318F"/>
    <w:pPr>
      <w:keepLines/>
      <w:jc w:val="both"/>
    </w:pPr>
  </w:style>
  <w:style w:type="paragraph" w:customStyle="1" w:styleId="blockhd1">
    <w:name w:val="blockhd1"/>
    <w:basedOn w:val="isonormal"/>
    <w:next w:val="blocktext1"/>
    <w:rsid w:val="0055318F"/>
    <w:pPr>
      <w:keepNext/>
      <w:keepLines/>
      <w:suppressAutoHyphens/>
    </w:pPr>
    <w:rPr>
      <w:b/>
    </w:rPr>
  </w:style>
  <w:style w:type="paragraph" w:customStyle="1" w:styleId="blockhd2">
    <w:name w:val="blockhd2"/>
    <w:basedOn w:val="isonormal"/>
    <w:next w:val="blocktext2"/>
    <w:rsid w:val="0055318F"/>
    <w:pPr>
      <w:keepNext/>
      <w:keepLines/>
      <w:suppressAutoHyphens/>
      <w:ind w:left="302"/>
    </w:pPr>
    <w:rPr>
      <w:b/>
    </w:rPr>
  </w:style>
  <w:style w:type="paragraph" w:customStyle="1" w:styleId="blocktext2">
    <w:name w:val="blocktext2"/>
    <w:basedOn w:val="isonormal"/>
    <w:rsid w:val="0055318F"/>
    <w:pPr>
      <w:keepLines/>
      <w:ind w:left="302"/>
      <w:jc w:val="both"/>
    </w:pPr>
  </w:style>
  <w:style w:type="paragraph" w:customStyle="1" w:styleId="blockhd3">
    <w:name w:val="blockhd3"/>
    <w:basedOn w:val="isonormal"/>
    <w:next w:val="blocktext3"/>
    <w:rsid w:val="0055318F"/>
    <w:pPr>
      <w:keepNext/>
      <w:keepLines/>
      <w:suppressAutoHyphens/>
      <w:ind w:left="605"/>
    </w:pPr>
    <w:rPr>
      <w:b/>
    </w:rPr>
  </w:style>
  <w:style w:type="paragraph" w:customStyle="1" w:styleId="blocktext3">
    <w:name w:val="blocktext3"/>
    <w:basedOn w:val="isonormal"/>
    <w:rsid w:val="0055318F"/>
    <w:pPr>
      <w:keepLines/>
      <w:ind w:left="600"/>
      <w:jc w:val="both"/>
    </w:pPr>
  </w:style>
  <w:style w:type="paragraph" w:customStyle="1" w:styleId="blockhd4">
    <w:name w:val="blockhd4"/>
    <w:basedOn w:val="isonormal"/>
    <w:next w:val="blocktext4"/>
    <w:rsid w:val="0055318F"/>
    <w:pPr>
      <w:keepNext/>
      <w:keepLines/>
      <w:suppressAutoHyphens/>
      <w:ind w:left="907"/>
    </w:pPr>
    <w:rPr>
      <w:b/>
    </w:rPr>
  </w:style>
  <w:style w:type="paragraph" w:customStyle="1" w:styleId="blocktext4">
    <w:name w:val="blocktext4"/>
    <w:basedOn w:val="isonormal"/>
    <w:rsid w:val="0055318F"/>
    <w:pPr>
      <w:keepLines/>
      <w:ind w:left="907"/>
      <w:jc w:val="both"/>
    </w:pPr>
  </w:style>
  <w:style w:type="paragraph" w:customStyle="1" w:styleId="blockhd5">
    <w:name w:val="blockhd5"/>
    <w:basedOn w:val="isonormal"/>
    <w:next w:val="blocktext5"/>
    <w:rsid w:val="0055318F"/>
    <w:pPr>
      <w:keepNext/>
      <w:keepLines/>
      <w:suppressAutoHyphens/>
      <w:ind w:left="1195"/>
    </w:pPr>
    <w:rPr>
      <w:b/>
    </w:rPr>
  </w:style>
  <w:style w:type="paragraph" w:customStyle="1" w:styleId="blocktext5">
    <w:name w:val="blocktext5"/>
    <w:basedOn w:val="isonormal"/>
    <w:rsid w:val="0055318F"/>
    <w:pPr>
      <w:keepLines/>
      <w:ind w:left="1195"/>
      <w:jc w:val="both"/>
    </w:pPr>
  </w:style>
  <w:style w:type="paragraph" w:customStyle="1" w:styleId="blockhd6">
    <w:name w:val="blockhd6"/>
    <w:basedOn w:val="isonormal"/>
    <w:next w:val="blocktext6"/>
    <w:rsid w:val="0055318F"/>
    <w:pPr>
      <w:keepNext/>
      <w:keepLines/>
      <w:suppressAutoHyphens/>
      <w:ind w:left="1498"/>
    </w:pPr>
    <w:rPr>
      <w:b/>
    </w:rPr>
  </w:style>
  <w:style w:type="paragraph" w:customStyle="1" w:styleId="blocktext6">
    <w:name w:val="blocktext6"/>
    <w:basedOn w:val="isonormal"/>
    <w:rsid w:val="0055318F"/>
    <w:pPr>
      <w:keepLines/>
      <w:ind w:left="1498"/>
      <w:jc w:val="both"/>
    </w:pPr>
  </w:style>
  <w:style w:type="paragraph" w:customStyle="1" w:styleId="blockhd7">
    <w:name w:val="blockhd7"/>
    <w:basedOn w:val="isonormal"/>
    <w:next w:val="blocktext7"/>
    <w:rsid w:val="0055318F"/>
    <w:pPr>
      <w:keepNext/>
      <w:keepLines/>
      <w:suppressAutoHyphens/>
      <w:ind w:left="1800"/>
    </w:pPr>
    <w:rPr>
      <w:b/>
    </w:rPr>
  </w:style>
  <w:style w:type="paragraph" w:customStyle="1" w:styleId="blocktext7">
    <w:name w:val="blocktext7"/>
    <w:basedOn w:val="isonormal"/>
    <w:rsid w:val="0055318F"/>
    <w:pPr>
      <w:keepLines/>
      <w:ind w:left="1800"/>
      <w:jc w:val="both"/>
    </w:pPr>
  </w:style>
  <w:style w:type="paragraph" w:customStyle="1" w:styleId="blockhd8">
    <w:name w:val="blockhd8"/>
    <w:basedOn w:val="isonormal"/>
    <w:next w:val="blocktext8"/>
    <w:rsid w:val="0055318F"/>
    <w:pPr>
      <w:keepNext/>
      <w:keepLines/>
      <w:suppressAutoHyphens/>
      <w:ind w:left="2102"/>
    </w:pPr>
    <w:rPr>
      <w:b/>
    </w:rPr>
  </w:style>
  <w:style w:type="paragraph" w:customStyle="1" w:styleId="blocktext8">
    <w:name w:val="blocktext8"/>
    <w:basedOn w:val="isonormal"/>
    <w:rsid w:val="0055318F"/>
    <w:pPr>
      <w:keepLines/>
      <w:ind w:left="2102"/>
      <w:jc w:val="both"/>
    </w:pPr>
  </w:style>
  <w:style w:type="paragraph" w:customStyle="1" w:styleId="blockhd9">
    <w:name w:val="blockhd9"/>
    <w:basedOn w:val="isonormal"/>
    <w:next w:val="blocktext9"/>
    <w:rsid w:val="0055318F"/>
    <w:pPr>
      <w:keepNext/>
      <w:keepLines/>
      <w:suppressAutoHyphens/>
      <w:ind w:left="2405"/>
    </w:pPr>
    <w:rPr>
      <w:b/>
    </w:rPr>
  </w:style>
  <w:style w:type="paragraph" w:customStyle="1" w:styleId="blocktext9">
    <w:name w:val="blocktext9"/>
    <w:basedOn w:val="isonormal"/>
    <w:rsid w:val="0055318F"/>
    <w:pPr>
      <w:keepLines/>
      <w:ind w:left="2405"/>
      <w:jc w:val="both"/>
    </w:pPr>
  </w:style>
  <w:style w:type="paragraph" w:customStyle="1" w:styleId="colline">
    <w:name w:val="colline"/>
    <w:basedOn w:val="isonormal"/>
    <w:next w:val="blocktext1"/>
    <w:rsid w:val="0055318F"/>
    <w:pPr>
      <w:pBdr>
        <w:bottom w:val="single" w:sz="6" w:space="0" w:color="auto"/>
      </w:pBdr>
      <w:spacing w:before="0" w:line="80" w:lineRule="exact"/>
    </w:pPr>
  </w:style>
  <w:style w:type="paragraph" w:customStyle="1" w:styleId="sectiontitlecenter">
    <w:name w:val="section title center"/>
    <w:basedOn w:val="isonormal"/>
    <w:rsid w:val="0055318F"/>
    <w:pPr>
      <w:keepNext/>
      <w:keepLines/>
      <w:pBdr>
        <w:top w:val="single" w:sz="6" w:space="3" w:color="auto"/>
      </w:pBdr>
      <w:jc w:val="center"/>
    </w:pPr>
    <w:rPr>
      <w:b/>
      <w:caps/>
      <w:sz w:val="24"/>
    </w:rPr>
  </w:style>
  <w:style w:type="character" w:styleId="CommentReference">
    <w:name w:val="annotation reference"/>
    <w:semiHidden/>
    <w:rsid w:val="0050233F"/>
    <w:rPr>
      <w:sz w:val="16"/>
    </w:rPr>
  </w:style>
  <w:style w:type="paragraph" w:customStyle="1" w:styleId="sectiontitleflushleft">
    <w:name w:val="section title flush left"/>
    <w:basedOn w:val="isonormal"/>
    <w:rsid w:val="0055318F"/>
    <w:pPr>
      <w:keepNext/>
      <w:keepLines/>
      <w:pBdr>
        <w:top w:val="single" w:sz="6" w:space="3" w:color="auto"/>
      </w:pBdr>
    </w:pPr>
    <w:rPr>
      <w:b/>
      <w:caps/>
      <w:sz w:val="24"/>
    </w:rPr>
  </w:style>
  <w:style w:type="paragraph" w:customStyle="1" w:styleId="outlinehd1">
    <w:name w:val="outlinehd1"/>
    <w:basedOn w:val="isonormal"/>
    <w:next w:val="blocktext2"/>
    <w:rsid w:val="0055318F"/>
    <w:pPr>
      <w:keepNext/>
      <w:keepLines/>
      <w:tabs>
        <w:tab w:val="right" w:pos="180"/>
        <w:tab w:val="left" w:pos="300"/>
      </w:tabs>
      <w:suppressAutoHyphens/>
      <w:ind w:left="302" w:hanging="302"/>
    </w:pPr>
    <w:rPr>
      <w:b/>
    </w:rPr>
  </w:style>
  <w:style w:type="paragraph" w:customStyle="1" w:styleId="outlinehd2">
    <w:name w:val="outlinehd2"/>
    <w:basedOn w:val="isonormal"/>
    <w:next w:val="blocktext3"/>
    <w:rsid w:val="0055318F"/>
    <w:pPr>
      <w:keepNext/>
      <w:keepLines/>
      <w:tabs>
        <w:tab w:val="right" w:pos="480"/>
        <w:tab w:val="left" w:pos="600"/>
      </w:tabs>
      <w:suppressAutoHyphens/>
      <w:ind w:left="605" w:hanging="605"/>
    </w:pPr>
    <w:rPr>
      <w:b/>
    </w:rPr>
  </w:style>
  <w:style w:type="paragraph" w:customStyle="1" w:styleId="outlinehd3">
    <w:name w:val="outlinehd3"/>
    <w:basedOn w:val="isonormal"/>
    <w:next w:val="blocktext4"/>
    <w:rsid w:val="0055318F"/>
    <w:pPr>
      <w:keepNext/>
      <w:keepLines/>
      <w:tabs>
        <w:tab w:val="right" w:pos="780"/>
        <w:tab w:val="left" w:pos="900"/>
      </w:tabs>
      <w:suppressAutoHyphens/>
      <w:ind w:left="907" w:hanging="907"/>
    </w:pPr>
    <w:rPr>
      <w:b/>
    </w:rPr>
  </w:style>
  <w:style w:type="paragraph" w:customStyle="1" w:styleId="outlinehd4">
    <w:name w:val="outlinehd4"/>
    <w:basedOn w:val="isonormal"/>
    <w:next w:val="blocktext5"/>
    <w:rsid w:val="0055318F"/>
    <w:pPr>
      <w:keepNext/>
      <w:keepLines/>
      <w:tabs>
        <w:tab w:val="right" w:pos="1080"/>
        <w:tab w:val="left" w:pos="1200"/>
      </w:tabs>
      <w:suppressAutoHyphens/>
      <w:ind w:left="1195" w:hanging="1195"/>
    </w:pPr>
    <w:rPr>
      <w:b/>
    </w:rPr>
  </w:style>
  <w:style w:type="paragraph" w:customStyle="1" w:styleId="outlinehd5">
    <w:name w:val="outlinehd5"/>
    <w:basedOn w:val="isonormal"/>
    <w:next w:val="blocktext6"/>
    <w:rsid w:val="0055318F"/>
    <w:pPr>
      <w:keepNext/>
      <w:keepLines/>
      <w:tabs>
        <w:tab w:val="right" w:pos="1380"/>
        <w:tab w:val="left" w:pos="1500"/>
      </w:tabs>
      <w:suppressAutoHyphens/>
      <w:ind w:left="1498" w:hanging="1498"/>
    </w:pPr>
    <w:rPr>
      <w:b/>
    </w:rPr>
  </w:style>
  <w:style w:type="paragraph" w:customStyle="1" w:styleId="outlinehd6">
    <w:name w:val="outlinehd6"/>
    <w:basedOn w:val="isonormal"/>
    <w:next w:val="blocktext7"/>
    <w:rsid w:val="0055318F"/>
    <w:pPr>
      <w:keepNext/>
      <w:keepLines/>
      <w:tabs>
        <w:tab w:val="right" w:pos="1680"/>
        <w:tab w:val="left" w:pos="1800"/>
      </w:tabs>
      <w:suppressAutoHyphens/>
      <w:ind w:left="1800" w:hanging="1800"/>
    </w:pPr>
    <w:rPr>
      <w:b/>
    </w:rPr>
  </w:style>
  <w:style w:type="paragraph" w:customStyle="1" w:styleId="outlinehd7">
    <w:name w:val="outlinehd7"/>
    <w:basedOn w:val="isonormal"/>
    <w:next w:val="blocktext8"/>
    <w:rsid w:val="0055318F"/>
    <w:pPr>
      <w:keepNext/>
      <w:keepLines/>
      <w:tabs>
        <w:tab w:val="right" w:pos="1980"/>
        <w:tab w:val="left" w:pos="2100"/>
      </w:tabs>
      <w:suppressAutoHyphens/>
      <w:ind w:left="2100" w:hanging="2100"/>
    </w:pPr>
    <w:rPr>
      <w:b/>
    </w:rPr>
  </w:style>
  <w:style w:type="paragraph" w:customStyle="1" w:styleId="outlinehd8">
    <w:name w:val="outlinehd8"/>
    <w:basedOn w:val="isonormal"/>
    <w:next w:val="blocktext9"/>
    <w:rsid w:val="0055318F"/>
    <w:pPr>
      <w:keepNext/>
      <w:keepLines/>
      <w:tabs>
        <w:tab w:val="right" w:pos="2280"/>
        <w:tab w:val="left" w:pos="2400"/>
      </w:tabs>
      <w:suppressAutoHyphens/>
      <w:ind w:left="2400" w:hanging="2400"/>
    </w:pPr>
    <w:rPr>
      <w:b/>
    </w:rPr>
  </w:style>
  <w:style w:type="paragraph" w:customStyle="1" w:styleId="outlinehd9">
    <w:name w:val="outlinehd9"/>
    <w:basedOn w:val="isonormal"/>
    <w:next w:val="blocktext9"/>
    <w:rsid w:val="0055318F"/>
    <w:pPr>
      <w:keepNext/>
      <w:keepLines/>
      <w:tabs>
        <w:tab w:val="right" w:pos="2580"/>
        <w:tab w:val="left" w:pos="2700"/>
      </w:tabs>
      <w:suppressAutoHyphens/>
      <w:ind w:left="2707" w:hanging="2707"/>
    </w:pPr>
    <w:rPr>
      <w:b/>
    </w:rPr>
  </w:style>
  <w:style w:type="paragraph" w:customStyle="1" w:styleId="outlinetxt1">
    <w:name w:val="outlinetxt1"/>
    <w:basedOn w:val="isonormal"/>
    <w:rsid w:val="0055318F"/>
    <w:pPr>
      <w:keepLines/>
      <w:tabs>
        <w:tab w:val="right" w:pos="180"/>
        <w:tab w:val="left" w:pos="300"/>
      </w:tabs>
      <w:ind w:left="300" w:hanging="300"/>
      <w:jc w:val="both"/>
    </w:pPr>
    <w:rPr>
      <w:b/>
    </w:rPr>
  </w:style>
  <w:style w:type="paragraph" w:customStyle="1" w:styleId="outlinetxt2">
    <w:name w:val="outlinetxt2"/>
    <w:basedOn w:val="isonormal"/>
    <w:rsid w:val="0055318F"/>
    <w:pPr>
      <w:keepLines/>
      <w:tabs>
        <w:tab w:val="right" w:pos="480"/>
        <w:tab w:val="left" w:pos="600"/>
      </w:tabs>
      <w:ind w:left="600" w:hanging="600"/>
      <w:jc w:val="both"/>
    </w:pPr>
    <w:rPr>
      <w:b/>
    </w:rPr>
  </w:style>
  <w:style w:type="paragraph" w:customStyle="1" w:styleId="outlinetxt3">
    <w:name w:val="outlinetxt3"/>
    <w:basedOn w:val="isonormal"/>
    <w:rsid w:val="0055318F"/>
    <w:pPr>
      <w:keepLines/>
      <w:tabs>
        <w:tab w:val="right" w:pos="780"/>
        <w:tab w:val="left" w:pos="900"/>
      </w:tabs>
      <w:ind w:left="900" w:hanging="900"/>
      <w:jc w:val="both"/>
    </w:pPr>
    <w:rPr>
      <w:b/>
    </w:rPr>
  </w:style>
  <w:style w:type="paragraph" w:customStyle="1" w:styleId="outlinetxt4">
    <w:name w:val="outlinetxt4"/>
    <w:basedOn w:val="isonormal"/>
    <w:rsid w:val="0055318F"/>
    <w:pPr>
      <w:keepLines/>
      <w:tabs>
        <w:tab w:val="right" w:pos="1080"/>
        <w:tab w:val="left" w:pos="1200"/>
      </w:tabs>
      <w:ind w:left="1200" w:hanging="1200"/>
      <w:jc w:val="both"/>
    </w:pPr>
    <w:rPr>
      <w:b/>
    </w:rPr>
  </w:style>
  <w:style w:type="paragraph" w:customStyle="1" w:styleId="outlinetxt5">
    <w:name w:val="outlinetxt5"/>
    <w:basedOn w:val="isonormal"/>
    <w:rsid w:val="0055318F"/>
    <w:pPr>
      <w:keepLines/>
      <w:tabs>
        <w:tab w:val="right" w:pos="1380"/>
        <w:tab w:val="left" w:pos="1500"/>
      </w:tabs>
      <w:ind w:left="1500" w:hanging="1500"/>
      <w:jc w:val="both"/>
    </w:pPr>
    <w:rPr>
      <w:b/>
    </w:rPr>
  </w:style>
  <w:style w:type="paragraph" w:customStyle="1" w:styleId="outlinetxt6">
    <w:name w:val="outlinetxt6"/>
    <w:basedOn w:val="isonormal"/>
    <w:rsid w:val="0055318F"/>
    <w:pPr>
      <w:keepLines/>
      <w:tabs>
        <w:tab w:val="right" w:pos="1680"/>
        <w:tab w:val="left" w:pos="1800"/>
      </w:tabs>
      <w:ind w:left="1800" w:hanging="1800"/>
      <w:jc w:val="both"/>
    </w:pPr>
    <w:rPr>
      <w:b/>
    </w:rPr>
  </w:style>
  <w:style w:type="paragraph" w:customStyle="1" w:styleId="outlinetxt7">
    <w:name w:val="outlinetxt7"/>
    <w:basedOn w:val="isonormal"/>
    <w:rsid w:val="0055318F"/>
    <w:pPr>
      <w:keepLines/>
      <w:tabs>
        <w:tab w:val="right" w:pos="1980"/>
        <w:tab w:val="left" w:pos="2100"/>
      </w:tabs>
      <w:ind w:left="2100" w:hanging="2100"/>
      <w:jc w:val="both"/>
    </w:pPr>
    <w:rPr>
      <w:b/>
    </w:rPr>
  </w:style>
  <w:style w:type="paragraph" w:customStyle="1" w:styleId="outlinetxt8">
    <w:name w:val="outlinetxt8"/>
    <w:basedOn w:val="isonormal"/>
    <w:rsid w:val="0055318F"/>
    <w:pPr>
      <w:keepLines/>
      <w:tabs>
        <w:tab w:val="right" w:pos="2280"/>
        <w:tab w:val="left" w:pos="2400"/>
      </w:tabs>
      <w:ind w:left="2400" w:hanging="2400"/>
      <w:jc w:val="both"/>
    </w:pPr>
    <w:rPr>
      <w:b/>
    </w:rPr>
  </w:style>
  <w:style w:type="paragraph" w:customStyle="1" w:styleId="outlinetxt9">
    <w:name w:val="outlinetxt9"/>
    <w:basedOn w:val="isonormal"/>
    <w:rsid w:val="0055318F"/>
    <w:pPr>
      <w:keepLines/>
      <w:tabs>
        <w:tab w:val="right" w:pos="2580"/>
        <w:tab w:val="left" w:pos="2700"/>
      </w:tabs>
      <w:ind w:left="2700" w:hanging="2700"/>
      <w:jc w:val="both"/>
    </w:pPr>
    <w:rPr>
      <w:b/>
    </w:rPr>
  </w:style>
  <w:style w:type="paragraph" w:customStyle="1" w:styleId="columnheading">
    <w:name w:val="column heading"/>
    <w:basedOn w:val="isonormal"/>
    <w:rsid w:val="0055318F"/>
    <w:pPr>
      <w:keepNext/>
      <w:keepLines/>
      <w:spacing w:before="0"/>
      <w:jc w:val="center"/>
    </w:pPr>
    <w:rPr>
      <w:b/>
    </w:rPr>
  </w:style>
  <w:style w:type="paragraph" w:customStyle="1" w:styleId="isof1">
    <w:name w:val="isof1"/>
    <w:basedOn w:val="isonormal"/>
    <w:rsid w:val="0055318F"/>
    <w:pPr>
      <w:spacing w:before="0"/>
      <w:jc w:val="both"/>
    </w:pPr>
  </w:style>
  <w:style w:type="paragraph" w:customStyle="1" w:styleId="isof2">
    <w:name w:val="isof2"/>
    <w:basedOn w:val="isonormal"/>
    <w:rsid w:val="0055318F"/>
    <w:pPr>
      <w:spacing w:before="0"/>
      <w:jc w:val="both"/>
    </w:pPr>
    <w:rPr>
      <w:b/>
    </w:rPr>
  </w:style>
  <w:style w:type="paragraph" w:customStyle="1" w:styleId="isof3">
    <w:name w:val="isof3"/>
    <w:basedOn w:val="isonormal"/>
    <w:rsid w:val="0055318F"/>
    <w:pPr>
      <w:spacing w:before="0" w:line="240" w:lineRule="auto"/>
      <w:jc w:val="center"/>
    </w:pPr>
    <w:rPr>
      <w:b/>
      <w:caps/>
      <w:sz w:val="24"/>
    </w:rPr>
  </w:style>
  <w:style w:type="paragraph" w:customStyle="1" w:styleId="isof4">
    <w:name w:val="isof4"/>
    <w:basedOn w:val="isonormal"/>
    <w:rsid w:val="0050233F"/>
    <w:pPr>
      <w:spacing w:before="0" w:line="250" w:lineRule="exact"/>
    </w:pPr>
    <w:rPr>
      <w:b/>
      <w:sz w:val="24"/>
    </w:rPr>
  </w:style>
  <w:style w:type="paragraph" w:customStyle="1" w:styleId="title12">
    <w:name w:val="title12"/>
    <w:basedOn w:val="isonormal"/>
    <w:next w:val="isonormal"/>
    <w:rsid w:val="0055318F"/>
    <w:pPr>
      <w:keepNext/>
      <w:keepLines/>
      <w:spacing w:before="0" w:line="240" w:lineRule="auto"/>
      <w:jc w:val="center"/>
    </w:pPr>
    <w:rPr>
      <w:b/>
      <w:caps/>
      <w:sz w:val="24"/>
    </w:rPr>
  </w:style>
  <w:style w:type="paragraph" w:customStyle="1" w:styleId="title18">
    <w:name w:val="title18"/>
    <w:basedOn w:val="isonormal"/>
    <w:next w:val="isonormal"/>
    <w:rsid w:val="0055318F"/>
    <w:pPr>
      <w:spacing w:before="0" w:line="360" w:lineRule="exact"/>
      <w:jc w:val="center"/>
    </w:pPr>
    <w:rPr>
      <w:b/>
      <w:caps/>
      <w:sz w:val="36"/>
    </w:rPr>
  </w:style>
  <w:style w:type="paragraph" w:styleId="List3">
    <w:name w:val="List 3"/>
    <w:basedOn w:val="Normal"/>
    <w:rsid w:val="0050233F"/>
    <w:pPr>
      <w:ind w:left="1080" w:hanging="360"/>
      <w:jc w:val="center"/>
    </w:pPr>
    <w:rPr>
      <w:b/>
      <w:caps/>
      <w:sz w:val="24"/>
    </w:rPr>
  </w:style>
  <w:style w:type="paragraph" w:styleId="CommentText">
    <w:name w:val="annotation text"/>
    <w:basedOn w:val="Normal"/>
    <w:semiHidden/>
    <w:rsid w:val="0050233F"/>
    <w:pPr>
      <w:spacing w:line="220" w:lineRule="exact"/>
    </w:pPr>
    <w:rPr>
      <w:rFonts w:ascii="Helv" w:hAnsi="Helv"/>
    </w:rPr>
  </w:style>
  <w:style w:type="paragraph" w:customStyle="1" w:styleId="center">
    <w:name w:val="center"/>
    <w:basedOn w:val="isonormal"/>
    <w:rsid w:val="0055318F"/>
    <w:pPr>
      <w:jc w:val="center"/>
    </w:pPr>
  </w:style>
  <w:style w:type="paragraph" w:customStyle="1" w:styleId="tabletext">
    <w:name w:val="tabletext"/>
    <w:basedOn w:val="isonormal"/>
    <w:rsid w:val="0055318F"/>
    <w:pPr>
      <w:spacing w:before="60"/>
    </w:pPr>
  </w:style>
  <w:style w:type="paragraph" w:styleId="Index1">
    <w:name w:val="index 1"/>
    <w:basedOn w:val="Normal"/>
    <w:next w:val="Normal"/>
    <w:semiHidden/>
    <w:rsid w:val="0050233F"/>
    <w:pPr>
      <w:tabs>
        <w:tab w:val="right" w:leader="dot" w:pos="10080"/>
      </w:tabs>
      <w:ind w:left="200" w:hanging="200"/>
    </w:pPr>
  </w:style>
  <w:style w:type="paragraph" w:styleId="TableofAuthorities">
    <w:name w:val="table of authorities"/>
    <w:basedOn w:val="Normal"/>
    <w:next w:val="Normal"/>
    <w:semiHidden/>
    <w:rsid w:val="0050233F"/>
    <w:pPr>
      <w:tabs>
        <w:tab w:val="right" w:leader="dot" w:pos="10080"/>
      </w:tabs>
      <w:ind w:left="200" w:hanging="200"/>
    </w:pPr>
  </w:style>
  <w:style w:type="paragraph" w:styleId="ListNumber">
    <w:name w:val="List Number"/>
    <w:basedOn w:val="Normal"/>
    <w:rsid w:val="0050233F"/>
    <w:pPr>
      <w:numPr>
        <w:ilvl w:val="11"/>
      </w:numPr>
      <w:ind w:left="360" w:hanging="360"/>
    </w:pPr>
  </w:style>
  <w:style w:type="character" w:styleId="PageNumber">
    <w:name w:val="page number"/>
    <w:basedOn w:val="DefaultParagraphFont"/>
    <w:rsid w:val="0050233F"/>
  </w:style>
  <w:style w:type="paragraph" w:customStyle="1" w:styleId="sidetext">
    <w:name w:val="sidetext"/>
    <w:basedOn w:val="isonormal"/>
    <w:rsid w:val="0055318F"/>
    <w:pPr>
      <w:spacing w:before="0" w:line="240" w:lineRule="auto"/>
      <w:jc w:val="center"/>
    </w:pPr>
    <w:rPr>
      <w:sz w:val="52"/>
    </w:rPr>
  </w:style>
  <w:style w:type="paragraph" w:styleId="Header">
    <w:name w:val="header"/>
    <w:basedOn w:val="Normal"/>
    <w:link w:val="HeaderChar"/>
    <w:rsid w:val="0055318F"/>
    <w:pPr>
      <w:tabs>
        <w:tab w:val="center" w:pos="4680"/>
        <w:tab w:val="right" w:pos="9360"/>
      </w:tabs>
    </w:pPr>
  </w:style>
  <w:style w:type="paragraph" w:styleId="Footer">
    <w:name w:val="footer"/>
    <w:basedOn w:val="Normal"/>
    <w:link w:val="FooterChar"/>
    <w:rsid w:val="0055318F"/>
    <w:pPr>
      <w:tabs>
        <w:tab w:val="center" w:pos="4680"/>
        <w:tab w:val="right" w:pos="9360"/>
      </w:tabs>
    </w:pPr>
  </w:style>
  <w:style w:type="paragraph" w:styleId="Date">
    <w:name w:val="Date"/>
    <w:basedOn w:val="Normal"/>
    <w:rsid w:val="0050233F"/>
    <w:pPr>
      <w:jc w:val="right"/>
    </w:pPr>
    <w:rPr>
      <w:sz w:val="22"/>
    </w:rPr>
  </w:style>
  <w:style w:type="paragraph" w:customStyle="1" w:styleId="ISOCircular">
    <w:name w:val="ISOCircular"/>
    <w:basedOn w:val="Normal"/>
    <w:rsid w:val="0050233F"/>
    <w:pPr>
      <w:jc w:val="left"/>
    </w:pPr>
    <w:rPr>
      <w:i/>
      <w:caps/>
      <w:sz w:val="116"/>
    </w:rPr>
  </w:style>
  <w:style w:type="paragraph" w:customStyle="1" w:styleId="LineOfBusiness">
    <w:name w:val="LineOfBusiness"/>
    <w:basedOn w:val="Normal"/>
    <w:rsid w:val="0050233F"/>
    <w:pPr>
      <w:tabs>
        <w:tab w:val="left" w:pos="2160"/>
      </w:tabs>
      <w:jc w:val="left"/>
    </w:pPr>
    <w:rPr>
      <w:sz w:val="22"/>
    </w:rPr>
  </w:style>
  <w:style w:type="paragraph" w:customStyle="1" w:styleId="MailDate">
    <w:name w:val="MailDate"/>
    <w:basedOn w:val="Normal"/>
    <w:rsid w:val="0050233F"/>
    <w:pPr>
      <w:jc w:val="right"/>
    </w:pPr>
    <w:rPr>
      <w:caps/>
      <w:sz w:val="22"/>
    </w:rPr>
  </w:style>
  <w:style w:type="paragraph" w:customStyle="1" w:styleId="tabletxtdecpage">
    <w:name w:val="tabletxt dec page"/>
    <w:basedOn w:val="isonormal"/>
    <w:rsid w:val="0055318F"/>
    <w:pPr>
      <w:spacing w:before="60"/>
    </w:pPr>
    <w:rPr>
      <w:sz w:val="18"/>
    </w:rPr>
  </w:style>
  <w:style w:type="paragraph" w:customStyle="1" w:styleId="space8">
    <w:name w:val="space8"/>
    <w:basedOn w:val="isonormal"/>
    <w:next w:val="blocktext1"/>
    <w:rsid w:val="0055318F"/>
    <w:pPr>
      <w:spacing w:before="0" w:line="160" w:lineRule="exact"/>
      <w:jc w:val="both"/>
    </w:pPr>
  </w:style>
  <w:style w:type="paragraph" w:customStyle="1" w:styleId="space2">
    <w:name w:val="space2"/>
    <w:basedOn w:val="isonormal"/>
    <w:next w:val="blocktext1"/>
    <w:rsid w:val="0055318F"/>
    <w:pPr>
      <w:spacing w:before="0" w:line="40" w:lineRule="exact"/>
      <w:jc w:val="both"/>
    </w:pPr>
  </w:style>
  <w:style w:type="paragraph" w:customStyle="1" w:styleId="space4">
    <w:name w:val="space4"/>
    <w:basedOn w:val="isonormal"/>
    <w:next w:val="blocktext1"/>
    <w:rsid w:val="0055318F"/>
    <w:pPr>
      <w:spacing w:before="0" w:line="80" w:lineRule="exact"/>
      <w:jc w:val="both"/>
    </w:pPr>
  </w:style>
  <w:style w:type="paragraph" w:customStyle="1" w:styleId="title14">
    <w:name w:val="title14"/>
    <w:basedOn w:val="isonormal"/>
    <w:next w:val="isonormal"/>
    <w:rsid w:val="0055318F"/>
    <w:pPr>
      <w:keepNext/>
      <w:keepLines/>
      <w:spacing w:before="0" w:line="240" w:lineRule="auto"/>
      <w:jc w:val="center"/>
    </w:pPr>
    <w:rPr>
      <w:b/>
      <w:caps/>
      <w:sz w:val="28"/>
    </w:rPr>
  </w:style>
  <w:style w:type="paragraph" w:customStyle="1" w:styleId="title16">
    <w:name w:val="title16"/>
    <w:basedOn w:val="isonormal"/>
    <w:next w:val="isonormal"/>
    <w:rsid w:val="0055318F"/>
    <w:pPr>
      <w:keepNext/>
      <w:keepLines/>
      <w:spacing w:before="0" w:line="240" w:lineRule="auto"/>
      <w:jc w:val="center"/>
    </w:pPr>
    <w:rPr>
      <w:b/>
      <w:caps/>
      <w:sz w:val="32"/>
    </w:rPr>
  </w:style>
  <w:style w:type="paragraph" w:customStyle="1" w:styleId="title24">
    <w:name w:val="title24"/>
    <w:basedOn w:val="isonormal"/>
    <w:next w:val="isonormal"/>
    <w:rsid w:val="0055318F"/>
    <w:pPr>
      <w:keepNext/>
      <w:keepLines/>
      <w:spacing w:before="0" w:line="240" w:lineRule="auto"/>
      <w:jc w:val="center"/>
    </w:pPr>
    <w:rPr>
      <w:b/>
      <w:caps/>
      <w:sz w:val="48"/>
    </w:rPr>
  </w:style>
  <w:style w:type="paragraph" w:customStyle="1" w:styleId="title30">
    <w:name w:val="title30"/>
    <w:basedOn w:val="isonormal"/>
    <w:next w:val="isonormal"/>
    <w:rsid w:val="0055318F"/>
    <w:pPr>
      <w:keepNext/>
      <w:keepLines/>
      <w:spacing w:before="0" w:line="240" w:lineRule="auto"/>
      <w:jc w:val="center"/>
    </w:pPr>
    <w:rPr>
      <w:b/>
      <w:caps/>
      <w:sz w:val="60"/>
    </w:rPr>
  </w:style>
  <w:style w:type="paragraph" w:customStyle="1" w:styleId="columnheading12">
    <w:name w:val="column heading12"/>
    <w:basedOn w:val="isonormal"/>
    <w:rsid w:val="0055318F"/>
    <w:pPr>
      <w:keepNext/>
      <w:keepLines/>
      <w:spacing w:before="0" w:line="240" w:lineRule="auto"/>
      <w:jc w:val="center"/>
    </w:pPr>
    <w:rPr>
      <w:b/>
      <w:sz w:val="24"/>
    </w:rPr>
  </w:style>
  <w:style w:type="paragraph" w:customStyle="1" w:styleId="columnheading14">
    <w:name w:val="column heading14"/>
    <w:basedOn w:val="isonormal"/>
    <w:rsid w:val="0055318F"/>
    <w:pPr>
      <w:keepNext/>
      <w:keepLines/>
      <w:spacing w:before="0" w:line="240" w:lineRule="auto"/>
      <w:jc w:val="center"/>
    </w:pPr>
    <w:rPr>
      <w:b/>
      <w:sz w:val="28"/>
    </w:rPr>
  </w:style>
  <w:style w:type="paragraph" w:customStyle="1" w:styleId="columnheading16">
    <w:name w:val="column heading16"/>
    <w:basedOn w:val="isonormal"/>
    <w:rsid w:val="0055318F"/>
    <w:pPr>
      <w:keepNext/>
      <w:keepLines/>
      <w:spacing w:before="0" w:line="240" w:lineRule="auto"/>
      <w:jc w:val="center"/>
    </w:pPr>
    <w:rPr>
      <w:b/>
      <w:sz w:val="32"/>
    </w:rPr>
  </w:style>
  <w:style w:type="paragraph" w:customStyle="1" w:styleId="columnheading18">
    <w:name w:val="column heading18"/>
    <w:basedOn w:val="isonormal"/>
    <w:rsid w:val="0055318F"/>
    <w:pPr>
      <w:keepNext/>
      <w:keepLines/>
      <w:spacing w:before="0" w:line="240" w:lineRule="auto"/>
      <w:jc w:val="center"/>
    </w:pPr>
    <w:rPr>
      <w:b/>
      <w:sz w:val="36"/>
    </w:rPr>
  </w:style>
  <w:style w:type="paragraph" w:customStyle="1" w:styleId="columnheading24">
    <w:name w:val="column heading24"/>
    <w:basedOn w:val="isonormal"/>
    <w:rsid w:val="0055318F"/>
    <w:pPr>
      <w:keepNext/>
      <w:keepLines/>
      <w:spacing w:before="0" w:line="240" w:lineRule="auto"/>
      <w:jc w:val="center"/>
    </w:pPr>
    <w:rPr>
      <w:b/>
      <w:sz w:val="48"/>
    </w:rPr>
  </w:style>
  <w:style w:type="paragraph" w:customStyle="1" w:styleId="tabletext8">
    <w:name w:val="tabletext8"/>
    <w:basedOn w:val="isonormal"/>
    <w:rsid w:val="0055318F"/>
    <w:pPr>
      <w:spacing w:before="60"/>
    </w:pPr>
    <w:rPr>
      <w:sz w:val="16"/>
    </w:rPr>
  </w:style>
  <w:style w:type="paragraph" w:customStyle="1" w:styleId="TEXT12">
    <w:name w:val="TEXT12"/>
    <w:basedOn w:val="isonormal"/>
    <w:rsid w:val="0055318F"/>
    <w:pPr>
      <w:spacing w:line="240" w:lineRule="auto"/>
    </w:pPr>
    <w:rPr>
      <w:sz w:val="24"/>
    </w:rPr>
  </w:style>
  <w:style w:type="paragraph" w:customStyle="1" w:styleId="TEXT14">
    <w:name w:val="TEXT14"/>
    <w:basedOn w:val="isonormal"/>
    <w:rsid w:val="0055318F"/>
    <w:pPr>
      <w:spacing w:line="240" w:lineRule="auto"/>
    </w:pPr>
    <w:rPr>
      <w:sz w:val="28"/>
    </w:rPr>
  </w:style>
  <w:style w:type="paragraph" w:customStyle="1" w:styleId="TEXT16">
    <w:name w:val="TEXT16"/>
    <w:basedOn w:val="isonormal"/>
    <w:rsid w:val="0055318F"/>
    <w:pPr>
      <w:spacing w:line="240" w:lineRule="auto"/>
    </w:pPr>
    <w:rPr>
      <w:sz w:val="32"/>
    </w:rPr>
  </w:style>
  <w:style w:type="paragraph" w:customStyle="1" w:styleId="TEXT18">
    <w:name w:val="TEXT18"/>
    <w:basedOn w:val="isonormal"/>
    <w:rsid w:val="0055318F"/>
    <w:pPr>
      <w:spacing w:line="240" w:lineRule="auto"/>
    </w:pPr>
    <w:rPr>
      <w:sz w:val="36"/>
    </w:rPr>
  </w:style>
  <w:style w:type="paragraph" w:customStyle="1" w:styleId="TEXT24">
    <w:name w:val="TEXT24"/>
    <w:basedOn w:val="isonormal"/>
    <w:rsid w:val="0055318F"/>
    <w:pPr>
      <w:spacing w:line="240" w:lineRule="auto"/>
    </w:pPr>
    <w:rPr>
      <w:sz w:val="48"/>
    </w:rPr>
  </w:style>
  <w:style w:type="table" w:styleId="TableGrid">
    <w:name w:val="Table Grid"/>
    <w:basedOn w:val="TableNormal"/>
    <w:rsid w:val="0055318F"/>
    <w:pPr>
      <w:overflowPunct w:val="0"/>
      <w:autoSpaceDE w:val="0"/>
      <w:autoSpaceDN w:val="0"/>
      <w:adjustRightInd w:val="0"/>
      <w:jc w:val="both"/>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qFormat/>
    <w:rsid w:val="00693B77"/>
    <w:rPr>
      <w:b/>
      <w:bCs/>
    </w:rPr>
  </w:style>
  <w:style w:type="character" w:customStyle="1" w:styleId="Heading1Char">
    <w:name w:val="Heading 1 Char"/>
    <w:link w:val="Heading1"/>
    <w:rsid w:val="0055318F"/>
    <w:rPr>
      <w:rFonts w:ascii="Helv" w:hAnsi="Helv"/>
      <w:b/>
      <w:sz w:val="24"/>
      <w:u w:val="single"/>
    </w:rPr>
  </w:style>
  <w:style w:type="character" w:customStyle="1" w:styleId="Heading2Char">
    <w:name w:val="Heading 2 Char"/>
    <w:link w:val="Heading2"/>
    <w:rsid w:val="0055318F"/>
    <w:rPr>
      <w:rFonts w:ascii="Helv" w:hAnsi="Helv"/>
      <w:b/>
      <w:sz w:val="24"/>
    </w:rPr>
  </w:style>
  <w:style w:type="paragraph" w:customStyle="1" w:styleId="tablerow2">
    <w:name w:val="tablerow2"/>
    <w:basedOn w:val="isonormal"/>
    <w:next w:val="tabletext"/>
    <w:rsid w:val="0055318F"/>
    <w:pPr>
      <w:spacing w:before="0" w:line="40" w:lineRule="exact"/>
      <w:jc w:val="both"/>
    </w:pPr>
  </w:style>
  <w:style w:type="paragraph" w:customStyle="1" w:styleId="tablerow4">
    <w:name w:val="tablerow4"/>
    <w:basedOn w:val="isonormal"/>
    <w:next w:val="tabletext"/>
    <w:rsid w:val="0055318F"/>
    <w:pPr>
      <w:spacing w:before="0" w:line="80" w:lineRule="exact"/>
      <w:jc w:val="both"/>
    </w:pPr>
  </w:style>
  <w:style w:type="character" w:customStyle="1" w:styleId="Heading3Char">
    <w:name w:val="Heading 3 Char"/>
    <w:link w:val="Heading3"/>
    <w:rsid w:val="0055318F"/>
    <w:rPr>
      <w:rFonts w:ascii="Tms Rmn" w:hAnsi="Tms Rmn"/>
      <w:b/>
      <w:sz w:val="24"/>
    </w:rPr>
  </w:style>
  <w:style w:type="paragraph" w:customStyle="1" w:styleId="tablehead">
    <w:name w:val="tablehead"/>
    <w:basedOn w:val="isonormal"/>
    <w:rsid w:val="0055318F"/>
    <w:pPr>
      <w:spacing w:before="40" w:after="20" w:line="190" w:lineRule="exact"/>
      <w:jc w:val="center"/>
    </w:pPr>
    <w:rPr>
      <w:b/>
      <w:sz w:val="18"/>
    </w:rPr>
  </w:style>
  <w:style w:type="paragraph" w:customStyle="1" w:styleId="tabletext11">
    <w:name w:val="tabletext1/1"/>
    <w:basedOn w:val="isonormal"/>
    <w:rsid w:val="0055318F"/>
    <w:pPr>
      <w:spacing w:before="20" w:after="20" w:line="190" w:lineRule="exact"/>
    </w:pPr>
    <w:rPr>
      <w:sz w:val="18"/>
    </w:rPr>
  </w:style>
  <w:style w:type="character" w:customStyle="1" w:styleId="HeaderChar">
    <w:name w:val="Header Char"/>
    <w:link w:val="Header"/>
    <w:rsid w:val="0055318F"/>
    <w:rPr>
      <w:rFonts w:ascii="Arial" w:hAnsi="Arial"/>
    </w:rPr>
  </w:style>
  <w:style w:type="character" w:customStyle="1" w:styleId="FooterChar">
    <w:name w:val="Footer Char"/>
    <w:link w:val="Footer"/>
    <w:rsid w:val="0055318F"/>
    <w:rPr>
      <w:rFonts w:ascii="Arial" w:hAnsi="Arial"/>
    </w:rPr>
  </w:style>
  <w:style w:type="character" w:customStyle="1" w:styleId="formlink">
    <w:name w:val="formlink"/>
    <w:rsid w:val="0055318F"/>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5.xml"/><Relationship Id="rId26" Type="http://schemas.openxmlformats.org/officeDocument/2006/relationships/footer" Target="footer8.xml"/><Relationship Id="rId3" Type="http://schemas.openxmlformats.org/officeDocument/2006/relationships/customXml" Target="../customXml/item3.xml"/><Relationship Id="rId21" Type="http://schemas.openxmlformats.org/officeDocument/2006/relationships/header" Target="header6.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footer" Target="footer7.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5.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eader" Target="header8.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eader" Target="header7.xml"/><Relationship Id="rId28" Type="http://schemas.openxmlformats.org/officeDocument/2006/relationships/footer" Target="footer9.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oter" Target="footer6.xml"/><Relationship Id="rId27" Type="http://schemas.openxmlformats.org/officeDocument/2006/relationships/header" Target="header9.xml"/><Relationship Id="rId30"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ISOAPPS\TEMPLATES\AUTOTEXTTEMPLATES\FORMSADDINAUTO.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LongProperties xmlns="http://schemas.microsoft.com/office/2006/metadata/longProperties"/>
</file>

<file path=customXml/item2.xml><?xml version="1.0" encoding="utf-8"?>
<p:properties xmlns:p="http://schemas.microsoft.com/office/2006/metadata/properties" xmlns:xsi="http://www.w3.org/2001/XMLSchema-instance" xmlns:pc="http://schemas.microsoft.com/office/infopath/2007/PartnerControls">
  <documentManagement>
    <DocumentName xmlns="a86cc342-0045-41e2-80e9-abdb777d2eca">LI-CA-2021-285 - 002 - CA 01 16 01 22 Final.docx</DocumentName>
    <NumberOfPages xmlns="a86cc342-0045-41e2-80e9-abdb777d2eca">4</NumberOfPages>
    <LOB xmlns="a86cc342-0045-41e2-80e9-abdb777d2eca">6</LOB>
    <Filings xmlns="a86cc342-0045-41e2-80e9-abdb777d2eca" xsi:nil="true"/>
    <AdditionalCircularNumbers xmlns="a86cc342-0045-41e2-80e9-abdb777d2eca" xsi:nil="true"/>
    <ServiceModule xmlns="a86cc342-0045-41e2-80e9-abdb777d2eca">
      <Value>7</Value>
    </ServiceModule>
    <CorrectionCirculars xmlns="a86cc342-0045-41e2-80e9-abdb777d2eca" xsi:nil="true"/>
    <CircularUpdate xmlns="a86cc342-0045-41e2-80e9-abdb777d2eca" xsi:nil="true"/>
    <StatisticalService xmlns="a86cc342-0045-41e2-80e9-abdb777d2eca"/>
    <AuthorId xmlns="a86cc342-0045-41e2-80e9-abdb777d2eca">i28737</AuthorId>
    <CircularDocDescription xmlns="a86cc342-0045-41e2-80e9-abdb777d2eca">CA 01 16 01 22 Final</CircularDocDescription>
    <Date_x0020_Modified xmlns="a86cc342-0045-41e2-80e9-abdb777d2eca">2021-05-07T04:00:00+00:00</Date_x0020_Modified>
    <CircularDate xmlns="a86cc342-0045-41e2-80e9-abdb777d2eca">2021-08-12T04:00:00+00:00</CircularDate>
    <PSDPDFSignoff xmlns="a86cc342-0045-41e2-80e9-abdb777d2eca" xsi:nil="true"/>
    <SPPageSequence xmlns="a86cc342-0045-41e2-80e9-abdb777d2eca">0</SPPageSequence>
    <DocumentSetDescription xmlns="http://schemas.microsoft.com/sharepoint/v3" xsi:nil="true"/>
    <CircularTitleDoc xmlns="a86cc342-0045-41e2-80e9-abdb777d2eca" xsi:nil="true"/>
    <PDFSignOffNotification xmlns="a86cc342-0045-41e2-80e9-abdb777d2eca">false</PDFSignOffNotification>
    <KeyMessage xmlns="a86cc342-0045-41e2-80e9-abdb777d2eca">The Virginia State Corporation Commission Bureau of Insurance (BOI) has approved forms filing CA-2021-OADF1.</KeyMessage>
    <CircularNumber xmlns="a86cc342-0045-41e2-80e9-abdb777d2eca">LI-CA-2021-285</CircularNumber>
    <AttachmentType xmlns="a86cc342-0045-41e2-80e9-abdb777d2eca">Form</AttachmentType>
    <ActionTopic xmlns="a86cc342-0045-41e2-80e9-abdb777d2eca">9</ActionTopic>
    <CircularType xmlns="a86cc342-0045-41e2-80e9-abdb777d2eca">9</CircularType>
    <SPSequence xmlns="a86cc342-0045-41e2-80e9-abdb777d2eca">0</SPSequence>
    <CircularNote xmlns="a86cc342-0045-41e2-80e9-abdb777d2eca" xsi:nil="true"/>
    <CircularComments xmlns="a86cc342-0045-41e2-80e9-abdb777d2eca" xsi:nil="true"/>
    <AuthorPDFSignoff xmlns="a86cc342-0045-41e2-80e9-abdb777d2eca" xsi:nil="true"/>
    <AuthorName xmlns="a86cc342-0045-41e2-80e9-abdb777d2eca">Lee, Xue Er</AuthorName>
    <Sequence xmlns="a86cc342-0045-41e2-80e9-abdb777d2eca">1</Sequence>
    <ServiceModuleString xmlns="a86cc342-0045-41e2-80e9-abdb777d2eca">Forms;</ServiceModuleString>
    <CircId xmlns="a86cc342-0045-41e2-80e9-abdb777d2eca">33238</CircId>
    <IncludeWithPDF xmlns="a86cc342-0045-41e2-80e9-abdb777d2eca">true</IncludeWithPDF>
    <ApplicableLOBs xmlns="a86cc342-0045-41e2-80e9-abdb777d2eca"/>
    <Master xmlns="a86cc342-0045-41e2-80e9-abdb777d2eca" xsi:nil="true"/>
    <CircularStatus xmlns="a86cc342-0045-41e2-80e9-abdb777d2eca">QA Review</CircularStatus>
    <IsStatusChanging xmlns="a86cc342-0045-41e2-80e9-abdb777d2eca">Y</IsStatusChanging>
    <KeyMessageDoc xmlns="a86cc342-0045-41e2-80e9-abdb777d2eca" xsi:nil="true"/>
    <CircularTitle xmlns="a86cc342-0045-41e2-80e9-abdb777d2eca">VIRGINIA REVISED CHANGES IN COVERAGE FORMS ENDORSEMENTS APPROVED</CircularTitle>
    <Jurs xmlns="a86cc342-0045-41e2-80e9-abdb777d2eca">
      <Value>50</Value>
    </Jur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CircularDocsContentType" ma:contentTypeID="0x0101002A7B4D783DF0499AA9CFFB0BDFDF2D2C00B742AC3165F72545976B399ED8B6337E" ma:contentTypeVersion="13" ma:contentTypeDescription="Circular Documents Content Type" ma:contentTypeScope="" ma:versionID="267d83bae528d82fd6e8565c5c7345a2">
  <xsd:schema xmlns:xsd="http://www.w3.org/2001/XMLSchema" xmlns:xs="http://www.w3.org/2001/XMLSchema" xmlns:p="http://schemas.microsoft.com/office/2006/metadata/properties" xmlns:ns1="http://schemas.microsoft.com/sharepoint/v3" xmlns:ns2="a86cc342-0045-41e2-80e9-abdb777d2eca" targetNamespace="http://schemas.microsoft.com/office/2006/metadata/properties" ma:root="true" ma:fieldsID="9718fa7371f90dd60b7d6f40e817801b" ns1:_="" ns2:_="">
    <xsd:import namespace="http://schemas.microsoft.com/sharepoint/v3"/>
    <xsd:import namespace="a86cc342-0045-41e2-80e9-abdb777d2eca"/>
    <xsd:element name="properties">
      <xsd:complexType>
        <xsd:sequence>
          <xsd:element name="documentManagement">
            <xsd:complexType>
              <xsd:all>
                <xsd:element ref="ns2:CircularDocDescription" minOccurs="0"/>
                <xsd:element ref="ns2:DocumentName" minOccurs="0"/>
                <xsd:element ref="ns2:IncludeWithPDF" minOccurs="0"/>
                <xsd:element ref="ns2:AttachmentType" minOccurs="0"/>
                <xsd:element ref="ns2:Date_x0020_Modified" minOccurs="0"/>
                <xsd:element ref="ns2:Sequence" minOccurs="0"/>
                <xsd:element ref="ns2:IsStatusChanging" minOccurs="0"/>
                <xsd:element ref="ns2:CircularTitleDoc" minOccurs="0"/>
                <xsd:element ref="ns2:KeyMessageDoc" minOccurs="0"/>
                <xsd:element ref="ns2:NumberOfPages" minOccurs="0"/>
                <xsd:element ref="ns2:SPPageSequence" minOccurs="0"/>
                <xsd:element ref="ns2:SPSequence" minOccurs="0"/>
                <xsd:element ref="ns2:AuthorPDFSignoff" minOccurs="0"/>
                <xsd:element ref="ns2:ServiceModuleString" minOccurs="0"/>
                <xsd:element ref="ns2:CircularStatus" minOccurs="0"/>
                <xsd:element ref="ns2:CircId" minOccurs="0"/>
                <xsd:element ref="ns2:CircularTitle" minOccurs="0"/>
                <xsd:element ref="ns2:LOB" minOccurs="0"/>
                <xsd:element ref="ns2:CircularUpdate" minOccurs="0"/>
                <xsd:element ref="ns2:AuthorName" minOccurs="0"/>
                <xsd:element ref="ns2:CircularDate" minOccurs="0"/>
                <xsd:element ref="ns2:ActionTopic" minOccurs="0"/>
                <xsd:element ref="ns2:AuthorId" minOccurs="0"/>
                <xsd:element ref="ns2:StatisticalService" minOccurs="0"/>
                <xsd:element ref="ns2:ServiceModule" minOccurs="0"/>
                <xsd:element ref="ns2:PDFSignOffNotification" minOccurs="0"/>
                <xsd:element ref="ns2:Jurs" minOccurs="0"/>
                <xsd:element ref="ns2:CorrectionCirculars" minOccurs="0"/>
                <xsd:element ref="ns2:Filings" minOccurs="0"/>
                <xsd:element ref="ns2:PSDPDFSignoff" minOccurs="0"/>
                <xsd:element ref="ns2:KeyMessage" minOccurs="0"/>
                <xsd:element ref="ns2:CircularType" minOccurs="0"/>
                <xsd:element ref="ns2:ApplicableLOBs" minOccurs="0"/>
                <xsd:element ref="ns2:AdditionalCircularNumbers" minOccurs="0"/>
                <xsd:element ref="ns2:CircularNumber" minOccurs="0"/>
                <xsd:element ref="ns1:DocumentSetDescription" minOccurs="0"/>
                <xsd:element ref="ns2:CircularComments" minOccurs="0"/>
                <xsd:element ref="ns2:CircularNote" minOccurs="0"/>
                <xsd:element ref="ns2:Mast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ocumentSetDescription" ma:index="43" nillable="true" ma:displayName="Description" ma:description="A description of the Document Set" ma:internalName="DocumentSet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86cc342-0045-41e2-80e9-abdb777d2eca" elementFormDefault="qualified">
    <xsd:import namespace="http://schemas.microsoft.com/office/2006/documentManagement/types"/>
    <xsd:import namespace="http://schemas.microsoft.com/office/infopath/2007/PartnerControls"/>
    <xsd:element name="CircularDocDescription" ma:index="8" nillable="true" ma:displayName="Description" ma:default="Circular Letter" ma:internalName="CircularDocDescription" ma:readOnly="false">
      <xsd:simpleType>
        <xsd:restriction base="dms:Text">
          <xsd:maxLength value="255"/>
        </xsd:restriction>
      </xsd:simpleType>
    </xsd:element>
    <xsd:element name="DocumentName" ma:index="9" nillable="true" ma:displayName="Document Name" ma:default="Cover Letter.docx" ma:internalName="DocumentName">
      <xsd:simpleType>
        <xsd:restriction base="dms:Text">
          <xsd:maxLength value="255"/>
        </xsd:restriction>
      </xsd:simpleType>
    </xsd:element>
    <xsd:element name="IncludeWithPDF" ma:index="10" nillable="true" ma:displayName="IncWithPDF" ma:default="1" ma:internalName="IncludeWithPDF">
      <xsd:simpleType>
        <xsd:restriction base="dms:Boolean"/>
      </xsd:simpleType>
    </xsd:element>
    <xsd:element name="AttachmentType" ma:index="11" nillable="true" ma:displayName="AttachmentType" ma:default="Cover Letter" ma:format="Dropdown" ma:internalName="AttachmentType" ma:readOnly="false">
      <xsd:simpleType>
        <xsd:restriction base="dms:Choice">
          <xsd:enumeration value="Cover Letter"/>
          <xsd:enumeration value="EM"/>
          <xsd:enumeration value="Form"/>
          <xsd:enumeration value="Class Table"/>
          <xsd:enumeration value="Experience Review"/>
          <xsd:enumeration value="Manual Page(s)"/>
          <xsd:enumeration value="Excel Filing Exhibits"/>
          <xsd:enumeration value="Actuarial Support"/>
          <xsd:enumeration value="Rating Relativities and Factors"/>
          <xsd:enumeration value="Supplementary Information"/>
          <xsd:enumeration value="Stat Plan"/>
          <xsd:enumeration value="Status Report"/>
          <xsd:enumeration value="Workbook"/>
          <xsd:enumeration value="Other"/>
        </xsd:restriction>
      </xsd:simpleType>
    </xsd:element>
    <xsd:element name="Date_x0020_Modified" ma:index="12" nillable="true" ma:displayName="DateModified" ma:internalName="Date_x0020_Modified">
      <xsd:simpleType>
        <xsd:restriction base="dms:DateTime"/>
      </xsd:simpleType>
    </xsd:element>
    <xsd:element name="Sequence" ma:index="13" nillable="true" ma:displayName="Sequence" ma:default="0" ma:internalName="Sequence" ma:readOnly="false" ma:percentage="FALSE">
      <xsd:simpleType>
        <xsd:restriction base="dms:Number"/>
      </xsd:simpleType>
    </xsd:element>
    <xsd:element name="IsStatusChanging" ma:index="14" nillable="true" ma:displayName="IsStatusChanging" ma:default="N" ma:internalName="IsStatusChanging" ma:readOnly="false">
      <xsd:simpleType>
        <xsd:restriction base="dms:Text">
          <xsd:maxLength value="255"/>
        </xsd:restriction>
      </xsd:simpleType>
    </xsd:element>
    <xsd:element name="CircularTitleDoc" ma:index="15" nillable="true" ma:displayName="CircularTitleDoc" ma:internalName="CircularTitleDoc">
      <xsd:simpleType>
        <xsd:restriction base="dms:Text"/>
      </xsd:simpleType>
    </xsd:element>
    <xsd:element name="KeyMessageDoc" ma:index="16" nillable="true" ma:displayName="KeyMessageDoc" ma:internalName="KeyMessageDoc">
      <xsd:simpleType>
        <xsd:restriction base="dms:Text"/>
      </xsd:simpleType>
    </xsd:element>
    <xsd:element name="NumberOfPages" ma:index="17" nillable="true" ma:displayName="NumberOfPages" ma:internalName="NumberOfPages">
      <xsd:simpleType>
        <xsd:restriction base="dms:Number"/>
      </xsd:simpleType>
    </xsd:element>
    <xsd:element name="SPPageSequence" ma:index="18" nillable="true" ma:displayName="SPPageSequence" ma:default="0" ma:internalName="SPPageSequence" ma:readOnly="false" ma:percentage="FALSE">
      <xsd:simpleType>
        <xsd:restriction base="dms:Number"/>
      </xsd:simpleType>
    </xsd:element>
    <xsd:element name="SPSequence" ma:index="19" nillable="true" ma:displayName="SPSequence" ma:default="0" ma:internalName="SPSequence" ma:readOnly="false" ma:percentage="FALSE">
      <xsd:simpleType>
        <xsd:restriction base="dms:Number"/>
      </xsd:simpleType>
    </xsd:element>
    <xsd:element name="AuthorPDFSignoff" ma:index="20" nillable="true" ma:displayName="AuthorPDFSignoff" ma:internalName="AuthorPDFSignoff">
      <xsd:simpleType>
        <xsd:restriction base="dms:Boolean"/>
      </xsd:simpleType>
    </xsd:element>
    <xsd:element name="ServiceModuleString" ma:index="21" nillable="true" ma:displayName="ServiceModuleString" ma:internalName="ServiceModuleString">
      <xsd:simpleType>
        <xsd:restriction base="dms:Text"/>
      </xsd:simpleType>
    </xsd:element>
    <xsd:element name="CircularStatus" ma:index="22" nillable="true" ma:displayName="Circular Status" ma:internalName="CircularStatus">
      <xsd:simpleType>
        <xsd:restriction base="dms:Text"/>
      </xsd:simpleType>
    </xsd:element>
    <xsd:element name="CircId" ma:index="23" nillable="true" ma:displayName="CircId" ma:internalName="CircId">
      <xsd:simpleType>
        <xsd:restriction base="dms:Number"/>
      </xsd:simpleType>
    </xsd:element>
    <xsd:element name="CircularTitle" ma:index="24" nillable="true" ma:displayName="CircularTitle" ma:internalName="CircularTitle">
      <xsd:simpleType>
        <xsd:restriction base="dms:Text"/>
      </xsd:simpleType>
    </xsd:element>
    <xsd:element name="LOB" ma:index="25" nillable="true" ma:displayName="LOB" ma:list="{8736175c-71c1-4dcc-ba05-e6e29f8d0b47}" ma:internalName="LOB" ma:showField="Title" ma:web="{a86cc342-0045-41e2-80e9-abdb777d2eca}">
      <xsd:simpleType>
        <xsd:restriction base="dms:Lookup"/>
      </xsd:simpleType>
    </xsd:element>
    <xsd:element name="CircularUpdate" ma:index="26" nillable="true" ma:displayName="CircularUpdate" ma:internalName="CircularUpdate">
      <xsd:simpleType>
        <xsd:restriction base="dms:Text"/>
      </xsd:simpleType>
    </xsd:element>
    <xsd:element name="AuthorName" ma:index="27" nillable="true" ma:displayName="AuthorName" ma:internalName="AuthorName">
      <xsd:simpleType>
        <xsd:restriction base="dms:Text"/>
      </xsd:simpleType>
    </xsd:element>
    <xsd:element name="CircularDate" ma:index="28" nillable="true" ma:displayName="Circular Date" ma:format="DateOnly" ma:internalName="CircularDate">
      <xsd:simpleType>
        <xsd:restriction base="dms:DateTime"/>
      </xsd:simpleType>
    </xsd:element>
    <xsd:element name="ActionTopic" ma:index="29" nillable="true" ma:displayName="ActionTopic" ma:list="{8cf09306-aa85-461c-b436-282fcc4ce222}" ma:internalName="ActionTopic" ma:showField="Title" ma:web="{a86cc342-0045-41e2-80e9-abdb777d2eca}">
      <xsd:simpleType>
        <xsd:restriction base="dms:Lookup"/>
      </xsd:simpleType>
    </xsd:element>
    <xsd:element name="AuthorId" ma:index="30" nillable="true" ma:displayName="AuthorId" ma:internalName="AuthorId">
      <xsd:simpleType>
        <xsd:restriction base="dms:Text"/>
      </xsd:simpleType>
    </xsd:element>
    <xsd:element name="StatisticalService" ma:index="31" nillable="true" ma:displayName="Statistical Service" ma:default="" ma:internalName="StatisticalService">
      <xsd:complexType>
        <xsd:complexContent>
          <xsd:extension base="dms:MultiChoice">
            <xsd:sequence>
              <xsd:element name="Value" maxOccurs="unbounded" minOccurs="0" nillable="true">
                <xsd:simpleType>
                  <xsd:restriction base="dms:Choice">
                    <xsd:enumeration value="CSP Commercial Lines Plans"/>
                    <xsd:enumeration value="PASP Personal Automobile Plans"/>
                    <xsd:enumeration value="PLSP Personal Lines Plans (Other than Auto)"/>
                  </xsd:restriction>
                </xsd:simpleType>
              </xsd:element>
            </xsd:sequence>
          </xsd:extension>
        </xsd:complexContent>
      </xsd:complexType>
    </xsd:element>
    <xsd:element name="ServiceModule" ma:index="32" nillable="true" ma:displayName="ServiceModule" ma:list="{fd5e46f0-7a9f-4370-8bd9-8c092f512937}" ma:internalName="ServiceModule"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PDFSignOffNotification" ma:index="33" nillable="true" ma:displayName="PDFSignOffNotification" ma:internalName="PDFSignOffNotification">
      <xsd:simpleType>
        <xsd:restriction base="dms:Boolean"/>
      </xsd:simpleType>
    </xsd:element>
    <xsd:element name="Jurs" ma:index="34" nillable="true" ma:displayName="Jurisdiction" ma:list="{af5288c7-9453-4bdf-a857-253efead2732}" ma:internalName="Jur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CorrectionCirculars" ma:index="35" nillable="true" ma:displayName="Correction Circular(s)" ma:internalName="CorrectionCirculars">
      <xsd:simpleType>
        <xsd:restriction base="dms:Text"/>
      </xsd:simpleType>
    </xsd:element>
    <xsd:element name="Filings" ma:index="36" nillable="true" ma:displayName="Filings" ma:internalName="Filings">
      <xsd:simpleType>
        <xsd:restriction base="dms:Text"/>
      </xsd:simpleType>
    </xsd:element>
    <xsd:element name="PSDPDFSignoff" ma:index="37" nillable="true" ma:displayName="PSDPDFSignoff" ma:internalName="PSDPDFSignoff">
      <xsd:simpleType>
        <xsd:restriction base="dms:Boolean"/>
      </xsd:simpleType>
    </xsd:element>
    <xsd:element name="KeyMessage" ma:index="38" nillable="true" ma:displayName="Key Message" ma:internalName="KeyMessage">
      <xsd:simpleType>
        <xsd:restriction base="dms:Text"/>
      </xsd:simpleType>
    </xsd:element>
    <xsd:element name="CircularType" ma:index="39" nillable="true" ma:displayName="Circular Type" ma:list="{45810e60-277d-4ddf-b694-2010859d9a28}" ma:internalName="CircularType" ma:showField="Title" ma:web="{a86cc342-0045-41e2-80e9-abdb777d2eca}">
      <xsd:simpleType>
        <xsd:restriction base="dms:Lookup"/>
      </xsd:simpleType>
    </xsd:element>
    <xsd:element name="ApplicableLOBs" ma:index="40" nillable="true" ma:displayName="Applicable LOBs" ma:list="{8736175c-71c1-4dcc-ba05-e6e29f8d0b47}" ma:internalName="ApplicableLOB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AdditionalCircularNumbers" ma:index="41" nillable="true" ma:displayName="Additional Circular Numbers" ma:internalName="AdditionalCircularNumbers">
      <xsd:simpleType>
        <xsd:restriction base="dms:Text"/>
      </xsd:simpleType>
    </xsd:element>
    <xsd:element name="CircularNumber" ma:index="42" nillable="true" ma:displayName="Circular Number" ma:internalName="CircularNumber">
      <xsd:simpleType>
        <xsd:restriction base="dms:Text">
          <xsd:maxLength value="14"/>
        </xsd:restriction>
      </xsd:simpleType>
    </xsd:element>
    <xsd:element name="CircularComments" ma:index="44" nillable="true" ma:displayName="Circular Comments" ma:internalName="CircularComments">
      <xsd:simpleType>
        <xsd:restriction base="dms:Note">
          <xsd:maxLength value="255"/>
        </xsd:restriction>
      </xsd:simpleType>
    </xsd:element>
    <xsd:element name="CircularNote" ma:index="45" nillable="true" ma:displayName="CircularNote" ma:internalName="CircularNote">
      <xsd:simpleType>
        <xsd:restriction base="dms:Note">
          <xsd:maxLength value="255"/>
        </xsd:restriction>
      </xsd:simpleType>
    </xsd:element>
    <xsd:element name="Master" ma:index="46" nillable="true" ma:displayName="Master" ma:list="{61da4825-2bf0-443d-b1fa-b0d3a561061d}" ma:internalName="Master" ma:showField="ID" ma:web="a86cc342-0045-41e2-80e9-abdb777d2eca">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F975B77-7B13-405E-9307-1E6EF2F1DBAD}"/>
</file>

<file path=customXml/itemProps2.xml><?xml version="1.0" encoding="utf-8"?>
<ds:datastoreItem xmlns:ds="http://schemas.openxmlformats.org/officeDocument/2006/customXml" ds:itemID="{B7C0A476-AB0C-46E1-8A80-54F190410121}"/>
</file>

<file path=customXml/itemProps3.xml><?xml version="1.0" encoding="utf-8"?>
<ds:datastoreItem xmlns:ds="http://schemas.openxmlformats.org/officeDocument/2006/customXml" ds:itemID="{120F85C6-8EAE-4627-9F0C-287B310777B4}"/>
</file>

<file path=customXml/itemProps4.xml><?xml version="1.0" encoding="utf-8"?>
<ds:datastoreItem xmlns:ds="http://schemas.openxmlformats.org/officeDocument/2006/customXml" ds:itemID="{FE9DC7AA-0194-44F8-9E46-1F43693AE788}"/>
</file>

<file path=docProps/app.xml><?xml version="1.0" encoding="utf-8"?>
<Properties xmlns="http://schemas.openxmlformats.org/officeDocument/2006/extended-properties" xmlns:vt="http://schemas.openxmlformats.org/officeDocument/2006/docPropsVTypes">
  <Template>FORMSADDINAUTO.DOTM</Template>
  <TotalTime>0</TotalTime>
  <Pages>4</Pages>
  <Words>1910</Words>
  <Characters>9603</Characters>
  <Application>Microsoft Office Word</Application>
  <DocSecurity>0</DocSecurity>
  <Lines>324</Lines>
  <Paragraphs>99</Paragraphs>
  <ScaleCrop>false</ScaleCrop>
  <HeadingPairs>
    <vt:vector size="2" baseType="variant">
      <vt:variant>
        <vt:lpstr>Title</vt:lpstr>
      </vt:variant>
      <vt:variant>
        <vt:i4>1</vt:i4>
      </vt:variant>
    </vt:vector>
  </HeadingPairs>
  <TitlesOfParts>
    <vt:vector size="1" baseType="lpstr">
      <vt:lpstr>VIRGINIA CHANGES – BUSINESS AUTO COVERAGE FORM</vt:lpstr>
    </vt:vector>
  </TitlesOfParts>
  <Manager/>
  <Company/>
  <LinksUpToDate>false</LinksUpToDate>
  <CharactersWithSpaces>11500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VIRGINIA CHANGES – BUSINESS AUTO COVERAGE FORM</dc:title>
  <dc:subject/>
  <dc:creator/>
  <cp:keywords/>
  <dc:description>4</dc:description>
  <cp:lastModifiedBy/>
  <cp:revision>1</cp:revision>
  <cp:lastPrinted>1996-02-08T20:11:00Z</cp:lastPrinted>
  <dcterms:created xsi:type="dcterms:W3CDTF">2017-09-13T14:13:00Z</dcterms:created>
  <dcterms:modified xsi:type="dcterms:W3CDTF">2021-05-07T13:10:00Z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ttachment$">
    <vt:lpwstr/>
  </property>
  <property fmtid="{D5CDD505-2E9C-101B-9397-08002B2CF9AE}" pid="3" name="Comments">
    <vt:lpwstr>4</vt:lpwstr>
  </property>
  <property fmtid="{D5CDD505-2E9C-101B-9397-08002B2CF9AE}" pid="4" name="ContentType">
    <vt:lpwstr>ISOForm</vt:lpwstr>
  </property>
  <property fmtid="{D5CDD505-2E9C-101B-9397-08002B2CF9AE}" pid="5" name="ContentTypeId">
    <vt:lpwstr>0x0101002A7B4D783DF0499AA9CFFB0BDFDF2D2C00B742AC3165F72545976B399ED8B6337E</vt:lpwstr>
  </property>
  <property fmtid="{D5CDD505-2E9C-101B-9397-08002B2CF9AE}" pid="6" name="Description">
    <vt:lpwstr/>
  </property>
  <property fmtid="{D5CDD505-2E9C-101B-9397-08002B2CF9AE}" pid="7" name="Description_7ad71744-3b06-4509-86f6-6ccc622f2ec3">
    <vt:lpwstr/>
  </property>
  <property fmtid="{D5CDD505-2E9C-101B-9397-08002B2CF9AE}" pid="8" name="display_urn:schemas-microsoft-com:office:office#Author">
    <vt:lpwstr>System Account</vt:lpwstr>
  </property>
  <property fmtid="{D5CDD505-2E9C-101B-9397-08002B2CF9AE}" pid="9" name="display_urn:schemas-microsoft-com:office:office#Editor">
    <vt:lpwstr>isontdom1\i53520</vt:lpwstr>
  </property>
  <property fmtid="{D5CDD505-2E9C-101B-9397-08002B2CF9AE}" pid="10" name="DocumentName">
    <vt:lpwstr>CA01160122_1.doc</vt:lpwstr>
  </property>
  <property fmtid="{D5CDD505-2E9C-101B-9397-08002B2CF9AE}" pid="11" name="DocumentStatus">
    <vt:lpwstr>C</vt:lpwstr>
  </property>
  <property fmtid="{D5CDD505-2E9C-101B-9397-08002B2CF9AE}" pid="12" name="DocumentTitle">
    <vt:lpwstr>VIRGINIA CHANGES - BUSINESS AUTO COVERAGE FORM</vt:lpwstr>
  </property>
  <property fmtid="{D5CDD505-2E9C-101B-9397-08002B2CF9AE}" pid="13" name="DoesDocExist">
    <vt:lpwstr>0</vt:lpwstr>
  </property>
  <property fmtid="{D5CDD505-2E9C-101B-9397-08002B2CF9AE}" pid="14" name="dte$">
    <vt:lpwstr/>
  </property>
  <property fmtid="{D5CDD505-2E9C-101B-9397-08002B2CF9AE}" pid="15" name="FilingID">
    <vt:lpwstr/>
  </property>
  <property fmtid="{D5CDD505-2E9C-101B-9397-08002B2CF9AE}" pid="16" name="FilingPath">
    <vt:lpwstr/>
  </property>
  <property fmtid="{D5CDD505-2E9C-101B-9397-08002B2CF9AE}" pid="17" name="Form">
    <vt:lpwstr>CA01161011    </vt:lpwstr>
  </property>
  <property fmtid="{D5CDD505-2E9C-101B-9397-08002B2CF9AE}" pid="18" name="Form: Action">
    <vt:lpwstr>R</vt:lpwstr>
  </property>
  <property fmtid="{D5CDD505-2E9C-101B-9397-08002B2CF9AE}" pid="19" name="Form: BaseFormNumber">
    <vt:lpwstr>CA0116</vt:lpwstr>
  </property>
  <property fmtid="{D5CDD505-2E9C-101B-9397-08002B2CF9AE}" pid="20" name="Form: Cancellation">
    <vt:lpwstr>N</vt:lpwstr>
  </property>
  <property fmtid="{D5CDD505-2E9C-101B-9397-08002B2CF9AE}" pid="21" name="Form: CategoryCode">
    <vt:lpwstr>01</vt:lpwstr>
  </property>
  <property fmtid="{D5CDD505-2E9C-101B-9397-08002B2CF9AE}" pid="22" name="Form: CentralDistribution">
    <vt:lpwstr>Y</vt:lpwstr>
  </property>
  <property fmtid="{D5CDD505-2E9C-101B-9397-08002B2CF9AE}" pid="23" name="Form: DisplayFormNumber">
    <vt:lpwstr>CA 01 16 10 11</vt:lpwstr>
  </property>
  <property fmtid="{D5CDD505-2E9C-101B-9397-08002B2CF9AE}" pid="24" name="Form: EditionDate">
    <vt:lpwstr>1011</vt:lpwstr>
  </property>
  <property fmtid="{D5CDD505-2E9C-101B-9397-08002B2CF9AE}" pid="25" name="Form: EditionDateCentury">
    <vt:lpwstr>20111001</vt:lpwstr>
  </property>
  <property fmtid="{D5CDD505-2E9C-101B-9397-08002B2CF9AE}" pid="26" name="Form: EditionDateInd">
    <vt:lpwstr>Y</vt:lpwstr>
  </property>
  <property fmtid="{D5CDD505-2E9C-101B-9397-08002B2CF9AE}" pid="27" name="Form: EffectiveDate">
    <vt:lpwstr/>
  </property>
  <property fmtid="{D5CDD505-2E9C-101B-9397-08002B2CF9AE}" pid="28" name="Form: FilingId">
    <vt:lpwstr/>
  </property>
  <property fmtid="{D5CDD505-2E9C-101B-9397-08002B2CF9AE}" pid="29" name="Form: FormNumber">
    <vt:lpwstr>CA01161011</vt:lpwstr>
  </property>
  <property fmtid="{D5CDD505-2E9C-101B-9397-08002B2CF9AE}" pid="30" name="Form: FormType">
    <vt:lpwstr>E</vt:lpwstr>
  </property>
  <property fmtid="{D5CDD505-2E9C-101B-9397-08002B2CF9AE}" pid="31" name="Form: Jurisdiction">
    <vt:lpwstr>VA</vt:lpwstr>
  </property>
  <property fmtid="{D5CDD505-2E9C-101B-9397-08002B2CF9AE}" pid="32" name="Form: Language">
    <vt:lpwstr>E</vt:lpwstr>
  </property>
  <property fmtid="{D5CDD505-2E9C-101B-9397-08002B2CF9AE}" pid="33" name="Form: LOB">
    <vt:lpwstr>CA</vt:lpwstr>
  </property>
  <property fmtid="{D5CDD505-2E9C-101B-9397-08002B2CF9AE}" pid="34" name="Form: Mandatory">
    <vt:lpwstr>Y</vt:lpwstr>
  </property>
  <property fmtid="{D5CDD505-2E9C-101B-9397-08002B2CF9AE}" pid="35" name="Form: ObsInd">
    <vt:lpwstr/>
  </property>
  <property fmtid="{D5CDD505-2E9C-101B-9397-08002B2CF9AE}" pid="36" name="Form: ObsolescenceDate">
    <vt:lpwstr>0001-01-01T19:00:00Z</vt:lpwstr>
  </property>
  <property fmtid="{D5CDD505-2E9C-101B-9397-08002B2CF9AE}" pid="37" name="Form: Portfolio">
    <vt:lpwstr>Y</vt:lpwstr>
  </property>
  <property fmtid="{D5CDD505-2E9C-101B-9397-08002B2CF9AE}" pid="38" name="Form: Program">
    <vt:lpwstr>  </vt:lpwstr>
  </property>
  <property fmtid="{D5CDD505-2E9C-101B-9397-08002B2CF9AE}" pid="39" name="Form: Project">
    <vt:lpwstr/>
  </property>
  <property fmtid="{D5CDD505-2E9C-101B-9397-08002B2CF9AE}" pid="40" name="Form: Simplified">
    <vt:lpwstr>Y</vt:lpwstr>
  </property>
  <property fmtid="{D5CDD505-2E9C-101B-9397-08002B2CF9AE}" pid="41" name="Form: Status">
    <vt:lpwstr>WIP</vt:lpwstr>
  </property>
  <property fmtid="{D5CDD505-2E9C-101B-9397-08002B2CF9AE}" pid="42" name="Form: UserObs">
    <vt:lpwstr/>
  </property>
  <property fmtid="{D5CDD505-2E9C-101B-9397-08002B2CF9AE}" pid="43" name="Form: Version">
    <vt:lpwstr>0</vt:lpwstr>
  </property>
  <property fmtid="{D5CDD505-2E9C-101B-9397-08002B2CF9AE}" pid="44" name="Form: WithdrawlDate">
    <vt:lpwstr/>
  </property>
  <property fmtid="{D5CDD505-2E9C-101B-9397-08002B2CF9AE}" pid="45" name="FormNumber">
    <vt:lpwstr/>
  </property>
  <property fmtid="{D5CDD505-2E9C-101B-9397-08002B2CF9AE}" pid="46" name="FORM_ID">
    <vt:lpwstr/>
  </property>
  <property fmtid="{D5CDD505-2E9C-101B-9397-08002B2CF9AE}" pid="47" name="FORM_ID0">
    <vt:lpwstr>__bk830034001400030013001300630013000300130013000200020002000200</vt:lpwstr>
  </property>
  <property fmtid="{D5CDD505-2E9C-101B-9397-08002B2CF9AE}" pid="48" name="ILLOBS">
    <vt:lpwstr/>
  </property>
  <property fmtid="{D5CDD505-2E9C-101B-9397-08002B2CF9AE}" pid="49" name="IsInUse">
    <vt:lpwstr>0</vt:lpwstr>
  </property>
  <property fmtid="{D5CDD505-2E9C-101B-9397-08002B2CF9AE}" pid="50" name="IsMasterDocument">
    <vt:lpwstr>0</vt:lpwstr>
  </property>
  <property fmtid="{D5CDD505-2E9C-101B-9397-08002B2CF9AE}" pid="51" name="ISOVersion">
    <vt:lpwstr>1.00000000000000</vt:lpwstr>
  </property>
  <property fmtid="{D5CDD505-2E9C-101B-9397-08002B2CF9AE}" pid="52" name="item$">
    <vt:lpwstr/>
  </property>
  <property fmtid="{D5CDD505-2E9C-101B-9397-08002B2CF9AE}" pid="53" name="Jurisdiction">
    <vt:lpwstr/>
  </property>
  <property fmtid="{D5CDD505-2E9C-101B-9397-08002B2CF9AE}" pid="54" name="LineID">
    <vt:lpwstr>I60189</vt:lpwstr>
  </property>
  <property fmtid="{D5CDD505-2E9C-101B-9397-08002B2CF9AE}" pid="55" name="LineName">
    <vt:lpwstr>TestName</vt:lpwstr>
  </property>
  <property fmtid="{D5CDD505-2E9C-101B-9397-08002B2CF9AE}" pid="56" name="LineStatus">
    <vt:lpwstr>N</vt:lpwstr>
  </property>
  <property fmtid="{D5CDD505-2E9C-101B-9397-08002B2CF9AE}" pid="57" name="LOB">
    <vt:lpwstr/>
  </property>
  <property fmtid="{D5CDD505-2E9C-101B-9397-08002B2CF9AE}" pid="58" name="ManifestActionCode">
    <vt:lpwstr/>
  </property>
  <property fmtid="{D5CDD505-2E9C-101B-9397-08002B2CF9AE}" pid="59" name="MetaData">
    <vt:lpwstr/>
  </property>
  <property fmtid="{D5CDD505-2E9C-101B-9397-08002B2CF9AE}" pid="60" name="ModifiedDateTime">
    <vt:lpwstr>2012-05-31T15:16:59Z</vt:lpwstr>
  </property>
  <property fmtid="{D5CDD505-2E9C-101B-9397-08002B2CF9AE}" pid="61" name="NoCopyright$">
    <vt:lpwstr>© Insurance Services Office, Inc.,xxxx</vt:lpwstr>
  </property>
  <property fmtid="{D5CDD505-2E9C-101B-9397-08002B2CF9AE}" pid="62" name="NumberOfLeaves">
    <vt:lpwstr>2</vt:lpwstr>
  </property>
  <property fmtid="{D5CDD505-2E9C-101B-9397-08002B2CF9AE}" pid="63" name="NumberOfPages">
    <vt:lpwstr>4</vt:lpwstr>
  </property>
  <property fmtid="{D5CDD505-2E9C-101B-9397-08002B2CF9AE}" pid="64" name="Order">
    <vt:lpwstr>19485600.0000000</vt:lpwstr>
  </property>
  <property fmtid="{D5CDD505-2E9C-101B-9397-08002B2CF9AE}" pid="65" name="Orientation">
    <vt:lpwstr/>
  </property>
  <property fmtid="{D5CDD505-2E9C-101B-9397-08002B2CF9AE}" pid="66" name="PageType">
    <vt:lpwstr/>
  </property>
  <property fmtid="{D5CDD505-2E9C-101B-9397-08002B2CF9AE}" pid="67" name="pgno$">
    <vt:lpwstr/>
  </property>
  <property fmtid="{D5CDD505-2E9C-101B-9397-08002B2CF9AE}" pid="68" name="PsdID">
    <vt:lpwstr>TPSD</vt:lpwstr>
  </property>
  <property fmtid="{D5CDD505-2E9C-101B-9397-08002B2CF9AE}" pid="69" name="PsdName">
    <vt:lpwstr>Wong, Jeannie</vt:lpwstr>
  </property>
  <property fmtid="{D5CDD505-2E9C-101B-9397-08002B2CF9AE}" pid="70" name="PsdStatus">
    <vt:lpwstr>R</vt:lpwstr>
  </property>
  <property fmtid="{D5CDD505-2E9C-101B-9397-08002B2CF9AE}" pid="71" name="Service1">
    <vt:lpwstr>Forms</vt:lpwstr>
  </property>
  <property fmtid="{D5CDD505-2E9C-101B-9397-08002B2CF9AE}" pid="72" name="Service10">
    <vt:lpwstr/>
  </property>
  <property fmtid="{D5CDD505-2E9C-101B-9397-08002B2CF9AE}" pid="73" name="Status$">
    <vt:lpwstr/>
  </property>
  <property fmtid="{D5CDD505-2E9C-101B-9397-08002B2CF9AE}" pid="74" name="TemplateType">
    <vt:lpwstr>FORMS</vt:lpwstr>
  </property>
  <property fmtid="{D5CDD505-2E9C-101B-9397-08002B2CF9AE}" pid="75" name="TemplateUrl">
    <vt:lpwstr/>
  </property>
  <property fmtid="{D5CDD505-2E9C-101B-9397-08002B2CF9AE}" pid="76" name="UserID">
    <vt:lpwstr>Test</vt:lpwstr>
  </property>
  <property fmtid="{D5CDD505-2E9C-101B-9397-08002B2CF9AE}" pid="77" name="UserName">
    <vt:lpwstr/>
  </property>
  <property fmtid="{D5CDD505-2E9C-101B-9397-08002B2CF9AE}" pid="78" name="UserName_e63a6049-e0d9-46df-b91b-e318d6fcea01">
    <vt:lpwstr>Wong,</vt:lpwstr>
  </property>
  <property fmtid="{D5CDD505-2E9C-101B-9397-08002B2CF9AE}" pid="79" name="WorkflowStatus">
    <vt:lpwstr/>
  </property>
  <property fmtid="{D5CDD505-2E9C-101B-9397-08002B2CF9AE}" pid="80" name="xd_ProgID">
    <vt:lpwstr/>
  </property>
  <property fmtid="{D5CDD505-2E9C-101B-9397-08002B2CF9AE}" pid="81" name="_UIVersionString">
    <vt:lpwstr>1.0</vt:lpwstr>
  </property>
  <property fmtid="{D5CDD505-2E9C-101B-9397-08002B2CF9AE}" pid="82" name="_docset_NoMedatataSyncRequired">
    <vt:lpwstr>False</vt:lpwstr>
  </property>
</Properties>
</file>