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060D7B1F" w14:textId="77777777" w:rsidR="00F11416" w:rsidRDefault="00F11416" w:rsidP="00F1141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noProof/>
          <w:szCs w:val="22"/>
        </w:rPr>
      </w:pPr>
      <w:r>
        <w:rPr>
          <w:noProof/>
          <w:szCs w:val="22"/>
        </w:rPr>
        <w:t>KANSAS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5A68635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29E9FB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6CD55D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59BF5A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1CF6D6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449445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072E26F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09988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D24ED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C3751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0F71FE6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01EA0C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3CBB89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018897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70315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47FF8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5FF63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AFD1F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7CAF0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3074D5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0D268E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1B22C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14232B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496B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2BAAA27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14B7F3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3DA315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209FE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30A30A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79DA05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3C21D1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4F1E79D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4C2682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26BC15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49D0C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2C231A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7874C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31F75D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79BE6D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1986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582F5B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7C63F2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1234F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312A26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787C59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4B14C9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77D03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1F620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2A4FB7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2160D0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604375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761117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654DB4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25160F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AF3F44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4F342E7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1FE861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30E3022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781F088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0A06E5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36BFD8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775ECE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AF3F44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0FD6AA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394C2F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3AB625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3C3141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5A84F1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73947E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1E1514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</w:tr>
      <w:tr w:rsidR="00AF3F44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78D0EFE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02918E9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251857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72A8660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B8BC8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1D6AD9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</w:tr>
      <w:tr w:rsidR="00AF3F44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31D914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6FF4CEA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1DA8366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72771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A45F10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7CC07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F3F44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84A78E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2C0C97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423B26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7A19E6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4EB9D9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4AE4F4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C90FF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71A0B1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3CD00A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14295B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119C01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25CFED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6B6D50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28E03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3C1334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47D0A2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29FCD05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0D80FCC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8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08A5448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8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62D059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DFD55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2AB7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60C7B1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0276C7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8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01D59A2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8D2E3E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8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67E9050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171B5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325778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68BCF2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9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90DC6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132B3D5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9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571C6B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539859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9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3FA9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0C5CE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1F984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2FF81D1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31E657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0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31503E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B2917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0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4EC3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738F95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29820E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4660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vAlign w:val="bottom"/>
          </w:tcPr>
          <w:p w14:paraId="64AFFB6E" w14:textId="5C81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243F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656C28D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0166AC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6A56C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6D0286A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312492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3CD3BC3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7D8F0E8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21CAF8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2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vAlign w:val="bottom"/>
          </w:tcPr>
          <w:p w14:paraId="629B8411" w14:textId="3778AF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2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AF3F44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5AE605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455D34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3C3F5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5159ED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3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640EBF60" w14:textId="77777777" w:rsidR="00F11416" w:rsidRDefault="00F11416" w:rsidP="00F1141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noProof/>
          <w:szCs w:val="22"/>
        </w:rPr>
      </w:pPr>
      <w:r>
        <w:rPr>
          <w:noProof/>
          <w:szCs w:val="22"/>
        </w:rPr>
        <w:t>KANSAS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7C593A7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4476F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3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2FA2EA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1802F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441535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CB839C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428D9F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4E3FDA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02B4B4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6C605E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0E95D1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6696742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4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69805F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CCFC0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916E5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23CDFD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4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1C6F475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4B93DDB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274088B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4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E77E4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28829A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356107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165A62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4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0103E81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133FCD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50D6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5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1204B9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6658C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76E79F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2EEE2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020F304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5D8713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11A908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511BE8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5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60AC83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3D202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1BBC84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2A43CC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0605F3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2D5471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1987EA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6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1CBC5A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378066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6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74E619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288305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1B9108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25FBC6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6F49B3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30F2B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00D6CD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C58C9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7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3E741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171FE0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38CA3E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F3F44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98B08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1B990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66D7139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67D034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8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4B5179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8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03B1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54A2B6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AF3F44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64185B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1572AC8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6B527D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5CE7E5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8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40A4AD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9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763AAD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9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92A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AF3F44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56A2C7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3DCC01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56579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31A2C0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9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1B767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9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143D6E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0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AF3F44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783CD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24476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27724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22A371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0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06FE6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0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195B8EF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0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670C8F16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67DA32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9DF9C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38CE88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6663C3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1C58451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015FFF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5AE4C0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14AE39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7AEF010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3E07E5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6A333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750CEC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1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4FFA60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535C40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51296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53313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08C098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1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C3942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1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13764C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3C5250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3CEF83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4B91CB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1B8CC0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1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C2D3B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2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6DC74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2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333CDF7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15495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4EF39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C65B44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2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532FD4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1CA2523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2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0EEC38A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4F5366D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3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1F32E0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3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886C9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4BAF3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03123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01FCD4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3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29D2C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3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1363F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4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6570FA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87C6D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4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332D5D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4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3D112F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E06C9AC" w14:textId="6C5BA0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22100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172CED3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319654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41D7D6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5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19A94D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5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09BE32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40ECA8D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5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5FEC9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43C265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6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6DD96B1F" w14:textId="0CE26A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6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</w:tr>
      <w:tr w:rsidR="00AF3F44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6F2F62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07EC605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123844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3B06E9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6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20E6A813" w14:textId="77777777" w:rsidR="00F11416" w:rsidRDefault="00F11416" w:rsidP="00F1141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noProof/>
          <w:szCs w:val="22"/>
        </w:rPr>
      </w:pPr>
      <w:r>
        <w:rPr>
          <w:noProof/>
          <w:szCs w:val="22"/>
        </w:rPr>
        <w:t>KANSAS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F3F44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5CDCA30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02D279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13AF1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3F5B4C6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2C8E05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5F7F48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310A67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773EB9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3C4D79D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5F9438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545B6E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52A9EE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03490D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248BFE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29C064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5C3536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006DA2A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09052C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571D93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6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54D10B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72A050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0B2BD4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267874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623B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522F1A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742516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45DA8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69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2B71A0C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4132C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5353BD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4E8DB8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DE4A9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5839BB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39D317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56E4AA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71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5EFFE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73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2DE7F25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36494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33B37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067B52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7240CD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3B0FC6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673D2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394963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75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6623C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7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442A5E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287B9B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291007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66E96BF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3074D4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D042A6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6D4703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9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73DAE4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70" w:type="dxa"/>
            <w:gridSpan w:val="3"/>
            <w:vAlign w:val="bottom"/>
          </w:tcPr>
          <w:p w14:paraId="1560998A" w14:textId="2F843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1.79</w:t>
            </w:r>
          </w:p>
        </w:tc>
      </w:tr>
      <w:tr w:rsidR="00AF3F44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23DF71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4E11C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1A0AEF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7DD1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1906F6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81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59FEF1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70" w:type="dxa"/>
            <w:gridSpan w:val="3"/>
            <w:vAlign w:val="bottom"/>
          </w:tcPr>
          <w:p w14:paraId="3F5E3C2F" w14:textId="2470CA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1.80</w:t>
            </w:r>
          </w:p>
        </w:tc>
      </w:tr>
      <w:tr w:rsidR="00AF3F44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30820F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089108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3EF2DF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160F6C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6CFCB8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68B05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70" w:type="dxa"/>
            <w:gridSpan w:val="3"/>
            <w:vAlign w:val="bottom"/>
          </w:tcPr>
          <w:p w14:paraId="588E2FEA" w14:textId="4FCC43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1.81</w:t>
            </w:r>
          </w:p>
        </w:tc>
      </w:tr>
      <w:tr w:rsidR="00AF3F44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684F7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3620DE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2602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7BBFF6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A35FF4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0AFF33AB" w14:textId="348E21C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</w:tr>
      <w:tr w:rsidR="00AF3F44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39CBC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591BD8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1C50028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1AB1AB2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8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4BB390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42B5FFE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447EA6D3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49D2D10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3D7D0C3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8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37AAEF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33A7BE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53FB8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389BAC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473919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7492A0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81D95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620C7B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C5E9EE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9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5B27ED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990" w:type="dxa"/>
            <w:gridSpan w:val="2"/>
            <w:vAlign w:val="bottom"/>
          </w:tcPr>
          <w:p w14:paraId="56A3950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13E08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28DEBE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043657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33C79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75FEFC8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9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25C1EB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990" w:type="dxa"/>
            <w:gridSpan w:val="2"/>
            <w:vAlign w:val="bottom"/>
          </w:tcPr>
          <w:p w14:paraId="7C55EA0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0BACDF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0205D6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34FC6F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352DA1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4710D3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9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1B6146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990" w:type="dxa"/>
            <w:gridSpan w:val="2"/>
            <w:vAlign w:val="bottom"/>
          </w:tcPr>
          <w:p w14:paraId="15AB4058" w14:textId="5059F3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2C857F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186994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56A82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7DCE0A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080" w:type="dxa"/>
            <w:gridSpan w:val="2"/>
            <w:vAlign w:val="bottom"/>
          </w:tcPr>
          <w:p w14:paraId="26A66748" w14:textId="647F89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080" w:type="dxa"/>
            <w:gridSpan w:val="2"/>
            <w:vAlign w:val="bottom"/>
          </w:tcPr>
          <w:p w14:paraId="58D4EFE6" w14:textId="454E21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9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0BC013F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0" w:type="dxa"/>
            <w:gridSpan w:val="2"/>
            <w:vAlign w:val="bottom"/>
          </w:tcPr>
          <w:p w14:paraId="484AED77" w14:textId="5ACFF5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418E43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0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022985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0DE08B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7A65A42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2CAD6C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080" w:type="dxa"/>
            <w:gridSpan w:val="2"/>
            <w:vAlign w:val="bottom"/>
          </w:tcPr>
          <w:p w14:paraId="24367C8F" w14:textId="1A9E67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080" w:type="dxa"/>
            <w:gridSpan w:val="2"/>
            <w:vAlign w:val="bottom"/>
          </w:tcPr>
          <w:p w14:paraId="5955458D" w14:textId="0DA7057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0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9ED30F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990" w:type="dxa"/>
            <w:gridSpan w:val="2"/>
            <w:vAlign w:val="bottom"/>
          </w:tcPr>
          <w:p w14:paraId="1622E141" w14:textId="414D51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112120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0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52A7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1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285813F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60388E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60A713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04B26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2B7B43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1080" w:type="dxa"/>
            <w:gridSpan w:val="2"/>
            <w:vAlign w:val="bottom"/>
          </w:tcPr>
          <w:p w14:paraId="5EC0E997" w14:textId="29766A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1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2E1F68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990" w:type="dxa"/>
            <w:gridSpan w:val="2"/>
            <w:vAlign w:val="bottom"/>
          </w:tcPr>
          <w:p w14:paraId="67BED200" w14:textId="4B8E76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A443A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1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62F0A1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1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2EE82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2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AF3F44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4B27F5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5709B2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2A17E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5969AAE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2.97</w:t>
              </w:r>
            </w:ins>
            <w:del w:id="32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280E9E62" w14:textId="77777777" w:rsidR="00F11416" w:rsidRDefault="00F11416" w:rsidP="00F1141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noProof/>
          <w:szCs w:val="22"/>
        </w:rPr>
      </w:pPr>
      <w:r>
        <w:rPr>
          <w:noProof/>
          <w:szCs w:val="22"/>
        </w:rPr>
        <w:t>KANSAS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2E6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2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2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2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3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3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3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4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4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4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4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5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5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5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5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6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6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6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6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6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7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2E6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7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7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7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8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8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8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8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9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9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9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9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0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0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1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1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1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1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2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2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2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2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2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3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13C2DA42" w14:textId="77777777" w:rsidR="00F11416" w:rsidRDefault="00F11416" w:rsidP="00F1141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noProof/>
          <w:szCs w:val="22"/>
        </w:rPr>
      </w:pPr>
      <w:r>
        <w:rPr>
          <w:noProof/>
          <w:szCs w:val="22"/>
        </w:rPr>
        <w:t>KANSAS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3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3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3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3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4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4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4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4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5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5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6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6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6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6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7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7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8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8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8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8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8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9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9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9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9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9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0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0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0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0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1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1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1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1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1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2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2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2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2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2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3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3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3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3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3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4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4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4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4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4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5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5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03C3C348" w14:textId="77777777" w:rsidR="00F11416" w:rsidRDefault="00F11416" w:rsidP="00F1141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noProof/>
          <w:szCs w:val="22"/>
        </w:rPr>
      </w:pPr>
      <w:r>
        <w:rPr>
          <w:noProof/>
          <w:szCs w:val="22"/>
        </w:rPr>
        <w:t>KANSAS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5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5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5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6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6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6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6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6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7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7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7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7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8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8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8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8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9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9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0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0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0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0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0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1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1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1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1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1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2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2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2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2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2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3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3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3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3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3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4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4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4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4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4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5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5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5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5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5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6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6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6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6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6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7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7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7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A42E65" w14:paraId="3A4357E4" w14:textId="77777777" w:rsidTr="009554DD">
      <w:tc>
        <w:tcPr>
          <w:tcW w:w="3708" w:type="dxa"/>
        </w:tcPr>
        <w:p w14:paraId="2F5BDBEC" w14:textId="6D7049B7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79352123" w:rsidR="00A42E65" w:rsidRPr="009554DD" w:rsidRDefault="00F11416" w:rsidP="009554DD">
          <w:pPr>
            <w:pStyle w:val="Footer"/>
            <w:jc w:val="center"/>
            <w:rPr>
              <w:noProof/>
              <w:sz w:val="20"/>
            </w:rPr>
          </w:pPr>
          <w:r w:rsidRPr="00F11416">
            <w:rPr>
              <w:noProof/>
              <w:sz w:val="20"/>
            </w:rPr>
            <w:t>Kansas</w:t>
          </w:r>
        </w:p>
      </w:tc>
      <w:tc>
        <w:tcPr>
          <w:tcW w:w="1710" w:type="dxa"/>
        </w:tcPr>
        <w:p w14:paraId="48D18B50" w14:textId="41BEC5FA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11416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LI-GL-2021-222 - 004 -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Pages</CircularDocDescription>
    <Date_x0020_Modified xmlns="a86cc342-0045-41e2-80e9-abdb777d2eca">2021-07-14T04:00:00+00:00</Date_x0020_Modified>
    <CircularDate xmlns="a86cc342-0045-41e2-80e9-abdb777d2eca">2021-07-22T04:00:00+00:00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+2.4% from the increased limit factors currently in effect.</KeyMessage>
    <CircularNumber xmlns="a86cc342-0045-41e2-80e9-abdb777d2eca">LI-GL-2021-222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Rules;</ServiceModuleString>
    <CircId xmlns="a86cc342-0045-41e2-80e9-abdb777d2eca">33149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GENERAL LIABILITY INCREASED LIMIT FACTORS REVISION FILED</CircularTitle>
    <Jurs xmlns="a86cc342-0045-41e2-80e9-abdb777d2eca">
      <Value>18</Value>
    </Jurs>
  </documentManagement>
</p:properties>
</file>

<file path=customXml/itemProps1.xml><?xml version="1.0" encoding="utf-8"?>
<ds:datastoreItem xmlns:ds="http://schemas.openxmlformats.org/officeDocument/2006/customXml" ds:itemID="{78DAB0F3-3967-4053-9007-8085D6129643}"/>
</file>

<file path=customXml/itemProps2.xml><?xml version="1.0" encoding="utf-8"?>
<ds:datastoreItem xmlns:ds="http://schemas.openxmlformats.org/officeDocument/2006/customXml" ds:itemID="{BDD6A530-7432-4D2A-A499-D2525EBCCF26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F79B229B-1360-4690-BCDD-37A7D52C9822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5022</Characters>
  <Application>Microsoft Office Word</Application>
  <DocSecurity>6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2021-06-30T21:24:00Z</dcterms:created>
  <dcterms:modified xsi:type="dcterms:W3CDTF">2021-06-30T21:24:00Z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