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FCA66" w14:textId="189D5D67" w:rsidR="00E84C7C" w:rsidRPr="00CD3733" w:rsidRDefault="002541A2" w:rsidP="00CD3733">
      <w:pPr>
        <w:pStyle w:val="title18"/>
      </w:pPr>
      <w:r w:rsidRPr="00CD3733">
        <w:t>INDIANA CHANGES – CANCELLATION</w:t>
      </w:r>
      <w:r w:rsidRPr="00CD3733">
        <w:br/>
        <w:t>AND NONRENEWAL</w:t>
      </w:r>
    </w:p>
    <w:p w14:paraId="5F2FCA67" w14:textId="77777777" w:rsidR="00E84C7C" w:rsidRPr="007C0326" w:rsidRDefault="00E84C7C" w:rsidP="00CD3733">
      <w:pPr>
        <w:pStyle w:val="isonormal"/>
        <w:sectPr w:rsidR="00E84C7C" w:rsidRPr="007C0326" w:rsidSect="00CD373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5F2FCA68" w14:textId="77777777" w:rsidR="00E84C7C" w:rsidRPr="007C0326" w:rsidRDefault="00E84C7C" w:rsidP="00CD3733">
      <w:pPr>
        <w:pStyle w:val="blocktext1"/>
      </w:pPr>
    </w:p>
    <w:p w14:paraId="5F2FCA69" w14:textId="77777777" w:rsidR="00E84C7C" w:rsidRPr="007C0326" w:rsidRDefault="00CD3733" w:rsidP="00CD3733">
      <w:pPr>
        <w:pStyle w:val="blocktext1"/>
      </w:pPr>
      <w:r w:rsidRPr="007C0326">
        <w:t xml:space="preserve">This endorsement modifies insurance provided under the following: </w:t>
      </w:r>
    </w:p>
    <w:p w14:paraId="5F2FCA6A" w14:textId="77777777" w:rsidR="00E84C7C" w:rsidRPr="007C0326" w:rsidRDefault="00CD3733" w:rsidP="00CD3733">
      <w:pPr>
        <w:pStyle w:val="blockhd2"/>
        <w:rPr>
          <w:b w:val="0"/>
        </w:rPr>
      </w:pPr>
      <w:r w:rsidRPr="007C0326">
        <w:br/>
      </w:r>
      <w:r w:rsidRPr="007C0326">
        <w:rPr>
          <w:b w:val="0"/>
        </w:rPr>
        <w:t xml:space="preserve">OWNERS AND CONTRACTORS PROTECTIVE COVERAGE PART </w:t>
      </w:r>
    </w:p>
    <w:p w14:paraId="5F2FCA6B" w14:textId="77777777" w:rsidR="00E84C7C" w:rsidRPr="007C0326" w:rsidRDefault="00E84C7C" w:rsidP="00CD3733">
      <w:pPr>
        <w:pStyle w:val="blocktext1"/>
      </w:pPr>
    </w:p>
    <w:p w14:paraId="5F2FCA6C" w14:textId="77777777" w:rsidR="00E84C7C" w:rsidRPr="007C0326" w:rsidRDefault="00E84C7C" w:rsidP="00CD3733">
      <w:pPr>
        <w:pStyle w:val="blocktext1"/>
        <w:sectPr w:rsidR="00E84C7C" w:rsidRPr="007C0326" w:rsidSect="00CD3733"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5F2FCA6D" w14:textId="23F6A30A" w:rsidR="00E84C7C" w:rsidRPr="007C0326" w:rsidRDefault="00CD3733" w:rsidP="00CD3733">
      <w:pPr>
        <w:pStyle w:val="outlinetxt1"/>
        <w:rPr>
          <w:b w:val="0"/>
        </w:rPr>
      </w:pPr>
      <w:r w:rsidRPr="007C0326">
        <w:tab/>
        <w:t>A.</w:t>
      </w:r>
      <w:r w:rsidRPr="007C0326">
        <w:tab/>
      </w:r>
      <w:r w:rsidRPr="007C0326">
        <w:rPr>
          <w:b w:val="0"/>
        </w:rPr>
        <w:t>Paragraph</w:t>
      </w:r>
      <w:r w:rsidR="004C1AB0" w:rsidRPr="007C0326">
        <w:rPr>
          <w:b w:val="0"/>
        </w:rPr>
        <w:t>s</w:t>
      </w:r>
      <w:r w:rsidRPr="007C0326">
        <w:rPr>
          <w:b w:val="0"/>
        </w:rPr>
        <w:t xml:space="preserve"> </w:t>
      </w:r>
      <w:r w:rsidRPr="007C0326">
        <w:t>2.b.</w:t>
      </w:r>
      <w:r w:rsidR="001536A5" w:rsidRPr="007C0326">
        <w:t xml:space="preserve">, </w:t>
      </w:r>
      <w:r w:rsidR="004C1AB0" w:rsidRPr="00CD3733">
        <w:rPr>
          <w:bCs/>
        </w:rPr>
        <w:t>2.c.</w:t>
      </w:r>
      <w:r w:rsidR="004C1AB0" w:rsidRPr="007C0326">
        <w:rPr>
          <w:b w:val="0"/>
        </w:rPr>
        <w:t xml:space="preserve"> </w:t>
      </w:r>
      <w:r w:rsidR="001536A5" w:rsidRPr="007C0326">
        <w:rPr>
          <w:b w:val="0"/>
        </w:rPr>
        <w:t xml:space="preserve">and </w:t>
      </w:r>
      <w:r w:rsidR="001536A5" w:rsidRPr="00CD3733">
        <w:rPr>
          <w:bCs/>
        </w:rPr>
        <w:t>2.f.</w:t>
      </w:r>
      <w:r w:rsidR="001536A5" w:rsidRPr="007C0326">
        <w:rPr>
          <w:b w:val="0"/>
        </w:rPr>
        <w:t xml:space="preserve"> </w:t>
      </w:r>
      <w:r w:rsidRPr="007C0326">
        <w:rPr>
          <w:b w:val="0"/>
        </w:rPr>
        <w:t xml:space="preserve">of the </w:t>
      </w:r>
      <w:r w:rsidRPr="007C0326">
        <w:t xml:space="preserve">Cancellation </w:t>
      </w:r>
      <w:r w:rsidRPr="007C0326">
        <w:rPr>
          <w:b w:val="0"/>
        </w:rPr>
        <w:t xml:space="preserve">Condition </w:t>
      </w:r>
      <w:r w:rsidR="004C1AB0" w:rsidRPr="007C0326">
        <w:rPr>
          <w:b w:val="0"/>
        </w:rPr>
        <w:t xml:space="preserve">are </w:t>
      </w:r>
      <w:r w:rsidRPr="007C0326">
        <w:rPr>
          <w:b w:val="0"/>
        </w:rPr>
        <w:t xml:space="preserve">replaced by the following: </w:t>
      </w:r>
    </w:p>
    <w:p w14:paraId="5F2FCA6E" w14:textId="77777777" w:rsidR="00E84C7C" w:rsidRPr="007C0326" w:rsidRDefault="00CD3733" w:rsidP="00CD3733">
      <w:pPr>
        <w:pStyle w:val="outlinehd2"/>
      </w:pPr>
      <w:r w:rsidRPr="007C0326">
        <w:tab/>
        <w:t>2.</w:t>
      </w:r>
      <w:r w:rsidRPr="007C0326">
        <w:tab/>
        <w:t>Cancellation</w:t>
      </w:r>
    </w:p>
    <w:p w14:paraId="5F2FCA6F" w14:textId="77777777" w:rsidR="00E84C7C" w:rsidRPr="007C0326" w:rsidRDefault="00CD3733" w:rsidP="00CD3733">
      <w:pPr>
        <w:pStyle w:val="outlinetxt3"/>
        <w:rPr>
          <w:b w:val="0"/>
        </w:rPr>
      </w:pPr>
      <w:r w:rsidRPr="007C0326">
        <w:tab/>
        <w:t>b.</w:t>
      </w:r>
      <w:r w:rsidRPr="007C0326">
        <w:tab/>
      </w:r>
      <w:r w:rsidRPr="007C0326">
        <w:rPr>
          <w:b w:val="0"/>
        </w:rPr>
        <w:t xml:space="preserve">If this policy has been in effect for: </w:t>
      </w:r>
    </w:p>
    <w:p w14:paraId="5F2FCA70" w14:textId="47D96B02" w:rsidR="00E84C7C" w:rsidRPr="007C0326" w:rsidRDefault="00CD3733" w:rsidP="00CD3733">
      <w:pPr>
        <w:pStyle w:val="outlinetxt4"/>
        <w:rPr>
          <w:b w:val="0"/>
        </w:rPr>
      </w:pPr>
      <w:r w:rsidRPr="007C0326">
        <w:tab/>
        <w:t>(1)</w:t>
      </w:r>
      <w:r w:rsidRPr="007C0326">
        <w:tab/>
      </w:r>
      <w:r w:rsidRPr="007C0326">
        <w:rPr>
          <w:b w:val="0"/>
        </w:rPr>
        <w:t xml:space="preserve">90 days or less, we may cancel this policy by mailing </w:t>
      </w:r>
      <w:r w:rsidRPr="007C0326">
        <w:rPr>
          <w:b w:val="0"/>
        </w:rPr>
        <w:t xml:space="preserve">to the first Named Insured and the "contractor" written notice of cancellation at least: </w:t>
      </w:r>
    </w:p>
    <w:p w14:paraId="5F2FCA71" w14:textId="77777777" w:rsidR="00E84C7C" w:rsidRPr="007C0326" w:rsidRDefault="00CD3733" w:rsidP="00CD3733">
      <w:pPr>
        <w:pStyle w:val="outlinetxt5"/>
        <w:rPr>
          <w:b w:val="0"/>
        </w:rPr>
      </w:pPr>
      <w:r w:rsidRPr="007C0326">
        <w:tab/>
        <w:t>(a)</w:t>
      </w:r>
      <w:r w:rsidRPr="007C0326">
        <w:tab/>
      </w:r>
      <w:r w:rsidRPr="007C0326">
        <w:rPr>
          <w:b w:val="0"/>
        </w:rPr>
        <w:t xml:space="preserve">10 days before the effective date of cancellation if we cancel for nonpayment of premium; </w:t>
      </w:r>
    </w:p>
    <w:p w14:paraId="5F2FCA72" w14:textId="77777777" w:rsidR="00E84C7C" w:rsidRPr="007C0326" w:rsidRDefault="00CD3733" w:rsidP="00CD3733">
      <w:pPr>
        <w:pStyle w:val="outlinetxt5"/>
        <w:rPr>
          <w:b w:val="0"/>
        </w:rPr>
      </w:pPr>
      <w:r w:rsidRPr="007C0326">
        <w:tab/>
        <w:t>(b)</w:t>
      </w:r>
      <w:r w:rsidRPr="007C0326">
        <w:tab/>
      </w:r>
      <w:r w:rsidRPr="007C0326">
        <w:rPr>
          <w:b w:val="0"/>
        </w:rPr>
        <w:t xml:space="preserve">20 days before the effective date of cancellation if you have perpetrated a fraud or material misrepresentation on us; </w:t>
      </w:r>
    </w:p>
    <w:p w14:paraId="5F2FCA73" w14:textId="77777777" w:rsidR="00E84C7C" w:rsidRPr="007C0326" w:rsidRDefault="00CD3733" w:rsidP="00CD3733">
      <w:pPr>
        <w:pStyle w:val="outlinetxt5"/>
        <w:rPr>
          <w:b w:val="0"/>
        </w:rPr>
      </w:pPr>
      <w:r w:rsidRPr="007C0326">
        <w:tab/>
        <w:t>(c)</w:t>
      </w:r>
      <w:r w:rsidRPr="007C0326">
        <w:tab/>
      </w:r>
      <w:r w:rsidRPr="007C0326">
        <w:rPr>
          <w:b w:val="0"/>
        </w:rPr>
        <w:t xml:space="preserve">30 days before the effective date </w:t>
      </w:r>
      <w:r w:rsidRPr="007C0326">
        <w:rPr>
          <w:b w:val="0"/>
        </w:rPr>
        <w:t xml:space="preserve">of cancellation if we cancel for any other reason. </w:t>
      </w:r>
    </w:p>
    <w:p w14:paraId="5F2FCA74" w14:textId="7AEB044A" w:rsidR="00E84C7C" w:rsidRPr="007C0326" w:rsidRDefault="00CD3733" w:rsidP="00CD3733">
      <w:pPr>
        <w:pStyle w:val="outlinetxt4"/>
        <w:rPr>
          <w:b w:val="0"/>
        </w:rPr>
      </w:pPr>
      <w:r w:rsidRPr="007C0326">
        <w:tab/>
        <w:t>(2)</w:t>
      </w:r>
      <w:r w:rsidRPr="007C0326">
        <w:tab/>
      </w:r>
      <w:r w:rsidRPr="007C0326">
        <w:rPr>
          <w:b w:val="0"/>
        </w:rPr>
        <w:t xml:space="preserve">More than 90 days, or is a renewal of a policy we issued, we may cancel this policy, only for one or more of the reasons listed below, by mailing </w:t>
      </w:r>
      <w:r w:rsidRPr="007C0326">
        <w:rPr>
          <w:b w:val="0"/>
        </w:rPr>
        <w:t>to the first Named Insured and the "con</w:t>
      </w:r>
      <w:r w:rsidRPr="007C0326">
        <w:rPr>
          <w:b w:val="0"/>
        </w:rPr>
        <w:t xml:space="preserve">tractor" written notice of cancellation at least: </w:t>
      </w:r>
    </w:p>
    <w:p w14:paraId="5F2FCA75" w14:textId="77777777" w:rsidR="00E84C7C" w:rsidRPr="007C0326" w:rsidRDefault="00CD3733" w:rsidP="00CD3733">
      <w:pPr>
        <w:pStyle w:val="outlinetxt5"/>
        <w:rPr>
          <w:b w:val="0"/>
        </w:rPr>
      </w:pPr>
      <w:r w:rsidRPr="007C0326">
        <w:tab/>
        <w:t>(a)</w:t>
      </w:r>
      <w:r w:rsidRPr="007C0326">
        <w:tab/>
      </w:r>
      <w:r w:rsidRPr="007C0326">
        <w:rPr>
          <w:b w:val="0"/>
        </w:rPr>
        <w:t xml:space="preserve">10 days before the effective date of cancellation if we cancel for nonpayment of premium; </w:t>
      </w:r>
    </w:p>
    <w:p w14:paraId="5F2FCA76" w14:textId="7A85708D" w:rsidR="00E84C7C" w:rsidRPr="007C0326" w:rsidRDefault="00CD3733" w:rsidP="00CD3733">
      <w:pPr>
        <w:pStyle w:val="outlinetxt5"/>
        <w:rPr>
          <w:b w:val="0"/>
        </w:rPr>
      </w:pPr>
      <w:r w:rsidRPr="007C0326">
        <w:rPr>
          <w:b w:val="0"/>
        </w:rPr>
        <w:tab/>
      </w:r>
      <w:r w:rsidRPr="007C0326">
        <w:t>(b)</w:t>
      </w:r>
      <w:r w:rsidRPr="007C0326">
        <w:rPr>
          <w:b w:val="0"/>
        </w:rPr>
        <w:tab/>
        <w:t>20 days before the effective date of cancellation if you have perpetrated a fraud or material misrepres</w:t>
      </w:r>
      <w:r w:rsidRPr="007C0326">
        <w:rPr>
          <w:b w:val="0"/>
        </w:rPr>
        <w:t xml:space="preserve">entation on us; </w:t>
      </w:r>
    </w:p>
    <w:p w14:paraId="5F2FCA77" w14:textId="77777777" w:rsidR="00E84C7C" w:rsidRPr="007C0326" w:rsidRDefault="00CD3733" w:rsidP="00CD3733">
      <w:pPr>
        <w:pStyle w:val="outlinetxt5"/>
        <w:rPr>
          <w:b w:val="0"/>
        </w:rPr>
      </w:pPr>
      <w:r w:rsidRPr="007C0326">
        <w:tab/>
        <w:t>(c)</w:t>
      </w:r>
      <w:r w:rsidRPr="007C0326">
        <w:tab/>
      </w:r>
      <w:r w:rsidRPr="007C0326">
        <w:rPr>
          <w:b w:val="0"/>
        </w:rPr>
        <w:t xml:space="preserve">45 days before the effective date of cancellation if: </w:t>
      </w:r>
    </w:p>
    <w:p w14:paraId="5F2FCA78" w14:textId="77777777" w:rsidR="00E84C7C" w:rsidRPr="007C0326" w:rsidRDefault="00CD3733" w:rsidP="00CD3733">
      <w:pPr>
        <w:pStyle w:val="outlinetxt6"/>
        <w:rPr>
          <w:b w:val="0"/>
        </w:rPr>
      </w:pPr>
      <w:r w:rsidRPr="007C0326">
        <w:tab/>
        <w:t>(1)</w:t>
      </w:r>
      <w:r w:rsidRPr="007C0326">
        <w:tab/>
      </w:r>
      <w:r w:rsidRPr="007C0326">
        <w:rPr>
          <w:b w:val="0"/>
        </w:rPr>
        <w:t>There has been a substantial change in the scale of risk covered by this policy;</w:t>
      </w:r>
    </w:p>
    <w:p w14:paraId="5F2FCA79" w14:textId="77777777" w:rsidR="00E84C7C" w:rsidRPr="007C0326" w:rsidRDefault="00CD3733" w:rsidP="00CD3733">
      <w:pPr>
        <w:pStyle w:val="outlinetxt6"/>
        <w:rPr>
          <w:b w:val="0"/>
        </w:rPr>
      </w:pPr>
      <w:r w:rsidRPr="007C0326">
        <w:tab/>
        <w:t>(2)</w:t>
      </w:r>
      <w:r w:rsidRPr="007C0326">
        <w:tab/>
      </w:r>
      <w:r w:rsidRPr="007C0326">
        <w:rPr>
          <w:b w:val="0"/>
        </w:rPr>
        <w:t xml:space="preserve">Reinsurance of the risk associated with this policy has been cancelled; or </w:t>
      </w:r>
    </w:p>
    <w:p w14:paraId="5F2FCA7A" w14:textId="7FDB6D07" w:rsidR="00E84C7C" w:rsidRPr="007C0326" w:rsidRDefault="00CD3733" w:rsidP="00CD3733">
      <w:pPr>
        <w:pStyle w:val="outlinetxt6"/>
        <w:rPr>
          <w:b w:val="0"/>
        </w:rPr>
      </w:pPr>
      <w:r>
        <w:rPr>
          <w:b w:val="0"/>
        </w:rPr>
        <w:br w:type="column"/>
      </w:r>
      <w:r w:rsidRPr="007C0326">
        <w:rPr>
          <w:b w:val="0"/>
        </w:rPr>
        <w:tab/>
      </w:r>
      <w:r w:rsidRPr="007C0326">
        <w:t>(3)</w:t>
      </w:r>
      <w:r w:rsidRPr="007C0326">
        <w:rPr>
          <w:b w:val="0"/>
        </w:rPr>
        <w:tab/>
        <w:t>You have failed to comply with reasonable safety recommendations.</w:t>
      </w:r>
    </w:p>
    <w:p w14:paraId="240B31DD" w14:textId="05944C2A" w:rsidR="004C1AB0" w:rsidRPr="007C0326" w:rsidRDefault="00CD3733" w:rsidP="00CD3733">
      <w:pPr>
        <w:pStyle w:val="outlinetxt3"/>
        <w:rPr>
          <w:b w:val="0"/>
        </w:rPr>
      </w:pPr>
      <w:r w:rsidRPr="007C0326">
        <w:tab/>
        <w:t>c.</w:t>
      </w:r>
      <w:r w:rsidRPr="007C0326">
        <w:tab/>
      </w:r>
      <w:r w:rsidRPr="007C0326">
        <w:rPr>
          <w:b w:val="0"/>
        </w:rPr>
        <w:t>We will mail our notices to the first Named Insured's and the "contractor's" last mailing address known t</w:t>
      </w:r>
      <w:r w:rsidRPr="007C0326">
        <w:rPr>
          <w:b w:val="0"/>
        </w:rPr>
        <w:t>o us.</w:t>
      </w:r>
    </w:p>
    <w:p w14:paraId="253A89A7" w14:textId="46ED7195" w:rsidR="001536A5" w:rsidRPr="007C0326" w:rsidRDefault="00CD3733" w:rsidP="00CD3733">
      <w:pPr>
        <w:pStyle w:val="outlinetxt3"/>
      </w:pPr>
      <w:r w:rsidRPr="007C0326">
        <w:rPr>
          <w:b w:val="0"/>
        </w:rPr>
        <w:tab/>
      </w:r>
      <w:r w:rsidRPr="00CD3733">
        <w:rPr>
          <w:bCs/>
        </w:rPr>
        <w:t>f.</w:t>
      </w:r>
      <w:r w:rsidRPr="007C0326">
        <w:rPr>
          <w:b w:val="0"/>
        </w:rPr>
        <w:tab/>
      </w:r>
      <w:r w:rsidRPr="007C0326">
        <w:rPr>
          <w:b w:val="0"/>
        </w:rPr>
        <w:t>P</w:t>
      </w:r>
      <w:r w:rsidRPr="007C0326">
        <w:rPr>
          <w:b w:val="0"/>
        </w:rPr>
        <w:t>roof of mailing will be sufficient proof of notice.</w:t>
      </w:r>
    </w:p>
    <w:p w14:paraId="5F2FCA7B" w14:textId="03922BDC" w:rsidR="00E84C7C" w:rsidRPr="007C0326" w:rsidRDefault="00CD3733" w:rsidP="00CD3733">
      <w:pPr>
        <w:pStyle w:val="outlinetxt1"/>
        <w:rPr>
          <w:b w:val="0"/>
        </w:rPr>
      </w:pPr>
      <w:r w:rsidRPr="007C0326">
        <w:tab/>
        <w:t>B.</w:t>
      </w:r>
      <w:r w:rsidRPr="007C0326">
        <w:tab/>
      </w:r>
      <w:r w:rsidR="00BE4AF3" w:rsidRPr="007C0326">
        <w:rPr>
          <w:b w:val="0"/>
        </w:rPr>
        <w:t xml:space="preserve">Paragraph </w:t>
      </w:r>
      <w:r w:rsidR="00BE4AF3" w:rsidRPr="00CD3733">
        <w:rPr>
          <w:bCs/>
        </w:rPr>
        <w:t>13.</w:t>
      </w:r>
      <w:r w:rsidR="00BE4AF3" w:rsidRPr="007C0326">
        <w:rPr>
          <w:b w:val="0"/>
        </w:rPr>
        <w:t xml:space="preserve"> of </w:t>
      </w:r>
      <w:r w:rsidR="00BE4AF3" w:rsidRPr="00CD3733">
        <w:rPr>
          <w:bCs/>
        </w:rPr>
        <w:t xml:space="preserve">Section IV </w:t>
      </w:r>
      <w:r w:rsidR="00BE4AF3" w:rsidRPr="00CD3733">
        <w:rPr>
          <w:rFonts w:cs="Arial"/>
          <w:bCs/>
        </w:rPr>
        <w:t>–</w:t>
      </w:r>
      <w:r w:rsidR="00BE4AF3" w:rsidRPr="00CD3733">
        <w:rPr>
          <w:bCs/>
        </w:rPr>
        <w:t xml:space="preserve"> Conditions</w:t>
      </w:r>
      <w:r w:rsidR="00BE4AF3" w:rsidRPr="007C0326">
        <w:rPr>
          <w:b w:val="0"/>
        </w:rPr>
        <w:t xml:space="preserve"> is replaced by the following:</w:t>
      </w:r>
    </w:p>
    <w:p w14:paraId="5F2FCA7C" w14:textId="19A94DB2" w:rsidR="00E84C7C" w:rsidRPr="007C0326" w:rsidRDefault="00CD3733" w:rsidP="00CD3733">
      <w:pPr>
        <w:pStyle w:val="blockhd2"/>
      </w:pPr>
      <w:r>
        <w:t>Nonrenewal</w:t>
      </w:r>
    </w:p>
    <w:p w14:paraId="5F2FCA7D" w14:textId="0F16770A" w:rsidR="00E84C7C" w:rsidRPr="007C0326" w:rsidRDefault="00CD3733" w:rsidP="00CD3733">
      <w:pPr>
        <w:pStyle w:val="outlinetxt2"/>
        <w:rPr>
          <w:b w:val="0"/>
        </w:rPr>
      </w:pPr>
      <w:r w:rsidRPr="007C0326">
        <w:tab/>
        <w:t>1.</w:t>
      </w:r>
      <w:r w:rsidRPr="007C0326">
        <w:tab/>
      </w:r>
      <w:r w:rsidRPr="007C0326">
        <w:rPr>
          <w:b w:val="0"/>
        </w:rPr>
        <w:t xml:space="preserve">If we elect not to renew this policy, we will mail </w:t>
      </w:r>
      <w:r w:rsidRPr="007C0326">
        <w:rPr>
          <w:b w:val="0"/>
        </w:rPr>
        <w:t xml:space="preserve">to the first Named Insured and the "contractor" written notice of nonrenewal at least 45 days before: </w:t>
      </w:r>
    </w:p>
    <w:p w14:paraId="5F2FCA7E" w14:textId="77777777" w:rsidR="00E84C7C" w:rsidRPr="007C0326" w:rsidRDefault="00CD3733" w:rsidP="00CD3733">
      <w:pPr>
        <w:pStyle w:val="outlinetxt3"/>
        <w:rPr>
          <w:b w:val="0"/>
        </w:rPr>
      </w:pPr>
      <w:r w:rsidRPr="007C0326">
        <w:tab/>
        <w:t>a.</w:t>
      </w:r>
      <w:r w:rsidRPr="007C0326">
        <w:tab/>
      </w:r>
      <w:r w:rsidRPr="007C0326">
        <w:rPr>
          <w:b w:val="0"/>
        </w:rPr>
        <w:t xml:space="preserve">The expiration date of this policy, if the policy is written for a term of one year or </w:t>
      </w:r>
      <w:r w:rsidRPr="007C0326">
        <w:rPr>
          <w:b w:val="0"/>
        </w:rPr>
        <w:t xml:space="preserve">less; or </w:t>
      </w:r>
    </w:p>
    <w:p w14:paraId="5F2FCA7F" w14:textId="77777777" w:rsidR="00E84C7C" w:rsidRPr="007C0326" w:rsidRDefault="00CD3733" w:rsidP="00CD3733">
      <w:pPr>
        <w:pStyle w:val="outlinetxt3"/>
        <w:rPr>
          <w:b w:val="0"/>
        </w:rPr>
      </w:pPr>
      <w:r w:rsidRPr="007C0326">
        <w:tab/>
        <w:t>b.</w:t>
      </w:r>
      <w:r w:rsidRPr="007C0326">
        <w:tab/>
      </w:r>
      <w:r w:rsidRPr="007C0326">
        <w:rPr>
          <w:b w:val="0"/>
        </w:rPr>
        <w:t xml:space="preserve">The anniversary date of this policy if the policy is written for a term of more than one year. </w:t>
      </w:r>
    </w:p>
    <w:p w14:paraId="5F2FCA80" w14:textId="227A7A64" w:rsidR="00E84C7C" w:rsidRDefault="00CD3733" w:rsidP="00CD3733">
      <w:pPr>
        <w:pStyle w:val="outlinetxt2"/>
        <w:rPr>
          <w:b w:val="0"/>
        </w:rPr>
      </w:pPr>
      <w:r w:rsidRPr="007C0326">
        <w:tab/>
        <w:t>2.</w:t>
      </w:r>
      <w:r w:rsidRPr="007C0326">
        <w:tab/>
      </w:r>
      <w:r w:rsidRPr="007C0326">
        <w:rPr>
          <w:b w:val="0"/>
        </w:rPr>
        <w:t xml:space="preserve">We will mail </w:t>
      </w:r>
      <w:r w:rsidRPr="007C0326">
        <w:rPr>
          <w:b w:val="0"/>
        </w:rPr>
        <w:t xml:space="preserve">our notice to the first Named Insured's and the contractor's last mailing address known to us. </w:t>
      </w:r>
      <w:r w:rsidR="0021574B" w:rsidRPr="007C0326">
        <w:rPr>
          <w:b w:val="0"/>
        </w:rPr>
        <w:t>P</w:t>
      </w:r>
      <w:r w:rsidRPr="007C0326">
        <w:rPr>
          <w:b w:val="0"/>
        </w:rPr>
        <w:t>roof of mailing will be sufficient proof of notice.</w:t>
      </w:r>
      <w:r>
        <w:rPr>
          <w:b w:val="0"/>
        </w:rPr>
        <w:t xml:space="preserve"> </w:t>
      </w:r>
    </w:p>
    <w:sectPr w:rsidR="00E84C7C" w:rsidSect="00CD3733"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4FFAC" w14:textId="77777777" w:rsidR="00000000" w:rsidRDefault="00CD3733">
      <w:r>
        <w:separator/>
      </w:r>
    </w:p>
  </w:endnote>
  <w:endnote w:type="continuationSeparator" w:id="0">
    <w:p w14:paraId="5E5DB215" w14:textId="77777777" w:rsidR="00000000" w:rsidRDefault="00CD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pitch w:val="variable"/>
    <w:sig w:usb0="20007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50655" w14:paraId="5F2FCA85" w14:textId="77777777">
      <w:tc>
        <w:tcPr>
          <w:tcW w:w="2201" w:type="dxa"/>
        </w:tcPr>
        <w:p w14:paraId="5F2FCA81" w14:textId="77777777" w:rsidR="00E84C7C" w:rsidRDefault="00CD3733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of </w:t>
          </w:r>
          <w:r w:rsidR="007C0326">
            <w:fldChar w:fldCharType="begin"/>
          </w:r>
          <w:r w:rsidR="007C0326">
            <w:instrText xml:space="preserve"> NUMPAGES  \* MERGEFORMAT </w:instrText>
          </w:r>
          <w:r w:rsidR="007C0326">
            <w:fldChar w:fldCharType="separate"/>
          </w:r>
          <w:r>
            <w:t>1</w:t>
          </w:r>
          <w:r w:rsidR="007C0326">
            <w:fldChar w:fldCharType="end"/>
          </w:r>
        </w:p>
      </w:tc>
      <w:tc>
        <w:tcPr>
          <w:tcW w:w="5911" w:type="dxa"/>
        </w:tcPr>
        <w:p w14:paraId="5F2FCA82" w14:textId="20598CF0" w:rsidR="00E84C7C" w:rsidRDefault="00CD3733" w:rsidP="00CD3733">
          <w:pPr>
            <w:pStyle w:val="isof1"/>
            <w:jc w:val="center"/>
          </w:pPr>
          <w:r>
            <w:t>© Insurance Services Office, Inc., 2021</w:t>
          </w:r>
        </w:p>
      </w:tc>
      <w:tc>
        <w:tcPr>
          <w:tcW w:w="2088" w:type="dxa"/>
        </w:tcPr>
        <w:p w14:paraId="5F2FCA83" w14:textId="1FE1E5A2" w:rsidR="00E84C7C" w:rsidRDefault="00CD3733" w:rsidP="00CD3733">
          <w:pPr>
            <w:pStyle w:val="isof2"/>
            <w:jc w:val="right"/>
          </w:pPr>
          <w:r>
            <w:t>CG 29 25 11 21</w:t>
          </w:r>
        </w:p>
      </w:tc>
      <w:tc>
        <w:tcPr>
          <w:tcW w:w="600" w:type="dxa"/>
        </w:tcPr>
        <w:p w14:paraId="5F2FCA84" w14:textId="77777777" w:rsidR="00E84C7C" w:rsidRDefault="00CD3733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F2FCA86" w14:textId="77777777" w:rsidR="00E84C7C" w:rsidRDefault="00E84C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50655" w14:paraId="5F2FCA8B" w14:textId="77777777">
      <w:tc>
        <w:tcPr>
          <w:tcW w:w="2201" w:type="dxa"/>
        </w:tcPr>
        <w:p w14:paraId="5F2FCA87" w14:textId="5C69B515" w:rsidR="00E84C7C" w:rsidRDefault="00CD3733" w:rsidP="00CD3733">
          <w:pPr>
            <w:pStyle w:val="isof2"/>
            <w:jc w:val="left"/>
          </w:pPr>
          <w:r>
            <w:t>CG 29 25 11 21</w:t>
          </w:r>
        </w:p>
      </w:tc>
      <w:tc>
        <w:tcPr>
          <w:tcW w:w="5911" w:type="dxa"/>
        </w:tcPr>
        <w:p w14:paraId="5F2FCA88" w14:textId="73F2B291" w:rsidR="00E84C7C" w:rsidRDefault="00CD3733" w:rsidP="00CD3733">
          <w:pPr>
            <w:pStyle w:val="isof1"/>
            <w:jc w:val="center"/>
          </w:pPr>
          <w:r>
            <w:t>© Insurance Services Office, Inc., 2021</w:t>
          </w:r>
        </w:p>
      </w:tc>
      <w:tc>
        <w:tcPr>
          <w:tcW w:w="2088" w:type="dxa"/>
        </w:tcPr>
        <w:p w14:paraId="5F2FCA89" w14:textId="77777777" w:rsidR="00E84C7C" w:rsidRDefault="00CD3733">
          <w:pPr>
            <w:pStyle w:val="isof2"/>
            <w:jc w:val="right"/>
          </w:pPr>
          <w:r>
            <w:t>P</w:t>
          </w:r>
          <w:r>
            <w:t xml:space="preserve">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 w:rsidR="007C0326">
            <w:fldChar w:fldCharType="begin"/>
          </w:r>
          <w:r w:rsidR="007C0326">
            <w:instrText xml:space="preserve"> NUMPAGES  \* MERGEFORMAT </w:instrText>
          </w:r>
          <w:r w:rsidR="007C0326">
            <w:fldChar w:fldCharType="separate"/>
          </w:r>
          <w:r>
            <w:t>1</w:t>
          </w:r>
          <w:r w:rsidR="007C0326">
            <w:fldChar w:fldCharType="end"/>
          </w:r>
        </w:p>
      </w:tc>
      <w:tc>
        <w:tcPr>
          <w:tcW w:w="600" w:type="dxa"/>
        </w:tcPr>
        <w:p w14:paraId="5F2FCA8A" w14:textId="77777777" w:rsidR="00E84C7C" w:rsidRDefault="00CD3733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F2FCA8C" w14:textId="77777777" w:rsidR="00E84C7C" w:rsidRDefault="00E84C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50655" w14:paraId="5F2FCA9A" w14:textId="77777777">
      <w:tc>
        <w:tcPr>
          <w:tcW w:w="2201" w:type="dxa"/>
        </w:tcPr>
        <w:p w14:paraId="5F2FCA96" w14:textId="16BB54D9" w:rsidR="00E84C7C" w:rsidRDefault="00CD3733">
          <w:pPr>
            <w:pStyle w:val="isof2"/>
            <w:jc w:val="left"/>
          </w:pPr>
          <w:r>
            <w:t xml:space="preserve">CG 29 25 </w:t>
          </w:r>
          <w:r w:rsidR="005C429F">
            <w:t>1</w:t>
          </w:r>
          <w:r w:rsidR="004C0A46">
            <w:t>1</w:t>
          </w:r>
          <w:r w:rsidR="005C429F">
            <w:t xml:space="preserve"> 21</w:t>
          </w:r>
        </w:p>
      </w:tc>
      <w:tc>
        <w:tcPr>
          <w:tcW w:w="5911" w:type="dxa"/>
        </w:tcPr>
        <w:p w14:paraId="5F2FCA97" w14:textId="195153D5" w:rsidR="00E84C7C" w:rsidRDefault="00CD3733">
          <w:pPr>
            <w:pStyle w:val="isof1"/>
            <w:jc w:val="center"/>
          </w:pPr>
          <w:r>
            <w:t>©</w:t>
          </w:r>
          <w:r w:rsidR="002541A2">
            <w:t xml:space="preserve"> Insurance Services Office, Inc., 20</w:t>
          </w:r>
          <w:r w:rsidR="004C0A46">
            <w:t>21</w:t>
          </w:r>
        </w:p>
      </w:tc>
      <w:tc>
        <w:tcPr>
          <w:tcW w:w="2088" w:type="dxa"/>
        </w:tcPr>
        <w:p w14:paraId="5F2FCA98" w14:textId="77777777" w:rsidR="00E84C7C" w:rsidRDefault="00CD373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7C0326">
            <w:fldChar w:fldCharType="begin"/>
          </w:r>
          <w:r w:rsidR="007C0326">
            <w:instrText xml:space="preserve"> NUMPAGES  \* MERGEFORMAT </w:instrText>
          </w:r>
          <w:r w:rsidR="007C0326">
            <w:fldChar w:fldCharType="separate"/>
          </w:r>
          <w:r>
            <w:rPr>
              <w:noProof/>
            </w:rPr>
            <w:t>1</w:t>
          </w:r>
          <w:r w:rsidR="007C0326">
            <w:rPr>
              <w:noProof/>
            </w:rPr>
            <w:fldChar w:fldCharType="end"/>
          </w:r>
        </w:p>
      </w:tc>
      <w:tc>
        <w:tcPr>
          <w:tcW w:w="600" w:type="dxa"/>
        </w:tcPr>
        <w:p w14:paraId="5F2FCA99" w14:textId="737FD35B" w:rsidR="00E84C7C" w:rsidRDefault="00E84C7C">
          <w:pPr>
            <w:pStyle w:val="isof2"/>
            <w:jc w:val="right"/>
          </w:pPr>
        </w:p>
      </w:tc>
    </w:tr>
  </w:tbl>
  <w:p w14:paraId="5F2FCA9B" w14:textId="77777777" w:rsidR="00E84C7C" w:rsidRDefault="00E84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033C9" w14:textId="77777777" w:rsidR="00000000" w:rsidRDefault="00CD3733">
      <w:r>
        <w:separator/>
      </w:r>
    </w:p>
  </w:footnote>
  <w:footnote w:type="continuationSeparator" w:id="0">
    <w:p w14:paraId="5BFBD863" w14:textId="77777777" w:rsidR="00000000" w:rsidRDefault="00CD3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634EA" w14:textId="77777777" w:rsidR="00CD3733" w:rsidRDefault="00CD37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BA1D9" w14:textId="77777777" w:rsidR="00CD3733" w:rsidRDefault="00CD37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F50655" w14:paraId="5F2FCA8F" w14:textId="77777777">
      <w:tc>
        <w:tcPr>
          <w:tcW w:w="5040" w:type="dxa"/>
        </w:tcPr>
        <w:p w14:paraId="5F2FCA8D" w14:textId="77777777" w:rsidR="00E84C7C" w:rsidRDefault="00E84C7C">
          <w:pPr>
            <w:pStyle w:val="Header"/>
          </w:pPr>
        </w:p>
      </w:tc>
      <w:tc>
        <w:tcPr>
          <w:tcW w:w="5148" w:type="dxa"/>
        </w:tcPr>
        <w:p w14:paraId="5F2FCA8E" w14:textId="77777777" w:rsidR="00E84C7C" w:rsidRDefault="00CD3733">
          <w:pPr>
            <w:pStyle w:val="isof2"/>
            <w:jc w:val="right"/>
          </w:pPr>
          <w:r>
            <w:t>COMMERCIAL GENERAL LIABILITY</w:t>
          </w:r>
        </w:p>
      </w:tc>
    </w:tr>
    <w:tr w:rsidR="00F50655" w14:paraId="5F2FCA92" w14:textId="77777777">
      <w:tc>
        <w:tcPr>
          <w:tcW w:w="5040" w:type="dxa"/>
        </w:tcPr>
        <w:p w14:paraId="5F2FCA90" w14:textId="77777777" w:rsidR="00E84C7C" w:rsidRDefault="00E84C7C">
          <w:pPr>
            <w:pStyle w:val="Header"/>
          </w:pPr>
        </w:p>
      </w:tc>
      <w:tc>
        <w:tcPr>
          <w:tcW w:w="5148" w:type="dxa"/>
        </w:tcPr>
        <w:p w14:paraId="5F2FCA91" w14:textId="3C9CB6BA" w:rsidR="00E84C7C" w:rsidRDefault="00CD3733">
          <w:pPr>
            <w:pStyle w:val="isof2"/>
            <w:jc w:val="right"/>
          </w:pPr>
          <w:r>
            <w:t xml:space="preserve">CG 29 25 </w:t>
          </w:r>
          <w:r w:rsidR="005C429F">
            <w:t>1</w:t>
          </w:r>
          <w:r w:rsidR="004C0A46">
            <w:t>1</w:t>
          </w:r>
          <w:r w:rsidR="005C429F">
            <w:t xml:space="preserve"> 21</w:t>
          </w:r>
        </w:p>
      </w:tc>
    </w:tr>
  </w:tbl>
  <w:p w14:paraId="5F2FCA93" w14:textId="77777777" w:rsidR="00E84C7C" w:rsidRDefault="00E84C7C">
    <w:pPr>
      <w:pStyle w:val="Header"/>
    </w:pPr>
  </w:p>
  <w:p w14:paraId="5F2FCA94" w14:textId="77777777" w:rsidR="00E84C7C" w:rsidRDefault="00CD3733">
    <w:pPr>
      <w:pStyle w:val="isof3"/>
    </w:pPr>
    <w:r>
      <w:t>THIS ENDORSEMENT CHANGES THE POLICY.  PLEASE READ IT CAREFULLY.</w:t>
    </w:r>
  </w:p>
  <w:p w14:paraId="5F2FCA95" w14:textId="77777777" w:rsidR="00E84C7C" w:rsidRDefault="00E84C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80"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MDBM$" w:val="CG_29_25_10_00"/>
    <w:docVar w:name="isoform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setmark$" w:val="Y"/>
    <w:docVar w:name="title$" w:val="Commercial"/>
  </w:docVars>
  <w:rsids>
    <w:rsidRoot w:val="00E84C7C"/>
    <w:rsid w:val="001536A5"/>
    <w:rsid w:val="001E1D0E"/>
    <w:rsid w:val="0021574B"/>
    <w:rsid w:val="002541A2"/>
    <w:rsid w:val="004C0A46"/>
    <w:rsid w:val="004C1AB0"/>
    <w:rsid w:val="005C429F"/>
    <w:rsid w:val="007C0326"/>
    <w:rsid w:val="00BE4AF3"/>
    <w:rsid w:val="00C52FED"/>
    <w:rsid w:val="00CD3733"/>
    <w:rsid w:val="00CE68FB"/>
    <w:rsid w:val="00E84C7C"/>
    <w:rsid w:val="00F5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2FC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73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D3733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CD3733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CD3733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CD373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D3733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E84C7C"/>
    <w:rPr>
      <w:sz w:val="16"/>
    </w:rPr>
  </w:style>
  <w:style w:type="paragraph" w:styleId="CommentText">
    <w:name w:val="annotation text"/>
    <w:basedOn w:val="Normal"/>
    <w:semiHidden/>
    <w:rsid w:val="00E84C7C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CD3733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CD3733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CD3733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CD3733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CD3733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CD3733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CD3733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CD3733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CD3733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CD3733"/>
    <w:pPr>
      <w:keepLines/>
      <w:jc w:val="both"/>
    </w:pPr>
  </w:style>
  <w:style w:type="paragraph" w:customStyle="1" w:styleId="blocktext2">
    <w:name w:val="blocktext2"/>
    <w:basedOn w:val="isonormal"/>
    <w:rsid w:val="00CD3733"/>
    <w:pPr>
      <w:keepLines/>
      <w:ind w:left="302"/>
      <w:jc w:val="both"/>
    </w:pPr>
  </w:style>
  <w:style w:type="paragraph" w:customStyle="1" w:styleId="blocktext3">
    <w:name w:val="blocktext3"/>
    <w:basedOn w:val="isonormal"/>
    <w:rsid w:val="00CD3733"/>
    <w:pPr>
      <w:keepLines/>
      <w:ind w:left="600"/>
      <w:jc w:val="both"/>
    </w:pPr>
  </w:style>
  <w:style w:type="paragraph" w:customStyle="1" w:styleId="blocktext4">
    <w:name w:val="blocktext4"/>
    <w:basedOn w:val="isonormal"/>
    <w:rsid w:val="00CD3733"/>
    <w:pPr>
      <w:keepLines/>
      <w:ind w:left="907"/>
      <w:jc w:val="both"/>
    </w:pPr>
  </w:style>
  <w:style w:type="paragraph" w:customStyle="1" w:styleId="blocktext5">
    <w:name w:val="blocktext5"/>
    <w:basedOn w:val="isonormal"/>
    <w:rsid w:val="00CD3733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CD3733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CD3733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CD3733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CD3733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CD3733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CD3733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CD3733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CD3733"/>
    <w:pPr>
      <w:spacing w:before="0"/>
      <w:jc w:val="both"/>
    </w:pPr>
  </w:style>
  <w:style w:type="paragraph" w:customStyle="1" w:styleId="isof2">
    <w:name w:val="isof2"/>
    <w:basedOn w:val="isonormal"/>
    <w:rsid w:val="00CD3733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CD3733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E84C7C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CD3733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CD3733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CD3733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CD3733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CD3733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CD3733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D3733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D3733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CD3733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CD3733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CD3733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CD3733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CD3733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CD3733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CD3733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CD3733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CD3733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CD3733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CD3733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CD3733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CD3733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CD3733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CD3733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CD3733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CD3733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E84C7C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E84C7C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CD3733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isonormal">
    <w:name w:val="isonormal"/>
    <w:rsid w:val="00CD3733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CD3733"/>
    <w:pPr>
      <w:spacing w:before="60"/>
    </w:pPr>
  </w:style>
  <w:style w:type="paragraph" w:styleId="Index1">
    <w:name w:val="index 1"/>
    <w:basedOn w:val="Normal"/>
    <w:next w:val="Normal"/>
    <w:semiHidden/>
    <w:rsid w:val="00E84C7C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E84C7C"/>
    <w:pPr>
      <w:tabs>
        <w:tab w:val="right" w:leader="dot" w:pos="10080"/>
      </w:tabs>
      <w:ind w:left="200" w:hanging="200"/>
    </w:pPr>
  </w:style>
  <w:style w:type="paragraph" w:customStyle="1" w:styleId="sidetext">
    <w:name w:val="sidetext"/>
    <w:basedOn w:val="isonormal"/>
    <w:rsid w:val="00CD3733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E84C7C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E84C7C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E84C7C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E84C7C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CD3733"/>
    <w:pPr>
      <w:spacing w:before="60"/>
    </w:pPr>
    <w:rPr>
      <w:sz w:val="18"/>
    </w:r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E84C7C"/>
  </w:style>
  <w:style w:type="paragraph" w:customStyle="1" w:styleId="space8">
    <w:name w:val="space8"/>
    <w:basedOn w:val="isonormal"/>
    <w:next w:val="blocktext1"/>
    <w:rsid w:val="00CD3733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CD3733"/>
    <w:pPr>
      <w:spacing w:before="0" w:line="80" w:lineRule="exact"/>
      <w:jc w:val="both"/>
    </w:pPr>
  </w:style>
  <w:style w:type="paragraph" w:customStyle="1" w:styleId="columnheading12">
    <w:name w:val="column heading12"/>
    <w:basedOn w:val="isonormal"/>
    <w:rsid w:val="00CD3733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CD3733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CD3733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CD3733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CD3733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CD3733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CD3733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CD3733"/>
    <w:rPr>
      <w:rFonts w:ascii="Tms Rmn" w:hAnsi="Tms Rmn"/>
      <w:b/>
      <w:sz w:val="24"/>
    </w:rPr>
  </w:style>
  <w:style w:type="paragraph" w:customStyle="1" w:styleId="tablerow2">
    <w:name w:val="tablerow2"/>
    <w:basedOn w:val="isonormal"/>
    <w:next w:val="tabletext"/>
    <w:rsid w:val="00CD3733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CD3733"/>
    <w:pPr>
      <w:spacing w:before="0" w:line="80" w:lineRule="exact"/>
      <w:jc w:val="both"/>
    </w:pPr>
  </w:style>
  <w:style w:type="paragraph" w:customStyle="1" w:styleId="tabletext8">
    <w:name w:val="tabletext8"/>
    <w:basedOn w:val="isonormal"/>
    <w:rsid w:val="00CD3733"/>
    <w:pPr>
      <w:spacing w:before="60"/>
    </w:pPr>
    <w:rPr>
      <w:sz w:val="16"/>
    </w:rPr>
  </w:style>
  <w:style w:type="paragraph" w:customStyle="1" w:styleId="TEXT12">
    <w:name w:val="TEXT12"/>
    <w:basedOn w:val="isonormal"/>
    <w:rsid w:val="00CD3733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CD3733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CD3733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CD3733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CD3733"/>
    <w:pPr>
      <w:spacing w:line="240" w:lineRule="auto"/>
    </w:pPr>
    <w:rPr>
      <w:sz w:val="48"/>
    </w:rPr>
  </w:style>
  <w:style w:type="paragraph" w:customStyle="1" w:styleId="title14">
    <w:name w:val="title14"/>
    <w:basedOn w:val="isonormal"/>
    <w:next w:val="isonormal"/>
    <w:rsid w:val="00CD3733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CD3733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CD3733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CD3733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CD3733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CD3733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CD3733"/>
    <w:rPr>
      <w:rFonts w:ascii="Arial" w:hAnsi="Arial"/>
    </w:rPr>
  </w:style>
  <w:style w:type="character" w:customStyle="1" w:styleId="FooterChar">
    <w:name w:val="Footer Char"/>
    <w:link w:val="Footer"/>
    <w:rsid w:val="00CD3733"/>
    <w:rPr>
      <w:rFonts w:ascii="Arial" w:hAnsi="Arial"/>
    </w:rPr>
  </w:style>
  <w:style w:type="table" w:styleId="TableGrid">
    <w:name w:val="Table Grid"/>
    <w:basedOn w:val="TableNormal"/>
    <w:rsid w:val="00CD3733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CD373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LI-CL-2021-039 - 032 - CG 29 25 11 21 Final.docx</DocumentName>
    <NumberOfPages xmlns="a86cc342-0045-41e2-80e9-abdb777d2eca">1</NumberOfPages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I71000</AuthorId>
    <CircularDocDescription xmlns="a86cc342-0045-41e2-80e9-abdb777d2eca">CG 29 25 11 21 Final</CircularDocDescription>
    <Date_x0020_Modified xmlns="a86cc342-0045-41e2-80e9-abdb777d2eca">2021-08-09T16:05:47+00:00</Date_x0020_Modified>
    <CircularDate xmlns="a86cc342-0045-41e2-80e9-abdb777d2eca">2021-09-07T04:00:00+00:00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filing CL-2021-OCAN1 to be implemented for December 1, 2021. Applicable Lines of Business: AG, BP, CA, CF, CM, CR, CU, CY, EB, EP, FC, FI, FR, GL, HH, MP, OP, PF, PR</KeyMessage>
    <CircularNumber xmlns="a86cc342-0045-41e2-80e9-abdb777d2eca">LI-CL-2021-039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McDonnell, Timothy</AuthorName>
    <Sequence xmlns="a86cc342-0045-41e2-80e9-abdb777d2eca">31</Sequence>
    <ServiceModuleString xmlns="a86cc342-0045-41e2-80e9-abdb777d2eca">Forms;</ServiceModuleString>
    <CircId xmlns="a86cc342-0045-41e2-80e9-abdb777d2eca">33455</CircId>
    <IncludeWithPDF xmlns="a86cc342-0045-41e2-80e9-abdb777d2eca">true</IncludeWithPDF>
    <ApplicableLOBs xmlns="a86cc342-0045-41e2-80e9-abdb777d2eca">
      <Value>4</Value>
      <Value>5</Value>
      <Value>6</Value>
      <Value>7</Value>
      <Value>8</Value>
      <Value>9</Value>
      <Value>10</Value>
      <Value>14</Value>
      <Value>13</Value>
      <Value>15</Value>
      <Value>33</Value>
      <Value>17</Value>
      <Value>18</Value>
      <Value>19</Value>
      <Value>32</Value>
      <Value>23</Value>
      <Value>26</Value>
      <Value>28</Value>
      <Value>30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INDIANA CANCELLATION AND NONRENEWAL FORMS REVISION FILED AND TO BE IMPLEMENTED</CircularTitle>
    <Jurs xmlns="a86cc342-0045-41e2-80e9-abdb777d2eca">
      <Value>16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5C4C26-5CB6-4915-A40E-71522CFC12E4}"/>
</file>

<file path=customXml/itemProps2.xml><?xml version="1.0" encoding="utf-8"?>
<ds:datastoreItem xmlns:ds="http://schemas.openxmlformats.org/officeDocument/2006/customXml" ds:itemID="{4BCF90DA-C097-45EA-B949-1DEC0D4C579A}"/>
</file>

<file path=customXml/itemProps3.xml><?xml version="1.0" encoding="utf-8"?>
<ds:datastoreItem xmlns:ds="http://schemas.openxmlformats.org/officeDocument/2006/customXml" ds:itemID="{2B571A7E-598D-43A5-90B5-4DCE3936A004}"/>
</file>

<file path=customXml/itemProps4.xml><?xml version="1.0" encoding="utf-8"?>
<ds:datastoreItem xmlns:ds="http://schemas.openxmlformats.org/officeDocument/2006/customXml" ds:itemID="{34813F92-65DD-4088-8209-864DB50D6EFA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3</TotalTime>
  <Pages>1</Pages>
  <Words>395</Words>
  <Characters>1889</Characters>
  <Application>Microsoft Office Word</Application>
  <DocSecurity>0</DocSecurity>
  <Lines>74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INDIANA CHANGES - CANCELLATION AND NONRENEWAL   </vt:lpstr>
    </vt:vector>
  </TitlesOfParts>
  <Manager/>
  <Company/>
  <LinksUpToDate>false</LinksUpToDate>
  <CharactersWithSpaces>2298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INDIANA CHANGES – CANCELLATION AND NONRENEWAL</dc:title>
  <dc:subject/>
  <dc:creator/>
  <cp:keywords/>
  <dc:description>1</dc:description>
  <cp:lastModifiedBy/>
  <cp:revision>2</cp:revision>
  <cp:lastPrinted>2000-06-06T13:08:00Z</cp:lastPrinted>
  <dcterms:created xsi:type="dcterms:W3CDTF">2005-12-09T07:42:00Z</dcterms:created>
  <dcterms:modified xsi:type="dcterms:W3CDTF">2021-08-09T16:05:00Z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ents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_7ad71744-3b06-4509-86f6-6ccc622f2ec3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ocumentName">
    <vt:lpwstr>CG29251000_1.doc</vt:lpwstr>
  </property>
  <property fmtid="{D5CDD505-2E9C-101B-9397-08002B2CF9AE}" pid="9" name="DocumentStatus">
    <vt:lpwstr>C</vt:lpwstr>
  </property>
  <property fmtid="{D5CDD505-2E9C-101B-9397-08002B2CF9AE}" pid="10" name="DocumentTitle">
    <vt:lpwstr>INDIANA CHANGES - CANCELLATION AND NONRENEWAL</vt:lpwstr>
  </property>
  <property fmtid="{D5CDD505-2E9C-101B-9397-08002B2CF9AE}" pid="11" name="DoesDocExist">
    <vt:lpwstr>1</vt:lpwstr>
  </property>
  <property fmtid="{D5CDD505-2E9C-101B-9397-08002B2CF9AE}" pid="12" name="FilingID">
    <vt:lpwstr/>
  </property>
  <property fmtid="{D5CDD505-2E9C-101B-9397-08002B2CF9AE}" pid="13" name="FilingPath">
    <vt:lpwstr/>
  </property>
  <property fmtid="{D5CDD505-2E9C-101B-9397-08002B2CF9AE}" pid="14" name="Form">
    <vt:lpwstr>CG29251000    </vt:lpwstr>
  </property>
  <property fmtid="{D5CDD505-2E9C-101B-9397-08002B2CF9AE}" pid="15" name="Form: Action">
    <vt:lpwstr>R</vt:lpwstr>
  </property>
  <property fmtid="{D5CDD505-2E9C-101B-9397-08002B2CF9AE}" pid="16" name="Form: BaseFormNumber">
    <vt:lpwstr>CG2925</vt:lpwstr>
  </property>
  <property fmtid="{D5CDD505-2E9C-101B-9397-08002B2CF9AE}" pid="17" name="Form: Cancellation">
    <vt:lpwstr>Y</vt:lpwstr>
  </property>
  <property fmtid="{D5CDD505-2E9C-101B-9397-08002B2CF9AE}" pid="18" name="Form: CategoryCode">
    <vt:lpwstr>29</vt:lpwstr>
  </property>
  <property fmtid="{D5CDD505-2E9C-101B-9397-08002B2CF9AE}" pid="19" name="Form: CentralDistribution">
    <vt:lpwstr>Y</vt:lpwstr>
  </property>
  <property fmtid="{D5CDD505-2E9C-101B-9397-08002B2CF9AE}" pid="20" name="Form: DisplayFormNumber">
    <vt:lpwstr>CG 29 25 10 00</vt:lpwstr>
  </property>
  <property fmtid="{D5CDD505-2E9C-101B-9397-08002B2CF9AE}" pid="21" name="Form: EditionDate">
    <vt:lpwstr>1000</vt:lpwstr>
  </property>
  <property fmtid="{D5CDD505-2E9C-101B-9397-08002B2CF9AE}" pid="22" name="Form: EditionDateCentury">
    <vt:lpwstr>20001000</vt:lpwstr>
  </property>
  <property fmtid="{D5CDD505-2E9C-101B-9397-08002B2CF9AE}" pid="23" name="Form: EditionDateInd">
    <vt:lpwstr>Y</vt:lpwstr>
  </property>
  <property fmtid="{D5CDD505-2E9C-101B-9397-08002B2CF9AE}" pid="24" name="Form: EffectiveDate">
    <vt:lpwstr>2000-11-01T00:00:00Z</vt:lpwstr>
  </property>
  <property fmtid="{D5CDD505-2E9C-101B-9397-08002B2CF9AE}" pid="25" name="Form: FilingId">
    <vt:lpwstr>CL-2000-OCAN1    </vt:lpwstr>
  </property>
  <property fmtid="{D5CDD505-2E9C-101B-9397-08002B2CF9AE}" pid="26" name="Form: FormNumber">
    <vt:lpwstr>CG29251000</vt:lpwstr>
  </property>
  <property fmtid="{D5CDD505-2E9C-101B-9397-08002B2CF9AE}" pid="27" name="Form: FormType">
    <vt:lpwstr>E</vt:lpwstr>
  </property>
  <property fmtid="{D5CDD505-2E9C-101B-9397-08002B2CF9AE}" pid="28" name="Form: Jurisdiction">
    <vt:lpwstr>IN</vt:lpwstr>
  </property>
  <property fmtid="{D5CDD505-2E9C-101B-9397-08002B2CF9AE}" pid="29" name="Form: Language">
    <vt:lpwstr>E</vt:lpwstr>
  </property>
  <property fmtid="{D5CDD505-2E9C-101B-9397-08002B2CF9AE}" pid="30" name="Form: LOB">
    <vt:lpwstr>GL</vt:lpwstr>
  </property>
  <property fmtid="{D5CDD505-2E9C-101B-9397-08002B2CF9AE}" pid="31" name="Form: Mandatory">
    <vt:lpwstr>Y</vt:lpwstr>
  </property>
  <property fmtid="{D5CDD505-2E9C-101B-9397-08002B2CF9AE}" pid="32" name="Form: ObsInd">
    <vt:lpwstr/>
  </property>
  <property fmtid="{D5CDD505-2E9C-101B-9397-08002B2CF9AE}" pid="33" name="Form: ObsolescenceDate">
    <vt:lpwstr>0001-01-01T19:00:00Z</vt:lpwstr>
  </property>
  <property fmtid="{D5CDD505-2E9C-101B-9397-08002B2CF9AE}" pid="34" name="Form: Portfolio">
    <vt:lpwstr>Y</vt:lpwstr>
  </property>
  <property fmtid="{D5CDD505-2E9C-101B-9397-08002B2CF9AE}" pid="35" name="Form: Program">
    <vt:lpwstr>  </vt:lpwstr>
  </property>
  <property fmtid="{D5CDD505-2E9C-101B-9397-08002B2CF9AE}" pid="36" name="Form: Project">
    <vt:lpwstr/>
  </property>
  <property fmtid="{D5CDD505-2E9C-101B-9397-08002B2CF9AE}" pid="37" name="Form: Simplified">
    <vt:lpwstr>Y</vt:lpwstr>
  </property>
  <property fmtid="{D5CDD505-2E9C-101B-9397-08002B2CF9AE}" pid="38" name="Form: Status">
    <vt:lpwstr>X</vt:lpwstr>
  </property>
  <property fmtid="{D5CDD505-2E9C-101B-9397-08002B2CF9AE}" pid="39" name="Form: UserObs">
    <vt:lpwstr/>
  </property>
  <property fmtid="{D5CDD505-2E9C-101B-9397-08002B2CF9AE}" pid="40" name="Form: Version">
    <vt:lpwstr>1.00000000000000</vt:lpwstr>
  </property>
  <property fmtid="{D5CDD505-2E9C-101B-9397-08002B2CF9AE}" pid="41" name="Form: WithdrawlDate">
    <vt:lpwstr>0001-01-01T00:00:00Z</vt:lpwstr>
  </property>
  <property fmtid="{D5CDD505-2E9C-101B-9397-08002B2CF9AE}" pid="42" name="FormNumber">
    <vt:lpwstr/>
  </property>
  <property fmtid="{D5CDD505-2E9C-101B-9397-08002B2CF9AE}" pid="43" name="FORM_ID">
    <vt:lpwstr/>
  </property>
  <property fmtid="{D5CDD505-2E9C-101B-9397-08002B2CF9AE}" pid="44" name="FORM_ID0">
    <vt:lpwstr>__bk830034007400230093002300530013000300030003000200020002000200</vt:lpwstr>
  </property>
  <property fmtid="{D5CDD505-2E9C-101B-9397-08002B2CF9AE}" pid="45" name="ILLOBS">
    <vt:lpwstr/>
  </property>
  <property fmtid="{D5CDD505-2E9C-101B-9397-08002B2CF9AE}" pid="46" name="IsInUse">
    <vt:lpwstr>0</vt:lpwstr>
  </property>
  <property fmtid="{D5CDD505-2E9C-101B-9397-08002B2CF9AE}" pid="47" name="IsMasterDocument">
    <vt:lpwstr>0</vt:lpwstr>
  </property>
  <property fmtid="{D5CDD505-2E9C-101B-9397-08002B2CF9AE}" pid="48" name="ISOVersion">
    <vt:lpwstr>1.00000000000000</vt:lpwstr>
  </property>
  <property fmtid="{D5CDD505-2E9C-101B-9397-08002B2CF9AE}" pid="49" name="Jurisdiction">
    <vt:lpwstr/>
  </property>
  <property fmtid="{D5CDD505-2E9C-101B-9397-08002B2CF9AE}" pid="50" name="LineID">
    <vt:lpwstr>I60342</vt:lpwstr>
  </property>
  <property fmtid="{D5CDD505-2E9C-101B-9397-08002B2CF9AE}" pid="51" name="LineName">
    <vt:lpwstr>KENNEDY, LORI       </vt:lpwstr>
  </property>
  <property fmtid="{D5CDD505-2E9C-101B-9397-08002B2CF9AE}" pid="52" name="LineStatus">
    <vt:lpwstr>R</vt:lpwstr>
  </property>
  <property fmtid="{D5CDD505-2E9C-101B-9397-08002B2CF9AE}" pid="53" name="LOB">
    <vt:lpwstr/>
  </property>
  <property fmtid="{D5CDD505-2E9C-101B-9397-08002B2CF9AE}" pid="54" name="ManifestActionCode">
    <vt:lpwstr/>
  </property>
  <property fmtid="{D5CDD505-2E9C-101B-9397-08002B2CF9AE}" pid="55" name="MetaData">
    <vt:lpwstr/>
  </property>
  <property fmtid="{D5CDD505-2E9C-101B-9397-08002B2CF9AE}" pid="56" name="ModifiedDateTime">
    <vt:lpwstr>2009-05-16T04:19:04Z</vt:lpwstr>
  </property>
  <property fmtid="{D5CDD505-2E9C-101B-9397-08002B2CF9AE}" pid="57" name="NumberOfLeaves">
    <vt:lpwstr>1</vt:lpwstr>
  </property>
  <property fmtid="{D5CDD505-2E9C-101B-9397-08002B2CF9AE}" pid="58" name="NumberOfPages">
    <vt:lpwstr>1</vt:lpwstr>
  </property>
  <property fmtid="{D5CDD505-2E9C-101B-9397-08002B2CF9AE}" pid="59" name="Order">
    <vt:lpwstr>15287400.0000000</vt:lpwstr>
  </property>
  <property fmtid="{D5CDD505-2E9C-101B-9397-08002B2CF9AE}" pid="60" name="Orientation">
    <vt:lpwstr/>
  </property>
  <property fmtid="{D5CDD505-2E9C-101B-9397-08002B2CF9AE}" pid="61" name="PageType">
    <vt:lpwstr/>
  </property>
  <property fmtid="{D5CDD505-2E9C-101B-9397-08002B2CF9AE}" pid="62" name="PsdID">
    <vt:lpwstr>I09277</vt:lpwstr>
  </property>
  <property fmtid="{D5CDD505-2E9C-101B-9397-08002B2CF9AE}" pid="63" name="PsdName">
    <vt:lpwstr/>
  </property>
  <property fmtid="{D5CDD505-2E9C-101B-9397-08002B2CF9AE}" pid="64" name="PsdStatus">
    <vt:lpwstr>R</vt:lpwstr>
  </property>
  <property fmtid="{D5CDD505-2E9C-101B-9397-08002B2CF9AE}" pid="65" name="Service1">
    <vt:lpwstr>Forms</vt:lpwstr>
  </property>
  <property fmtid="{D5CDD505-2E9C-101B-9397-08002B2CF9AE}" pid="66" name="Service10">
    <vt:lpwstr/>
  </property>
  <property fmtid="{D5CDD505-2E9C-101B-9397-08002B2CF9AE}" pid="67" name="TemplateUrl">
    <vt:lpwstr/>
  </property>
  <property fmtid="{D5CDD505-2E9C-101B-9397-08002B2CF9AE}" pid="68" name="UserID">
    <vt:lpwstr/>
  </property>
  <property fmtid="{D5CDD505-2E9C-101B-9397-08002B2CF9AE}" pid="69" name="UserName_e63a6049-e0d9-46df-b91b-e318d6fcea01">
    <vt:lpwstr/>
  </property>
  <property fmtid="{D5CDD505-2E9C-101B-9397-08002B2CF9AE}" pid="70" name="WorkflowStatus">
    <vt:lpwstr/>
  </property>
  <property fmtid="{D5CDD505-2E9C-101B-9397-08002B2CF9AE}" pid="71" name="xd_ProgID">
    <vt:lpwstr/>
  </property>
  <property fmtid="{D5CDD505-2E9C-101B-9397-08002B2CF9AE}" pid="72" name="_UIVersionString">
    <vt:lpwstr>1.0</vt:lpwstr>
  </property>
  <property fmtid="{D5CDD505-2E9C-101B-9397-08002B2CF9AE}" pid="73" name="_docset_NoMedatataSyncRequired">
    <vt:lpwstr>False</vt:lpwstr>
  </property>
</Properties>
</file>