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41591E" w14:textId="35079F51" w:rsidR="00505C7E" w:rsidRPr="00F95A39" w:rsidRDefault="005D63B5" w:rsidP="00E82755">
      <w:pPr>
        <w:pStyle w:val="title18"/>
      </w:pPr>
      <w:r w:rsidRPr="00F95A39">
        <w:t>MISSOURI CHANGES</w:t>
      </w:r>
    </w:p>
    <w:p w14:paraId="79049070" w14:textId="77777777" w:rsidR="00505C7E" w:rsidRPr="001A308B" w:rsidRDefault="00505C7E" w:rsidP="00E82755">
      <w:pPr>
        <w:pStyle w:val="isonormal"/>
        <w:sectPr w:rsidR="00505C7E" w:rsidRPr="001A308B" w:rsidSect="00244107">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080" w:right="1080" w:bottom="1380" w:left="1080" w:header="1080" w:footer="240" w:gutter="0"/>
          <w:cols w:space="720"/>
          <w:noEndnote/>
          <w:titlePg/>
          <w:docGrid w:linePitch="272"/>
        </w:sectPr>
      </w:pPr>
    </w:p>
    <w:p w14:paraId="3F260FE6" w14:textId="77777777" w:rsidR="00505C7E" w:rsidRPr="001A308B" w:rsidRDefault="00505C7E" w:rsidP="00E82755">
      <w:pPr>
        <w:pStyle w:val="blocktext1"/>
      </w:pPr>
    </w:p>
    <w:p w14:paraId="323CC418" w14:textId="77777777" w:rsidR="00505C7E" w:rsidRPr="001A308B" w:rsidRDefault="000A7972" w:rsidP="00E82755">
      <w:pPr>
        <w:pStyle w:val="blocktext1"/>
      </w:pPr>
      <w:r w:rsidRPr="001A308B">
        <w:t xml:space="preserve">This endorsement modifies insurance provided under the following: </w:t>
      </w:r>
    </w:p>
    <w:p w14:paraId="603BA8E1" w14:textId="77777777" w:rsidR="00505C7E" w:rsidRPr="001A308B" w:rsidRDefault="000A7972" w:rsidP="00E82755">
      <w:pPr>
        <w:pStyle w:val="blockhd2"/>
        <w:rPr>
          <w:b w:val="0"/>
        </w:rPr>
      </w:pPr>
      <w:r w:rsidRPr="001A308B">
        <w:rPr>
          <w:b w:val="0"/>
        </w:rPr>
        <w:br/>
        <w:t>BUSINESSOWNERS COVERAGE FORM</w:t>
      </w:r>
      <w:r w:rsidR="00663C64">
        <w:rPr>
          <w:b w:val="0"/>
        </w:rPr>
        <w:br/>
      </w:r>
      <w:r w:rsidR="00F25104" w:rsidRPr="00957174">
        <w:rPr>
          <w:b w:val="0"/>
        </w:rPr>
        <w:t>INFORMATION SECURITY PROTECTION ENDORSEMENT</w:t>
      </w:r>
    </w:p>
    <w:p w14:paraId="6BCAA99C" w14:textId="77777777" w:rsidR="00505C7E" w:rsidRPr="001A308B" w:rsidRDefault="00505C7E" w:rsidP="00E82755">
      <w:pPr>
        <w:pStyle w:val="blocktext1"/>
      </w:pPr>
    </w:p>
    <w:p w14:paraId="58D9B8C3" w14:textId="77777777" w:rsidR="00505C7E" w:rsidRPr="001A308B" w:rsidRDefault="00505C7E" w:rsidP="00E82755">
      <w:pPr>
        <w:pStyle w:val="blocktext1"/>
        <w:sectPr w:rsidR="00505C7E" w:rsidRPr="001A308B" w:rsidSect="00244107">
          <w:headerReference w:type="even" r:id="rId18"/>
          <w:headerReference w:type="default" r:id="rId19"/>
          <w:footerReference w:type="even" r:id="rId20"/>
          <w:footerReference w:type="default" r:id="rId21"/>
          <w:headerReference w:type="first" r:id="rId22"/>
          <w:footerReference w:type="first" r:id="rId23"/>
          <w:type w:val="continuous"/>
          <w:pgSz w:w="12240" w:h="15840"/>
          <w:pgMar w:top="1080" w:right="1080" w:bottom="1380" w:left="1080" w:header="1080" w:footer="240" w:gutter="0"/>
          <w:cols w:space="720"/>
          <w:noEndnote/>
          <w:titlePg/>
          <w:docGrid w:linePitch="272"/>
        </w:sectPr>
      </w:pPr>
    </w:p>
    <w:p w14:paraId="3391EAAE" w14:textId="77777777" w:rsidR="00505C7E" w:rsidRPr="001A308B" w:rsidRDefault="000A7972" w:rsidP="00E82755">
      <w:pPr>
        <w:pStyle w:val="outlinetxt1"/>
      </w:pPr>
      <w:r w:rsidRPr="001A308B">
        <w:tab/>
        <w:t>A.</w:t>
      </w:r>
      <w:r w:rsidRPr="001A308B">
        <w:tab/>
        <w:t>Section I – Property</w:t>
      </w:r>
      <w:r w:rsidRPr="001A308B">
        <w:rPr>
          <w:b w:val="0"/>
        </w:rPr>
        <w:t xml:space="preserve"> is amended as follows:</w:t>
      </w:r>
    </w:p>
    <w:p w14:paraId="7FE4E6E1" w14:textId="77777777" w:rsidR="00505C7E" w:rsidRPr="001A308B" w:rsidRDefault="000A7972" w:rsidP="00E82755">
      <w:pPr>
        <w:pStyle w:val="outlinetxt2"/>
        <w:rPr>
          <w:b w:val="0"/>
        </w:rPr>
      </w:pPr>
      <w:r w:rsidRPr="001A308B">
        <w:tab/>
        <w:t>1.</w:t>
      </w:r>
      <w:r w:rsidRPr="001A308B">
        <w:tab/>
      </w:r>
      <w:r w:rsidRPr="001A308B">
        <w:rPr>
          <w:b w:val="0"/>
        </w:rPr>
        <w:t>The following exclusion and related provisions are added to Paragraph</w:t>
      </w:r>
      <w:r w:rsidRPr="001A308B">
        <w:t xml:space="preserve"> B.2. Exclusions:</w:t>
      </w:r>
    </w:p>
    <w:p w14:paraId="0B7A457F" w14:textId="77777777" w:rsidR="00505C7E" w:rsidRPr="001A308B" w:rsidRDefault="000A7972" w:rsidP="00E82755">
      <w:pPr>
        <w:pStyle w:val="outlinetxt3"/>
        <w:rPr>
          <w:b w:val="0"/>
          <w:bCs/>
        </w:rPr>
      </w:pPr>
      <w:r w:rsidRPr="001A308B">
        <w:tab/>
        <w:t>a.</w:t>
      </w:r>
      <w:r w:rsidRPr="001A308B">
        <w:tab/>
      </w:r>
      <w:r w:rsidRPr="001A308B">
        <w:rPr>
          <w:b w:val="0"/>
          <w:bCs/>
        </w:rPr>
        <w:t xml:space="preserve">We will not pay for loss or damage arising out of any act an insured commits or conspires to commit with the intent to cause a loss. </w:t>
      </w:r>
    </w:p>
    <w:p w14:paraId="6CC8C112" w14:textId="77777777" w:rsidR="00505C7E" w:rsidRPr="001A308B" w:rsidRDefault="000A7972" w:rsidP="00E82755">
      <w:pPr>
        <w:pStyle w:val="blocktext4"/>
      </w:pPr>
      <w:r w:rsidRPr="001A308B">
        <w:t xml:space="preserve">In the event of such loss, no insured is entitled to coverage, even insureds who did not commit or conspire to commit the </w:t>
      </w:r>
      <w:r w:rsidRPr="001A308B">
        <w:t>act causing the loss.</w:t>
      </w:r>
    </w:p>
    <w:p w14:paraId="6CA3C89F" w14:textId="77777777" w:rsidR="00505C7E" w:rsidRPr="001A308B" w:rsidRDefault="000A7972" w:rsidP="00E82755">
      <w:pPr>
        <w:pStyle w:val="outlinetxt3"/>
        <w:rPr>
          <w:b w:val="0"/>
        </w:rPr>
      </w:pPr>
      <w:r w:rsidRPr="001A308B">
        <w:tab/>
        <w:t>b.</w:t>
      </w:r>
      <w:r w:rsidRPr="001A308B">
        <w:tab/>
      </w:r>
      <w:r w:rsidRPr="001A308B">
        <w:rPr>
          <w:b w:val="0"/>
        </w:rPr>
        <w:t>However, this exclusion will not apply to deny coverage to an innocent coinsured who did not cooperate in or contribute to the creation of the loss, provided the loss is otherwise covered under this policy and the loss arose out o</w:t>
      </w:r>
      <w:r w:rsidRPr="001A308B">
        <w:rPr>
          <w:b w:val="0"/>
        </w:rPr>
        <w:t>f domestic violence. Such coverage will be provided only if the innocent coinsured files a police report and completes a sworn affidavit indicating both:</w:t>
      </w:r>
    </w:p>
    <w:p w14:paraId="625469FB" w14:textId="77777777" w:rsidR="00505C7E" w:rsidRPr="001A308B" w:rsidRDefault="000A7972" w:rsidP="00E82755">
      <w:pPr>
        <w:pStyle w:val="outlinetxt4"/>
        <w:rPr>
          <w:b w:val="0"/>
        </w:rPr>
      </w:pPr>
      <w:r w:rsidRPr="001A308B">
        <w:tab/>
        <w:t>(1)</w:t>
      </w:r>
      <w:r w:rsidRPr="001A308B">
        <w:tab/>
      </w:r>
      <w:r w:rsidRPr="001A308B">
        <w:rPr>
          <w:b w:val="0"/>
        </w:rPr>
        <w:t>The cause of the loss; and</w:t>
      </w:r>
    </w:p>
    <w:p w14:paraId="5B72A384" w14:textId="77777777" w:rsidR="00505C7E" w:rsidRPr="001A308B" w:rsidRDefault="000A7972" w:rsidP="00E82755">
      <w:pPr>
        <w:pStyle w:val="outlinetxt4"/>
        <w:rPr>
          <w:b w:val="0"/>
        </w:rPr>
      </w:pPr>
      <w:r w:rsidRPr="001A308B">
        <w:tab/>
        <w:t>(2)</w:t>
      </w:r>
      <w:r w:rsidRPr="001A308B">
        <w:tab/>
      </w:r>
      <w:r w:rsidRPr="001A308B">
        <w:rPr>
          <w:b w:val="0"/>
        </w:rPr>
        <w:t>A pledge to cooperate in any criminal prosecution of the person c</w:t>
      </w:r>
      <w:r w:rsidRPr="001A308B">
        <w:rPr>
          <w:b w:val="0"/>
        </w:rPr>
        <w:t>ommitting the act causing the loss.</w:t>
      </w:r>
    </w:p>
    <w:p w14:paraId="57F7D6EB" w14:textId="7E3EE370" w:rsidR="00505C7E" w:rsidRPr="001A308B" w:rsidRDefault="000A7972" w:rsidP="00E82755">
      <w:pPr>
        <w:pStyle w:val="outlinetxt3"/>
        <w:rPr>
          <w:b w:val="0"/>
        </w:rPr>
      </w:pPr>
      <w:r>
        <w:br w:type="column"/>
      </w:r>
      <w:r w:rsidR="005D63B5" w:rsidRPr="001A308B">
        <w:tab/>
        <w:t>c.</w:t>
      </w:r>
      <w:r w:rsidR="005D63B5" w:rsidRPr="001A308B">
        <w:tab/>
      </w:r>
      <w:r w:rsidR="005D63B5" w:rsidRPr="001A308B">
        <w:rPr>
          <w:b w:val="0"/>
        </w:rPr>
        <w:t xml:space="preserve">If we pay a claim pursuant to Paragraph </w:t>
      </w:r>
      <w:r w:rsidR="005D63B5" w:rsidRPr="001A308B">
        <w:t>A.1.b.,</w:t>
      </w:r>
      <w:r w:rsidR="005D63B5" w:rsidRPr="001A308B">
        <w:rPr>
          <w:b w:val="0"/>
        </w:rPr>
        <w:t xml:space="preserve"> our payment to the innocent coinsured will be limited to that insured's ownership interest in the property as reduced by any payment to a mortgagee or other secured interest; however, we shall not be required to make any subsequent payment for any loss for which the innocent coinsured has received payment. In no event will we pay more than the Limit of Insurance.</w:t>
      </w:r>
    </w:p>
    <w:p w14:paraId="59FCD8A6" w14:textId="3D5B9A65" w:rsidR="00505C7E" w:rsidRPr="001A308B" w:rsidRDefault="000A7972" w:rsidP="00E82755">
      <w:pPr>
        <w:pStyle w:val="outlinetxt2"/>
        <w:rPr>
          <w:b w:val="0"/>
        </w:rPr>
      </w:pPr>
      <w:r w:rsidRPr="001A308B">
        <w:rPr>
          <w:b w:val="0"/>
        </w:rPr>
        <w:tab/>
      </w:r>
      <w:r w:rsidRPr="001A308B">
        <w:t>2.</w:t>
      </w:r>
      <w:r w:rsidRPr="001A308B">
        <w:tab/>
      </w:r>
      <w:r w:rsidRPr="001A308B">
        <w:rPr>
          <w:b w:val="0"/>
        </w:rPr>
        <w:t xml:space="preserve">Paragraph </w:t>
      </w:r>
      <w:r w:rsidRPr="001A308B">
        <w:t xml:space="preserve">A.5. Additional Coverages </w:t>
      </w:r>
      <w:r w:rsidRPr="001A308B">
        <w:rPr>
          <w:b w:val="0"/>
        </w:rPr>
        <w:t>is amended as fol</w:t>
      </w:r>
      <w:r w:rsidRPr="001A308B">
        <w:rPr>
          <w:b w:val="0"/>
        </w:rPr>
        <w:t>lows:</w:t>
      </w:r>
    </w:p>
    <w:p w14:paraId="54104BFE" w14:textId="77777777" w:rsidR="00505C7E" w:rsidRPr="001A308B" w:rsidRDefault="000A7972" w:rsidP="00E82755">
      <w:pPr>
        <w:pStyle w:val="blocktext3"/>
      </w:pPr>
      <w:r w:rsidRPr="001A308B">
        <w:t xml:space="preserve">The following is added to Paragraph </w:t>
      </w:r>
      <w:r w:rsidRPr="001A308B">
        <w:rPr>
          <w:b/>
        </w:rPr>
        <w:t>a.(1)</w:t>
      </w:r>
      <w:r w:rsidRPr="001A308B">
        <w:t xml:space="preserve"> </w:t>
      </w:r>
      <w:r w:rsidRPr="001A308B">
        <w:rPr>
          <w:b/>
        </w:rPr>
        <w:t>Debris Removal</w:t>
      </w:r>
      <w:r w:rsidRPr="001A308B">
        <w:t xml:space="preserve"> and Paragraph </w:t>
      </w:r>
      <w:r w:rsidRPr="001A308B">
        <w:rPr>
          <w:b/>
        </w:rPr>
        <w:t>h.</w:t>
      </w:r>
      <w:r w:rsidRPr="001A308B">
        <w:t xml:space="preserve"> </w:t>
      </w:r>
      <w:r w:rsidRPr="001A308B">
        <w:rPr>
          <w:b/>
        </w:rPr>
        <w:t xml:space="preserve">Pollutant </w:t>
      </w:r>
      <w:r w:rsidR="00864FF2" w:rsidRPr="001A308B">
        <w:rPr>
          <w:b/>
        </w:rPr>
        <w:t>Cleanup</w:t>
      </w:r>
      <w:r w:rsidRPr="001A308B">
        <w:rPr>
          <w:b/>
        </w:rPr>
        <w:t xml:space="preserve"> And Removal</w:t>
      </w:r>
      <w:r w:rsidRPr="001A308B">
        <w:t xml:space="preserve"> and relates only to the requirement to report expenses to us within 180 days of the specified occurrence:</w:t>
      </w:r>
    </w:p>
    <w:p w14:paraId="10403A80" w14:textId="77777777" w:rsidR="00505C7E" w:rsidRPr="001A308B" w:rsidRDefault="000A7972" w:rsidP="00E82755">
      <w:pPr>
        <w:pStyle w:val="blocktext3"/>
      </w:pPr>
      <w:r w:rsidRPr="001A308B">
        <w:t xml:space="preserve">If you fail to report the </w:t>
      </w:r>
      <w:r w:rsidRPr="001A308B">
        <w:t>expenses to us within the 180-day time</w:t>
      </w:r>
      <w:r w:rsidR="00843773">
        <w:t xml:space="preserve"> </w:t>
      </w:r>
      <w:r w:rsidRPr="001A308B">
        <w:t>frame, such failure will not invalidate a claim under this coverage unless such failure operates to prejudice our rights.</w:t>
      </w:r>
    </w:p>
    <w:p w14:paraId="0B10F135" w14:textId="4382567B" w:rsidR="00505C7E" w:rsidRPr="001A308B" w:rsidRDefault="000A7972" w:rsidP="00E82755">
      <w:pPr>
        <w:pStyle w:val="outlinetxt2"/>
      </w:pPr>
      <w:r>
        <w:rPr>
          <w:b w:val="0"/>
        </w:rPr>
        <w:br w:type="page"/>
      </w:r>
      <w:r w:rsidR="005D63B5" w:rsidRPr="001A308B">
        <w:rPr>
          <w:b w:val="0"/>
        </w:rPr>
        <w:lastRenderedPageBreak/>
        <w:tab/>
      </w:r>
      <w:r w:rsidR="005D63B5" w:rsidRPr="001A308B">
        <w:t>3.</w:t>
      </w:r>
      <w:r w:rsidR="005D63B5" w:rsidRPr="001A308B">
        <w:rPr>
          <w:b w:val="0"/>
        </w:rPr>
        <w:tab/>
        <w:t xml:space="preserve">Paragraph </w:t>
      </w:r>
      <w:r w:rsidR="005D63B5" w:rsidRPr="001A308B">
        <w:t>E. Property Loss Conditions</w:t>
      </w:r>
      <w:r w:rsidR="005D63B5" w:rsidRPr="001A308B">
        <w:rPr>
          <w:b w:val="0"/>
        </w:rPr>
        <w:t xml:space="preserve"> is amended as follows:</w:t>
      </w:r>
    </w:p>
    <w:p w14:paraId="24023447" w14:textId="77777777" w:rsidR="00505C7E" w:rsidRPr="001A308B" w:rsidRDefault="000A7972" w:rsidP="00E82755">
      <w:pPr>
        <w:pStyle w:val="outlinetxt3"/>
        <w:rPr>
          <w:b w:val="0"/>
        </w:rPr>
      </w:pPr>
      <w:r w:rsidRPr="001A308B">
        <w:tab/>
        <w:t>a.</w:t>
      </w:r>
      <w:r w:rsidRPr="001A308B">
        <w:tab/>
      </w:r>
      <w:r w:rsidRPr="001A308B">
        <w:rPr>
          <w:b w:val="0"/>
        </w:rPr>
        <w:t xml:space="preserve">Paragraph </w:t>
      </w:r>
      <w:r w:rsidRPr="001A308B">
        <w:t xml:space="preserve">2. Appraisal </w:t>
      </w:r>
      <w:r w:rsidRPr="001A308B">
        <w:rPr>
          <w:b w:val="0"/>
        </w:rPr>
        <w:t xml:space="preserve">is replaced by the following: </w:t>
      </w:r>
    </w:p>
    <w:p w14:paraId="039C6036" w14:textId="77777777" w:rsidR="00505C7E" w:rsidRPr="001A308B" w:rsidRDefault="000A7972" w:rsidP="00E82755">
      <w:pPr>
        <w:pStyle w:val="outlinehd4"/>
      </w:pPr>
      <w:r w:rsidRPr="001A308B">
        <w:tab/>
        <w:t>2.</w:t>
      </w:r>
      <w:r w:rsidRPr="001A308B">
        <w:tab/>
        <w:t>Appraisal</w:t>
      </w:r>
    </w:p>
    <w:p w14:paraId="2123B7FC" w14:textId="77777777" w:rsidR="00505C7E" w:rsidRPr="001A308B" w:rsidRDefault="000A7972" w:rsidP="00E82755">
      <w:pPr>
        <w:pStyle w:val="blocktext5"/>
      </w:pPr>
      <w:r w:rsidRPr="001A308B">
        <w:t>If we and you disagree on the value of the property or the amount of loss, either may make written demand for an appraisal of the loss. In this event, each part</w:t>
      </w:r>
      <w:r w:rsidRPr="001A308B">
        <w:t>y will select a competent and impartial appraiser and notify the other of the appraiser selected within 20 days of the written demand for appraisal. The two appraisers will select an umpire. If they cannot agree upon an umpire within 15 days,</w:t>
      </w:r>
      <w:r w:rsidR="0061229D">
        <w:t xml:space="preserve"> then</w:t>
      </w:r>
      <w:r w:rsidR="00EC717F" w:rsidRPr="00F60788">
        <w:t>, upon your or our request,</w:t>
      </w:r>
      <w:r w:rsidR="0061229D">
        <w:t xml:space="preserve"> </w:t>
      </w:r>
      <w:r w:rsidR="000B0F79">
        <w:t>an</w:t>
      </w:r>
      <w:r w:rsidR="0061229D">
        <w:t xml:space="preserve"> umpire shall be selected by a judge of a court of record in the state and county (or city if the city is not within a county) in which the property covered is located</w:t>
      </w:r>
      <w:r w:rsidRPr="001A308B">
        <w:t>. The appraisers will state separately the value of the property and</w:t>
      </w:r>
      <w:r w:rsidRPr="001A308B">
        <w:t xml:space="preserve"> amount of loss. If they fail to agree, they will submit their differences to the umpire. The umpire shall make an award within 30 days after the umpire receives the appraisers' submissions of their differences. A decision agreed to by any two will be bind</w:t>
      </w:r>
      <w:r w:rsidRPr="001A308B">
        <w:t xml:space="preserve">ing. Each party will: </w:t>
      </w:r>
    </w:p>
    <w:p w14:paraId="7255F325" w14:textId="77777777" w:rsidR="00505C7E" w:rsidRPr="001A308B" w:rsidRDefault="000A7972" w:rsidP="00E82755">
      <w:pPr>
        <w:pStyle w:val="outlinetxt5"/>
        <w:rPr>
          <w:b w:val="0"/>
        </w:rPr>
      </w:pPr>
      <w:r w:rsidRPr="001A308B">
        <w:tab/>
        <w:t>a.</w:t>
      </w:r>
      <w:r w:rsidRPr="001A308B">
        <w:tab/>
      </w:r>
      <w:r w:rsidRPr="001A308B">
        <w:rPr>
          <w:b w:val="0"/>
        </w:rPr>
        <w:t xml:space="preserve">Pay its chosen appraiser; and </w:t>
      </w:r>
    </w:p>
    <w:p w14:paraId="665DBFE9" w14:textId="0B5FB5E5" w:rsidR="00505C7E" w:rsidRPr="001A308B" w:rsidRDefault="000A7972" w:rsidP="00E82755">
      <w:pPr>
        <w:pStyle w:val="outlinetxt5"/>
        <w:rPr>
          <w:b w:val="0"/>
        </w:rPr>
      </w:pPr>
      <w:r w:rsidRPr="001A308B">
        <w:tab/>
        <w:t>b.</w:t>
      </w:r>
      <w:r w:rsidRPr="001A308B">
        <w:tab/>
      </w:r>
      <w:r w:rsidRPr="001A308B">
        <w:rPr>
          <w:b w:val="0"/>
        </w:rPr>
        <w:t xml:space="preserve">Bear the other expenses of the appraisal and umpire equally. </w:t>
      </w:r>
    </w:p>
    <w:p w14:paraId="35983605" w14:textId="77777777" w:rsidR="00505C7E" w:rsidRPr="001A308B" w:rsidRDefault="000A7972" w:rsidP="00E82755">
      <w:pPr>
        <w:pStyle w:val="blocktext5"/>
      </w:pPr>
      <w:r w:rsidRPr="001A308B">
        <w:t xml:space="preserve">If there is an appraisal, we will still retain our right to deny the claim. </w:t>
      </w:r>
    </w:p>
    <w:p w14:paraId="2B5D38A2" w14:textId="77777777" w:rsidR="00505C7E" w:rsidRPr="001A308B" w:rsidRDefault="000A7972" w:rsidP="00E82755">
      <w:pPr>
        <w:pStyle w:val="outlinetxt3"/>
        <w:rPr>
          <w:b w:val="0"/>
        </w:rPr>
      </w:pPr>
      <w:r w:rsidRPr="001A308B">
        <w:tab/>
        <w:t>b.</w:t>
      </w:r>
      <w:r w:rsidRPr="001A308B">
        <w:rPr>
          <w:b w:val="0"/>
        </w:rPr>
        <w:tab/>
        <w:t xml:space="preserve">Paragraph </w:t>
      </w:r>
      <w:r w:rsidRPr="001A308B">
        <w:t xml:space="preserve">4. Legal Action Against Us </w:t>
      </w:r>
      <w:r w:rsidRPr="001A308B">
        <w:rPr>
          <w:b w:val="0"/>
        </w:rPr>
        <w:t>is replaced by</w:t>
      </w:r>
      <w:r w:rsidRPr="001A308B">
        <w:rPr>
          <w:b w:val="0"/>
        </w:rPr>
        <w:t xml:space="preserve"> the following: </w:t>
      </w:r>
    </w:p>
    <w:p w14:paraId="32525806" w14:textId="77777777" w:rsidR="00505C7E" w:rsidRPr="001A308B" w:rsidRDefault="000A7972" w:rsidP="00E82755">
      <w:pPr>
        <w:pStyle w:val="outlinehd4"/>
      </w:pPr>
      <w:r w:rsidRPr="001A308B">
        <w:tab/>
        <w:t>4.</w:t>
      </w:r>
      <w:r w:rsidRPr="001A308B">
        <w:tab/>
        <w:t xml:space="preserve">Legal Action Against Us </w:t>
      </w:r>
    </w:p>
    <w:p w14:paraId="1C07A85C" w14:textId="77777777" w:rsidR="00505C7E" w:rsidRPr="001A308B" w:rsidRDefault="000A7972" w:rsidP="00E82755">
      <w:pPr>
        <w:pStyle w:val="blocktext5"/>
      </w:pPr>
      <w:r w:rsidRPr="001A308B">
        <w:t xml:space="preserve">No one may bring a legal action against us under this insurance unless: </w:t>
      </w:r>
    </w:p>
    <w:p w14:paraId="6CD2A484" w14:textId="77777777" w:rsidR="00505C7E" w:rsidRPr="001A308B" w:rsidRDefault="000A7972" w:rsidP="00E82755">
      <w:pPr>
        <w:pStyle w:val="outlinetxt5"/>
        <w:rPr>
          <w:b w:val="0"/>
        </w:rPr>
      </w:pPr>
      <w:r w:rsidRPr="001A308B">
        <w:tab/>
        <w:t>a.</w:t>
      </w:r>
      <w:r w:rsidRPr="001A308B">
        <w:tab/>
      </w:r>
      <w:r w:rsidRPr="001A308B">
        <w:rPr>
          <w:b w:val="0"/>
        </w:rPr>
        <w:t xml:space="preserve">There has been full compliance with all of the terms of this insurance; and </w:t>
      </w:r>
    </w:p>
    <w:p w14:paraId="67FE46A6" w14:textId="77777777" w:rsidR="00505C7E" w:rsidRPr="001A308B" w:rsidRDefault="000A7972" w:rsidP="00E82755">
      <w:pPr>
        <w:pStyle w:val="outlinetxt5"/>
        <w:rPr>
          <w:b w:val="0"/>
        </w:rPr>
      </w:pPr>
      <w:r w:rsidRPr="001A308B">
        <w:tab/>
        <w:t>b.</w:t>
      </w:r>
      <w:r w:rsidRPr="001A308B">
        <w:tab/>
      </w:r>
      <w:r w:rsidRPr="001A308B">
        <w:rPr>
          <w:b w:val="0"/>
        </w:rPr>
        <w:t>The action is brought within 10 years after the date</w:t>
      </w:r>
      <w:r w:rsidRPr="001A308B">
        <w:rPr>
          <w:b w:val="0"/>
        </w:rPr>
        <w:t xml:space="preserve"> on which the direct physical loss or damage occurred.</w:t>
      </w:r>
    </w:p>
    <w:p w14:paraId="48C03074" w14:textId="24B336E9" w:rsidR="00505C7E" w:rsidRPr="00E82755" w:rsidRDefault="000A7972" w:rsidP="00E82755">
      <w:pPr>
        <w:pStyle w:val="outlinetxt3"/>
        <w:rPr>
          <w:b w:val="0"/>
          <w:bCs/>
        </w:rPr>
      </w:pPr>
      <w:r w:rsidRPr="001A308B">
        <w:tab/>
      </w:r>
      <w:r w:rsidRPr="00FE5C97">
        <w:t>c.</w:t>
      </w:r>
      <w:r w:rsidRPr="00FE5C97">
        <w:tab/>
      </w:r>
      <w:r w:rsidRPr="00FE5C97">
        <w:rPr>
          <w:b w:val="0"/>
          <w:bCs/>
        </w:rPr>
        <w:t>Subparagraph</w:t>
      </w:r>
      <w:r w:rsidRPr="00FE5C97">
        <w:rPr>
          <w:b w:val="0"/>
          <w:bCs/>
        </w:rPr>
        <w:t xml:space="preserve"> </w:t>
      </w:r>
      <w:r w:rsidR="00A340E5" w:rsidRPr="00FE5C97">
        <w:t>5</w:t>
      </w:r>
      <w:r w:rsidRPr="00FE5C97">
        <w:t>.b.</w:t>
      </w:r>
      <w:r w:rsidRPr="00FE5C97">
        <w:rPr>
          <w:b w:val="0"/>
          <w:bCs/>
        </w:rPr>
        <w:t xml:space="preserve"> </w:t>
      </w:r>
      <w:r w:rsidRPr="00FE5C97">
        <w:t>Loss Payment</w:t>
      </w:r>
      <w:r w:rsidRPr="00FE5C97">
        <w:rPr>
          <w:b w:val="0"/>
          <w:bCs/>
        </w:rPr>
        <w:t xml:space="preserve"> </w:t>
      </w:r>
      <w:r w:rsidR="00DC7335" w:rsidRPr="00FE5C97">
        <w:rPr>
          <w:b w:val="0"/>
          <w:bCs/>
        </w:rPr>
        <w:t>is</w:t>
      </w:r>
      <w:r w:rsidRPr="00FE5C97">
        <w:rPr>
          <w:b w:val="0"/>
          <w:bCs/>
        </w:rPr>
        <w:t xml:space="preserve"> replaced by the following: </w:t>
      </w:r>
    </w:p>
    <w:p w14:paraId="430F1BD3" w14:textId="77777777" w:rsidR="00505C7E" w:rsidRPr="001D5E12" w:rsidRDefault="000A7972" w:rsidP="00E82755">
      <w:pPr>
        <w:pStyle w:val="outlinetxt4"/>
        <w:rPr>
          <w:b w:val="0"/>
        </w:rPr>
      </w:pPr>
      <w:r w:rsidRPr="001D5E12">
        <w:rPr>
          <w:b w:val="0"/>
        </w:rPr>
        <w:tab/>
      </w:r>
      <w:r w:rsidRPr="001D5E12">
        <w:t>b.</w:t>
      </w:r>
      <w:r w:rsidRPr="001D5E12">
        <w:rPr>
          <w:b w:val="0"/>
        </w:rPr>
        <w:tab/>
        <w:t xml:space="preserve">In the event of any loss or damage covered by this policy, we will give you notice, within 15 working days after we receive a properly executed proof of loss, that we: </w:t>
      </w:r>
    </w:p>
    <w:p w14:paraId="35AB37C2" w14:textId="77777777" w:rsidR="00505C7E" w:rsidRPr="001D5E12" w:rsidRDefault="000A7972" w:rsidP="00E82755">
      <w:pPr>
        <w:pStyle w:val="outlinetxt5"/>
        <w:rPr>
          <w:b w:val="0"/>
        </w:rPr>
      </w:pPr>
      <w:r w:rsidRPr="001D5E12">
        <w:rPr>
          <w:b w:val="0"/>
        </w:rPr>
        <w:tab/>
      </w:r>
      <w:r w:rsidRPr="001D5E12">
        <w:t>(1)</w:t>
      </w:r>
      <w:r w:rsidRPr="001D5E12">
        <w:rPr>
          <w:b w:val="0"/>
        </w:rPr>
        <w:tab/>
        <w:t xml:space="preserve">Accept your claim; </w:t>
      </w:r>
    </w:p>
    <w:p w14:paraId="0486D99C" w14:textId="0A4E5E4B" w:rsidR="00505C7E" w:rsidRPr="001D5E12" w:rsidRDefault="00E82755" w:rsidP="00E82755">
      <w:pPr>
        <w:pStyle w:val="outlinetxt5"/>
        <w:rPr>
          <w:b w:val="0"/>
        </w:rPr>
      </w:pPr>
      <w:r>
        <w:rPr>
          <w:b w:val="0"/>
        </w:rPr>
        <w:br w:type="column"/>
      </w:r>
      <w:r w:rsidR="000A7972" w:rsidRPr="001D5E12">
        <w:rPr>
          <w:b w:val="0"/>
        </w:rPr>
        <w:tab/>
      </w:r>
      <w:r w:rsidR="000A7972" w:rsidRPr="001D5E12">
        <w:t>(2)</w:t>
      </w:r>
      <w:r w:rsidR="000A7972" w:rsidRPr="001D5E12">
        <w:rPr>
          <w:b w:val="0"/>
        </w:rPr>
        <w:tab/>
        <w:t xml:space="preserve">Deny your claim; or </w:t>
      </w:r>
    </w:p>
    <w:p w14:paraId="4456D7C4" w14:textId="77777777" w:rsidR="00505C7E" w:rsidRPr="001D5E12" w:rsidRDefault="000A7972" w:rsidP="00E82755">
      <w:pPr>
        <w:pStyle w:val="outlinetxt5"/>
        <w:rPr>
          <w:b w:val="0"/>
        </w:rPr>
      </w:pPr>
      <w:r w:rsidRPr="001D5E12">
        <w:rPr>
          <w:b w:val="0"/>
        </w:rPr>
        <w:tab/>
      </w:r>
      <w:r w:rsidRPr="001D5E12">
        <w:t>(3)</w:t>
      </w:r>
      <w:r w:rsidRPr="001D5E12">
        <w:rPr>
          <w:b w:val="0"/>
        </w:rPr>
        <w:tab/>
        <w:t xml:space="preserve">Need more time </w:t>
      </w:r>
      <w:r w:rsidRPr="001D5E12">
        <w:rPr>
          <w:b w:val="0"/>
        </w:rPr>
        <w:t xml:space="preserve">to determine whether your claim should be accepted or denied. </w:t>
      </w:r>
    </w:p>
    <w:p w14:paraId="52A0467B" w14:textId="77777777" w:rsidR="00505C7E" w:rsidRPr="001D5E12" w:rsidRDefault="000A7972" w:rsidP="00E82755">
      <w:pPr>
        <w:pStyle w:val="blocktext5"/>
      </w:pPr>
      <w:r w:rsidRPr="001D5E12">
        <w:t xml:space="preserve">If we deny your claim, such notice will be in writing, and will state any policy provision, condition or exclusion used as a basis for the denial. </w:t>
      </w:r>
    </w:p>
    <w:p w14:paraId="69BCB313" w14:textId="77777777" w:rsidR="00505C7E" w:rsidRPr="001D5E12" w:rsidRDefault="000A7972" w:rsidP="00E82755">
      <w:pPr>
        <w:pStyle w:val="blocktext5"/>
      </w:pPr>
      <w:r w:rsidRPr="001D5E12">
        <w:t>If we need more time to determine whether you</w:t>
      </w:r>
      <w:r w:rsidRPr="001D5E12">
        <w:t xml:space="preserve">r claim should be accepted or denied, the written notice will state the reason(s) why more time is needed. </w:t>
      </w:r>
    </w:p>
    <w:p w14:paraId="072ECA4E" w14:textId="09C185FE" w:rsidR="00505C7E" w:rsidRPr="001D5E12" w:rsidRDefault="000A7972" w:rsidP="00E82755">
      <w:pPr>
        <w:pStyle w:val="blocktext5"/>
      </w:pPr>
      <w:r w:rsidRPr="001D5E12">
        <w:t>If we have not completed our investigation, we will notify you again in writing, within 45 days after the date the initial notice is sent as provide</w:t>
      </w:r>
      <w:r w:rsidRPr="001D5E12">
        <w:t xml:space="preserve">d in </w:t>
      </w:r>
      <w:r w:rsidRPr="001D5E12">
        <w:rPr>
          <w:b/>
        </w:rPr>
        <w:t xml:space="preserve">b.(3), </w:t>
      </w:r>
      <w:r w:rsidRPr="001D5E12">
        <w:t xml:space="preserve">and thereafter every 45 days. The written notice shall state why more time is needed to investigate your claim. </w:t>
      </w:r>
    </w:p>
    <w:p w14:paraId="2913C31E" w14:textId="77777777" w:rsidR="00505C7E" w:rsidRPr="001A308B" w:rsidRDefault="000A7972" w:rsidP="00E82755">
      <w:pPr>
        <w:pStyle w:val="outlinetxt3"/>
        <w:rPr>
          <w:b w:val="0"/>
        </w:rPr>
      </w:pPr>
      <w:r w:rsidRPr="001A308B">
        <w:tab/>
        <w:t>d.</w:t>
      </w:r>
      <w:r w:rsidRPr="001A308B">
        <w:tab/>
      </w:r>
      <w:r w:rsidRPr="001A308B">
        <w:rPr>
          <w:b w:val="0"/>
        </w:rPr>
        <w:t xml:space="preserve">The following is added to Paragraph </w:t>
      </w:r>
      <w:r w:rsidR="00A340E5" w:rsidRPr="001A308B">
        <w:t>5</w:t>
      </w:r>
      <w:r w:rsidRPr="001A308B">
        <w:t>.</w:t>
      </w:r>
      <w:r w:rsidRPr="001A308B">
        <w:rPr>
          <w:b w:val="0"/>
        </w:rPr>
        <w:t xml:space="preserve"> </w:t>
      </w:r>
      <w:r w:rsidRPr="001A308B">
        <w:t>Loss Payment</w:t>
      </w:r>
      <w:r w:rsidRPr="001A308B">
        <w:rPr>
          <w:b w:val="0"/>
        </w:rPr>
        <w:t xml:space="preserve"> Property Loss Condition:</w:t>
      </w:r>
    </w:p>
    <w:p w14:paraId="763112E3" w14:textId="77777777" w:rsidR="00505C7E" w:rsidRPr="001A308B" w:rsidRDefault="000A7972" w:rsidP="00E82755">
      <w:pPr>
        <w:pStyle w:val="blocktext4"/>
      </w:pPr>
      <w:r w:rsidRPr="001A308B">
        <w:t>When the Replacement Cost Coverage applies, the fo</w:t>
      </w:r>
      <w:r w:rsidRPr="001A308B">
        <w:t>llowing is added with respect to such coverage, and relates only to the requirement to notify us of your intent to submit an additional claim (for the difference between actual cash value and replacement cost) to us within 180 days after the loss or damage</w:t>
      </w:r>
      <w:r w:rsidRPr="001A308B">
        <w:t xml:space="preserve"> occurs:</w:t>
      </w:r>
    </w:p>
    <w:p w14:paraId="53AE891F" w14:textId="77777777" w:rsidR="00505C7E" w:rsidRPr="001A308B" w:rsidRDefault="000A7972" w:rsidP="00E82755">
      <w:pPr>
        <w:pStyle w:val="blocktext4"/>
      </w:pPr>
      <w:r w:rsidRPr="001A308B">
        <w:t>If you fail to notify us of your intent to submit the additional claim to us within the 180-day time</w:t>
      </w:r>
      <w:r w:rsidR="00843773">
        <w:t xml:space="preserve"> </w:t>
      </w:r>
      <w:r w:rsidRPr="001A308B">
        <w:t>frame, such failure will not invalidate that claim, unless such failure operates to prejudice our rights.</w:t>
      </w:r>
    </w:p>
    <w:p w14:paraId="69CF5170" w14:textId="7B8407F5" w:rsidR="00505C7E" w:rsidRPr="001A308B" w:rsidRDefault="005D63B5" w:rsidP="00E82755">
      <w:pPr>
        <w:pStyle w:val="outlinetxt1"/>
      </w:pPr>
      <w:r w:rsidRPr="001A308B">
        <w:tab/>
        <w:t>B.</w:t>
      </w:r>
      <w:r w:rsidRPr="001A308B">
        <w:tab/>
        <w:t>Section II – Liability</w:t>
      </w:r>
      <w:r w:rsidRPr="001A308B">
        <w:rPr>
          <w:b w:val="0"/>
        </w:rPr>
        <w:t xml:space="preserve"> is amended as follows:</w:t>
      </w:r>
    </w:p>
    <w:p w14:paraId="51741419" w14:textId="77777777" w:rsidR="00505C7E" w:rsidRPr="002A7F14" w:rsidRDefault="000A7972" w:rsidP="00E82755">
      <w:pPr>
        <w:pStyle w:val="blocktext2"/>
      </w:pPr>
      <w:r w:rsidRPr="002A7F14">
        <w:t xml:space="preserve">Subparagraph </w:t>
      </w:r>
      <w:r w:rsidRPr="002A7F14">
        <w:rPr>
          <w:b/>
        </w:rPr>
        <w:t xml:space="preserve">A.2.a.(3)(b) Medical Expenses </w:t>
      </w:r>
      <w:r w:rsidRPr="002A7F14">
        <w:t>is replaced by the following:</w:t>
      </w:r>
    </w:p>
    <w:p w14:paraId="6D33D7D3" w14:textId="77777777" w:rsidR="00505C7E" w:rsidRPr="00843773" w:rsidRDefault="000A7972" w:rsidP="00E82755">
      <w:pPr>
        <w:pStyle w:val="outlinetxt5"/>
        <w:rPr>
          <w:b w:val="0"/>
        </w:rPr>
      </w:pPr>
      <w:r w:rsidRPr="00843773">
        <w:rPr>
          <w:b w:val="0"/>
        </w:rPr>
        <w:tab/>
      </w:r>
      <w:r w:rsidRPr="00843773">
        <w:t>(b)</w:t>
      </w:r>
      <w:r w:rsidRPr="00843773">
        <w:tab/>
      </w:r>
      <w:r w:rsidRPr="00843773">
        <w:rPr>
          <w:b w:val="0"/>
        </w:rPr>
        <w:t xml:space="preserve">The expenses are incurred and reported within one year of the date of the accident. However, expenses reported to us after one year </w:t>
      </w:r>
      <w:r w:rsidRPr="00843773">
        <w:rPr>
          <w:b w:val="0"/>
        </w:rPr>
        <w:t>of the date of the accident will not be denied solely because of the late submission, unless such late submission operates to prejudice our rights; and</w:t>
      </w:r>
    </w:p>
    <w:p w14:paraId="78EBA432" w14:textId="6EADADE8" w:rsidR="00505C7E" w:rsidRPr="001A308B" w:rsidRDefault="00E82755" w:rsidP="00E82755">
      <w:pPr>
        <w:pStyle w:val="outlinetxt1"/>
        <w:rPr>
          <w:b w:val="0"/>
        </w:rPr>
      </w:pPr>
      <w:r>
        <w:rPr>
          <w:b w:val="0"/>
        </w:rPr>
        <w:br w:type="page"/>
      </w:r>
      <w:r w:rsidR="000A7972" w:rsidRPr="001A308B">
        <w:rPr>
          <w:b w:val="0"/>
        </w:rPr>
        <w:lastRenderedPageBreak/>
        <w:tab/>
      </w:r>
      <w:r w:rsidR="000A7972" w:rsidRPr="001A308B">
        <w:t>C.</w:t>
      </w:r>
      <w:r w:rsidR="000A7972" w:rsidRPr="001A308B">
        <w:tab/>
        <w:t>Section III – Common Policy Conditions</w:t>
      </w:r>
      <w:r w:rsidR="000A7972" w:rsidRPr="001A308B">
        <w:rPr>
          <w:b w:val="0"/>
        </w:rPr>
        <w:t xml:space="preserve"> is amended as follows:</w:t>
      </w:r>
    </w:p>
    <w:p w14:paraId="03071DC2" w14:textId="77777777" w:rsidR="00505C7E" w:rsidRPr="001A308B" w:rsidRDefault="000A7972" w:rsidP="00E82755">
      <w:pPr>
        <w:pStyle w:val="outlinetxt2"/>
        <w:rPr>
          <w:b w:val="0"/>
        </w:rPr>
      </w:pPr>
      <w:r w:rsidRPr="001A308B">
        <w:tab/>
        <w:t>1.</w:t>
      </w:r>
      <w:r w:rsidRPr="001A308B">
        <w:tab/>
      </w:r>
      <w:r w:rsidRPr="001A308B">
        <w:rPr>
          <w:b w:val="0"/>
        </w:rPr>
        <w:t xml:space="preserve">Paragraph </w:t>
      </w:r>
      <w:r w:rsidRPr="001A308B">
        <w:t>A.2.</w:t>
      </w:r>
      <w:r w:rsidRPr="001A308B">
        <w:rPr>
          <w:b w:val="0"/>
        </w:rPr>
        <w:t xml:space="preserve"> </w:t>
      </w:r>
      <w:r w:rsidRPr="001A308B">
        <w:t>Cancellation</w:t>
      </w:r>
      <w:r w:rsidRPr="001A308B">
        <w:rPr>
          <w:b w:val="0"/>
        </w:rPr>
        <w:t xml:space="preserve"> is rep</w:t>
      </w:r>
      <w:r w:rsidRPr="001A308B">
        <w:rPr>
          <w:b w:val="0"/>
        </w:rPr>
        <w:t xml:space="preserve">laced by the following: </w:t>
      </w:r>
    </w:p>
    <w:p w14:paraId="430D5E3D" w14:textId="77777777" w:rsidR="00505C7E" w:rsidRPr="001A308B" w:rsidRDefault="000A7972" w:rsidP="00E82755">
      <w:pPr>
        <w:pStyle w:val="outlinetxt3"/>
        <w:rPr>
          <w:b w:val="0"/>
        </w:rPr>
      </w:pPr>
      <w:r w:rsidRPr="001A308B">
        <w:tab/>
        <w:t>2.</w:t>
      </w:r>
      <w:r w:rsidRPr="001A308B">
        <w:tab/>
      </w:r>
      <w:r w:rsidRPr="001A308B">
        <w:rPr>
          <w:b w:val="0"/>
        </w:rPr>
        <w:t xml:space="preserve">We may cancel this policy by mailing or delivering to the first Named Insured written notice of cancellation, stating the actual reason for cancellation, at least: </w:t>
      </w:r>
    </w:p>
    <w:p w14:paraId="72E51DEE" w14:textId="77777777" w:rsidR="00505C7E" w:rsidRPr="001A308B" w:rsidRDefault="000A7972" w:rsidP="00E82755">
      <w:pPr>
        <w:pStyle w:val="outlinetxt4"/>
        <w:rPr>
          <w:b w:val="0"/>
        </w:rPr>
      </w:pPr>
      <w:r w:rsidRPr="001A308B">
        <w:tab/>
        <w:t>a.</w:t>
      </w:r>
      <w:r w:rsidRPr="001A308B">
        <w:tab/>
      </w:r>
      <w:r w:rsidRPr="001A308B">
        <w:rPr>
          <w:b w:val="0"/>
        </w:rPr>
        <w:t>10 days before the effective date of cancellation if we ca</w:t>
      </w:r>
      <w:r w:rsidRPr="001A308B">
        <w:rPr>
          <w:b w:val="0"/>
        </w:rPr>
        <w:t>ncel for nonpayment of premium</w:t>
      </w:r>
      <w:r w:rsidR="00A71579" w:rsidRPr="001A308B">
        <w:rPr>
          <w:b w:val="0"/>
        </w:rPr>
        <w:t>.</w:t>
      </w:r>
      <w:r w:rsidRPr="001A308B">
        <w:rPr>
          <w:b w:val="0"/>
        </w:rPr>
        <w:t xml:space="preserve"> </w:t>
      </w:r>
    </w:p>
    <w:p w14:paraId="5ABA2726" w14:textId="0903F185" w:rsidR="00505C7E" w:rsidRPr="001A308B" w:rsidRDefault="000A7972" w:rsidP="00E82755">
      <w:pPr>
        <w:pStyle w:val="outlinetxt4"/>
        <w:rPr>
          <w:b w:val="0"/>
        </w:rPr>
      </w:pPr>
      <w:r w:rsidRPr="001A308B">
        <w:tab/>
        <w:t>b.</w:t>
      </w:r>
      <w:r w:rsidRPr="001A308B">
        <w:tab/>
      </w:r>
      <w:r w:rsidRPr="001A308B">
        <w:rPr>
          <w:b w:val="0"/>
        </w:rPr>
        <w:t xml:space="preserve">30 days before the effective date of cancellation if cancellation is for one or more of the following reasons: </w:t>
      </w:r>
    </w:p>
    <w:p w14:paraId="327CC807" w14:textId="77777777" w:rsidR="00505C7E" w:rsidRPr="001A308B" w:rsidRDefault="000A7972" w:rsidP="00E82755">
      <w:pPr>
        <w:pStyle w:val="outlinetxt5"/>
        <w:rPr>
          <w:b w:val="0"/>
        </w:rPr>
      </w:pPr>
      <w:r w:rsidRPr="001A308B">
        <w:tab/>
        <w:t>(1)</w:t>
      </w:r>
      <w:r w:rsidRPr="001A308B">
        <w:tab/>
      </w:r>
      <w:r w:rsidRPr="001A308B">
        <w:rPr>
          <w:b w:val="0"/>
        </w:rPr>
        <w:t>Fraud or material misrepresentation affecting this policy or a claim filed under this policy or a viol</w:t>
      </w:r>
      <w:r w:rsidRPr="001A308B">
        <w:rPr>
          <w:b w:val="0"/>
        </w:rPr>
        <w:t xml:space="preserve">ation of any of the terms or conditions of this policy; </w:t>
      </w:r>
    </w:p>
    <w:p w14:paraId="78128B9B" w14:textId="77777777" w:rsidR="00505C7E" w:rsidRPr="001A308B" w:rsidRDefault="000A7972" w:rsidP="00E82755">
      <w:pPr>
        <w:pStyle w:val="outlinetxt5"/>
        <w:rPr>
          <w:b w:val="0"/>
        </w:rPr>
      </w:pPr>
      <w:r w:rsidRPr="001A308B">
        <w:tab/>
        <w:t>(2)</w:t>
      </w:r>
      <w:r w:rsidRPr="001A308B">
        <w:tab/>
      </w:r>
      <w:r w:rsidRPr="001A308B">
        <w:rPr>
          <w:b w:val="0"/>
        </w:rPr>
        <w:t xml:space="preserve">Changes in conditions after the effective date of this policy which have materially increased the risk assumed; </w:t>
      </w:r>
    </w:p>
    <w:p w14:paraId="7A82BC0E" w14:textId="77777777" w:rsidR="00505C7E" w:rsidRPr="001A308B" w:rsidRDefault="000A7972" w:rsidP="00E82755">
      <w:pPr>
        <w:pStyle w:val="outlinetxt5"/>
        <w:rPr>
          <w:b w:val="0"/>
        </w:rPr>
      </w:pPr>
      <w:r w:rsidRPr="001A308B">
        <w:tab/>
        <w:t>(3)</w:t>
      </w:r>
      <w:r w:rsidRPr="001A308B">
        <w:tab/>
      </w:r>
      <w:r w:rsidRPr="001A308B">
        <w:rPr>
          <w:b w:val="0"/>
        </w:rPr>
        <w:t>We become insolvent; or</w:t>
      </w:r>
    </w:p>
    <w:p w14:paraId="047563F2" w14:textId="77777777" w:rsidR="00505C7E" w:rsidRPr="001A308B" w:rsidRDefault="000A7972" w:rsidP="00E82755">
      <w:pPr>
        <w:pStyle w:val="outlinetxt5"/>
        <w:rPr>
          <w:b w:val="0"/>
        </w:rPr>
      </w:pPr>
      <w:r w:rsidRPr="001A308B">
        <w:tab/>
        <w:t>(4)</w:t>
      </w:r>
      <w:r w:rsidRPr="001A308B">
        <w:tab/>
      </w:r>
      <w:r w:rsidRPr="001A308B">
        <w:rPr>
          <w:b w:val="0"/>
        </w:rPr>
        <w:t>We involuntarily lose reinsurance for this poli</w:t>
      </w:r>
      <w:r w:rsidRPr="001A308B">
        <w:rPr>
          <w:b w:val="0"/>
        </w:rPr>
        <w:t>cy.</w:t>
      </w:r>
      <w:r w:rsidR="00A71579" w:rsidRPr="001A308B">
        <w:rPr>
          <w:b w:val="0"/>
        </w:rPr>
        <w:t xml:space="preserve"> </w:t>
      </w:r>
    </w:p>
    <w:p w14:paraId="2687DBF6" w14:textId="77777777" w:rsidR="00AA5FB0" w:rsidRPr="00AA5FB0" w:rsidRDefault="000A7972" w:rsidP="00E82755">
      <w:pPr>
        <w:pStyle w:val="outlinetxt4"/>
        <w:rPr>
          <w:b w:val="0"/>
        </w:rPr>
      </w:pPr>
      <w:r w:rsidRPr="00AA5FB0">
        <w:rPr>
          <w:b w:val="0"/>
        </w:rPr>
        <w:tab/>
      </w:r>
      <w:r w:rsidRPr="00AA5FB0">
        <w:t>c.</w:t>
      </w:r>
      <w:r w:rsidRPr="00AA5FB0">
        <w:rPr>
          <w:b w:val="0"/>
        </w:rPr>
        <w:tab/>
        <w:t>60 days before the effective date of cancellation if we cancel for any other reason.</w:t>
      </w:r>
    </w:p>
    <w:p w14:paraId="450E23D0" w14:textId="77777777" w:rsidR="006A0AC3" w:rsidRPr="00381ADB" w:rsidRDefault="000A7972" w:rsidP="00E82755">
      <w:pPr>
        <w:pStyle w:val="outlinetxt2"/>
      </w:pPr>
      <w:r>
        <w:tab/>
        <w:t>2.</w:t>
      </w:r>
      <w:r w:rsidRPr="00030C2E">
        <w:rPr>
          <w:b w:val="0"/>
        </w:rPr>
        <w:tab/>
        <w:t xml:space="preserve">Paragraph </w:t>
      </w:r>
      <w:r w:rsidRPr="00030C2E">
        <w:t>A.5.</w:t>
      </w:r>
      <w:r w:rsidRPr="00030C2E">
        <w:rPr>
          <w:b w:val="0"/>
        </w:rPr>
        <w:t xml:space="preserve"> </w:t>
      </w:r>
      <w:r w:rsidRPr="00030C2E">
        <w:t>Cancellation</w:t>
      </w:r>
      <w:r w:rsidRPr="00030C2E">
        <w:rPr>
          <w:b w:val="0"/>
        </w:rPr>
        <w:t xml:space="preserve"> is replaced by the following:</w:t>
      </w:r>
    </w:p>
    <w:p w14:paraId="4A80CC49" w14:textId="77777777" w:rsidR="006A0AC3" w:rsidRPr="00030C2E" w:rsidRDefault="000A7972" w:rsidP="00E82755">
      <w:pPr>
        <w:pStyle w:val="outlinetxt3"/>
        <w:rPr>
          <w:b w:val="0"/>
        </w:rPr>
      </w:pPr>
      <w:r>
        <w:tab/>
      </w:r>
      <w:r w:rsidRPr="00F821CC">
        <w:t>5.</w:t>
      </w:r>
      <w:r w:rsidRPr="00F821CC">
        <w:tab/>
      </w:r>
      <w:r w:rsidRPr="00030C2E">
        <w:rPr>
          <w:b w:val="0"/>
        </w:rPr>
        <w:t xml:space="preserve">If this policy is cancelled, we will send the first Named Insured any premium refund due. The </w:t>
      </w:r>
      <w:r w:rsidRPr="00030C2E">
        <w:rPr>
          <w:b w:val="0"/>
        </w:rPr>
        <w:t>cancellation will be effective even if we have not made or offered a refund. The following provisions govern calculation of return premium:</w:t>
      </w:r>
    </w:p>
    <w:p w14:paraId="4A29F1AC" w14:textId="77777777" w:rsidR="006A0AC3" w:rsidRPr="00030C2E" w:rsidRDefault="000A7972" w:rsidP="00E82755">
      <w:pPr>
        <w:pStyle w:val="outlinetxt4"/>
        <w:rPr>
          <w:b w:val="0"/>
        </w:rPr>
      </w:pPr>
      <w:r w:rsidRPr="00030C2E">
        <w:rPr>
          <w:b w:val="0"/>
        </w:rPr>
        <w:tab/>
      </w:r>
      <w:r w:rsidRPr="00030C2E">
        <w:t>a.</w:t>
      </w:r>
      <w:r w:rsidRPr="00030C2E">
        <w:tab/>
      </w:r>
      <w:r w:rsidRPr="00030C2E">
        <w:rPr>
          <w:b w:val="0"/>
        </w:rPr>
        <w:t>We will compute return premium pro rata and round to the next higher whole dollar when this policy is:</w:t>
      </w:r>
    </w:p>
    <w:p w14:paraId="46293591" w14:textId="77777777" w:rsidR="006A0AC3" w:rsidRPr="00030C2E" w:rsidRDefault="000A7972" w:rsidP="00E82755">
      <w:pPr>
        <w:pStyle w:val="outlinetxt5"/>
        <w:rPr>
          <w:b w:val="0"/>
        </w:rPr>
      </w:pPr>
      <w:r>
        <w:tab/>
        <w:t>(1)</w:t>
      </w:r>
      <w:r>
        <w:tab/>
      </w:r>
      <w:r w:rsidRPr="00030C2E">
        <w:rPr>
          <w:b w:val="0"/>
        </w:rPr>
        <w:t>Canc</w:t>
      </w:r>
      <w:r w:rsidRPr="00030C2E">
        <w:rPr>
          <w:b w:val="0"/>
        </w:rPr>
        <w:t>elled by us or at our request;</w:t>
      </w:r>
    </w:p>
    <w:p w14:paraId="35F8CC99" w14:textId="17F58968" w:rsidR="006A0AC3" w:rsidRPr="00030C2E" w:rsidRDefault="005D63B5" w:rsidP="00E82755">
      <w:pPr>
        <w:pStyle w:val="outlinetxt5"/>
        <w:rPr>
          <w:b w:val="0"/>
        </w:rPr>
      </w:pPr>
      <w:r>
        <w:tab/>
        <w:t>(2)</w:t>
      </w:r>
      <w:r>
        <w:tab/>
      </w:r>
      <w:r w:rsidRPr="00030C2E">
        <w:rPr>
          <w:b w:val="0"/>
        </w:rPr>
        <w:t>Cancelled because you no longer have a financial or insurable interest in the property or business operation that is the subject of this insurance;</w:t>
      </w:r>
    </w:p>
    <w:p w14:paraId="24CDEA04" w14:textId="77777777" w:rsidR="006A0AC3" w:rsidRDefault="000A7972" w:rsidP="00E82755">
      <w:pPr>
        <w:pStyle w:val="outlinetxt5"/>
      </w:pPr>
      <w:r>
        <w:tab/>
        <w:t>(3)</w:t>
      </w:r>
      <w:r>
        <w:tab/>
      </w:r>
      <w:r w:rsidRPr="00030C2E">
        <w:rPr>
          <w:b w:val="0"/>
        </w:rPr>
        <w:t>Cancelled but rewritten with us or in our company group; or</w:t>
      </w:r>
    </w:p>
    <w:p w14:paraId="0A976C87" w14:textId="77777777" w:rsidR="006A0AC3" w:rsidRPr="00030C2E" w:rsidRDefault="000A7972" w:rsidP="00E82755">
      <w:pPr>
        <w:pStyle w:val="outlinetxt5"/>
        <w:rPr>
          <w:b w:val="0"/>
        </w:rPr>
      </w:pPr>
      <w:r>
        <w:tab/>
      </w:r>
      <w:r w:rsidRPr="002E5BC0">
        <w:t>(4)</w:t>
      </w:r>
      <w:r w:rsidRPr="002E5BC0">
        <w:tab/>
      </w:r>
      <w:r w:rsidRPr="00030C2E">
        <w:rPr>
          <w:b w:val="0"/>
        </w:rPr>
        <w:t>C</w:t>
      </w:r>
      <w:r w:rsidRPr="00030C2E">
        <w:rPr>
          <w:b w:val="0"/>
        </w:rPr>
        <w:t>ancelled after the first year, if it is a prepaid policy written for a term of more than one year.</w:t>
      </w:r>
    </w:p>
    <w:p w14:paraId="6E2B3F0C" w14:textId="74C1C467" w:rsidR="006A0AC3" w:rsidRPr="00030C2E" w:rsidRDefault="00E82755" w:rsidP="00E82755">
      <w:pPr>
        <w:pStyle w:val="outlinetxt4"/>
        <w:rPr>
          <w:b w:val="0"/>
        </w:rPr>
      </w:pPr>
      <w:r>
        <w:rPr>
          <w:b w:val="0"/>
        </w:rPr>
        <w:br w:type="column"/>
      </w:r>
      <w:r w:rsidR="000A7972" w:rsidRPr="00030C2E">
        <w:rPr>
          <w:b w:val="0"/>
        </w:rPr>
        <w:tab/>
      </w:r>
      <w:r w:rsidR="000A7972" w:rsidRPr="00030C2E">
        <w:t>b.</w:t>
      </w:r>
      <w:r w:rsidR="000A7972" w:rsidRPr="00030C2E">
        <w:tab/>
      </w:r>
      <w:r w:rsidR="000A7972" w:rsidRPr="00030C2E">
        <w:rPr>
          <w:b w:val="0"/>
        </w:rPr>
        <w:t xml:space="preserve">When this policy is cancelled at the request of the first Named Insured (except when Paragraph </w:t>
      </w:r>
      <w:r w:rsidR="000A7972" w:rsidRPr="00523125">
        <w:t>a.(2)</w:t>
      </w:r>
      <w:r w:rsidR="000A7972" w:rsidRPr="00922145">
        <w:t>,</w:t>
      </w:r>
      <w:r w:rsidR="000A7972" w:rsidRPr="00030C2E">
        <w:rPr>
          <w:b w:val="0"/>
        </w:rPr>
        <w:t xml:space="preserve"> </w:t>
      </w:r>
      <w:r w:rsidR="000A7972" w:rsidRPr="00523125">
        <w:t>a.(3)</w:t>
      </w:r>
      <w:r w:rsidR="000A7972" w:rsidRPr="00030C2E">
        <w:rPr>
          <w:b w:val="0"/>
        </w:rPr>
        <w:t xml:space="preserve"> or </w:t>
      </w:r>
      <w:r w:rsidR="000A7972" w:rsidRPr="00523125">
        <w:t>a.(4)</w:t>
      </w:r>
      <w:r w:rsidR="000A7972" w:rsidRPr="00030C2E">
        <w:rPr>
          <w:b w:val="0"/>
        </w:rPr>
        <w:t xml:space="preserve"> applies), we will return 90% of the </w:t>
      </w:r>
      <w:r w:rsidR="000A7972" w:rsidRPr="00030C2E">
        <w:rPr>
          <w:b w:val="0"/>
        </w:rPr>
        <w:t>pro rata unearned premium, rounded to the next higher whole dollar. However, when such cancellation takes place during the first year of a multiyear prepaid policy, we will return the full annual premium for the subsequent years.</w:t>
      </w:r>
    </w:p>
    <w:p w14:paraId="0C1E9E8E" w14:textId="5D43ADE8" w:rsidR="006A0AC3" w:rsidRPr="001A308B" w:rsidRDefault="000A7972" w:rsidP="00E82755">
      <w:pPr>
        <w:pStyle w:val="blocktext5"/>
        <w:rPr>
          <w:b/>
        </w:rPr>
      </w:pPr>
      <w:r>
        <w:t>The refund will be less th</w:t>
      </w:r>
      <w:r>
        <w:t>an 90% of the pro rata unearned premium if the refund of such amount would reduce the premium retained by us to an amount less</w:t>
      </w:r>
      <w:r w:rsidR="00030C2E">
        <w:t xml:space="preserve"> than the minimum premium for this policy.</w:t>
      </w:r>
    </w:p>
    <w:p w14:paraId="0DB57658" w14:textId="77777777" w:rsidR="00505C7E" w:rsidRPr="001A308B" w:rsidRDefault="000A7972" w:rsidP="00E82755">
      <w:pPr>
        <w:pStyle w:val="outlinetxt2"/>
        <w:rPr>
          <w:b w:val="0"/>
        </w:rPr>
      </w:pPr>
      <w:r w:rsidRPr="001A308B">
        <w:tab/>
      </w:r>
      <w:r w:rsidR="00030C2E">
        <w:t>3</w:t>
      </w:r>
      <w:r w:rsidRPr="001A308B">
        <w:t>.</w:t>
      </w:r>
      <w:r w:rsidRPr="001A308B">
        <w:tab/>
      </w:r>
      <w:r w:rsidRPr="001A308B">
        <w:rPr>
          <w:b w:val="0"/>
        </w:rPr>
        <w:t xml:space="preserve">Paragraph </w:t>
      </w:r>
      <w:r w:rsidRPr="001A308B">
        <w:t>H. Other Insurance</w:t>
      </w:r>
      <w:r w:rsidRPr="001A308B">
        <w:rPr>
          <w:b w:val="0"/>
        </w:rPr>
        <w:t xml:space="preserve"> is replaced by the following: </w:t>
      </w:r>
    </w:p>
    <w:p w14:paraId="0589CFC2" w14:textId="77777777" w:rsidR="00843773" w:rsidRDefault="000A7972" w:rsidP="00E82755">
      <w:pPr>
        <w:pStyle w:val="outlinehd3"/>
      </w:pPr>
      <w:r>
        <w:tab/>
        <w:t>H.</w:t>
      </w:r>
      <w:r>
        <w:tab/>
        <w:t xml:space="preserve">Other </w:t>
      </w:r>
      <w:r>
        <w:t>Insurance</w:t>
      </w:r>
    </w:p>
    <w:p w14:paraId="12F40B63" w14:textId="77777777" w:rsidR="00505C7E" w:rsidRPr="00DD7BBF" w:rsidRDefault="000A7972" w:rsidP="00E82755">
      <w:pPr>
        <w:pStyle w:val="blocktext4"/>
      </w:pPr>
      <w:r w:rsidRPr="00DD7BBF">
        <w:t xml:space="preserve">We shall not be liable for a greater proportion of any loss than the amount hereby insured shall bear to the whole insurance covering the property against the peril involved, whether collectible or not. </w:t>
      </w:r>
    </w:p>
    <w:p w14:paraId="37659A80" w14:textId="77777777" w:rsidR="00505C7E" w:rsidRPr="001A308B" w:rsidRDefault="000A7972" w:rsidP="00E82755">
      <w:pPr>
        <w:pStyle w:val="outlinetxt2"/>
        <w:rPr>
          <w:b w:val="0"/>
        </w:rPr>
      </w:pPr>
      <w:r w:rsidRPr="001A308B">
        <w:tab/>
      </w:r>
      <w:r w:rsidR="00030C2E">
        <w:t>4</w:t>
      </w:r>
      <w:r w:rsidRPr="001A308B">
        <w:t>.</w:t>
      </w:r>
      <w:r w:rsidRPr="001A308B">
        <w:tab/>
      </w:r>
      <w:r w:rsidRPr="001A308B">
        <w:rPr>
          <w:b w:val="0"/>
        </w:rPr>
        <w:t xml:space="preserve">The following is added to Paragraph </w:t>
      </w:r>
      <w:r w:rsidRPr="001A308B">
        <w:t>K.</w:t>
      </w:r>
      <w:r w:rsidRPr="001A308B">
        <w:t xml:space="preserve"> Transfer Of Rights Of Recovery Against Others To Us:</w:t>
      </w:r>
    </w:p>
    <w:p w14:paraId="4FE4E98E" w14:textId="77777777" w:rsidR="00505C7E" w:rsidRPr="001A308B" w:rsidRDefault="000A7972" w:rsidP="00E82755">
      <w:pPr>
        <w:pStyle w:val="blocktext3"/>
      </w:pPr>
      <w:r w:rsidRPr="001A308B">
        <w:t>If we pay an innocent coinsured for loss arising out of an act of domestic violence by another insured, the rights of the innocent coinsured to recover damages from the abuser are transferred to us to t</w:t>
      </w:r>
      <w:r w:rsidRPr="001A308B">
        <w:t>he extent of our payment. Following the loss</w:t>
      </w:r>
      <w:r w:rsidR="009C580C" w:rsidRPr="001A308B">
        <w:t>,</w:t>
      </w:r>
      <w:r w:rsidRPr="001A308B">
        <w:t xml:space="preserve"> the innocent coinsured may not waive such rights to recover against the abuser.</w:t>
      </w:r>
    </w:p>
    <w:p w14:paraId="1BE0CA40" w14:textId="41A51274" w:rsidR="00505C7E" w:rsidRPr="001A308B" w:rsidRDefault="005D63B5" w:rsidP="00E82755">
      <w:pPr>
        <w:pStyle w:val="outlinetxt2"/>
        <w:rPr>
          <w:b w:val="0"/>
        </w:rPr>
      </w:pPr>
      <w:r w:rsidRPr="001A308B">
        <w:tab/>
      </w:r>
      <w:r w:rsidR="00030C2E">
        <w:t>5</w:t>
      </w:r>
      <w:r w:rsidRPr="001A308B">
        <w:t>.</w:t>
      </w:r>
      <w:r w:rsidRPr="001A308B">
        <w:tab/>
      </w:r>
      <w:r w:rsidRPr="001A308B">
        <w:rPr>
          <w:b w:val="0"/>
        </w:rPr>
        <w:t xml:space="preserve">Paragraph </w:t>
      </w:r>
      <w:r w:rsidRPr="001A308B">
        <w:t>L.</w:t>
      </w:r>
      <w:r w:rsidRPr="001A308B">
        <w:rPr>
          <w:b w:val="0"/>
        </w:rPr>
        <w:t xml:space="preserve"> </w:t>
      </w:r>
      <w:r w:rsidRPr="001A308B">
        <w:t xml:space="preserve">Transfer Of Your Rights And Duties Under This Policy </w:t>
      </w:r>
      <w:r w:rsidRPr="001A308B">
        <w:rPr>
          <w:b w:val="0"/>
        </w:rPr>
        <w:t>is replaced by the following:</w:t>
      </w:r>
    </w:p>
    <w:p w14:paraId="19BBAEAD" w14:textId="77777777" w:rsidR="00505C7E" w:rsidRPr="001A308B" w:rsidRDefault="000A7972" w:rsidP="00E82755">
      <w:pPr>
        <w:pStyle w:val="outlinehd3"/>
      </w:pPr>
      <w:r w:rsidRPr="001A308B">
        <w:tab/>
      </w:r>
      <w:r w:rsidR="0044299E" w:rsidRPr="001A308B">
        <w:t>L</w:t>
      </w:r>
      <w:r w:rsidRPr="001A308B">
        <w:t>.</w:t>
      </w:r>
      <w:r w:rsidRPr="001A308B">
        <w:tab/>
        <w:t>Tr</w:t>
      </w:r>
      <w:r w:rsidRPr="001A308B">
        <w:t>ansfer By Beneficiary Deed</w:t>
      </w:r>
    </w:p>
    <w:p w14:paraId="5028E9E1" w14:textId="77777777" w:rsidR="00505C7E" w:rsidRPr="001A308B" w:rsidRDefault="000A7972" w:rsidP="00E82755">
      <w:pPr>
        <w:pStyle w:val="blocktext4"/>
      </w:pPr>
      <w:r w:rsidRPr="001A308B">
        <w:t>If you convey real property insured under this policy to a person (known as a grantee beneficiary) designated under a beneficiary deed, which has been properly recorded prior to your death, that person will have your rights and d</w:t>
      </w:r>
      <w:r w:rsidRPr="001A308B">
        <w:t>uties with respect to the insured real property, but only for the period from the date of your death until the first of the following occurs:</w:t>
      </w:r>
    </w:p>
    <w:p w14:paraId="4CA13E12" w14:textId="77777777" w:rsidR="00505C7E" w:rsidRPr="001A308B" w:rsidRDefault="000A7972" w:rsidP="00E82755">
      <w:pPr>
        <w:pStyle w:val="outlinetxt4"/>
      </w:pPr>
      <w:r w:rsidRPr="001A308B">
        <w:tab/>
      </w:r>
      <w:r w:rsidR="0044299E" w:rsidRPr="001A308B">
        <w:t>1</w:t>
      </w:r>
      <w:r w:rsidRPr="001A308B">
        <w:t>.</w:t>
      </w:r>
      <w:r w:rsidRPr="001A308B">
        <w:tab/>
      </w:r>
      <w:r w:rsidRPr="001A308B">
        <w:rPr>
          <w:b w:val="0"/>
          <w:bCs/>
        </w:rPr>
        <w:t>A period of 30 days from the date of your death;</w:t>
      </w:r>
    </w:p>
    <w:p w14:paraId="60D71081" w14:textId="4898A292" w:rsidR="00505C7E" w:rsidRPr="001A308B" w:rsidRDefault="00E82755" w:rsidP="00E82755">
      <w:pPr>
        <w:pStyle w:val="outlinetxt4"/>
        <w:rPr>
          <w:b w:val="0"/>
          <w:bCs/>
        </w:rPr>
      </w:pPr>
      <w:r>
        <w:br w:type="page"/>
      </w:r>
      <w:r w:rsidR="000A7972" w:rsidRPr="001A308B">
        <w:lastRenderedPageBreak/>
        <w:tab/>
      </w:r>
      <w:r w:rsidR="0044299E" w:rsidRPr="001A308B">
        <w:t>2</w:t>
      </w:r>
      <w:r w:rsidR="000A7972" w:rsidRPr="001A308B">
        <w:t>.</w:t>
      </w:r>
      <w:r w:rsidR="000A7972" w:rsidRPr="001A308B">
        <w:tab/>
      </w:r>
      <w:r w:rsidR="000A7972" w:rsidRPr="001A308B">
        <w:rPr>
          <w:b w:val="0"/>
          <w:bCs/>
        </w:rPr>
        <w:t>The date that alternative coverage is obtained on your pr</w:t>
      </w:r>
      <w:r w:rsidR="000A7972" w:rsidRPr="001A308B">
        <w:rPr>
          <w:b w:val="0"/>
          <w:bCs/>
        </w:rPr>
        <w:t>operty; or</w:t>
      </w:r>
    </w:p>
    <w:p w14:paraId="35A10825" w14:textId="77777777" w:rsidR="00505C7E" w:rsidRPr="001A308B" w:rsidRDefault="000A7972" w:rsidP="00E82755">
      <w:pPr>
        <w:pStyle w:val="outlinetxt4"/>
      </w:pPr>
      <w:r w:rsidRPr="001A308B">
        <w:tab/>
      </w:r>
      <w:r w:rsidR="0044299E" w:rsidRPr="001A308B">
        <w:t>3</w:t>
      </w:r>
      <w:r w:rsidRPr="001A308B">
        <w:t>.</w:t>
      </w:r>
      <w:r w:rsidRPr="001A308B">
        <w:tab/>
      </w:r>
      <w:r w:rsidRPr="001A308B">
        <w:rPr>
          <w:b w:val="0"/>
          <w:bCs/>
        </w:rPr>
        <w:t>The end of the policy period as shown in the Declarations.</w:t>
      </w:r>
    </w:p>
    <w:p w14:paraId="7DC240C4" w14:textId="4D60AD48" w:rsidR="00505C7E" w:rsidRPr="001A308B" w:rsidRDefault="000A7972" w:rsidP="00E82755">
      <w:pPr>
        <w:pStyle w:val="outlinehd3"/>
        <w:jc w:val="both"/>
      </w:pPr>
      <w:r w:rsidRPr="001A308B">
        <w:rPr>
          <w:b w:val="0"/>
          <w:bCs/>
        </w:rPr>
        <w:tab/>
      </w:r>
      <w:r w:rsidR="001A68CC" w:rsidRPr="001A308B">
        <w:t>M</w:t>
      </w:r>
      <w:r w:rsidRPr="001A308B">
        <w:t>.</w:t>
      </w:r>
      <w:r w:rsidRPr="001A308B">
        <w:tab/>
        <w:t>Transfer By Other Means Following Death</w:t>
      </w:r>
    </w:p>
    <w:p w14:paraId="203B8A6E" w14:textId="77777777" w:rsidR="00505C7E" w:rsidRPr="001A308B" w:rsidRDefault="000A7972" w:rsidP="00E82755">
      <w:pPr>
        <w:pStyle w:val="blocktext4"/>
      </w:pPr>
      <w:r w:rsidRPr="001A308B">
        <w:t xml:space="preserve">If you die, your rights and duties will be transferred to your legal representative but only while acting within the scope of duties as </w:t>
      </w:r>
      <w:r w:rsidRPr="001A308B">
        <w:t>your legal representative. Until your legal representative is appointed, anyone having proper temporary custody of your property will have your rights and duties</w:t>
      </w:r>
      <w:r w:rsidRPr="001A308B">
        <w:rPr>
          <w:i/>
          <w:iCs/>
        </w:rPr>
        <w:t>,</w:t>
      </w:r>
      <w:r w:rsidRPr="001A308B">
        <w:t xml:space="preserve"> but only with respect to that property. Your rights and duties under this policy may not be t</w:t>
      </w:r>
      <w:r w:rsidRPr="001A308B">
        <w:t>ransferred without our written consent except in the case of death of an individual Named Insured.</w:t>
      </w:r>
    </w:p>
    <w:p w14:paraId="273A4EBE" w14:textId="77777777" w:rsidR="00505C7E" w:rsidRPr="001A308B" w:rsidRDefault="000A7972" w:rsidP="00E82755">
      <w:pPr>
        <w:pStyle w:val="outlinetxt2"/>
        <w:rPr>
          <w:b w:val="0"/>
        </w:rPr>
      </w:pPr>
      <w:r w:rsidRPr="001A308B">
        <w:tab/>
      </w:r>
      <w:r w:rsidR="00030C2E">
        <w:t>6</w:t>
      </w:r>
      <w:r w:rsidRPr="001A308B">
        <w:t>.</w:t>
      </w:r>
      <w:r w:rsidRPr="001A308B">
        <w:tab/>
      </w:r>
      <w:r w:rsidRPr="001A308B">
        <w:rPr>
          <w:b w:val="0"/>
        </w:rPr>
        <w:t xml:space="preserve">The following paragraph is added and supersedes any provision to the contrary: </w:t>
      </w:r>
    </w:p>
    <w:p w14:paraId="02EB8C05" w14:textId="77777777" w:rsidR="00505C7E" w:rsidRPr="001A308B" w:rsidRDefault="000A7972" w:rsidP="00E82755">
      <w:pPr>
        <w:pStyle w:val="outlinehd3"/>
      </w:pPr>
      <w:r w:rsidRPr="001A308B">
        <w:tab/>
      </w:r>
      <w:r w:rsidR="00D73A89" w:rsidRPr="001A308B">
        <w:t>N</w:t>
      </w:r>
      <w:r w:rsidRPr="001A308B">
        <w:t>.</w:t>
      </w:r>
      <w:r w:rsidRPr="001A308B">
        <w:tab/>
        <w:t>Nonrenewal</w:t>
      </w:r>
    </w:p>
    <w:p w14:paraId="216749C0" w14:textId="77777777" w:rsidR="00505C7E" w:rsidRPr="001A308B" w:rsidRDefault="000A7972" w:rsidP="00E82755">
      <w:pPr>
        <w:pStyle w:val="outlinetxt4"/>
        <w:rPr>
          <w:b w:val="0"/>
        </w:rPr>
      </w:pPr>
      <w:r w:rsidRPr="001A308B">
        <w:tab/>
      </w:r>
      <w:r w:rsidR="00D73A89" w:rsidRPr="001A308B">
        <w:t>1</w:t>
      </w:r>
      <w:r w:rsidRPr="001A308B">
        <w:t>.</w:t>
      </w:r>
      <w:r w:rsidRPr="001A308B">
        <w:tab/>
      </w:r>
      <w:r w:rsidRPr="001A308B">
        <w:rPr>
          <w:b w:val="0"/>
        </w:rPr>
        <w:t>We may elect not to renew this policy by mailing or de</w:t>
      </w:r>
      <w:r w:rsidRPr="001A308B">
        <w:rPr>
          <w:b w:val="0"/>
        </w:rPr>
        <w:t xml:space="preserve">livering to the first Named Insured, at the last mailing address known to us, written notice of nonrenewal, stating the actual reason for nonrenewal, at least </w:t>
      </w:r>
      <w:r w:rsidR="00D73A89" w:rsidRPr="001A308B">
        <w:rPr>
          <w:b w:val="0"/>
        </w:rPr>
        <w:t xml:space="preserve">60 </w:t>
      </w:r>
      <w:r w:rsidRPr="001A308B">
        <w:rPr>
          <w:b w:val="0"/>
        </w:rPr>
        <w:t xml:space="preserve">days prior to the effective date of the nonrenewal. </w:t>
      </w:r>
    </w:p>
    <w:p w14:paraId="12850B7E" w14:textId="77777777" w:rsidR="00505C7E" w:rsidRDefault="000A7972" w:rsidP="00E82755">
      <w:pPr>
        <w:pStyle w:val="outlinetxt4"/>
        <w:rPr>
          <w:b w:val="0"/>
        </w:rPr>
      </w:pPr>
      <w:r w:rsidRPr="001A308B">
        <w:tab/>
      </w:r>
      <w:r w:rsidR="00D73A89" w:rsidRPr="001A308B">
        <w:t>2</w:t>
      </w:r>
      <w:r w:rsidRPr="001A308B">
        <w:t>.</w:t>
      </w:r>
      <w:r w:rsidRPr="001A308B">
        <w:tab/>
      </w:r>
      <w:r w:rsidRPr="001A308B">
        <w:rPr>
          <w:b w:val="0"/>
        </w:rPr>
        <w:t>If notice is mailed, proof of mailing</w:t>
      </w:r>
      <w:r w:rsidRPr="001A308B">
        <w:rPr>
          <w:b w:val="0"/>
        </w:rPr>
        <w:t xml:space="preserve"> will be sufficient proof of notice.</w:t>
      </w:r>
    </w:p>
    <w:p w14:paraId="1516A8DB" w14:textId="22A19E52" w:rsidR="00505C7E" w:rsidRPr="001A308B" w:rsidRDefault="005D63B5" w:rsidP="00E82755">
      <w:pPr>
        <w:pStyle w:val="outlinetxt1"/>
        <w:rPr>
          <w:b w:val="0"/>
        </w:rPr>
      </w:pPr>
      <w:r w:rsidRPr="001A308B">
        <w:tab/>
        <w:t>D.</w:t>
      </w:r>
      <w:r w:rsidRPr="001A308B">
        <w:tab/>
      </w:r>
      <w:r w:rsidRPr="001A308B">
        <w:rPr>
          <w:b w:val="0"/>
        </w:rPr>
        <w:t>The following is added to the Businessowners Coverage Form:</w:t>
      </w:r>
    </w:p>
    <w:p w14:paraId="2158A95C" w14:textId="77777777" w:rsidR="00505C7E" w:rsidRPr="001A308B" w:rsidRDefault="000A7972" w:rsidP="00E82755">
      <w:pPr>
        <w:pStyle w:val="blockhd2"/>
        <w:jc w:val="both"/>
      </w:pPr>
      <w:smartTag w:uri="urn:schemas-microsoft-com:office:smarttags" w:element="State">
        <w:smartTag w:uri="urn:schemas-microsoft-com:office:smarttags" w:element="place">
          <w:r w:rsidRPr="001A308B">
            <w:t>Missouri</w:t>
          </w:r>
        </w:smartTag>
      </w:smartTag>
      <w:r w:rsidRPr="001A308B">
        <w:t xml:space="preserve"> Property And Casualty Insurance Guaranty Association Coverage Limitations</w:t>
      </w:r>
    </w:p>
    <w:p w14:paraId="6165F30E" w14:textId="77777777" w:rsidR="00505C7E" w:rsidRPr="001A308B" w:rsidRDefault="000A7972" w:rsidP="00E82755">
      <w:pPr>
        <w:pStyle w:val="outlinetxt2"/>
        <w:rPr>
          <w:b w:val="0"/>
        </w:rPr>
      </w:pPr>
      <w:r w:rsidRPr="001A308B">
        <w:tab/>
        <w:t>1.</w:t>
      </w:r>
      <w:r w:rsidRPr="001A308B">
        <w:tab/>
      </w:r>
      <w:r w:rsidRPr="001A308B">
        <w:rPr>
          <w:b w:val="0"/>
        </w:rPr>
        <w:t>Subject to the provisions of the Missouri Property and Casualty Ins</w:t>
      </w:r>
      <w:r w:rsidRPr="001A308B">
        <w:rPr>
          <w:b w:val="0"/>
        </w:rPr>
        <w:t>urance Guaranty Association Act (to be referred to as the Act), if we are a member of the Missouri Property and Casualty Insurance Guaranty Association (to be referred to as the Association), the Association will pay claims covered under the Act if we beco</w:t>
      </w:r>
      <w:r w:rsidRPr="001A308B">
        <w:rPr>
          <w:b w:val="0"/>
        </w:rPr>
        <w:t xml:space="preserve">me insolvent. </w:t>
      </w:r>
    </w:p>
    <w:p w14:paraId="1F2A489D" w14:textId="1123ACC3" w:rsidR="00505C7E" w:rsidRPr="001A308B" w:rsidRDefault="00E82755" w:rsidP="00E82755">
      <w:pPr>
        <w:pStyle w:val="outlinetxt2"/>
        <w:rPr>
          <w:b w:val="0"/>
        </w:rPr>
      </w:pPr>
      <w:r>
        <w:rPr>
          <w:b w:val="0"/>
        </w:rPr>
        <w:br w:type="column"/>
      </w:r>
      <w:r w:rsidR="000A7972" w:rsidRPr="001A308B">
        <w:rPr>
          <w:b w:val="0"/>
        </w:rPr>
        <w:tab/>
      </w:r>
      <w:r w:rsidR="000A7972" w:rsidRPr="001A308B">
        <w:t>2.</w:t>
      </w:r>
      <w:r w:rsidR="000A7972" w:rsidRPr="001A308B">
        <w:tab/>
      </w:r>
      <w:r w:rsidR="000A7972" w:rsidRPr="001A308B">
        <w:rPr>
          <w:b w:val="0"/>
        </w:rPr>
        <w:t>The Act contains various exclusions, conditions and limitations that govern a claimant's eligibility to collect payment from the Association and affect the amount of any payment. The following limitations apply</w:t>
      </w:r>
      <w:r w:rsidR="000A7972">
        <w:rPr>
          <w:b w:val="0"/>
        </w:rPr>
        <w:t>,</w:t>
      </w:r>
      <w:r w:rsidR="000A7972" w:rsidRPr="001A308B">
        <w:rPr>
          <w:b w:val="0"/>
        </w:rPr>
        <w:t xml:space="preserve"> subject to all other prov</w:t>
      </w:r>
      <w:r w:rsidR="000A7972" w:rsidRPr="001A308B">
        <w:rPr>
          <w:b w:val="0"/>
        </w:rPr>
        <w:t xml:space="preserve">isions of the Act: </w:t>
      </w:r>
    </w:p>
    <w:p w14:paraId="3430716C" w14:textId="77777777" w:rsidR="00505C7E" w:rsidRPr="001A308B" w:rsidRDefault="000A7972" w:rsidP="00E82755">
      <w:pPr>
        <w:pStyle w:val="outlinetxt3"/>
        <w:rPr>
          <w:b w:val="0"/>
        </w:rPr>
      </w:pPr>
      <w:r w:rsidRPr="001A308B">
        <w:tab/>
        <w:t>a.</w:t>
      </w:r>
      <w:r w:rsidRPr="001A308B">
        <w:tab/>
      </w:r>
      <w:r w:rsidRPr="001A308B">
        <w:rPr>
          <w:b w:val="0"/>
        </w:rPr>
        <w:t>Claims covered by the Association do not include a claim by or against an insured of an insolvent insurer, if the insured has a net worth of more than $25 million on the later of the end of the insured's most recent fiscal year or t</w:t>
      </w:r>
      <w:r w:rsidRPr="001A308B">
        <w:rPr>
          <w:b w:val="0"/>
        </w:rPr>
        <w:t xml:space="preserve">he December </w:t>
      </w:r>
      <w:r w:rsidR="004C7F0E" w:rsidRPr="001A308B">
        <w:rPr>
          <w:b w:val="0"/>
        </w:rPr>
        <w:t>31st</w:t>
      </w:r>
      <w:r w:rsidRPr="001A308B">
        <w:rPr>
          <w:b w:val="0"/>
        </w:rPr>
        <w:t xml:space="preserve"> of the year next preceding the date the insurer becomes insolvent</w:t>
      </w:r>
      <w:r w:rsidR="00843773">
        <w:rPr>
          <w:b w:val="0"/>
        </w:rPr>
        <w:t>,</w:t>
      </w:r>
      <w:r w:rsidRPr="001A308B">
        <w:rPr>
          <w:b w:val="0"/>
        </w:rPr>
        <w:t xml:space="preserve"> provided that an insured's net worth on such date shall be deemed to include the aggregate net worth of the insured and all of its affiliates as calculated on a consolidate</w:t>
      </w:r>
      <w:r w:rsidRPr="001A308B">
        <w:rPr>
          <w:b w:val="0"/>
        </w:rPr>
        <w:t>d basis.</w:t>
      </w:r>
    </w:p>
    <w:p w14:paraId="417C1387" w14:textId="77777777" w:rsidR="00505C7E" w:rsidRPr="001A308B" w:rsidRDefault="000A7972" w:rsidP="00E82755">
      <w:pPr>
        <w:pStyle w:val="outlinetxt3"/>
        <w:rPr>
          <w:b w:val="0"/>
        </w:rPr>
      </w:pPr>
      <w:r w:rsidRPr="001A308B">
        <w:tab/>
        <w:t>b.</w:t>
      </w:r>
      <w:r w:rsidRPr="001A308B">
        <w:tab/>
      </w:r>
      <w:r w:rsidRPr="001A308B">
        <w:rPr>
          <w:b w:val="0"/>
        </w:rPr>
        <w:t xml:space="preserve">Payments made by the Association for covered claims will include only that amount of each claim which is less than $300,000. </w:t>
      </w:r>
    </w:p>
    <w:p w14:paraId="5005ECF8" w14:textId="77777777" w:rsidR="00505C7E" w:rsidRPr="001A308B" w:rsidRDefault="000A7972" w:rsidP="00E82755">
      <w:pPr>
        <w:pStyle w:val="blocktext4"/>
      </w:pPr>
      <w:r w:rsidRPr="001A308B">
        <w:t xml:space="preserve">However, the Association will not: </w:t>
      </w:r>
    </w:p>
    <w:p w14:paraId="0E60D883" w14:textId="77777777" w:rsidR="00505C7E" w:rsidRPr="001A308B" w:rsidRDefault="000A7972" w:rsidP="00E82755">
      <w:pPr>
        <w:pStyle w:val="outlinetxt4"/>
        <w:rPr>
          <w:b w:val="0"/>
        </w:rPr>
      </w:pPr>
      <w:r w:rsidRPr="001A308B">
        <w:tab/>
        <w:t>(1)</w:t>
      </w:r>
      <w:r w:rsidRPr="001A308B">
        <w:tab/>
      </w:r>
      <w:r w:rsidRPr="001A308B">
        <w:rPr>
          <w:b w:val="0"/>
        </w:rPr>
        <w:t xml:space="preserve">Pay an amount in excess of the applicable </w:t>
      </w:r>
      <w:r w:rsidR="00C1360D">
        <w:rPr>
          <w:b w:val="0"/>
        </w:rPr>
        <w:t>L</w:t>
      </w:r>
      <w:r w:rsidRPr="001A308B">
        <w:rPr>
          <w:b w:val="0"/>
        </w:rPr>
        <w:t xml:space="preserve">imit of </w:t>
      </w:r>
      <w:r w:rsidR="00C1360D">
        <w:rPr>
          <w:b w:val="0"/>
        </w:rPr>
        <w:t>I</w:t>
      </w:r>
      <w:r w:rsidRPr="001A308B">
        <w:rPr>
          <w:b w:val="0"/>
        </w:rPr>
        <w:t xml:space="preserve">nsurance of the policy from which a claim arises; or </w:t>
      </w:r>
    </w:p>
    <w:p w14:paraId="345EDB14" w14:textId="77777777" w:rsidR="00505C7E" w:rsidRPr="001A308B" w:rsidRDefault="000A7972" w:rsidP="00E82755">
      <w:pPr>
        <w:pStyle w:val="outlinetxt4"/>
        <w:rPr>
          <w:b w:val="0"/>
        </w:rPr>
      </w:pPr>
      <w:r w:rsidRPr="001A308B">
        <w:tab/>
        <w:t>(2)</w:t>
      </w:r>
      <w:r w:rsidRPr="001A308B">
        <w:tab/>
      </w:r>
      <w:r w:rsidRPr="001A308B">
        <w:rPr>
          <w:b w:val="0"/>
        </w:rPr>
        <w:t xml:space="preserve">Return to an insured any unearned premium in excess of $25,000. </w:t>
      </w:r>
    </w:p>
    <w:p w14:paraId="36075EAA" w14:textId="77777777" w:rsidR="00505C7E" w:rsidRDefault="000A7972" w:rsidP="00E82755">
      <w:pPr>
        <w:pStyle w:val="blocktext3"/>
      </w:pPr>
      <w:r w:rsidRPr="00922145">
        <w:t xml:space="preserve">These limitations have no effect on the coverage we will provide under this policy. </w:t>
      </w:r>
    </w:p>
    <w:p w14:paraId="53C775C6" w14:textId="55034284" w:rsidR="00C83C0D" w:rsidRPr="00F675E2" w:rsidRDefault="00E82755" w:rsidP="00E82755">
      <w:pPr>
        <w:pStyle w:val="outlinetxt1"/>
        <w:rPr>
          <w:b w:val="0"/>
        </w:rPr>
      </w:pPr>
      <w:r>
        <w:br w:type="page"/>
      </w:r>
      <w:r w:rsidR="005D63B5">
        <w:lastRenderedPageBreak/>
        <w:tab/>
      </w:r>
      <w:r w:rsidR="005D63B5" w:rsidRPr="00F675E2">
        <w:t>E.</w:t>
      </w:r>
      <w:r w:rsidR="005D63B5">
        <w:tab/>
      </w:r>
      <w:r w:rsidR="005D63B5" w:rsidRPr="00F675E2">
        <w:rPr>
          <w:b w:val="0"/>
        </w:rPr>
        <w:t xml:space="preserve">The following changes apply only to Information Security Protection Endorsement </w:t>
      </w:r>
      <w:r w:rsidR="005D63B5" w:rsidRPr="00F675E2">
        <w:t xml:space="preserve">BP 15 07 </w:t>
      </w:r>
      <w:r w:rsidR="005D63B5" w:rsidRPr="00F675E2">
        <w:rPr>
          <w:b w:val="0"/>
        </w:rPr>
        <w:t xml:space="preserve">if it is attached to this </w:t>
      </w:r>
      <w:r w:rsidR="001D5E12">
        <w:rPr>
          <w:b w:val="0"/>
        </w:rPr>
        <w:t>p</w:t>
      </w:r>
      <w:r w:rsidR="005D63B5" w:rsidRPr="00F675E2">
        <w:rPr>
          <w:b w:val="0"/>
        </w:rPr>
        <w:t>olicy:</w:t>
      </w:r>
    </w:p>
    <w:p w14:paraId="25FE1ADA" w14:textId="77777777" w:rsidR="00C83C0D" w:rsidRPr="00717914" w:rsidRDefault="000A7972" w:rsidP="00E82755">
      <w:pPr>
        <w:pStyle w:val="blocktext2"/>
      </w:pPr>
      <w:r w:rsidRPr="00717914">
        <w:t xml:space="preserve">The first paragraph in the </w:t>
      </w:r>
      <w:r w:rsidRPr="00717914">
        <w:rPr>
          <w:b/>
          <w:bCs/>
        </w:rPr>
        <w:t>Duties In The Event Of Claim Or Loss</w:t>
      </w:r>
      <w:r w:rsidRPr="00717914">
        <w:rPr>
          <w:b/>
        </w:rPr>
        <w:t xml:space="preserve"> </w:t>
      </w:r>
      <w:r w:rsidRPr="00717914">
        <w:t xml:space="preserve">Condition under Paragraph </w:t>
      </w:r>
      <w:r w:rsidRPr="00717914">
        <w:rPr>
          <w:b/>
          <w:bCs/>
        </w:rPr>
        <w:t>M.</w:t>
      </w:r>
      <w:r w:rsidRPr="00717914">
        <w:rPr>
          <w:b/>
        </w:rPr>
        <w:t xml:space="preserve"> </w:t>
      </w:r>
      <w:r w:rsidRPr="00717914">
        <w:t>is replaced by the following:</w:t>
      </w:r>
    </w:p>
    <w:p w14:paraId="0CF92940" w14:textId="3E745CB2" w:rsidR="003C280D" w:rsidRPr="00922145" w:rsidRDefault="000A7972" w:rsidP="00E82755">
      <w:pPr>
        <w:pStyle w:val="blocktext3"/>
      </w:pPr>
      <w:r w:rsidRPr="00295021">
        <w:t>In the eve</w:t>
      </w:r>
      <w:r w:rsidRPr="00295021">
        <w:t xml:space="preserve">nt of either an occurrence or offense that may result in a "claim" against an insured or a "loss" or situation that may result in a "loss" covered under this </w:t>
      </w:r>
      <w:bookmarkStart w:id="0" w:name="_Hlk51221344"/>
      <w:r w:rsidR="001D5E12">
        <w:t>e</w:t>
      </w:r>
      <w:r w:rsidRPr="00295021">
        <w:t>ndorsement</w:t>
      </w:r>
      <w:bookmarkEnd w:id="0"/>
      <w:r w:rsidRPr="00295021">
        <w:t xml:space="preserve">, you must notify us in writing as soon as practicable, but not to exceed 30 days, and </w:t>
      </w:r>
      <w:r w:rsidRPr="00295021">
        <w:t>cooperate with us in the investigation and settlement of the "claim" or "loss"</w:t>
      </w:r>
      <w:r>
        <w:t xml:space="preserve">. </w:t>
      </w:r>
      <w:r w:rsidRPr="005149A0">
        <w:t xml:space="preserve">If you fail to notify us within the 30-day timeframe, such failure will not invalidate a </w:t>
      </w:r>
      <w:r w:rsidR="00954CBF">
        <w:t>"</w:t>
      </w:r>
      <w:r w:rsidRPr="005149A0">
        <w:t>claim</w:t>
      </w:r>
      <w:r w:rsidR="00954CBF">
        <w:t>"</w:t>
      </w:r>
      <w:r w:rsidRPr="005149A0">
        <w:t xml:space="preserve"> under this </w:t>
      </w:r>
      <w:r w:rsidR="001D5E12">
        <w:t>e</w:t>
      </w:r>
      <w:r w:rsidR="007E2240" w:rsidRPr="001F33AE">
        <w:t xml:space="preserve">ndorsement </w:t>
      </w:r>
      <w:r w:rsidRPr="005149A0">
        <w:t xml:space="preserve">unless such failure operates to prejudice our </w:t>
      </w:r>
      <w:r w:rsidRPr="005149A0">
        <w:t>rights</w:t>
      </w:r>
      <w:r>
        <w:t>.</w:t>
      </w:r>
      <w:r w:rsidR="009619D0">
        <w:t xml:space="preserve"> Additionally:</w:t>
      </w:r>
      <w:r w:rsidRPr="00295021">
        <w:t xml:space="preserve"> </w:t>
      </w:r>
    </w:p>
    <w:sectPr w:rsidR="003C280D" w:rsidRPr="00922145" w:rsidSect="00244107">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89C767" w14:textId="77777777" w:rsidR="00000000" w:rsidRDefault="000A7972">
      <w:r>
        <w:separator/>
      </w:r>
    </w:p>
  </w:endnote>
  <w:endnote w:type="continuationSeparator" w:id="0">
    <w:p w14:paraId="10C19135" w14:textId="77777777" w:rsidR="00000000" w:rsidRDefault="000A79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770336E5" w14:textId="77777777">
      <w:tc>
        <w:tcPr>
          <w:tcW w:w="940" w:type="pct"/>
        </w:tcPr>
        <w:p w14:paraId="74E85D02" w14:textId="77777777" w:rsidR="00300A17" w:rsidRDefault="000A7972"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rsidR="002A7F14">
            <w:fldChar w:fldCharType="begin"/>
          </w:r>
          <w:r>
            <w:instrText xml:space="preserve"> NUMPAGES   \* MERGEFORMAT </w:instrText>
          </w:r>
          <w:r w:rsidR="002A7F14">
            <w:fldChar w:fldCharType="separate"/>
          </w:r>
          <w:r w:rsidR="002A7F14">
            <w:rPr>
              <w:noProof/>
            </w:rPr>
            <w:t>4</w:t>
          </w:r>
          <w:r w:rsidR="002A7F14">
            <w:rPr>
              <w:noProof/>
            </w:rPr>
            <w:fldChar w:fldCharType="end"/>
          </w:r>
        </w:p>
      </w:tc>
      <w:tc>
        <w:tcPr>
          <w:tcW w:w="2885" w:type="pct"/>
        </w:tcPr>
        <w:p w14:paraId="1144F9C2" w14:textId="750EA960" w:rsidR="00300A17" w:rsidRDefault="000A7972" w:rsidP="00244107">
          <w:pPr>
            <w:pStyle w:val="isof1"/>
            <w:jc w:val="center"/>
          </w:pPr>
          <w:r>
            <w:t>© Insurance Services Office, Inc., 2021 </w:t>
          </w:r>
        </w:p>
      </w:tc>
      <w:tc>
        <w:tcPr>
          <w:tcW w:w="890" w:type="pct"/>
        </w:tcPr>
        <w:p w14:paraId="1E2E4DD6" w14:textId="0E49B3F3" w:rsidR="00300A17" w:rsidRDefault="000A7972" w:rsidP="00244107">
          <w:pPr>
            <w:pStyle w:val="isof2"/>
            <w:jc w:val="right"/>
          </w:pPr>
          <w:r>
            <w:t>BP 01 11 04 22</w:t>
          </w:r>
        </w:p>
      </w:tc>
      <w:tc>
        <w:tcPr>
          <w:tcW w:w="278" w:type="pct"/>
        </w:tcPr>
        <w:p w14:paraId="716CD3B8" w14:textId="77777777" w:rsidR="00300A17" w:rsidRDefault="00300A17">
          <w:pPr>
            <w:jc w:val="right"/>
          </w:pPr>
        </w:p>
      </w:tc>
    </w:tr>
  </w:tbl>
  <w:p w14:paraId="515DF589" w14:textId="77777777" w:rsidR="00300A17" w:rsidRPr="007A1EAA" w:rsidRDefault="00300A17" w:rsidP="007A1E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6F4CB292" w14:textId="77777777">
      <w:tc>
        <w:tcPr>
          <w:tcW w:w="940" w:type="pct"/>
        </w:tcPr>
        <w:p w14:paraId="7A3EDF14" w14:textId="7212FDC4" w:rsidR="00300A17" w:rsidRDefault="000A7972" w:rsidP="00244107">
          <w:pPr>
            <w:pStyle w:val="isof2"/>
            <w:jc w:val="left"/>
          </w:pPr>
          <w:r>
            <w:t>BP 01 11 04 22</w:t>
          </w:r>
        </w:p>
      </w:tc>
      <w:tc>
        <w:tcPr>
          <w:tcW w:w="2885" w:type="pct"/>
        </w:tcPr>
        <w:p w14:paraId="5900EB17" w14:textId="1AC5A11E" w:rsidR="00300A17" w:rsidRDefault="000A7972" w:rsidP="00244107">
          <w:pPr>
            <w:pStyle w:val="isof1"/>
            <w:jc w:val="center"/>
          </w:pPr>
          <w:r>
            <w:t>© Insurance Services Office, Inc., 2021 </w:t>
          </w:r>
        </w:p>
      </w:tc>
      <w:tc>
        <w:tcPr>
          <w:tcW w:w="890" w:type="pct"/>
        </w:tcPr>
        <w:p w14:paraId="1347AFB1" w14:textId="77777777" w:rsidR="00300A17" w:rsidRDefault="000A7972"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2A7F14">
            <w:fldChar w:fldCharType="begin"/>
          </w:r>
          <w:r>
            <w:instrText xml:space="preserve"> NUMPAGES   \* MERGEFORMAT </w:instrText>
          </w:r>
          <w:r w:rsidR="002A7F14">
            <w:fldChar w:fldCharType="separate"/>
          </w:r>
          <w:r w:rsidR="002A7F14">
            <w:rPr>
              <w:noProof/>
            </w:rPr>
            <w:t>4</w:t>
          </w:r>
          <w:r w:rsidR="002A7F14">
            <w:rPr>
              <w:noProof/>
            </w:rPr>
            <w:fldChar w:fldCharType="end"/>
          </w:r>
        </w:p>
      </w:tc>
      <w:tc>
        <w:tcPr>
          <w:tcW w:w="278" w:type="pct"/>
        </w:tcPr>
        <w:p w14:paraId="402BE714" w14:textId="77777777" w:rsidR="00300A17" w:rsidRDefault="00300A17">
          <w:pPr>
            <w:jc w:val="right"/>
          </w:pPr>
        </w:p>
      </w:tc>
    </w:tr>
  </w:tbl>
  <w:p w14:paraId="6C6B6FBE" w14:textId="77777777" w:rsidR="00300A17" w:rsidRPr="007A1EAA" w:rsidRDefault="00300A17" w:rsidP="007A1E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48A05A9C" w14:textId="77777777">
      <w:tc>
        <w:tcPr>
          <w:tcW w:w="940" w:type="pct"/>
        </w:tcPr>
        <w:p w14:paraId="3416C1DC" w14:textId="4AC0DD4D" w:rsidR="00244107" w:rsidRDefault="000A7972" w:rsidP="00244107">
          <w:pPr>
            <w:pStyle w:val="isof2"/>
            <w:jc w:val="left"/>
          </w:pPr>
          <w:r>
            <w:t>BP 01 11 04 22</w:t>
          </w:r>
        </w:p>
      </w:tc>
      <w:tc>
        <w:tcPr>
          <w:tcW w:w="2885" w:type="pct"/>
        </w:tcPr>
        <w:p w14:paraId="6817E1DF" w14:textId="63F6A983" w:rsidR="00244107" w:rsidRDefault="000A7972" w:rsidP="00244107">
          <w:pPr>
            <w:pStyle w:val="isof1"/>
            <w:jc w:val="center"/>
          </w:pPr>
          <w:r>
            <w:t>© Insurance Services Office, Inc., 2021 </w:t>
          </w:r>
        </w:p>
      </w:tc>
      <w:tc>
        <w:tcPr>
          <w:tcW w:w="890" w:type="pct"/>
        </w:tcPr>
        <w:p w14:paraId="774116C1" w14:textId="70AEF09A" w:rsidR="00244107" w:rsidRDefault="000A7972" w:rsidP="00244107">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440996">
            <w:fldChar w:fldCharType="begin"/>
          </w:r>
          <w:r w:rsidR="00440996">
            <w:instrText xml:space="preserve"> NUMPAGES  \* MERGEFORMAT </w:instrText>
          </w:r>
          <w:r w:rsidR="00440996">
            <w:fldChar w:fldCharType="separate"/>
          </w:r>
          <w:r>
            <w:rPr>
              <w:noProof/>
            </w:rPr>
            <w:t>4</w:t>
          </w:r>
          <w:r w:rsidR="00440996">
            <w:rPr>
              <w:noProof/>
            </w:rPr>
            <w:fldChar w:fldCharType="end"/>
          </w:r>
        </w:p>
      </w:tc>
      <w:tc>
        <w:tcPr>
          <w:tcW w:w="278" w:type="pct"/>
        </w:tcPr>
        <w:p w14:paraId="1712D5CA" w14:textId="77777777" w:rsidR="00244107" w:rsidRDefault="00244107">
          <w:pPr>
            <w:jc w:val="right"/>
          </w:pPr>
        </w:p>
      </w:tc>
    </w:tr>
  </w:tbl>
  <w:p w14:paraId="006FA9DE" w14:textId="77777777" w:rsidR="00244107" w:rsidRDefault="0024410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78FD2402" w14:textId="77777777">
      <w:tc>
        <w:tcPr>
          <w:tcW w:w="940" w:type="pct"/>
        </w:tcPr>
        <w:p w14:paraId="7A8E6649" w14:textId="77777777" w:rsidR="007E59F0" w:rsidRDefault="000A7972" w:rsidP="007A1EAA">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885" w:type="pct"/>
        </w:tcPr>
        <w:p w14:paraId="43F6FD86" w14:textId="70E61169" w:rsidR="007E59F0" w:rsidRDefault="000A7972" w:rsidP="00244107">
          <w:pPr>
            <w:pStyle w:val="isof1"/>
            <w:jc w:val="center"/>
          </w:pPr>
          <w:r>
            <w:t>© Insurance Services Office, Inc., 2021 </w:t>
          </w:r>
        </w:p>
      </w:tc>
      <w:tc>
        <w:tcPr>
          <w:tcW w:w="890" w:type="pct"/>
        </w:tcPr>
        <w:p w14:paraId="7568D305" w14:textId="2CFB0D21" w:rsidR="007E59F0" w:rsidRDefault="000A7972" w:rsidP="00244107">
          <w:pPr>
            <w:pStyle w:val="isof2"/>
            <w:jc w:val="right"/>
          </w:pPr>
          <w:r>
            <w:t>BP 01 11 04 22</w:t>
          </w:r>
        </w:p>
      </w:tc>
      <w:tc>
        <w:tcPr>
          <w:tcW w:w="278" w:type="pct"/>
        </w:tcPr>
        <w:p w14:paraId="517462BF" w14:textId="77777777" w:rsidR="007E59F0" w:rsidRDefault="007E59F0">
          <w:pPr>
            <w:jc w:val="right"/>
          </w:pPr>
        </w:p>
      </w:tc>
    </w:tr>
  </w:tbl>
  <w:p w14:paraId="225B4CC6" w14:textId="77777777" w:rsidR="007E59F0" w:rsidRPr="007A1EAA" w:rsidRDefault="007E59F0" w:rsidP="007A1EA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05257BC1" w14:textId="77777777">
      <w:tc>
        <w:tcPr>
          <w:tcW w:w="940" w:type="pct"/>
        </w:tcPr>
        <w:p w14:paraId="5DBDD8E4" w14:textId="5A028861" w:rsidR="007E59F0" w:rsidRDefault="000A7972" w:rsidP="00244107">
          <w:pPr>
            <w:pStyle w:val="isof2"/>
            <w:jc w:val="left"/>
          </w:pPr>
          <w:r>
            <w:t>BP 01 11 04 22</w:t>
          </w:r>
        </w:p>
      </w:tc>
      <w:tc>
        <w:tcPr>
          <w:tcW w:w="2885" w:type="pct"/>
        </w:tcPr>
        <w:p w14:paraId="57369D7C" w14:textId="094736DA" w:rsidR="007E59F0" w:rsidRDefault="000A7972" w:rsidP="00244107">
          <w:pPr>
            <w:pStyle w:val="isof1"/>
            <w:jc w:val="center"/>
          </w:pPr>
          <w:r>
            <w:t>© Insurance Services Office, Inc., 2021 </w:t>
          </w:r>
        </w:p>
      </w:tc>
      <w:tc>
        <w:tcPr>
          <w:tcW w:w="890" w:type="pct"/>
        </w:tcPr>
        <w:p w14:paraId="65448525" w14:textId="77777777" w:rsidR="007E59F0" w:rsidRDefault="000A7972" w:rsidP="007A1EAA">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8" w:type="pct"/>
        </w:tcPr>
        <w:p w14:paraId="10B4DA40" w14:textId="77777777" w:rsidR="007E59F0" w:rsidRDefault="007E59F0">
          <w:pPr>
            <w:jc w:val="right"/>
          </w:pPr>
        </w:p>
      </w:tc>
    </w:tr>
  </w:tbl>
  <w:p w14:paraId="0A095EED" w14:textId="77777777" w:rsidR="007E59F0" w:rsidRPr="007A1EAA" w:rsidRDefault="007E59F0" w:rsidP="007A1EA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4695" w14:paraId="7815B2B0" w14:textId="77777777" w:rsidTr="007A1EAA">
      <w:tc>
        <w:tcPr>
          <w:tcW w:w="940" w:type="pct"/>
        </w:tcPr>
        <w:p w14:paraId="4893532D" w14:textId="5D379A53" w:rsidR="007E59F0" w:rsidRDefault="000A7972" w:rsidP="00244107">
          <w:pPr>
            <w:pStyle w:val="isof2"/>
            <w:jc w:val="left"/>
          </w:pPr>
          <w:r>
            <w:t>BP 01 11 04 22</w:t>
          </w:r>
        </w:p>
      </w:tc>
      <w:tc>
        <w:tcPr>
          <w:tcW w:w="2885" w:type="pct"/>
        </w:tcPr>
        <w:p w14:paraId="56EAC34F" w14:textId="5C4F5A5E" w:rsidR="007E59F0" w:rsidRDefault="000A7972" w:rsidP="00244107">
          <w:pPr>
            <w:pStyle w:val="isof1"/>
            <w:jc w:val="center"/>
          </w:pPr>
          <w:r>
            <w:t>© Insurance Services Office, Inc., 2021 </w:t>
          </w:r>
        </w:p>
      </w:tc>
      <w:tc>
        <w:tcPr>
          <w:tcW w:w="890" w:type="pct"/>
        </w:tcPr>
        <w:p w14:paraId="07537F00" w14:textId="77777777" w:rsidR="007E59F0" w:rsidRDefault="000A7972"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5" w:type="pct"/>
        </w:tcPr>
        <w:p w14:paraId="293BD98D" w14:textId="77777777" w:rsidR="007E59F0" w:rsidRDefault="007E59F0">
          <w:pPr>
            <w:jc w:val="right"/>
          </w:pPr>
        </w:p>
      </w:tc>
    </w:tr>
  </w:tbl>
  <w:p w14:paraId="7374FA2D" w14:textId="77777777" w:rsidR="007E59F0" w:rsidRPr="007A1EAA" w:rsidRDefault="007E59F0" w:rsidP="007A1EA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3373BA50" w14:textId="77777777">
      <w:tc>
        <w:tcPr>
          <w:tcW w:w="940" w:type="pct"/>
        </w:tcPr>
        <w:p w14:paraId="6AF2019B" w14:textId="333BF804" w:rsidR="00244107" w:rsidRDefault="000A7972" w:rsidP="00244107">
          <w:pPr>
            <w:pStyle w:val="isof2"/>
            <w:jc w:val="left"/>
          </w:pPr>
          <w:r>
            <w:t xml:space="preserve">Page </w:t>
          </w:r>
          <w:r>
            <w:fldChar w:fldCharType="begin"/>
          </w:r>
          <w:r>
            <w:instrText xml:space="preserve"> Page  \* MERGEFORMAT </w:instrText>
          </w:r>
          <w:r>
            <w:fldChar w:fldCharType="separate"/>
          </w:r>
          <w:r>
            <w:rPr>
              <w:noProof/>
            </w:rPr>
            <w:t>4</w:t>
          </w:r>
          <w:r>
            <w:fldChar w:fldCharType="end"/>
          </w:r>
          <w:r>
            <w:t xml:space="preserve"> of </w:t>
          </w:r>
          <w:r w:rsidR="00440996">
            <w:fldChar w:fldCharType="begin"/>
          </w:r>
          <w:r w:rsidR="00440996">
            <w:instrText xml:space="preserve"> NUMPAGES  \* MERGEFORMAT </w:instrText>
          </w:r>
          <w:r w:rsidR="00440996">
            <w:fldChar w:fldCharType="separate"/>
          </w:r>
          <w:r>
            <w:rPr>
              <w:noProof/>
            </w:rPr>
            <w:t>4</w:t>
          </w:r>
          <w:r w:rsidR="00440996">
            <w:rPr>
              <w:noProof/>
            </w:rPr>
            <w:fldChar w:fldCharType="end"/>
          </w:r>
        </w:p>
      </w:tc>
      <w:tc>
        <w:tcPr>
          <w:tcW w:w="2885" w:type="pct"/>
        </w:tcPr>
        <w:p w14:paraId="61348E5E" w14:textId="3E3F6211" w:rsidR="00244107" w:rsidRDefault="000A7972" w:rsidP="00244107">
          <w:pPr>
            <w:pStyle w:val="isof1"/>
            <w:jc w:val="center"/>
          </w:pPr>
          <w:r>
            <w:t>© Insurance Services Office, Inc., 2021 </w:t>
          </w:r>
        </w:p>
      </w:tc>
      <w:tc>
        <w:tcPr>
          <w:tcW w:w="890" w:type="pct"/>
        </w:tcPr>
        <w:p w14:paraId="38469E1D" w14:textId="79BF62D4" w:rsidR="00244107" w:rsidRDefault="000A7972" w:rsidP="00244107">
          <w:pPr>
            <w:pStyle w:val="isof2"/>
            <w:jc w:val="right"/>
          </w:pPr>
          <w:r>
            <w:t>BP 01 11 04 22</w:t>
          </w:r>
        </w:p>
      </w:tc>
      <w:tc>
        <w:tcPr>
          <w:tcW w:w="278" w:type="pct"/>
        </w:tcPr>
        <w:p w14:paraId="082CA2F1" w14:textId="77777777" w:rsidR="00244107" w:rsidRDefault="00244107">
          <w:pPr>
            <w:jc w:val="right"/>
          </w:pPr>
        </w:p>
      </w:tc>
    </w:tr>
  </w:tbl>
  <w:p w14:paraId="21744C77" w14:textId="77777777" w:rsidR="00300A17" w:rsidRPr="00244107" w:rsidRDefault="00300A17" w:rsidP="0024410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AC4695" w14:paraId="6BF49372" w14:textId="77777777">
      <w:tc>
        <w:tcPr>
          <w:tcW w:w="940" w:type="pct"/>
        </w:tcPr>
        <w:p w14:paraId="4F8F853C" w14:textId="20C96A43" w:rsidR="00244107" w:rsidRDefault="000A7972" w:rsidP="00244107">
          <w:pPr>
            <w:pStyle w:val="isof2"/>
            <w:jc w:val="left"/>
          </w:pPr>
          <w:r>
            <w:t>BP 01 11 04 22</w:t>
          </w:r>
        </w:p>
      </w:tc>
      <w:tc>
        <w:tcPr>
          <w:tcW w:w="2885" w:type="pct"/>
        </w:tcPr>
        <w:p w14:paraId="4FF72A5C" w14:textId="69FE564B" w:rsidR="00244107" w:rsidRDefault="000A7972" w:rsidP="00244107">
          <w:pPr>
            <w:pStyle w:val="isof1"/>
            <w:jc w:val="center"/>
          </w:pPr>
          <w:r>
            <w:t>© Insurance Services Office, Inc., 2021 </w:t>
          </w:r>
        </w:p>
      </w:tc>
      <w:tc>
        <w:tcPr>
          <w:tcW w:w="890" w:type="pct"/>
        </w:tcPr>
        <w:p w14:paraId="5820E3E9" w14:textId="4CC75778" w:rsidR="00244107" w:rsidRDefault="000A7972" w:rsidP="00244107">
          <w:pPr>
            <w:pStyle w:val="isof2"/>
            <w:jc w:val="right"/>
          </w:pPr>
          <w:r>
            <w:t xml:space="preserve">Page </w:t>
          </w:r>
          <w:r>
            <w:fldChar w:fldCharType="begin"/>
          </w:r>
          <w:r>
            <w:instrText xml:space="preserve"> Page  \* MERGEFORMAT </w:instrText>
          </w:r>
          <w:r>
            <w:fldChar w:fldCharType="separate"/>
          </w:r>
          <w:r>
            <w:rPr>
              <w:noProof/>
            </w:rPr>
            <w:t>4</w:t>
          </w:r>
          <w:r>
            <w:fldChar w:fldCharType="end"/>
          </w:r>
          <w:r>
            <w:t xml:space="preserve"> of </w:t>
          </w:r>
          <w:r w:rsidR="00440996">
            <w:fldChar w:fldCharType="begin"/>
          </w:r>
          <w:r w:rsidR="00440996">
            <w:instrText xml:space="preserve"> NUMPAGES  \* MERGEFORMAT </w:instrText>
          </w:r>
          <w:r w:rsidR="00440996">
            <w:fldChar w:fldCharType="separate"/>
          </w:r>
          <w:r>
            <w:rPr>
              <w:noProof/>
            </w:rPr>
            <w:t>4</w:t>
          </w:r>
          <w:r w:rsidR="00440996">
            <w:rPr>
              <w:noProof/>
            </w:rPr>
            <w:fldChar w:fldCharType="end"/>
          </w:r>
        </w:p>
      </w:tc>
      <w:tc>
        <w:tcPr>
          <w:tcW w:w="278" w:type="pct"/>
        </w:tcPr>
        <w:p w14:paraId="00D44F58" w14:textId="77777777" w:rsidR="00244107" w:rsidRDefault="00244107">
          <w:pPr>
            <w:jc w:val="right"/>
          </w:pPr>
        </w:p>
      </w:tc>
    </w:tr>
  </w:tbl>
  <w:p w14:paraId="7C5C5E6B" w14:textId="77777777" w:rsidR="00300A17" w:rsidRPr="00244107" w:rsidRDefault="00300A17" w:rsidP="0024410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AC4695" w14:paraId="1877BC6E" w14:textId="77777777" w:rsidTr="007A1EAA">
      <w:tc>
        <w:tcPr>
          <w:tcW w:w="940" w:type="pct"/>
        </w:tcPr>
        <w:p w14:paraId="1673BFCB" w14:textId="36327007" w:rsidR="007E59F0" w:rsidRDefault="000A7972" w:rsidP="00244107">
          <w:pPr>
            <w:pStyle w:val="isof2"/>
            <w:jc w:val="left"/>
          </w:pPr>
          <w:r>
            <w:t>BP 01 11 04 22</w:t>
          </w:r>
        </w:p>
      </w:tc>
      <w:tc>
        <w:tcPr>
          <w:tcW w:w="2885" w:type="pct"/>
        </w:tcPr>
        <w:p w14:paraId="71918165" w14:textId="5799362A" w:rsidR="007E59F0" w:rsidRDefault="000A7972" w:rsidP="00244107">
          <w:pPr>
            <w:pStyle w:val="isof1"/>
            <w:jc w:val="center"/>
          </w:pPr>
          <w:r>
            <w:t>© Insurance Services Office, Inc., 2021 </w:t>
          </w:r>
        </w:p>
      </w:tc>
      <w:tc>
        <w:tcPr>
          <w:tcW w:w="890" w:type="pct"/>
        </w:tcPr>
        <w:p w14:paraId="761DF7CC" w14:textId="77777777" w:rsidR="007E59F0" w:rsidRDefault="000A7972" w:rsidP="007A1EAA">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fldChar w:fldCharType="begin"/>
          </w:r>
          <w:r>
            <w:instrText xml:space="preserve"> NUMPAGES   \* MERGEFORMAT </w:instrText>
          </w:r>
          <w:r>
            <w:fldChar w:fldCharType="separate"/>
          </w:r>
          <w:r>
            <w:rPr>
              <w:noProof/>
            </w:rPr>
            <w:t>4</w:t>
          </w:r>
          <w:r>
            <w:rPr>
              <w:noProof/>
            </w:rPr>
            <w:fldChar w:fldCharType="end"/>
          </w:r>
        </w:p>
      </w:tc>
      <w:tc>
        <w:tcPr>
          <w:tcW w:w="275" w:type="pct"/>
        </w:tcPr>
        <w:p w14:paraId="76B853E7" w14:textId="77777777" w:rsidR="007E59F0" w:rsidRDefault="007E59F0">
          <w:pPr>
            <w:jc w:val="right"/>
          </w:pPr>
        </w:p>
      </w:tc>
    </w:tr>
  </w:tbl>
  <w:p w14:paraId="44849703" w14:textId="77777777" w:rsidR="007E59F0" w:rsidRPr="007A1EAA" w:rsidRDefault="007E59F0" w:rsidP="007A1E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248C9B" w14:textId="77777777" w:rsidR="00000000" w:rsidRDefault="000A7972">
      <w:r>
        <w:separator/>
      </w:r>
    </w:p>
  </w:footnote>
  <w:footnote w:type="continuationSeparator" w:id="0">
    <w:p w14:paraId="1C1FB579" w14:textId="77777777" w:rsidR="00000000" w:rsidRDefault="000A79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65DFA" w14:textId="77777777" w:rsidR="00F95A39" w:rsidRDefault="00F95A3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FA196" w14:textId="77777777" w:rsidR="00F95A39" w:rsidRDefault="00F95A3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5109"/>
      <w:gridCol w:w="5187"/>
    </w:tblGrid>
    <w:tr w:rsidR="00AC4695" w14:paraId="05B89D73" w14:textId="77777777">
      <w:tc>
        <w:tcPr>
          <w:tcW w:w="2481" w:type="pct"/>
        </w:tcPr>
        <w:p w14:paraId="56D45C73" w14:textId="77777777" w:rsidR="00244107" w:rsidRDefault="00244107">
          <w:pPr>
            <w:pStyle w:val="Header"/>
          </w:pPr>
        </w:p>
      </w:tc>
      <w:tc>
        <w:tcPr>
          <w:tcW w:w="2519" w:type="pct"/>
        </w:tcPr>
        <w:p w14:paraId="2BEB8777" w14:textId="36401670" w:rsidR="00244107" w:rsidRDefault="000A7972" w:rsidP="00244107">
          <w:pPr>
            <w:pStyle w:val="isof2"/>
            <w:jc w:val="right"/>
          </w:pPr>
          <w:r>
            <w:t>BUSINESSOWNERS</w:t>
          </w:r>
        </w:p>
      </w:tc>
    </w:tr>
    <w:tr w:rsidR="00AC4695" w14:paraId="0D1D4080" w14:textId="77777777">
      <w:tc>
        <w:tcPr>
          <w:tcW w:w="2481" w:type="pct"/>
        </w:tcPr>
        <w:p w14:paraId="167D079E" w14:textId="77777777" w:rsidR="00244107" w:rsidRDefault="00244107">
          <w:pPr>
            <w:pStyle w:val="Header"/>
          </w:pPr>
        </w:p>
      </w:tc>
      <w:tc>
        <w:tcPr>
          <w:tcW w:w="2519" w:type="pct"/>
        </w:tcPr>
        <w:p w14:paraId="5599ECC6" w14:textId="53A99968" w:rsidR="00244107" w:rsidRDefault="000A7972" w:rsidP="00244107">
          <w:pPr>
            <w:pStyle w:val="isof2"/>
            <w:jc w:val="right"/>
          </w:pPr>
          <w:r>
            <w:t>BP 01 11 04 22</w:t>
          </w:r>
        </w:p>
      </w:tc>
    </w:tr>
  </w:tbl>
  <w:p w14:paraId="27829D04" w14:textId="2C6F1901" w:rsidR="00244107" w:rsidRDefault="00244107">
    <w:pPr>
      <w:pStyle w:val="Header"/>
    </w:pPr>
  </w:p>
  <w:p w14:paraId="67DA12F9" w14:textId="77777777" w:rsidR="00244107" w:rsidRDefault="000A7972">
    <w:pPr>
      <w:pStyle w:val="isof3"/>
    </w:pPr>
    <w:r>
      <w:t>THIS ENDORSEMENT CHANGES THE POLICY.  PLEASE READ IT CAREFULLY.</w:t>
    </w:r>
  </w:p>
  <w:p w14:paraId="3D1EF642" w14:textId="77777777" w:rsidR="00244107" w:rsidRDefault="0024410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7C4F6" w14:textId="77777777" w:rsidR="007E59F0" w:rsidRDefault="007E59F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502F60" w14:textId="77777777" w:rsidR="007E59F0" w:rsidRDefault="007E59F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C4695" w14:paraId="7BE39F6A" w14:textId="77777777" w:rsidTr="007A1EAA">
      <w:tc>
        <w:tcPr>
          <w:tcW w:w="2235" w:type="pct"/>
        </w:tcPr>
        <w:p w14:paraId="13C7E89A" w14:textId="77777777" w:rsidR="007E59F0" w:rsidRDefault="007E59F0">
          <w:pPr>
            <w:pStyle w:val="Header"/>
          </w:pPr>
        </w:p>
      </w:tc>
      <w:tc>
        <w:tcPr>
          <w:tcW w:w="2760" w:type="pct"/>
        </w:tcPr>
        <w:p w14:paraId="773308C0" w14:textId="77777777" w:rsidR="007E59F0" w:rsidRDefault="000A7972" w:rsidP="007A1EAA">
          <w:pPr>
            <w:pStyle w:val="isof2"/>
            <w:jc w:val="right"/>
          </w:pPr>
          <w:r>
            <w:t>BUSINESSOWNERS</w:t>
          </w:r>
        </w:p>
      </w:tc>
    </w:tr>
    <w:tr w:rsidR="00AC4695" w14:paraId="6016C3CA" w14:textId="77777777" w:rsidTr="007A1EAA">
      <w:tc>
        <w:tcPr>
          <w:tcW w:w="2235" w:type="pct"/>
        </w:tcPr>
        <w:p w14:paraId="66679479" w14:textId="77777777" w:rsidR="007E59F0" w:rsidRDefault="007E59F0">
          <w:pPr>
            <w:pStyle w:val="Header"/>
          </w:pPr>
        </w:p>
      </w:tc>
      <w:tc>
        <w:tcPr>
          <w:tcW w:w="2760" w:type="pct"/>
        </w:tcPr>
        <w:p w14:paraId="2EB7E69C" w14:textId="570518B3" w:rsidR="007E59F0" w:rsidRDefault="000A7972" w:rsidP="00244107">
          <w:pPr>
            <w:pStyle w:val="isof2"/>
            <w:jc w:val="right"/>
          </w:pPr>
          <w:r>
            <w:t>BP 01 11 04 22</w:t>
          </w:r>
        </w:p>
      </w:tc>
    </w:tr>
  </w:tbl>
  <w:p w14:paraId="64620368" w14:textId="77777777" w:rsidR="007E59F0" w:rsidRDefault="007E59F0" w:rsidP="007A1EAA">
    <w:pPr>
      <w:pStyle w:val="Header"/>
    </w:pPr>
  </w:p>
  <w:p w14:paraId="1F29A39F" w14:textId="77777777" w:rsidR="007E59F0" w:rsidRDefault="000A7972">
    <w:pPr>
      <w:pStyle w:val="isof3"/>
    </w:pPr>
    <w:r>
      <w:t>THIS ENDORSEMENT CHANGES THE POLICY.  PLEASE READ IT CAREFULLY.</w:t>
    </w:r>
  </w:p>
  <w:p w14:paraId="1B76C163" w14:textId="77777777" w:rsidR="007E59F0" w:rsidRPr="007A1EAA" w:rsidRDefault="007E59F0" w:rsidP="007A1EA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1BC3E" w14:textId="77777777" w:rsidR="00300A17" w:rsidRPr="00244107" w:rsidRDefault="00300A17" w:rsidP="0024410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81EACA" w14:textId="77777777" w:rsidR="00300A17" w:rsidRPr="00244107" w:rsidRDefault="00300A17" w:rsidP="0024410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000" w:firstRow="0" w:lastRow="0" w:firstColumn="0" w:lastColumn="0" w:noHBand="0" w:noVBand="0"/>
    </w:tblPr>
    <w:tblGrid>
      <w:gridCol w:w="4606"/>
      <w:gridCol w:w="5690"/>
    </w:tblGrid>
    <w:tr w:rsidR="00AC4695" w14:paraId="02A307A9" w14:textId="77777777" w:rsidTr="007A1EAA">
      <w:tc>
        <w:tcPr>
          <w:tcW w:w="2235" w:type="pct"/>
        </w:tcPr>
        <w:p w14:paraId="3A5F6EED" w14:textId="77777777" w:rsidR="007E59F0" w:rsidRDefault="007E59F0">
          <w:pPr>
            <w:pStyle w:val="Header"/>
          </w:pPr>
        </w:p>
      </w:tc>
      <w:tc>
        <w:tcPr>
          <w:tcW w:w="2760" w:type="pct"/>
        </w:tcPr>
        <w:p w14:paraId="7A2F4626" w14:textId="77777777" w:rsidR="007E59F0" w:rsidRDefault="000A7972" w:rsidP="007A1EAA">
          <w:pPr>
            <w:pStyle w:val="isof2"/>
            <w:jc w:val="right"/>
          </w:pPr>
          <w:r>
            <w:t>BUSINESSOWNERS</w:t>
          </w:r>
        </w:p>
      </w:tc>
    </w:tr>
    <w:tr w:rsidR="00AC4695" w14:paraId="7AAF8485" w14:textId="77777777" w:rsidTr="007A1EAA">
      <w:tc>
        <w:tcPr>
          <w:tcW w:w="2235" w:type="pct"/>
        </w:tcPr>
        <w:p w14:paraId="43698894" w14:textId="77777777" w:rsidR="007E59F0" w:rsidRDefault="007E59F0">
          <w:pPr>
            <w:pStyle w:val="Header"/>
          </w:pPr>
        </w:p>
      </w:tc>
      <w:tc>
        <w:tcPr>
          <w:tcW w:w="2760" w:type="pct"/>
        </w:tcPr>
        <w:p w14:paraId="42A979B9" w14:textId="64302945" w:rsidR="007E59F0" w:rsidRDefault="000A7972" w:rsidP="00244107">
          <w:pPr>
            <w:pStyle w:val="isof2"/>
            <w:jc w:val="right"/>
          </w:pPr>
          <w:r>
            <w:t>BP 01 11 04 22</w:t>
          </w:r>
        </w:p>
      </w:tc>
    </w:tr>
  </w:tbl>
  <w:p w14:paraId="3A7BEC1C" w14:textId="77777777" w:rsidR="007E59F0" w:rsidRDefault="007E59F0" w:rsidP="007A1EAA">
    <w:pPr>
      <w:pStyle w:val="Header"/>
    </w:pPr>
  </w:p>
  <w:p w14:paraId="3F1DC983" w14:textId="77777777" w:rsidR="007E59F0" w:rsidRDefault="000A7972">
    <w:pPr>
      <w:pStyle w:val="isof3"/>
    </w:pPr>
    <w:r>
      <w:t>THIS ENDORSEMENT CHANGES THE POLICY.  PLEASE READ IT CAREFULLY.</w:t>
    </w:r>
  </w:p>
  <w:p w14:paraId="74C86A2C" w14:textId="77777777" w:rsidR="007E59F0" w:rsidRPr="007A1EAA" w:rsidRDefault="007E59F0" w:rsidP="007A1E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7"/>
  <w:removePersonalInformation/>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consecutiveHyphenLimit w:val="3"/>
  <w:hyphenationZone w:val="480"/>
  <w:doNotHyphenateCaps/>
  <w:evenAndOddHeaders/>
  <w:drawingGridHorizontalSpacing w:val="100"/>
  <w:drawingGridVerticalSpacing w:val="136"/>
  <w:displayHorizontalDrawingGridEvery w:val="2"/>
  <w:displayVerticalDrawingGridEvery w:val="0"/>
  <w:doNotShadeFormData/>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Form$" w:val="iso"/>
    <w:docVar w:name="IMDBM$" w:val="BP_01_11_08_13"/>
    <w:docVar w:name="isoform$" w:val="Y"/>
    <w:docVar w:name="ISOLongName$" w:val=" "/>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505C7E"/>
    <w:rsid w:val="00030C2E"/>
    <w:rsid w:val="000A070C"/>
    <w:rsid w:val="000A4864"/>
    <w:rsid w:val="000A6FCC"/>
    <w:rsid w:val="000A7972"/>
    <w:rsid w:val="000B0F79"/>
    <w:rsid w:val="000C1A33"/>
    <w:rsid w:val="00103D0E"/>
    <w:rsid w:val="00104EBD"/>
    <w:rsid w:val="00107D3A"/>
    <w:rsid w:val="00112C84"/>
    <w:rsid w:val="00112DCF"/>
    <w:rsid w:val="0011583B"/>
    <w:rsid w:val="00115A05"/>
    <w:rsid w:val="00132D10"/>
    <w:rsid w:val="00142D14"/>
    <w:rsid w:val="0018100D"/>
    <w:rsid w:val="00193CEB"/>
    <w:rsid w:val="001A308B"/>
    <w:rsid w:val="001A4A2F"/>
    <w:rsid w:val="001A4B68"/>
    <w:rsid w:val="001A68CC"/>
    <w:rsid w:val="001D5E12"/>
    <w:rsid w:val="001E7958"/>
    <w:rsid w:val="001F33AE"/>
    <w:rsid w:val="00236918"/>
    <w:rsid w:val="00244107"/>
    <w:rsid w:val="00272B7F"/>
    <w:rsid w:val="0028253B"/>
    <w:rsid w:val="00294594"/>
    <w:rsid w:val="00295021"/>
    <w:rsid w:val="002A7F14"/>
    <w:rsid w:val="002B2401"/>
    <w:rsid w:val="002E5BC0"/>
    <w:rsid w:val="00300A17"/>
    <w:rsid w:val="00346420"/>
    <w:rsid w:val="00366CAD"/>
    <w:rsid w:val="00381ADB"/>
    <w:rsid w:val="00387149"/>
    <w:rsid w:val="00391263"/>
    <w:rsid w:val="003A0F42"/>
    <w:rsid w:val="003C280D"/>
    <w:rsid w:val="003C4AEC"/>
    <w:rsid w:val="003E26C6"/>
    <w:rsid w:val="003F197F"/>
    <w:rsid w:val="00440996"/>
    <w:rsid w:val="0044299E"/>
    <w:rsid w:val="0047203C"/>
    <w:rsid w:val="00485126"/>
    <w:rsid w:val="00496779"/>
    <w:rsid w:val="004C7F0E"/>
    <w:rsid w:val="004D5BE1"/>
    <w:rsid w:val="004E32A7"/>
    <w:rsid w:val="00505C7E"/>
    <w:rsid w:val="005136BA"/>
    <w:rsid w:val="005149A0"/>
    <w:rsid w:val="00523125"/>
    <w:rsid w:val="00530376"/>
    <w:rsid w:val="00535BBD"/>
    <w:rsid w:val="005D63B5"/>
    <w:rsid w:val="00600D71"/>
    <w:rsid w:val="006078B8"/>
    <w:rsid w:val="0061229D"/>
    <w:rsid w:val="006371B7"/>
    <w:rsid w:val="00643981"/>
    <w:rsid w:val="00644C9F"/>
    <w:rsid w:val="00653E63"/>
    <w:rsid w:val="00662575"/>
    <w:rsid w:val="00663C64"/>
    <w:rsid w:val="00666959"/>
    <w:rsid w:val="0066724B"/>
    <w:rsid w:val="006710CE"/>
    <w:rsid w:val="006A0AC3"/>
    <w:rsid w:val="006A3630"/>
    <w:rsid w:val="006C3037"/>
    <w:rsid w:val="006D57EB"/>
    <w:rsid w:val="006D7E2C"/>
    <w:rsid w:val="006E61E3"/>
    <w:rsid w:val="006E6C64"/>
    <w:rsid w:val="007017ED"/>
    <w:rsid w:val="00717914"/>
    <w:rsid w:val="007637EB"/>
    <w:rsid w:val="0078379F"/>
    <w:rsid w:val="0078791B"/>
    <w:rsid w:val="00791A07"/>
    <w:rsid w:val="007A0AC0"/>
    <w:rsid w:val="007A14FB"/>
    <w:rsid w:val="007A1EAA"/>
    <w:rsid w:val="007B5B03"/>
    <w:rsid w:val="007B6EA2"/>
    <w:rsid w:val="007D24EF"/>
    <w:rsid w:val="007E122B"/>
    <w:rsid w:val="007E2240"/>
    <w:rsid w:val="007E59F0"/>
    <w:rsid w:val="007F781E"/>
    <w:rsid w:val="00803BCA"/>
    <w:rsid w:val="008165A9"/>
    <w:rsid w:val="0083137F"/>
    <w:rsid w:val="00834068"/>
    <w:rsid w:val="00843773"/>
    <w:rsid w:val="00857FF3"/>
    <w:rsid w:val="00862648"/>
    <w:rsid w:val="00864FF2"/>
    <w:rsid w:val="00872906"/>
    <w:rsid w:val="00884BDA"/>
    <w:rsid w:val="00891B0C"/>
    <w:rsid w:val="008E7FA4"/>
    <w:rsid w:val="008F1360"/>
    <w:rsid w:val="00922145"/>
    <w:rsid w:val="0094416A"/>
    <w:rsid w:val="00954CBF"/>
    <w:rsid w:val="00957174"/>
    <w:rsid w:val="009619D0"/>
    <w:rsid w:val="00962829"/>
    <w:rsid w:val="00977BE0"/>
    <w:rsid w:val="009A2327"/>
    <w:rsid w:val="009C20D7"/>
    <w:rsid w:val="009C580C"/>
    <w:rsid w:val="00A0403A"/>
    <w:rsid w:val="00A04466"/>
    <w:rsid w:val="00A318FE"/>
    <w:rsid w:val="00A340E5"/>
    <w:rsid w:val="00A40A43"/>
    <w:rsid w:val="00A71579"/>
    <w:rsid w:val="00AA5959"/>
    <w:rsid w:val="00AA5FB0"/>
    <w:rsid w:val="00AC4695"/>
    <w:rsid w:val="00AC70A8"/>
    <w:rsid w:val="00AD3B8F"/>
    <w:rsid w:val="00AE2C45"/>
    <w:rsid w:val="00AE6D15"/>
    <w:rsid w:val="00B018CA"/>
    <w:rsid w:val="00B14736"/>
    <w:rsid w:val="00B715D2"/>
    <w:rsid w:val="00B87034"/>
    <w:rsid w:val="00B95453"/>
    <w:rsid w:val="00BD3188"/>
    <w:rsid w:val="00BD682B"/>
    <w:rsid w:val="00BF324B"/>
    <w:rsid w:val="00C1360D"/>
    <w:rsid w:val="00C740B7"/>
    <w:rsid w:val="00C83C0D"/>
    <w:rsid w:val="00CB0576"/>
    <w:rsid w:val="00CC0A55"/>
    <w:rsid w:val="00D24FE2"/>
    <w:rsid w:val="00D73A89"/>
    <w:rsid w:val="00DC4A3D"/>
    <w:rsid w:val="00DC7335"/>
    <w:rsid w:val="00DD7BBF"/>
    <w:rsid w:val="00E1096E"/>
    <w:rsid w:val="00E37256"/>
    <w:rsid w:val="00E74196"/>
    <w:rsid w:val="00E82755"/>
    <w:rsid w:val="00EA0815"/>
    <w:rsid w:val="00EC717F"/>
    <w:rsid w:val="00EE1640"/>
    <w:rsid w:val="00F01414"/>
    <w:rsid w:val="00F15D57"/>
    <w:rsid w:val="00F25104"/>
    <w:rsid w:val="00F37758"/>
    <w:rsid w:val="00F44DB8"/>
    <w:rsid w:val="00F55883"/>
    <w:rsid w:val="00F60788"/>
    <w:rsid w:val="00F63275"/>
    <w:rsid w:val="00F675E2"/>
    <w:rsid w:val="00F821CC"/>
    <w:rsid w:val="00F95A39"/>
    <w:rsid w:val="00F96C8E"/>
    <w:rsid w:val="00FB3690"/>
    <w:rsid w:val="00FE5C9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2049"/>
    <o:shapelayout v:ext="edit">
      <o:idmap v:ext="edit" data="1"/>
    </o:shapelayout>
  </w:shapeDefaults>
  <w:decimalSymbol w:val="."/>
  <w:listSeparator w:val=","/>
  <w14:docId w14:val="5BCDDFA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755"/>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82755"/>
    <w:pPr>
      <w:spacing w:before="240"/>
      <w:outlineLvl w:val="0"/>
    </w:pPr>
    <w:rPr>
      <w:rFonts w:ascii="Helv" w:hAnsi="Helv"/>
      <w:b/>
      <w:sz w:val="24"/>
      <w:u w:val="single"/>
    </w:rPr>
  </w:style>
  <w:style w:type="paragraph" w:styleId="Heading2">
    <w:name w:val="heading 2"/>
    <w:basedOn w:val="Normal"/>
    <w:next w:val="Normal"/>
    <w:link w:val="Heading2Char"/>
    <w:qFormat/>
    <w:rsid w:val="00E82755"/>
    <w:pPr>
      <w:spacing w:before="120"/>
      <w:outlineLvl w:val="1"/>
    </w:pPr>
    <w:rPr>
      <w:rFonts w:ascii="Helv" w:hAnsi="Helv"/>
      <w:b/>
      <w:sz w:val="24"/>
    </w:rPr>
  </w:style>
  <w:style w:type="paragraph" w:styleId="Heading3">
    <w:name w:val="heading 3"/>
    <w:basedOn w:val="Normal"/>
    <w:next w:val="Normal"/>
    <w:link w:val="Heading3Char"/>
    <w:qFormat/>
    <w:rsid w:val="00E82755"/>
    <w:pPr>
      <w:ind w:left="360"/>
      <w:outlineLvl w:val="2"/>
    </w:pPr>
    <w:rPr>
      <w:rFonts w:ascii="Tms Rmn" w:hAnsi="Tms Rmn"/>
      <w:b/>
      <w:sz w:val="24"/>
    </w:rPr>
  </w:style>
  <w:style w:type="character" w:default="1" w:styleId="DefaultParagraphFont">
    <w:name w:val="Default Paragraph Font"/>
    <w:uiPriority w:val="1"/>
    <w:semiHidden/>
    <w:unhideWhenUsed/>
    <w:rsid w:val="00E8275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82755"/>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semiHidden/>
    <w:rsid w:val="00DD7BBF"/>
    <w:rPr>
      <w:sz w:val="16"/>
    </w:rPr>
  </w:style>
  <w:style w:type="paragraph" w:styleId="CommentText">
    <w:name w:val="annotation text"/>
    <w:basedOn w:val="Normal"/>
    <w:semiHidden/>
    <w:rsid w:val="00DD7BBF"/>
    <w:pPr>
      <w:spacing w:line="220" w:lineRule="exact"/>
    </w:pPr>
    <w:rPr>
      <w:rFonts w:ascii="Helv" w:hAnsi="Helv"/>
    </w:rPr>
  </w:style>
  <w:style w:type="paragraph" w:customStyle="1" w:styleId="blockhd1">
    <w:name w:val="blockhd1"/>
    <w:basedOn w:val="isonormal"/>
    <w:next w:val="blocktext1"/>
    <w:rsid w:val="00E82755"/>
    <w:pPr>
      <w:keepNext/>
      <w:keepLines/>
      <w:suppressAutoHyphens/>
    </w:pPr>
    <w:rPr>
      <w:b/>
    </w:rPr>
  </w:style>
  <w:style w:type="paragraph" w:customStyle="1" w:styleId="blockhd2">
    <w:name w:val="blockhd2"/>
    <w:basedOn w:val="isonormal"/>
    <w:next w:val="blocktext2"/>
    <w:rsid w:val="00E82755"/>
    <w:pPr>
      <w:keepNext/>
      <w:keepLines/>
      <w:suppressAutoHyphens/>
      <w:ind w:left="302"/>
    </w:pPr>
    <w:rPr>
      <w:b/>
    </w:rPr>
  </w:style>
  <w:style w:type="paragraph" w:customStyle="1" w:styleId="blockhd3">
    <w:name w:val="blockhd3"/>
    <w:basedOn w:val="isonormal"/>
    <w:next w:val="blocktext3"/>
    <w:rsid w:val="00E82755"/>
    <w:pPr>
      <w:keepNext/>
      <w:keepLines/>
      <w:suppressAutoHyphens/>
      <w:ind w:left="605"/>
    </w:pPr>
    <w:rPr>
      <w:b/>
    </w:rPr>
  </w:style>
  <w:style w:type="paragraph" w:customStyle="1" w:styleId="blockhd4">
    <w:name w:val="blockhd4"/>
    <w:basedOn w:val="isonormal"/>
    <w:next w:val="blocktext4"/>
    <w:rsid w:val="00E82755"/>
    <w:pPr>
      <w:keepNext/>
      <w:keepLines/>
      <w:suppressAutoHyphens/>
      <w:ind w:left="907"/>
    </w:pPr>
    <w:rPr>
      <w:b/>
    </w:rPr>
  </w:style>
  <w:style w:type="paragraph" w:customStyle="1" w:styleId="blockhd5">
    <w:name w:val="blockhd5"/>
    <w:basedOn w:val="isonormal"/>
    <w:next w:val="blocktext5"/>
    <w:rsid w:val="00E82755"/>
    <w:pPr>
      <w:keepNext/>
      <w:keepLines/>
      <w:suppressAutoHyphens/>
      <w:ind w:left="1195"/>
    </w:pPr>
    <w:rPr>
      <w:b/>
    </w:rPr>
  </w:style>
  <w:style w:type="paragraph" w:customStyle="1" w:styleId="blockhd6">
    <w:name w:val="blockhd6"/>
    <w:basedOn w:val="isonormal"/>
    <w:next w:val="blocktext6"/>
    <w:rsid w:val="00E82755"/>
    <w:pPr>
      <w:keepNext/>
      <w:keepLines/>
      <w:suppressAutoHyphens/>
      <w:ind w:left="1498"/>
    </w:pPr>
    <w:rPr>
      <w:b/>
    </w:rPr>
  </w:style>
  <w:style w:type="paragraph" w:customStyle="1" w:styleId="blockhd7">
    <w:name w:val="blockhd7"/>
    <w:basedOn w:val="isonormal"/>
    <w:next w:val="blocktext7"/>
    <w:rsid w:val="00E82755"/>
    <w:pPr>
      <w:keepNext/>
      <w:keepLines/>
      <w:suppressAutoHyphens/>
      <w:ind w:left="1800"/>
    </w:pPr>
    <w:rPr>
      <w:b/>
    </w:rPr>
  </w:style>
  <w:style w:type="paragraph" w:customStyle="1" w:styleId="blockhd8">
    <w:name w:val="blockhd8"/>
    <w:basedOn w:val="isonormal"/>
    <w:next w:val="blocktext8"/>
    <w:rsid w:val="00E82755"/>
    <w:pPr>
      <w:keepNext/>
      <w:keepLines/>
      <w:suppressAutoHyphens/>
      <w:ind w:left="2102"/>
    </w:pPr>
    <w:rPr>
      <w:b/>
    </w:rPr>
  </w:style>
  <w:style w:type="paragraph" w:customStyle="1" w:styleId="blockhd9">
    <w:name w:val="blockhd9"/>
    <w:basedOn w:val="isonormal"/>
    <w:next w:val="blocktext9"/>
    <w:rsid w:val="00E82755"/>
    <w:pPr>
      <w:keepNext/>
      <w:keepLines/>
      <w:suppressAutoHyphens/>
      <w:ind w:left="2405"/>
    </w:pPr>
    <w:rPr>
      <w:b/>
    </w:rPr>
  </w:style>
  <w:style w:type="paragraph" w:customStyle="1" w:styleId="blocktext1">
    <w:name w:val="blocktext1"/>
    <w:basedOn w:val="isonormal"/>
    <w:rsid w:val="00E82755"/>
    <w:pPr>
      <w:keepLines/>
      <w:jc w:val="both"/>
    </w:pPr>
  </w:style>
  <w:style w:type="paragraph" w:customStyle="1" w:styleId="blocktext2">
    <w:name w:val="blocktext2"/>
    <w:basedOn w:val="isonormal"/>
    <w:rsid w:val="00E82755"/>
    <w:pPr>
      <w:keepLines/>
      <w:ind w:left="302"/>
      <w:jc w:val="both"/>
    </w:pPr>
  </w:style>
  <w:style w:type="paragraph" w:customStyle="1" w:styleId="blocktext3">
    <w:name w:val="blocktext3"/>
    <w:basedOn w:val="isonormal"/>
    <w:link w:val="blocktext3Char"/>
    <w:rsid w:val="00E82755"/>
    <w:pPr>
      <w:keepLines/>
      <w:ind w:left="600"/>
      <w:jc w:val="both"/>
    </w:pPr>
  </w:style>
  <w:style w:type="paragraph" w:customStyle="1" w:styleId="blocktext4">
    <w:name w:val="blocktext4"/>
    <w:basedOn w:val="isonormal"/>
    <w:rsid w:val="00E82755"/>
    <w:pPr>
      <w:keepLines/>
      <w:ind w:left="907"/>
      <w:jc w:val="both"/>
    </w:pPr>
  </w:style>
  <w:style w:type="paragraph" w:customStyle="1" w:styleId="blocktext5">
    <w:name w:val="blocktext5"/>
    <w:basedOn w:val="isonormal"/>
    <w:rsid w:val="00E82755"/>
    <w:pPr>
      <w:keepLines/>
      <w:ind w:left="1195"/>
      <w:jc w:val="both"/>
    </w:pPr>
  </w:style>
  <w:style w:type="paragraph" w:customStyle="1" w:styleId="blocktext6">
    <w:name w:val="blocktext6"/>
    <w:basedOn w:val="isonormal"/>
    <w:rsid w:val="00E82755"/>
    <w:pPr>
      <w:keepLines/>
      <w:ind w:left="1498"/>
      <w:jc w:val="both"/>
    </w:pPr>
  </w:style>
  <w:style w:type="paragraph" w:customStyle="1" w:styleId="blocktext7">
    <w:name w:val="blocktext7"/>
    <w:basedOn w:val="isonormal"/>
    <w:rsid w:val="00E82755"/>
    <w:pPr>
      <w:keepLines/>
      <w:ind w:left="1800"/>
      <w:jc w:val="both"/>
    </w:pPr>
  </w:style>
  <w:style w:type="paragraph" w:customStyle="1" w:styleId="blocktext8">
    <w:name w:val="blocktext8"/>
    <w:basedOn w:val="isonormal"/>
    <w:rsid w:val="00E82755"/>
    <w:pPr>
      <w:keepLines/>
      <w:ind w:left="2102"/>
      <w:jc w:val="both"/>
    </w:pPr>
  </w:style>
  <w:style w:type="paragraph" w:customStyle="1" w:styleId="blocktext9">
    <w:name w:val="blocktext9"/>
    <w:basedOn w:val="isonormal"/>
    <w:rsid w:val="00E82755"/>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82755"/>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esec"/>
    <w:next w:val="pr"/>
  </w:style>
  <w:style w:type="paragraph" w:customStyle="1" w:styleId="elsec">
    <w:name w:val="elsec"/>
    <w:basedOn w:val="esec"/>
    <w:next w:val="pr"/>
  </w:style>
  <w:style w:type="paragraph" w:customStyle="1" w:styleId="eonecol">
    <w:name w:val="eonecol"/>
    <w:basedOn w:val="isof1"/>
    <w:rPr>
      <w:vanish/>
    </w:rPr>
  </w:style>
  <w:style w:type="paragraph" w:customStyle="1" w:styleId="ersec">
    <w:name w:val="ersec"/>
    <w:basedOn w:val="esec"/>
    <w:next w:val="pr"/>
  </w:style>
  <w:style w:type="paragraph" w:customStyle="1" w:styleId="esec">
    <w:name w:val="esec"/>
    <w:basedOn w:val="isof1"/>
    <w:pPr>
      <w:pBdr>
        <w:bottom w:val="single" w:sz="6" w:space="0" w:color="auto"/>
      </w:pBdr>
      <w:spacing w:line="80" w:lineRule="exact"/>
    </w:pPr>
  </w:style>
  <w:style w:type="paragraph" w:styleId="Footer">
    <w:name w:val="footer"/>
    <w:basedOn w:val="Normal"/>
    <w:link w:val="FooterChar"/>
    <w:rsid w:val="00E82755"/>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82755"/>
    <w:pPr>
      <w:tabs>
        <w:tab w:val="center" w:pos="4680"/>
        <w:tab w:val="right" w:pos="9360"/>
      </w:tabs>
    </w:pPr>
  </w:style>
  <w:style w:type="paragraph" w:customStyle="1" w:styleId="heading">
    <w:name w:val="heading"/>
    <w:basedOn w:val="isof4"/>
    <w:pPr>
      <w:keepNext/>
      <w:keepLines/>
      <w:jc w:val="center"/>
    </w:pPr>
    <w:rPr>
      <w:caps/>
    </w:rPr>
  </w:style>
  <w:style w:type="paragraph" w:customStyle="1" w:styleId="isof1">
    <w:name w:val="isof1"/>
    <w:basedOn w:val="isonormal"/>
    <w:rsid w:val="00E82755"/>
    <w:pPr>
      <w:spacing w:before="0"/>
      <w:jc w:val="both"/>
    </w:pPr>
  </w:style>
  <w:style w:type="paragraph" w:customStyle="1" w:styleId="isof2">
    <w:name w:val="isof2"/>
    <w:basedOn w:val="isonormal"/>
    <w:rsid w:val="00E82755"/>
    <w:pPr>
      <w:spacing w:before="0"/>
      <w:jc w:val="both"/>
    </w:pPr>
    <w:rPr>
      <w:b/>
    </w:rPr>
  </w:style>
  <w:style w:type="paragraph" w:customStyle="1" w:styleId="isof3">
    <w:name w:val="isof3"/>
    <w:basedOn w:val="isonormal"/>
    <w:rsid w:val="00E82755"/>
    <w:pPr>
      <w:spacing w:before="0" w:line="240" w:lineRule="auto"/>
      <w:jc w:val="center"/>
    </w:pPr>
    <w:rPr>
      <w:b/>
      <w:caps/>
      <w:sz w:val="24"/>
    </w:rPr>
  </w:style>
  <w:style w:type="paragraph" w:customStyle="1" w:styleId="isof4">
    <w:name w:val="isof4"/>
    <w:basedOn w:val="isonormal"/>
    <w:rsid w:val="00DD7BBF"/>
    <w:pPr>
      <w:spacing w:before="0" w:line="250" w:lineRule="exact"/>
    </w:pPr>
    <w:rPr>
      <w:b/>
      <w:sz w:val="24"/>
    </w:rPr>
  </w:style>
  <w:style w:type="paragraph" w:customStyle="1" w:styleId="landhed">
    <w:name w:val="landhed"/>
    <w:basedOn w:val="isof4"/>
    <w:pPr>
      <w:keepNext/>
      <w:keepLines/>
      <w:spacing w:before="80"/>
      <w:jc w:val="center"/>
    </w:pPr>
    <w:rPr>
      <w:caps/>
    </w:rPr>
  </w:style>
  <w:style w:type="paragraph" w:customStyle="1" w:styleId="linebrk">
    <w:name w:val="linebrk"/>
    <w:basedOn w:val="isof1"/>
    <w:pPr>
      <w:jc w:val="left"/>
    </w:p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isof1"/>
    <w:next w:val="isof1"/>
    <w:rPr>
      <w:vanish/>
    </w:rPr>
  </w:style>
  <w:style w:type="paragraph" w:customStyle="1" w:styleId="outlinehd1">
    <w:name w:val="outlinehd1"/>
    <w:basedOn w:val="isonormal"/>
    <w:next w:val="blocktext2"/>
    <w:rsid w:val="00E82755"/>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82755"/>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82755"/>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82755"/>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82755"/>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82755"/>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82755"/>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82755"/>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82755"/>
    <w:pPr>
      <w:keepNext/>
      <w:keepLines/>
      <w:tabs>
        <w:tab w:val="right" w:pos="2580"/>
        <w:tab w:val="left" w:pos="2700"/>
      </w:tabs>
      <w:suppressAutoHyphens/>
      <w:ind w:left="2707" w:hanging="2707"/>
    </w:pPr>
    <w:rPr>
      <w:b/>
    </w:rPr>
  </w:style>
  <w:style w:type="paragraph" w:customStyle="1" w:styleId="outlinetxt1">
    <w:name w:val="outlinetxt1"/>
    <w:basedOn w:val="isonormal"/>
    <w:rsid w:val="00E82755"/>
    <w:pPr>
      <w:keepLines/>
      <w:tabs>
        <w:tab w:val="right" w:pos="180"/>
        <w:tab w:val="left" w:pos="300"/>
      </w:tabs>
      <w:ind w:left="300" w:hanging="300"/>
      <w:jc w:val="both"/>
    </w:pPr>
    <w:rPr>
      <w:b/>
    </w:rPr>
  </w:style>
  <w:style w:type="paragraph" w:customStyle="1" w:styleId="outlinetxt2">
    <w:name w:val="outlinetxt2"/>
    <w:basedOn w:val="isonormal"/>
    <w:rsid w:val="00E82755"/>
    <w:pPr>
      <w:keepLines/>
      <w:tabs>
        <w:tab w:val="right" w:pos="480"/>
        <w:tab w:val="left" w:pos="600"/>
      </w:tabs>
      <w:ind w:left="600" w:hanging="600"/>
      <w:jc w:val="both"/>
    </w:pPr>
    <w:rPr>
      <w:b/>
    </w:rPr>
  </w:style>
  <w:style w:type="paragraph" w:customStyle="1" w:styleId="outlinetxt3">
    <w:name w:val="outlinetxt3"/>
    <w:basedOn w:val="isonormal"/>
    <w:link w:val="outlinetxt3Char"/>
    <w:rsid w:val="00E82755"/>
    <w:pPr>
      <w:keepLines/>
      <w:tabs>
        <w:tab w:val="right" w:pos="780"/>
        <w:tab w:val="left" w:pos="900"/>
      </w:tabs>
      <w:ind w:left="900" w:hanging="900"/>
      <w:jc w:val="both"/>
    </w:pPr>
    <w:rPr>
      <w:b/>
    </w:rPr>
  </w:style>
  <w:style w:type="paragraph" w:customStyle="1" w:styleId="outlinetxt4">
    <w:name w:val="outlinetxt4"/>
    <w:basedOn w:val="isonormal"/>
    <w:rsid w:val="00E82755"/>
    <w:pPr>
      <w:keepLines/>
      <w:tabs>
        <w:tab w:val="right" w:pos="1080"/>
        <w:tab w:val="left" w:pos="1200"/>
      </w:tabs>
      <w:ind w:left="1200" w:hanging="1200"/>
      <w:jc w:val="both"/>
    </w:pPr>
    <w:rPr>
      <w:b/>
    </w:rPr>
  </w:style>
  <w:style w:type="paragraph" w:customStyle="1" w:styleId="outlinetxt5">
    <w:name w:val="outlinetxt5"/>
    <w:basedOn w:val="isonormal"/>
    <w:rsid w:val="00E82755"/>
    <w:pPr>
      <w:keepLines/>
      <w:tabs>
        <w:tab w:val="right" w:pos="1380"/>
        <w:tab w:val="left" w:pos="1500"/>
      </w:tabs>
      <w:ind w:left="1500" w:hanging="1500"/>
      <w:jc w:val="both"/>
    </w:pPr>
    <w:rPr>
      <w:b/>
    </w:rPr>
  </w:style>
  <w:style w:type="paragraph" w:customStyle="1" w:styleId="outlinetxt6">
    <w:name w:val="outlinetxt6"/>
    <w:basedOn w:val="isonormal"/>
    <w:rsid w:val="00E82755"/>
    <w:pPr>
      <w:keepLines/>
      <w:tabs>
        <w:tab w:val="right" w:pos="1680"/>
        <w:tab w:val="left" w:pos="1800"/>
      </w:tabs>
      <w:ind w:left="1800" w:hanging="1800"/>
      <w:jc w:val="both"/>
    </w:pPr>
    <w:rPr>
      <w:b/>
    </w:rPr>
  </w:style>
  <w:style w:type="paragraph" w:customStyle="1" w:styleId="outlinetxt7">
    <w:name w:val="outlinetxt7"/>
    <w:basedOn w:val="isonormal"/>
    <w:rsid w:val="00E82755"/>
    <w:pPr>
      <w:keepLines/>
      <w:tabs>
        <w:tab w:val="right" w:pos="1980"/>
        <w:tab w:val="left" w:pos="2100"/>
      </w:tabs>
      <w:ind w:left="2100" w:hanging="2100"/>
      <w:jc w:val="both"/>
    </w:pPr>
    <w:rPr>
      <w:b/>
    </w:rPr>
  </w:style>
  <w:style w:type="paragraph" w:customStyle="1" w:styleId="outlinetxt8">
    <w:name w:val="outlinetxt8"/>
    <w:basedOn w:val="isonormal"/>
    <w:rsid w:val="00E82755"/>
    <w:pPr>
      <w:keepLines/>
      <w:tabs>
        <w:tab w:val="right" w:pos="2280"/>
        <w:tab w:val="left" w:pos="2400"/>
      </w:tabs>
      <w:ind w:left="2400" w:hanging="2400"/>
      <w:jc w:val="both"/>
    </w:pPr>
    <w:rPr>
      <w:b/>
    </w:rPr>
  </w:style>
  <w:style w:type="paragraph" w:customStyle="1" w:styleId="outlinetxt9">
    <w:name w:val="outlinetxt9"/>
    <w:basedOn w:val="isonormal"/>
    <w:rsid w:val="00E82755"/>
    <w:pPr>
      <w:keepLines/>
      <w:tabs>
        <w:tab w:val="right" w:pos="2580"/>
        <w:tab w:val="left" w:pos="2700"/>
      </w:tabs>
      <w:ind w:left="2700" w:hanging="2700"/>
      <w:jc w:val="both"/>
    </w:pPr>
    <w:rPr>
      <w:b/>
    </w:rPr>
  </w:style>
  <w:style w:type="paragraph" w:customStyle="1" w:styleId="pr">
    <w:name w:val="pr"/>
    <w:basedOn w:val="isof1"/>
    <w:pPr>
      <w:spacing w:before="80"/>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82755"/>
    <w:pPr>
      <w:spacing w:before="0" w:line="40" w:lineRule="exact"/>
      <w:jc w:val="both"/>
    </w:pPr>
  </w:style>
  <w:style w:type="paragraph" w:customStyle="1" w:styleId="subcap">
    <w:name w:val="subcap"/>
    <w:basedOn w:val="isof2"/>
    <w:pPr>
      <w:keepNext/>
      <w:keepLines/>
      <w:spacing w:before="80"/>
      <w:jc w:val="left"/>
    </w:pPr>
  </w:style>
  <w:style w:type="paragraph" w:customStyle="1" w:styleId="subcapr">
    <w:name w:val="subcapr"/>
    <w:basedOn w:val="isof2"/>
    <w:pPr>
      <w:keepNext/>
      <w:keepLines/>
      <w:spacing w:before="80" w:after="80"/>
      <w:jc w:val="right"/>
    </w:p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jc w:val="center"/>
    </w:pPr>
  </w:style>
  <w:style w:type="paragraph" w:customStyle="1" w:styleId="tablejust">
    <w:name w:val="tablejust"/>
    <w:basedOn w:val="isof1"/>
  </w:style>
  <w:style w:type="paragraph" w:customStyle="1" w:styleId="tableleft">
    <w:name w:val="tableleft"/>
    <w:basedOn w:val="isof1"/>
    <w:pPr>
      <w:jc w:val="left"/>
    </w:pPr>
  </w:style>
  <w:style w:type="paragraph" w:customStyle="1" w:styleId="tableright">
    <w:name w:val="tableright"/>
    <w:basedOn w:val="isof1"/>
    <w:pPr>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82755"/>
    <w:pPr>
      <w:keepLines/>
      <w:framePr w:w="1872" w:wrap="around" w:vAnchor="text" w:hAnchor="page" w:x="1080" w:y="1"/>
    </w:pPr>
    <w:rPr>
      <w:b/>
      <w:caps/>
    </w:rPr>
  </w:style>
  <w:style w:type="paragraph" w:customStyle="1" w:styleId="sectiontitlecenter">
    <w:name w:val="section title center"/>
    <w:basedOn w:val="isonormal"/>
    <w:rsid w:val="00E82755"/>
    <w:pPr>
      <w:keepNext/>
      <w:keepLines/>
      <w:pBdr>
        <w:top w:val="single" w:sz="6" w:space="3" w:color="auto"/>
      </w:pBdr>
      <w:jc w:val="center"/>
    </w:pPr>
    <w:rPr>
      <w:b/>
      <w:caps/>
      <w:sz w:val="24"/>
    </w:rPr>
  </w:style>
  <w:style w:type="paragraph" w:customStyle="1" w:styleId="sectiontitleflushleft">
    <w:name w:val="section title flush left"/>
    <w:basedOn w:val="isonormal"/>
    <w:rsid w:val="00E82755"/>
    <w:pPr>
      <w:keepNext/>
      <w:keepLines/>
      <w:pBdr>
        <w:top w:val="single" w:sz="6" w:space="3" w:color="auto"/>
      </w:pBdr>
    </w:pPr>
    <w:rPr>
      <w:b/>
      <w:caps/>
      <w:sz w:val="24"/>
    </w:rPr>
  </w:style>
  <w:style w:type="paragraph" w:customStyle="1" w:styleId="columnheading">
    <w:name w:val="column heading"/>
    <w:basedOn w:val="isonormal"/>
    <w:rsid w:val="00E82755"/>
    <w:pPr>
      <w:keepNext/>
      <w:keepLines/>
      <w:spacing w:before="0"/>
      <w:jc w:val="center"/>
    </w:pPr>
    <w:rPr>
      <w:b/>
    </w:rPr>
  </w:style>
  <w:style w:type="paragraph" w:customStyle="1" w:styleId="title12">
    <w:name w:val="title12"/>
    <w:basedOn w:val="isonormal"/>
    <w:next w:val="isonormal"/>
    <w:rsid w:val="00E82755"/>
    <w:pPr>
      <w:keepNext/>
      <w:keepLines/>
      <w:spacing w:before="0" w:line="240" w:lineRule="auto"/>
      <w:jc w:val="center"/>
    </w:pPr>
    <w:rPr>
      <w:b/>
      <w:caps/>
      <w:sz w:val="24"/>
    </w:rPr>
  </w:style>
  <w:style w:type="paragraph" w:customStyle="1" w:styleId="title18">
    <w:name w:val="title18"/>
    <w:basedOn w:val="isonormal"/>
    <w:next w:val="isonormal"/>
    <w:rsid w:val="00E82755"/>
    <w:pPr>
      <w:spacing w:before="0" w:line="360" w:lineRule="exact"/>
      <w:jc w:val="center"/>
    </w:pPr>
    <w:rPr>
      <w:b/>
      <w:caps/>
      <w:sz w:val="36"/>
    </w:rPr>
  </w:style>
  <w:style w:type="paragraph" w:styleId="List3">
    <w:name w:val="List 3"/>
    <w:basedOn w:val="Normal"/>
    <w:rsid w:val="00DD7BBF"/>
    <w:pPr>
      <w:ind w:left="1080" w:hanging="360"/>
      <w:jc w:val="center"/>
    </w:pPr>
    <w:rPr>
      <w:b/>
      <w:caps/>
      <w:sz w:val="24"/>
    </w:rPr>
  </w:style>
  <w:style w:type="paragraph" w:customStyle="1" w:styleId="center">
    <w:name w:val="center"/>
    <w:basedOn w:val="isonormal"/>
    <w:rsid w:val="00E82755"/>
    <w:pPr>
      <w:jc w:val="center"/>
    </w:pPr>
  </w:style>
  <w:style w:type="paragraph" w:customStyle="1" w:styleId="tabletext">
    <w:name w:val="tabletext"/>
    <w:basedOn w:val="isonormal"/>
    <w:rsid w:val="00E82755"/>
    <w:pPr>
      <w:spacing w:before="60"/>
    </w:pPr>
  </w:style>
  <w:style w:type="paragraph" w:styleId="TableofAuthorities">
    <w:name w:val="table of authorities"/>
    <w:basedOn w:val="Normal"/>
    <w:next w:val="Normal"/>
    <w:semiHidden/>
    <w:rsid w:val="00DD7BBF"/>
    <w:pPr>
      <w:tabs>
        <w:tab w:val="right" w:leader="dot" w:pos="10080"/>
      </w:tabs>
      <w:ind w:left="200" w:hanging="200"/>
    </w:pPr>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Space1pt4">
    <w:name w:val="Space1pt4"/>
    <w:basedOn w:val="Normal"/>
    <w:pPr>
      <w:spacing w:line="120" w:lineRule="exact"/>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pPr>
      <w:spacing w:before="60"/>
    </w:pPr>
  </w:style>
  <w:style w:type="paragraph" w:customStyle="1" w:styleId="Style1">
    <w:name w:val="Style1"/>
    <w:basedOn w:val="Normal"/>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DD7BBF"/>
    <w:pPr>
      <w:jc w:val="right"/>
    </w:pPr>
    <w:rPr>
      <w:sz w:val="22"/>
    </w:rPr>
  </w:style>
  <w:style w:type="paragraph" w:customStyle="1" w:styleId="ISOCircular">
    <w:name w:val="ISOCircular"/>
    <w:basedOn w:val="Normal"/>
    <w:rsid w:val="00DD7BBF"/>
    <w:pPr>
      <w:jc w:val="left"/>
    </w:pPr>
    <w:rPr>
      <w:i/>
      <w:caps/>
      <w:sz w:val="116"/>
    </w:rPr>
  </w:style>
  <w:style w:type="paragraph" w:customStyle="1" w:styleId="LineOfBusiness">
    <w:name w:val="LineOfBusiness"/>
    <w:basedOn w:val="Normal"/>
    <w:rsid w:val="00DD7BBF"/>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DD7BBF"/>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E82755"/>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DD7BBF"/>
    <w:pPr>
      <w:tabs>
        <w:tab w:val="right" w:leader="dot" w:pos="10080"/>
      </w:tabs>
      <w:ind w:left="200" w:hanging="200"/>
    </w:pPr>
  </w:style>
  <w:style w:type="paragraph" w:styleId="ListNumber">
    <w:name w:val="List Number"/>
    <w:basedOn w:val="Normal"/>
    <w:rsid w:val="00DD7BBF"/>
    <w:pPr>
      <w:ind w:left="360" w:hanging="360"/>
    </w:pPr>
  </w:style>
  <w:style w:type="paragraph" w:customStyle="1" w:styleId="sidetext">
    <w:name w:val="sidetext"/>
    <w:basedOn w:val="isonormal"/>
    <w:rsid w:val="00E82755"/>
    <w:pPr>
      <w:spacing w:before="0" w:line="240" w:lineRule="auto"/>
      <w:jc w:val="center"/>
    </w:pPr>
    <w:rPr>
      <w:sz w:val="52"/>
    </w:rPr>
  </w:style>
  <w:style w:type="paragraph" w:customStyle="1" w:styleId="tabletxtdecpage">
    <w:name w:val="tabletxt dec page"/>
    <w:basedOn w:val="isonormal"/>
    <w:rsid w:val="00E82755"/>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DD7BBF"/>
  </w:style>
  <w:style w:type="paragraph" w:customStyle="1" w:styleId="space8">
    <w:name w:val="space8"/>
    <w:basedOn w:val="isonormal"/>
    <w:next w:val="blocktext1"/>
    <w:rsid w:val="00E82755"/>
    <w:pPr>
      <w:spacing w:before="0" w:line="160" w:lineRule="exact"/>
      <w:jc w:val="both"/>
    </w:pPr>
  </w:style>
  <w:style w:type="paragraph" w:customStyle="1" w:styleId="space4">
    <w:name w:val="space4"/>
    <w:basedOn w:val="isonormal"/>
    <w:next w:val="blocktext1"/>
    <w:rsid w:val="00E82755"/>
    <w:pPr>
      <w:spacing w:before="0" w:line="80" w:lineRule="exact"/>
      <w:jc w:val="both"/>
    </w:pPr>
  </w:style>
  <w:style w:type="paragraph" w:customStyle="1" w:styleId="title14">
    <w:name w:val="title14"/>
    <w:basedOn w:val="isonormal"/>
    <w:next w:val="isonormal"/>
    <w:rsid w:val="00E82755"/>
    <w:pPr>
      <w:keepNext/>
      <w:keepLines/>
      <w:spacing w:before="0" w:line="240" w:lineRule="auto"/>
      <w:jc w:val="center"/>
    </w:pPr>
    <w:rPr>
      <w:b/>
      <w:caps/>
      <w:sz w:val="28"/>
    </w:rPr>
  </w:style>
  <w:style w:type="paragraph" w:customStyle="1" w:styleId="title16">
    <w:name w:val="title16"/>
    <w:basedOn w:val="isonormal"/>
    <w:next w:val="isonormal"/>
    <w:rsid w:val="00E82755"/>
    <w:pPr>
      <w:keepNext/>
      <w:keepLines/>
      <w:spacing w:before="0" w:line="240" w:lineRule="auto"/>
      <w:jc w:val="center"/>
    </w:pPr>
    <w:rPr>
      <w:b/>
      <w:caps/>
      <w:sz w:val="32"/>
    </w:rPr>
  </w:style>
  <w:style w:type="paragraph" w:customStyle="1" w:styleId="title24">
    <w:name w:val="title24"/>
    <w:basedOn w:val="isonormal"/>
    <w:next w:val="isonormal"/>
    <w:rsid w:val="00E82755"/>
    <w:pPr>
      <w:keepNext/>
      <w:keepLines/>
      <w:spacing w:before="0" w:line="240" w:lineRule="auto"/>
      <w:jc w:val="center"/>
    </w:pPr>
    <w:rPr>
      <w:b/>
      <w:caps/>
      <w:sz w:val="48"/>
    </w:rPr>
  </w:style>
  <w:style w:type="paragraph" w:customStyle="1" w:styleId="title30">
    <w:name w:val="title30"/>
    <w:basedOn w:val="isonormal"/>
    <w:next w:val="isonormal"/>
    <w:rsid w:val="00E82755"/>
    <w:pPr>
      <w:keepNext/>
      <w:keepLines/>
      <w:spacing w:before="0" w:line="240" w:lineRule="auto"/>
      <w:jc w:val="center"/>
    </w:pPr>
    <w:rPr>
      <w:b/>
      <w:caps/>
      <w:sz w:val="60"/>
    </w:rPr>
  </w:style>
  <w:style w:type="paragraph" w:customStyle="1" w:styleId="columnheading12">
    <w:name w:val="column heading12"/>
    <w:basedOn w:val="isonormal"/>
    <w:rsid w:val="00E82755"/>
    <w:pPr>
      <w:keepNext/>
      <w:keepLines/>
      <w:spacing w:before="0" w:line="240" w:lineRule="auto"/>
      <w:jc w:val="center"/>
    </w:pPr>
    <w:rPr>
      <w:b/>
      <w:sz w:val="24"/>
    </w:rPr>
  </w:style>
  <w:style w:type="paragraph" w:customStyle="1" w:styleId="columnheading14">
    <w:name w:val="column heading14"/>
    <w:basedOn w:val="isonormal"/>
    <w:rsid w:val="00E82755"/>
    <w:pPr>
      <w:keepNext/>
      <w:keepLines/>
      <w:spacing w:before="0" w:line="240" w:lineRule="auto"/>
      <w:jc w:val="center"/>
    </w:pPr>
    <w:rPr>
      <w:b/>
      <w:sz w:val="28"/>
    </w:rPr>
  </w:style>
  <w:style w:type="paragraph" w:customStyle="1" w:styleId="columnheading16">
    <w:name w:val="column heading16"/>
    <w:basedOn w:val="isonormal"/>
    <w:rsid w:val="00E82755"/>
    <w:pPr>
      <w:keepNext/>
      <w:keepLines/>
      <w:spacing w:before="0" w:line="240" w:lineRule="auto"/>
      <w:jc w:val="center"/>
    </w:pPr>
    <w:rPr>
      <w:b/>
      <w:sz w:val="32"/>
    </w:rPr>
  </w:style>
  <w:style w:type="paragraph" w:customStyle="1" w:styleId="columnheading18">
    <w:name w:val="column heading18"/>
    <w:basedOn w:val="isonormal"/>
    <w:rsid w:val="00E82755"/>
    <w:pPr>
      <w:keepNext/>
      <w:keepLines/>
      <w:spacing w:before="0" w:line="240" w:lineRule="auto"/>
      <w:jc w:val="center"/>
    </w:pPr>
    <w:rPr>
      <w:b/>
      <w:sz w:val="36"/>
    </w:rPr>
  </w:style>
  <w:style w:type="paragraph" w:customStyle="1" w:styleId="columnheading24">
    <w:name w:val="column heading24"/>
    <w:basedOn w:val="isonormal"/>
    <w:rsid w:val="00E82755"/>
    <w:pPr>
      <w:keepNext/>
      <w:keepLines/>
      <w:spacing w:before="0" w:line="240" w:lineRule="auto"/>
      <w:jc w:val="center"/>
    </w:pPr>
    <w:rPr>
      <w:b/>
      <w:sz w:val="48"/>
    </w:rPr>
  </w:style>
  <w:style w:type="paragraph" w:customStyle="1" w:styleId="tabletext8">
    <w:name w:val="tabletext8"/>
    <w:basedOn w:val="isonormal"/>
    <w:rsid w:val="00E82755"/>
    <w:pPr>
      <w:spacing w:before="60"/>
    </w:pPr>
    <w:rPr>
      <w:sz w:val="16"/>
    </w:rPr>
  </w:style>
  <w:style w:type="paragraph" w:customStyle="1" w:styleId="TEXT12">
    <w:name w:val="TEXT12"/>
    <w:basedOn w:val="isonormal"/>
    <w:rsid w:val="00E82755"/>
    <w:pPr>
      <w:spacing w:line="240" w:lineRule="auto"/>
    </w:pPr>
    <w:rPr>
      <w:sz w:val="24"/>
    </w:rPr>
  </w:style>
  <w:style w:type="paragraph" w:customStyle="1" w:styleId="TEXT14">
    <w:name w:val="TEXT14"/>
    <w:basedOn w:val="isonormal"/>
    <w:rsid w:val="00E82755"/>
    <w:pPr>
      <w:spacing w:line="240" w:lineRule="auto"/>
    </w:pPr>
    <w:rPr>
      <w:sz w:val="28"/>
    </w:rPr>
  </w:style>
  <w:style w:type="paragraph" w:customStyle="1" w:styleId="TEXT16">
    <w:name w:val="TEXT16"/>
    <w:basedOn w:val="isonormal"/>
    <w:rsid w:val="00E82755"/>
    <w:pPr>
      <w:spacing w:line="240" w:lineRule="auto"/>
    </w:pPr>
    <w:rPr>
      <w:sz w:val="32"/>
    </w:rPr>
  </w:style>
  <w:style w:type="paragraph" w:customStyle="1" w:styleId="TEXT18">
    <w:name w:val="TEXT18"/>
    <w:basedOn w:val="isonormal"/>
    <w:rsid w:val="00E82755"/>
    <w:pPr>
      <w:spacing w:line="240" w:lineRule="auto"/>
    </w:pPr>
    <w:rPr>
      <w:sz w:val="36"/>
    </w:rPr>
  </w:style>
  <w:style w:type="paragraph" w:customStyle="1" w:styleId="TEXT24">
    <w:name w:val="TEXT24"/>
    <w:basedOn w:val="isonormal"/>
    <w:rsid w:val="00E82755"/>
    <w:pPr>
      <w:spacing w:line="240" w:lineRule="auto"/>
    </w:pPr>
    <w:rPr>
      <w:sz w:val="48"/>
    </w:rPr>
  </w:style>
  <w:style w:type="table" w:styleId="TableGrid">
    <w:name w:val="Table Grid"/>
    <w:basedOn w:val="TableNormal"/>
    <w:rsid w:val="00E82755"/>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82755"/>
    <w:pPr>
      <w:spacing w:before="0" w:line="40" w:lineRule="exact"/>
      <w:jc w:val="both"/>
    </w:pPr>
  </w:style>
  <w:style w:type="paragraph" w:customStyle="1" w:styleId="tablerow4">
    <w:name w:val="tablerow4"/>
    <w:basedOn w:val="isonormal"/>
    <w:next w:val="tabletext"/>
    <w:rsid w:val="00E82755"/>
    <w:pPr>
      <w:spacing w:before="0" w:line="80" w:lineRule="exact"/>
      <w:jc w:val="both"/>
    </w:pPr>
  </w:style>
  <w:style w:type="character" w:customStyle="1" w:styleId="Heading1Char">
    <w:name w:val="Heading 1 Char"/>
    <w:link w:val="Heading1"/>
    <w:rsid w:val="00E82755"/>
    <w:rPr>
      <w:rFonts w:ascii="Helv" w:hAnsi="Helv"/>
      <w:b/>
      <w:sz w:val="24"/>
      <w:u w:val="single"/>
    </w:rPr>
  </w:style>
  <w:style w:type="character" w:customStyle="1" w:styleId="Heading2Char">
    <w:name w:val="Heading 2 Char"/>
    <w:link w:val="Heading2"/>
    <w:rsid w:val="00E82755"/>
    <w:rPr>
      <w:rFonts w:ascii="Helv" w:hAnsi="Helv"/>
      <w:b/>
      <w:sz w:val="24"/>
    </w:rPr>
  </w:style>
  <w:style w:type="character" w:customStyle="1" w:styleId="Heading3Char">
    <w:name w:val="Heading 3 Char"/>
    <w:link w:val="Heading3"/>
    <w:rsid w:val="00E82755"/>
    <w:rPr>
      <w:rFonts w:ascii="Tms Rmn" w:hAnsi="Tms Rmn"/>
      <w:b/>
      <w:sz w:val="24"/>
    </w:rPr>
  </w:style>
  <w:style w:type="paragraph" w:customStyle="1" w:styleId="tablehead">
    <w:name w:val="tablehead"/>
    <w:basedOn w:val="isonormal"/>
    <w:rsid w:val="00E82755"/>
    <w:pPr>
      <w:spacing w:before="40" w:after="20" w:line="190" w:lineRule="exact"/>
      <w:jc w:val="center"/>
    </w:pPr>
    <w:rPr>
      <w:b/>
      <w:sz w:val="18"/>
    </w:rPr>
  </w:style>
  <w:style w:type="paragraph" w:customStyle="1" w:styleId="tabletext11">
    <w:name w:val="tabletext1/1"/>
    <w:basedOn w:val="isonormal"/>
    <w:rsid w:val="00E82755"/>
    <w:pPr>
      <w:spacing w:before="20" w:after="20" w:line="190" w:lineRule="exact"/>
    </w:pPr>
    <w:rPr>
      <w:sz w:val="18"/>
    </w:rPr>
  </w:style>
  <w:style w:type="character" w:customStyle="1" w:styleId="HeaderChar">
    <w:name w:val="Header Char"/>
    <w:link w:val="Header"/>
    <w:rsid w:val="00E82755"/>
    <w:rPr>
      <w:rFonts w:ascii="Arial" w:hAnsi="Arial"/>
    </w:rPr>
  </w:style>
  <w:style w:type="character" w:customStyle="1" w:styleId="FooterChar">
    <w:name w:val="Footer Char"/>
    <w:link w:val="Footer"/>
    <w:rsid w:val="00E82755"/>
    <w:rPr>
      <w:rFonts w:ascii="Arial" w:hAnsi="Arial"/>
    </w:rPr>
  </w:style>
  <w:style w:type="character" w:customStyle="1" w:styleId="formlink">
    <w:name w:val="formlink"/>
    <w:rsid w:val="00E82755"/>
    <w:rPr>
      <w:b/>
    </w:rPr>
  </w:style>
  <w:style w:type="character" w:customStyle="1" w:styleId="blocktext3Char">
    <w:name w:val="blocktext3 Char"/>
    <w:link w:val="blocktext3"/>
    <w:rsid w:val="00BD682B"/>
    <w:rPr>
      <w:rFonts w:ascii="Arial" w:hAnsi="Arial"/>
    </w:rPr>
  </w:style>
  <w:style w:type="character" w:customStyle="1" w:styleId="outlinetxt3Char">
    <w:name w:val="outlinetxt3 Char"/>
    <w:link w:val="outlinetxt3"/>
    <w:rsid w:val="00BD682B"/>
    <w:rPr>
      <w:rFonts w:ascii="Arial"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umberOfPages xmlns="a86cc342-0045-41e2-80e9-abdb777d2eca">4</NumberOfPages>
    <DocumentName xmlns="a86cc342-0045-41e2-80e9-abdb777d2eca">LI-AG-2021-023 - 003 - BP 01 11 04 22 Final.docx</DocumentName>
    <LOB xmlns="a86cc342-0045-41e2-80e9-abdb777d2eca">4</LOB>
    <Filings xmlns="a86cc342-0045-41e2-80e9-abdb777d2eca" xsi:nil="true"/>
    <AdditionalCircularNumbers xmlns="a86cc342-0045-41e2-80e9-abdb777d2eca">LI-BP-2021-115
LI-CF-2021-044
LI-CM-2021-021
LI-FR-2021-084
LI-HH-2021-010
LI-OP-2021-023
</AdditionalCircularNumbers>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i30836</AuthorId>
    <CircularDocDescription xmlns="a86cc342-0045-41e2-80e9-abdb777d2eca">BP 01 11 04 22 Final</CircularDocDescription>
    <Date_x0020_Modified xmlns="a86cc342-0045-41e2-80e9-abdb777d2eca">2021-08-26T04:00:00+00:00</Date_x0020_Modified>
    <CircularDate xmlns="a86cc342-0045-41e2-80e9-abdb777d2eca">2021-09-22T04:00:00+00:00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Revisions to various Commercial Lines Missouri Changes Endorsements in response to 2021 Mo. Sess. Laws ___ (former H.B. 604) to be implemented. Filing ID: CL-2021-OEND1 Effective Date: April 1, 2022 Applicable Lines: AG, BP, CF, CM, [...]</KeyMessage>
    <CircularNumber xmlns="a86cc342-0045-41e2-80e9-abdb777d2eca">LI-AG-2021-023</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Araque, Jillian</AuthorName>
    <Sequence xmlns="a86cc342-0045-41e2-80e9-abdb777d2eca">2</Sequence>
    <ServiceModuleString xmlns="a86cc342-0045-41e2-80e9-abdb777d2eca">Forms;</ServiceModuleString>
    <CircId xmlns="a86cc342-0045-41e2-80e9-abdb777d2eca">33622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KeyMessageDoc xmlns="a86cc342-0045-41e2-80e9-abdb777d2eca" xsi:nil="true"/>
    <CircularTitle xmlns="a86cc342-0045-41e2-80e9-abdb777d2eca">MISSOURI REVISED LOSS PAYMENT PROVISIONS IN RESPONSE TO MISSOURI FORMER H.B. 604 TO BE IMPLEMENTED</CircularTitle>
    <Jurs xmlns="a86cc342-0045-41e2-80e9-abdb777d2eca">
      <Value>27</Value>
    </Jurs>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267d83bae528d82fd6e8565c5c7345a2">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9718fa7371f90dd60b7d6f40e817801b"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Type" ma:default="Cover Letter" ma:format="Dropdown" ma:internalName="AttachmentType" ma:readOnly="false">
      <xsd:simpleType>
        <xsd:restriction base="dms:Choice">
          <xsd:enumeration value="Cover Letter"/>
          <xsd:enumeration value="EM"/>
          <xsd:enumeration value="Form"/>
          <xsd:enumeration value="Class Table"/>
          <xsd:enumeration value="Experience Review"/>
          <xsd:enumeration value="Manual Page(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6B870B-554E-4A17-9E14-6B176F78311B}"/>
</file>

<file path=customXml/itemProps2.xml><?xml version="1.0" encoding="utf-8"?>
<ds:datastoreItem xmlns:ds="http://schemas.openxmlformats.org/officeDocument/2006/customXml" ds:itemID="{4FF7D0AA-54B7-4522-9519-4E4301CFF7B4}"/>
</file>

<file path=customXml/itemProps3.xml><?xml version="1.0" encoding="utf-8"?>
<ds:datastoreItem xmlns:ds="http://schemas.openxmlformats.org/officeDocument/2006/customXml" ds:itemID="{E70F9FCF-3B18-486B-BA78-0DF7EA2192C7}"/>
</file>

<file path=customXml/itemProps4.xml><?xml version="1.0" encoding="utf-8"?>
<ds:datastoreItem xmlns:ds="http://schemas.openxmlformats.org/officeDocument/2006/customXml" ds:itemID="{25E7488C-D86A-4725-9687-95ECADCF9E49}"/>
</file>

<file path=customXml/itemProps5.xml><?xml version="1.0" encoding="utf-8"?>
<ds:datastoreItem xmlns:ds="http://schemas.openxmlformats.org/officeDocument/2006/customXml" ds:itemID="{DCF828E8-4D23-4A8C-9FD1-BC75F37AC65E}"/>
</file>

<file path=docProps/app.xml><?xml version="1.0" encoding="utf-8"?>
<Properties xmlns="http://schemas.openxmlformats.org/officeDocument/2006/extended-properties" xmlns:vt="http://schemas.openxmlformats.org/officeDocument/2006/docPropsVTypes">
  <Template>FORMSADDINAUTO.DOTM</Template>
  <TotalTime>0</TotalTime>
  <Pages>5</Pages>
  <Words>2175</Words>
  <Characters>10471</Characters>
  <Application>Microsoft Office Word</Application>
  <DocSecurity>0</DocSecurity>
  <Lines>352</Lines>
  <Paragraphs>89</Paragraphs>
  <ScaleCrop>false</ScaleCrop>
  <HeadingPairs>
    <vt:vector size="2" baseType="variant">
      <vt:variant>
        <vt:lpstr>Title</vt:lpstr>
      </vt:variant>
      <vt:variant>
        <vt:i4>1</vt:i4>
      </vt:variant>
    </vt:vector>
  </HeadingPairs>
  <TitlesOfParts>
    <vt:vector size="1" baseType="lpstr">
      <vt:lpstr>MISSOURI CHANGES</vt:lpstr>
    </vt:vector>
  </TitlesOfParts>
  <Manager/>
  <Company/>
  <LinksUpToDate>false</LinksUpToDate>
  <CharactersWithSpaces>12661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MISSOURI CHANGES</dc:title>
  <dc:subject/>
  <dc:creator/>
  <cp:keywords/>
  <dc:description>5</dc:description>
  <cp:lastModifiedBy/>
  <cp:revision>1</cp:revision>
  <cp:lastPrinted>2009-02-13T16:46:00Z</cp:lastPrinted>
  <dcterms:created xsi:type="dcterms:W3CDTF">2021-08-06T17:14:00Z</dcterms:created>
  <dcterms:modified xsi:type="dcterms:W3CDTF">2021-08-26T18:18:00Z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ntentType">
    <vt:lpwstr>ISOForm</vt:lpwstr>
  </property>
  <property fmtid="{D5CDD505-2E9C-101B-9397-08002B2CF9AE}" pid="4" name="ContentTypeId">
    <vt:lpwstr>0x0101002A7B4D783DF0499AA9CFFB0BDFDF2D2C00B742AC3165F72545976B399ED8B6337E</vt:lpwstr>
  </property>
  <property fmtid="{D5CDD505-2E9C-101B-9397-08002B2CF9AE}" pid="5" name="Description">
    <vt:lpwstr/>
  </property>
  <property fmtid="{D5CDD505-2E9C-101B-9397-08002B2CF9AE}" pid="6" name="Description_7ad71744-3b06-4509-86f6-6ccc622f2ec3">
    <vt:lpwstr/>
  </property>
  <property fmtid="{D5CDD505-2E9C-101B-9397-08002B2CF9AE}" pid="7" name="display_urn:schemas-microsoft-com:office:office#Author">
    <vt:lpwstr>System Account</vt:lpwstr>
  </property>
  <property fmtid="{D5CDD505-2E9C-101B-9397-08002B2CF9AE}" pid="8" name="display_urn:schemas-microsoft-com:office:office#Editor">
    <vt:lpwstr>System Account</vt:lpwstr>
  </property>
  <property fmtid="{D5CDD505-2E9C-101B-9397-08002B2CF9AE}" pid="9" name="dte$">
    <vt:lpwstr/>
  </property>
  <property fmtid="{D5CDD505-2E9C-101B-9397-08002B2CF9AE}" pid="10" name="Form">
    <vt:lpwstr>BP01111113    </vt:lpwstr>
  </property>
  <property fmtid="{D5CDD505-2E9C-101B-9397-08002B2CF9AE}" pid="11" name="Form: Action">
    <vt:lpwstr>R   </vt:lpwstr>
  </property>
  <property fmtid="{D5CDD505-2E9C-101B-9397-08002B2CF9AE}" pid="12" name="Form: BaseFormNumber">
    <vt:lpwstr>BP0111    </vt:lpwstr>
  </property>
  <property fmtid="{D5CDD505-2E9C-101B-9397-08002B2CF9AE}" pid="13" name="Form: Cancellation">
    <vt:lpwstr>N</vt:lpwstr>
  </property>
  <property fmtid="{D5CDD505-2E9C-101B-9397-08002B2CF9AE}" pid="14" name="Form: CategoryCode">
    <vt:lpwstr>01</vt:lpwstr>
  </property>
  <property fmtid="{D5CDD505-2E9C-101B-9397-08002B2CF9AE}" pid="15" name="Form: CentralDistribution">
    <vt:lpwstr>Y</vt:lpwstr>
  </property>
  <property fmtid="{D5CDD505-2E9C-101B-9397-08002B2CF9AE}" pid="16" name="Form: DisplayFormNumber">
    <vt:lpwstr>BP 01 11 11 13      </vt:lpwstr>
  </property>
  <property fmtid="{D5CDD505-2E9C-101B-9397-08002B2CF9AE}" pid="17" name="Form: EditionDate">
    <vt:lpwstr>1113</vt:lpwstr>
  </property>
  <property fmtid="{D5CDD505-2E9C-101B-9397-08002B2CF9AE}" pid="18" name="Form: EditionDateCentury">
    <vt:lpwstr>20131101</vt:lpwstr>
  </property>
  <property fmtid="{D5CDD505-2E9C-101B-9397-08002B2CF9AE}" pid="19" name="Form: EditionDateInd">
    <vt:lpwstr>Y</vt:lpwstr>
  </property>
  <property fmtid="{D5CDD505-2E9C-101B-9397-08002B2CF9AE}" pid="20" name="Form: EffectiveDate">
    <vt:lpwstr>2013-11-01T00:00:00Z</vt:lpwstr>
  </property>
  <property fmtid="{D5CDD505-2E9C-101B-9397-08002B2CF9AE}" pid="21" name="Form: FilingId">
    <vt:lpwstr>CL-2013-OCH1     </vt:lpwstr>
  </property>
  <property fmtid="{D5CDD505-2E9C-101B-9397-08002B2CF9AE}" pid="22" name="Form: FormNumber">
    <vt:lpwstr>BP01111113    </vt:lpwstr>
  </property>
  <property fmtid="{D5CDD505-2E9C-101B-9397-08002B2CF9AE}" pid="23" name="Form: FormType">
    <vt:lpwstr>E   </vt:lpwstr>
  </property>
  <property fmtid="{D5CDD505-2E9C-101B-9397-08002B2CF9AE}" pid="24" name="Form: Jurisdiction">
    <vt:lpwstr>MO</vt:lpwstr>
  </property>
  <property fmtid="{D5CDD505-2E9C-101B-9397-08002B2CF9AE}" pid="25" name="Form: Language">
    <vt:lpwstr>E   </vt:lpwstr>
  </property>
  <property fmtid="{D5CDD505-2E9C-101B-9397-08002B2CF9AE}" pid="26" name="Form: LOB">
    <vt:lpwstr>BP</vt:lpwstr>
  </property>
  <property fmtid="{D5CDD505-2E9C-101B-9397-08002B2CF9AE}" pid="27" name="Form: Mandatory">
    <vt:lpwstr>Y</vt:lpwstr>
  </property>
  <property fmtid="{D5CDD505-2E9C-101B-9397-08002B2CF9AE}" pid="28" name="Form: ObsInd">
    <vt:lpwstr/>
  </property>
  <property fmtid="{D5CDD505-2E9C-101B-9397-08002B2CF9AE}" pid="29" name="Form: ObsolescenceDate">
    <vt:lpwstr>0001-01-01T00:00:00Z</vt:lpwstr>
  </property>
  <property fmtid="{D5CDD505-2E9C-101B-9397-08002B2CF9AE}" pid="30" name="Form: Portfolio">
    <vt:lpwstr>Y</vt:lpwstr>
  </property>
  <property fmtid="{D5CDD505-2E9C-101B-9397-08002B2CF9AE}" pid="31" name="Form: Program">
    <vt:lpwstr>  </vt:lpwstr>
  </property>
  <property fmtid="{D5CDD505-2E9C-101B-9397-08002B2CF9AE}" pid="32" name="Form: Project">
    <vt:lpwstr>Appraisal Revision</vt:lpwstr>
  </property>
  <property fmtid="{D5CDD505-2E9C-101B-9397-08002B2CF9AE}" pid="33" name="Form: Simplified">
    <vt:lpwstr>Y</vt:lpwstr>
  </property>
  <property fmtid="{D5CDD505-2E9C-101B-9397-08002B2CF9AE}" pid="34" name="Form: Status">
    <vt:lpwstr>X   </vt:lpwstr>
  </property>
  <property fmtid="{D5CDD505-2E9C-101B-9397-08002B2CF9AE}" pid="35" name="Form: UserObs">
    <vt:lpwstr/>
  </property>
  <property fmtid="{D5CDD505-2E9C-101B-9397-08002B2CF9AE}" pid="36" name="Form: Version">
    <vt:lpwstr>3.00000000000000</vt:lpwstr>
  </property>
  <property fmtid="{D5CDD505-2E9C-101B-9397-08002B2CF9AE}" pid="37" name="Form: WithdrawlDate">
    <vt:lpwstr>0001-01-01T00:00:00Z</vt:lpwstr>
  </property>
  <property fmtid="{D5CDD505-2E9C-101B-9397-08002B2CF9AE}" pid="38" name="FormNumber">
    <vt:lpwstr/>
  </property>
  <property fmtid="{D5CDD505-2E9C-101B-9397-08002B2CF9AE}" pid="39" name="FORM_ID">
    <vt:lpwstr/>
  </property>
  <property fmtid="{D5CDD505-2E9C-101B-9397-08002B2CF9AE}" pid="40" name="FORM_ID0">
    <vt:lpwstr>__bk830024000500030013001300130013001300130033000200020002000200</vt:lpwstr>
  </property>
  <property fmtid="{D5CDD505-2E9C-101B-9397-08002B2CF9AE}" pid="41" name="ILLOBS">
    <vt:lpwstr/>
  </property>
  <property fmtid="{D5CDD505-2E9C-101B-9397-08002B2CF9AE}" pid="42" name="item$">
    <vt:lpwstr/>
  </property>
  <property fmtid="{D5CDD505-2E9C-101B-9397-08002B2CF9AE}" pid="43" name="ManifestActionCode">
    <vt:lpwstr/>
  </property>
  <property fmtid="{D5CDD505-2E9C-101B-9397-08002B2CF9AE}" pid="44" name="NoCopyright$">
    <vt:lpwstr>© Insurance Services Office, Inc.,xxxx</vt:lpwstr>
  </property>
  <property fmtid="{D5CDD505-2E9C-101B-9397-08002B2CF9AE}" pid="45" name="Order">
    <vt:lpwstr>18787400.0000000</vt:lpwstr>
  </property>
  <property fmtid="{D5CDD505-2E9C-101B-9397-08002B2CF9AE}" pid="46" name="pgno$">
    <vt:lpwstr/>
  </property>
  <property fmtid="{D5CDD505-2E9C-101B-9397-08002B2CF9AE}" pid="47" name="Service1">
    <vt:lpwstr>Forms</vt:lpwstr>
  </property>
  <property fmtid="{D5CDD505-2E9C-101B-9397-08002B2CF9AE}" pid="48" name="Status$">
    <vt:lpwstr/>
  </property>
  <property fmtid="{D5CDD505-2E9C-101B-9397-08002B2CF9AE}" pid="49" name="TemplateType">
    <vt:lpwstr>FORMS</vt:lpwstr>
  </property>
  <property fmtid="{D5CDD505-2E9C-101B-9397-08002B2CF9AE}" pid="50" name="TemplateUrl">
    <vt:lpwstr/>
  </property>
  <property fmtid="{D5CDD505-2E9C-101B-9397-08002B2CF9AE}" pid="51" name="xd_ProgID">
    <vt:lpwstr/>
  </property>
  <property fmtid="{D5CDD505-2E9C-101B-9397-08002B2CF9AE}" pid="52" name="_NewReviewCycle">
    <vt:lpwstr/>
  </property>
  <property fmtid="{D5CDD505-2E9C-101B-9397-08002B2CF9AE}" pid="53" name="_UIVersionString">
    <vt:lpwstr>1.0</vt:lpwstr>
  </property>
  <property fmtid="{D5CDD505-2E9C-101B-9397-08002B2CF9AE}" pid="54" name="_docset_NoMedatataSyncRequired">
    <vt:lpwstr>False</vt:lpwstr>
  </property>
  <property fmtid="{D5CDD505-2E9C-101B-9397-08002B2CF9AE}" pid="55" name="PSDName">
    <vt:lpwstr/>
  </property>
  <property fmtid="{D5CDD505-2E9C-101B-9397-08002B2CF9AE}" pid="56" name="PSDId">
    <vt:lpwstr/>
  </property>
</Properties>
</file>