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41389" w14:textId="77777777" w:rsidR="001738EA" w:rsidRPr="00852325" w:rsidRDefault="00D657B4" w:rsidP="006531A3">
      <w:pPr>
        <w:pStyle w:val="title18"/>
        <w:rPr>
          <w:rFonts w:cs="Arial"/>
          <w:noProof/>
        </w:rPr>
      </w:pPr>
      <w:r w:rsidRPr="00852325">
        <w:rPr>
          <w:rFonts w:cs="Arial"/>
          <w:noProof/>
        </w:rPr>
        <w:t>WASHINGTON – EXCLUSION – VIRAL OR BACTERIAL</w:t>
      </w:r>
      <w:r w:rsidRPr="00852325">
        <w:rPr>
          <w:rFonts w:cs="Arial"/>
          <w:noProof/>
        </w:rPr>
        <w:br/>
        <w:t>INFECTIONS – EXCEPTION FOR DESIGNATED</w:t>
      </w:r>
      <w:r w:rsidRPr="00852325">
        <w:rPr>
          <w:rFonts w:cs="Arial"/>
          <w:noProof/>
        </w:rPr>
        <w:br/>
        <w:t>INFECTION, ONGOING OPERATIONS OR PRODUCTS</w:t>
      </w:r>
    </w:p>
    <w:p w14:paraId="2EF4138A" w14:textId="77777777" w:rsidR="00D657B4" w:rsidRPr="00D657B4" w:rsidRDefault="00D657B4" w:rsidP="006531A3">
      <w:pPr>
        <w:pStyle w:val="isonormal"/>
        <w:sectPr w:rsidR="00D657B4" w:rsidRPr="00D657B4" w:rsidSect="006531A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2EF4138B" w14:textId="77777777" w:rsidR="00D657B4" w:rsidRDefault="00D657B4" w:rsidP="006531A3">
      <w:pPr>
        <w:pStyle w:val="blocktext1"/>
      </w:pPr>
    </w:p>
    <w:p w14:paraId="2EF4138C" w14:textId="77777777" w:rsidR="00D657B4" w:rsidRDefault="00D657B4" w:rsidP="006531A3">
      <w:pPr>
        <w:pStyle w:val="blocktext1"/>
        <w:sectPr w:rsidR="00D657B4" w:rsidSect="006531A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2EF4138D" w14:textId="77777777" w:rsidR="001738EA" w:rsidRPr="00D666C7" w:rsidRDefault="00F64B77" w:rsidP="006531A3">
      <w:pPr>
        <w:pStyle w:val="blocktext1"/>
      </w:pPr>
      <w:r w:rsidRPr="00D666C7">
        <w:t>This endorsement modifies insurance provided under the following:</w:t>
      </w:r>
    </w:p>
    <w:p w14:paraId="2EF4138E" w14:textId="77777777" w:rsidR="001738EA" w:rsidRDefault="00F64B77" w:rsidP="006531A3">
      <w:pPr>
        <w:pStyle w:val="blockhd2"/>
        <w:rPr>
          <w:b w:val="0"/>
        </w:rPr>
      </w:pPr>
      <w:r w:rsidRPr="00D666C7">
        <w:br/>
      </w:r>
      <w:r w:rsidRPr="00D666C7">
        <w:rPr>
          <w:b w:val="0"/>
        </w:rPr>
        <w:t>COMMERCIAL GENERAL LIABILITY COVERAGE PART</w:t>
      </w:r>
    </w:p>
    <w:p w14:paraId="2EF4138F" w14:textId="77777777" w:rsidR="00D657B4" w:rsidRPr="00D657B4" w:rsidRDefault="00D657B4" w:rsidP="006531A3">
      <w:pPr>
        <w:pStyle w:val="columnheading"/>
      </w:pPr>
    </w:p>
    <w:p w14:paraId="2EF41390" w14:textId="77777777" w:rsidR="008B088F" w:rsidRDefault="00F64B77" w:rsidP="006531A3">
      <w:pPr>
        <w:pStyle w:val="columnheading"/>
      </w:pPr>
      <w:r w:rsidRPr="00D666C7">
        <w:t>S</w:t>
      </w:r>
      <w:r w:rsidR="00D657B4">
        <w:t>CHEDULE</w:t>
      </w:r>
    </w:p>
    <w:p w14:paraId="2EF41391" w14:textId="77777777" w:rsidR="00D657B4" w:rsidRPr="00D666C7" w:rsidRDefault="00D657B4" w:rsidP="006531A3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F121D3" w14:paraId="2EF41393" w14:textId="77777777" w:rsidTr="00D657B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2EF41392" w14:textId="77777777" w:rsidR="008B088F" w:rsidRPr="00D657B4" w:rsidRDefault="006C0D59" w:rsidP="006531A3">
            <w:pPr>
              <w:pStyle w:val="tabletext"/>
              <w:rPr>
                <w:b/>
                <w:bCs/>
              </w:rPr>
            </w:pPr>
            <w:r w:rsidRPr="00D657B4">
              <w:rPr>
                <w:b/>
                <w:bCs/>
              </w:rPr>
              <w:t>Description Of Infection:</w:t>
            </w:r>
          </w:p>
        </w:tc>
      </w:tr>
      <w:tr w:rsidR="00F121D3" w14:paraId="2EF41395" w14:textId="77777777" w:rsidTr="00D657B4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2EF41394" w14:textId="77777777" w:rsidR="00D657B4" w:rsidRPr="00D657B4" w:rsidRDefault="00581D7B" w:rsidP="006531A3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F121D3" w14:paraId="2EF41397" w14:textId="77777777" w:rsidTr="00D657B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2EF41396" w14:textId="77777777" w:rsidR="00086FA6" w:rsidRPr="00D657B4" w:rsidRDefault="00F64B77" w:rsidP="006531A3">
            <w:pPr>
              <w:pStyle w:val="tabletext"/>
              <w:rPr>
                <w:b/>
                <w:bCs/>
              </w:rPr>
            </w:pPr>
            <w:r w:rsidRPr="00D657B4">
              <w:rPr>
                <w:b/>
                <w:bCs/>
              </w:rPr>
              <w:t xml:space="preserve">Description </w:t>
            </w:r>
            <w:r w:rsidR="00725EBC">
              <w:rPr>
                <w:b/>
                <w:bCs/>
              </w:rPr>
              <w:t>O</w:t>
            </w:r>
            <w:r w:rsidRPr="00D657B4">
              <w:rPr>
                <w:b/>
                <w:bCs/>
              </w:rPr>
              <w:t>f Ongoing Operations Or Your Product:</w:t>
            </w:r>
          </w:p>
        </w:tc>
      </w:tr>
      <w:tr w:rsidR="00F121D3" w14:paraId="2EF41399" w14:textId="77777777" w:rsidTr="00A61421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F41398" w14:textId="77777777" w:rsidR="00D657B4" w:rsidRPr="00D657B4" w:rsidRDefault="00581D7B" w:rsidP="006531A3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F121D3" w14:paraId="2EF4139B" w14:textId="77777777" w:rsidTr="00A61421">
        <w:trPr>
          <w:trHeight w:val="225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4139A" w14:textId="77777777" w:rsidR="00985EFC" w:rsidRDefault="00F64B77" w:rsidP="006531A3">
            <w:pPr>
              <w:pStyle w:val="tabletext"/>
              <w:rPr>
                <w:b/>
                <w:bCs/>
              </w:rPr>
            </w:pPr>
            <w:r>
              <w:t>Information required to complete this Schedule, if not shown above, will be shown in the Declarations.</w:t>
            </w:r>
          </w:p>
        </w:tc>
      </w:tr>
    </w:tbl>
    <w:p w14:paraId="2EF4139C" w14:textId="77777777" w:rsidR="008B088F" w:rsidRPr="00D666C7" w:rsidRDefault="008B088F" w:rsidP="006531A3">
      <w:pPr>
        <w:pStyle w:val="blocktext1"/>
      </w:pPr>
    </w:p>
    <w:p w14:paraId="2EF4139D" w14:textId="77777777" w:rsidR="001738EA" w:rsidRPr="00D666C7" w:rsidRDefault="001738EA" w:rsidP="006531A3">
      <w:pPr>
        <w:pStyle w:val="blocktext1"/>
        <w:sectPr w:rsidR="001738EA" w:rsidRPr="00D666C7" w:rsidSect="006531A3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2EF4139E" w14:textId="77777777" w:rsidR="005235E4" w:rsidRPr="00D666C7" w:rsidRDefault="00734F8A" w:rsidP="006531A3">
      <w:pPr>
        <w:pStyle w:val="outlinetxt1"/>
      </w:pPr>
      <w:r w:rsidRPr="00D666C7">
        <w:rPr>
          <w:bCs/>
        </w:rPr>
        <w:tab/>
      </w:r>
      <w:r w:rsidR="00F64B77" w:rsidRPr="00D666C7">
        <w:rPr>
          <w:bCs/>
        </w:rPr>
        <w:t>A.</w:t>
      </w:r>
      <w:r w:rsidR="00F64B77" w:rsidRPr="00D666C7">
        <w:rPr>
          <w:bCs/>
        </w:rPr>
        <w:tab/>
      </w:r>
      <w:r w:rsidR="00F64B77" w:rsidRPr="00D666C7">
        <w:rPr>
          <w:b w:val="0"/>
          <w:bCs/>
        </w:rPr>
        <w:t xml:space="preserve">The following exclusion is added to Paragraph </w:t>
      </w:r>
      <w:r w:rsidR="00563165" w:rsidRPr="00D666C7">
        <w:t>2.</w:t>
      </w:r>
      <w:r w:rsidR="00F64B77" w:rsidRPr="00D666C7">
        <w:rPr>
          <w:b w:val="0"/>
          <w:bCs/>
        </w:rPr>
        <w:t xml:space="preserve"> </w:t>
      </w:r>
      <w:r w:rsidR="00F64B77" w:rsidRPr="00D666C7">
        <w:t>Exclusions</w:t>
      </w:r>
      <w:r w:rsidR="00F64B77" w:rsidRPr="00D666C7">
        <w:rPr>
          <w:b w:val="0"/>
          <w:bCs/>
        </w:rPr>
        <w:t xml:space="preserve"> of </w:t>
      </w:r>
      <w:r w:rsidR="00F64B77" w:rsidRPr="00985EFC">
        <w:rPr>
          <w:bCs/>
        </w:rPr>
        <w:t>Section</w:t>
      </w:r>
      <w:r w:rsidR="00F64B77" w:rsidRPr="00D657B4">
        <w:rPr>
          <w:b w:val="0"/>
        </w:rPr>
        <w:t xml:space="preserve"> </w:t>
      </w:r>
      <w:r w:rsidR="00F64B77" w:rsidRPr="00D666C7">
        <w:t>I – Coverage A – Bodily Injury</w:t>
      </w:r>
      <w:r w:rsidR="00F64B77" w:rsidRPr="00D666C7">
        <w:rPr>
          <w:b w:val="0"/>
          <w:bCs/>
        </w:rPr>
        <w:t xml:space="preserve"> </w:t>
      </w:r>
      <w:r w:rsidR="00F64B77" w:rsidRPr="00D666C7">
        <w:t>And Property Damage Liability</w:t>
      </w:r>
      <w:r w:rsidR="0013746C" w:rsidRPr="00D666C7">
        <w:t xml:space="preserve"> </w:t>
      </w:r>
      <w:r w:rsidR="0013746C" w:rsidRPr="00D666C7">
        <w:rPr>
          <w:b w:val="0"/>
          <w:bCs/>
        </w:rPr>
        <w:t xml:space="preserve">and Paragraph </w:t>
      </w:r>
      <w:r w:rsidR="0013746C" w:rsidRPr="00D666C7">
        <w:t>2. Exclusions</w:t>
      </w:r>
      <w:r w:rsidR="0013746C" w:rsidRPr="00D666C7">
        <w:rPr>
          <w:b w:val="0"/>
          <w:bCs/>
        </w:rPr>
        <w:t xml:space="preserve"> of </w:t>
      </w:r>
      <w:r w:rsidR="0013746C" w:rsidRPr="00985EFC">
        <w:t>Section</w:t>
      </w:r>
      <w:r w:rsidR="0013746C" w:rsidRPr="00D657B4">
        <w:rPr>
          <w:b w:val="0"/>
          <w:bCs/>
        </w:rPr>
        <w:t xml:space="preserve"> </w:t>
      </w:r>
      <w:r w:rsidR="0013746C" w:rsidRPr="00D666C7">
        <w:t>I – Coverage B – Personal And Advertising Injury Liability</w:t>
      </w:r>
      <w:r w:rsidR="00F64B77" w:rsidRPr="00D666C7">
        <w:t>:</w:t>
      </w:r>
    </w:p>
    <w:p w14:paraId="2EF4139F" w14:textId="77777777" w:rsidR="005235E4" w:rsidRPr="00D666C7" w:rsidRDefault="00F64B77" w:rsidP="006531A3">
      <w:pPr>
        <w:pStyle w:val="outlinehd2"/>
      </w:pPr>
      <w:r w:rsidRPr="00D666C7">
        <w:tab/>
        <w:t>2.</w:t>
      </w:r>
      <w:r w:rsidRPr="00D666C7">
        <w:tab/>
        <w:t>Exclusions</w:t>
      </w:r>
    </w:p>
    <w:p w14:paraId="2EF413A0" w14:textId="77777777" w:rsidR="005235E4" w:rsidRPr="00D666C7" w:rsidRDefault="00F64B77" w:rsidP="006531A3">
      <w:pPr>
        <w:pStyle w:val="blocktext3"/>
      </w:pPr>
      <w:r w:rsidRPr="00D666C7">
        <w:t>This insurance does not apply to:</w:t>
      </w:r>
    </w:p>
    <w:p w14:paraId="2EF413A1" w14:textId="77777777" w:rsidR="005235E4" w:rsidRPr="00D666C7" w:rsidRDefault="00E82E0C" w:rsidP="006531A3">
      <w:pPr>
        <w:pStyle w:val="blockhd3"/>
      </w:pPr>
      <w:r w:rsidRPr="00D666C7">
        <w:t xml:space="preserve">Viral Or Bacterial </w:t>
      </w:r>
      <w:r w:rsidR="00A817D3" w:rsidRPr="00D666C7">
        <w:t xml:space="preserve">Infection </w:t>
      </w:r>
    </w:p>
    <w:p w14:paraId="2EF413A2" w14:textId="77777777" w:rsidR="00132025" w:rsidRPr="00591DF2" w:rsidRDefault="005235E4" w:rsidP="006531A3">
      <w:pPr>
        <w:pStyle w:val="blocktext3"/>
      </w:pPr>
      <w:r w:rsidRPr="00D666C7">
        <w:t>"Bodily injury"</w:t>
      </w:r>
      <w:r w:rsidR="00F16280" w:rsidRPr="00D666C7">
        <w:t xml:space="preserve">, </w:t>
      </w:r>
      <w:r w:rsidRPr="00D666C7">
        <w:t>"property damage</w:t>
      </w:r>
      <w:r w:rsidR="00CF4E08" w:rsidRPr="00D666C7">
        <w:t>"</w:t>
      </w:r>
      <w:r w:rsidR="00F16280" w:rsidRPr="00D666C7">
        <w:t xml:space="preserve"> or "personal and advertising injury"</w:t>
      </w:r>
      <w:r w:rsidR="001760ED" w:rsidRPr="00D666C7">
        <w:t xml:space="preserve"> </w:t>
      </w:r>
      <w:r w:rsidRPr="00D666C7">
        <w:t xml:space="preserve">arising out of </w:t>
      </w:r>
      <w:r w:rsidR="00536A79" w:rsidRPr="00D666C7">
        <w:t xml:space="preserve">the </w:t>
      </w:r>
      <w:r w:rsidR="005F3163" w:rsidRPr="00591DF2">
        <w:t xml:space="preserve">actual or alleged transmission of </w:t>
      </w:r>
      <w:r w:rsidR="00BD4BFA" w:rsidRPr="00591DF2">
        <w:t xml:space="preserve">any of </w:t>
      </w:r>
      <w:r w:rsidR="00BD7793" w:rsidRPr="00591DF2">
        <w:t>the following</w:t>
      </w:r>
      <w:r w:rsidR="00F64B77" w:rsidRPr="00591DF2">
        <w:t>:</w:t>
      </w:r>
    </w:p>
    <w:p w14:paraId="2EF413A3" w14:textId="77777777" w:rsidR="00132025" w:rsidRPr="00D666C7" w:rsidRDefault="00F64B77" w:rsidP="006531A3">
      <w:pPr>
        <w:pStyle w:val="outlinetxt3"/>
        <w:rPr>
          <w:b w:val="0"/>
        </w:rPr>
      </w:pPr>
      <w:r w:rsidRPr="00591DF2">
        <w:rPr>
          <w:b w:val="0"/>
        </w:rPr>
        <w:tab/>
      </w:r>
      <w:r w:rsidR="00BD4BFA" w:rsidRPr="00591DF2">
        <w:t>a</w:t>
      </w:r>
      <w:r w:rsidRPr="00591DF2">
        <w:t>.</w:t>
      </w:r>
      <w:r w:rsidRPr="00591DF2">
        <w:tab/>
      </w:r>
      <w:r w:rsidR="00BD4BFA" w:rsidRPr="00591DF2">
        <w:rPr>
          <w:b w:val="0"/>
          <w:bCs/>
        </w:rPr>
        <w:t xml:space="preserve">A viral </w:t>
      </w:r>
      <w:r w:rsidRPr="00591DF2">
        <w:rPr>
          <w:b w:val="0"/>
        </w:rPr>
        <w:t>or bacterial infection</w:t>
      </w:r>
      <w:r w:rsidRPr="00D666C7">
        <w:rPr>
          <w:b w:val="0"/>
        </w:rPr>
        <w:t xml:space="preserve"> that </w:t>
      </w:r>
      <w:r w:rsidR="00BD4BFA" w:rsidRPr="00D666C7">
        <w:rPr>
          <w:b w:val="0"/>
        </w:rPr>
        <w:t xml:space="preserve">is </w:t>
      </w:r>
      <w:r w:rsidRPr="00D666C7">
        <w:rPr>
          <w:b w:val="0"/>
        </w:rPr>
        <w:t xml:space="preserve">transmitted </w:t>
      </w:r>
      <w:r w:rsidR="007B104A" w:rsidRPr="00D666C7">
        <w:rPr>
          <w:b w:val="0"/>
        </w:rPr>
        <w:t xml:space="preserve">through </w:t>
      </w:r>
      <w:r w:rsidR="00E82E0C" w:rsidRPr="00D666C7">
        <w:rPr>
          <w:b w:val="0"/>
        </w:rPr>
        <w:t xml:space="preserve">aerosol particles or </w:t>
      </w:r>
      <w:r w:rsidR="007B104A" w:rsidRPr="00D666C7">
        <w:rPr>
          <w:b w:val="0"/>
        </w:rPr>
        <w:t xml:space="preserve">respiratory </w:t>
      </w:r>
      <w:r w:rsidRPr="00D666C7">
        <w:rPr>
          <w:b w:val="0"/>
        </w:rPr>
        <w:t>droplets;</w:t>
      </w:r>
      <w:r w:rsidR="00BD4BFA" w:rsidRPr="00D666C7">
        <w:rPr>
          <w:b w:val="0"/>
        </w:rPr>
        <w:t xml:space="preserve"> </w:t>
      </w:r>
      <w:r w:rsidR="006C5A7A" w:rsidRPr="00D666C7">
        <w:rPr>
          <w:b w:val="0"/>
        </w:rPr>
        <w:t>or</w:t>
      </w:r>
    </w:p>
    <w:p w14:paraId="2EF413A4" w14:textId="77777777" w:rsidR="004922F5" w:rsidRPr="00D666C7" w:rsidRDefault="00132025" w:rsidP="006531A3">
      <w:pPr>
        <w:pStyle w:val="outlinetxt3"/>
      </w:pPr>
      <w:r w:rsidRPr="00D666C7">
        <w:rPr>
          <w:b w:val="0"/>
        </w:rPr>
        <w:tab/>
      </w:r>
      <w:r w:rsidR="00BD4BFA" w:rsidRPr="00D666C7">
        <w:t>b</w:t>
      </w:r>
      <w:r w:rsidRPr="00D666C7">
        <w:t>.</w:t>
      </w:r>
      <w:r w:rsidRPr="00D666C7">
        <w:tab/>
      </w:r>
      <w:r w:rsidR="00BD4BFA" w:rsidRPr="00D666C7">
        <w:rPr>
          <w:b w:val="0"/>
        </w:rPr>
        <w:t>A v</w:t>
      </w:r>
      <w:r w:rsidR="00866125" w:rsidRPr="00D666C7">
        <w:rPr>
          <w:b w:val="0"/>
        </w:rPr>
        <w:t xml:space="preserve">iral </w:t>
      </w:r>
      <w:r w:rsidRPr="00D666C7">
        <w:rPr>
          <w:b w:val="0"/>
        </w:rPr>
        <w:t>or bacteria</w:t>
      </w:r>
      <w:r w:rsidR="00866125" w:rsidRPr="00D666C7">
        <w:rPr>
          <w:b w:val="0"/>
        </w:rPr>
        <w:t>l</w:t>
      </w:r>
      <w:r w:rsidRPr="00D666C7">
        <w:rPr>
          <w:b w:val="0"/>
        </w:rPr>
        <w:t xml:space="preserve"> </w:t>
      </w:r>
      <w:r w:rsidR="00285CDC" w:rsidRPr="00D666C7">
        <w:rPr>
          <w:b w:val="0"/>
        </w:rPr>
        <w:t xml:space="preserve">infection </w:t>
      </w:r>
      <w:r w:rsidRPr="00D666C7">
        <w:rPr>
          <w:b w:val="0"/>
        </w:rPr>
        <w:t xml:space="preserve">that </w:t>
      </w:r>
      <w:r w:rsidR="00BD4BFA" w:rsidRPr="00D666C7">
        <w:rPr>
          <w:b w:val="0"/>
        </w:rPr>
        <w:t xml:space="preserve">is </w:t>
      </w:r>
      <w:r w:rsidR="00285CDC" w:rsidRPr="00D666C7">
        <w:rPr>
          <w:b w:val="0"/>
        </w:rPr>
        <w:t>transmitted</w:t>
      </w:r>
      <w:r w:rsidRPr="00D666C7">
        <w:rPr>
          <w:b w:val="0"/>
        </w:rPr>
        <w:t xml:space="preserve"> </w:t>
      </w:r>
      <w:r w:rsidR="007B104A" w:rsidRPr="00D666C7">
        <w:rPr>
          <w:b w:val="0"/>
        </w:rPr>
        <w:t>through</w:t>
      </w:r>
      <w:r w:rsidRPr="00D666C7">
        <w:rPr>
          <w:b w:val="0"/>
        </w:rPr>
        <w:t xml:space="preserve"> </w:t>
      </w:r>
      <w:r w:rsidR="00107109" w:rsidRPr="00D666C7">
        <w:rPr>
          <w:b w:val="0"/>
        </w:rPr>
        <w:t>any</w:t>
      </w:r>
      <w:r w:rsidR="00285CDC" w:rsidRPr="00D666C7">
        <w:rPr>
          <w:b w:val="0"/>
        </w:rPr>
        <w:t xml:space="preserve"> </w:t>
      </w:r>
      <w:r w:rsidR="00E82E0C" w:rsidRPr="00D666C7">
        <w:rPr>
          <w:b w:val="0"/>
        </w:rPr>
        <w:t xml:space="preserve">individual </w:t>
      </w:r>
      <w:r w:rsidR="00BD7793" w:rsidRPr="00D666C7">
        <w:rPr>
          <w:b w:val="0"/>
        </w:rPr>
        <w:t>or animal</w:t>
      </w:r>
      <w:r w:rsidR="007B104A" w:rsidRPr="00D666C7">
        <w:rPr>
          <w:b w:val="0"/>
        </w:rPr>
        <w:t xml:space="preserve"> (including insect</w:t>
      </w:r>
      <w:r w:rsidR="00064899" w:rsidRPr="00D666C7">
        <w:rPr>
          <w:b w:val="0"/>
        </w:rPr>
        <w:t>s</w:t>
      </w:r>
      <w:r w:rsidR="007B104A" w:rsidRPr="00D666C7">
        <w:rPr>
          <w:b w:val="0"/>
        </w:rPr>
        <w:t>)</w:t>
      </w:r>
      <w:r w:rsidR="00086FA6" w:rsidRPr="00D666C7">
        <w:rPr>
          <w:b w:val="0"/>
        </w:rPr>
        <w:t xml:space="preserve"> by any means</w:t>
      </w:r>
      <w:r w:rsidR="00BD4BFA" w:rsidRPr="00D666C7">
        <w:rPr>
          <w:b w:val="0"/>
        </w:rPr>
        <w:t xml:space="preserve">, </w:t>
      </w:r>
      <w:r w:rsidR="00B164B6" w:rsidRPr="00D666C7">
        <w:rPr>
          <w:b w:val="0"/>
        </w:rPr>
        <w:t xml:space="preserve">other than through </w:t>
      </w:r>
      <w:r w:rsidR="00E82E0C" w:rsidRPr="00D666C7">
        <w:rPr>
          <w:b w:val="0"/>
        </w:rPr>
        <w:t>aerosol particles or</w:t>
      </w:r>
      <w:r w:rsidR="00022D4D" w:rsidRPr="00D666C7">
        <w:rPr>
          <w:b w:val="0"/>
        </w:rPr>
        <w:t xml:space="preserve"> </w:t>
      </w:r>
      <w:r w:rsidR="007B104A" w:rsidRPr="00D666C7">
        <w:rPr>
          <w:b w:val="0"/>
        </w:rPr>
        <w:t xml:space="preserve">respiratory </w:t>
      </w:r>
      <w:r w:rsidR="00B164B6" w:rsidRPr="00D666C7">
        <w:rPr>
          <w:b w:val="0"/>
        </w:rPr>
        <w:t xml:space="preserve">droplets, </w:t>
      </w:r>
      <w:r w:rsidR="00BD4BFA" w:rsidRPr="00D666C7">
        <w:rPr>
          <w:b w:val="0"/>
        </w:rPr>
        <w:t xml:space="preserve">including but not limited to </w:t>
      </w:r>
      <w:r w:rsidR="00B164B6" w:rsidRPr="00D666C7">
        <w:rPr>
          <w:b w:val="0"/>
        </w:rPr>
        <w:t xml:space="preserve">viral or bacterial </w:t>
      </w:r>
      <w:r w:rsidR="00BD4BFA" w:rsidRPr="00D666C7">
        <w:rPr>
          <w:b w:val="0"/>
        </w:rPr>
        <w:t>infections</w:t>
      </w:r>
      <w:r w:rsidR="002505B4" w:rsidRPr="002505B4">
        <w:rPr>
          <w:b w:val="0"/>
        </w:rPr>
        <w:t xml:space="preserve"> </w:t>
      </w:r>
      <w:r w:rsidR="002505B4">
        <w:rPr>
          <w:b w:val="0"/>
        </w:rPr>
        <w:t>that are sexually transmitted</w:t>
      </w:r>
      <w:r w:rsidR="006C5A7A" w:rsidRPr="00D666C7">
        <w:rPr>
          <w:b w:val="0"/>
        </w:rPr>
        <w:t>.</w:t>
      </w:r>
      <w:r w:rsidR="00BD4BFA" w:rsidRPr="00D666C7">
        <w:rPr>
          <w:b w:val="0"/>
        </w:rPr>
        <w:t xml:space="preserve"> </w:t>
      </w:r>
    </w:p>
    <w:p w14:paraId="2EF413A5" w14:textId="77777777" w:rsidR="005F3163" w:rsidRPr="00D666C7" w:rsidRDefault="00D657B4" w:rsidP="006531A3">
      <w:pPr>
        <w:pStyle w:val="blocktext3"/>
      </w:pPr>
      <w:r>
        <w:br w:type="column"/>
      </w:r>
      <w:r w:rsidR="006C5A7A" w:rsidRPr="00D666C7">
        <w:t>However, t</w:t>
      </w:r>
      <w:r w:rsidR="00EF7917" w:rsidRPr="00D666C7">
        <w:t>his exclusion does not apply to "bodily injury"</w:t>
      </w:r>
      <w:r w:rsidR="002D42EC" w:rsidRPr="00D666C7">
        <w:t xml:space="preserve">, </w:t>
      </w:r>
      <w:r w:rsidR="00EF7917" w:rsidRPr="00D666C7">
        <w:t xml:space="preserve">"property damage" </w:t>
      </w:r>
      <w:r w:rsidR="00BE7815" w:rsidRPr="00D666C7">
        <w:t xml:space="preserve">or "personal and advertising injury" </w:t>
      </w:r>
      <w:r w:rsidR="00EF7917" w:rsidRPr="00D666C7">
        <w:t>arising out of any infection</w:t>
      </w:r>
      <w:r w:rsidR="00086FA6" w:rsidRPr="00D666C7">
        <w:t>,</w:t>
      </w:r>
      <w:r w:rsidR="00EF7917" w:rsidRPr="00D666C7">
        <w:t xml:space="preserve"> </w:t>
      </w:r>
      <w:r w:rsidR="00086FA6" w:rsidRPr="00D666C7">
        <w:t>ongoing operation</w:t>
      </w:r>
      <w:r w:rsidR="00064899" w:rsidRPr="00D666C7">
        <w:t>s</w:t>
      </w:r>
      <w:r w:rsidR="00086FA6" w:rsidRPr="00D666C7">
        <w:t xml:space="preserve"> or "your product" </w:t>
      </w:r>
      <w:r w:rsidR="00EF7917" w:rsidRPr="00D666C7">
        <w:t>described in the Schedule of this endorsement.</w:t>
      </w:r>
    </w:p>
    <w:p w14:paraId="2EF413A6" w14:textId="77777777" w:rsidR="00866125" w:rsidRPr="00D666C7" w:rsidRDefault="00F64B77" w:rsidP="006531A3">
      <w:pPr>
        <w:pStyle w:val="outlinetxt1"/>
        <w:rPr>
          <w:b w:val="0"/>
        </w:rPr>
      </w:pPr>
      <w:r w:rsidRPr="00D666C7">
        <w:rPr>
          <w:bCs/>
        </w:rPr>
        <w:tab/>
      </w:r>
      <w:r w:rsidR="0013746C" w:rsidRPr="00D666C7">
        <w:rPr>
          <w:bCs/>
        </w:rPr>
        <w:t>B</w:t>
      </w:r>
      <w:r w:rsidRPr="00D666C7">
        <w:rPr>
          <w:bCs/>
        </w:rPr>
        <w:t>.</w:t>
      </w:r>
      <w:r w:rsidRPr="00D666C7">
        <w:rPr>
          <w:b w:val="0"/>
        </w:rPr>
        <w:tab/>
      </w:r>
      <w:r w:rsidR="00462D17" w:rsidRPr="00D666C7">
        <w:rPr>
          <w:b w:val="0"/>
        </w:rPr>
        <w:t xml:space="preserve">Unless otherwise listed in the Schedule of this endorsement, </w:t>
      </w:r>
      <w:r w:rsidRPr="00D666C7">
        <w:rPr>
          <w:b w:val="0"/>
        </w:rPr>
        <w:t xml:space="preserve">Paragraph </w:t>
      </w:r>
      <w:r w:rsidRPr="00D666C7">
        <w:rPr>
          <w:bCs/>
        </w:rPr>
        <w:t>A.</w:t>
      </w:r>
      <w:r w:rsidRPr="00D666C7">
        <w:rPr>
          <w:b w:val="0"/>
        </w:rPr>
        <w:t xml:space="preserve"> appl</w:t>
      </w:r>
      <w:r w:rsidR="00F16280" w:rsidRPr="00D666C7">
        <w:rPr>
          <w:b w:val="0"/>
        </w:rPr>
        <w:t>ies</w:t>
      </w:r>
      <w:r w:rsidRPr="00D666C7">
        <w:rPr>
          <w:b w:val="0"/>
        </w:rPr>
        <w:t xml:space="preserve"> even if the claims against any insured allege negligence or other wrongdoing in the:</w:t>
      </w:r>
    </w:p>
    <w:p w14:paraId="2EF413A7" w14:textId="77777777" w:rsidR="00866125" w:rsidRPr="00D666C7" w:rsidRDefault="00F64B77" w:rsidP="006531A3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rPr>
          <w:bCs/>
        </w:rPr>
        <w:t>1.</w:t>
      </w:r>
      <w:r w:rsidRPr="00D666C7">
        <w:tab/>
      </w:r>
      <w:r w:rsidRPr="00D666C7">
        <w:rPr>
          <w:b w:val="0"/>
        </w:rPr>
        <w:t xml:space="preserve">Supervising, hiring, employing, training or monitoring of others that may be infected with and spread </w:t>
      </w:r>
      <w:r w:rsidR="003F374E" w:rsidRPr="00D666C7">
        <w:rPr>
          <w:b w:val="0"/>
        </w:rPr>
        <w:t xml:space="preserve">the </w:t>
      </w:r>
      <w:r w:rsidR="00E82E0C" w:rsidRPr="00D666C7">
        <w:rPr>
          <w:b w:val="0"/>
        </w:rPr>
        <w:t xml:space="preserve">viral or bacterial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>;</w:t>
      </w:r>
    </w:p>
    <w:p w14:paraId="2EF413A8" w14:textId="77777777" w:rsidR="00866125" w:rsidRPr="00D666C7" w:rsidRDefault="00F64B77" w:rsidP="006531A3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2.</w:t>
      </w:r>
      <w:r w:rsidRPr="00D666C7">
        <w:tab/>
      </w:r>
      <w:r w:rsidRPr="00D666C7">
        <w:rPr>
          <w:b w:val="0"/>
        </w:rPr>
        <w:t xml:space="preserve">Testing for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>viral or bacterial</w:t>
      </w:r>
      <w:r w:rsidRPr="00D666C7">
        <w:rPr>
          <w:b w:val="0"/>
        </w:rPr>
        <w:t xml:space="preserve">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>;</w:t>
      </w:r>
    </w:p>
    <w:p w14:paraId="2EF413A9" w14:textId="77777777" w:rsidR="00866125" w:rsidRPr="00D666C7" w:rsidRDefault="00F64B77" w:rsidP="006531A3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3.</w:t>
      </w:r>
      <w:r w:rsidRPr="00D666C7">
        <w:tab/>
      </w:r>
      <w:r w:rsidRPr="00D666C7">
        <w:rPr>
          <w:b w:val="0"/>
        </w:rPr>
        <w:t xml:space="preserve">Failure to prevent the spread of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>viral or bacterial</w:t>
      </w:r>
      <w:r w:rsidRPr="00D666C7">
        <w:rPr>
          <w:b w:val="0"/>
        </w:rPr>
        <w:t xml:space="preserve">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 xml:space="preserve">; or </w:t>
      </w:r>
    </w:p>
    <w:p w14:paraId="2EF413AB" w14:textId="5B23CFF5" w:rsidR="006531A3" w:rsidRDefault="00866125" w:rsidP="006531A3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4.</w:t>
      </w:r>
      <w:r w:rsidRPr="00D666C7">
        <w:tab/>
      </w:r>
      <w:r w:rsidRPr="00D666C7">
        <w:rPr>
          <w:b w:val="0"/>
        </w:rPr>
        <w:t xml:space="preserve">Failure to report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 xml:space="preserve">viral or bacterial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 xml:space="preserve"> to authorities.</w:t>
      </w:r>
    </w:p>
    <w:p w14:paraId="705DD791" w14:textId="045EDF6E" w:rsidR="00247ADB" w:rsidRPr="00F64B77" w:rsidRDefault="00247ADB" w:rsidP="006531A3">
      <w:pPr>
        <w:pStyle w:val="isonormal"/>
      </w:pPr>
    </w:p>
    <w:sectPr w:rsidR="00247ADB" w:rsidRPr="00F64B77" w:rsidSect="006531A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41424" w14:textId="77777777" w:rsidR="002024C2" w:rsidRDefault="00F64B77">
      <w:r>
        <w:separator/>
      </w:r>
    </w:p>
  </w:endnote>
  <w:endnote w:type="continuationSeparator" w:id="0">
    <w:p w14:paraId="2EF41426" w14:textId="77777777" w:rsidR="002024C2" w:rsidRDefault="00F6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B2" w14:textId="77777777">
      <w:tc>
        <w:tcPr>
          <w:tcW w:w="940" w:type="pct"/>
        </w:tcPr>
        <w:p w14:paraId="2EF413AE" w14:textId="77777777" w:rsidR="00462D17" w:rsidRDefault="00F64B77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2EF413AF" w14:textId="77777777" w:rsidR="00462D17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B0" w14:textId="0A0A4DB5" w:rsidR="00462D17" w:rsidRDefault="006531A3" w:rsidP="006531A3">
          <w:pPr>
            <w:pStyle w:val="isof2"/>
            <w:jc w:val="right"/>
          </w:pPr>
          <w:r>
            <w:t>CG 40 43 04 22</w:t>
          </w:r>
        </w:p>
      </w:tc>
      <w:tc>
        <w:tcPr>
          <w:tcW w:w="278" w:type="pct"/>
        </w:tcPr>
        <w:p w14:paraId="2EF413B1" w14:textId="77777777" w:rsidR="00462D17" w:rsidRDefault="00462D17">
          <w:pPr>
            <w:jc w:val="right"/>
          </w:pPr>
        </w:p>
      </w:tc>
    </w:tr>
  </w:tbl>
  <w:p w14:paraId="2EF413B3" w14:textId="77777777" w:rsidR="00462D17" w:rsidRDefault="00462D1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31A3" w14:paraId="67F5EC03" w14:textId="77777777">
      <w:tc>
        <w:tcPr>
          <w:tcW w:w="940" w:type="pct"/>
        </w:tcPr>
        <w:p w14:paraId="6C32D0B6" w14:textId="3C569B3E" w:rsidR="006531A3" w:rsidRDefault="006531A3" w:rsidP="006531A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747DBF04" w14:textId="2C0C9F38" w:rsidR="006531A3" w:rsidRDefault="006531A3" w:rsidP="006531A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715E1AF" w14:textId="606C0BC6" w:rsidR="006531A3" w:rsidRDefault="006531A3" w:rsidP="006531A3">
          <w:pPr>
            <w:pStyle w:val="isof2"/>
            <w:jc w:val="right"/>
          </w:pPr>
          <w:r>
            <w:t>CG 40 43 04 22</w:t>
          </w:r>
        </w:p>
      </w:tc>
      <w:tc>
        <w:tcPr>
          <w:tcW w:w="278" w:type="pct"/>
        </w:tcPr>
        <w:p w14:paraId="3D7FB956" w14:textId="77777777" w:rsidR="006531A3" w:rsidRDefault="006531A3">
          <w:pPr>
            <w:jc w:val="right"/>
          </w:pPr>
        </w:p>
      </w:tc>
    </w:tr>
  </w:tbl>
  <w:p w14:paraId="2EF4140A" w14:textId="77777777" w:rsidR="00462D17" w:rsidRPr="006531A3" w:rsidRDefault="00462D17" w:rsidP="006531A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31A3" w14:paraId="4AC54199" w14:textId="77777777">
      <w:tc>
        <w:tcPr>
          <w:tcW w:w="940" w:type="pct"/>
        </w:tcPr>
        <w:p w14:paraId="0BDD2F41" w14:textId="0C726E51" w:rsidR="006531A3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3F6A75DA" w14:textId="1CFEC3D6" w:rsidR="006531A3" w:rsidRDefault="006531A3" w:rsidP="006531A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2381099" w14:textId="15CBFC9A" w:rsidR="006531A3" w:rsidRDefault="006531A3" w:rsidP="006531A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6BE1A6B4" w14:textId="77777777" w:rsidR="006531A3" w:rsidRDefault="006531A3">
          <w:pPr>
            <w:jc w:val="right"/>
          </w:pPr>
        </w:p>
      </w:tc>
    </w:tr>
  </w:tbl>
  <w:p w14:paraId="2EF41410" w14:textId="77777777" w:rsidR="00462D17" w:rsidRPr="006531A3" w:rsidRDefault="00462D17" w:rsidP="006531A3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F121D3" w14:paraId="2EF4141E" w14:textId="77777777" w:rsidTr="00563165">
      <w:tc>
        <w:tcPr>
          <w:tcW w:w="940" w:type="pct"/>
        </w:tcPr>
        <w:p w14:paraId="2EF4141A" w14:textId="3712B3A6" w:rsidR="00462D17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41B" w14:textId="77777777" w:rsidR="00462D17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41C" w14:textId="77777777" w:rsidR="00462D17" w:rsidRDefault="00F64B77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2EF4141D" w14:textId="77777777" w:rsidR="00462D17" w:rsidRDefault="00F64B77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F4141F" w14:textId="77777777" w:rsidR="00462D17" w:rsidRPr="00563165" w:rsidRDefault="00462D17" w:rsidP="005631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B8" w14:textId="77777777">
      <w:tc>
        <w:tcPr>
          <w:tcW w:w="940" w:type="pct"/>
        </w:tcPr>
        <w:p w14:paraId="2EF413B4" w14:textId="25EB4C2D" w:rsidR="00462D17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3B5" w14:textId="77777777" w:rsidR="00462D17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B6" w14:textId="77777777" w:rsidR="00462D17" w:rsidRDefault="00F64B77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EF413B7" w14:textId="77777777" w:rsidR="00462D17" w:rsidRDefault="00462D17">
          <w:pPr>
            <w:jc w:val="right"/>
          </w:pPr>
        </w:p>
      </w:tc>
    </w:tr>
  </w:tbl>
  <w:p w14:paraId="2EF413B9" w14:textId="77777777" w:rsidR="00462D17" w:rsidRDefault="00462D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531A3" w14:paraId="589A1AEC" w14:textId="77777777">
      <w:tc>
        <w:tcPr>
          <w:tcW w:w="940" w:type="pct"/>
        </w:tcPr>
        <w:p w14:paraId="0CA646DA" w14:textId="2B07AEF8" w:rsidR="006531A3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61F8C0D5" w14:textId="60D034C3" w:rsidR="006531A3" w:rsidRDefault="006531A3" w:rsidP="006531A3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1F0A8898" w14:textId="4D62653C" w:rsidR="006531A3" w:rsidRDefault="006531A3" w:rsidP="006531A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226E131" w14:textId="77777777" w:rsidR="006531A3" w:rsidRDefault="006531A3">
          <w:pPr>
            <w:jc w:val="right"/>
          </w:pPr>
        </w:p>
      </w:tc>
    </w:tr>
  </w:tbl>
  <w:p w14:paraId="04AC81D1" w14:textId="77777777" w:rsidR="006531A3" w:rsidRDefault="006531A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CF" w14:textId="77777777">
      <w:tc>
        <w:tcPr>
          <w:tcW w:w="940" w:type="pct"/>
        </w:tcPr>
        <w:p w14:paraId="2EF413CB" w14:textId="77777777" w:rsidR="003D28B5" w:rsidRDefault="00F64B77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2EF413CC" w14:textId="77777777" w:rsidR="003D28B5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CD" w14:textId="4C44E412" w:rsidR="003D28B5" w:rsidRDefault="006531A3" w:rsidP="006531A3">
          <w:pPr>
            <w:pStyle w:val="isof2"/>
            <w:jc w:val="right"/>
          </w:pPr>
          <w:r>
            <w:t>CG 40 43 04 22</w:t>
          </w:r>
        </w:p>
      </w:tc>
      <w:tc>
        <w:tcPr>
          <w:tcW w:w="278" w:type="pct"/>
        </w:tcPr>
        <w:p w14:paraId="2EF413CE" w14:textId="77777777" w:rsidR="003D28B5" w:rsidRDefault="003D28B5">
          <w:pPr>
            <w:jc w:val="right"/>
          </w:pPr>
        </w:p>
      </w:tc>
    </w:tr>
  </w:tbl>
  <w:p w14:paraId="2EF413D0" w14:textId="77777777" w:rsidR="003D28B5" w:rsidRDefault="003D28B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D5" w14:textId="77777777">
      <w:tc>
        <w:tcPr>
          <w:tcW w:w="940" w:type="pct"/>
        </w:tcPr>
        <w:p w14:paraId="2EF413D1" w14:textId="643E3136" w:rsidR="003D28B5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3D2" w14:textId="77777777" w:rsidR="003D28B5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D3" w14:textId="77777777" w:rsidR="003D28B5" w:rsidRDefault="00F64B77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EF413D4" w14:textId="77777777" w:rsidR="003D28B5" w:rsidRDefault="003D28B5">
          <w:pPr>
            <w:jc w:val="right"/>
          </w:pPr>
        </w:p>
      </w:tc>
    </w:tr>
  </w:tbl>
  <w:p w14:paraId="2EF413D6" w14:textId="77777777" w:rsidR="003D28B5" w:rsidRDefault="003D28B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F121D3" w14:paraId="2EF413E4" w14:textId="77777777" w:rsidTr="00563165">
      <w:tc>
        <w:tcPr>
          <w:tcW w:w="940" w:type="pct"/>
        </w:tcPr>
        <w:p w14:paraId="2EF413E0" w14:textId="3F80B223" w:rsidR="003D28B5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3E1" w14:textId="77777777" w:rsidR="003D28B5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E2" w14:textId="77777777" w:rsidR="003D28B5" w:rsidRDefault="00F64B77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2EF413E3" w14:textId="77777777" w:rsidR="003D28B5" w:rsidRDefault="00F64B77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F413E5" w14:textId="77777777" w:rsidR="003D28B5" w:rsidRPr="00563165" w:rsidRDefault="003D28B5" w:rsidP="0056316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EC" w14:textId="77777777">
      <w:tc>
        <w:tcPr>
          <w:tcW w:w="940" w:type="pct"/>
        </w:tcPr>
        <w:p w14:paraId="2EF413E8" w14:textId="77777777" w:rsidR="00627D58" w:rsidRDefault="00F64B77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2EF413E9" w14:textId="77777777" w:rsidR="00627D58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EA" w14:textId="588A383F" w:rsidR="00627D58" w:rsidRDefault="006531A3" w:rsidP="006531A3">
          <w:pPr>
            <w:pStyle w:val="isof2"/>
            <w:jc w:val="right"/>
          </w:pPr>
          <w:r>
            <w:t>CG 40 43 04 22</w:t>
          </w:r>
        </w:p>
      </w:tc>
      <w:tc>
        <w:tcPr>
          <w:tcW w:w="278" w:type="pct"/>
        </w:tcPr>
        <w:p w14:paraId="2EF413EB" w14:textId="77777777" w:rsidR="00627D58" w:rsidRDefault="00627D58">
          <w:pPr>
            <w:jc w:val="right"/>
          </w:pPr>
        </w:p>
      </w:tc>
    </w:tr>
  </w:tbl>
  <w:p w14:paraId="2EF413ED" w14:textId="77777777" w:rsidR="00627D58" w:rsidRDefault="00627D5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121D3" w14:paraId="2EF413F2" w14:textId="77777777">
      <w:tc>
        <w:tcPr>
          <w:tcW w:w="940" w:type="pct"/>
        </w:tcPr>
        <w:p w14:paraId="2EF413EE" w14:textId="6FEC60A0" w:rsidR="00627D58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3EF" w14:textId="77777777" w:rsidR="00627D58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F0" w14:textId="77777777" w:rsidR="00627D58" w:rsidRDefault="00F64B77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EF413F1" w14:textId="77777777" w:rsidR="00627D58" w:rsidRDefault="00627D58">
          <w:pPr>
            <w:jc w:val="right"/>
          </w:pPr>
        </w:p>
      </w:tc>
    </w:tr>
  </w:tbl>
  <w:p w14:paraId="2EF413F3" w14:textId="77777777" w:rsidR="00627D58" w:rsidRDefault="00627D5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F121D3" w14:paraId="2EF41401" w14:textId="77777777" w:rsidTr="00563165">
      <w:tc>
        <w:tcPr>
          <w:tcW w:w="940" w:type="pct"/>
        </w:tcPr>
        <w:p w14:paraId="2EF413FD" w14:textId="772A251F" w:rsidR="00627D58" w:rsidRDefault="006531A3" w:rsidP="006531A3">
          <w:pPr>
            <w:pStyle w:val="isof2"/>
            <w:jc w:val="left"/>
          </w:pPr>
          <w:r>
            <w:t>CG 40 43 04 22</w:t>
          </w:r>
        </w:p>
      </w:tc>
      <w:tc>
        <w:tcPr>
          <w:tcW w:w="2885" w:type="pct"/>
        </w:tcPr>
        <w:p w14:paraId="2EF413FE" w14:textId="77777777" w:rsidR="00627D58" w:rsidRDefault="00F64B77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EF413FF" w14:textId="77777777" w:rsidR="00627D58" w:rsidRDefault="00F64B77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2EF41400" w14:textId="77777777" w:rsidR="00627D58" w:rsidRDefault="00F64B77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EF41402" w14:textId="77777777" w:rsidR="00627D58" w:rsidRPr="00563165" w:rsidRDefault="00627D58" w:rsidP="0056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1420" w14:textId="77777777" w:rsidR="002024C2" w:rsidRDefault="00F64B77">
      <w:r>
        <w:separator/>
      </w:r>
    </w:p>
  </w:footnote>
  <w:footnote w:type="continuationSeparator" w:id="0">
    <w:p w14:paraId="2EF41422" w14:textId="77777777" w:rsidR="002024C2" w:rsidRDefault="00F64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50E65" w14:textId="77777777" w:rsidR="006531A3" w:rsidRDefault="006531A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403" w14:textId="77777777" w:rsidR="00462D17" w:rsidRPr="006531A3" w:rsidRDefault="00462D17" w:rsidP="006531A3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404" w14:textId="77777777" w:rsidR="00462D17" w:rsidRPr="006531A3" w:rsidRDefault="00462D17" w:rsidP="006531A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F121D3" w14:paraId="2EF41413" w14:textId="77777777" w:rsidTr="00563165">
      <w:tc>
        <w:tcPr>
          <w:tcW w:w="2235" w:type="pct"/>
        </w:tcPr>
        <w:p w14:paraId="2EF41411" w14:textId="77777777" w:rsidR="00462D17" w:rsidRDefault="00462D17">
          <w:pPr>
            <w:pStyle w:val="Header"/>
          </w:pPr>
        </w:p>
      </w:tc>
      <w:tc>
        <w:tcPr>
          <w:tcW w:w="2760" w:type="pct"/>
        </w:tcPr>
        <w:p w14:paraId="2EF41412" w14:textId="77777777" w:rsidR="00462D17" w:rsidRDefault="00F64B77" w:rsidP="00563165">
          <w:pPr>
            <w:pStyle w:val="isof2"/>
            <w:jc w:val="right"/>
          </w:pPr>
          <w:r>
            <w:t>COMMERCIAL GENERAL LIABILITY</w:t>
          </w:r>
        </w:p>
      </w:tc>
    </w:tr>
    <w:tr w:rsidR="00F121D3" w14:paraId="2EF41416" w14:textId="77777777" w:rsidTr="00563165">
      <w:tc>
        <w:tcPr>
          <w:tcW w:w="2235" w:type="pct"/>
        </w:tcPr>
        <w:p w14:paraId="2EF41414" w14:textId="77777777" w:rsidR="00462D17" w:rsidRDefault="00462D17">
          <w:pPr>
            <w:pStyle w:val="Header"/>
          </w:pPr>
        </w:p>
      </w:tc>
      <w:tc>
        <w:tcPr>
          <w:tcW w:w="2760" w:type="pct"/>
        </w:tcPr>
        <w:p w14:paraId="2EF41415" w14:textId="1D3A7BC8" w:rsidR="00462D17" w:rsidRDefault="006531A3" w:rsidP="006531A3">
          <w:pPr>
            <w:pStyle w:val="isof2"/>
            <w:jc w:val="right"/>
          </w:pPr>
          <w:r>
            <w:t>CG 40 43 04 22</w:t>
          </w:r>
        </w:p>
      </w:tc>
    </w:tr>
  </w:tbl>
  <w:p w14:paraId="2EF41417" w14:textId="77777777" w:rsidR="00462D17" w:rsidRDefault="00462D17" w:rsidP="00563165">
    <w:pPr>
      <w:pStyle w:val="Header"/>
    </w:pPr>
  </w:p>
  <w:p w14:paraId="2EF41418" w14:textId="77777777" w:rsidR="00462D17" w:rsidRDefault="00F64B77">
    <w:pPr>
      <w:pStyle w:val="isof3"/>
    </w:pPr>
    <w:r>
      <w:t>THIS ENDORSEMENT CHANGES THE POLICY.  PLEASE READ IT CAREFULLY.</w:t>
    </w:r>
  </w:p>
  <w:p w14:paraId="2EF41419" w14:textId="77777777" w:rsidR="00462D17" w:rsidRPr="00563165" w:rsidRDefault="00462D17" w:rsidP="00563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C140A" w14:textId="77777777" w:rsidR="006531A3" w:rsidRDefault="006531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531A3" w14:paraId="2FF65E34" w14:textId="77777777">
      <w:tc>
        <w:tcPr>
          <w:tcW w:w="2481" w:type="pct"/>
        </w:tcPr>
        <w:p w14:paraId="68FCEC5D" w14:textId="09C3A8DA" w:rsidR="006531A3" w:rsidRDefault="006531A3" w:rsidP="006531A3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A04A9E4" w14:textId="32315FC7" w:rsidR="006531A3" w:rsidRDefault="006531A3" w:rsidP="006531A3">
          <w:pPr>
            <w:pStyle w:val="isof2"/>
            <w:jc w:val="right"/>
          </w:pPr>
          <w:r>
            <w:t>COMMERCIAL GENERAL LIABILITY</w:t>
          </w:r>
        </w:p>
      </w:tc>
    </w:tr>
    <w:tr w:rsidR="006531A3" w14:paraId="6BDFF4EA" w14:textId="77777777">
      <w:tc>
        <w:tcPr>
          <w:tcW w:w="2481" w:type="pct"/>
        </w:tcPr>
        <w:p w14:paraId="1988CA95" w14:textId="77777777" w:rsidR="006531A3" w:rsidRDefault="006531A3">
          <w:pPr>
            <w:pStyle w:val="Header"/>
          </w:pPr>
        </w:p>
      </w:tc>
      <w:tc>
        <w:tcPr>
          <w:tcW w:w="2519" w:type="pct"/>
        </w:tcPr>
        <w:p w14:paraId="2FD079DE" w14:textId="2B34320E" w:rsidR="006531A3" w:rsidRDefault="006531A3" w:rsidP="006531A3">
          <w:pPr>
            <w:pStyle w:val="isof2"/>
            <w:jc w:val="right"/>
          </w:pPr>
          <w:r>
            <w:t>CG 40 43 04 22</w:t>
          </w:r>
        </w:p>
      </w:tc>
    </w:tr>
  </w:tbl>
  <w:p w14:paraId="1A3F2A75" w14:textId="0C7117FC" w:rsidR="006531A3" w:rsidRDefault="006531A3">
    <w:pPr>
      <w:pStyle w:val="Header"/>
    </w:pPr>
  </w:p>
  <w:p w14:paraId="64AAEF2C" w14:textId="77777777" w:rsidR="006531A3" w:rsidRDefault="006531A3">
    <w:pPr>
      <w:pStyle w:val="isof3"/>
    </w:pPr>
    <w:r>
      <w:t>THIS ENDORSEMENT CHANGES THE POLICY.  PLEASE READ IT CAREFULLY.</w:t>
    </w:r>
  </w:p>
  <w:p w14:paraId="69B1CA4E" w14:textId="77777777" w:rsidR="006531A3" w:rsidRDefault="006531A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3C9" w14:textId="77777777" w:rsidR="003D28B5" w:rsidRDefault="003D28B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3CA" w14:textId="77777777" w:rsidR="003D28B5" w:rsidRDefault="003D28B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F121D3" w14:paraId="2EF413D9" w14:textId="77777777" w:rsidTr="00563165">
      <w:tc>
        <w:tcPr>
          <w:tcW w:w="2235" w:type="pct"/>
        </w:tcPr>
        <w:p w14:paraId="2EF413D7" w14:textId="77777777" w:rsidR="003D28B5" w:rsidRDefault="003D28B5">
          <w:pPr>
            <w:pStyle w:val="Header"/>
          </w:pPr>
        </w:p>
      </w:tc>
      <w:tc>
        <w:tcPr>
          <w:tcW w:w="2760" w:type="pct"/>
        </w:tcPr>
        <w:p w14:paraId="2EF413D8" w14:textId="77777777" w:rsidR="003D28B5" w:rsidRDefault="00F64B77" w:rsidP="00563165">
          <w:pPr>
            <w:pStyle w:val="isof2"/>
            <w:jc w:val="right"/>
          </w:pPr>
          <w:r>
            <w:t>COMMERCIAL GENERAL LIABILITY</w:t>
          </w:r>
        </w:p>
      </w:tc>
    </w:tr>
    <w:tr w:rsidR="00F121D3" w14:paraId="2EF413DC" w14:textId="77777777" w:rsidTr="00563165">
      <w:tc>
        <w:tcPr>
          <w:tcW w:w="2235" w:type="pct"/>
        </w:tcPr>
        <w:p w14:paraId="2EF413DA" w14:textId="77777777" w:rsidR="003D28B5" w:rsidRDefault="003D28B5">
          <w:pPr>
            <w:pStyle w:val="Header"/>
          </w:pPr>
        </w:p>
      </w:tc>
      <w:tc>
        <w:tcPr>
          <w:tcW w:w="2760" w:type="pct"/>
        </w:tcPr>
        <w:p w14:paraId="2EF413DB" w14:textId="547DC632" w:rsidR="003D28B5" w:rsidRDefault="006531A3" w:rsidP="006531A3">
          <w:pPr>
            <w:pStyle w:val="isof2"/>
            <w:jc w:val="right"/>
          </w:pPr>
          <w:r>
            <w:t>CG 40 43 04 22</w:t>
          </w:r>
        </w:p>
      </w:tc>
    </w:tr>
  </w:tbl>
  <w:p w14:paraId="2EF413DD" w14:textId="77777777" w:rsidR="003D28B5" w:rsidRDefault="003D28B5" w:rsidP="00563165">
    <w:pPr>
      <w:pStyle w:val="Header"/>
    </w:pPr>
  </w:p>
  <w:p w14:paraId="2EF413DE" w14:textId="77777777" w:rsidR="003D28B5" w:rsidRDefault="00F64B77">
    <w:pPr>
      <w:pStyle w:val="isof3"/>
    </w:pPr>
    <w:r>
      <w:t>THIS ENDORSEMENT CHANGES THE POLICY.  PLEASE READ IT CAREFULLY.</w:t>
    </w:r>
  </w:p>
  <w:p w14:paraId="2EF413DF" w14:textId="77777777" w:rsidR="003D28B5" w:rsidRPr="00563165" w:rsidRDefault="003D28B5" w:rsidP="0056316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3E6" w14:textId="77777777" w:rsidR="00627D58" w:rsidRDefault="00627D58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413E7" w14:textId="77777777" w:rsidR="00627D58" w:rsidRDefault="00627D58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F121D3" w14:paraId="2EF413F6" w14:textId="77777777" w:rsidTr="00563165">
      <w:tc>
        <w:tcPr>
          <w:tcW w:w="2235" w:type="pct"/>
        </w:tcPr>
        <w:p w14:paraId="2EF413F4" w14:textId="77777777" w:rsidR="00627D58" w:rsidRDefault="00627D58">
          <w:pPr>
            <w:pStyle w:val="Header"/>
          </w:pPr>
        </w:p>
      </w:tc>
      <w:tc>
        <w:tcPr>
          <w:tcW w:w="2760" w:type="pct"/>
        </w:tcPr>
        <w:p w14:paraId="2EF413F5" w14:textId="77777777" w:rsidR="00627D58" w:rsidRDefault="00F64B77" w:rsidP="00563165">
          <w:pPr>
            <w:pStyle w:val="isof2"/>
            <w:jc w:val="right"/>
          </w:pPr>
          <w:r>
            <w:t>COMMERCIAL GENERAL LIABILITY</w:t>
          </w:r>
        </w:p>
      </w:tc>
    </w:tr>
    <w:tr w:rsidR="00F121D3" w14:paraId="2EF413F9" w14:textId="77777777" w:rsidTr="00563165">
      <w:tc>
        <w:tcPr>
          <w:tcW w:w="2235" w:type="pct"/>
        </w:tcPr>
        <w:p w14:paraId="2EF413F7" w14:textId="77777777" w:rsidR="00627D58" w:rsidRDefault="00627D58">
          <w:pPr>
            <w:pStyle w:val="Header"/>
          </w:pPr>
        </w:p>
      </w:tc>
      <w:tc>
        <w:tcPr>
          <w:tcW w:w="2760" w:type="pct"/>
        </w:tcPr>
        <w:p w14:paraId="2EF413F8" w14:textId="18AF3E04" w:rsidR="00627D58" w:rsidRDefault="006531A3" w:rsidP="006531A3">
          <w:pPr>
            <w:pStyle w:val="isof2"/>
            <w:jc w:val="right"/>
          </w:pPr>
          <w:r>
            <w:t>CG 40 43 04 22</w:t>
          </w:r>
        </w:p>
      </w:tc>
    </w:tr>
  </w:tbl>
  <w:p w14:paraId="2EF413FA" w14:textId="77777777" w:rsidR="00627D58" w:rsidRDefault="00627D58" w:rsidP="00563165">
    <w:pPr>
      <w:pStyle w:val="Header"/>
    </w:pPr>
  </w:p>
  <w:p w14:paraId="2EF413FB" w14:textId="77777777" w:rsidR="00627D58" w:rsidRDefault="00F64B77">
    <w:pPr>
      <w:pStyle w:val="isof3"/>
    </w:pPr>
    <w:r>
      <w:t>THIS ENDORSEMENT CHANGES THE POLICY.  PLEASE READ IT CAREFULLY.</w:t>
    </w:r>
  </w:p>
  <w:p w14:paraId="2EF413FC" w14:textId="77777777" w:rsidR="00627D58" w:rsidRPr="00563165" w:rsidRDefault="00627D58" w:rsidP="00563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7E567E"/>
    <w:multiLevelType w:val="hybridMultilevel"/>
    <w:tmpl w:val="9258C414"/>
    <w:lvl w:ilvl="0" w:tplc="CDE2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9F6672BC" w:tentative="1">
      <w:start w:val="1"/>
      <w:numFmt w:val="lowerLetter"/>
      <w:lvlText w:val="%2."/>
      <w:lvlJc w:val="left"/>
      <w:pPr>
        <w:ind w:left="1440" w:hanging="360"/>
      </w:pPr>
    </w:lvl>
    <w:lvl w:ilvl="2" w:tplc="0682F7A0" w:tentative="1">
      <w:start w:val="1"/>
      <w:numFmt w:val="lowerRoman"/>
      <w:lvlText w:val="%3."/>
      <w:lvlJc w:val="right"/>
      <w:pPr>
        <w:ind w:left="2160" w:hanging="180"/>
      </w:pPr>
    </w:lvl>
    <w:lvl w:ilvl="3" w:tplc="370668C6" w:tentative="1">
      <w:start w:val="1"/>
      <w:numFmt w:val="decimal"/>
      <w:lvlText w:val="%4."/>
      <w:lvlJc w:val="left"/>
      <w:pPr>
        <w:ind w:left="2880" w:hanging="360"/>
      </w:pPr>
    </w:lvl>
    <w:lvl w:ilvl="4" w:tplc="EE2A685C" w:tentative="1">
      <w:start w:val="1"/>
      <w:numFmt w:val="lowerLetter"/>
      <w:lvlText w:val="%5."/>
      <w:lvlJc w:val="left"/>
      <w:pPr>
        <w:ind w:left="3600" w:hanging="360"/>
      </w:pPr>
    </w:lvl>
    <w:lvl w:ilvl="5" w:tplc="F0FE06E8" w:tentative="1">
      <w:start w:val="1"/>
      <w:numFmt w:val="lowerRoman"/>
      <w:lvlText w:val="%6."/>
      <w:lvlJc w:val="right"/>
      <w:pPr>
        <w:ind w:left="4320" w:hanging="180"/>
      </w:pPr>
    </w:lvl>
    <w:lvl w:ilvl="6" w:tplc="3DBEF28E" w:tentative="1">
      <w:start w:val="1"/>
      <w:numFmt w:val="decimal"/>
      <w:lvlText w:val="%7."/>
      <w:lvlJc w:val="left"/>
      <w:pPr>
        <w:ind w:left="5040" w:hanging="360"/>
      </w:pPr>
    </w:lvl>
    <w:lvl w:ilvl="7" w:tplc="BFAE099E" w:tentative="1">
      <w:start w:val="1"/>
      <w:numFmt w:val="lowerLetter"/>
      <w:lvlText w:val="%8."/>
      <w:lvlJc w:val="left"/>
      <w:pPr>
        <w:ind w:left="5760" w:hanging="360"/>
      </w:pPr>
    </w:lvl>
    <w:lvl w:ilvl="8" w:tplc="45925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83BBF"/>
    <w:multiLevelType w:val="hybridMultilevel"/>
    <w:tmpl w:val="4E462E0E"/>
    <w:lvl w:ilvl="0" w:tplc="5FE438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2CE5FDA" w:tentative="1">
      <w:start w:val="1"/>
      <w:numFmt w:val="lowerLetter"/>
      <w:lvlText w:val="%2."/>
      <w:lvlJc w:val="left"/>
      <w:pPr>
        <w:ind w:left="1440" w:hanging="360"/>
      </w:pPr>
    </w:lvl>
    <w:lvl w:ilvl="2" w:tplc="8AE054C6" w:tentative="1">
      <w:start w:val="1"/>
      <w:numFmt w:val="lowerRoman"/>
      <w:lvlText w:val="%3."/>
      <w:lvlJc w:val="right"/>
      <w:pPr>
        <w:ind w:left="2160" w:hanging="180"/>
      </w:pPr>
    </w:lvl>
    <w:lvl w:ilvl="3" w:tplc="9E5C9776" w:tentative="1">
      <w:start w:val="1"/>
      <w:numFmt w:val="decimal"/>
      <w:lvlText w:val="%4."/>
      <w:lvlJc w:val="left"/>
      <w:pPr>
        <w:ind w:left="2880" w:hanging="360"/>
      </w:pPr>
    </w:lvl>
    <w:lvl w:ilvl="4" w:tplc="24B6C2D0" w:tentative="1">
      <w:start w:val="1"/>
      <w:numFmt w:val="lowerLetter"/>
      <w:lvlText w:val="%5."/>
      <w:lvlJc w:val="left"/>
      <w:pPr>
        <w:ind w:left="3600" w:hanging="360"/>
      </w:pPr>
    </w:lvl>
    <w:lvl w:ilvl="5" w:tplc="165C1A0C" w:tentative="1">
      <w:start w:val="1"/>
      <w:numFmt w:val="lowerRoman"/>
      <w:lvlText w:val="%6."/>
      <w:lvlJc w:val="right"/>
      <w:pPr>
        <w:ind w:left="4320" w:hanging="180"/>
      </w:pPr>
    </w:lvl>
    <w:lvl w:ilvl="6" w:tplc="8CE22FD8" w:tentative="1">
      <w:start w:val="1"/>
      <w:numFmt w:val="decimal"/>
      <w:lvlText w:val="%7."/>
      <w:lvlJc w:val="left"/>
      <w:pPr>
        <w:ind w:left="5040" w:hanging="360"/>
      </w:pPr>
    </w:lvl>
    <w:lvl w:ilvl="7" w:tplc="B86EF582" w:tentative="1">
      <w:start w:val="1"/>
      <w:numFmt w:val="lowerLetter"/>
      <w:lvlText w:val="%8."/>
      <w:lvlJc w:val="left"/>
      <w:pPr>
        <w:ind w:left="5760" w:hanging="360"/>
      </w:pPr>
    </w:lvl>
    <w:lvl w:ilvl="8" w:tplc="386AB2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21_32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627"/>
    <w:rsid w:val="00000E58"/>
    <w:rsid w:val="000046E9"/>
    <w:rsid w:val="000059C9"/>
    <w:rsid w:val="0000661E"/>
    <w:rsid w:val="00006D48"/>
    <w:rsid w:val="0001392D"/>
    <w:rsid w:val="000167FD"/>
    <w:rsid w:val="00016EBA"/>
    <w:rsid w:val="00020C43"/>
    <w:rsid w:val="00022D4D"/>
    <w:rsid w:val="00023F6A"/>
    <w:rsid w:val="00024ACF"/>
    <w:rsid w:val="000300C1"/>
    <w:rsid w:val="00031859"/>
    <w:rsid w:val="00034001"/>
    <w:rsid w:val="00036FFA"/>
    <w:rsid w:val="00041E8F"/>
    <w:rsid w:val="00054C68"/>
    <w:rsid w:val="000573BC"/>
    <w:rsid w:val="00060E63"/>
    <w:rsid w:val="00064899"/>
    <w:rsid w:val="00066F63"/>
    <w:rsid w:val="000755F9"/>
    <w:rsid w:val="000809AD"/>
    <w:rsid w:val="00080FA5"/>
    <w:rsid w:val="00086FA6"/>
    <w:rsid w:val="00093A69"/>
    <w:rsid w:val="00095786"/>
    <w:rsid w:val="000A173D"/>
    <w:rsid w:val="000A28C7"/>
    <w:rsid w:val="000A46EF"/>
    <w:rsid w:val="000A7145"/>
    <w:rsid w:val="000A7332"/>
    <w:rsid w:val="000B5EF5"/>
    <w:rsid w:val="000B7AED"/>
    <w:rsid w:val="000C2D99"/>
    <w:rsid w:val="000C46C2"/>
    <w:rsid w:val="000D056A"/>
    <w:rsid w:val="000D3A61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07109"/>
    <w:rsid w:val="00111C39"/>
    <w:rsid w:val="00114208"/>
    <w:rsid w:val="00121020"/>
    <w:rsid w:val="00126480"/>
    <w:rsid w:val="00132025"/>
    <w:rsid w:val="001321D0"/>
    <w:rsid w:val="00133FCF"/>
    <w:rsid w:val="00135358"/>
    <w:rsid w:val="0013746C"/>
    <w:rsid w:val="00141AC9"/>
    <w:rsid w:val="00143403"/>
    <w:rsid w:val="00151B70"/>
    <w:rsid w:val="00157A2E"/>
    <w:rsid w:val="001632E5"/>
    <w:rsid w:val="00164E46"/>
    <w:rsid w:val="00166854"/>
    <w:rsid w:val="00166B98"/>
    <w:rsid w:val="00166C6B"/>
    <w:rsid w:val="00173067"/>
    <w:rsid w:val="001738EA"/>
    <w:rsid w:val="00173D89"/>
    <w:rsid w:val="001760ED"/>
    <w:rsid w:val="00185A9F"/>
    <w:rsid w:val="001902C6"/>
    <w:rsid w:val="0019363B"/>
    <w:rsid w:val="0019494C"/>
    <w:rsid w:val="001A329B"/>
    <w:rsid w:val="001A42BE"/>
    <w:rsid w:val="001A56E3"/>
    <w:rsid w:val="001A603A"/>
    <w:rsid w:val="001B1943"/>
    <w:rsid w:val="001B1E89"/>
    <w:rsid w:val="001C0B77"/>
    <w:rsid w:val="001C1DBE"/>
    <w:rsid w:val="001C4950"/>
    <w:rsid w:val="001C758A"/>
    <w:rsid w:val="001D402A"/>
    <w:rsid w:val="001D4049"/>
    <w:rsid w:val="001D512B"/>
    <w:rsid w:val="001E0EAD"/>
    <w:rsid w:val="001E1A1F"/>
    <w:rsid w:val="001E4C8F"/>
    <w:rsid w:val="001E5128"/>
    <w:rsid w:val="001E5F2C"/>
    <w:rsid w:val="001F50F4"/>
    <w:rsid w:val="001F769C"/>
    <w:rsid w:val="001F7EED"/>
    <w:rsid w:val="00200DBD"/>
    <w:rsid w:val="002020A2"/>
    <w:rsid w:val="002024C2"/>
    <w:rsid w:val="00203C0B"/>
    <w:rsid w:val="002064C5"/>
    <w:rsid w:val="00207003"/>
    <w:rsid w:val="0021455E"/>
    <w:rsid w:val="00214685"/>
    <w:rsid w:val="00217211"/>
    <w:rsid w:val="002254B9"/>
    <w:rsid w:val="002300D9"/>
    <w:rsid w:val="00230F3E"/>
    <w:rsid w:val="00232F17"/>
    <w:rsid w:val="002362E8"/>
    <w:rsid w:val="00236D96"/>
    <w:rsid w:val="002460B3"/>
    <w:rsid w:val="00247ADB"/>
    <w:rsid w:val="002505B4"/>
    <w:rsid w:val="002528B3"/>
    <w:rsid w:val="00256920"/>
    <w:rsid w:val="002577AD"/>
    <w:rsid w:val="00263DA6"/>
    <w:rsid w:val="00265722"/>
    <w:rsid w:val="002657B5"/>
    <w:rsid w:val="00267817"/>
    <w:rsid w:val="00270B1F"/>
    <w:rsid w:val="00271C9F"/>
    <w:rsid w:val="00271ECA"/>
    <w:rsid w:val="002723D5"/>
    <w:rsid w:val="00280FFC"/>
    <w:rsid w:val="00284D8D"/>
    <w:rsid w:val="002852BA"/>
    <w:rsid w:val="00285CDC"/>
    <w:rsid w:val="00286F02"/>
    <w:rsid w:val="002942C9"/>
    <w:rsid w:val="002977AF"/>
    <w:rsid w:val="00297E9B"/>
    <w:rsid w:val="002A4822"/>
    <w:rsid w:val="002A4AD2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2EC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2012"/>
    <w:rsid w:val="00336023"/>
    <w:rsid w:val="00345C0C"/>
    <w:rsid w:val="0035697C"/>
    <w:rsid w:val="003609A8"/>
    <w:rsid w:val="003679CE"/>
    <w:rsid w:val="00370FFC"/>
    <w:rsid w:val="00373A0A"/>
    <w:rsid w:val="00381055"/>
    <w:rsid w:val="00381662"/>
    <w:rsid w:val="00387F5F"/>
    <w:rsid w:val="00395643"/>
    <w:rsid w:val="003A26C6"/>
    <w:rsid w:val="003A654A"/>
    <w:rsid w:val="003B0E09"/>
    <w:rsid w:val="003B1B58"/>
    <w:rsid w:val="003B1B83"/>
    <w:rsid w:val="003B64A7"/>
    <w:rsid w:val="003D22C5"/>
    <w:rsid w:val="003D28B5"/>
    <w:rsid w:val="003D4220"/>
    <w:rsid w:val="003D5E52"/>
    <w:rsid w:val="003D6CC2"/>
    <w:rsid w:val="003E2F67"/>
    <w:rsid w:val="003E55A8"/>
    <w:rsid w:val="003E62BF"/>
    <w:rsid w:val="003E717D"/>
    <w:rsid w:val="003F374E"/>
    <w:rsid w:val="003F7E6C"/>
    <w:rsid w:val="00400203"/>
    <w:rsid w:val="0040040D"/>
    <w:rsid w:val="00400EA0"/>
    <w:rsid w:val="00402425"/>
    <w:rsid w:val="00404FC0"/>
    <w:rsid w:val="0040518E"/>
    <w:rsid w:val="00405DAC"/>
    <w:rsid w:val="00414297"/>
    <w:rsid w:val="004144C4"/>
    <w:rsid w:val="00423EC5"/>
    <w:rsid w:val="00430293"/>
    <w:rsid w:val="0043368E"/>
    <w:rsid w:val="00433AD0"/>
    <w:rsid w:val="00434551"/>
    <w:rsid w:val="0044229B"/>
    <w:rsid w:val="00452FBA"/>
    <w:rsid w:val="004558D5"/>
    <w:rsid w:val="00455CD0"/>
    <w:rsid w:val="00456250"/>
    <w:rsid w:val="004569D1"/>
    <w:rsid w:val="004601F7"/>
    <w:rsid w:val="00460D59"/>
    <w:rsid w:val="00462D17"/>
    <w:rsid w:val="00471B23"/>
    <w:rsid w:val="00474920"/>
    <w:rsid w:val="00482EF5"/>
    <w:rsid w:val="00487550"/>
    <w:rsid w:val="00487C60"/>
    <w:rsid w:val="00491725"/>
    <w:rsid w:val="004922F5"/>
    <w:rsid w:val="0049296A"/>
    <w:rsid w:val="00496959"/>
    <w:rsid w:val="0049702B"/>
    <w:rsid w:val="00497C00"/>
    <w:rsid w:val="00497E3A"/>
    <w:rsid w:val="004A0598"/>
    <w:rsid w:val="004A2908"/>
    <w:rsid w:val="004A48BA"/>
    <w:rsid w:val="004A7416"/>
    <w:rsid w:val="004B095F"/>
    <w:rsid w:val="004B2B5A"/>
    <w:rsid w:val="004B5539"/>
    <w:rsid w:val="004B7B99"/>
    <w:rsid w:val="004D6568"/>
    <w:rsid w:val="004E1306"/>
    <w:rsid w:val="004E3B68"/>
    <w:rsid w:val="004F0D90"/>
    <w:rsid w:val="004F1935"/>
    <w:rsid w:val="004F19A3"/>
    <w:rsid w:val="004F720B"/>
    <w:rsid w:val="00500490"/>
    <w:rsid w:val="00506DA7"/>
    <w:rsid w:val="00510567"/>
    <w:rsid w:val="00511159"/>
    <w:rsid w:val="005143C9"/>
    <w:rsid w:val="00522731"/>
    <w:rsid w:val="005235E4"/>
    <w:rsid w:val="0052391F"/>
    <w:rsid w:val="00525043"/>
    <w:rsid w:val="00526149"/>
    <w:rsid w:val="00532EDB"/>
    <w:rsid w:val="00532F11"/>
    <w:rsid w:val="00535068"/>
    <w:rsid w:val="00536A79"/>
    <w:rsid w:val="005409D8"/>
    <w:rsid w:val="005527BA"/>
    <w:rsid w:val="005563FB"/>
    <w:rsid w:val="00557678"/>
    <w:rsid w:val="00561A1C"/>
    <w:rsid w:val="00562A5F"/>
    <w:rsid w:val="00563165"/>
    <w:rsid w:val="005634A7"/>
    <w:rsid w:val="00564294"/>
    <w:rsid w:val="00575B2B"/>
    <w:rsid w:val="00577646"/>
    <w:rsid w:val="00581BC8"/>
    <w:rsid w:val="00581D7B"/>
    <w:rsid w:val="00582D24"/>
    <w:rsid w:val="0058562B"/>
    <w:rsid w:val="00585A46"/>
    <w:rsid w:val="00591DF2"/>
    <w:rsid w:val="005A3918"/>
    <w:rsid w:val="005A4D6D"/>
    <w:rsid w:val="005A5551"/>
    <w:rsid w:val="005B1564"/>
    <w:rsid w:val="005B32E7"/>
    <w:rsid w:val="005B4744"/>
    <w:rsid w:val="005B5CB1"/>
    <w:rsid w:val="005C31BA"/>
    <w:rsid w:val="005C33CD"/>
    <w:rsid w:val="005C79DD"/>
    <w:rsid w:val="005D2684"/>
    <w:rsid w:val="005D28F9"/>
    <w:rsid w:val="005E2D03"/>
    <w:rsid w:val="005E4F32"/>
    <w:rsid w:val="005F3163"/>
    <w:rsid w:val="005F35E6"/>
    <w:rsid w:val="005F7B79"/>
    <w:rsid w:val="005F7D93"/>
    <w:rsid w:val="00601174"/>
    <w:rsid w:val="006044B0"/>
    <w:rsid w:val="0061049F"/>
    <w:rsid w:val="00613590"/>
    <w:rsid w:val="00620ACE"/>
    <w:rsid w:val="00624FF1"/>
    <w:rsid w:val="00627C91"/>
    <w:rsid w:val="00627D58"/>
    <w:rsid w:val="006326BD"/>
    <w:rsid w:val="0063690D"/>
    <w:rsid w:val="00643E8D"/>
    <w:rsid w:val="006531A3"/>
    <w:rsid w:val="00661641"/>
    <w:rsid w:val="00673243"/>
    <w:rsid w:val="0067428E"/>
    <w:rsid w:val="00677124"/>
    <w:rsid w:val="006824B0"/>
    <w:rsid w:val="00696B6D"/>
    <w:rsid w:val="006A7E6A"/>
    <w:rsid w:val="006B1E76"/>
    <w:rsid w:val="006B3D5A"/>
    <w:rsid w:val="006C0161"/>
    <w:rsid w:val="006C0D59"/>
    <w:rsid w:val="006C19B8"/>
    <w:rsid w:val="006C5A7A"/>
    <w:rsid w:val="006E043D"/>
    <w:rsid w:val="006E2D43"/>
    <w:rsid w:val="006E7BEE"/>
    <w:rsid w:val="006F1F82"/>
    <w:rsid w:val="006F1F95"/>
    <w:rsid w:val="006F5BC4"/>
    <w:rsid w:val="006F71D5"/>
    <w:rsid w:val="00700F36"/>
    <w:rsid w:val="00704631"/>
    <w:rsid w:val="00713302"/>
    <w:rsid w:val="00713C5E"/>
    <w:rsid w:val="00720B1A"/>
    <w:rsid w:val="007217E0"/>
    <w:rsid w:val="00722692"/>
    <w:rsid w:val="00723437"/>
    <w:rsid w:val="00725EBC"/>
    <w:rsid w:val="00726024"/>
    <w:rsid w:val="007261EE"/>
    <w:rsid w:val="00727027"/>
    <w:rsid w:val="007337C5"/>
    <w:rsid w:val="00734780"/>
    <w:rsid w:val="00734F8A"/>
    <w:rsid w:val="00735BC6"/>
    <w:rsid w:val="0074241C"/>
    <w:rsid w:val="0074476A"/>
    <w:rsid w:val="0074657B"/>
    <w:rsid w:val="00746FF3"/>
    <w:rsid w:val="00747060"/>
    <w:rsid w:val="00750020"/>
    <w:rsid w:val="00753E21"/>
    <w:rsid w:val="0076552F"/>
    <w:rsid w:val="00767CF7"/>
    <w:rsid w:val="0077457F"/>
    <w:rsid w:val="0077512C"/>
    <w:rsid w:val="007758EE"/>
    <w:rsid w:val="00780F35"/>
    <w:rsid w:val="0078219E"/>
    <w:rsid w:val="00782C81"/>
    <w:rsid w:val="00787681"/>
    <w:rsid w:val="007913D9"/>
    <w:rsid w:val="00795E7C"/>
    <w:rsid w:val="00796C44"/>
    <w:rsid w:val="007B104A"/>
    <w:rsid w:val="007B7751"/>
    <w:rsid w:val="007C408D"/>
    <w:rsid w:val="007C40F8"/>
    <w:rsid w:val="007C620C"/>
    <w:rsid w:val="007C6554"/>
    <w:rsid w:val="007C7302"/>
    <w:rsid w:val="007D10DE"/>
    <w:rsid w:val="007D3CE8"/>
    <w:rsid w:val="007D7643"/>
    <w:rsid w:val="007E3E18"/>
    <w:rsid w:val="007F2271"/>
    <w:rsid w:val="007F72B4"/>
    <w:rsid w:val="00800AE4"/>
    <w:rsid w:val="00803ED5"/>
    <w:rsid w:val="00805A59"/>
    <w:rsid w:val="0081360E"/>
    <w:rsid w:val="00823641"/>
    <w:rsid w:val="00830B94"/>
    <w:rsid w:val="008435F2"/>
    <w:rsid w:val="0084393B"/>
    <w:rsid w:val="0084457A"/>
    <w:rsid w:val="0084461A"/>
    <w:rsid w:val="0084571E"/>
    <w:rsid w:val="00852325"/>
    <w:rsid w:val="00854BCC"/>
    <w:rsid w:val="00856EE8"/>
    <w:rsid w:val="008575DF"/>
    <w:rsid w:val="008633F6"/>
    <w:rsid w:val="00864082"/>
    <w:rsid w:val="0086560C"/>
    <w:rsid w:val="00865F90"/>
    <w:rsid w:val="00866125"/>
    <w:rsid w:val="0087093E"/>
    <w:rsid w:val="00871E1C"/>
    <w:rsid w:val="0087349F"/>
    <w:rsid w:val="00880354"/>
    <w:rsid w:val="00880BCE"/>
    <w:rsid w:val="00886BFA"/>
    <w:rsid w:val="008907F3"/>
    <w:rsid w:val="00896704"/>
    <w:rsid w:val="0089689C"/>
    <w:rsid w:val="008A2FF1"/>
    <w:rsid w:val="008A3BF9"/>
    <w:rsid w:val="008A5603"/>
    <w:rsid w:val="008A59EA"/>
    <w:rsid w:val="008B088F"/>
    <w:rsid w:val="008B0A5C"/>
    <w:rsid w:val="008C1367"/>
    <w:rsid w:val="008C3EE2"/>
    <w:rsid w:val="008C4BF0"/>
    <w:rsid w:val="008C6AB2"/>
    <w:rsid w:val="008D71B1"/>
    <w:rsid w:val="008D71BC"/>
    <w:rsid w:val="008D790A"/>
    <w:rsid w:val="008E182C"/>
    <w:rsid w:val="008F3763"/>
    <w:rsid w:val="008F68FE"/>
    <w:rsid w:val="009016F4"/>
    <w:rsid w:val="00901B5F"/>
    <w:rsid w:val="00903815"/>
    <w:rsid w:val="00903C21"/>
    <w:rsid w:val="00913F92"/>
    <w:rsid w:val="00917383"/>
    <w:rsid w:val="00920278"/>
    <w:rsid w:val="00920E2B"/>
    <w:rsid w:val="00920F8A"/>
    <w:rsid w:val="0092130F"/>
    <w:rsid w:val="00926496"/>
    <w:rsid w:val="00926DA1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698C"/>
    <w:rsid w:val="00947DCB"/>
    <w:rsid w:val="009538F4"/>
    <w:rsid w:val="009561A0"/>
    <w:rsid w:val="00956868"/>
    <w:rsid w:val="009571CA"/>
    <w:rsid w:val="00961EBE"/>
    <w:rsid w:val="00963E69"/>
    <w:rsid w:val="00974282"/>
    <w:rsid w:val="0097441E"/>
    <w:rsid w:val="0098102C"/>
    <w:rsid w:val="009820D1"/>
    <w:rsid w:val="00985EFC"/>
    <w:rsid w:val="00991B91"/>
    <w:rsid w:val="009968EF"/>
    <w:rsid w:val="00996B89"/>
    <w:rsid w:val="00996C4F"/>
    <w:rsid w:val="009A1074"/>
    <w:rsid w:val="009A1A73"/>
    <w:rsid w:val="009A2C51"/>
    <w:rsid w:val="009A34DF"/>
    <w:rsid w:val="009A609B"/>
    <w:rsid w:val="009A6E02"/>
    <w:rsid w:val="009B063C"/>
    <w:rsid w:val="009B1E30"/>
    <w:rsid w:val="009B456A"/>
    <w:rsid w:val="009B45C7"/>
    <w:rsid w:val="009B7E5D"/>
    <w:rsid w:val="009D50FB"/>
    <w:rsid w:val="00A007A6"/>
    <w:rsid w:val="00A0342B"/>
    <w:rsid w:val="00A03AA6"/>
    <w:rsid w:val="00A1239F"/>
    <w:rsid w:val="00A13BF6"/>
    <w:rsid w:val="00A147DE"/>
    <w:rsid w:val="00A1534B"/>
    <w:rsid w:val="00A270BF"/>
    <w:rsid w:val="00A2787F"/>
    <w:rsid w:val="00A32223"/>
    <w:rsid w:val="00A34772"/>
    <w:rsid w:val="00A34A6D"/>
    <w:rsid w:val="00A367A0"/>
    <w:rsid w:val="00A36CA2"/>
    <w:rsid w:val="00A41E52"/>
    <w:rsid w:val="00A43F32"/>
    <w:rsid w:val="00A508F2"/>
    <w:rsid w:val="00A530AB"/>
    <w:rsid w:val="00A53431"/>
    <w:rsid w:val="00A54823"/>
    <w:rsid w:val="00A61421"/>
    <w:rsid w:val="00A63BFC"/>
    <w:rsid w:val="00A7312E"/>
    <w:rsid w:val="00A746DE"/>
    <w:rsid w:val="00A817D3"/>
    <w:rsid w:val="00A872FE"/>
    <w:rsid w:val="00A87790"/>
    <w:rsid w:val="00A917F6"/>
    <w:rsid w:val="00A96B6E"/>
    <w:rsid w:val="00A97B8A"/>
    <w:rsid w:val="00AB6C52"/>
    <w:rsid w:val="00AC487E"/>
    <w:rsid w:val="00AC67CF"/>
    <w:rsid w:val="00AD68B1"/>
    <w:rsid w:val="00AD7281"/>
    <w:rsid w:val="00AD7938"/>
    <w:rsid w:val="00AE030A"/>
    <w:rsid w:val="00AE2CE9"/>
    <w:rsid w:val="00AE319C"/>
    <w:rsid w:val="00AE4C58"/>
    <w:rsid w:val="00AE6AEB"/>
    <w:rsid w:val="00AE7877"/>
    <w:rsid w:val="00AF2351"/>
    <w:rsid w:val="00AF4667"/>
    <w:rsid w:val="00AF75FA"/>
    <w:rsid w:val="00AF7FC2"/>
    <w:rsid w:val="00B04EEA"/>
    <w:rsid w:val="00B05470"/>
    <w:rsid w:val="00B0550A"/>
    <w:rsid w:val="00B11578"/>
    <w:rsid w:val="00B15FBF"/>
    <w:rsid w:val="00B164B6"/>
    <w:rsid w:val="00B21A9B"/>
    <w:rsid w:val="00B21DC2"/>
    <w:rsid w:val="00B22002"/>
    <w:rsid w:val="00B3153F"/>
    <w:rsid w:val="00B334EC"/>
    <w:rsid w:val="00B368D0"/>
    <w:rsid w:val="00B36C12"/>
    <w:rsid w:val="00B37A52"/>
    <w:rsid w:val="00B40D34"/>
    <w:rsid w:val="00B448D1"/>
    <w:rsid w:val="00B55147"/>
    <w:rsid w:val="00B66C6A"/>
    <w:rsid w:val="00B7154C"/>
    <w:rsid w:val="00B7481C"/>
    <w:rsid w:val="00B778A1"/>
    <w:rsid w:val="00B77F81"/>
    <w:rsid w:val="00B846E3"/>
    <w:rsid w:val="00B91729"/>
    <w:rsid w:val="00B93E79"/>
    <w:rsid w:val="00BA4048"/>
    <w:rsid w:val="00BB4540"/>
    <w:rsid w:val="00BB4FDD"/>
    <w:rsid w:val="00BB571F"/>
    <w:rsid w:val="00BB6294"/>
    <w:rsid w:val="00BB6942"/>
    <w:rsid w:val="00BD4156"/>
    <w:rsid w:val="00BD4BFA"/>
    <w:rsid w:val="00BD58E6"/>
    <w:rsid w:val="00BD6504"/>
    <w:rsid w:val="00BD7793"/>
    <w:rsid w:val="00BE42F5"/>
    <w:rsid w:val="00BE7815"/>
    <w:rsid w:val="00BE7A37"/>
    <w:rsid w:val="00BE7F87"/>
    <w:rsid w:val="00C01C98"/>
    <w:rsid w:val="00C06967"/>
    <w:rsid w:val="00C136E1"/>
    <w:rsid w:val="00C14A64"/>
    <w:rsid w:val="00C165BC"/>
    <w:rsid w:val="00C20D9C"/>
    <w:rsid w:val="00C21181"/>
    <w:rsid w:val="00C22964"/>
    <w:rsid w:val="00C26496"/>
    <w:rsid w:val="00C3032C"/>
    <w:rsid w:val="00C30F58"/>
    <w:rsid w:val="00C34146"/>
    <w:rsid w:val="00C3455E"/>
    <w:rsid w:val="00C3731E"/>
    <w:rsid w:val="00C45FA0"/>
    <w:rsid w:val="00C4698C"/>
    <w:rsid w:val="00C50D0F"/>
    <w:rsid w:val="00C56D5E"/>
    <w:rsid w:val="00C64A51"/>
    <w:rsid w:val="00C66049"/>
    <w:rsid w:val="00C6672A"/>
    <w:rsid w:val="00C8119A"/>
    <w:rsid w:val="00C84693"/>
    <w:rsid w:val="00C91C15"/>
    <w:rsid w:val="00C9560B"/>
    <w:rsid w:val="00CA2B56"/>
    <w:rsid w:val="00CB0C4D"/>
    <w:rsid w:val="00CB0E2F"/>
    <w:rsid w:val="00CB2D3B"/>
    <w:rsid w:val="00CB406A"/>
    <w:rsid w:val="00CB6378"/>
    <w:rsid w:val="00CB7577"/>
    <w:rsid w:val="00CC282B"/>
    <w:rsid w:val="00CC2E64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CF4E08"/>
    <w:rsid w:val="00D0522B"/>
    <w:rsid w:val="00D118EE"/>
    <w:rsid w:val="00D11EB0"/>
    <w:rsid w:val="00D13260"/>
    <w:rsid w:val="00D14025"/>
    <w:rsid w:val="00D2179C"/>
    <w:rsid w:val="00D23249"/>
    <w:rsid w:val="00D232E6"/>
    <w:rsid w:val="00D246BB"/>
    <w:rsid w:val="00D24D17"/>
    <w:rsid w:val="00D326C4"/>
    <w:rsid w:val="00D33222"/>
    <w:rsid w:val="00D405A5"/>
    <w:rsid w:val="00D40710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657B4"/>
    <w:rsid w:val="00D666C7"/>
    <w:rsid w:val="00D70396"/>
    <w:rsid w:val="00D7168D"/>
    <w:rsid w:val="00D73B84"/>
    <w:rsid w:val="00D8184E"/>
    <w:rsid w:val="00D84FBC"/>
    <w:rsid w:val="00D900DB"/>
    <w:rsid w:val="00D90501"/>
    <w:rsid w:val="00D93C32"/>
    <w:rsid w:val="00DA164D"/>
    <w:rsid w:val="00DA2C46"/>
    <w:rsid w:val="00DA3C92"/>
    <w:rsid w:val="00DA6394"/>
    <w:rsid w:val="00DB2FEB"/>
    <w:rsid w:val="00DB517F"/>
    <w:rsid w:val="00DC51F2"/>
    <w:rsid w:val="00DC58F4"/>
    <w:rsid w:val="00DD23FB"/>
    <w:rsid w:val="00DD34FA"/>
    <w:rsid w:val="00DD5958"/>
    <w:rsid w:val="00DE289F"/>
    <w:rsid w:val="00DE4DFD"/>
    <w:rsid w:val="00DE567C"/>
    <w:rsid w:val="00DF158D"/>
    <w:rsid w:val="00DF1DD8"/>
    <w:rsid w:val="00DF3303"/>
    <w:rsid w:val="00E021A9"/>
    <w:rsid w:val="00E15893"/>
    <w:rsid w:val="00E21A5C"/>
    <w:rsid w:val="00E236E7"/>
    <w:rsid w:val="00E23791"/>
    <w:rsid w:val="00E26B5C"/>
    <w:rsid w:val="00E27BCC"/>
    <w:rsid w:val="00E30DCA"/>
    <w:rsid w:val="00E36ACD"/>
    <w:rsid w:val="00E434C2"/>
    <w:rsid w:val="00E435AC"/>
    <w:rsid w:val="00E4375B"/>
    <w:rsid w:val="00E531E3"/>
    <w:rsid w:val="00E538FD"/>
    <w:rsid w:val="00E56CF0"/>
    <w:rsid w:val="00E70CA5"/>
    <w:rsid w:val="00E73A34"/>
    <w:rsid w:val="00E762D1"/>
    <w:rsid w:val="00E80137"/>
    <w:rsid w:val="00E82B08"/>
    <w:rsid w:val="00E82C01"/>
    <w:rsid w:val="00E82E0C"/>
    <w:rsid w:val="00E94170"/>
    <w:rsid w:val="00E96B57"/>
    <w:rsid w:val="00EA3B9C"/>
    <w:rsid w:val="00EA41A3"/>
    <w:rsid w:val="00EA6BBB"/>
    <w:rsid w:val="00EA6D57"/>
    <w:rsid w:val="00EB0242"/>
    <w:rsid w:val="00EB0E97"/>
    <w:rsid w:val="00EB1312"/>
    <w:rsid w:val="00EB437B"/>
    <w:rsid w:val="00EB7AEB"/>
    <w:rsid w:val="00EC06B0"/>
    <w:rsid w:val="00EC4514"/>
    <w:rsid w:val="00EC45A6"/>
    <w:rsid w:val="00ED0463"/>
    <w:rsid w:val="00ED0B59"/>
    <w:rsid w:val="00ED1135"/>
    <w:rsid w:val="00ED60B7"/>
    <w:rsid w:val="00ED61D2"/>
    <w:rsid w:val="00ED72FA"/>
    <w:rsid w:val="00EE310E"/>
    <w:rsid w:val="00EF0919"/>
    <w:rsid w:val="00EF241F"/>
    <w:rsid w:val="00EF7917"/>
    <w:rsid w:val="00F02202"/>
    <w:rsid w:val="00F047A7"/>
    <w:rsid w:val="00F05707"/>
    <w:rsid w:val="00F10A4C"/>
    <w:rsid w:val="00F121D3"/>
    <w:rsid w:val="00F14CD2"/>
    <w:rsid w:val="00F16280"/>
    <w:rsid w:val="00F226A1"/>
    <w:rsid w:val="00F2297C"/>
    <w:rsid w:val="00F2317C"/>
    <w:rsid w:val="00F26B79"/>
    <w:rsid w:val="00F276BB"/>
    <w:rsid w:val="00F278F3"/>
    <w:rsid w:val="00F31B49"/>
    <w:rsid w:val="00F36F1B"/>
    <w:rsid w:val="00F431B1"/>
    <w:rsid w:val="00F46AFE"/>
    <w:rsid w:val="00F50489"/>
    <w:rsid w:val="00F544AF"/>
    <w:rsid w:val="00F5710B"/>
    <w:rsid w:val="00F63FAA"/>
    <w:rsid w:val="00F64885"/>
    <w:rsid w:val="00F64B77"/>
    <w:rsid w:val="00F66BF8"/>
    <w:rsid w:val="00F7052D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E92"/>
    <w:rsid w:val="00FB314C"/>
    <w:rsid w:val="00FC3559"/>
    <w:rsid w:val="00FC5EA8"/>
    <w:rsid w:val="00FD1551"/>
    <w:rsid w:val="00FD4A60"/>
    <w:rsid w:val="00FD5CCB"/>
    <w:rsid w:val="00FD6D9A"/>
    <w:rsid w:val="00FE0B16"/>
    <w:rsid w:val="00FE11F6"/>
    <w:rsid w:val="00FF20F8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F41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31A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6531A3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531A3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531A3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531A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31A3"/>
  </w:style>
  <w:style w:type="paragraph" w:customStyle="1" w:styleId="titleflushleft">
    <w:name w:val="title flush left"/>
    <w:basedOn w:val="isonormal"/>
    <w:next w:val="blocktext1"/>
    <w:rsid w:val="006531A3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6531A3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6531A3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6531A3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531A3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6531A3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6531A3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6531A3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6531A3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6531A3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6531A3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6531A3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6531A3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6531A3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6531A3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6531A3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6531A3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6531A3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6531A3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6531A3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6531A3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6531A3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0300C1"/>
    <w:rPr>
      <w:sz w:val="16"/>
    </w:rPr>
  </w:style>
  <w:style w:type="paragraph" w:customStyle="1" w:styleId="sectiontitleflushleft">
    <w:name w:val="section title flush left"/>
    <w:basedOn w:val="isonormal"/>
    <w:rsid w:val="006531A3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531A3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531A3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531A3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531A3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531A3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531A3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531A3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531A3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531A3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531A3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531A3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6531A3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531A3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531A3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531A3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531A3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531A3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531A3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6531A3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6531A3"/>
    <w:pPr>
      <w:spacing w:before="0"/>
      <w:jc w:val="both"/>
    </w:pPr>
  </w:style>
  <w:style w:type="paragraph" w:customStyle="1" w:styleId="isof2">
    <w:name w:val="isof2"/>
    <w:basedOn w:val="isonormal"/>
    <w:rsid w:val="006531A3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531A3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0300C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6531A3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6531A3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0300C1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0300C1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6531A3"/>
    <w:pPr>
      <w:jc w:val="center"/>
    </w:pPr>
  </w:style>
  <w:style w:type="paragraph" w:customStyle="1" w:styleId="tabletext">
    <w:name w:val="tabletext"/>
    <w:basedOn w:val="isonormal"/>
    <w:rsid w:val="006531A3"/>
    <w:pPr>
      <w:spacing w:before="60"/>
    </w:pPr>
  </w:style>
  <w:style w:type="paragraph" w:styleId="Index1">
    <w:name w:val="index 1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0300C1"/>
    <w:pPr>
      <w:numPr>
        <w:ilvl w:val="11"/>
      </w:numPr>
      <w:ind w:left="360" w:hanging="360"/>
    </w:pPr>
  </w:style>
  <w:style w:type="character" w:styleId="PageNumber">
    <w:name w:val="page number"/>
    <w:basedOn w:val="DefaultParagraphFont"/>
    <w:rsid w:val="000300C1"/>
  </w:style>
  <w:style w:type="paragraph" w:customStyle="1" w:styleId="sidetext">
    <w:name w:val="sidetext"/>
    <w:basedOn w:val="isonormal"/>
    <w:rsid w:val="006531A3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6531A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6531A3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0300C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0300C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0300C1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0300C1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6531A3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6531A3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6531A3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531A3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6531A3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531A3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6531A3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531A3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6531A3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531A3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531A3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531A3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531A3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6531A3"/>
    <w:pPr>
      <w:spacing w:before="60"/>
    </w:pPr>
    <w:rPr>
      <w:sz w:val="16"/>
    </w:rPr>
  </w:style>
  <w:style w:type="paragraph" w:customStyle="1" w:styleId="TEXT12">
    <w:name w:val="TEXT12"/>
    <w:basedOn w:val="isonormal"/>
    <w:rsid w:val="006531A3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531A3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531A3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531A3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531A3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6531A3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1738EA"/>
    <w:rPr>
      <w:rFonts w:ascii="Arial" w:hAnsi="Arial"/>
      <w:b/>
    </w:rPr>
  </w:style>
  <w:style w:type="character" w:customStyle="1" w:styleId="Heading1Char">
    <w:name w:val="Heading 1 Char"/>
    <w:link w:val="Heading1"/>
    <w:rsid w:val="006531A3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6531A3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6531A3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531A3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6531A3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6531A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531A3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6531A3"/>
    <w:rPr>
      <w:rFonts w:ascii="Arial" w:hAnsi="Arial"/>
    </w:rPr>
  </w:style>
  <w:style w:type="character" w:customStyle="1" w:styleId="FooterChar">
    <w:name w:val="Footer Char"/>
    <w:link w:val="Footer"/>
    <w:rsid w:val="006531A3"/>
    <w:rPr>
      <w:rFonts w:ascii="Arial" w:hAnsi="Arial"/>
    </w:rPr>
  </w:style>
  <w:style w:type="character" w:customStyle="1" w:styleId="formlink">
    <w:name w:val="formlink"/>
    <w:rsid w:val="006531A3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B164B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B164B6"/>
    <w:rPr>
      <w:rFonts w:ascii="Helv" w:hAnsi="Helv"/>
    </w:rPr>
  </w:style>
  <w:style w:type="character" w:customStyle="1" w:styleId="CommentSubjectChar">
    <w:name w:val="Comment Subject Char"/>
    <w:link w:val="CommentSubject"/>
    <w:rsid w:val="00B164B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6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164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F37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19</LOB>
    <DocumentName xmlns="a86cc342-0045-41e2-80e9-abdb777d2eca">LI-GL-2021-377 - 005 - CG 40 43 04 22 Final.docx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CG 40 43 04 22 Final</CircularDocDescription>
    <Date_x0020_Modified xmlns="a86cc342-0045-41e2-80e9-abdb777d2eca">2021-08-11T18:09:55+00:00</Date_x0020_Modified>
    <CircularDate xmlns="a86cc342-0045-41e2-80e9-abdb777d2eca">2021-12-03T05:00:00+00:00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GL-2021-OEND1 to be implemented for May 1, 2022.</KeyMessage>
    <CircularNumber xmlns="a86cc342-0045-41e2-80e9-abdb777d2eca">LI-GL-2021-377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4</Sequence>
    <ServiceModuleString xmlns="a86cc342-0045-41e2-80e9-abdb777d2eca">Forms;</ServiceModuleString>
    <CircId xmlns="a86cc342-0045-41e2-80e9-abdb777d2eca">34040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WASHINGTON INTRODUCTION OF OPTIONAL VIRAL OR BACTERIAL EXCLUSION ENDORSEMENTS FILED AND APPROVED</CircularTitle>
    <Jurs xmlns="a86cc342-0045-41e2-80e9-abdb777d2eca">
      <Value>51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3A075-9005-44A4-BCC3-3B41074CBE0A}"/>
</file>

<file path=customXml/itemProps2.xml><?xml version="1.0" encoding="utf-8"?>
<ds:datastoreItem xmlns:ds="http://schemas.openxmlformats.org/officeDocument/2006/customXml" ds:itemID="{4156C9E9-275C-4075-90FE-0FD02102CDF6}"/>
</file>

<file path=customXml/itemProps3.xml><?xml version="1.0" encoding="utf-8"?>
<ds:datastoreItem xmlns:ds="http://schemas.openxmlformats.org/officeDocument/2006/customXml" ds:itemID="{EA45ED32-4FC2-466C-A454-FE34C07BC660}"/>
</file>

<file path=customXml/itemProps4.xml><?xml version="1.0" encoding="utf-8"?>
<ds:datastoreItem xmlns:ds="http://schemas.openxmlformats.org/officeDocument/2006/customXml" ds:itemID="{792C565D-85F0-4001-8A8A-5BA3D8DE29F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292</Words>
  <Characters>1691</Characters>
  <Application>Microsoft Office Word</Application>
  <DocSecurity>0</DocSecurity>
  <Lines>59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WASHINGTON – EXCLUSION – VIRAL OR BACTERIAL INFECTIONS – EXCEPTION FOR DESIGNATED INFECTION, ONGOING OPERATIONS OR PRODUCTS</vt:lpstr>
    </vt:vector>
  </TitlesOfParts>
  <Manager/>
  <Company/>
  <LinksUpToDate>false</LinksUpToDate>
  <CharactersWithSpaces>1982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WASHINGTON – EXCLUSION – VIRAL OR BACTERIAL INFECTIONS – EXCEPTION FOR DESIGNATED INFECTION, ONGOING OPERATIONS OR PRODUCTS</dc:title>
  <dc:subject/>
  <dc:creator/>
  <cp:keywords/>
  <dc:description>1</dc:description>
  <cp:lastModifiedBy/>
  <cp:revision>1</cp:revision>
  <cp:lastPrinted>2008-07-29T17:02:00Z</cp:lastPrinted>
  <dcterms:created xsi:type="dcterms:W3CDTF">2021-03-26T19:14:00Z</dcterms:created>
  <dcterms:modified xsi:type="dcterms:W3CDTF">2021-09-20T13:16:00Z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CG40431121_3.doc</vt:lpwstr>
  </property>
  <property fmtid="{D5CDD505-2E9C-101B-9397-08002B2CF9AE}" pid="10" name="DocumentStatus">
    <vt:lpwstr>C</vt:lpwstr>
  </property>
  <property fmtid="{D5CDD505-2E9C-101B-9397-08002B2CF9AE}" pid="11" name="DocumentTitle">
    <vt:lpwstr>COMMUNICABLE DISEASE EXCLUSION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>GL-2008-OFR08</vt:lpwstr>
  </property>
  <property fmtid="{D5CDD505-2E9C-101B-9397-08002B2CF9AE}" pid="15" name="FilingPath">
    <vt:lpwstr/>
  </property>
  <property fmtid="{D5CDD505-2E9C-101B-9397-08002B2CF9AE}" pid="16" name="Form">
    <vt:lpwstr>CG21320509    </vt:lpwstr>
  </property>
  <property fmtid="{D5CDD505-2E9C-101B-9397-08002B2CF9AE}" pid="17" name="Form: Action">
    <vt:lpwstr>N</vt:lpwstr>
  </property>
  <property fmtid="{D5CDD505-2E9C-101B-9397-08002B2CF9AE}" pid="18" name="Form: BaseFormNumber">
    <vt:lpwstr>CG2132</vt:lpwstr>
  </property>
  <property fmtid="{D5CDD505-2E9C-101B-9397-08002B2CF9AE}" pid="19" name="Form: Cancellation">
    <vt:lpwstr>N</vt:lpwstr>
  </property>
  <property fmtid="{D5CDD505-2E9C-101B-9397-08002B2CF9AE}" pid="20" name="Form: CategoryCode">
    <vt:lpwstr>21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21 32 05 09</vt:lpwstr>
  </property>
  <property fmtid="{D5CDD505-2E9C-101B-9397-08002B2CF9AE}" pid="23" name="Form: EditionDate">
    <vt:lpwstr>0509</vt:lpwstr>
  </property>
  <property fmtid="{D5CDD505-2E9C-101B-9397-08002B2CF9AE}" pid="24" name="Form: EditionDateCentury">
    <vt:lpwstr>20090500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CG21320509</vt:lpwstr>
  </property>
  <property fmtid="{D5CDD505-2E9C-101B-9397-08002B2CF9AE}" pid="29" name="Form: FormType">
    <vt:lpwstr>E</vt:lpwstr>
  </property>
  <property fmtid="{D5CDD505-2E9C-101B-9397-08002B2CF9AE}" pid="30" name="Form: Jurisdiction">
    <vt:lpwstr>MU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__bk830034007400230013003300230003005300030093000200020002000200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3.00000000000000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I61339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2009-05-16T03:25:19Z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15207000.0000000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