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0DB26A" w14:textId="36C8F07E" w:rsidR="00C20389" w:rsidRPr="00226FD9" w:rsidRDefault="003F7E4D" w:rsidP="003F7E4D">
      <w:pPr>
        <w:pStyle w:val="title18"/>
      </w:pPr>
      <w:r>
        <w:rPr>
          <w:noProof/>
        </w:rPr>
        <w:pict w14:anchorId="70F05148">
          <v:rect id="Rectangle 8" o:spid="_x0000_s1033" style="position:absolute;left:0;text-align:left;margin-left:-288.8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FC9B551" w14:textId="77777777" w:rsidR="00B62AA2" w:rsidRDefault="00226FD9">
                  <w:pPr>
                    <w:pStyle w:val="sidetext"/>
                  </w:pPr>
                  <w:r>
                    <w:t>N</w:t>
                  </w:r>
                </w:p>
                <w:p w14:paraId="483D9760" w14:textId="77777777" w:rsidR="00B62AA2" w:rsidRDefault="00B62AA2">
                  <w:pPr>
                    <w:pStyle w:val="sidetext"/>
                  </w:pPr>
                </w:p>
                <w:p w14:paraId="7DE52B7E" w14:textId="77777777" w:rsidR="00B62AA2" w:rsidRDefault="00226FD9">
                  <w:pPr>
                    <w:pStyle w:val="sidetext"/>
                  </w:pPr>
                  <w:r>
                    <w:t>E</w:t>
                  </w:r>
                </w:p>
                <w:p w14:paraId="5BC27702" w14:textId="77777777" w:rsidR="00B62AA2" w:rsidRDefault="00B62AA2">
                  <w:pPr>
                    <w:pStyle w:val="sidetext"/>
                  </w:pPr>
                </w:p>
                <w:p w14:paraId="4E5C79D8" w14:textId="77777777" w:rsidR="00B62AA2" w:rsidRDefault="00226FD9">
                  <w:pPr>
                    <w:pStyle w:val="sidetext"/>
                  </w:pPr>
                  <w:r>
                    <w:t>W</w:t>
                  </w:r>
                </w:p>
              </w:txbxContent>
            </v:textbox>
            <w10:wrap anchorx="page" anchory="page"/>
            <w10:anchorlock/>
          </v:rect>
        </w:pict>
      </w:r>
      <w:r w:rsidR="00CF18D7" w:rsidRPr="00226FD9">
        <w:t xml:space="preserve">MINNESOTA </w:t>
      </w:r>
      <w:r w:rsidR="005D10E3" w:rsidRPr="00226FD9">
        <w:t>SEXUAL ABUSE OR SEXUAL MOLESTATION</w:t>
      </w:r>
      <w:r w:rsidR="00D20EC0" w:rsidRPr="00226FD9">
        <w:br/>
      </w:r>
      <w:r w:rsidR="005D10E3" w:rsidRPr="00226FD9">
        <w:t>LIABILITY</w:t>
      </w:r>
      <w:r w:rsidR="00CF18D7" w:rsidRPr="00226FD9">
        <w:t xml:space="preserve"> </w:t>
      </w:r>
      <w:r w:rsidR="005D10E3" w:rsidRPr="00226FD9">
        <w:t>COVERAGE</w:t>
      </w:r>
    </w:p>
    <w:p w14:paraId="77825A94" w14:textId="77777777" w:rsidR="00C20389" w:rsidRDefault="00C20389" w:rsidP="003F7E4D">
      <w:pPr>
        <w:pStyle w:val="isonormal"/>
        <w:sectPr w:rsidR="00C20389" w:rsidSect="00954BA8">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noEndnote/>
          <w:titlePg/>
          <w:docGrid w:linePitch="272"/>
        </w:sectPr>
      </w:pPr>
    </w:p>
    <w:p w14:paraId="5ED9EA4E" w14:textId="77777777" w:rsidR="00C20389" w:rsidRDefault="00C20389" w:rsidP="003F7E4D">
      <w:pPr>
        <w:pStyle w:val="blocktext1"/>
      </w:pPr>
    </w:p>
    <w:p w14:paraId="68FEACFE" w14:textId="77777777" w:rsidR="00101987" w:rsidRDefault="00226FD9" w:rsidP="003F7E4D">
      <w:pPr>
        <w:pStyle w:val="blocktext1"/>
        <w:spacing w:before="180"/>
      </w:pPr>
      <w:r>
        <w:t>This endorsement modifies insurance provided under the following:</w:t>
      </w:r>
    </w:p>
    <w:p w14:paraId="0D3F7361" w14:textId="77777777" w:rsidR="00E00B86" w:rsidRDefault="00226FD9" w:rsidP="003F7E4D">
      <w:pPr>
        <w:pStyle w:val="blockhd2"/>
        <w:rPr>
          <w:b w:val="0"/>
        </w:rPr>
      </w:pPr>
      <w:r>
        <w:br/>
      </w:r>
      <w:r w:rsidRPr="00101987">
        <w:rPr>
          <w:b w:val="0"/>
        </w:rPr>
        <w:t>AUTO DEALER</w:t>
      </w:r>
      <w:r w:rsidR="00ED7C83" w:rsidRPr="00101987">
        <w:rPr>
          <w:b w:val="0"/>
        </w:rPr>
        <w:t>S</w:t>
      </w:r>
      <w:r w:rsidRPr="00101987">
        <w:rPr>
          <w:b w:val="0"/>
        </w:rPr>
        <w:t xml:space="preserve"> COVERAGE FORM</w:t>
      </w:r>
    </w:p>
    <w:p w14:paraId="563A0151" w14:textId="77777777" w:rsidR="00101987" w:rsidRPr="00101987" w:rsidRDefault="00101987" w:rsidP="003F7E4D">
      <w:pPr>
        <w:pStyle w:val="blocktext2"/>
      </w:pPr>
    </w:p>
    <w:p w14:paraId="0A51594B" w14:textId="77777777" w:rsidR="00E00B86" w:rsidRDefault="00226FD9" w:rsidP="003F7E4D">
      <w:pPr>
        <w:pStyle w:val="blocktext1"/>
      </w:pPr>
      <w:r>
        <w:t>With respect to coverage provided by this endorsement, the provisions of the Coverage Form apply unless modified by the endorsement.</w:t>
      </w:r>
    </w:p>
    <w:p w14:paraId="6DDB560E" w14:textId="1D423AC9" w:rsidR="00ED7C83" w:rsidRDefault="00226FD9" w:rsidP="003F7E4D">
      <w:pPr>
        <w:pStyle w:val="blocktext1"/>
      </w:pPr>
      <w:r>
        <w:t xml:space="preserve">This endorsement changes the </w:t>
      </w:r>
      <w:r w:rsidR="003A4D7C">
        <w:t>P</w:t>
      </w:r>
      <w:r>
        <w:t xml:space="preserve">olicy effective on the inception date of the </w:t>
      </w:r>
      <w:r w:rsidR="003A4D7C">
        <w:t>P</w:t>
      </w:r>
      <w:r>
        <w:t>olicy unless another date is indicated below.</w:t>
      </w:r>
    </w:p>
    <w:p w14:paraId="12813FB0" w14:textId="77777777" w:rsidR="00E00B86" w:rsidRDefault="00E00B86" w:rsidP="003F7E4D">
      <w:pPr>
        <w:pStyle w:val="blocktext1"/>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702"/>
        <w:gridCol w:w="1300"/>
        <w:gridCol w:w="7078"/>
      </w:tblGrid>
      <w:tr w:rsidR="00AC208F" w14:paraId="19FD102D" w14:textId="77777777" w:rsidTr="00B62AA2">
        <w:trPr>
          <w:cantSplit/>
          <w:trHeight w:val="440"/>
        </w:trPr>
        <w:tc>
          <w:tcPr>
            <w:tcW w:w="1702" w:type="dxa"/>
            <w:tcBorders>
              <w:top w:val="single" w:sz="6" w:space="0" w:color="auto"/>
              <w:left w:val="single" w:sz="6" w:space="0" w:color="auto"/>
              <w:bottom w:val="nil"/>
              <w:right w:val="nil"/>
            </w:tcBorders>
          </w:tcPr>
          <w:p w14:paraId="03750C4C" w14:textId="77777777" w:rsidR="00E00B86" w:rsidRDefault="00226FD9" w:rsidP="003F7E4D">
            <w:pPr>
              <w:pStyle w:val="tabletext"/>
              <w:rPr>
                <w:b/>
              </w:rPr>
            </w:pPr>
            <w:r>
              <w:rPr>
                <w:b/>
              </w:rPr>
              <w:t>Named Insured:</w:t>
            </w:r>
          </w:p>
        </w:tc>
        <w:tc>
          <w:tcPr>
            <w:tcW w:w="8378" w:type="dxa"/>
            <w:gridSpan w:val="2"/>
            <w:tcBorders>
              <w:top w:val="single" w:sz="6" w:space="0" w:color="auto"/>
              <w:left w:val="nil"/>
              <w:bottom w:val="nil"/>
              <w:right w:val="single" w:sz="6" w:space="0" w:color="auto"/>
            </w:tcBorders>
          </w:tcPr>
          <w:p w14:paraId="3C656C6B" w14:textId="77777777" w:rsidR="00E00B86" w:rsidRDefault="00E00B86" w:rsidP="003F7E4D">
            <w:pPr>
              <w:pStyle w:val="tabletext"/>
              <w:rPr>
                <w:b/>
              </w:rPr>
            </w:pPr>
          </w:p>
        </w:tc>
      </w:tr>
      <w:tr w:rsidR="00AC208F" w14:paraId="704A3DD1" w14:textId="77777777" w:rsidTr="00B62AA2">
        <w:trPr>
          <w:cantSplit/>
          <w:trHeight w:val="440"/>
        </w:trPr>
        <w:tc>
          <w:tcPr>
            <w:tcW w:w="3002" w:type="dxa"/>
            <w:gridSpan w:val="2"/>
            <w:tcBorders>
              <w:top w:val="nil"/>
              <w:left w:val="single" w:sz="6" w:space="0" w:color="auto"/>
              <w:bottom w:val="single" w:sz="6" w:space="0" w:color="auto"/>
              <w:right w:val="nil"/>
            </w:tcBorders>
          </w:tcPr>
          <w:p w14:paraId="1C6256E1" w14:textId="77777777" w:rsidR="00E00B86" w:rsidRDefault="00226FD9" w:rsidP="003F7E4D">
            <w:pPr>
              <w:pStyle w:val="tabletext"/>
              <w:rPr>
                <w:b/>
              </w:rPr>
            </w:pPr>
            <w:r>
              <w:rPr>
                <w:b/>
              </w:rPr>
              <w:t>Endorsement Effective Date:</w:t>
            </w:r>
          </w:p>
        </w:tc>
        <w:tc>
          <w:tcPr>
            <w:tcW w:w="7078" w:type="dxa"/>
            <w:tcBorders>
              <w:top w:val="nil"/>
              <w:left w:val="nil"/>
              <w:bottom w:val="single" w:sz="6" w:space="0" w:color="auto"/>
              <w:right w:val="single" w:sz="6" w:space="0" w:color="auto"/>
            </w:tcBorders>
          </w:tcPr>
          <w:p w14:paraId="03ABC8FD" w14:textId="77777777" w:rsidR="00E00B86" w:rsidRDefault="00E00B86" w:rsidP="003F7E4D">
            <w:pPr>
              <w:pStyle w:val="tabletext"/>
              <w:rPr>
                <w:b/>
              </w:rPr>
            </w:pPr>
          </w:p>
        </w:tc>
      </w:tr>
    </w:tbl>
    <w:p w14:paraId="6B3265B2" w14:textId="77777777" w:rsidR="00E00B86" w:rsidRDefault="00E00B86" w:rsidP="003F7E4D">
      <w:pPr>
        <w:pStyle w:val="columnheading"/>
      </w:pPr>
    </w:p>
    <w:p w14:paraId="077457BA" w14:textId="77777777" w:rsidR="00C20389" w:rsidRDefault="00226FD9" w:rsidP="003F7E4D">
      <w:pPr>
        <w:pStyle w:val="columnheading"/>
      </w:pPr>
      <w:r>
        <w:t>SCHEDULE</w:t>
      </w:r>
    </w:p>
    <w:p w14:paraId="15562A01" w14:textId="77777777" w:rsidR="00C20389" w:rsidRDefault="00C20389" w:rsidP="003F7E4D">
      <w:pPr>
        <w:pStyle w:val="columnheading"/>
      </w:pPr>
    </w:p>
    <w:tbl>
      <w:tblPr>
        <w:tblW w:w="10080" w:type="dxa"/>
        <w:tblInd w:w="5" w:type="dxa"/>
        <w:tblLayout w:type="fixed"/>
        <w:tblCellMar>
          <w:left w:w="0" w:type="dxa"/>
          <w:right w:w="0" w:type="dxa"/>
        </w:tblCellMar>
        <w:tblLook w:val="04A0" w:firstRow="1" w:lastRow="0" w:firstColumn="1" w:lastColumn="0" w:noHBand="0" w:noVBand="1"/>
      </w:tblPr>
      <w:tblGrid>
        <w:gridCol w:w="7020"/>
        <w:gridCol w:w="181"/>
        <w:gridCol w:w="2879"/>
      </w:tblGrid>
      <w:tr w:rsidR="00AC208F" w14:paraId="39C94C92" w14:textId="77777777" w:rsidTr="003350F4">
        <w:tc>
          <w:tcPr>
            <w:tcW w:w="10080" w:type="dxa"/>
            <w:gridSpan w:val="3"/>
            <w:tcBorders>
              <w:top w:val="single" w:sz="4" w:space="0" w:color="auto"/>
              <w:left w:val="single" w:sz="4" w:space="0" w:color="auto"/>
              <w:bottom w:val="nil"/>
              <w:right w:val="single" w:sz="4" w:space="0" w:color="auto"/>
            </w:tcBorders>
            <w:shd w:val="clear" w:color="auto" w:fill="auto"/>
            <w:hideMark/>
          </w:tcPr>
          <w:p w14:paraId="25961B04" w14:textId="47DF5988" w:rsidR="00691EC0" w:rsidRPr="00A936C4" w:rsidRDefault="00226FD9" w:rsidP="003F7E4D">
            <w:pPr>
              <w:pStyle w:val="tabletext"/>
              <w:tabs>
                <w:tab w:val="left" w:pos="484"/>
              </w:tabs>
              <w:jc w:val="center"/>
              <w:rPr>
                <w:b/>
              </w:rPr>
            </w:pPr>
            <w:r w:rsidRPr="00A936C4">
              <w:rPr>
                <w:b/>
              </w:rPr>
              <w:t xml:space="preserve">Description </w:t>
            </w:r>
            <w:r w:rsidR="003A4D7C">
              <w:rPr>
                <w:b/>
              </w:rPr>
              <w:t>O</w:t>
            </w:r>
            <w:r w:rsidRPr="00A936C4">
              <w:rPr>
                <w:b/>
              </w:rPr>
              <w:t xml:space="preserve">f Premise(s), Project(s), Contract(s) </w:t>
            </w:r>
            <w:r w:rsidR="003A4D7C">
              <w:rPr>
                <w:b/>
              </w:rPr>
              <w:t>O</w:t>
            </w:r>
            <w:r w:rsidRPr="00A936C4">
              <w:rPr>
                <w:b/>
              </w:rPr>
              <w:t>r Agreement(s):</w:t>
            </w:r>
          </w:p>
          <w:p w14:paraId="0A973A34" w14:textId="61E0A455" w:rsidR="00691EC0" w:rsidRPr="00A936C4" w:rsidRDefault="00226FD9" w:rsidP="003F7E4D">
            <w:pPr>
              <w:pStyle w:val="tabletext"/>
              <w:tabs>
                <w:tab w:val="left" w:pos="484"/>
              </w:tabs>
              <w:jc w:val="center"/>
            </w:pPr>
            <w:r w:rsidRPr="00A936C4">
              <w:t xml:space="preserve">(Enter below any limitations on the application of this endorsement. If no limitation is entered, Paragraph </w:t>
            </w:r>
            <w:r w:rsidR="00A44D6E" w:rsidRPr="00156D3C">
              <w:rPr>
                <w:b/>
                <w:bCs/>
              </w:rPr>
              <w:t>C</w:t>
            </w:r>
            <w:r w:rsidR="003350F4" w:rsidRPr="003350F4">
              <w:rPr>
                <w:b/>
                <w:bCs/>
              </w:rPr>
              <w:t>.1.b.(</w:t>
            </w:r>
            <w:r w:rsidR="003350F4">
              <w:rPr>
                <w:b/>
                <w:bCs/>
              </w:rPr>
              <w:t>2)</w:t>
            </w:r>
            <w:r w:rsidRPr="00A936C4">
              <w:t xml:space="preserve"> </w:t>
            </w:r>
          </w:p>
          <w:p w14:paraId="66A096E2" w14:textId="5E7AA227" w:rsidR="00691EC0" w:rsidRPr="00A936C4" w:rsidRDefault="00226FD9" w:rsidP="003F7E4D">
            <w:pPr>
              <w:pStyle w:val="tabletext"/>
              <w:tabs>
                <w:tab w:val="left" w:pos="484"/>
              </w:tabs>
              <w:jc w:val="center"/>
              <w:rPr>
                <w:b/>
              </w:rPr>
            </w:pPr>
            <w:r w:rsidRPr="00A936C4">
              <w:t>of this endorsement does not apply</w:t>
            </w:r>
            <w:r w:rsidR="003A4D7C">
              <w:t>.</w:t>
            </w:r>
            <w:r w:rsidRPr="00A936C4">
              <w:t>)</w:t>
            </w:r>
          </w:p>
        </w:tc>
      </w:tr>
      <w:tr w:rsidR="00AC208F" w14:paraId="4C82BF14" w14:textId="77777777" w:rsidTr="006D321D">
        <w:trPr>
          <w:trHeight w:val="864"/>
        </w:trPr>
        <w:tc>
          <w:tcPr>
            <w:tcW w:w="10080" w:type="dxa"/>
            <w:gridSpan w:val="3"/>
            <w:tcBorders>
              <w:top w:val="nil"/>
              <w:left w:val="single" w:sz="4" w:space="0" w:color="auto"/>
              <w:bottom w:val="single" w:sz="4" w:space="0" w:color="auto"/>
              <w:right w:val="single" w:sz="4" w:space="0" w:color="auto"/>
            </w:tcBorders>
          </w:tcPr>
          <w:p w14:paraId="7A8B492A" w14:textId="73376C87" w:rsidR="00691EC0" w:rsidRPr="00A936C4" w:rsidRDefault="00226FD9" w:rsidP="003F7E4D">
            <w:pPr>
              <w:pStyle w:val="tabletext"/>
              <w:tabs>
                <w:tab w:val="left" w:pos="484"/>
              </w:tabs>
              <w:rPr>
                <w:b/>
              </w:rPr>
            </w:pPr>
            <w:r>
              <w:rPr>
                <w:b/>
              </w:rPr>
              <w:t xml:space="preserve"> </w:t>
            </w:r>
          </w:p>
        </w:tc>
      </w:tr>
      <w:tr w:rsidR="00AC208F" w14:paraId="62AE40C2" w14:textId="77777777" w:rsidTr="006D321D">
        <w:trPr>
          <w:trHeight w:val="288"/>
        </w:trPr>
        <w:tc>
          <w:tcPr>
            <w:tcW w:w="10080" w:type="dxa"/>
            <w:gridSpan w:val="3"/>
            <w:tcBorders>
              <w:top w:val="nil"/>
              <w:left w:val="single" w:sz="4" w:space="0" w:color="auto"/>
              <w:bottom w:val="single" w:sz="4" w:space="0" w:color="auto"/>
              <w:right w:val="single" w:sz="4" w:space="0" w:color="auto"/>
            </w:tcBorders>
            <w:hideMark/>
          </w:tcPr>
          <w:p w14:paraId="4EE92E9E" w14:textId="77777777" w:rsidR="00691EC0" w:rsidRPr="00A936C4" w:rsidRDefault="00226FD9" w:rsidP="003F7E4D">
            <w:pPr>
              <w:pStyle w:val="tabletext"/>
              <w:tabs>
                <w:tab w:val="left" w:pos="484"/>
              </w:tabs>
              <w:jc w:val="center"/>
              <w:rPr>
                <w:b/>
              </w:rPr>
            </w:pPr>
            <w:r w:rsidRPr="00A936C4">
              <w:rPr>
                <w:b/>
              </w:rPr>
              <w:t>Limits Of Insurance</w:t>
            </w:r>
          </w:p>
        </w:tc>
      </w:tr>
      <w:tr w:rsidR="00AC208F" w14:paraId="00DF62D8" w14:textId="77777777" w:rsidTr="006D321D">
        <w:trPr>
          <w:trHeight w:val="288"/>
        </w:trPr>
        <w:tc>
          <w:tcPr>
            <w:tcW w:w="7020" w:type="dxa"/>
            <w:tcBorders>
              <w:top w:val="single" w:sz="6" w:space="0" w:color="auto"/>
              <w:left w:val="single" w:sz="6" w:space="0" w:color="auto"/>
              <w:bottom w:val="nil"/>
              <w:right w:val="nil"/>
            </w:tcBorders>
            <w:hideMark/>
          </w:tcPr>
          <w:p w14:paraId="51F738C1" w14:textId="77777777" w:rsidR="00691EC0" w:rsidRPr="00A936C4" w:rsidRDefault="00226FD9" w:rsidP="003F7E4D">
            <w:pPr>
              <w:pStyle w:val="tabletext"/>
              <w:ind w:firstLine="120"/>
              <w:rPr>
                <w:b/>
              </w:rPr>
            </w:pPr>
            <w:r w:rsidRPr="00A936C4">
              <w:rPr>
                <w:b/>
              </w:rPr>
              <w:t>Sexual Abuse Or Sexual Molestation Liability Aggregate Limit:</w:t>
            </w:r>
          </w:p>
        </w:tc>
        <w:tc>
          <w:tcPr>
            <w:tcW w:w="181" w:type="dxa"/>
            <w:tcBorders>
              <w:top w:val="single" w:sz="6" w:space="0" w:color="auto"/>
              <w:left w:val="nil"/>
              <w:bottom w:val="nil"/>
              <w:right w:val="nil"/>
            </w:tcBorders>
            <w:hideMark/>
          </w:tcPr>
          <w:p w14:paraId="14491BA2" w14:textId="77777777" w:rsidR="00691EC0" w:rsidRPr="00A936C4" w:rsidRDefault="00226FD9" w:rsidP="003F7E4D">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53B5CF52" w14:textId="77777777" w:rsidR="00691EC0" w:rsidRPr="00A936C4" w:rsidRDefault="00691EC0" w:rsidP="003F7E4D">
            <w:pPr>
              <w:pStyle w:val="tabletext"/>
            </w:pPr>
          </w:p>
        </w:tc>
      </w:tr>
      <w:tr w:rsidR="00AC208F" w14:paraId="29472C79" w14:textId="77777777" w:rsidTr="006D321D">
        <w:trPr>
          <w:trHeight w:val="288"/>
        </w:trPr>
        <w:tc>
          <w:tcPr>
            <w:tcW w:w="7020" w:type="dxa"/>
            <w:tcBorders>
              <w:top w:val="single" w:sz="6" w:space="0" w:color="auto"/>
              <w:left w:val="single" w:sz="6" w:space="0" w:color="auto"/>
              <w:bottom w:val="nil"/>
              <w:right w:val="nil"/>
            </w:tcBorders>
            <w:hideMark/>
          </w:tcPr>
          <w:p w14:paraId="14DFBB15" w14:textId="77777777" w:rsidR="00691EC0" w:rsidRPr="00A936C4" w:rsidRDefault="00226FD9" w:rsidP="003F7E4D">
            <w:pPr>
              <w:pStyle w:val="tabletext"/>
              <w:ind w:firstLine="120"/>
              <w:rPr>
                <w:b/>
              </w:rPr>
            </w:pPr>
            <w:r w:rsidRPr="00A936C4">
              <w:rPr>
                <w:b/>
              </w:rPr>
              <w:t>Sexual Abuse Or Sexual Molestation Liability Each Act Limit:</w:t>
            </w:r>
          </w:p>
        </w:tc>
        <w:tc>
          <w:tcPr>
            <w:tcW w:w="181" w:type="dxa"/>
            <w:tcBorders>
              <w:top w:val="single" w:sz="6" w:space="0" w:color="auto"/>
              <w:left w:val="nil"/>
              <w:bottom w:val="nil"/>
              <w:right w:val="nil"/>
            </w:tcBorders>
            <w:hideMark/>
          </w:tcPr>
          <w:p w14:paraId="6618DA76" w14:textId="77777777" w:rsidR="00691EC0" w:rsidRPr="00A936C4" w:rsidRDefault="00226FD9" w:rsidP="003F7E4D">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6281D14C" w14:textId="77777777" w:rsidR="00691EC0" w:rsidRPr="00A936C4" w:rsidRDefault="00691EC0" w:rsidP="003F7E4D">
            <w:pPr>
              <w:pStyle w:val="tabletext"/>
            </w:pPr>
          </w:p>
        </w:tc>
      </w:tr>
      <w:tr w:rsidR="00AC208F" w14:paraId="7858F28B" w14:textId="77777777" w:rsidTr="006D321D">
        <w:trPr>
          <w:trHeight w:val="288"/>
        </w:trPr>
        <w:tc>
          <w:tcPr>
            <w:tcW w:w="7020" w:type="dxa"/>
            <w:tcBorders>
              <w:top w:val="single" w:sz="6" w:space="0" w:color="auto"/>
              <w:left w:val="single" w:sz="6" w:space="0" w:color="auto"/>
              <w:bottom w:val="nil"/>
              <w:right w:val="nil"/>
            </w:tcBorders>
            <w:hideMark/>
          </w:tcPr>
          <w:p w14:paraId="2A81EBF6" w14:textId="51F67C52" w:rsidR="00691EC0" w:rsidRPr="00A936C4" w:rsidRDefault="00226FD9" w:rsidP="003F7E4D">
            <w:pPr>
              <w:pStyle w:val="tabletext"/>
              <w:ind w:firstLine="120"/>
              <w:rPr>
                <w:b/>
              </w:rPr>
            </w:pPr>
            <w:r w:rsidRPr="00A936C4">
              <w:rPr>
                <w:b/>
              </w:rPr>
              <w:t xml:space="preserve">Sexual Abuse </w:t>
            </w:r>
            <w:r w:rsidR="00B00EDA">
              <w:rPr>
                <w:b/>
              </w:rPr>
              <w:t>O</w:t>
            </w:r>
            <w:r w:rsidRPr="00A936C4">
              <w:rPr>
                <w:b/>
              </w:rPr>
              <w:t>r Sexual Molestation Liability Each Act Deductible:</w:t>
            </w:r>
          </w:p>
        </w:tc>
        <w:tc>
          <w:tcPr>
            <w:tcW w:w="181" w:type="dxa"/>
            <w:tcBorders>
              <w:top w:val="single" w:sz="6" w:space="0" w:color="auto"/>
              <w:left w:val="nil"/>
              <w:bottom w:val="nil"/>
              <w:right w:val="nil"/>
            </w:tcBorders>
            <w:hideMark/>
          </w:tcPr>
          <w:p w14:paraId="5545F337" w14:textId="77777777" w:rsidR="00691EC0" w:rsidRPr="00A936C4" w:rsidRDefault="00226FD9" w:rsidP="003F7E4D">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77905D51" w14:textId="77777777" w:rsidR="00691EC0" w:rsidRPr="00A936C4" w:rsidRDefault="00691EC0" w:rsidP="003F7E4D">
            <w:pPr>
              <w:pStyle w:val="tabletext"/>
            </w:pPr>
          </w:p>
        </w:tc>
      </w:tr>
      <w:tr w:rsidR="00AC208F" w14:paraId="2543C597" w14:textId="77777777" w:rsidTr="006D321D">
        <w:trPr>
          <w:trHeight w:val="288"/>
        </w:trPr>
        <w:tc>
          <w:tcPr>
            <w:tcW w:w="7020" w:type="dxa"/>
            <w:tcBorders>
              <w:top w:val="single" w:sz="6" w:space="0" w:color="auto"/>
              <w:left w:val="single" w:sz="6" w:space="0" w:color="auto"/>
              <w:bottom w:val="nil"/>
              <w:right w:val="nil"/>
            </w:tcBorders>
            <w:hideMark/>
          </w:tcPr>
          <w:p w14:paraId="075DC419" w14:textId="77777777" w:rsidR="00691EC0" w:rsidRPr="00A936C4" w:rsidRDefault="00226FD9" w:rsidP="003F7E4D">
            <w:pPr>
              <w:pStyle w:val="tabletext"/>
              <w:ind w:firstLine="120"/>
              <w:rPr>
                <w:b/>
              </w:rPr>
            </w:pPr>
            <w:r w:rsidRPr="00A936C4">
              <w:rPr>
                <w:b/>
              </w:rPr>
              <w:t>Sexual Abuse Or Sexual Molestation Liability Premium:</w:t>
            </w:r>
          </w:p>
        </w:tc>
        <w:tc>
          <w:tcPr>
            <w:tcW w:w="181" w:type="dxa"/>
            <w:tcBorders>
              <w:top w:val="single" w:sz="6" w:space="0" w:color="auto"/>
              <w:left w:val="nil"/>
              <w:bottom w:val="nil"/>
              <w:right w:val="nil"/>
            </w:tcBorders>
            <w:hideMark/>
          </w:tcPr>
          <w:p w14:paraId="3338A177" w14:textId="77777777" w:rsidR="00691EC0" w:rsidRPr="00A936C4" w:rsidRDefault="00226FD9" w:rsidP="003F7E4D">
            <w:pPr>
              <w:pStyle w:val="tabletext"/>
              <w:rPr>
                <w:b/>
              </w:rPr>
            </w:pPr>
            <w:r w:rsidRPr="00A936C4">
              <w:rPr>
                <w:b/>
              </w:rPr>
              <w:t>$</w:t>
            </w:r>
          </w:p>
        </w:tc>
        <w:tc>
          <w:tcPr>
            <w:tcW w:w="2879" w:type="dxa"/>
            <w:tcBorders>
              <w:top w:val="single" w:sz="6" w:space="0" w:color="auto"/>
              <w:left w:val="nil"/>
              <w:bottom w:val="nil"/>
              <w:right w:val="single" w:sz="6" w:space="0" w:color="auto"/>
            </w:tcBorders>
          </w:tcPr>
          <w:p w14:paraId="1E97166B" w14:textId="77777777" w:rsidR="00691EC0" w:rsidRPr="00A936C4" w:rsidRDefault="00691EC0" w:rsidP="003F7E4D">
            <w:pPr>
              <w:pStyle w:val="tabletext"/>
            </w:pPr>
          </w:p>
        </w:tc>
      </w:tr>
      <w:tr w:rsidR="00AC208F" w14:paraId="7B3E9D59" w14:textId="77777777" w:rsidTr="006D321D">
        <w:trPr>
          <w:trHeight w:val="288"/>
        </w:trPr>
        <w:tc>
          <w:tcPr>
            <w:tcW w:w="10080" w:type="dxa"/>
            <w:gridSpan w:val="3"/>
            <w:tcBorders>
              <w:top w:val="single" w:sz="6" w:space="0" w:color="auto"/>
              <w:left w:val="single" w:sz="6" w:space="0" w:color="auto"/>
              <w:bottom w:val="single" w:sz="6" w:space="0" w:color="auto"/>
              <w:right w:val="single" w:sz="6" w:space="0" w:color="auto"/>
            </w:tcBorders>
            <w:hideMark/>
          </w:tcPr>
          <w:p w14:paraId="33FFE69B" w14:textId="77777777" w:rsidR="00691EC0" w:rsidRPr="00A936C4" w:rsidRDefault="00226FD9" w:rsidP="003F7E4D">
            <w:pPr>
              <w:pStyle w:val="tabletext"/>
              <w:ind w:firstLine="120"/>
            </w:pPr>
            <w:r w:rsidRPr="00A936C4">
              <w:t>Information required to complete this Schedule, if not shown above, will be shown in the Declarations.</w:t>
            </w:r>
          </w:p>
        </w:tc>
      </w:tr>
    </w:tbl>
    <w:p w14:paraId="2C2765C1" w14:textId="77777777" w:rsidR="00691EC0" w:rsidRDefault="00691EC0" w:rsidP="003F7E4D">
      <w:pPr>
        <w:pStyle w:val="blocktext1"/>
      </w:pPr>
    </w:p>
    <w:p w14:paraId="7E7771DB" w14:textId="77777777" w:rsidR="00F66813" w:rsidRDefault="00F66813" w:rsidP="003F7E4D">
      <w:pPr>
        <w:pStyle w:val="blocktext1"/>
        <w:sectPr w:rsidR="00F66813" w:rsidSect="00954BA8">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noEndnote/>
          <w:titlePg/>
          <w:docGrid w:linePitch="272"/>
        </w:sectPr>
      </w:pPr>
    </w:p>
    <w:p w14:paraId="0DCAF60A" w14:textId="0651CCDD" w:rsidR="00F66813" w:rsidRPr="00ED4E03" w:rsidRDefault="00226FD9" w:rsidP="003F7E4D">
      <w:pPr>
        <w:pStyle w:val="outlinetxt1"/>
      </w:pPr>
      <w:r w:rsidRPr="00ED4E03">
        <w:br w:type="page"/>
      </w:r>
      <w:r w:rsidR="003F7E4D">
        <w:rPr>
          <w:b w:val="0"/>
          <w:noProof/>
        </w:rPr>
        <w:lastRenderedPageBreak/>
        <w:pict w14:anchorId="1C87A23C">
          <v:rect id="_x0000_s1026" style="position:absolute;left:0;text-align:left;margin-left:-288.8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D4CED20" w14:textId="77777777" w:rsidR="00B62AA2" w:rsidRDefault="00226FD9">
                  <w:pPr>
                    <w:pStyle w:val="sidetext"/>
                  </w:pPr>
                  <w:r>
                    <w:t>N</w:t>
                  </w:r>
                </w:p>
                <w:p w14:paraId="3B31E0A2" w14:textId="77777777" w:rsidR="00B62AA2" w:rsidRDefault="00B62AA2">
                  <w:pPr>
                    <w:pStyle w:val="sidetext"/>
                  </w:pPr>
                </w:p>
                <w:p w14:paraId="03837202" w14:textId="77777777" w:rsidR="00B62AA2" w:rsidRDefault="00226FD9">
                  <w:pPr>
                    <w:pStyle w:val="sidetext"/>
                  </w:pPr>
                  <w:r>
                    <w:t>E</w:t>
                  </w:r>
                </w:p>
                <w:p w14:paraId="64B97152" w14:textId="77777777" w:rsidR="00B62AA2" w:rsidRDefault="00B62AA2">
                  <w:pPr>
                    <w:pStyle w:val="sidetext"/>
                  </w:pPr>
                </w:p>
                <w:p w14:paraId="393D3247" w14:textId="77777777" w:rsidR="00B62AA2" w:rsidRDefault="00226FD9">
                  <w:pPr>
                    <w:pStyle w:val="sidetext"/>
                  </w:pPr>
                  <w:r>
                    <w:t>W</w:t>
                  </w:r>
                </w:p>
              </w:txbxContent>
            </v:textbox>
            <w10:wrap anchorx="page" anchory="page"/>
            <w10:anchorlock/>
          </v:rect>
        </w:pict>
      </w:r>
      <w:r w:rsidR="005D10E3" w:rsidRPr="00ED4E03">
        <w:rPr>
          <w:b w:val="0"/>
        </w:rPr>
        <w:tab/>
      </w:r>
      <w:r w:rsidR="00F66813" w:rsidRPr="00ED4E03">
        <w:t>A.</w:t>
      </w:r>
      <w:r w:rsidR="00F66813" w:rsidRPr="00ED4E03">
        <w:tab/>
      </w:r>
      <w:r w:rsidR="00F66813" w:rsidRPr="00ED4E03">
        <w:rPr>
          <w:b w:val="0"/>
          <w:bCs/>
        </w:rPr>
        <w:t xml:space="preserve">The following exclusion is added to Paragraph </w:t>
      </w:r>
      <w:r w:rsidR="00F66813" w:rsidRPr="00ED4E03">
        <w:t>2. Exclusions</w:t>
      </w:r>
      <w:r w:rsidR="00F66813" w:rsidRPr="00ED4E03">
        <w:rPr>
          <w:bCs/>
        </w:rPr>
        <w:t xml:space="preserve"> </w:t>
      </w:r>
      <w:r w:rsidR="00F66813" w:rsidRPr="00ED4E03">
        <w:rPr>
          <w:b w:val="0"/>
          <w:bCs/>
        </w:rPr>
        <w:t xml:space="preserve">of Paragraph </w:t>
      </w:r>
      <w:r w:rsidR="00F66813" w:rsidRPr="00ED4E03">
        <w:t>A. Bodily Injury And Property Damage Liability</w:t>
      </w:r>
      <w:r w:rsidR="002C7C93" w:rsidRPr="00ED4E03">
        <w:rPr>
          <w:bCs/>
        </w:rPr>
        <w:t xml:space="preserve"> </w:t>
      </w:r>
      <w:r w:rsidR="00A94FB8" w:rsidRPr="00ED4E03">
        <w:rPr>
          <w:b w:val="0"/>
          <w:bCs/>
        </w:rPr>
        <w:t xml:space="preserve">and </w:t>
      </w:r>
      <w:r w:rsidR="00F66813" w:rsidRPr="00ED4E03">
        <w:rPr>
          <w:b w:val="0"/>
          <w:bCs/>
        </w:rPr>
        <w:t xml:space="preserve">Paragraph </w:t>
      </w:r>
      <w:r w:rsidR="00F66813" w:rsidRPr="00ED4E03">
        <w:t>B. Personal And Advertising Injury Liability</w:t>
      </w:r>
      <w:r w:rsidR="002C7C93" w:rsidRPr="00ED4E03">
        <w:rPr>
          <w:bCs/>
        </w:rPr>
        <w:t xml:space="preserve"> </w:t>
      </w:r>
      <w:r w:rsidR="002C7C93" w:rsidRPr="00ED4E03">
        <w:rPr>
          <w:b w:val="0"/>
          <w:bCs/>
        </w:rPr>
        <w:t xml:space="preserve">of </w:t>
      </w:r>
      <w:r w:rsidR="002C7C93" w:rsidRPr="00ED4E03">
        <w:t>Section II</w:t>
      </w:r>
      <w:r w:rsidRPr="00ED4E03">
        <w:t xml:space="preserve"> </w:t>
      </w:r>
      <w:r w:rsidRPr="00ED4E03">
        <w:rPr>
          <w:rFonts w:cs="Arial"/>
        </w:rPr>
        <w:t>–</w:t>
      </w:r>
      <w:r w:rsidRPr="00ED4E03">
        <w:t xml:space="preserve"> </w:t>
      </w:r>
      <w:r w:rsidR="002C7C93" w:rsidRPr="00ED4E03">
        <w:t>General Liability Coverages:</w:t>
      </w:r>
      <w:r w:rsidR="006C5609" w:rsidRPr="00ED4E03">
        <w:t xml:space="preserve"> </w:t>
      </w:r>
    </w:p>
    <w:p w14:paraId="3E4DA052" w14:textId="77777777" w:rsidR="00893333" w:rsidRPr="006D6428" w:rsidRDefault="00226FD9" w:rsidP="003F7E4D">
      <w:pPr>
        <w:pStyle w:val="blocktext3"/>
      </w:pPr>
      <w:r w:rsidRPr="006D6428">
        <w:t>This insurance does not apply to any of the following:</w:t>
      </w:r>
    </w:p>
    <w:p w14:paraId="430C3697" w14:textId="091170A4" w:rsidR="00893333" w:rsidRPr="006D6428" w:rsidRDefault="00226FD9" w:rsidP="003F7E4D">
      <w:pPr>
        <w:pStyle w:val="blockhd3"/>
      </w:pPr>
      <w:r w:rsidRPr="006D6428">
        <w:t>Sexual Abuse Or Sexual Molestation</w:t>
      </w:r>
    </w:p>
    <w:p w14:paraId="46971FAA" w14:textId="77777777" w:rsidR="00893333" w:rsidRPr="006D6428" w:rsidRDefault="00226FD9" w:rsidP="003F7E4D">
      <w:pPr>
        <w:pStyle w:val="blocktext3"/>
      </w:pPr>
      <w:r w:rsidRPr="006D6428">
        <w:t xml:space="preserve">Damages arising out of: </w:t>
      </w:r>
    </w:p>
    <w:p w14:paraId="2EA68A4F" w14:textId="77777777" w:rsidR="00893333" w:rsidRPr="006D6428" w:rsidRDefault="00226FD9" w:rsidP="003F7E4D">
      <w:pPr>
        <w:pStyle w:val="outlinetxt4"/>
        <w:rPr>
          <w:b w:val="0"/>
        </w:rPr>
      </w:pPr>
      <w:r w:rsidRPr="006D6428">
        <w:rPr>
          <w:b w:val="0"/>
        </w:rPr>
        <w:tab/>
      </w:r>
      <w:r w:rsidRPr="006D6428">
        <w:t>(1)</w:t>
      </w:r>
      <w:r w:rsidRPr="006D6428">
        <w:tab/>
      </w:r>
      <w:r w:rsidRPr="006D6428">
        <w:rPr>
          <w:b w:val="0"/>
        </w:rPr>
        <w:t xml:space="preserve">The actual, alleged or threatened sexual abuse or sexual molestation of any person committed by anyone; or </w:t>
      </w:r>
    </w:p>
    <w:p w14:paraId="4614D277" w14:textId="77777777" w:rsidR="00893333" w:rsidRPr="006D6428" w:rsidRDefault="00226FD9" w:rsidP="003F7E4D">
      <w:pPr>
        <w:pStyle w:val="outlinetxt4"/>
        <w:rPr>
          <w:b w:val="0"/>
        </w:rPr>
      </w:pPr>
      <w:r w:rsidRPr="006D6428">
        <w:rPr>
          <w:b w:val="0"/>
        </w:rPr>
        <w:tab/>
      </w:r>
      <w:r w:rsidRPr="006D6428">
        <w:t>(2)</w:t>
      </w:r>
      <w:r w:rsidRPr="006D6428">
        <w:tab/>
      </w:r>
      <w:r w:rsidRPr="006D6428">
        <w:rPr>
          <w:b w:val="0"/>
        </w:rPr>
        <w:t xml:space="preserve">The negligent: </w:t>
      </w:r>
    </w:p>
    <w:p w14:paraId="27DAE9F0" w14:textId="77777777" w:rsidR="00893333" w:rsidRPr="006D6428" w:rsidRDefault="00226FD9" w:rsidP="003F7E4D">
      <w:pPr>
        <w:pStyle w:val="outlinetxt5"/>
        <w:rPr>
          <w:b w:val="0"/>
        </w:rPr>
      </w:pPr>
      <w:r w:rsidRPr="006D6428">
        <w:rPr>
          <w:b w:val="0"/>
        </w:rPr>
        <w:tab/>
      </w:r>
      <w:r w:rsidRPr="006D6428">
        <w:t>(a)</w:t>
      </w:r>
      <w:r w:rsidRPr="006D6428">
        <w:tab/>
      </w:r>
      <w:r w:rsidRPr="006D6428">
        <w:rPr>
          <w:b w:val="0"/>
        </w:rPr>
        <w:t xml:space="preserve">Employment; </w:t>
      </w:r>
    </w:p>
    <w:p w14:paraId="144D5356" w14:textId="77777777" w:rsidR="00893333" w:rsidRPr="006D6428" w:rsidRDefault="00226FD9" w:rsidP="003F7E4D">
      <w:pPr>
        <w:pStyle w:val="outlinetxt5"/>
        <w:rPr>
          <w:b w:val="0"/>
        </w:rPr>
      </w:pPr>
      <w:r w:rsidRPr="006D6428">
        <w:rPr>
          <w:b w:val="0"/>
        </w:rPr>
        <w:tab/>
      </w:r>
      <w:r w:rsidRPr="006D6428">
        <w:t>(b)</w:t>
      </w:r>
      <w:r w:rsidRPr="006D6428">
        <w:tab/>
      </w:r>
      <w:r w:rsidRPr="006D6428">
        <w:rPr>
          <w:b w:val="0"/>
        </w:rPr>
        <w:t xml:space="preserve">Investigation; </w:t>
      </w:r>
    </w:p>
    <w:p w14:paraId="7582D817" w14:textId="653C572F" w:rsidR="00893333" w:rsidRPr="006D6428" w:rsidRDefault="00226FD9" w:rsidP="003F7E4D">
      <w:pPr>
        <w:pStyle w:val="outlinetxt5"/>
        <w:rPr>
          <w:b w:val="0"/>
        </w:rPr>
      </w:pPr>
      <w:r w:rsidRPr="006D6428">
        <w:rPr>
          <w:b w:val="0"/>
        </w:rPr>
        <w:tab/>
      </w:r>
      <w:r w:rsidRPr="006D6428">
        <w:t>(c)</w:t>
      </w:r>
      <w:r w:rsidRPr="006D6428">
        <w:tab/>
      </w:r>
      <w:r w:rsidRPr="006D6428">
        <w:rPr>
          <w:b w:val="0"/>
        </w:rPr>
        <w:t xml:space="preserve">Supervision; </w:t>
      </w:r>
    </w:p>
    <w:p w14:paraId="37A8DFFE" w14:textId="77777777" w:rsidR="00893333" w:rsidRPr="006D6428" w:rsidRDefault="00226FD9" w:rsidP="003F7E4D">
      <w:pPr>
        <w:pStyle w:val="outlinetxt5"/>
        <w:rPr>
          <w:b w:val="0"/>
        </w:rPr>
      </w:pPr>
      <w:r w:rsidRPr="006D6428">
        <w:rPr>
          <w:b w:val="0"/>
        </w:rPr>
        <w:tab/>
      </w:r>
      <w:r w:rsidRPr="006D6428">
        <w:t>(d)</w:t>
      </w:r>
      <w:r w:rsidRPr="006D6428">
        <w:tab/>
      </w:r>
      <w:r w:rsidRPr="006D6428">
        <w:rPr>
          <w:b w:val="0"/>
        </w:rPr>
        <w:t xml:space="preserve">Reporting to the proper authorities, or failure to so report; or </w:t>
      </w:r>
    </w:p>
    <w:p w14:paraId="64A5F401" w14:textId="77777777" w:rsidR="00893333" w:rsidRPr="006D6428" w:rsidRDefault="00226FD9" w:rsidP="003F7E4D">
      <w:pPr>
        <w:pStyle w:val="outlinetxt5"/>
        <w:rPr>
          <w:b w:val="0"/>
        </w:rPr>
      </w:pPr>
      <w:r w:rsidRPr="006D6428">
        <w:rPr>
          <w:b w:val="0"/>
        </w:rPr>
        <w:tab/>
      </w:r>
      <w:r w:rsidRPr="006D6428">
        <w:t>(e)</w:t>
      </w:r>
      <w:r w:rsidRPr="006D6428">
        <w:tab/>
      </w:r>
      <w:r w:rsidRPr="006D6428">
        <w:rPr>
          <w:b w:val="0"/>
        </w:rPr>
        <w:t xml:space="preserve">Retention; </w:t>
      </w:r>
    </w:p>
    <w:p w14:paraId="4D8EB74F" w14:textId="77777777" w:rsidR="00893333" w:rsidRDefault="00226FD9" w:rsidP="003F7E4D">
      <w:pPr>
        <w:pStyle w:val="blocktext5"/>
      </w:pPr>
      <w:r w:rsidRPr="006D6428">
        <w:t xml:space="preserve">of a person for whom any "insured" is or ever was legally responsible and whose conduct would be excluded by Paragraph </w:t>
      </w:r>
      <w:r w:rsidR="002A40D0" w:rsidRPr="002A40D0">
        <w:rPr>
          <w:b/>
          <w:bCs/>
        </w:rPr>
        <w:t>A.</w:t>
      </w:r>
      <w:r w:rsidRPr="006D6428">
        <w:rPr>
          <w:b/>
        </w:rPr>
        <w:t xml:space="preserve">(1) </w:t>
      </w:r>
      <w:r w:rsidRPr="006D6428">
        <w:t>above.</w:t>
      </w:r>
    </w:p>
    <w:p w14:paraId="771B2F95" w14:textId="7D1AFA6C" w:rsidR="00B77F6A" w:rsidRPr="002C06C4" w:rsidRDefault="00226FD9" w:rsidP="003F7E4D">
      <w:pPr>
        <w:pStyle w:val="outlinetxt1"/>
      </w:pPr>
      <w:r>
        <w:tab/>
      </w:r>
      <w:r w:rsidR="0007387E" w:rsidRPr="002C06C4">
        <w:t>B.</w:t>
      </w:r>
      <w:r w:rsidR="0007387E" w:rsidRPr="002C06C4">
        <w:rPr>
          <w:b w:val="0"/>
        </w:rPr>
        <w:tab/>
        <w:t xml:space="preserve">The following exclusion is added to Paragraph </w:t>
      </w:r>
      <w:r w:rsidR="0007387E">
        <w:t>B</w:t>
      </w:r>
      <w:r w:rsidR="0007387E" w:rsidRPr="002C06C4">
        <w:t xml:space="preserve">. Exclusions </w:t>
      </w:r>
      <w:r w:rsidR="0007387E" w:rsidRPr="002C06C4">
        <w:rPr>
          <w:b w:val="0"/>
        </w:rPr>
        <w:t xml:space="preserve">of </w:t>
      </w:r>
      <w:r w:rsidR="0007387E" w:rsidRPr="00B80585">
        <w:rPr>
          <w:bCs/>
        </w:rPr>
        <w:t>Section III</w:t>
      </w:r>
      <w:r w:rsidR="005B34F9">
        <w:rPr>
          <w:bCs/>
        </w:rPr>
        <w:t xml:space="preserve"> </w:t>
      </w:r>
      <w:r w:rsidR="005B34F9">
        <w:rPr>
          <w:rFonts w:cs="Arial"/>
          <w:bCs/>
        </w:rPr>
        <w:t>–</w:t>
      </w:r>
      <w:r w:rsidR="0007387E" w:rsidRPr="00B80585">
        <w:rPr>
          <w:bCs/>
        </w:rPr>
        <w:t xml:space="preserve"> Acts, Errors </w:t>
      </w:r>
      <w:r w:rsidR="005B34F9">
        <w:rPr>
          <w:bCs/>
        </w:rPr>
        <w:t>O</w:t>
      </w:r>
      <w:r w:rsidR="0007387E" w:rsidRPr="00B80585">
        <w:rPr>
          <w:bCs/>
        </w:rPr>
        <w:t>r Omissions Liability Coverages</w:t>
      </w:r>
      <w:r w:rsidR="0007387E" w:rsidRPr="00742866">
        <w:t>:</w:t>
      </w:r>
    </w:p>
    <w:p w14:paraId="68FD57D2" w14:textId="77777777" w:rsidR="00B77F6A" w:rsidRPr="002C06C4" w:rsidRDefault="00226FD9" w:rsidP="003F7E4D">
      <w:pPr>
        <w:pStyle w:val="blocktext3"/>
      </w:pPr>
      <w:r w:rsidRPr="002C06C4">
        <w:t>This insurance does not apply to any of the following:</w:t>
      </w:r>
    </w:p>
    <w:p w14:paraId="5A1EF452" w14:textId="77777777" w:rsidR="00B77F6A" w:rsidRPr="002C06C4" w:rsidRDefault="00226FD9" w:rsidP="003F7E4D">
      <w:pPr>
        <w:pStyle w:val="blockhd3"/>
      </w:pPr>
      <w:r>
        <w:t xml:space="preserve">Sexual </w:t>
      </w:r>
      <w:r w:rsidRPr="002C06C4">
        <w:t xml:space="preserve">Abuse Or </w:t>
      </w:r>
      <w:r>
        <w:t xml:space="preserve">Sexual </w:t>
      </w:r>
      <w:r w:rsidRPr="002C06C4">
        <w:t>Molestation</w:t>
      </w:r>
    </w:p>
    <w:p w14:paraId="708FD03E" w14:textId="77777777" w:rsidR="00B77F6A" w:rsidRPr="002C06C4" w:rsidRDefault="00226FD9" w:rsidP="003F7E4D">
      <w:pPr>
        <w:pStyle w:val="blocktext3"/>
      </w:pPr>
      <w:r>
        <w:t xml:space="preserve">Damages </w:t>
      </w:r>
      <w:r w:rsidRPr="002C06C4">
        <w:t xml:space="preserve">arising out of: </w:t>
      </w:r>
    </w:p>
    <w:p w14:paraId="5834CE49" w14:textId="77777777" w:rsidR="00B77F6A" w:rsidRPr="00FF7157" w:rsidRDefault="00226FD9" w:rsidP="003F7E4D">
      <w:pPr>
        <w:pStyle w:val="outlinetxt4"/>
        <w:rPr>
          <w:b w:val="0"/>
        </w:rPr>
      </w:pPr>
      <w:r w:rsidRPr="00FF7157">
        <w:rPr>
          <w:b w:val="0"/>
        </w:rPr>
        <w:tab/>
      </w:r>
      <w:r>
        <w:t>(1)</w:t>
      </w:r>
      <w:r w:rsidRPr="00FF7157">
        <w:tab/>
      </w:r>
      <w:r w:rsidRPr="00FF7157">
        <w:rPr>
          <w:b w:val="0"/>
        </w:rPr>
        <w:t>The actual</w:t>
      </w:r>
      <w:r>
        <w:rPr>
          <w:b w:val="0"/>
        </w:rPr>
        <w:t>, alleged</w:t>
      </w:r>
      <w:r w:rsidRPr="00FF7157">
        <w:rPr>
          <w:b w:val="0"/>
        </w:rPr>
        <w:t xml:space="preserve"> or threatened</w:t>
      </w:r>
      <w:r>
        <w:rPr>
          <w:b w:val="0"/>
        </w:rPr>
        <w:t xml:space="preserve"> sexual</w:t>
      </w:r>
      <w:r w:rsidRPr="00FF7157">
        <w:rPr>
          <w:b w:val="0"/>
        </w:rPr>
        <w:t xml:space="preserve"> abuse or</w:t>
      </w:r>
      <w:r>
        <w:rPr>
          <w:b w:val="0"/>
        </w:rPr>
        <w:t xml:space="preserve"> sexual</w:t>
      </w:r>
      <w:r w:rsidRPr="00FF7157">
        <w:rPr>
          <w:b w:val="0"/>
        </w:rPr>
        <w:t xml:space="preserve"> molestation</w:t>
      </w:r>
      <w:r>
        <w:rPr>
          <w:b w:val="0"/>
        </w:rPr>
        <w:t xml:space="preserve"> of any person committed by anyone</w:t>
      </w:r>
      <w:r w:rsidRPr="00FF7157">
        <w:rPr>
          <w:b w:val="0"/>
        </w:rPr>
        <w:t xml:space="preserve">; or </w:t>
      </w:r>
    </w:p>
    <w:p w14:paraId="7CDAB8C8" w14:textId="77777777" w:rsidR="00B77F6A" w:rsidRPr="00FF7157" w:rsidRDefault="00226FD9" w:rsidP="003F7E4D">
      <w:pPr>
        <w:pStyle w:val="outlinetxt4"/>
        <w:rPr>
          <w:b w:val="0"/>
        </w:rPr>
      </w:pPr>
      <w:r w:rsidRPr="00FF7157">
        <w:rPr>
          <w:b w:val="0"/>
        </w:rPr>
        <w:tab/>
      </w:r>
      <w:r>
        <w:t>(2)</w:t>
      </w:r>
      <w:r w:rsidRPr="00FF7157">
        <w:tab/>
      </w:r>
      <w:r w:rsidRPr="00FF7157">
        <w:rPr>
          <w:b w:val="0"/>
        </w:rPr>
        <w:t xml:space="preserve">The negligent: </w:t>
      </w:r>
    </w:p>
    <w:p w14:paraId="6DEFD0EE" w14:textId="77777777" w:rsidR="00B77F6A" w:rsidRPr="00490117" w:rsidRDefault="00226FD9" w:rsidP="003F7E4D">
      <w:pPr>
        <w:pStyle w:val="outlinetxt5"/>
        <w:rPr>
          <w:b w:val="0"/>
        </w:rPr>
      </w:pPr>
      <w:r w:rsidRPr="00490117">
        <w:rPr>
          <w:b w:val="0"/>
        </w:rPr>
        <w:tab/>
      </w:r>
      <w:r>
        <w:t>(a)</w:t>
      </w:r>
      <w:r w:rsidRPr="00490117">
        <w:tab/>
      </w:r>
      <w:r w:rsidRPr="00490117">
        <w:rPr>
          <w:b w:val="0"/>
        </w:rPr>
        <w:t xml:space="preserve">Employment; </w:t>
      </w:r>
    </w:p>
    <w:p w14:paraId="242F3977" w14:textId="77777777" w:rsidR="00B77F6A" w:rsidRPr="00490117" w:rsidRDefault="00226FD9" w:rsidP="003F7E4D">
      <w:pPr>
        <w:pStyle w:val="outlinetxt5"/>
        <w:rPr>
          <w:b w:val="0"/>
        </w:rPr>
      </w:pPr>
      <w:r w:rsidRPr="00490117">
        <w:rPr>
          <w:b w:val="0"/>
        </w:rPr>
        <w:tab/>
      </w:r>
      <w:r>
        <w:t>(b)</w:t>
      </w:r>
      <w:r w:rsidRPr="00490117">
        <w:tab/>
      </w:r>
      <w:r w:rsidRPr="00490117">
        <w:rPr>
          <w:b w:val="0"/>
        </w:rPr>
        <w:t xml:space="preserve">Investigation; </w:t>
      </w:r>
    </w:p>
    <w:p w14:paraId="42BC5F93" w14:textId="77777777" w:rsidR="00B77F6A" w:rsidRPr="00490117" w:rsidRDefault="00226FD9" w:rsidP="003F7E4D">
      <w:pPr>
        <w:pStyle w:val="outlinetxt5"/>
        <w:rPr>
          <w:b w:val="0"/>
        </w:rPr>
      </w:pPr>
      <w:r w:rsidRPr="00490117">
        <w:rPr>
          <w:b w:val="0"/>
        </w:rPr>
        <w:tab/>
      </w:r>
      <w:r>
        <w:t>(c)</w:t>
      </w:r>
      <w:r w:rsidRPr="00490117">
        <w:tab/>
      </w:r>
      <w:r w:rsidRPr="00490117">
        <w:rPr>
          <w:b w:val="0"/>
        </w:rPr>
        <w:t xml:space="preserve">Supervision; </w:t>
      </w:r>
    </w:p>
    <w:p w14:paraId="4FAB5FF8" w14:textId="77777777" w:rsidR="00B77F6A" w:rsidRPr="00490117" w:rsidRDefault="00226FD9" w:rsidP="003F7E4D">
      <w:pPr>
        <w:pStyle w:val="outlinetxt5"/>
        <w:rPr>
          <w:b w:val="0"/>
        </w:rPr>
      </w:pPr>
      <w:r w:rsidRPr="00490117">
        <w:rPr>
          <w:b w:val="0"/>
        </w:rPr>
        <w:tab/>
      </w:r>
      <w:r>
        <w:t>(d)</w:t>
      </w:r>
      <w:r w:rsidRPr="00490117">
        <w:tab/>
      </w:r>
      <w:r w:rsidRPr="00490117">
        <w:rPr>
          <w:b w:val="0"/>
        </w:rPr>
        <w:t xml:space="preserve">Reporting to the proper authorities, or failure to so report; or </w:t>
      </w:r>
    </w:p>
    <w:p w14:paraId="7C8D9790" w14:textId="77777777" w:rsidR="00B77F6A" w:rsidRPr="00490117" w:rsidRDefault="00226FD9" w:rsidP="003F7E4D">
      <w:pPr>
        <w:pStyle w:val="outlinetxt5"/>
        <w:rPr>
          <w:b w:val="0"/>
        </w:rPr>
      </w:pPr>
      <w:r w:rsidRPr="00490117">
        <w:rPr>
          <w:b w:val="0"/>
        </w:rPr>
        <w:tab/>
      </w:r>
      <w:r>
        <w:t>(e)</w:t>
      </w:r>
      <w:r w:rsidRPr="00490117">
        <w:tab/>
      </w:r>
      <w:r w:rsidRPr="00490117">
        <w:rPr>
          <w:b w:val="0"/>
        </w:rPr>
        <w:t xml:space="preserve">Retention; </w:t>
      </w:r>
    </w:p>
    <w:p w14:paraId="5EFC73C9" w14:textId="77777777" w:rsidR="00B77F6A" w:rsidRPr="00490117" w:rsidRDefault="00226FD9" w:rsidP="003F7E4D">
      <w:pPr>
        <w:pStyle w:val="blocktext5"/>
      </w:pPr>
      <w:r w:rsidRPr="00490117">
        <w:t xml:space="preserve">of a person for whom any "insured" is or ever was legally responsible and whose conduct would be excluded by Paragraph </w:t>
      </w:r>
      <w:r w:rsidRPr="00490117">
        <w:rPr>
          <w:b/>
        </w:rPr>
        <w:t>B.</w:t>
      </w:r>
      <w:r>
        <w:rPr>
          <w:b/>
        </w:rPr>
        <w:t>(</w:t>
      </w:r>
      <w:r w:rsidRPr="00490117">
        <w:rPr>
          <w:b/>
        </w:rPr>
        <w:t>1</w:t>
      </w:r>
      <w:r>
        <w:rPr>
          <w:b/>
        </w:rPr>
        <w:t>)</w:t>
      </w:r>
      <w:r w:rsidRPr="00490117">
        <w:rPr>
          <w:b/>
        </w:rPr>
        <w:t xml:space="preserve"> </w:t>
      </w:r>
      <w:r w:rsidRPr="00490117">
        <w:t xml:space="preserve">above. </w:t>
      </w:r>
    </w:p>
    <w:p w14:paraId="1D862349" w14:textId="0F05FFF1" w:rsidR="00C20389" w:rsidRPr="006D6428" w:rsidRDefault="00226FD9" w:rsidP="003F7E4D">
      <w:pPr>
        <w:pStyle w:val="outlinehd1"/>
      </w:pPr>
      <w:r>
        <w:br w:type="column"/>
      </w:r>
      <w:r w:rsidR="005D10E3">
        <w:tab/>
      </w:r>
      <w:r w:rsidR="0007387E">
        <w:t>C</w:t>
      </w:r>
      <w:r w:rsidR="00922C5D" w:rsidRPr="006D6428">
        <w:t>.</w:t>
      </w:r>
      <w:r w:rsidR="00922C5D" w:rsidRPr="006D6428">
        <w:tab/>
      </w:r>
      <w:r w:rsidR="00863148" w:rsidRPr="006D6428">
        <w:t xml:space="preserve">Sexual Abuse Or Sexual Molestation </w:t>
      </w:r>
      <w:r w:rsidR="006D7364" w:rsidRPr="006D6428">
        <w:t xml:space="preserve">Liability </w:t>
      </w:r>
    </w:p>
    <w:p w14:paraId="3E0464BD" w14:textId="77777777" w:rsidR="00C20389" w:rsidRPr="006D6428" w:rsidRDefault="00226FD9" w:rsidP="003F7E4D">
      <w:pPr>
        <w:pStyle w:val="outlinehd2"/>
      </w:pPr>
      <w:r w:rsidRPr="006D6428">
        <w:tab/>
        <w:t>1.</w:t>
      </w:r>
      <w:r w:rsidRPr="006D6428">
        <w:tab/>
      </w:r>
      <w:r w:rsidR="00720F66" w:rsidRPr="006D6428">
        <w:t>Coverage</w:t>
      </w:r>
    </w:p>
    <w:p w14:paraId="4999697F" w14:textId="125EE839" w:rsidR="00C20389" w:rsidRPr="006D6428" w:rsidRDefault="00226FD9" w:rsidP="003F7E4D">
      <w:pPr>
        <w:pStyle w:val="outlinetxt3"/>
        <w:rPr>
          <w:b w:val="0"/>
        </w:rPr>
      </w:pPr>
      <w:r w:rsidRPr="006D6428">
        <w:tab/>
        <w:t>a.</w:t>
      </w:r>
      <w:r w:rsidRPr="006D6428">
        <w:tab/>
      </w:r>
      <w:r w:rsidRPr="006D6428">
        <w:rPr>
          <w:b w:val="0"/>
        </w:rPr>
        <w:t xml:space="preserve">We will pay those sums that the </w:t>
      </w:r>
      <w:r w:rsidR="00DB672F" w:rsidRPr="006D6428">
        <w:rPr>
          <w:b w:val="0"/>
        </w:rPr>
        <w:t>"insured"</w:t>
      </w:r>
      <w:r w:rsidRPr="006D6428">
        <w:rPr>
          <w:b w:val="0"/>
        </w:rPr>
        <w:t xml:space="preserve"> becomes legally obligated to pay as damages because of</w:t>
      </w:r>
      <w:r w:rsidR="006F5EC1" w:rsidRPr="006D6428">
        <w:rPr>
          <w:b w:val="0"/>
        </w:rPr>
        <w:t xml:space="preserve"> "injury" to which this insurance applies</w:t>
      </w:r>
      <w:r w:rsidR="006B5BED">
        <w:rPr>
          <w:b w:val="0"/>
        </w:rPr>
        <w:t>, resulting from your "auto dealer operations"</w:t>
      </w:r>
      <w:r w:rsidR="006F5EC1" w:rsidRPr="006D6428">
        <w:rPr>
          <w:b w:val="0"/>
        </w:rPr>
        <w:t xml:space="preserve">. </w:t>
      </w:r>
      <w:r w:rsidRPr="006D6428">
        <w:rPr>
          <w:b w:val="0"/>
        </w:rPr>
        <w:t xml:space="preserve">We will have the right and duty to defend the </w:t>
      </w:r>
      <w:r w:rsidR="00DB672F" w:rsidRPr="006D6428">
        <w:rPr>
          <w:b w:val="0"/>
        </w:rPr>
        <w:t>"insured"</w:t>
      </w:r>
      <w:r w:rsidRPr="006D6428">
        <w:rPr>
          <w:b w:val="0"/>
        </w:rPr>
        <w:t xml:space="preserve"> against any "suit" seeking those</w:t>
      </w:r>
      <w:r w:rsidRPr="006D6428">
        <w:t xml:space="preserve"> </w:t>
      </w:r>
      <w:r w:rsidRPr="006D6428">
        <w:rPr>
          <w:b w:val="0"/>
        </w:rPr>
        <w:t xml:space="preserve">damages. However, we will have no duty to defend the </w:t>
      </w:r>
      <w:r w:rsidR="00DB672F" w:rsidRPr="006D6428">
        <w:rPr>
          <w:b w:val="0"/>
        </w:rPr>
        <w:t>"insured"</w:t>
      </w:r>
      <w:r w:rsidRPr="006D6428">
        <w:rPr>
          <w:b w:val="0"/>
        </w:rPr>
        <w:t xml:space="preserve"> against any "suit" seeking damages </w:t>
      </w:r>
      <w:r w:rsidR="006F5EC1" w:rsidRPr="006D6428">
        <w:rPr>
          <w:b w:val="0"/>
        </w:rPr>
        <w:t xml:space="preserve">for "injury" </w:t>
      </w:r>
      <w:r w:rsidRPr="006D6428">
        <w:rPr>
          <w:b w:val="0"/>
        </w:rPr>
        <w:t xml:space="preserve">to which this insurance does not apply. We may, at our discretion, investigate any report </w:t>
      </w:r>
      <w:r w:rsidR="006F5EC1" w:rsidRPr="006D6428">
        <w:rPr>
          <w:b w:val="0"/>
        </w:rPr>
        <w:t>or allegation of an "act of sexual abuse or sexual molestation" or "interrelated acts"</w:t>
      </w:r>
      <w:r w:rsidRPr="006D6428">
        <w:rPr>
          <w:b w:val="0"/>
        </w:rPr>
        <w:t xml:space="preserve"> and settle any </w:t>
      </w:r>
      <w:r w:rsidR="00F96E52">
        <w:rPr>
          <w:b w:val="0"/>
        </w:rPr>
        <w:t>claim</w:t>
      </w:r>
      <w:r w:rsidRPr="006D6428">
        <w:rPr>
          <w:b w:val="0"/>
        </w:rPr>
        <w:t xml:space="preserve"> or "suit" that may result. But:</w:t>
      </w:r>
    </w:p>
    <w:p w14:paraId="1D7107E1" w14:textId="1F892D9E" w:rsidR="00C20389" w:rsidRPr="006D6428" w:rsidRDefault="00226FD9" w:rsidP="003F7E4D">
      <w:pPr>
        <w:pStyle w:val="outlinetxt4"/>
      </w:pPr>
      <w:r w:rsidRPr="006D6428">
        <w:tab/>
        <w:t>(1)</w:t>
      </w:r>
      <w:r w:rsidRPr="006D6428">
        <w:tab/>
      </w:r>
      <w:r w:rsidRPr="006D6428">
        <w:rPr>
          <w:b w:val="0"/>
        </w:rPr>
        <w:t xml:space="preserve">The amount we will pay for damages is limited as described in Paragraph </w:t>
      </w:r>
      <w:r w:rsidR="00D9107A" w:rsidRPr="00A84A7F">
        <w:rPr>
          <w:bCs/>
        </w:rPr>
        <w:t>F</w:t>
      </w:r>
      <w:r w:rsidRPr="006D6428">
        <w:t>.</w:t>
      </w:r>
      <w:r w:rsidRPr="006D6428">
        <w:rPr>
          <w:b w:val="0"/>
        </w:rPr>
        <w:t xml:space="preserve"> </w:t>
      </w:r>
      <w:r w:rsidRPr="00244CF3">
        <w:rPr>
          <w:b w:val="0"/>
        </w:rPr>
        <w:t>Limits Of Insurance</w:t>
      </w:r>
      <w:r w:rsidR="00065E80">
        <w:rPr>
          <w:b w:val="0"/>
        </w:rPr>
        <w:t xml:space="preserve"> of this endorsement</w:t>
      </w:r>
      <w:r w:rsidRPr="006D6428">
        <w:rPr>
          <w:b w:val="0"/>
        </w:rPr>
        <w:t>; and</w:t>
      </w:r>
    </w:p>
    <w:p w14:paraId="1447F4F1" w14:textId="77777777" w:rsidR="0008331E" w:rsidRPr="006D6428" w:rsidRDefault="00226FD9" w:rsidP="003F7E4D">
      <w:pPr>
        <w:pStyle w:val="outlinetxt4"/>
        <w:rPr>
          <w:b w:val="0"/>
        </w:rPr>
      </w:pPr>
      <w:r w:rsidRPr="006D6428">
        <w:tab/>
        <w:t>(2)</w:t>
      </w:r>
      <w:r w:rsidRPr="006D6428">
        <w:tab/>
      </w:r>
      <w:r w:rsidRPr="006D6428">
        <w:rPr>
          <w:b w:val="0"/>
        </w:rPr>
        <w:t xml:space="preserve">Our right to defend </w:t>
      </w:r>
      <w:r w:rsidR="00A057DB" w:rsidRPr="006D6428">
        <w:rPr>
          <w:b w:val="0"/>
        </w:rPr>
        <w:t xml:space="preserve">or settle </w:t>
      </w:r>
      <w:r w:rsidRPr="006D6428">
        <w:rPr>
          <w:b w:val="0"/>
        </w:rPr>
        <w:t>end</w:t>
      </w:r>
      <w:r w:rsidR="00A057DB" w:rsidRPr="006D6428">
        <w:rPr>
          <w:b w:val="0"/>
        </w:rPr>
        <w:t>s</w:t>
      </w:r>
      <w:r w:rsidRPr="006D6428">
        <w:rPr>
          <w:b w:val="0"/>
        </w:rPr>
        <w:t xml:space="preserve"> when:</w:t>
      </w:r>
    </w:p>
    <w:p w14:paraId="278C8FDA" w14:textId="769EBFC3" w:rsidR="00C20389" w:rsidRPr="006D6428" w:rsidRDefault="00226FD9" w:rsidP="003F7E4D">
      <w:pPr>
        <w:pStyle w:val="outlinetxt5"/>
        <w:rPr>
          <w:b w:val="0"/>
        </w:rPr>
      </w:pPr>
      <w:r w:rsidRPr="006D6428">
        <w:rPr>
          <w:b w:val="0"/>
        </w:rPr>
        <w:tab/>
      </w:r>
      <w:r w:rsidRPr="006D6428">
        <w:rPr>
          <w:bCs/>
        </w:rPr>
        <w:t>(a)</w:t>
      </w:r>
      <w:r w:rsidRPr="006D6428">
        <w:rPr>
          <w:b w:val="0"/>
        </w:rPr>
        <w:tab/>
        <w:t xml:space="preserve">We have used up the applicable </w:t>
      </w:r>
      <w:r w:rsidR="00244CF3">
        <w:rPr>
          <w:b w:val="0"/>
        </w:rPr>
        <w:t>L</w:t>
      </w:r>
      <w:r w:rsidRPr="006D6428">
        <w:rPr>
          <w:b w:val="0"/>
        </w:rPr>
        <w:t xml:space="preserve">imit </w:t>
      </w:r>
      <w:r w:rsidR="00244CF3">
        <w:rPr>
          <w:b w:val="0"/>
        </w:rPr>
        <w:t>O</w:t>
      </w:r>
      <w:r w:rsidRPr="006D6428">
        <w:rPr>
          <w:b w:val="0"/>
        </w:rPr>
        <w:t xml:space="preserve">f </w:t>
      </w:r>
      <w:r w:rsidR="00244CF3">
        <w:rPr>
          <w:b w:val="0"/>
        </w:rPr>
        <w:t>I</w:t>
      </w:r>
      <w:r w:rsidRPr="006D6428">
        <w:rPr>
          <w:b w:val="0"/>
        </w:rPr>
        <w:t>nsurance shown in the Schedule of this endorsement in the payment of judgments or settlements; or</w:t>
      </w:r>
    </w:p>
    <w:p w14:paraId="567770EA" w14:textId="77777777" w:rsidR="0008331E" w:rsidRPr="006D6428" w:rsidRDefault="00226FD9" w:rsidP="003F7E4D">
      <w:pPr>
        <w:pStyle w:val="outlinetxt5"/>
        <w:rPr>
          <w:b w:val="0"/>
        </w:rPr>
      </w:pPr>
      <w:r w:rsidRPr="006D6428">
        <w:rPr>
          <w:b w:val="0"/>
        </w:rPr>
        <w:tab/>
      </w:r>
      <w:r w:rsidRPr="006D6428">
        <w:rPr>
          <w:bCs/>
        </w:rPr>
        <w:t>(b)</w:t>
      </w:r>
      <w:r w:rsidRPr="006D6428">
        <w:rPr>
          <w:b w:val="0"/>
        </w:rPr>
        <w:tab/>
        <w:t xml:space="preserve">The </w:t>
      </w:r>
      <w:r w:rsidR="00F96E52">
        <w:rPr>
          <w:b w:val="0"/>
        </w:rPr>
        <w:t>"</w:t>
      </w:r>
      <w:r w:rsidRPr="006D6428">
        <w:rPr>
          <w:b w:val="0"/>
        </w:rPr>
        <w:t>insured</w:t>
      </w:r>
      <w:r w:rsidR="00F96E52">
        <w:rPr>
          <w:b w:val="0"/>
        </w:rPr>
        <w:t>"</w:t>
      </w:r>
      <w:r w:rsidRPr="006D6428">
        <w:rPr>
          <w:b w:val="0"/>
        </w:rPr>
        <w:t>:</w:t>
      </w:r>
    </w:p>
    <w:p w14:paraId="3F33AF3A" w14:textId="77777777" w:rsidR="00330481" w:rsidRPr="006D6428" w:rsidRDefault="00226FD9" w:rsidP="003F7E4D">
      <w:pPr>
        <w:pStyle w:val="outlinetxt6"/>
      </w:pPr>
      <w:r w:rsidRPr="006D6428">
        <w:tab/>
        <w:t>(i)</w:t>
      </w:r>
      <w:r w:rsidRPr="006D6428">
        <w:tab/>
      </w:r>
      <w:r w:rsidRPr="006D6428">
        <w:rPr>
          <w:b w:val="0"/>
          <w:bCs/>
        </w:rPr>
        <w:t>Admits to perpetrating or taking part in an "act of sexual abuse or sexual</w:t>
      </w:r>
      <w:r w:rsidR="002C5381" w:rsidRPr="006D6428">
        <w:rPr>
          <w:b w:val="0"/>
          <w:bCs/>
        </w:rPr>
        <w:t xml:space="preserve"> </w:t>
      </w:r>
      <w:r w:rsidRPr="006D6428">
        <w:rPr>
          <w:b w:val="0"/>
          <w:bCs/>
        </w:rPr>
        <w:t>molestation" or "interrelated acts" which caused the "injury"; or</w:t>
      </w:r>
    </w:p>
    <w:p w14:paraId="3CD62554" w14:textId="77777777" w:rsidR="00330481" w:rsidRPr="006D6428" w:rsidRDefault="00226FD9" w:rsidP="003F7E4D">
      <w:pPr>
        <w:pStyle w:val="outlinetxt6"/>
        <w:rPr>
          <w:b w:val="0"/>
          <w:bCs/>
        </w:rPr>
      </w:pPr>
      <w:r w:rsidRPr="006D6428">
        <w:tab/>
        <w:t>(ii)</w:t>
      </w:r>
      <w:r w:rsidRPr="006D6428">
        <w:tab/>
      </w:r>
      <w:r w:rsidRPr="006D6428">
        <w:rPr>
          <w:b w:val="0"/>
          <w:bCs/>
        </w:rPr>
        <w:t xml:space="preserve">Is found guilty of, or pleads guilty or no contest to, in a legal proceeding, an "act of sexual abuse or sexual molestation" which caused the "injury". </w:t>
      </w:r>
    </w:p>
    <w:p w14:paraId="7E62D882" w14:textId="77777777" w:rsidR="00996CFE" w:rsidRPr="006D6428" w:rsidRDefault="00226FD9" w:rsidP="003F7E4D">
      <w:pPr>
        <w:pStyle w:val="blocktext6"/>
      </w:pPr>
      <w:r w:rsidRPr="006D6428">
        <w:t xml:space="preserve">However, with respect to this Paragraph </w:t>
      </w:r>
      <w:r w:rsidRPr="006D6428">
        <w:rPr>
          <w:b/>
          <w:bCs/>
        </w:rPr>
        <w:t>(</w:t>
      </w:r>
      <w:r w:rsidR="00282549" w:rsidRPr="006D6428">
        <w:rPr>
          <w:b/>
          <w:bCs/>
        </w:rPr>
        <w:t>b</w:t>
      </w:r>
      <w:r w:rsidRPr="006D6428">
        <w:rPr>
          <w:b/>
          <w:bCs/>
        </w:rPr>
        <w:t>)</w:t>
      </w:r>
      <w:r w:rsidRPr="005B34F9">
        <w:rPr>
          <w:b/>
          <w:bCs/>
        </w:rPr>
        <w:t>,</w:t>
      </w:r>
      <w:r w:rsidRPr="006D6428">
        <w:t xml:space="preserve"> our right and duty to defend ends only for the </w:t>
      </w:r>
      <w:r w:rsidR="00F96E52">
        <w:t>"</w:t>
      </w:r>
      <w:r w:rsidRPr="006D6428">
        <w:t>insured</w:t>
      </w:r>
      <w:r w:rsidR="00F96E52">
        <w:t>"</w:t>
      </w:r>
      <w:r w:rsidRPr="006D6428">
        <w:t xml:space="preserve"> that admits to perpetrating or taking part in an "act of sexual abuse or sexual</w:t>
      </w:r>
      <w:r w:rsidR="00872E3A" w:rsidRPr="006D6428">
        <w:t xml:space="preserve"> </w:t>
      </w:r>
      <w:r w:rsidRPr="006D6428">
        <w:t>molestation" or "interrelated acts", or is found guilty of, or pleads guilty or no contest to, in a legal proceeding, an "act of sexual abuse or sexual molestation" which caused the "injury".</w:t>
      </w:r>
    </w:p>
    <w:p w14:paraId="311900FE" w14:textId="1DE03C4A" w:rsidR="00996CFE" w:rsidRPr="006D6428" w:rsidRDefault="00226FD9" w:rsidP="003F7E4D">
      <w:pPr>
        <w:pStyle w:val="blocktext6"/>
        <w:rPr>
          <w:bCs/>
        </w:rPr>
      </w:pPr>
      <w:r>
        <w:rPr>
          <w:b/>
        </w:rPr>
        <w:br w:type="page"/>
      </w:r>
      <w:r w:rsidR="003F7E4D">
        <w:rPr>
          <w:b/>
          <w:noProof/>
        </w:rPr>
        <w:lastRenderedPageBreak/>
        <w:pict w14:anchorId="2CCBF9D5">
          <v:rect id="_x0000_s1027" style="position:absolute;left:0;text-align:left;margin-left:-288.8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2B9EDB48" w14:textId="77777777" w:rsidR="00B62AA2" w:rsidRDefault="00226FD9">
                  <w:pPr>
                    <w:pStyle w:val="sidetext"/>
                  </w:pPr>
                  <w:r>
                    <w:t>N</w:t>
                  </w:r>
                </w:p>
                <w:p w14:paraId="084F2B22" w14:textId="77777777" w:rsidR="00B62AA2" w:rsidRDefault="00B62AA2">
                  <w:pPr>
                    <w:pStyle w:val="sidetext"/>
                  </w:pPr>
                </w:p>
                <w:p w14:paraId="60365FE3" w14:textId="77777777" w:rsidR="00B62AA2" w:rsidRDefault="00226FD9">
                  <w:pPr>
                    <w:pStyle w:val="sidetext"/>
                  </w:pPr>
                  <w:r>
                    <w:t>E</w:t>
                  </w:r>
                </w:p>
                <w:p w14:paraId="21096B92" w14:textId="77777777" w:rsidR="00B62AA2" w:rsidRDefault="00B62AA2">
                  <w:pPr>
                    <w:pStyle w:val="sidetext"/>
                  </w:pPr>
                </w:p>
                <w:p w14:paraId="01708D4B" w14:textId="77777777" w:rsidR="00B62AA2" w:rsidRDefault="00226FD9">
                  <w:pPr>
                    <w:pStyle w:val="sidetext"/>
                  </w:pPr>
                  <w:r>
                    <w:t>W</w:t>
                  </w:r>
                </w:p>
              </w:txbxContent>
            </v:textbox>
            <w10:wrap anchorx="page" anchory="page"/>
            <w10:anchorlock/>
          </v:rect>
        </w:pict>
      </w:r>
      <w:r w:rsidR="0007387E" w:rsidRPr="006D6428">
        <w:rPr>
          <w:bCs/>
        </w:rPr>
        <w:t xml:space="preserve">For the purposes of this Paragraph </w:t>
      </w:r>
      <w:r w:rsidR="0007387E" w:rsidRPr="006D6428">
        <w:rPr>
          <w:b/>
        </w:rPr>
        <w:t>(</w:t>
      </w:r>
      <w:r w:rsidR="00292906" w:rsidRPr="006D6428">
        <w:rPr>
          <w:b/>
        </w:rPr>
        <w:t>b</w:t>
      </w:r>
      <w:r w:rsidR="0007387E" w:rsidRPr="006D6428">
        <w:rPr>
          <w:b/>
        </w:rPr>
        <w:t>)</w:t>
      </w:r>
      <w:r w:rsidR="0007387E" w:rsidRPr="005B34F9">
        <w:rPr>
          <w:b/>
        </w:rPr>
        <w:t>,</w:t>
      </w:r>
      <w:r w:rsidR="0007387E" w:rsidRPr="006D6428">
        <w:rPr>
          <w:bCs/>
        </w:rPr>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2747DD3A" w14:textId="5E321FFF" w:rsidR="00C20389" w:rsidRPr="006D6428" w:rsidRDefault="00226FD9" w:rsidP="003F7E4D">
      <w:pPr>
        <w:pStyle w:val="blocktext4"/>
      </w:pPr>
      <w:r w:rsidRPr="006D6428">
        <w:t xml:space="preserve">No other obligation or liability to pay sums or perform acts or services is covered unless explicitly provided for under </w:t>
      </w:r>
      <w:r w:rsidR="00691120" w:rsidRPr="006D6428">
        <w:t xml:space="preserve">Paragraph </w:t>
      </w:r>
      <w:r w:rsidR="00444D9A" w:rsidRPr="00AC5703">
        <w:rPr>
          <w:b/>
          <w:bCs/>
        </w:rPr>
        <w:t>E</w:t>
      </w:r>
      <w:r w:rsidR="00691120" w:rsidRPr="006D6428">
        <w:rPr>
          <w:b/>
        </w:rPr>
        <w:t>.</w:t>
      </w:r>
      <w:r w:rsidR="00691120" w:rsidRPr="006D6428">
        <w:t xml:space="preserve"> </w:t>
      </w:r>
      <w:r w:rsidRPr="006D6428">
        <w:t>Supplementary Payments</w:t>
      </w:r>
      <w:r w:rsidR="00B00EDA">
        <w:t xml:space="preserve"> </w:t>
      </w:r>
      <w:r w:rsidR="00B00EDA" w:rsidRPr="00993DCC">
        <w:t>of this endorsement</w:t>
      </w:r>
      <w:r w:rsidRPr="00065E80">
        <w:t>.</w:t>
      </w:r>
    </w:p>
    <w:p w14:paraId="0AFEC274" w14:textId="77777777" w:rsidR="00C20389" w:rsidRPr="006D6428" w:rsidRDefault="00226FD9" w:rsidP="003F7E4D">
      <w:pPr>
        <w:pStyle w:val="outlinetxt3"/>
      </w:pPr>
      <w:r w:rsidRPr="006D6428">
        <w:tab/>
        <w:t>b.</w:t>
      </w:r>
      <w:r w:rsidRPr="006D6428">
        <w:tab/>
      </w:r>
      <w:r w:rsidRPr="006D6428">
        <w:rPr>
          <w:b w:val="0"/>
        </w:rPr>
        <w:t xml:space="preserve">This insurance applies to </w:t>
      </w:r>
      <w:r w:rsidR="006874EB" w:rsidRPr="006D6428">
        <w:rPr>
          <w:b w:val="0"/>
        </w:rPr>
        <w:t xml:space="preserve">"injury" </w:t>
      </w:r>
      <w:r w:rsidRPr="006D6428">
        <w:rPr>
          <w:b w:val="0"/>
        </w:rPr>
        <w:t>only if:</w:t>
      </w:r>
    </w:p>
    <w:p w14:paraId="6A76A172" w14:textId="77777777" w:rsidR="002A2BC6" w:rsidRPr="006D6428" w:rsidRDefault="00226FD9" w:rsidP="003F7E4D">
      <w:pPr>
        <w:pStyle w:val="outlinetxt4"/>
        <w:rPr>
          <w:b w:val="0"/>
        </w:rPr>
      </w:pPr>
      <w:r w:rsidRPr="006D6428">
        <w:rPr>
          <w:b w:val="0"/>
        </w:rPr>
        <w:tab/>
      </w:r>
      <w:r w:rsidRPr="006D6428">
        <w:t>(</w:t>
      </w:r>
      <w:r w:rsidR="00B76DEC" w:rsidRPr="006D6428">
        <w:t>1</w:t>
      </w:r>
      <w:r w:rsidRPr="006D6428">
        <w:t>)</w:t>
      </w:r>
      <w:r w:rsidRPr="006D6428">
        <w:tab/>
      </w:r>
      <w:r w:rsidR="00F05DA1" w:rsidRPr="006D6428">
        <w:rPr>
          <w:b w:val="0"/>
        </w:rPr>
        <w:t>The</w:t>
      </w:r>
      <w:r w:rsidRPr="006D6428">
        <w:rPr>
          <w:b w:val="0"/>
        </w:rPr>
        <w:t xml:space="preserve"> "injury" is caused by an "act of sexual abuse or sexual molestation" or "interrelated acts" that was committed in the </w:t>
      </w:r>
      <w:r w:rsidR="00C96568" w:rsidRPr="006D6428">
        <w:rPr>
          <w:b w:val="0"/>
        </w:rPr>
        <w:t>coverage territory during the policy period; and</w:t>
      </w:r>
    </w:p>
    <w:p w14:paraId="641C934A" w14:textId="6E0AE8C5" w:rsidR="00C96568" w:rsidRPr="006D6428" w:rsidRDefault="00226FD9" w:rsidP="003F7E4D">
      <w:pPr>
        <w:pStyle w:val="outlinetxt4"/>
        <w:rPr>
          <w:b w:val="0"/>
        </w:rPr>
      </w:pPr>
      <w:r w:rsidRPr="006D6428">
        <w:tab/>
        <w:t>(2)</w:t>
      </w:r>
      <w:r w:rsidRPr="006D6428">
        <w:tab/>
      </w:r>
      <w:r w:rsidRPr="006D6428">
        <w:rPr>
          <w:b w:val="0"/>
        </w:rPr>
        <w:t xml:space="preserve">The "injury" is caused by an "act of sexual abuse or sexual molestation" or "interrelated acts" that </w:t>
      </w:r>
      <w:r w:rsidRPr="006D6428">
        <w:rPr>
          <w:b w:val="0"/>
          <w:bCs/>
        </w:rPr>
        <w:t>was committed on the premise(s) or arises out of the project(s),</w:t>
      </w:r>
      <w:r w:rsidR="00155463">
        <w:rPr>
          <w:b w:val="0"/>
          <w:bCs/>
        </w:rPr>
        <w:t xml:space="preserve"> </w:t>
      </w:r>
      <w:r w:rsidRPr="006D6428">
        <w:rPr>
          <w:b w:val="0"/>
          <w:bCs/>
        </w:rPr>
        <w:t>contract(s) or agreement(s) shown in the Schedule of this endorsement.</w:t>
      </w:r>
    </w:p>
    <w:p w14:paraId="374B67E8" w14:textId="3390C7B3" w:rsidR="00C96568" w:rsidRPr="00751E71" w:rsidRDefault="00226FD9" w:rsidP="003F7E4D">
      <w:pPr>
        <w:pStyle w:val="blockhd5"/>
        <w:rPr>
          <w:b w:val="0"/>
          <w:bCs/>
        </w:rPr>
      </w:pPr>
      <w:r w:rsidRPr="00751E71">
        <w:rPr>
          <w:b w:val="0"/>
          <w:bCs/>
        </w:rPr>
        <w:t xml:space="preserve">However, this Paragraph </w:t>
      </w:r>
      <w:r w:rsidR="00A65DAE" w:rsidRPr="00751E71">
        <w:t>b.(2)</w:t>
      </w:r>
      <w:r w:rsidRPr="00751E71">
        <w:rPr>
          <w:b w:val="0"/>
          <w:bCs/>
        </w:rPr>
        <w:t xml:space="preserve"> applies only if a description of premise(s), project(s), contract(s) or agreement(s) is shown in the Schedule of this endorsement.</w:t>
      </w:r>
    </w:p>
    <w:p w14:paraId="62DE09F1" w14:textId="77777777" w:rsidR="00C20389" w:rsidRPr="00047FC3" w:rsidRDefault="00226FD9" w:rsidP="003F7E4D">
      <w:pPr>
        <w:pStyle w:val="outlinetxt3"/>
        <w:rPr>
          <w:b w:val="0"/>
        </w:rPr>
      </w:pPr>
      <w:r w:rsidRPr="00047FC3">
        <w:rPr>
          <w:b w:val="0"/>
        </w:rPr>
        <w:tab/>
      </w:r>
      <w:r w:rsidR="00047FC3" w:rsidRPr="00047FC3">
        <w:rPr>
          <w:bCs/>
        </w:rPr>
        <w:t>c.</w:t>
      </w:r>
      <w:r w:rsidRPr="00047FC3">
        <w:rPr>
          <w:b w:val="0"/>
        </w:rPr>
        <w:tab/>
      </w:r>
      <w:r w:rsidR="00214CD2" w:rsidRPr="00047FC3">
        <w:rPr>
          <w:b w:val="0"/>
        </w:rPr>
        <w:t>"Injury" caused by an "act of sexual abuse or sexual molestation" or "interrelated acts" includes any continuation, change or resumption of that "injury" after the end of the policy period.</w:t>
      </w:r>
    </w:p>
    <w:p w14:paraId="7B305A82" w14:textId="5449FADD" w:rsidR="00C20389" w:rsidRPr="00047FC3" w:rsidRDefault="00226FD9" w:rsidP="003F7E4D">
      <w:pPr>
        <w:pStyle w:val="outlinetxt3"/>
        <w:rPr>
          <w:b w:val="0"/>
        </w:rPr>
      </w:pPr>
      <w:r w:rsidRPr="00047FC3">
        <w:rPr>
          <w:b w:val="0"/>
        </w:rPr>
        <w:tab/>
      </w:r>
      <w:r w:rsidR="00047FC3" w:rsidRPr="00047FC3">
        <w:rPr>
          <w:bCs/>
        </w:rPr>
        <w:t>d.</w:t>
      </w:r>
      <w:r w:rsidRPr="00047FC3">
        <w:rPr>
          <w:b w:val="0"/>
        </w:rPr>
        <w:tab/>
        <w:t>Damages because of "injury" include damages claimed by any person or organization for care, loss of services or death resulting at any time from the "injury".</w:t>
      </w:r>
    </w:p>
    <w:p w14:paraId="090D2604" w14:textId="77777777" w:rsidR="00C20389" w:rsidRPr="006D6428" w:rsidRDefault="00226FD9" w:rsidP="003F7E4D">
      <w:pPr>
        <w:pStyle w:val="outlinehd2"/>
      </w:pPr>
      <w:r w:rsidRPr="006D6428">
        <w:tab/>
        <w:t>2.</w:t>
      </w:r>
      <w:r w:rsidRPr="006D6428">
        <w:tab/>
        <w:t>Exclusions</w:t>
      </w:r>
    </w:p>
    <w:p w14:paraId="118E7B12" w14:textId="3529CC26" w:rsidR="00AD4AFD" w:rsidRPr="006D6428" w:rsidRDefault="00226FD9" w:rsidP="003F7E4D">
      <w:pPr>
        <w:pStyle w:val="blocktext3"/>
      </w:pPr>
      <w:r w:rsidRPr="006D6428">
        <w:t>This insurance does not apply to</w:t>
      </w:r>
      <w:r w:rsidR="00ED29C2" w:rsidRPr="006D6428">
        <w:t xml:space="preserve"> any of the following</w:t>
      </w:r>
      <w:r w:rsidR="0010237D" w:rsidRPr="006D6428">
        <w:t>:</w:t>
      </w:r>
    </w:p>
    <w:p w14:paraId="22140AAD" w14:textId="77777777" w:rsidR="003F5405" w:rsidRPr="006D6428" w:rsidRDefault="00226FD9" w:rsidP="003F7E4D">
      <w:pPr>
        <w:pStyle w:val="outlinehd3"/>
      </w:pPr>
      <w:r w:rsidRPr="006D6428">
        <w:tab/>
      </w:r>
      <w:r w:rsidR="00893333">
        <w:t>a</w:t>
      </w:r>
      <w:r w:rsidRPr="006D6428">
        <w:t>.</w:t>
      </w:r>
      <w:r w:rsidRPr="006D6428">
        <w:tab/>
        <w:t>Expected Or Intended Injury</w:t>
      </w:r>
    </w:p>
    <w:p w14:paraId="75EA5DF8" w14:textId="77777777" w:rsidR="00325E85" w:rsidRPr="006D6428" w:rsidRDefault="00226FD9" w:rsidP="003F7E4D">
      <w:pPr>
        <w:pStyle w:val="blocktext4"/>
      </w:pPr>
      <w:r w:rsidRPr="006D6428">
        <w:t xml:space="preserve">"Injury" expected or intended from the standpoint of the </w:t>
      </w:r>
      <w:r w:rsidR="00F96E52">
        <w:t>"</w:t>
      </w:r>
      <w:r w:rsidRPr="006D6428">
        <w:t>insured</w:t>
      </w:r>
      <w:r w:rsidR="00F96E52">
        <w:t>"</w:t>
      </w:r>
      <w:r w:rsidRPr="006D6428">
        <w:t>.</w:t>
      </w:r>
    </w:p>
    <w:p w14:paraId="3B23EC1B" w14:textId="77C491BA" w:rsidR="00325E85" w:rsidRPr="006D6428" w:rsidRDefault="00226FD9" w:rsidP="003F7E4D">
      <w:pPr>
        <w:pStyle w:val="outlinehd3"/>
      </w:pPr>
      <w:r>
        <w:br w:type="column"/>
      </w:r>
      <w:r w:rsidR="0007387E" w:rsidRPr="006D6428">
        <w:tab/>
      </w:r>
      <w:r w:rsidR="00893333">
        <w:t>b</w:t>
      </w:r>
      <w:r w:rsidR="0007387E" w:rsidRPr="006D6428">
        <w:t>.</w:t>
      </w:r>
      <w:r w:rsidR="0007387E" w:rsidRPr="006D6428">
        <w:tab/>
        <w:t>Perpetrated By The Insured</w:t>
      </w:r>
    </w:p>
    <w:p w14:paraId="6C2588C5" w14:textId="77777777" w:rsidR="00325E85" w:rsidRPr="006D6428" w:rsidRDefault="00226FD9" w:rsidP="003F7E4D">
      <w:pPr>
        <w:pStyle w:val="blocktext4"/>
      </w:pPr>
      <w:r w:rsidRPr="006D6428">
        <w:t xml:space="preserve">Damages attributable to the </w:t>
      </w:r>
      <w:r w:rsidR="0078096C" w:rsidRPr="006D6428">
        <w:t>"</w:t>
      </w:r>
      <w:r w:rsidRPr="006D6428">
        <w:t>insured</w:t>
      </w:r>
      <w:r w:rsidR="0078096C" w:rsidRPr="006D6428">
        <w:t>"</w:t>
      </w:r>
      <w:r w:rsidRPr="006D6428">
        <w:t xml:space="preserve">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76FCD9E9" w14:textId="7D2B0B0B" w:rsidR="005F72F1" w:rsidRPr="006D6428" w:rsidRDefault="00226FD9" w:rsidP="003F7E4D">
      <w:pPr>
        <w:pStyle w:val="blocktext4"/>
        <w:rPr>
          <w:bCs/>
        </w:rPr>
      </w:pPr>
      <w:r w:rsidRPr="006D6428">
        <w:rPr>
          <w:bCs/>
        </w:rPr>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5D40B2A8" w14:textId="51DA042D" w:rsidR="005F72F1" w:rsidRPr="006D6428" w:rsidRDefault="00226FD9" w:rsidP="003F7E4D">
      <w:pPr>
        <w:pStyle w:val="outlinehd3"/>
      </w:pPr>
      <w:r w:rsidRPr="006D6428">
        <w:tab/>
      </w:r>
      <w:r>
        <w:t>c</w:t>
      </w:r>
      <w:r w:rsidRPr="006D6428">
        <w:t>.</w:t>
      </w:r>
      <w:r w:rsidRPr="006D6428">
        <w:tab/>
        <w:t>Injury Or Damage Under Section II</w:t>
      </w:r>
      <w:r w:rsidR="003601D8">
        <w:t xml:space="preserve"> </w:t>
      </w:r>
      <w:r w:rsidR="00224F6E">
        <w:t>O</w:t>
      </w:r>
      <w:r w:rsidR="003601D8" w:rsidRPr="005B34F9">
        <w:t>r</w:t>
      </w:r>
      <w:r w:rsidR="003601D8">
        <w:t xml:space="preserve"> Section III</w:t>
      </w:r>
    </w:p>
    <w:p w14:paraId="1612D058" w14:textId="111B0D87" w:rsidR="005F72F1" w:rsidRPr="006D6428" w:rsidRDefault="00226FD9" w:rsidP="003F7E4D">
      <w:pPr>
        <w:pStyle w:val="blocktext4"/>
      </w:pPr>
      <w:r w:rsidRPr="006D6428">
        <w:t>"Injury" or damage, including but not limited to "bodily injury", "property damage"</w:t>
      </w:r>
      <w:r w:rsidR="00F040D0">
        <w:t xml:space="preserve">, </w:t>
      </w:r>
      <w:r w:rsidR="00B62AA2">
        <w:t>"</w:t>
      </w:r>
      <w:r w:rsidR="00F040D0">
        <w:t>acts errors or omissions</w:t>
      </w:r>
      <w:r w:rsidR="00B62AA2">
        <w:t>"</w:t>
      </w:r>
      <w:r w:rsidRPr="006D6428">
        <w:t xml:space="preserve"> or "personal and advertising injury"</w:t>
      </w:r>
      <w:r w:rsidR="00AC5703">
        <w:t xml:space="preserve"> </w:t>
      </w:r>
      <w:r w:rsidRPr="006D6428">
        <w:t>to which</w:t>
      </w:r>
      <w:r>
        <w:t xml:space="preserve"> </w:t>
      </w:r>
      <w:r w:rsidRPr="006D6428">
        <w:rPr>
          <w:b/>
          <w:bCs/>
        </w:rPr>
        <w:t xml:space="preserve">Section II </w:t>
      </w:r>
      <w:r w:rsidR="005B34F9">
        <w:rPr>
          <w:rFonts w:cs="Arial"/>
          <w:b/>
          <w:bCs/>
        </w:rPr>
        <w:t>–</w:t>
      </w:r>
      <w:r w:rsidR="005B34F9">
        <w:rPr>
          <w:b/>
          <w:bCs/>
        </w:rPr>
        <w:t xml:space="preserve"> </w:t>
      </w:r>
      <w:r w:rsidRPr="006D6428">
        <w:rPr>
          <w:b/>
          <w:bCs/>
        </w:rPr>
        <w:t>General Liability Coverages</w:t>
      </w:r>
      <w:r w:rsidR="00F040D0">
        <w:rPr>
          <w:b/>
          <w:bCs/>
        </w:rPr>
        <w:t xml:space="preserve"> </w:t>
      </w:r>
      <w:r w:rsidR="00F040D0" w:rsidRPr="003601D8">
        <w:t>or</w:t>
      </w:r>
      <w:r w:rsidR="00F040D0">
        <w:rPr>
          <w:b/>
          <w:bCs/>
        </w:rPr>
        <w:t xml:space="preserve"> </w:t>
      </w:r>
      <w:r w:rsidR="00F040D0" w:rsidRPr="003601D8">
        <w:rPr>
          <w:b/>
        </w:rPr>
        <w:t xml:space="preserve">Section III </w:t>
      </w:r>
      <w:r w:rsidR="005B34F9">
        <w:rPr>
          <w:rFonts w:cs="Arial"/>
          <w:b/>
        </w:rPr>
        <w:t>–</w:t>
      </w:r>
      <w:r w:rsidR="005B34F9">
        <w:rPr>
          <w:b/>
        </w:rPr>
        <w:t xml:space="preserve"> </w:t>
      </w:r>
      <w:r w:rsidR="00F040D0" w:rsidRPr="003601D8">
        <w:rPr>
          <w:b/>
        </w:rPr>
        <w:t xml:space="preserve">Acts, Errors </w:t>
      </w:r>
      <w:r w:rsidR="005B34F9">
        <w:rPr>
          <w:b/>
        </w:rPr>
        <w:t>O</w:t>
      </w:r>
      <w:r w:rsidR="00F040D0" w:rsidRPr="003601D8">
        <w:rPr>
          <w:b/>
        </w:rPr>
        <w:t>r Omissions Liability Coverages</w:t>
      </w:r>
      <w:r>
        <w:rPr>
          <w:b/>
          <w:bCs/>
        </w:rPr>
        <w:t xml:space="preserve"> </w:t>
      </w:r>
      <w:r w:rsidRPr="006D6428">
        <w:t>applies.</w:t>
      </w:r>
      <w:r>
        <w:t xml:space="preserve"> </w:t>
      </w:r>
    </w:p>
    <w:p w14:paraId="6ACF765D" w14:textId="7C7EFDBE" w:rsidR="00325E85" w:rsidRPr="006D6428" w:rsidRDefault="00226FD9" w:rsidP="003F7E4D">
      <w:pPr>
        <w:pStyle w:val="outlinehd3"/>
      </w:pPr>
      <w:r w:rsidRPr="006D6428">
        <w:tab/>
      </w:r>
      <w:r w:rsidR="00893333">
        <w:t>d</w:t>
      </w:r>
      <w:r w:rsidRPr="006D6428">
        <w:t>.</w:t>
      </w:r>
      <w:r w:rsidRPr="006D6428">
        <w:tab/>
        <w:t>Contractual Liability</w:t>
      </w:r>
    </w:p>
    <w:p w14:paraId="33FCC90B" w14:textId="77777777" w:rsidR="00325E85" w:rsidRPr="006D6428" w:rsidRDefault="00226FD9" w:rsidP="003F7E4D">
      <w:pPr>
        <w:pStyle w:val="blocktext4"/>
      </w:pPr>
      <w:bookmarkStart w:id="0" w:name="_Hlk69308669"/>
      <w:r w:rsidRPr="006D6428">
        <w:t xml:space="preserve">"Injury" for which the </w:t>
      </w:r>
      <w:r w:rsidR="00F96E52">
        <w:t>"</w:t>
      </w:r>
      <w:r w:rsidRPr="006D6428">
        <w:t>insured</w:t>
      </w:r>
      <w:r w:rsidR="00F96E52">
        <w:t>"</w:t>
      </w:r>
      <w:r w:rsidRPr="006D6428">
        <w:t xml:space="preserve"> is obligated to pay damages by reason of the assumption of liability in a contract or agreement. This exclusion does not apply:</w:t>
      </w:r>
    </w:p>
    <w:p w14:paraId="03B97D32" w14:textId="77777777" w:rsidR="00325E85" w:rsidRPr="006D6428" w:rsidRDefault="00226FD9" w:rsidP="003F7E4D">
      <w:pPr>
        <w:pStyle w:val="outlinetxt4"/>
        <w:rPr>
          <w:b w:val="0"/>
        </w:rPr>
      </w:pPr>
      <w:r w:rsidRPr="006D6428">
        <w:rPr>
          <w:b w:val="0"/>
        </w:rPr>
        <w:tab/>
      </w:r>
      <w:r w:rsidRPr="006D6428">
        <w:rPr>
          <w:bCs/>
        </w:rPr>
        <w:t>(1)</w:t>
      </w:r>
      <w:r w:rsidRPr="006D6428">
        <w:rPr>
          <w:b w:val="0"/>
        </w:rPr>
        <w:tab/>
        <w:t xml:space="preserve">To liability for damages that the </w:t>
      </w:r>
      <w:r w:rsidR="00F96E52">
        <w:rPr>
          <w:b w:val="0"/>
        </w:rPr>
        <w:t>"</w:t>
      </w:r>
      <w:r w:rsidRPr="006D6428">
        <w:rPr>
          <w:b w:val="0"/>
        </w:rPr>
        <w:t>insured</w:t>
      </w:r>
      <w:r w:rsidR="00F96E52">
        <w:rPr>
          <w:b w:val="0"/>
        </w:rPr>
        <w:t>"</w:t>
      </w:r>
      <w:r w:rsidRPr="006D6428">
        <w:rPr>
          <w:b w:val="0"/>
        </w:rPr>
        <w:t xml:space="preserve"> would have in the absence of the contract or agreement; or</w:t>
      </w:r>
    </w:p>
    <w:p w14:paraId="7E04A49A" w14:textId="77777777" w:rsidR="00325E85" w:rsidRPr="006D6428" w:rsidRDefault="00226FD9" w:rsidP="003F7E4D">
      <w:pPr>
        <w:pStyle w:val="outlinetxt4"/>
        <w:rPr>
          <w:b w:val="0"/>
        </w:rPr>
      </w:pPr>
      <w:bookmarkStart w:id="1" w:name="_Hlk70949833"/>
      <w:r w:rsidRPr="006D6428">
        <w:rPr>
          <w:b w:val="0"/>
        </w:rPr>
        <w:tab/>
      </w:r>
      <w:r w:rsidRPr="006D6428">
        <w:rPr>
          <w:bCs/>
        </w:rPr>
        <w:t>(2)</w:t>
      </w:r>
      <w:r w:rsidRPr="006D6428">
        <w:rPr>
          <w:b w:val="0"/>
        </w:rPr>
        <w:tab/>
        <w:t>To assumption of tort liability in any contract or agreement shown in the Schedule of this endorsement, to the extent the assumption of tort liability is permitted by law.</w:t>
      </w:r>
    </w:p>
    <w:bookmarkEnd w:id="0"/>
    <w:bookmarkEnd w:id="1"/>
    <w:p w14:paraId="132BA60D" w14:textId="303ED91F" w:rsidR="00325E85" w:rsidRPr="006D6428" w:rsidRDefault="00226FD9" w:rsidP="003F7E4D">
      <w:pPr>
        <w:pStyle w:val="outlinehd3"/>
      </w:pPr>
      <w:r w:rsidRPr="006D6428">
        <w:tab/>
      </w:r>
      <w:r w:rsidR="00893333">
        <w:rPr>
          <w:bCs/>
        </w:rPr>
        <w:t>e</w:t>
      </w:r>
      <w:r w:rsidRPr="006D6428">
        <w:t>.</w:t>
      </w:r>
      <w:r w:rsidRPr="006D6428">
        <w:tab/>
        <w:t xml:space="preserve">Workers' Compensation And Similar Laws </w:t>
      </w:r>
    </w:p>
    <w:p w14:paraId="0C8E0F2D" w14:textId="77777777" w:rsidR="00325E85" w:rsidRPr="006D6428" w:rsidRDefault="00226FD9" w:rsidP="003F7E4D">
      <w:pPr>
        <w:pStyle w:val="blocktext4"/>
      </w:pPr>
      <w:r w:rsidRPr="006D6428">
        <w:t xml:space="preserve">Any obligation of the </w:t>
      </w:r>
      <w:r w:rsidR="00F96E52">
        <w:t>"</w:t>
      </w:r>
      <w:r w:rsidRPr="006D6428">
        <w:t>insured</w:t>
      </w:r>
      <w:r w:rsidR="00F96E52">
        <w:t>"</w:t>
      </w:r>
      <w:r w:rsidRPr="006D6428">
        <w:t xml:space="preserve"> under a workers' compensation, disability benefits or unemployment compensation law or any similar law.</w:t>
      </w:r>
    </w:p>
    <w:p w14:paraId="40E8EBA4" w14:textId="64B27472" w:rsidR="00325E85" w:rsidRPr="006D6428" w:rsidRDefault="00226FD9" w:rsidP="003F7E4D">
      <w:pPr>
        <w:pStyle w:val="outlinehd3"/>
      </w:pPr>
      <w:r>
        <w:br w:type="page"/>
      </w:r>
      <w:r w:rsidR="003F7E4D">
        <w:rPr>
          <w:noProof/>
        </w:rPr>
        <w:lastRenderedPageBreak/>
        <w:pict w14:anchorId="28596DFF">
          <v:rect id="_x0000_s1028" style="position:absolute;left:0;text-align:left;margin-left:-288.8pt;margin-top:0;width:36pt;height:158.45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BF66E66" w14:textId="77777777" w:rsidR="00B62AA2" w:rsidRDefault="00226FD9">
                  <w:pPr>
                    <w:pStyle w:val="sidetext"/>
                  </w:pPr>
                  <w:r>
                    <w:t>N</w:t>
                  </w:r>
                </w:p>
                <w:p w14:paraId="07F5ECB1" w14:textId="77777777" w:rsidR="00B62AA2" w:rsidRDefault="00B62AA2">
                  <w:pPr>
                    <w:pStyle w:val="sidetext"/>
                  </w:pPr>
                </w:p>
                <w:p w14:paraId="0085E72B" w14:textId="77777777" w:rsidR="00B62AA2" w:rsidRDefault="00226FD9">
                  <w:pPr>
                    <w:pStyle w:val="sidetext"/>
                  </w:pPr>
                  <w:r>
                    <w:t>E</w:t>
                  </w:r>
                </w:p>
                <w:p w14:paraId="2C021E2F" w14:textId="77777777" w:rsidR="00B62AA2" w:rsidRDefault="00B62AA2">
                  <w:pPr>
                    <w:pStyle w:val="sidetext"/>
                  </w:pPr>
                </w:p>
                <w:p w14:paraId="684CC871" w14:textId="77777777" w:rsidR="00B62AA2" w:rsidRDefault="00226FD9">
                  <w:pPr>
                    <w:pStyle w:val="sidetext"/>
                  </w:pPr>
                  <w:r>
                    <w:t>W</w:t>
                  </w:r>
                </w:p>
              </w:txbxContent>
            </v:textbox>
            <w10:wrap anchorx="page" anchory="page"/>
            <w10:anchorlock/>
          </v:rect>
        </w:pict>
      </w:r>
      <w:r w:rsidR="0007387E" w:rsidRPr="006D6428">
        <w:tab/>
      </w:r>
      <w:r w:rsidR="00893333">
        <w:rPr>
          <w:bCs/>
        </w:rPr>
        <w:t>f</w:t>
      </w:r>
      <w:r w:rsidR="0007387E" w:rsidRPr="006D6428">
        <w:t>.</w:t>
      </w:r>
      <w:r w:rsidR="0007387E" w:rsidRPr="006D6428">
        <w:tab/>
      </w:r>
      <w:r w:rsidR="00783BEF" w:rsidRPr="006D6428">
        <w:t xml:space="preserve">Employee Indemnification And </w:t>
      </w:r>
      <w:r w:rsidR="0007387E" w:rsidRPr="006D6428">
        <w:t>Employer's Liability</w:t>
      </w:r>
    </w:p>
    <w:p w14:paraId="42A4D88E" w14:textId="77777777" w:rsidR="00325E85" w:rsidRPr="006D6428" w:rsidRDefault="00226FD9" w:rsidP="003F7E4D">
      <w:pPr>
        <w:pStyle w:val="blocktext4"/>
      </w:pPr>
      <w:r w:rsidRPr="006D6428">
        <w:t>"Injury" to:</w:t>
      </w:r>
    </w:p>
    <w:p w14:paraId="4914A198" w14:textId="77777777" w:rsidR="00325E85" w:rsidRPr="006D6428" w:rsidRDefault="00226FD9" w:rsidP="003F7E4D">
      <w:pPr>
        <w:pStyle w:val="outlinetxt4"/>
        <w:rPr>
          <w:b w:val="0"/>
        </w:rPr>
      </w:pPr>
      <w:r w:rsidRPr="006D6428">
        <w:tab/>
      </w:r>
      <w:r w:rsidRPr="006D6428">
        <w:rPr>
          <w:bCs/>
        </w:rPr>
        <w:t>(1)</w:t>
      </w:r>
      <w:r w:rsidRPr="006D6428">
        <w:rPr>
          <w:b w:val="0"/>
        </w:rPr>
        <w:tab/>
        <w:t xml:space="preserve">An "employee" of the </w:t>
      </w:r>
      <w:r w:rsidR="00783BEF" w:rsidRPr="006D6428">
        <w:rPr>
          <w:b w:val="0"/>
        </w:rPr>
        <w:t>"</w:t>
      </w:r>
      <w:r w:rsidRPr="006D6428">
        <w:rPr>
          <w:b w:val="0"/>
        </w:rPr>
        <w:t>insured</w:t>
      </w:r>
      <w:r w:rsidR="00783BEF" w:rsidRPr="006D6428">
        <w:rPr>
          <w:b w:val="0"/>
        </w:rPr>
        <w:t>"</w:t>
      </w:r>
      <w:r w:rsidRPr="006D6428">
        <w:rPr>
          <w:b w:val="0"/>
        </w:rPr>
        <w:t xml:space="preserve"> arising out of and in the course of:</w:t>
      </w:r>
    </w:p>
    <w:p w14:paraId="37880E2C" w14:textId="77777777" w:rsidR="00325E85" w:rsidRPr="006D6428" w:rsidRDefault="00226FD9" w:rsidP="003F7E4D">
      <w:pPr>
        <w:pStyle w:val="outlinetxt5"/>
        <w:rPr>
          <w:b w:val="0"/>
        </w:rPr>
      </w:pPr>
      <w:r w:rsidRPr="006D6428">
        <w:rPr>
          <w:b w:val="0"/>
        </w:rPr>
        <w:tab/>
      </w:r>
      <w:r w:rsidRPr="006D6428">
        <w:rPr>
          <w:bCs/>
        </w:rPr>
        <w:t>(a)</w:t>
      </w:r>
      <w:r w:rsidRPr="006D6428">
        <w:rPr>
          <w:b w:val="0"/>
        </w:rPr>
        <w:tab/>
        <w:t xml:space="preserve">Employment by the </w:t>
      </w:r>
      <w:r w:rsidR="00783BEF" w:rsidRPr="006D6428">
        <w:rPr>
          <w:b w:val="0"/>
        </w:rPr>
        <w:t>"</w:t>
      </w:r>
      <w:r w:rsidRPr="006D6428">
        <w:rPr>
          <w:b w:val="0"/>
        </w:rPr>
        <w:t>insured</w:t>
      </w:r>
      <w:r w:rsidR="00783BEF" w:rsidRPr="006D6428">
        <w:rPr>
          <w:b w:val="0"/>
        </w:rPr>
        <w:t>"</w:t>
      </w:r>
      <w:r w:rsidRPr="006D6428">
        <w:rPr>
          <w:b w:val="0"/>
        </w:rPr>
        <w:t>; or</w:t>
      </w:r>
    </w:p>
    <w:p w14:paraId="79949289" w14:textId="77777777" w:rsidR="00325E85" w:rsidRPr="006D6428" w:rsidRDefault="00226FD9" w:rsidP="003F7E4D">
      <w:pPr>
        <w:pStyle w:val="outlinetxt5"/>
        <w:rPr>
          <w:b w:val="0"/>
        </w:rPr>
      </w:pPr>
      <w:r w:rsidRPr="006D6428">
        <w:rPr>
          <w:b w:val="0"/>
        </w:rPr>
        <w:tab/>
      </w:r>
      <w:r w:rsidRPr="006D6428">
        <w:rPr>
          <w:bCs/>
        </w:rPr>
        <w:t>(b)</w:t>
      </w:r>
      <w:r w:rsidRPr="006D6428">
        <w:rPr>
          <w:b w:val="0"/>
        </w:rPr>
        <w:tab/>
        <w:t xml:space="preserve">Performing duties related to the conduct of the </w:t>
      </w:r>
      <w:r w:rsidR="00783BEF" w:rsidRPr="006D6428">
        <w:rPr>
          <w:b w:val="0"/>
        </w:rPr>
        <w:t>"</w:t>
      </w:r>
      <w:r w:rsidRPr="006D6428">
        <w:rPr>
          <w:b w:val="0"/>
        </w:rPr>
        <w:t>insured's</w:t>
      </w:r>
      <w:r w:rsidR="00783BEF" w:rsidRPr="006D6428">
        <w:rPr>
          <w:b w:val="0"/>
        </w:rPr>
        <w:t>"</w:t>
      </w:r>
      <w:r w:rsidRPr="006D6428">
        <w:rPr>
          <w:b w:val="0"/>
        </w:rPr>
        <w:t xml:space="preserve"> business; or</w:t>
      </w:r>
    </w:p>
    <w:p w14:paraId="53C688D4" w14:textId="77777777" w:rsidR="00325E85" w:rsidRPr="006D6428" w:rsidRDefault="00226FD9" w:rsidP="003F7E4D">
      <w:pPr>
        <w:pStyle w:val="outlinetxt4"/>
        <w:rPr>
          <w:b w:val="0"/>
        </w:rPr>
      </w:pPr>
      <w:r w:rsidRPr="006D6428">
        <w:tab/>
      </w:r>
      <w:r w:rsidRPr="006D6428">
        <w:rPr>
          <w:bCs/>
        </w:rPr>
        <w:t>(2)</w:t>
      </w:r>
      <w:r w:rsidRPr="006D6428">
        <w:rPr>
          <w:b w:val="0"/>
        </w:rPr>
        <w:tab/>
        <w:t xml:space="preserve">The spouse, child, parent, brother or sister of that "employee" as a consequence of Paragraph </w:t>
      </w:r>
      <w:r w:rsidRPr="006D6428">
        <w:rPr>
          <w:bCs/>
        </w:rPr>
        <w:t xml:space="preserve">(1) </w:t>
      </w:r>
      <w:r w:rsidRPr="006D6428">
        <w:rPr>
          <w:b w:val="0"/>
        </w:rPr>
        <w:t>above.</w:t>
      </w:r>
    </w:p>
    <w:p w14:paraId="027C1EFC" w14:textId="77777777" w:rsidR="00FB134A" w:rsidRPr="006D6428" w:rsidRDefault="00226FD9" w:rsidP="003F7E4D">
      <w:pPr>
        <w:pStyle w:val="outlinetxt4"/>
        <w:rPr>
          <w:b w:val="0"/>
        </w:rPr>
      </w:pPr>
      <w:r w:rsidRPr="006D6428">
        <w:rPr>
          <w:b w:val="0"/>
        </w:rPr>
        <w:tab/>
      </w:r>
      <w:r w:rsidRPr="006D6428">
        <w:rPr>
          <w:bCs/>
        </w:rPr>
        <w:t>(3)</w:t>
      </w:r>
      <w:r w:rsidRPr="006D6428">
        <w:rPr>
          <w:b w:val="0"/>
        </w:rPr>
        <w:tab/>
        <w:t>A person arising out of any:</w:t>
      </w:r>
    </w:p>
    <w:p w14:paraId="6EBD6796" w14:textId="77777777" w:rsidR="00FB134A" w:rsidRPr="006D6428" w:rsidRDefault="00226FD9" w:rsidP="003F7E4D">
      <w:pPr>
        <w:pStyle w:val="outlinetxt5"/>
        <w:rPr>
          <w:b w:val="0"/>
        </w:rPr>
      </w:pPr>
      <w:r w:rsidRPr="006D6428">
        <w:rPr>
          <w:b w:val="0"/>
        </w:rPr>
        <w:tab/>
      </w:r>
      <w:r w:rsidRPr="006D6428">
        <w:rPr>
          <w:bCs/>
        </w:rPr>
        <w:t>(a)</w:t>
      </w:r>
      <w:r w:rsidRPr="006D6428">
        <w:rPr>
          <w:b w:val="0"/>
        </w:rPr>
        <w:tab/>
        <w:t>Refusal to employ that person;</w:t>
      </w:r>
    </w:p>
    <w:p w14:paraId="733BCE9E" w14:textId="77777777" w:rsidR="00FB134A" w:rsidRPr="006D6428" w:rsidRDefault="00226FD9" w:rsidP="003F7E4D">
      <w:pPr>
        <w:pStyle w:val="outlinetxt5"/>
        <w:rPr>
          <w:b w:val="0"/>
        </w:rPr>
      </w:pPr>
      <w:r w:rsidRPr="006D6428">
        <w:rPr>
          <w:b w:val="0"/>
        </w:rPr>
        <w:tab/>
      </w:r>
      <w:r w:rsidRPr="006D6428">
        <w:rPr>
          <w:bCs/>
        </w:rPr>
        <w:t>(b)</w:t>
      </w:r>
      <w:r w:rsidRPr="006D6428">
        <w:rPr>
          <w:b w:val="0"/>
        </w:rPr>
        <w:tab/>
        <w:t>Termination of that person's employment; or</w:t>
      </w:r>
    </w:p>
    <w:p w14:paraId="58726E2C" w14:textId="77777777" w:rsidR="00FB134A" w:rsidRPr="006D6428" w:rsidRDefault="00226FD9" w:rsidP="003F7E4D">
      <w:pPr>
        <w:pStyle w:val="outlinetxt5"/>
        <w:rPr>
          <w:b w:val="0"/>
        </w:rPr>
      </w:pPr>
      <w:r w:rsidRPr="006D6428">
        <w:rPr>
          <w:b w:val="0"/>
        </w:rPr>
        <w:tab/>
      </w:r>
      <w:r w:rsidRPr="006D6428">
        <w:rPr>
          <w:bCs/>
        </w:rPr>
        <w:t>(c)</w:t>
      </w:r>
      <w:r w:rsidRPr="006D6428">
        <w:rPr>
          <w:bCs/>
        </w:rPr>
        <w:tab/>
      </w:r>
      <w:r w:rsidRPr="006D6428">
        <w:rPr>
          <w:b w:val="0"/>
        </w:rPr>
        <w:t>Employment-related practices, policies, acts or omissions, such as coercion, demotion, evaluation, reassignment, discipline, defamation, harassment, humiliation, discrimination or malicious prosecution directed at that person; or</w:t>
      </w:r>
    </w:p>
    <w:p w14:paraId="38F961AE" w14:textId="77777777" w:rsidR="00CB12E2" w:rsidRPr="006D6428" w:rsidRDefault="00226FD9" w:rsidP="003F7E4D">
      <w:pPr>
        <w:pStyle w:val="outlinetxt4"/>
        <w:rPr>
          <w:b w:val="0"/>
        </w:rPr>
      </w:pPr>
      <w:r w:rsidRPr="006D6428">
        <w:tab/>
      </w:r>
      <w:r w:rsidRPr="006D6428">
        <w:rPr>
          <w:bCs/>
        </w:rPr>
        <w:t>(4)</w:t>
      </w:r>
      <w:r w:rsidRPr="006D6428">
        <w:rPr>
          <w:bCs/>
        </w:rPr>
        <w:tab/>
      </w:r>
      <w:r w:rsidRPr="006D6428">
        <w:rPr>
          <w:b w:val="0"/>
        </w:rPr>
        <w:t xml:space="preserve">The spouse, child, parent, brother or sister of </w:t>
      </w:r>
      <w:r w:rsidRPr="00BA4A2A">
        <w:rPr>
          <w:b w:val="0"/>
        </w:rPr>
        <w:t>th</w:t>
      </w:r>
      <w:r w:rsidR="006807B5" w:rsidRPr="00BA4A2A">
        <w:rPr>
          <w:b w:val="0"/>
        </w:rPr>
        <w:t xml:space="preserve">e </w:t>
      </w:r>
      <w:r w:rsidRPr="00BA4A2A">
        <w:rPr>
          <w:b w:val="0"/>
        </w:rPr>
        <w:t>person</w:t>
      </w:r>
      <w:r w:rsidR="006807B5" w:rsidRPr="00BA4A2A">
        <w:rPr>
          <w:b w:val="0"/>
        </w:rPr>
        <w:t xml:space="preserve"> addressed in Paragraph </w:t>
      </w:r>
      <w:r w:rsidR="006807B5" w:rsidRPr="00BA4A2A">
        <w:rPr>
          <w:bCs/>
        </w:rPr>
        <w:t>(3)</w:t>
      </w:r>
      <w:r w:rsidRPr="00BA4A2A">
        <w:rPr>
          <w:b w:val="0"/>
        </w:rPr>
        <w:t xml:space="preserve"> as a consequence of "injury" to that person</w:t>
      </w:r>
      <w:r w:rsidRPr="006D6428">
        <w:rPr>
          <w:b w:val="0"/>
        </w:rPr>
        <w:t xml:space="preserve"> at whom any of the employment-related practices described in Paragraph </w:t>
      </w:r>
      <w:r w:rsidRPr="006D6428">
        <w:rPr>
          <w:bCs/>
        </w:rPr>
        <w:t>(3)(a), (b)</w:t>
      </w:r>
      <w:r w:rsidRPr="006D6428">
        <w:rPr>
          <w:b w:val="0"/>
        </w:rPr>
        <w:t xml:space="preserve"> or </w:t>
      </w:r>
      <w:r w:rsidRPr="006D6428">
        <w:rPr>
          <w:bCs/>
        </w:rPr>
        <w:t>(c)</w:t>
      </w:r>
      <w:r w:rsidRPr="006D6428">
        <w:rPr>
          <w:b w:val="0"/>
        </w:rPr>
        <w:t xml:space="preserve"> above are directed.</w:t>
      </w:r>
    </w:p>
    <w:p w14:paraId="522525EE" w14:textId="77777777" w:rsidR="00325E85" w:rsidRPr="006D6428" w:rsidRDefault="00226FD9" w:rsidP="003F7E4D">
      <w:pPr>
        <w:pStyle w:val="blocktext4"/>
      </w:pPr>
      <w:r w:rsidRPr="006807B5">
        <w:t>This exclusion applies</w:t>
      </w:r>
      <w:r w:rsidRPr="006D6428">
        <w:t>:</w:t>
      </w:r>
    </w:p>
    <w:p w14:paraId="762CED81" w14:textId="165CD514" w:rsidR="003A6095" w:rsidRPr="006D6428" w:rsidRDefault="00226FD9" w:rsidP="003F7E4D">
      <w:pPr>
        <w:pStyle w:val="outlinetxt5"/>
        <w:rPr>
          <w:b w:val="0"/>
        </w:rPr>
      </w:pPr>
      <w:r w:rsidRPr="006D6428">
        <w:tab/>
        <w:t>(a)</w:t>
      </w:r>
      <w:r w:rsidRPr="006D6428">
        <w:tab/>
      </w:r>
      <w:r w:rsidRPr="006D6428">
        <w:rPr>
          <w:b w:val="0"/>
          <w:bCs/>
        </w:rPr>
        <w:t xml:space="preserve">Whether the </w:t>
      </w:r>
      <w:r w:rsidR="00B93D97">
        <w:rPr>
          <w:b w:val="0"/>
          <w:bCs/>
        </w:rPr>
        <w:t>"</w:t>
      </w:r>
      <w:r w:rsidRPr="006D6428">
        <w:rPr>
          <w:b w:val="0"/>
          <w:bCs/>
        </w:rPr>
        <w:t>injury</w:t>
      </w:r>
      <w:r w:rsidR="00B93D97">
        <w:rPr>
          <w:b w:val="0"/>
          <w:bCs/>
        </w:rPr>
        <w:t>"</w:t>
      </w:r>
      <w:r w:rsidRPr="006D6428">
        <w:rPr>
          <w:b w:val="0"/>
          <w:bCs/>
        </w:rPr>
        <w:t xml:space="preserve">-causing event described in Paragraph </w:t>
      </w:r>
      <w:r w:rsidRPr="006D6428">
        <w:t>(3)(a), (b)</w:t>
      </w:r>
      <w:r w:rsidRPr="006D6428">
        <w:rPr>
          <w:b w:val="0"/>
          <w:bCs/>
        </w:rPr>
        <w:t xml:space="preserve"> or </w:t>
      </w:r>
      <w:r w:rsidRPr="006D6428">
        <w:t>(c)</w:t>
      </w:r>
      <w:r w:rsidRPr="006D6428">
        <w:rPr>
          <w:b w:val="0"/>
          <w:bCs/>
        </w:rPr>
        <w:t xml:space="preserve"> above occurs before employment, during employment or after employment of that person;</w:t>
      </w:r>
    </w:p>
    <w:p w14:paraId="34A06A18" w14:textId="77777777" w:rsidR="00325E85" w:rsidRPr="006D6428" w:rsidRDefault="00226FD9" w:rsidP="003F7E4D">
      <w:pPr>
        <w:pStyle w:val="outlinetxt5"/>
        <w:rPr>
          <w:b w:val="0"/>
        </w:rPr>
      </w:pPr>
      <w:r w:rsidRPr="006D6428">
        <w:rPr>
          <w:bCs/>
        </w:rPr>
        <w:tab/>
        <w:t>(b)</w:t>
      </w:r>
      <w:r w:rsidRPr="006D6428">
        <w:rPr>
          <w:bCs/>
        </w:rPr>
        <w:tab/>
      </w:r>
      <w:r w:rsidRPr="006D6428">
        <w:rPr>
          <w:b w:val="0"/>
        </w:rPr>
        <w:t xml:space="preserve">Whether the </w:t>
      </w:r>
      <w:r w:rsidR="0024265D" w:rsidRPr="006D6428">
        <w:rPr>
          <w:b w:val="0"/>
        </w:rPr>
        <w:t>"</w:t>
      </w:r>
      <w:r w:rsidRPr="006D6428">
        <w:rPr>
          <w:b w:val="0"/>
        </w:rPr>
        <w:t>insured</w:t>
      </w:r>
      <w:r w:rsidR="0024265D" w:rsidRPr="006D6428">
        <w:rPr>
          <w:b w:val="0"/>
        </w:rPr>
        <w:t>"</w:t>
      </w:r>
      <w:r w:rsidRPr="006D6428">
        <w:rPr>
          <w:b w:val="0"/>
        </w:rPr>
        <w:t xml:space="preserve"> may be liable as an employer or in any other capacity; and</w:t>
      </w:r>
    </w:p>
    <w:p w14:paraId="0912FADB" w14:textId="63C5258C" w:rsidR="00325E85" w:rsidRPr="006D6428" w:rsidRDefault="00226FD9" w:rsidP="003F7E4D">
      <w:pPr>
        <w:pStyle w:val="outlinetxt5"/>
        <w:rPr>
          <w:b w:val="0"/>
        </w:rPr>
      </w:pPr>
      <w:r w:rsidRPr="006D6428">
        <w:rPr>
          <w:b w:val="0"/>
        </w:rPr>
        <w:tab/>
      </w:r>
      <w:r w:rsidRPr="006D6428">
        <w:rPr>
          <w:bCs/>
        </w:rPr>
        <w:t>(</w:t>
      </w:r>
      <w:r w:rsidR="00B00EDA">
        <w:rPr>
          <w:bCs/>
        </w:rPr>
        <w:t>c</w:t>
      </w:r>
      <w:r w:rsidRPr="006D6428">
        <w:rPr>
          <w:bCs/>
        </w:rPr>
        <w:t>)</w:t>
      </w:r>
      <w:r w:rsidRPr="006D6428">
        <w:rPr>
          <w:b w:val="0"/>
        </w:rPr>
        <w:tab/>
        <w:t>To any obligation to share damages with or repay someone else who must pay damages because of the "injury".</w:t>
      </w:r>
    </w:p>
    <w:p w14:paraId="382E58C2" w14:textId="08A701BA" w:rsidR="00B80EC9" w:rsidRPr="006D6428" w:rsidRDefault="00226FD9" w:rsidP="003F7E4D">
      <w:pPr>
        <w:pStyle w:val="outlinehd1"/>
      </w:pPr>
      <w:r w:rsidRPr="006D6428">
        <w:tab/>
      </w:r>
      <w:r w:rsidR="00DF0072">
        <w:t>D</w:t>
      </w:r>
      <w:r w:rsidRPr="006D6428">
        <w:t>.</w:t>
      </w:r>
      <w:r w:rsidRPr="006D6428">
        <w:tab/>
        <w:t>W</w:t>
      </w:r>
      <w:r w:rsidR="00677762" w:rsidRPr="006D6428">
        <w:t>ho Is An Insured</w:t>
      </w:r>
    </w:p>
    <w:p w14:paraId="2D830B6D" w14:textId="77777777" w:rsidR="00DE14C3" w:rsidRPr="00D818E1" w:rsidRDefault="00226FD9" w:rsidP="003F7E4D">
      <w:pPr>
        <w:pStyle w:val="blocktext2"/>
      </w:pPr>
      <w:r>
        <w:t>The following are "insureds" for Sexual Abuse Or Sexual Molestation Liability Coverage:</w:t>
      </w:r>
    </w:p>
    <w:p w14:paraId="175A2B71" w14:textId="77777777" w:rsidR="00F7080A" w:rsidRPr="007A0D23" w:rsidRDefault="00226FD9" w:rsidP="003F7E4D">
      <w:pPr>
        <w:pStyle w:val="outlinetxt2"/>
        <w:rPr>
          <w:b w:val="0"/>
        </w:rPr>
      </w:pPr>
      <w:r>
        <w:tab/>
        <w:t>1.</w:t>
      </w:r>
      <w:r>
        <w:tab/>
      </w:r>
      <w:r w:rsidRPr="007A0D23">
        <w:rPr>
          <w:b w:val="0"/>
        </w:rPr>
        <w:t>You.</w:t>
      </w:r>
    </w:p>
    <w:p w14:paraId="79415587" w14:textId="77777777" w:rsidR="00F7080A" w:rsidRDefault="00226FD9" w:rsidP="003F7E4D">
      <w:pPr>
        <w:pStyle w:val="outlinetxt2"/>
      </w:pPr>
      <w:r>
        <w:tab/>
        <w:t>2.</w:t>
      </w:r>
      <w:r>
        <w:tab/>
      </w:r>
      <w:r w:rsidRPr="007A0D23">
        <w:rPr>
          <w:b w:val="0"/>
        </w:rPr>
        <w:t>Your partners and their spouses</w:t>
      </w:r>
      <w:r>
        <w:rPr>
          <w:b w:val="0"/>
        </w:rPr>
        <w:t xml:space="preserve">, </w:t>
      </w:r>
      <w:r w:rsidRPr="007A0D23">
        <w:rPr>
          <w:b w:val="0"/>
        </w:rPr>
        <w:t xml:space="preserve">if you are a partnership, but only with respect to the conduct of your </w:t>
      </w:r>
      <w:r>
        <w:rPr>
          <w:b w:val="0"/>
        </w:rPr>
        <w:t xml:space="preserve">"auto </w:t>
      </w:r>
      <w:r w:rsidRPr="007A0D23">
        <w:rPr>
          <w:b w:val="0"/>
        </w:rPr>
        <w:t xml:space="preserve">dealer </w:t>
      </w:r>
      <w:r>
        <w:rPr>
          <w:b w:val="0"/>
        </w:rPr>
        <w:t>operations".</w:t>
      </w:r>
    </w:p>
    <w:p w14:paraId="5A7B272F" w14:textId="419FA6AB" w:rsidR="00F7080A" w:rsidRPr="0054333B" w:rsidRDefault="00226FD9" w:rsidP="003F7E4D">
      <w:pPr>
        <w:pStyle w:val="outlinetxt2"/>
        <w:rPr>
          <w:b w:val="0"/>
        </w:rPr>
      </w:pPr>
      <w:r>
        <w:br w:type="column"/>
      </w:r>
      <w:r w:rsidR="0007387E">
        <w:tab/>
        <w:t>3.</w:t>
      </w:r>
      <w:r w:rsidR="0007387E">
        <w:tab/>
      </w:r>
      <w:r w:rsidR="0007387E">
        <w:rPr>
          <w:b w:val="0"/>
        </w:rPr>
        <w:t>Your members, if you are a limited liability company, but only with respect to the conduct of your "auto dealer operations". Your managers are also "insureds", but only with respect to their duties as your managers.</w:t>
      </w:r>
    </w:p>
    <w:p w14:paraId="419B1BC1" w14:textId="77777777" w:rsidR="00F7080A" w:rsidRDefault="00226FD9" w:rsidP="003F7E4D">
      <w:pPr>
        <w:pStyle w:val="outlinetxt2"/>
        <w:rPr>
          <w:b w:val="0"/>
        </w:rPr>
      </w:pPr>
      <w:r>
        <w:tab/>
        <w:t>4.</w:t>
      </w:r>
      <w:r>
        <w:tab/>
      </w:r>
      <w:r w:rsidRPr="007A0D23">
        <w:rPr>
          <w:b w:val="0"/>
        </w:rPr>
        <w:t xml:space="preserve">Your </w:t>
      </w:r>
      <w:r>
        <w:rPr>
          <w:b w:val="0"/>
        </w:rPr>
        <w:t>"</w:t>
      </w:r>
      <w:r w:rsidRPr="007A0D23">
        <w:rPr>
          <w:b w:val="0"/>
        </w:rPr>
        <w:t>executive officers</w:t>
      </w:r>
      <w:r>
        <w:rPr>
          <w:b w:val="0"/>
        </w:rPr>
        <w:t>" and</w:t>
      </w:r>
      <w:r w:rsidRPr="007A0D23">
        <w:rPr>
          <w:b w:val="0"/>
        </w:rPr>
        <w:t xml:space="preserve"> directors</w:t>
      </w:r>
      <w:r>
        <w:rPr>
          <w:b w:val="0"/>
        </w:rPr>
        <w:t>, if you are an organization other than a partnership or limited liability company, but only with respect to their duties as your officers or directors. Your stockholders are also "insureds",</w:t>
      </w:r>
      <w:r w:rsidRPr="007A0D23">
        <w:rPr>
          <w:b w:val="0"/>
        </w:rPr>
        <w:t xml:space="preserve"> but only </w:t>
      </w:r>
      <w:r>
        <w:rPr>
          <w:b w:val="0"/>
        </w:rPr>
        <w:t>with respect to their liability as stockholders.</w:t>
      </w:r>
    </w:p>
    <w:p w14:paraId="60DAF10D" w14:textId="77777777" w:rsidR="009E3150" w:rsidRDefault="00226FD9" w:rsidP="003F7E4D">
      <w:pPr>
        <w:pStyle w:val="outlinetxt2"/>
        <w:rPr>
          <w:b w:val="0"/>
        </w:rPr>
      </w:pPr>
      <w:r>
        <w:rPr>
          <w:b w:val="0"/>
        </w:rPr>
        <w:tab/>
      </w:r>
      <w:r w:rsidRPr="00682E96">
        <w:t>5.</w:t>
      </w:r>
      <w:r w:rsidRPr="00682E96">
        <w:tab/>
      </w:r>
      <w:r>
        <w:rPr>
          <w:b w:val="0"/>
        </w:rPr>
        <w:t>Your "employees", other than either your "executive officers" (if you are an organization other than a partnership or limited liability company) or your managers (if you are a limited liability company), but only for acts within the scope of employment by you or while performing duties related to the conduct of your "auto dealer operations".</w:t>
      </w:r>
    </w:p>
    <w:p w14:paraId="545F2853" w14:textId="7753A3B2" w:rsidR="00F7080A" w:rsidRPr="008A4B56" w:rsidRDefault="00226FD9" w:rsidP="003F7E4D">
      <w:pPr>
        <w:pStyle w:val="outlinetxt2"/>
        <w:rPr>
          <w:b w:val="0"/>
        </w:rPr>
      </w:pPr>
      <w:r>
        <w:rPr>
          <w:b w:val="0"/>
        </w:rPr>
        <w:tab/>
      </w:r>
      <w:r w:rsidRPr="00156D3C">
        <w:t>6.</w:t>
      </w:r>
      <w:r>
        <w:tab/>
      </w:r>
      <w:r w:rsidRPr="007A0D23">
        <w:rPr>
          <w:b w:val="0"/>
        </w:rPr>
        <w:t xml:space="preserve">Any </w:t>
      </w:r>
      <w:r>
        <w:rPr>
          <w:b w:val="0"/>
        </w:rPr>
        <w:t>"</w:t>
      </w:r>
      <w:r w:rsidRPr="008A4B56">
        <w:rPr>
          <w:b w:val="0"/>
        </w:rPr>
        <w:t>auto</w:t>
      </w:r>
      <w:r>
        <w:rPr>
          <w:b w:val="0"/>
        </w:rPr>
        <w:t>"</w:t>
      </w:r>
      <w:r w:rsidRPr="008A4B56">
        <w:rPr>
          <w:b w:val="0"/>
        </w:rPr>
        <w:t xml:space="preserve"> dealer</w:t>
      </w:r>
      <w:r>
        <w:rPr>
          <w:b w:val="0"/>
        </w:rPr>
        <w:t>ship</w:t>
      </w:r>
      <w:r w:rsidRPr="008A4B56">
        <w:rPr>
          <w:b w:val="0"/>
        </w:rPr>
        <w:t xml:space="preserve"> that is acquired or formed by you</w:t>
      </w:r>
      <w:r>
        <w:rPr>
          <w:b w:val="0"/>
        </w:rPr>
        <w:t>, other than a partnership or limited liability company,</w:t>
      </w:r>
      <w:r w:rsidRPr="008A4B56">
        <w:rPr>
          <w:b w:val="0"/>
        </w:rPr>
        <w:t xml:space="preserve"> and over which you maintain ownership or majority interest, will qualify as a Named Insured if there is no other similar insurance available to that </w:t>
      </w:r>
      <w:r>
        <w:rPr>
          <w:b w:val="0"/>
        </w:rPr>
        <w:t xml:space="preserve">"auto" dealership. </w:t>
      </w:r>
      <w:r w:rsidRPr="008A4B56">
        <w:rPr>
          <w:b w:val="0"/>
        </w:rPr>
        <w:t>However</w:t>
      </w:r>
      <w:r w:rsidR="00A205C1">
        <w:rPr>
          <w:b w:val="0"/>
        </w:rPr>
        <w:t xml:space="preserve">, </w:t>
      </w:r>
      <w:r w:rsidR="003F4342">
        <w:rPr>
          <w:b w:val="0"/>
        </w:rPr>
        <w:t>c</w:t>
      </w:r>
      <w:r w:rsidRPr="008A4B56">
        <w:rPr>
          <w:b w:val="0"/>
        </w:rPr>
        <w:t xml:space="preserve">overage under this provision is afforded only until the 90th day after you acquire or form the </w:t>
      </w:r>
      <w:r>
        <w:rPr>
          <w:b w:val="0"/>
        </w:rPr>
        <w:t>"</w:t>
      </w:r>
      <w:r w:rsidRPr="008A4B56">
        <w:rPr>
          <w:b w:val="0"/>
        </w:rPr>
        <w:t>auto</w:t>
      </w:r>
      <w:r>
        <w:rPr>
          <w:b w:val="0"/>
        </w:rPr>
        <w:t>"</w:t>
      </w:r>
      <w:r w:rsidRPr="008A4B56">
        <w:rPr>
          <w:b w:val="0"/>
        </w:rPr>
        <w:t xml:space="preserve"> dealer</w:t>
      </w:r>
      <w:r>
        <w:rPr>
          <w:b w:val="0"/>
        </w:rPr>
        <w:t xml:space="preserve">ship </w:t>
      </w:r>
      <w:r w:rsidRPr="008A4B56">
        <w:rPr>
          <w:b w:val="0"/>
        </w:rPr>
        <w:t>or the end of the policy period, whichever is earlier</w:t>
      </w:r>
      <w:r>
        <w:rPr>
          <w:b w:val="0"/>
        </w:rPr>
        <w:t>.</w:t>
      </w:r>
    </w:p>
    <w:p w14:paraId="20222BDA" w14:textId="3DC472B8" w:rsidR="00C01784" w:rsidRPr="001C414D" w:rsidRDefault="00226FD9" w:rsidP="003F7E4D">
      <w:pPr>
        <w:pStyle w:val="outlinetxt2"/>
        <w:rPr>
          <w:b w:val="0"/>
        </w:rPr>
      </w:pPr>
      <w:r>
        <w:rPr>
          <w:b w:val="0"/>
        </w:rPr>
        <w:tab/>
      </w:r>
      <w:r w:rsidRPr="001C414D">
        <w:rPr>
          <w:bCs/>
        </w:rPr>
        <w:t>7.</w:t>
      </w:r>
      <w:r>
        <w:rPr>
          <w:b w:val="0"/>
        </w:rPr>
        <w:tab/>
      </w:r>
      <w:r w:rsidRPr="001C414D">
        <w:rPr>
          <w:b w:val="0"/>
        </w:rPr>
        <w:t xml:space="preserve">Any person or organization added to this coverage form as an additional "insured" under Section </w:t>
      </w:r>
      <w:r w:rsidRPr="00C01784">
        <w:rPr>
          <w:bCs/>
        </w:rPr>
        <w:t>II</w:t>
      </w:r>
      <w:r>
        <w:rPr>
          <w:b w:val="0"/>
        </w:rPr>
        <w:t xml:space="preserve"> </w:t>
      </w:r>
      <w:r>
        <w:rPr>
          <w:rFonts w:cs="Arial"/>
          <w:b w:val="0"/>
        </w:rPr>
        <w:t>–</w:t>
      </w:r>
      <w:r w:rsidRPr="001C414D">
        <w:rPr>
          <w:b w:val="0"/>
        </w:rPr>
        <w:t xml:space="preserve"> General Liability Coverages will automatically be an "insured" under the insurance provided by this endorsement, but only if the insurance provided by this endorsement is required by:</w:t>
      </w:r>
    </w:p>
    <w:p w14:paraId="59F90730" w14:textId="77777777" w:rsidR="00C01784" w:rsidRPr="001C414D" w:rsidRDefault="00226FD9" w:rsidP="003F7E4D">
      <w:pPr>
        <w:pStyle w:val="outlinetxt3"/>
        <w:rPr>
          <w:b w:val="0"/>
          <w:bCs/>
        </w:rPr>
      </w:pPr>
      <w:r w:rsidRPr="001C414D">
        <w:rPr>
          <w:b w:val="0"/>
          <w:bCs/>
        </w:rPr>
        <w:tab/>
      </w:r>
      <w:r w:rsidRPr="001C414D">
        <w:t>a.</w:t>
      </w:r>
      <w:r w:rsidRPr="001C414D">
        <w:tab/>
      </w:r>
      <w:r w:rsidRPr="001C414D">
        <w:rPr>
          <w:b w:val="0"/>
          <w:bCs/>
        </w:rPr>
        <w:t>The described contract(s) or agreement(s) shown in the Schedule of this endorsement; or</w:t>
      </w:r>
    </w:p>
    <w:p w14:paraId="419590BB" w14:textId="77777777" w:rsidR="00C01784" w:rsidRPr="001C414D" w:rsidRDefault="00226FD9" w:rsidP="003F7E4D">
      <w:pPr>
        <w:pStyle w:val="outlinetxt3"/>
        <w:rPr>
          <w:b w:val="0"/>
          <w:bCs/>
        </w:rPr>
      </w:pPr>
      <w:r w:rsidRPr="001C414D">
        <w:rPr>
          <w:b w:val="0"/>
          <w:bCs/>
        </w:rPr>
        <w:tab/>
      </w:r>
      <w:r w:rsidRPr="001C414D">
        <w:t>b.</w:t>
      </w:r>
      <w:r w:rsidRPr="001C414D">
        <w:rPr>
          <w:b w:val="0"/>
          <w:bCs/>
        </w:rPr>
        <w:tab/>
        <w:t>A written contract or agreement, if no described contract(s) or agreement(s) are shown in the Schedule of this endorsement;</w:t>
      </w:r>
    </w:p>
    <w:p w14:paraId="21DE3D09" w14:textId="77777777" w:rsidR="00C01784" w:rsidRPr="001C414D" w:rsidRDefault="00226FD9" w:rsidP="003F7E4D">
      <w:pPr>
        <w:pStyle w:val="blocktext3"/>
      </w:pPr>
      <w:r w:rsidRPr="001C414D">
        <w:t>to be provided to such additional "insured".</w:t>
      </w:r>
    </w:p>
    <w:p w14:paraId="65D859B5" w14:textId="77777777" w:rsidR="00C01784" w:rsidRPr="001C414D" w:rsidRDefault="00226FD9" w:rsidP="003F7E4D">
      <w:pPr>
        <w:pStyle w:val="blocktext3"/>
      </w:pPr>
      <w:r w:rsidRPr="001C414D">
        <w:t>However, the insurance afforded to such additional "insured":</w:t>
      </w:r>
    </w:p>
    <w:p w14:paraId="37F673FC" w14:textId="77777777" w:rsidR="00C01784" w:rsidRPr="001C414D" w:rsidRDefault="00226FD9" w:rsidP="003F7E4D">
      <w:pPr>
        <w:pStyle w:val="outlinetxt4"/>
        <w:rPr>
          <w:b w:val="0"/>
        </w:rPr>
      </w:pPr>
      <w:r w:rsidRPr="001C414D">
        <w:rPr>
          <w:b w:val="0"/>
        </w:rPr>
        <w:tab/>
      </w:r>
      <w:r w:rsidRPr="001C414D">
        <w:rPr>
          <w:bCs/>
        </w:rPr>
        <w:t>(1)</w:t>
      </w:r>
      <w:r w:rsidRPr="001C414D">
        <w:rPr>
          <w:b w:val="0"/>
        </w:rPr>
        <w:tab/>
        <w:t>Only applies to the extent permitted by law; and</w:t>
      </w:r>
    </w:p>
    <w:p w14:paraId="04CC4E5C" w14:textId="3D258FFE" w:rsidR="00C01784" w:rsidRDefault="00226FD9" w:rsidP="003F7E4D">
      <w:pPr>
        <w:pStyle w:val="outlinetxt4"/>
        <w:rPr>
          <w:b w:val="0"/>
        </w:rPr>
      </w:pPr>
      <w:r w:rsidRPr="001C414D">
        <w:rPr>
          <w:b w:val="0"/>
        </w:rPr>
        <w:tab/>
      </w:r>
      <w:r w:rsidRPr="001C414D">
        <w:rPr>
          <w:bCs/>
        </w:rPr>
        <w:t>(2)</w:t>
      </w:r>
      <w:r w:rsidRPr="001C414D">
        <w:rPr>
          <w:b w:val="0"/>
        </w:rPr>
        <w:tab/>
        <w:t>Will not be broader than that which you are required by the contract or agreement to provide for such additional "insured".</w:t>
      </w:r>
    </w:p>
    <w:p w14:paraId="78F7D7BB" w14:textId="5098B09F" w:rsidR="00880B65" w:rsidRPr="00226FD9" w:rsidRDefault="00226FD9" w:rsidP="003F7E4D">
      <w:pPr>
        <w:pStyle w:val="blocktext2"/>
        <w:rPr>
          <w:rFonts w:cs="Arial"/>
        </w:rPr>
      </w:pPr>
      <w:r w:rsidRPr="00226FD9">
        <w:rPr>
          <w:rFonts w:cs="Arial"/>
        </w:rPr>
        <w:br w:type="page"/>
      </w:r>
      <w:r w:rsidRPr="00226FD9">
        <w:rPr>
          <w:rFonts w:cs="Arial"/>
        </w:rPr>
        <w:lastRenderedPageBreak/>
        <w:t>No person or organization is an "insured" with respect to the conduct of any current or past partnership or limited liability company that is not shown as a Named Insured in the Declarations</w:t>
      </w:r>
      <w:r w:rsidRPr="00226FD9">
        <w:rPr>
          <w:rStyle w:val="CommentReference"/>
          <w:rFonts w:cs="Arial"/>
          <w:sz w:val="20"/>
        </w:rPr>
        <w:t>.</w:t>
      </w:r>
    </w:p>
    <w:p w14:paraId="01E4741A" w14:textId="24BF324C" w:rsidR="00EA18C8" w:rsidRPr="006D6428" w:rsidRDefault="003F7E4D" w:rsidP="003F7E4D">
      <w:pPr>
        <w:pStyle w:val="outlinehd1"/>
      </w:pPr>
      <w:r>
        <w:rPr>
          <w:noProof/>
        </w:rPr>
        <w:pict w14:anchorId="25120503">
          <v:rect id="_x0000_s1029" style="position:absolute;left:0;text-align:left;margin-left:-288.8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477599A2" w14:textId="77777777" w:rsidR="00B62AA2" w:rsidRDefault="00226FD9">
                  <w:pPr>
                    <w:pStyle w:val="sidetext"/>
                  </w:pPr>
                  <w:r>
                    <w:t>N</w:t>
                  </w:r>
                </w:p>
                <w:p w14:paraId="0593A6A2" w14:textId="77777777" w:rsidR="00B62AA2" w:rsidRDefault="00B62AA2">
                  <w:pPr>
                    <w:pStyle w:val="sidetext"/>
                  </w:pPr>
                </w:p>
                <w:p w14:paraId="0C6C52F8" w14:textId="77777777" w:rsidR="00B62AA2" w:rsidRDefault="00226FD9">
                  <w:pPr>
                    <w:pStyle w:val="sidetext"/>
                  </w:pPr>
                  <w:r>
                    <w:t>E</w:t>
                  </w:r>
                </w:p>
                <w:p w14:paraId="32B7BDD3" w14:textId="77777777" w:rsidR="00B62AA2" w:rsidRDefault="00B62AA2">
                  <w:pPr>
                    <w:pStyle w:val="sidetext"/>
                  </w:pPr>
                </w:p>
                <w:p w14:paraId="4DFA174D" w14:textId="77777777" w:rsidR="00B62AA2" w:rsidRDefault="00226FD9">
                  <w:pPr>
                    <w:pStyle w:val="sidetext"/>
                  </w:pPr>
                  <w:r>
                    <w:t>W</w:t>
                  </w:r>
                </w:p>
              </w:txbxContent>
            </v:textbox>
            <w10:wrap anchorx="page" anchory="page"/>
            <w10:anchorlock/>
          </v:rect>
        </w:pict>
      </w:r>
      <w:r w:rsidR="005D10E3">
        <w:tab/>
      </w:r>
      <w:r w:rsidR="0007387E">
        <w:t>E</w:t>
      </w:r>
      <w:r w:rsidR="0007387E" w:rsidRPr="00492805">
        <w:t>.</w:t>
      </w:r>
      <w:r w:rsidR="0007387E" w:rsidRPr="00492805">
        <w:tab/>
        <w:t>Supplementary Payments</w:t>
      </w:r>
    </w:p>
    <w:p w14:paraId="3446B8A7" w14:textId="2312D436" w:rsidR="00E411F7" w:rsidRPr="006D6428" w:rsidRDefault="00226FD9" w:rsidP="003F7E4D">
      <w:pPr>
        <w:pStyle w:val="blocktext2"/>
      </w:pPr>
      <w:r w:rsidRPr="006D6428">
        <w:t>With respect to the coverage provided by this endorsement, we</w:t>
      </w:r>
      <w:r w:rsidR="00935B42">
        <w:t xml:space="preserve"> </w:t>
      </w:r>
      <w:r w:rsidRPr="006D6428">
        <w:t>will pay for the "insured":</w:t>
      </w:r>
    </w:p>
    <w:p w14:paraId="1826A2C8" w14:textId="77777777" w:rsidR="00E411F7" w:rsidRPr="006D6428" w:rsidRDefault="00226FD9" w:rsidP="003F7E4D">
      <w:pPr>
        <w:pStyle w:val="outlinetxt2"/>
        <w:rPr>
          <w:b w:val="0"/>
        </w:rPr>
      </w:pPr>
      <w:r w:rsidRPr="006D6428">
        <w:rPr>
          <w:b w:val="0"/>
        </w:rPr>
        <w:tab/>
      </w:r>
      <w:r w:rsidRPr="006D6428">
        <w:rPr>
          <w:bCs/>
        </w:rPr>
        <w:t>1.</w:t>
      </w:r>
      <w:r w:rsidRPr="006D6428">
        <w:rPr>
          <w:b w:val="0"/>
        </w:rPr>
        <w:tab/>
        <w:t>All expenses we incur.</w:t>
      </w:r>
    </w:p>
    <w:p w14:paraId="1D3FA169" w14:textId="11F13BF0" w:rsidR="00E411F7" w:rsidRPr="006D6428" w:rsidRDefault="00226FD9" w:rsidP="003F7E4D">
      <w:pPr>
        <w:pStyle w:val="outlinetxt2"/>
        <w:rPr>
          <w:b w:val="0"/>
        </w:rPr>
      </w:pPr>
      <w:r w:rsidRPr="006D6428">
        <w:rPr>
          <w:b w:val="0"/>
        </w:rPr>
        <w:tab/>
      </w:r>
      <w:r w:rsidRPr="006D6428">
        <w:rPr>
          <w:bCs/>
        </w:rPr>
        <w:t>2.</w:t>
      </w:r>
      <w:r w:rsidRPr="006D6428">
        <w:rPr>
          <w:b w:val="0"/>
        </w:rPr>
        <w:tab/>
        <w:t xml:space="preserve">The cost of bonds to release attachments in any "suit" against the "insured" we defend, but only for bond amounts within </w:t>
      </w:r>
      <w:r w:rsidR="00DB4595" w:rsidRPr="006D6428">
        <w:rPr>
          <w:b w:val="0"/>
        </w:rPr>
        <w:t>the applicable</w:t>
      </w:r>
      <w:r w:rsidRPr="006D6428">
        <w:rPr>
          <w:b w:val="0"/>
        </w:rPr>
        <w:t xml:space="preserve"> Limit </w:t>
      </w:r>
      <w:r w:rsidR="00224F6E">
        <w:rPr>
          <w:b w:val="0"/>
        </w:rPr>
        <w:t>O</w:t>
      </w:r>
      <w:r w:rsidRPr="006D6428">
        <w:rPr>
          <w:b w:val="0"/>
        </w:rPr>
        <w:t>f Insurance</w:t>
      </w:r>
      <w:r w:rsidR="00DB4595" w:rsidRPr="006D6428">
        <w:rPr>
          <w:b w:val="0"/>
        </w:rPr>
        <w:t xml:space="preserve"> shown in the Schedule of this endorsement</w:t>
      </w:r>
      <w:r w:rsidRPr="006D6428">
        <w:rPr>
          <w:b w:val="0"/>
        </w:rPr>
        <w:t>.</w:t>
      </w:r>
      <w:r w:rsidR="00B00EDA">
        <w:rPr>
          <w:b w:val="0"/>
        </w:rPr>
        <w:t xml:space="preserve"> We do not have to furnish these bonds.</w:t>
      </w:r>
    </w:p>
    <w:p w14:paraId="2D1FE8F3" w14:textId="77777777" w:rsidR="0095016A" w:rsidRPr="006D6428" w:rsidRDefault="00226FD9" w:rsidP="003F7E4D">
      <w:pPr>
        <w:pStyle w:val="outlinetxt2"/>
        <w:rPr>
          <w:b w:val="0"/>
        </w:rPr>
      </w:pPr>
      <w:r w:rsidRPr="006D6428">
        <w:rPr>
          <w:b w:val="0"/>
        </w:rPr>
        <w:tab/>
      </w:r>
      <w:r w:rsidRPr="00EE01AF">
        <w:rPr>
          <w:bCs/>
        </w:rPr>
        <w:t>3.</w:t>
      </w:r>
      <w:r w:rsidRPr="006D6428">
        <w:rPr>
          <w:b w:val="0"/>
        </w:rPr>
        <w:tab/>
        <w:t>All reasonable expenses incurred by the "insured" at our request, including actual loss of earnings up to $250 a day because of time off from work.</w:t>
      </w:r>
    </w:p>
    <w:p w14:paraId="3C3887C5" w14:textId="53470C3D" w:rsidR="00A17270" w:rsidRDefault="00226FD9" w:rsidP="003F7E4D">
      <w:pPr>
        <w:pStyle w:val="outlinetxt2"/>
        <w:rPr>
          <w:b w:val="0"/>
          <w:bCs/>
        </w:rPr>
      </w:pPr>
      <w:r w:rsidRPr="006D6428">
        <w:rPr>
          <w:b w:val="0"/>
        </w:rPr>
        <w:tab/>
      </w:r>
      <w:r w:rsidRPr="00EE01AF">
        <w:rPr>
          <w:bCs/>
        </w:rPr>
        <w:t>4.</w:t>
      </w:r>
      <w:r w:rsidRPr="006D6428">
        <w:rPr>
          <w:b w:val="0"/>
        </w:rPr>
        <w:tab/>
      </w:r>
      <w:r w:rsidRPr="006D6428">
        <w:rPr>
          <w:b w:val="0"/>
          <w:bCs/>
        </w:rPr>
        <w:t xml:space="preserve">All court costs taxed against the "insured" in any "suit" against the "insured" we defend. However, </w:t>
      </w:r>
      <w:r w:rsidR="00030EAD">
        <w:rPr>
          <w:b w:val="0"/>
          <w:bCs/>
        </w:rPr>
        <w:t>this coverage does</w:t>
      </w:r>
      <w:r w:rsidRPr="006D6428">
        <w:rPr>
          <w:b w:val="0"/>
          <w:bCs/>
        </w:rPr>
        <w:t xml:space="preserve"> not include attorneys' fees or attorneys' expenses taxed against the "insured".</w:t>
      </w:r>
    </w:p>
    <w:p w14:paraId="5FBD7412" w14:textId="3180BBCA" w:rsidR="00111A99" w:rsidRPr="00790EFE" w:rsidRDefault="00226FD9" w:rsidP="003F7E4D">
      <w:pPr>
        <w:pStyle w:val="outlinetxt2"/>
        <w:rPr>
          <w:b w:val="0"/>
        </w:rPr>
      </w:pPr>
      <w:r w:rsidRPr="00790EFE">
        <w:rPr>
          <w:b w:val="0"/>
        </w:rPr>
        <w:tab/>
      </w:r>
      <w:r w:rsidRPr="00790EFE">
        <w:t>5.</w:t>
      </w:r>
      <w:r w:rsidRPr="00790EFE">
        <w:rPr>
          <w:b w:val="0"/>
        </w:rPr>
        <w:tab/>
        <w:t xml:space="preserve">Prejudgment interest awarded against the </w:t>
      </w:r>
      <w:r w:rsidR="000F74F8">
        <w:rPr>
          <w:b w:val="0"/>
        </w:rPr>
        <w:t>"</w:t>
      </w:r>
      <w:r w:rsidRPr="00790EFE">
        <w:rPr>
          <w:b w:val="0"/>
        </w:rPr>
        <w:t>insured</w:t>
      </w:r>
      <w:r w:rsidR="000F74F8">
        <w:rPr>
          <w:b w:val="0"/>
        </w:rPr>
        <w:t>"</w:t>
      </w:r>
      <w:r w:rsidRPr="00790EFE">
        <w:rPr>
          <w:b w:val="0"/>
        </w:rPr>
        <w:t xml:space="preserve"> on that part of the judgment we pay.</w:t>
      </w:r>
    </w:p>
    <w:p w14:paraId="021AB8C6" w14:textId="67C52686" w:rsidR="006405D2" w:rsidRPr="006D6428" w:rsidRDefault="00226FD9" w:rsidP="003F7E4D">
      <w:pPr>
        <w:pStyle w:val="outlinetxt2"/>
        <w:rPr>
          <w:b w:val="0"/>
          <w:bCs/>
        </w:rPr>
      </w:pPr>
      <w:r w:rsidRPr="006D6428">
        <w:rPr>
          <w:b w:val="0"/>
          <w:bCs/>
        </w:rPr>
        <w:tab/>
      </w:r>
      <w:r w:rsidR="00111A99">
        <w:t>6</w:t>
      </w:r>
      <w:r w:rsidRPr="00EE01AF">
        <w:t>.</w:t>
      </w:r>
      <w:r w:rsidRPr="006D6428">
        <w:rPr>
          <w:b w:val="0"/>
          <w:bCs/>
        </w:rPr>
        <w:tab/>
        <w:t>All</w:t>
      </w:r>
      <w:r w:rsidR="00981F42">
        <w:rPr>
          <w:b w:val="0"/>
          <w:bCs/>
        </w:rPr>
        <w:t xml:space="preserve"> i</w:t>
      </w:r>
      <w:r w:rsidRPr="006D6428">
        <w:rPr>
          <w:b w:val="0"/>
          <w:bCs/>
        </w:rPr>
        <w:t xml:space="preserve">nterest on the full amount of </w:t>
      </w:r>
      <w:r w:rsidR="004D5FAF" w:rsidRPr="009D1424">
        <w:rPr>
          <w:b w:val="0"/>
          <w:bCs/>
        </w:rPr>
        <w:t>the</w:t>
      </w:r>
      <w:r w:rsidRPr="006D6428">
        <w:rPr>
          <w:b w:val="0"/>
          <w:bCs/>
        </w:rPr>
        <w:t xml:space="preserve"> judgment that accrues after entry of the judgment in any "suit" against the "insured" we defend; but our duty to pay interest ends when we have paid, offered to pay or deposited in court the part of the judgment that is within </w:t>
      </w:r>
      <w:r w:rsidR="004D5FAF" w:rsidRPr="006D6428">
        <w:rPr>
          <w:b w:val="0"/>
          <w:bCs/>
        </w:rPr>
        <w:t>the applicable</w:t>
      </w:r>
      <w:r w:rsidRPr="006D6428">
        <w:rPr>
          <w:b w:val="0"/>
          <w:bCs/>
        </w:rPr>
        <w:t xml:space="preserve"> Limit </w:t>
      </w:r>
      <w:r w:rsidR="00EC73B7">
        <w:rPr>
          <w:b w:val="0"/>
          <w:bCs/>
        </w:rPr>
        <w:t>O</w:t>
      </w:r>
      <w:r w:rsidRPr="006D6428">
        <w:rPr>
          <w:b w:val="0"/>
          <w:bCs/>
        </w:rPr>
        <w:t>f Insurance</w:t>
      </w:r>
      <w:r w:rsidR="004D5FAF" w:rsidRPr="006D6428">
        <w:rPr>
          <w:b w:val="0"/>
          <w:bCs/>
        </w:rPr>
        <w:t xml:space="preserve"> shown in the Schedule of this endorsement</w:t>
      </w:r>
      <w:r w:rsidRPr="006D6428">
        <w:rPr>
          <w:b w:val="0"/>
          <w:bCs/>
        </w:rPr>
        <w:t>.</w:t>
      </w:r>
    </w:p>
    <w:p w14:paraId="562F3C6D" w14:textId="6ED8D666" w:rsidR="00EA18C8" w:rsidRPr="006D6428" w:rsidRDefault="00226FD9" w:rsidP="003F7E4D">
      <w:pPr>
        <w:pStyle w:val="blocktext2"/>
        <w:rPr>
          <w:b/>
        </w:rPr>
      </w:pPr>
      <w:r w:rsidRPr="006D6428">
        <w:t>These payments will not reduce the limits of insurance.</w:t>
      </w:r>
    </w:p>
    <w:p w14:paraId="6D2DF9CA" w14:textId="4B7622E6" w:rsidR="00DE1EBD" w:rsidRPr="006D6428" w:rsidRDefault="00226FD9" w:rsidP="003F7E4D">
      <w:pPr>
        <w:pStyle w:val="outlinehd1"/>
      </w:pPr>
      <w:r w:rsidRPr="006D6428">
        <w:tab/>
      </w:r>
      <w:r w:rsidR="00DF0072">
        <w:t>F</w:t>
      </w:r>
      <w:r w:rsidRPr="006D6428">
        <w:t>.</w:t>
      </w:r>
      <w:r w:rsidRPr="006D6428">
        <w:tab/>
        <w:t>Limits Of Insurance</w:t>
      </w:r>
    </w:p>
    <w:p w14:paraId="17D4A336" w14:textId="77777777" w:rsidR="001851EF" w:rsidRPr="006D6428" w:rsidRDefault="00226FD9" w:rsidP="003F7E4D">
      <w:pPr>
        <w:pStyle w:val="outlinetxt2"/>
        <w:rPr>
          <w:b w:val="0"/>
        </w:rPr>
      </w:pPr>
      <w:r w:rsidRPr="006D6428">
        <w:tab/>
      </w:r>
      <w:r w:rsidR="00177F5F" w:rsidRPr="006D6428">
        <w:t>1</w:t>
      </w:r>
      <w:r w:rsidR="00C20389" w:rsidRPr="006D6428">
        <w:t>.</w:t>
      </w:r>
      <w:r w:rsidRPr="006D6428">
        <w:tab/>
      </w:r>
      <w:r w:rsidR="00C500E9" w:rsidRPr="006D6428">
        <w:rPr>
          <w:b w:val="0"/>
          <w:bCs/>
        </w:rPr>
        <w:t>With respect to the coverage provided by this endorsement, t</w:t>
      </w:r>
      <w:r w:rsidR="00C20389" w:rsidRPr="006D6428">
        <w:rPr>
          <w:b w:val="0"/>
        </w:rPr>
        <w:t xml:space="preserve">he </w:t>
      </w:r>
      <w:r w:rsidR="00C500E9" w:rsidRPr="006D6428">
        <w:rPr>
          <w:b w:val="0"/>
        </w:rPr>
        <w:t xml:space="preserve">Sexual Abuse Or Sexual Molestation Liability Aggregate </w:t>
      </w:r>
      <w:r w:rsidR="00C20389" w:rsidRPr="006D6428">
        <w:rPr>
          <w:b w:val="0"/>
        </w:rPr>
        <w:t>Limit</w:t>
      </w:r>
      <w:r w:rsidR="00C500E9" w:rsidRPr="006D6428">
        <w:rPr>
          <w:b w:val="0"/>
        </w:rPr>
        <w:t xml:space="preserve"> </w:t>
      </w:r>
      <w:r w:rsidR="00C20389" w:rsidRPr="006D6428">
        <w:rPr>
          <w:b w:val="0"/>
        </w:rPr>
        <w:t>shown in the Schedule</w:t>
      </w:r>
      <w:r w:rsidR="00C500E9" w:rsidRPr="006D6428">
        <w:rPr>
          <w:b w:val="0"/>
        </w:rPr>
        <w:t xml:space="preserve"> of this endorsement is</w:t>
      </w:r>
      <w:r w:rsidR="00C20389" w:rsidRPr="006D6428">
        <w:rPr>
          <w:b w:val="0"/>
        </w:rPr>
        <w:t xml:space="preserve"> the most we will pay</w:t>
      </w:r>
      <w:r w:rsidRPr="006D6428">
        <w:rPr>
          <w:b w:val="0"/>
        </w:rPr>
        <w:t xml:space="preserve"> for the sum of all damages because of all "injury" arising out of all "acts of sexual abuse or sexual molestation" or "interrelated acts", including any continuation, change or resumption of such "injury" after the end of the policy period. </w:t>
      </w:r>
    </w:p>
    <w:p w14:paraId="53860696" w14:textId="796AA2D4" w:rsidR="002D5273" w:rsidRPr="006D6428" w:rsidRDefault="00226FD9" w:rsidP="003F7E4D">
      <w:pPr>
        <w:pStyle w:val="outlinetxt2"/>
        <w:rPr>
          <w:b w:val="0"/>
        </w:rPr>
      </w:pPr>
      <w:r>
        <w:br w:type="column"/>
      </w:r>
      <w:r w:rsidR="0007387E" w:rsidRPr="006D6428">
        <w:tab/>
        <w:t>2.</w:t>
      </w:r>
      <w:r w:rsidR="0007387E" w:rsidRPr="006D6428">
        <w:tab/>
      </w:r>
      <w:r w:rsidR="0007387E" w:rsidRPr="006D6428">
        <w:rPr>
          <w:b w:val="0"/>
        </w:rPr>
        <w:t xml:space="preserve">Subject to </w:t>
      </w:r>
      <w:bookmarkStart w:id="2" w:name="_Hlk70950229"/>
      <w:r w:rsidR="0007387E" w:rsidRPr="006D6428">
        <w:rPr>
          <w:b w:val="0"/>
        </w:rPr>
        <w:t>Paragraph</w:t>
      </w:r>
      <w:r w:rsidR="0007387E" w:rsidRPr="006D6428">
        <w:t xml:space="preserve"> </w:t>
      </w:r>
      <w:r w:rsidR="00AB7815">
        <w:t>F</w:t>
      </w:r>
      <w:r w:rsidR="0007387E" w:rsidRPr="006D6428">
        <w:t xml:space="preserve">.1. </w:t>
      </w:r>
      <w:r w:rsidR="0007387E" w:rsidRPr="006D6428">
        <w:rPr>
          <w:b w:val="0"/>
        </w:rPr>
        <w:t>above</w:t>
      </w:r>
      <w:bookmarkEnd w:id="2"/>
      <w:r w:rsidR="0007387E" w:rsidRPr="006D6428">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57B79CA1" w14:textId="77777777" w:rsidR="002D5273" w:rsidRPr="006D6428" w:rsidRDefault="00226FD9" w:rsidP="003F7E4D">
      <w:pPr>
        <w:pStyle w:val="blocktext3"/>
      </w:pPr>
      <w:bookmarkStart w:id="3" w:name="_Hlk68511507"/>
      <w:bookmarkStart w:id="4" w:name="_Hlk70942661"/>
      <w:bookmarkStart w:id="5" w:name="_Hlk70950267"/>
      <w:r w:rsidRPr="006D6428">
        <w:t>With respect to "interrelated acts" that occur over more than one policy period under any policy issued by us,</w:t>
      </w:r>
      <w:r w:rsidR="00BB51E4">
        <w:t xml:space="preserve"> </w:t>
      </w:r>
      <w:r w:rsidRPr="006D6428">
        <w:t xml:space="preserve">only the Sexual Abuse </w:t>
      </w:r>
      <w:r w:rsidR="00EB3D3E">
        <w:t>O</w:t>
      </w:r>
      <w:r w:rsidRPr="006D6428">
        <w:t>r Sexual Molestation Liability Each Act Limit applicable to the first policy period:</w:t>
      </w:r>
    </w:p>
    <w:p w14:paraId="3A00BB28" w14:textId="77777777" w:rsidR="002D5273" w:rsidRPr="006D6428" w:rsidRDefault="00226FD9" w:rsidP="003F7E4D">
      <w:pPr>
        <w:pStyle w:val="outlinetxt3"/>
        <w:rPr>
          <w:b w:val="0"/>
        </w:rPr>
      </w:pPr>
      <w:r w:rsidRPr="006D6428">
        <w:tab/>
        <w:t>a.</w:t>
      </w:r>
      <w:r w:rsidRPr="006D6428">
        <w:tab/>
      </w:r>
      <w:r w:rsidRPr="006D6428">
        <w:rPr>
          <w:b w:val="0"/>
        </w:rPr>
        <w:t>That provides the coverage provided by this endorsement; and</w:t>
      </w:r>
    </w:p>
    <w:p w14:paraId="4918D23C" w14:textId="798A6DD2" w:rsidR="002D5273" w:rsidRPr="006D6428" w:rsidRDefault="00226FD9" w:rsidP="003F7E4D">
      <w:pPr>
        <w:pStyle w:val="outlinetxt3"/>
        <w:rPr>
          <w:b w:val="0"/>
          <w:bCs/>
        </w:rPr>
      </w:pPr>
      <w:r w:rsidRPr="006D6428">
        <w:tab/>
        <w:t>b.</w:t>
      </w:r>
      <w:r w:rsidRPr="006D6428">
        <w:tab/>
      </w:r>
      <w:r w:rsidRPr="006D6428">
        <w:rPr>
          <w:b w:val="0"/>
          <w:bCs/>
        </w:rPr>
        <w:t>In which the "interrelated acts" were committed</w:t>
      </w:r>
      <w:r w:rsidR="000F74F8">
        <w:rPr>
          <w:b w:val="0"/>
          <w:bCs/>
        </w:rPr>
        <w:t>;</w:t>
      </w:r>
    </w:p>
    <w:bookmarkEnd w:id="3"/>
    <w:bookmarkEnd w:id="4"/>
    <w:p w14:paraId="5846266E" w14:textId="77777777" w:rsidR="002D5273" w:rsidRPr="006D6428" w:rsidRDefault="00226FD9" w:rsidP="003F7E4D">
      <w:pPr>
        <w:pStyle w:val="blocktext3"/>
      </w:pPr>
      <w:r w:rsidRPr="006D6428">
        <w:t>will apply to all damages because of all "injury" for such "interrelated acts".</w:t>
      </w:r>
    </w:p>
    <w:p w14:paraId="163D339D" w14:textId="1F507CE7" w:rsidR="00822311" w:rsidRPr="006D6428" w:rsidRDefault="00226FD9" w:rsidP="003F7E4D">
      <w:pPr>
        <w:pStyle w:val="outlinetxt2"/>
        <w:rPr>
          <w:b w:val="0"/>
          <w:bCs/>
        </w:rPr>
      </w:pPr>
      <w:r w:rsidRPr="006D6428">
        <w:tab/>
        <w:t>3.</w:t>
      </w:r>
      <w:r w:rsidRPr="006D6428">
        <w:tab/>
      </w:r>
      <w:r w:rsidRPr="006D6428">
        <w:rPr>
          <w:b w:val="0"/>
          <w:bCs/>
        </w:rPr>
        <w:t xml:space="preserve">With respect to the insurance afforded to additional "insureds" described in Paragraph </w:t>
      </w:r>
      <w:r w:rsidR="00AB7815">
        <w:t>D</w:t>
      </w:r>
      <w:r w:rsidRPr="006D6428">
        <w:t>.</w:t>
      </w:r>
      <w:r w:rsidRPr="006D6428">
        <w:rPr>
          <w:b w:val="0"/>
          <w:bCs/>
        </w:rPr>
        <w:t xml:space="preserve"> of this endorsement, the most we will pay on behalf of the additional </w:t>
      </w:r>
      <w:r w:rsidR="00B62AA2">
        <w:rPr>
          <w:b w:val="0"/>
          <w:bCs/>
        </w:rPr>
        <w:t>"</w:t>
      </w:r>
      <w:r w:rsidRPr="006D6428">
        <w:rPr>
          <w:b w:val="0"/>
          <w:bCs/>
        </w:rPr>
        <w:t>insured</w:t>
      </w:r>
      <w:r w:rsidR="00B62AA2">
        <w:rPr>
          <w:b w:val="0"/>
          <w:bCs/>
        </w:rPr>
        <w:t>"</w:t>
      </w:r>
      <w:r w:rsidRPr="006D6428">
        <w:rPr>
          <w:b w:val="0"/>
          <w:bCs/>
        </w:rPr>
        <w:t xml:space="preserve"> is the amount of insurance:</w:t>
      </w:r>
    </w:p>
    <w:p w14:paraId="44F1C5DB" w14:textId="77777777" w:rsidR="00822311" w:rsidRPr="006D6428" w:rsidRDefault="00226FD9" w:rsidP="003F7E4D">
      <w:pPr>
        <w:pStyle w:val="outlinetxt3"/>
      </w:pPr>
      <w:r w:rsidRPr="006D6428">
        <w:tab/>
        <w:t>a.</w:t>
      </w:r>
      <w:r w:rsidRPr="006D6428">
        <w:tab/>
      </w:r>
      <w:r w:rsidRPr="006D6428">
        <w:rPr>
          <w:b w:val="0"/>
          <w:bCs/>
        </w:rPr>
        <w:t>Required by the contract or agreement you have</w:t>
      </w:r>
      <w:r w:rsidR="00F96E52">
        <w:rPr>
          <w:b w:val="0"/>
          <w:bCs/>
        </w:rPr>
        <w:t xml:space="preserve"> </w:t>
      </w:r>
      <w:r w:rsidRPr="006D6428">
        <w:rPr>
          <w:b w:val="0"/>
          <w:bCs/>
        </w:rPr>
        <w:t>entered</w:t>
      </w:r>
      <w:r w:rsidR="00F96E52">
        <w:rPr>
          <w:b w:val="0"/>
          <w:bCs/>
        </w:rPr>
        <w:t xml:space="preserve"> </w:t>
      </w:r>
      <w:r w:rsidRPr="006D6428">
        <w:rPr>
          <w:b w:val="0"/>
          <w:bCs/>
        </w:rPr>
        <w:t xml:space="preserve">into with the additional </w:t>
      </w:r>
      <w:r w:rsidR="00F96E52">
        <w:rPr>
          <w:b w:val="0"/>
          <w:bCs/>
        </w:rPr>
        <w:t>"</w:t>
      </w:r>
      <w:r w:rsidRPr="006D6428">
        <w:rPr>
          <w:b w:val="0"/>
          <w:bCs/>
        </w:rPr>
        <w:t>insured</w:t>
      </w:r>
      <w:r w:rsidR="00F96E52">
        <w:rPr>
          <w:b w:val="0"/>
          <w:bCs/>
        </w:rPr>
        <w:t>"</w:t>
      </w:r>
      <w:r w:rsidRPr="006D6428">
        <w:rPr>
          <w:b w:val="0"/>
          <w:bCs/>
        </w:rPr>
        <w:t>; or</w:t>
      </w:r>
      <w:r w:rsidRPr="006D6428">
        <w:t xml:space="preserve"> </w:t>
      </w:r>
    </w:p>
    <w:p w14:paraId="0A4048C4" w14:textId="67B32FB0" w:rsidR="00822311" w:rsidRPr="006D6428" w:rsidRDefault="00226FD9" w:rsidP="003F7E4D">
      <w:pPr>
        <w:pStyle w:val="outlinetxt3"/>
      </w:pPr>
      <w:r w:rsidRPr="006D6428">
        <w:tab/>
        <w:t>b.</w:t>
      </w:r>
      <w:r w:rsidRPr="006D6428">
        <w:tab/>
      </w:r>
      <w:r w:rsidRPr="006D6428">
        <w:rPr>
          <w:b w:val="0"/>
          <w:bCs/>
        </w:rPr>
        <w:t xml:space="preserve">Available under the applicable Limits </w:t>
      </w:r>
      <w:r w:rsidR="00224F6E">
        <w:rPr>
          <w:b w:val="0"/>
          <w:bCs/>
        </w:rPr>
        <w:t>O</w:t>
      </w:r>
      <w:r w:rsidRPr="006D6428">
        <w:rPr>
          <w:b w:val="0"/>
          <w:bCs/>
        </w:rPr>
        <w:t>f Insurance shown in the Schedule of this endorsement;</w:t>
      </w:r>
      <w:r w:rsidRPr="006D6428">
        <w:t xml:space="preserve"> </w:t>
      </w:r>
    </w:p>
    <w:p w14:paraId="5F343163" w14:textId="5188AAB5" w:rsidR="00822311" w:rsidRDefault="00226FD9" w:rsidP="003F7E4D">
      <w:pPr>
        <w:pStyle w:val="blocktext3"/>
      </w:pPr>
      <w:r w:rsidRPr="006D6428">
        <w:t>whichever is less.</w:t>
      </w:r>
    </w:p>
    <w:p w14:paraId="68DFCB0C" w14:textId="01A6A5AE" w:rsidR="00C9580C" w:rsidRPr="006D6428" w:rsidRDefault="00226FD9" w:rsidP="003F7E4D">
      <w:pPr>
        <w:pStyle w:val="outlinehd2"/>
      </w:pPr>
      <w:r w:rsidRPr="006D6428">
        <w:tab/>
        <w:t>4.</w:t>
      </w:r>
      <w:r w:rsidRPr="006D6428">
        <w:tab/>
        <w:t>Deductible</w:t>
      </w:r>
    </w:p>
    <w:p w14:paraId="6C7D77EE" w14:textId="0C8DD1A6" w:rsidR="00C9580C" w:rsidRPr="006D6428" w:rsidRDefault="00226FD9" w:rsidP="003F7E4D">
      <w:pPr>
        <w:pStyle w:val="blocktext3"/>
      </w:pPr>
      <w:r w:rsidRPr="006D6428">
        <w:t xml:space="preserve">If a Sexual Abuse </w:t>
      </w:r>
      <w:r w:rsidR="00251FC7">
        <w:t>O</w:t>
      </w:r>
      <w:r w:rsidRPr="006D6428">
        <w:t xml:space="preserve">r Sexual Molestation Liability Each Act Deductible is shown in the Schedule of this endorsement, the following provision applies: </w:t>
      </w:r>
    </w:p>
    <w:p w14:paraId="246EC6DF" w14:textId="3E371E15" w:rsidR="00C9580C" w:rsidRPr="006D6428" w:rsidRDefault="00226FD9" w:rsidP="003F7E4D">
      <w:pPr>
        <w:pStyle w:val="outlinetxt3"/>
      </w:pPr>
      <w:r w:rsidRPr="006D6428">
        <w:tab/>
        <w:t>a.</w:t>
      </w:r>
      <w:r w:rsidRPr="006D6428">
        <w:tab/>
      </w:r>
      <w:r w:rsidRPr="006D6428">
        <w:rPr>
          <w:b w:val="0"/>
        </w:rPr>
        <w:t xml:space="preserve">Our obligation under this endorsement to pay damages on behalf of the "insured" applies only to the amount of damages in excess of the deductible amount shown in the Schedule of this endorsement as Sexual Abuse </w:t>
      </w:r>
      <w:r w:rsidR="00290963">
        <w:rPr>
          <w:b w:val="0"/>
        </w:rPr>
        <w:t>O</w:t>
      </w:r>
      <w:r w:rsidRPr="006D6428">
        <w:rPr>
          <w:b w:val="0"/>
        </w:rPr>
        <w:t>r Sexual Molestation Liability Each Act Deductible. The limits of insurance shall not be reduced by the amount of this deductible.</w:t>
      </w:r>
    </w:p>
    <w:p w14:paraId="48D01195" w14:textId="7A101029" w:rsidR="00C9580C" w:rsidRPr="006D6428" w:rsidRDefault="00226FD9" w:rsidP="003F7E4D">
      <w:pPr>
        <w:pStyle w:val="outlinetxt3"/>
      </w:pPr>
      <w:r>
        <w:br w:type="page"/>
      </w:r>
      <w:r w:rsidR="003F7E4D">
        <w:rPr>
          <w:noProof/>
        </w:rPr>
        <w:lastRenderedPageBreak/>
        <w:pict w14:anchorId="05755306">
          <v:rect id="_x0000_s1030" style="position:absolute;left:0;text-align:left;margin-left:-288.8pt;margin-top:0;width:36pt;height:158.45pt;z-index:-25165312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889B77D" w14:textId="77777777" w:rsidR="00B62AA2" w:rsidRDefault="00226FD9">
                  <w:pPr>
                    <w:pStyle w:val="sidetext"/>
                  </w:pPr>
                  <w:r>
                    <w:t>N</w:t>
                  </w:r>
                </w:p>
                <w:p w14:paraId="2650EE62" w14:textId="77777777" w:rsidR="00B62AA2" w:rsidRDefault="00B62AA2">
                  <w:pPr>
                    <w:pStyle w:val="sidetext"/>
                  </w:pPr>
                </w:p>
                <w:p w14:paraId="09D5F361" w14:textId="77777777" w:rsidR="00B62AA2" w:rsidRDefault="00226FD9">
                  <w:pPr>
                    <w:pStyle w:val="sidetext"/>
                  </w:pPr>
                  <w:r>
                    <w:t>E</w:t>
                  </w:r>
                </w:p>
                <w:p w14:paraId="6FE6988B" w14:textId="77777777" w:rsidR="00B62AA2" w:rsidRDefault="00B62AA2">
                  <w:pPr>
                    <w:pStyle w:val="sidetext"/>
                  </w:pPr>
                </w:p>
                <w:p w14:paraId="7C76F132" w14:textId="77777777" w:rsidR="00B62AA2" w:rsidRDefault="00226FD9">
                  <w:pPr>
                    <w:pStyle w:val="sidetext"/>
                  </w:pPr>
                  <w:r>
                    <w:t>W</w:t>
                  </w:r>
                </w:p>
              </w:txbxContent>
            </v:textbox>
            <w10:wrap anchorx="page" anchory="page"/>
            <w10:anchorlock/>
          </v:rect>
        </w:pict>
      </w:r>
      <w:r w:rsidR="0007387E" w:rsidRPr="006D6428">
        <w:tab/>
        <w:t>b.</w:t>
      </w:r>
      <w:r w:rsidR="0007387E" w:rsidRPr="006D6428">
        <w:tab/>
      </w:r>
      <w:r w:rsidR="0007387E" w:rsidRPr="006D6428">
        <w:rPr>
          <w:b w:val="0"/>
        </w:rPr>
        <w:t>The terms of this insurance, including those with respect to:</w:t>
      </w:r>
    </w:p>
    <w:p w14:paraId="713F6049" w14:textId="77777777" w:rsidR="00C9580C" w:rsidRPr="006D6428" w:rsidRDefault="00226FD9" w:rsidP="003F7E4D">
      <w:pPr>
        <w:pStyle w:val="outlinetxt4"/>
      </w:pPr>
      <w:r w:rsidRPr="006D6428">
        <w:tab/>
        <w:t>(1)</w:t>
      </w:r>
      <w:r w:rsidRPr="006D6428">
        <w:tab/>
      </w:r>
      <w:r w:rsidRPr="006D6428">
        <w:rPr>
          <w:b w:val="0"/>
        </w:rPr>
        <w:t>Our right and duty to defend any "suits" seeking those damages; and</w:t>
      </w:r>
    </w:p>
    <w:p w14:paraId="275DC496" w14:textId="31B58A61" w:rsidR="00C9580C" w:rsidRPr="006D6428" w:rsidRDefault="00226FD9" w:rsidP="003F7E4D">
      <w:pPr>
        <w:pStyle w:val="outlinetxt4"/>
      </w:pPr>
      <w:r w:rsidRPr="006D6428">
        <w:tab/>
        <w:t>(2)</w:t>
      </w:r>
      <w:r w:rsidRPr="006D6428">
        <w:tab/>
      </w:r>
      <w:r w:rsidRPr="006D6428">
        <w:rPr>
          <w:b w:val="0"/>
        </w:rPr>
        <w:t xml:space="preserve">Your duties, and the duties of any other involved </w:t>
      </w:r>
      <w:r w:rsidR="00420B34" w:rsidRPr="006D6428">
        <w:rPr>
          <w:b w:val="0"/>
        </w:rPr>
        <w:t>"</w:t>
      </w:r>
      <w:r w:rsidRPr="006D6428">
        <w:rPr>
          <w:b w:val="0"/>
        </w:rPr>
        <w:t>insured</w:t>
      </w:r>
      <w:r w:rsidR="00420B34" w:rsidRPr="006D6428">
        <w:rPr>
          <w:b w:val="0"/>
        </w:rPr>
        <w:t>"</w:t>
      </w:r>
      <w:r w:rsidRPr="006D6428">
        <w:rPr>
          <w:b w:val="0"/>
        </w:rPr>
        <w:t>, in the event of an "act of sexual abuse or sexual molestation", "interrelated acts", claim or "suit"</w:t>
      </w:r>
      <w:r w:rsidR="00B16E5A">
        <w:rPr>
          <w:b w:val="0"/>
        </w:rPr>
        <w:t>;</w:t>
      </w:r>
    </w:p>
    <w:p w14:paraId="534B6FE7" w14:textId="77777777" w:rsidR="00C9580C" w:rsidRPr="006D6428" w:rsidRDefault="00226FD9" w:rsidP="003F7E4D">
      <w:pPr>
        <w:pStyle w:val="blocktext4"/>
      </w:pPr>
      <w:r w:rsidRPr="006D6428">
        <w:t>apply irrespective of the application of the deductible amount.</w:t>
      </w:r>
    </w:p>
    <w:p w14:paraId="1010E0B7" w14:textId="77777777" w:rsidR="00C9580C" w:rsidRPr="006D6428" w:rsidRDefault="00226FD9" w:rsidP="003F7E4D">
      <w:pPr>
        <w:pStyle w:val="outlinetxt3"/>
      </w:pPr>
      <w:r w:rsidRPr="006D6428">
        <w:tab/>
        <w:t>c.</w:t>
      </w:r>
      <w:r w:rsidRPr="006D6428">
        <w:tab/>
      </w:r>
      <w:r w:rsidRPr="006D6428">
        <w:rPr>
          <w:b w:val="0"/>
        </w:rPr>
        <w:t xml:space="preserve">We may pay any part or all of the deductible amount to effect settlement of any </w:t>
      </w:r>
      <w:r w:rsidR="00F96E52">
        <w:rPr>
          <w:b w:val="0"/>
        </w:rPr>
        <w:t>claim</w:t>
      </w:r>
      <w:r w:rsidRPr="006D6428">
        <w:rPr>
          <w:b w:val="0"/>
        </w:rPr>
        <w:t xml:space="preserve"> or "suit" and, upon notification of the action taken, you shall promptly reimburse us for such part of the deductible amount as </w:t>
      </w:r>
      <w:r w:rsidR="001428F6" w:rsidRPr="006D6428">
        <w:rPr>
          <w:b w:val="0"/>
        </w:rPr>
        <w:t>we have paid</w:t>
      </w:r>
      <w:r w:rsidRPr="006D6428">
        <w:rPr>
          <w:b w:val="0"/>
          <w:bCs/>
        </w:rPr>
        <w:t>.</w:t>
      </w:r>
    </w:p>
    <w:bookmarkEnd w:id="5"/>
    <w:p w14:paraId="72898041" w14:textId="3E4D077D" w:rsidR="00677762" w:rsidRPr="006D6428" w:rsidRDefault="00226FD9" w:rsidP="003F7E4D">
      <w:pPr>
        <w:pStyle w:val="outlinehd1"/>
      </w:pPr>
      <w:r w:rsidRPr="006D6428">
        <w:tab/>
      </w:r>
      <w:r w:rsidR="00DF0072">
        <w:t>G</w:t>
      </w:r>
      <w:r w:rsidR="004B5E45" w:rsidRPr="006D6428">
        <w:t>.</w:t>
      </w:r>
      <w:r w:rsidR="004B5E45" w:rsidRPr="006D6428">
        <w:tab/>
        <w:t>Changes In Conditions</w:t>
      </w:r>
    </w:p>
    <w:p w14:paraId="200A2B29" w14:textId="77777777" w:rsidR="00481C60" w:rsidRPr="006D6428" w:rsidRDefault="00226FD9" w:rsidP="003F7E4D">
      <w:pPr>
        <w:pStyle w:val="blocktext2"/>
      </w:pPr>
      <w:r w:rsidRPr="006D6428">
        <w:t xml:space="preserve">With respect to the coverage provided by this endorsement, </w:t>
      </w:r>
      <w:r w:rsidRPr="006D6428">
        <w:rPr>
          <w:b/>
        </w:rPr>
        <w:t xml:space="preserve">Section IV – Conditions </w:t>
      </w:r>
      <w:r w:rsidRPr="006D6428">
        <w:t xml:space="preserve">is amended as follows: </w:t>
      </w:r>
    </w:p>
    <w:p w14:paraId="41268CF3" w14:textId="77777777" w:rsidR="00481C60" w:rsidRPr="006D6428" w:rsidRDefault="00226FD9" w:rsidP="003F7E4D">
      <w:pPr>
        <w:pStyle w:val="outlinetxt2"/>
        <w:rPr>
          <w:b w:val="0"/>
        </w:rPr>
      </w:pPr>
      <w:r w:rsidRPr="006D6428">
        <w:tab/>
        <w:t>1.</w:t>
      </w:r>
      <w:r w:rsidRPr="006D6428">
        <w:tab/>
      </w:r>
      <w:r w:rsidRPr="006D6428">
        <w:rPr>
          <w:b w:val="0"/>
        </w:rPr>
        <w:t>The</w:t>
      </w:r>
      <w:r w:rsidRPr="006D6428">
        <w:t xml:space="preserve"> Duties In The Event Of Accident, Claim, Offense, Suit, Loss Or Acts, Errors Or Omissions </w:t>
      </w:r>
      <w:r w:rsidRPr="006D6428">
        <w:rPr>
          <w:b w:val="0"/>
        </w:rPr>
        <w:t>Condition is replaced by the following:</w:t>
      </w:r>
    </w:p>
    <w:p w14:paraId="7EFA23EF" w14:textId="3BED2180" w:rsidR="00481C60" w:rsidRPr="006D6428" w:rsidRDefault="00226FD9" w:rsidP="003F7E4D">
      <w:pPr>
        <w:pStyle w:val="blockhd3"/>
      </w:pPr>
      <w:r w:rsidRPr="006D6428">
        <w:t>Duties In The Event Of An Act</w:t>
      </w:r>
      <w:r w:rsidR="000044E0" w:rsidRPr="006D6428">
        <w:t xml:space="preserve"> Of Sexual Abuse Or Sexual Molestation, Claim </w:t>
      </w:r>
      <w:r w:rsidR="00290963">
        <w:t>O</w:t>
      </w:r>
      <w:r w:rsidR="000044E0" w:rsidRPr="006D6428">
        <w:t>r Suit</w:t>
      </w:r>
    </w:p>
    <w:p w14:paraId="5D4189F9" w14:textId="77777777" w:rsidR="00BE7353" w:rsidRPr="006D6428" w:rsidRDefault="00226FD9" w:rsidP="003F7E4D">
      <w:pPr>
        <w:pStyle w:val="outlinetxt3"/>
        <w:rPr>
          <w:b w:val="0"/>
        </w:rPr>
      </w:pPr>
      <w:r w:rsidRPr="006D6428">
        <w:tab/>
        <w:t>a.</w:t>
      </w:r>
      <w:r w:rsidRPr="006D6428">
        <w:tab/>
      </w:r>
      <w:r w:rsidRPr="006D6428">
        <w:rPr>
          <w:b w:val="0"/>
        </w:rPr>
        <w:t xml:space="preserve">You must see to it that we are notified as soon as practicable of an "act of sexual abuse or sexual molestation" or a circumstance which may result in a claim. To the extent possible, notice should include: </w:t>
      </w:r>
    </w:p>
    <w:p w14:paraId="365702EE" w14:textId="77777777" w:rsidR="00BE7353" w:rsidRPr="006D6428" w:rsidRDefault="00226FD9" w:rsidP="003F7E4D">
      <w:pPr>
        <w:pStyle w:val="outlinetxt4"/>
        <w:rPr>
          <w:b w:val="0"/>
        </w:rPr>
      </w:pPr>
      <w:r w:rsidRPr="006D6428">
        <w:rPr>
          <w:b w:val="0"/>
        </w:rPr>
        <w:tab/>
      </w:r>
      <w:r w:rsidRPr="006D6428">
        <w:t>(1)</w:t>
      </w:r>
      <w:r w:rsidRPr="006D6428">
        <w:tab/>
      </w:r>
      <w:r w:rsidRPr="006D6428">
        <w:rPr>
          <w:b w:val="0"/>
        </w:rPr>
        <w:t xml:space="preserve">How, when and where the "act of sexual abuse or sexual molestation" or "interrelated acts" took place; </w:t>
      </w:r>
    </w:p>
    <w:p w14:paraId="43182666" w14:textId="77777777" w:rsidR="00BE7353" w:rsidRPr="006D6428" w:rsidRDefault="00226FD9" w:rsidP="003F7E4D">
      <w:pPr>
        <w:pStyle w:val="outlinetxt4"/>
        <w:rPr>
          <w:b w:val="0"/>
        </w:rPr>
      </w:pPr>
      <w:r w:rsidRPr="006D6428">
        <w:rPr>
          <w:b w:val="0"/>
        </w:rPr>
        <w:tab/>
      </w:r>
      <w:r w:rsidRPr="006D6428">
        <w:t>(2)</w:t>
      </w:r>
      <w:r w:rsidRPr="006D6428">
        <w:tab/>
      </w:r>
      <w:r w:rsidRPr="006D6428">
        <w:rPr>
          <w:b w:val="0"/>
        </w:rPr>
        <w:t>The specific circumstances surrounding the "act of sexual abuse or sexual molestation" or "interrelated acts";</w:t>
      </w:r>
    </w:p>
    <w:p w14:paraId="1085EAE7" w14:textId="77777777" w:rsidR="00BE7353" w:rsidRPr="006D6428" w:rsidRDefault="00226FD9" w:rsidP="003F7E4D">
      <w:pPr>
        <w:pStyle w:val="outlinetxt4"/>
        <w:rPr>
          <w:b w:val="0"/>
        </w:rPr>
      </w:pPr>
      <w:r w:rsidRPr="006D6428">
        <w:rPr>
          <w:b w:val="0"/>
        </w:rPr>
        <w:tab/>
      </w:r>
      <w:r w:rsidRPr="006D6428">
        <w:t>(3)</w:t>
      </w:r>
      <w:r w:rsidRPr="006D6428">
        <w:tab/>
      </w:r>
      <w:r w:rsidRPr="006D6428">
        <w:rPr>
          <w:b w:val="0"/>
        </w:rPr>
        <w:t xml:space="preserve">The names and addresses of any injured persons and witnesses; and </w:t>
      </w:r>
    </w:p>
    <w:p w14:paraId="7C915D35" w14:textId="77777777" w:rsidR="00BE7353" w:rsidRPr="006D6428" w:rsidRDefault="00226FD9" w:rsidP="003F7E4D">
      <w:pPr>
        <w:pStyle w:val="outlinetxt4"/>
        <w:rPr>
          <w:b w:val="0"/>
        </w:rPr>
      </w:pPr>
      <w:r w:rsidRPr="006D6428">
        <w:rPr>
          <w:b w:val="0"/>
        </w:rPr>
        <w:tab/>
      </w:r>
      <w:r w:rsidRPr="006D6428">
        <w:t>(4)</w:t>
      </w:r>
      <w:r w:rsidRPr="006D6428">
        <w:tab/>
      </w:r>
      <w:r w:rsidRPr="006D6428">
        <w:rPr>
          <w:b w:val="0"/>
        </w:rPr>
        <w:t xml:space="preserve">The nature and location of any "injury" arising out of the "act of sexual abuse or sexual molestation" or "interrelated acts". </w:t>
      </w:r>
    </w:p>
    <w:p w14:paraId="6FB1AA6B" w14:textId="77777777" w:rsidR="00481C60" w:rsidRPr="006D6428" w:rsidRDefault="00226FD9" w:rsidP="003F7E4D">
      <w:pPr>
        <w:pStyle w:val="outlinetxt3"/>
        <w:rPr>
          <w:b w:val="0"/>
        </w:rPr>
      </w:pPr>
      <w:r w:rsidRPr="006D6428">
        <w:tab/>
        <w:t>b.</w:t>
      </w:r>
      <w:r w:rsidRPr="006D6428">
        <w:tab/>
      </w:r>
      <w:r w:rsidRPr="006D6428">
        <w:rPr>
          <w:b w:val="0"/>
        </w:rPr>
        <w:t xml:space="preserve">If a </w:t>
      </w:r>
      <w:r w:rsidR="00F96E52">
        <w:rPr>
          <w:b w:val="0"/>
        </w:rPr>
        <w:t>claim</w:t>
      </w:r>
      <w:r w:rsidRPr="006D6428">
        <w:rPr>
          <w:b w:val="0"/>
        </w:rPr>
        <w:t xml:space="preserve"> is made or "suit" is brought against any "insured", you must:</w:t>
      </w:r>
    </w:p>
    <w:p w14:paraId="0DE3C7EE" w14:textId="77777777" w:rsidR="00481C60" w:rsidRPr="006D6428" w:rsidRDefault="00226FD9" w:rsidP="003F7E4D">
      <w:pPr>
        <w:pStyle w:val="outlinetxt4"/>
        <w:rPr>
          <w:b w:val="0"/>
        </w:rPr>
      </w:pPr>
      <w:r w:rsidRPr="006D6428">
        <w:tab/>
        <w:t>(1)</w:t>
      </w:r>
      <w:r w:rsidRPr="006D6428">
        <w:tab/>
      </w:r>
      <w:r w:rsidRPr="006D6428">
        <w:rPr>
          <w:b w:val="0"/>
        </w:rPr>
        <w:t xml:space="preserve">Immediately record the specifics of the </w:t>
      </w:r>
      <w:r w:rsidR="00F96E52">
        <w:rPr>
          <w:b w:val="0"/>
        </w:rPr>
        <w:t>claim</w:t>
      </w:r>
      <w:r w:rsidRPr="006D6428">
        <w:rPr>
          <w:b w:val="0"/>
        </w:rPr>
        <w:t xml:space="preserve"> or "suit" and the date received; and</w:t>
      </w:r>
    </w:p>
    <w:p w14:paraId="7679AF14" w14:textId="77777777" w:rsidR="00481C60" w:rsidRPr="006D6428" w:rsidRDefault="00226FD9" w:rsidP="003F7E4D">
      <w:pPr>
        <w:pStyle w:val="outlinetxt4"/>
        <w:rPr>
          <w:b w:val="0"/>
        </w:rPr>
      </w:pPr>
      <w:r w:rsidRPr="006D6428">
        <w:rPr>
          <w:b w:val="0"/>
        </w:rPr>
        <w:tab/>
      </w:r>
      <w:r w:rsidRPr="006D6428">
        <w:t>(2)</w:t>
      </w:r>
      <w:r w:rsidRPr="006D6428">
        <w:rPr>
          <w:b w:val="0"/>
        </w:rPr>
        <w:tab/>
        <w:t>Notify us as soon as practicable.</w:t>
      </w:r>
    </w:p>
    <w:p w14:paraId="353E8641" w14:textId="0882F341" w:rsidR="00481C60" w:rsidRPr="006D6428" w:rsidRDefault="00226FD9" w:rsidP="003F7E4D">
      <w:pPr>
        <w:pStyle w:val="blocktext4"/>
      </w:pPr>
      <w:r>
        <w:br w:type="column"/>
      </w:r>
      <w:r w:rsidR="0007387E" w:rsidRPr="006D6428">
        <w:t xml:space="preserve">You must see to it that we receive written notice of the </w:t>
      </w:r>
      <w:r w:rsidR="00F96E52">
        <w:t>claim</w:t>
      </w:r>
      <w:r w:rsidR="0007387E" w:rsidRPr="006D6428">
        <w:t xml:space="preserve"> or "suit" as soon as practicable.</w:t>
      </w:r>
    </w:p>
    <w:p w14:paraId="3AB14C59" w14:textId="77777777" w:rsidR="00481C60" w:rsidRPr="006D6428" w:rsidRDefault="00226FD9" w:rsidP="003F7E4D">
      <w:pPr>
        <w:pStyle w:val="outlinetxt3"/>
      </w:pPr>
      <w:r w:rsidRPr="006D6428">
        <w:tab/>
        <w:t>c.</w:t>
      </w:r>
      <w:r w:rsidRPr="006D6428">
        <w:tab/>
      </w:r>
      <w:r w:rsidRPr="006D6428">
        <w:rPr>
          <w:b w:val="0"/>
        </w:rPr>
        <w:t>You and any other involved "insured" must:</w:t>
      </w:r>
    </w:p>
    <w:p w14:paraId="3ECAB8EA" w14:textId="77777777" w:rsidR="00481C60" w:rsidRPr="006D6428" w:rsidRDefault="00226FD9" w:rsidP="003F7E4D">
      <w:pPr>
        <w:pStyle w:val="outlinetxt4"/>
        <w:rPr>
          <w:b w:val="0"/>
        </w:rPr>
      </w:pPr>
      <w:r w:rsidRPr="006D6428">
        <w:tab/>
        <w:t>(1)</w:t>
      </w:r>
      <w:r w:rsidRPr="006D6428">
        <w:tab/>
      </w:r>
      <w:r w:rsidRPr="006D6428">
        <w:rPr>
          <w:b w:val="0"/>
        </w:rPr>
        <w:t xml:space="preserve">Immediately send us copies of any demands, notices, summonses or legal papers received in connection with the </w:t>
      </w:r>
      <w:r w:rsidR="00F96E52">
        <w:rPr>
          <w:b w:val="0"/>
        </w:rPr>
        <w:t>claim</w:t>
      </w:r>
      <w:r w:rsidRPr="006D6428">
        <w:rPr>
          <w:b w:val="0"/>
        </w:rPr>
        <w:t xml:space="preserve"> or "suit";</w:t>
      </w:r>
    </w:p>
    <w:p w14:paraId="0224C6E6" w14:textId="77777777" w:rsidR="00481C60" w:rsidRPr="006D6428" w:rsidRDefault="00226FD9" w:rsidP="003F7E4D">
      <w:pPr>
        <w:pStyle w:val="outlinetxt4"/>
        <w:rPr>
          <w:b w:val="0"/>
        </w:rPr>
      </w:pPr>
      <w:r w:rsidRPr="006D6428">
        <w:rPr>
          <w:b w:val="0"/>
        </w:rPr>
        <w:tab/>
      </w:r>
      <w:r w:rsidRPr="006D6428">
        <w:t>(2)</w:t>
      </w:r>
      <w:r w:rsidRPr="006D6428">
        <w:tab/>
      </w:r>
      <w:r w:rsidRPr="006D6428">
        <w:rPr>
          <w:b w:val="0"/>
        </w:rPr>
        <w:t>Authorize us to obtain records and other information;</w:t>
      </w:r>
    </w:p>
    <w:p w14:paraId="57EF0985" w14:textId="77777777" w:rsidR="00481C60" w:rsidRPr="006D6428" w:rsidRDefault="00226FD9" w:rsidP="003F7E4D">
      <w:pPr>
        <w:pStyle w:val="outlinetxt4"/>
        <w:rPr>
          <w:b w:val="0"/>
        </w:rPr>
      </w:pPr>
      <w:r w:rsidRPr="006D6428">
        <w:tab/>
        <w:t>(3)</w:t>
      </w:r>
      <w:r w:rsidRPr="006D6428">
        <w:rPr>
          <w:b w:val="0"/>
        </w:rPr>
        <w:tab/>
        <w:t xml:space="preserve">Cooperate with us in the investigation or settlement of the </w:t>
      </w:r>
      <w:r w:rsidR="00F96E52">
        <w:rPr>
          <w:b w:val="0"/>
        </w:rPr>
        <w:t>claim</w:t>
      </w:r>
      <w:r w:rsidRPr="006D6428">
        <w:rPr>
          <w:b w:val="0"/>
        </w:rPr>
        <w:t xml:space="preserve"> or defense against the "suit"; and</w:t>
      </w:r>
    </w:p>
    <w:p w14:paraId="084D145B" w14:textId="77777777" w:rsidR="00481C60" w:rsidRPr="006D6428" w:rsidRDefault="00226FD9" w:rsidP="003F7E4D">
      <w:pPr>
        <w:pStyle w:val="outlinetxt4"/>
        <w:rPr>
          <w:b w:val="0"/>
        </w:rPr>
      </w:pPr>
      <w:r w:rsidRPr="006D6428">
        <w:tab/>
        <w:t>(4)</w:t>
      </w:r>
      <w:r w:rsidRPr="006D6428">
        <w:tab/>
      </w:r>
      <w:r w:rsidRPr="006D6428">
        <w:rPr>
          <w:b w:val="0"/>
        </w:rPr>
        <w:t>Assist us, upon our request, in the enforcement of any right against any person or organization which may be liable to the "insured" because of</w:t>
      </w:r>
      <w:r w:rsidR="000C4706" w:rsidRPr="006D6428">
        <w:rPr>
          <w:b w:val="0"/>
        </w:rPr>
        <w:t xml:space="preserve"> "injury" </w:t>
      </w:r>
      <w:r w:rsidRPr="006D6428">
        <w:rPr>
          <w:b w:val="0"/>
        </w:rPr>
        <w:t>to which this insurance may also apply.</w:t>
      </w:r>
    </w:p>
    <w:p w14:paraId="101293CB" w14:textId="644A41A8" w:rsidR="00481C60" w:rsidRDefault="00226FD9" w:rsidP="003F7E4D">
      <w:pPr>
        <w:pStyle w:val="outlinetxt3"/>
        <w:rPr>
          <w:b w:val="0"/>
        </w:rPr>
      </w:pPr>
      <w:r w:rsidRPr="006D6428">
        <w:tab/>
        <w:t>d.</w:t>
      </w:r>
      <w:r w:rsidRPr="006D6428">
        <w:tab/>
      </w:r>
      <w:r w:rsidRPr="006D6428">
        <w:rPr>
          <w:b w:val="0"/>
        </w:rPr>
        <w:t>No "insured" will, except at that "insured's" own cost, voluntarily make a payment, assume any obligation or incur any expense without our consent.</w:t>
      </w:r>
    </w:p>
    <w:p w14:paraId="0FC5B901" w14:textId="533B19FA" w:rsidR="00030EAD" w:rsidRPr="00EF3C70" w:rsidRDefault="00226FD9" w:rsidP="003F7E4D">
      <w:pPr>
        <w:pStyle w:val="outlinetxt3"/>
        <w:rPr>
          <w:b w:val="0"/>
        </w:rPr>
      </w:pPr>
      <w:r w:rsidRPr="00790154">
        <w:rPr>
          <w:b w:val="0"/>
        </w:rPr>
        <w:tab/>
      </w:r>
      <w:r w:rsidRPr="00EF3C70">
        <w:rPr>
          <w:bCs/>
        </w:rPr>
        <w:t>e.</w:t>
      </w:r>
      <w:r w:rsidRPr="00EF3C70">
        <w:tab/>
      </w:r>
      <w:r w:rsidRPr="00790154">
        <w:rPr>
          <w:b w:val="0"/>
        </w:rPr>
        <w:t>The requirement to notify us can be satisfied by notifying our agent. Notice can be by any means of communication.</w:t>
      </w:r>
    </w:p>
    <w:p w14:paraId="33BC9715" w14:textId="77777777" w:rsidR="00481C60" w:rsidRPr="006D6428" w:rsidRDefault="00226FD9" w:rsidP="003F7E4D">
      <w:pPr>
        <w:pStyle w:val="outlinetxt2"/>
        <w:rPr>
          <w:b w:val="0"/>
        </w:rPr>
      </w:pPr>
      <w:bookmarkStart w:id="6" w:name="_Hlk71039057"/>
      <w:r w:rsidRPr="006D6428">
        <w:tab/>
        <w:t>2.</w:t>
      </w:r>
      <w:r w:rsidRPr="006D6428">
        <w:tab/>
      </w:r>
      <w:r w:rsidRPr="006D6428">
        <w:rPr>
          <w:b w:val="0"/>
        </w:rPr>
        <w:t>The</w:t>
      </w:r>
      <w:r w:rsidRPr="006D6428">
        <w:t xml:space="preserve"> Other Insurance </w:t>
      </w:r>
      <w:r w:rsidRPr="006D6428">
        <w:rPr>
          <w:b w:val="0"/>
        </w:rPr>
        <w:t>Condition is replaced by the following:</w:t>
      </w:r>
    </w:p>
    <w:p w14:paraId="64FCCD47" w14:textId="77777777" w:rsidR="00C20389" w:rsidRPr="006D6428" w:rsidRDefault="00226FD9" w:rsidP="003F7E4D">
      <w:pPr>
        <w:pStyle w:val="blockhd3"/>
      </w:pPr>
      <w:r w:rsidRPr="006D6428">
        <w:t>Other Insurance</w:t>
      </w:r>
    </w:p>
    <w:p w14:paraId="515C1607" w14:textId="77777777" w:rsidR="00C20389" w:rsidRPr="006D6428" w:rsidRDefault="00226FD9" w:rsidP="003F7E4D">
      <w:pPr>
        <w:pStyle w:val="blocktext3"/>
      </w:pPr>
      <w:r w:rsidRPr="006D6428">
        <w:t xml:space="preserve">If other valid and collectible insurance is available to the </w:t>
      </w:r>
      <w:r w:rsidR="00DB672F" w:rsidRPr="006D6428">
        <w:t>"insured"</w:t>
      </w:r>
      <w:r w:rsidRPr="006D6428">
        <w:t xml:space="preserve"> for a loss we cover under this endorsement, our obligations are limited as follows:</w:t>
      </w:r>
    </w:p>
    <w:bookmarkEnd w:id="6"/>
    <w:p w14:paraId="54C5E056" w14:textId="77777777" w:rsidR="00C20389" w:rsidRPr="006D6428" w:rsidRDefault="00226FD9" w:rsidP="003F7E4D">
      <w:pPr>
        <w:pStyle w:val="outlinehd3"/>
      </w:pPr>
      <w:r w:rsidRPr="006D6428">
        <w:tab/>
      </w:r>
      <w:r w:rsidR="00481C60" w:rsidRPr="006D6428">
        <w:t>a</w:t>
      </w:r>
      <w:r w:rsidRPr="006D6428">
        <w:t>.</w:t>
      </w:r>
      <w:r w:rsidRPr="006D6428">
        <w:tab/>
        <w:t>Primary Insurance</w:t>
      </w:r>
    </w:p>
    <w:p w14:paraId="463C1C42" w14:textId="77777777" w:rsidR="00C20389" w:rsidRPr="006D6428" w:rsidRDefault="00226FD9" w:rsidP="003F7E4D">
      <w:pPr>
        <w:pStyle w:val="blocktext4"/>
      </w:pPr>
      <w:r w:rsidRPr="006D6428">
        <w:t xml:space="preserve">This insurance is primary except when </w:t>
      </w:r>
      <w:r w:rsidR="006D6AFF" w:rsidRPr="006D6428">
        <w:t xml:space="preserve">Paragraph </w:t>
      </w:r>
      <w:r w:rsidR="005F5BA4" w:rsidRPr="006D6428">
        <w:rPr>
          <w:b/>
        </w:rPr>
        <w:t>b</w:t>
      </w:r>
      <w:r w:rsidRPr="006D6428">
        <w:rPr>
          <w:b/>
        </w:rPr>
        <w:t xml:space="preserve">. </w:t>
      </w:r>
      <w:r w:rsidRPr="006D6428">
        <w:t xml:space="preserve">below applies. If this insurance is primary, our obligations are not affected unless any of the other insurance is also primary. Then, we will share with all that other insurance by the method described in </w:t>
      </w:r>
      <w:r w:rsidR="006D6AFF" w:rsidRPr="006D6428">
        <w:t xml:space="preserve">Paragraph </w:t>
      </w:r>
      <w:r w:rsidR="005F5BA4" w:rsidRPr="006D6428">
        <w:rPr>
          <w:b/>
        </w:rPr>
        <w:t>c</w:t>
      </w:r>
      <w:r w:rsidRPr="006D6428">
        <w:rPr>
          <w:b/>
        </w:rPr>
        <w:t xml:space="preserve">. </w:t>
      </w:r>
      <w:r w:rsidRPr="006D6428">
        <w:t xml:space="preserve">below. </w:t>
      </w:r>
    </w:p>
    <w:p w14:paraId="0B14E1BA" w14:textId="14A2BE66" w:rsidR="00C20389" w:rsidRPr="006D6428" w:rsidRDefault="00226FD9" w:rsidP="003F7E4D">
      <w:pPr>
        <w:pStyle w:val="outlinehd3"/>
      </w:pPr>
      <w:r w:rsidRPr="006D6428">
        <w:tab/>
      </w:r>
      <w:r w:rsidR="00481C60" w:rsidRPr="006D6428">
        <w:t>b</w:t>
      </w:r>
      <w:r w:rsidRPr="006D6428">
        <w:t>.</w:t>
      </w:r>
      <w:r w:rsidRPr="006D6428">
        <w:tab/>
        <w:t>Excess Insurance</w:t>
      </w:r>
    </w:p>
    <w:p w14:paraId="3B245691" w14:textId="77777777" w:rsidR="00C20389" w:rsidRPr="006D6428" w:rsidRDefault="00226FD9" w:rsidP="003F7E4D">
      <w:pPr>
        <w:pStyle w:val="outlinetxt4"/>
        <w:rPr>
          <w:b w:val="0"/>
        </w:rPr>
      </w:pPr>
      <w:r w:rsidRPr="006D6428">
        <w:rPr>
          <w:b w:val="0"/>
        </w:rPr>
        <w:tab/>
      </w:r>
      <w:r w:rsidR="00481C60" w:rsidRPr="006D6428">
        <w:t>(1)</w:t>
      </w:r>
      <w:r w:rsidRPr="006D6428">
        <w:tab/>
      </w:r>
      <w:r w:rsidRPr="006D6428">
        <w:rPr>
          <w:b w:val="0"/>
        </w:rPr>
        <w:t>This insurance is excess over any of the other insurance, whether primary, excess, contingent or on any other basis that</w:t>
      </w:r>
      <w:r w:rsidR="00C148CB" w:rsidRPr="006D6428">
        <w:rPr>
          <w:b w:val="0"/>
        </w:rPr>
        <w:t xml:space="preserve"> is liability insurance applicable to an "act of sexual abuse or sexual molestation" or "interrelated acts".</w:t>
      </w:r>
    </w:p>
    <w:p w14:paraId="7C19C2C7" w14:textId="1C519A6A" w:rsidR="00C20389" w:rsidRPr="006D6428" w:rsidRDefault="00464E96" w:rsidP="003F7E4D">
      <w:pPr>
        <w:pStyle w:val="outlinetxt4"/>
        <w:rPr>
          <w:b w:val="0"/>
        </w:rPr>
      </w:pPr>
      <w:r>
        <w:rPr>
          <w:b w:val="0"/>
        </w:rPr>
        <w:br w:type="page"/>
      </w:r>
      <w:r w:rsidR="00226FD9" w:rsidRPr="006D6428">
        <w:rPr>
          <w:b w:val="0"/>
        </w:rPr>
        <w:lastRenderedPageBreak/>
        <w:tab/>
      </w:r>
      <w:r w:rsidR="00481C60" w:rsidRPr="006D6428">
        <w:t>(2)</w:t>
      </w:r>
      <w:r w:rsidR="00226FD9" w:rsidRPr="006D6428">
        <w:tab/>
      </w:r>
      <w:r w:rsidR="00226FD9" w:rsidRPr="006D6428">
        <w:rPr>
          <w:b w:val="0"/>
        </w:rPr>
        <w:t xml:space="preserve">When this insurance is excess, we will have no duty to defend the </w:t>
      </w:r>
      <w:r w:rsidR="00DB672F" w:rsidRPr="006D6428">
        <w:rPr>
          <w:b w:val="0"/>
        </w:rPr>
        <w:t>"insured"</w:t>
      </w:r>
      <w:r w:rsidR="00226FD9" w:rsidRPr="006D6428">
        <w:rPr>
          <w:b w:val="0"/>
        </w:rPr>
        <w:t xml:space="preserve"> against any "suit" if any other insurer has a duty to defend the </w:t>
      </w:r>
      <w:r w:rsidR="00DB672F" w:rsidRPr="006D6428">
        <w:rPr>
          <w:b w:val="0"/>
        </w:rPr>
        <w:t>"insured"</w:t>
      </w:r>
      <w:r w:rsidR="00226FD9" w:rsidRPr="006D6428">
        <w:rPr>
          <w:b w:val="0"/>
        </w:rPr>
        <w:t xml:space="preserve"> against that "suit". If no other insurer defends, we will undertake to do so, but we will be entitled to the </w:t>
      </w:r>
      <w:r w:rsidR="00DB672F" w:rsidRPr="006D6428">
        <w:rPr>
          <w:b w:val="0"/>
        </w:rPr>
        <w:t>"insured</w:t>
      </w:r>
      <w:r w:rsidR="00226FD9" w:rsidRPr="006D6428">
        <w:rPr>
          <w:b w:val="0"/>
        </w:rPr>
        <w:t>'s</w:t>
      </w:r>
      <w:r w:rsidR="00A84B41" w:rsidRPr="006D6428">
        <w:rPr>
          <w:b w:val="0"/>
        </w:rPr>
        <w:t>"</w:t>
      </w:r>
      <w:r w:rsidR="00226FD9" w:rsidRPr="006D6428">
        <w:rPr>
          <w:b w:val="0"/>
        </w:rPr>
        <w:t xml:space="preserve"> rights against all those other insurers.</w:t>
      </w:r>
    </w:p>
    <w:p w14:paraId="03523ECA" w14:textId="1041C4A3" w:rsidR="00AE4EE8" w:rsidRDefault="003F7E4D" w:rsidP="003F7E4D">
      <w:pPr>
        <w:pStyle w:val="outlinetxt4"/>
        <w:rPr>
          <w:b w:val="0"/>
        </w:rPr>
      </w:pPr>
      <w:r>
        <w:rPr>
          <w:b w:val="0"/>
          <w:noProof/>
        </w:rPr>
        <w:pict w14:anchorId="295C1CED">
          <v:rect id="_x0000_s1031" style="position:absolute;left:0;text-align:left;margin-left:-288.8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79138A0" w14:textId="77777777" w:rsidR="00B62AA2" w:rsidRDefault="00226FD9">
                  <w:pPr>
                    <w:pStyle w:val="sidetext"/>
                  </w:pPr>
                  <w:r>
                    <w:t>N</w:t>
                  </w:r>
                </w:p>
                <w:p w14:paraId="49363B2D" w14:textId="77777777" w:rsidR="00B62AA2" w:rsidRDefault="00B62AA2">
                  <w:pPr>
                    <w:pStyle w:val="sidetext"/>
                  </w:pPr>
                </w:p>
                <w:p w14:paraId="4088FA26" w14:textId="77777777" w:rsidR="00B62AA2" w:rsidRDefault="00226FD9">
                  <w:pPr>
                    <w:pStyle w:val="sidetext"/>
                  </w:pPr>
                  <w:r>
                    <w:t>E</w:t>
                  </w:r>
                </w:p>
                <w:p w14:paraId="61F1649C" w14:textId="77777777" w:rsidR="00B62AA2" w:rsidRDefault="00B62AA2">
                  <w:pPr>
                    <w:pStyle w:val="sidetext"/>
                  </w:pPr>
                </w:p>
                <w:p w14:paraId="04ADA897" w14:textId="77777777" w:rsidR="00B62AA2" w:rsidRDefault="00226FD9">
                  <w:pPr>
                    <w:pStyle w:val="sidetext"/>
                  </w:pPr>
                  <w:r>
                    <w:t>W</w:t>
                  </w:r>
                </w:p>
              </w:txbxContent>
            </v:textbox>
            <w10:wrap anchorx="page" anchory="page"/>
            <w10:anchorlock/>
          </v:rect>
        </w:pict>
      </w:r>
      <w:r w:rsidR="0007387E" w:rsidRPr="006D6428">
        <w:rPr>
          <w:b w:val="0"/>
        </w:rPr>
        <w:tab/>
      </w:r>
      <w:r w:rsidR="00481C60" w:rsidRPr="006D6428">
        <w:t>(3)</w:t>
      </w:r>
      <w:r w:rsidR="0007387E" w:rsidRPr="006D6428">
        <w:tab/>
      </w:r>
      <w:r w:rsidR="0007387E" w:rsidRPr="006D6428">
        <w:rPr>
          <w:b w:val="0"/>
        </w:rPr>
        <w:t>When this insurance is excess over other insurance, we will pay only our share of the amount of the loss, if any, that exceeds the sum of</w:t>
      </w:r>
      <w:r w:rsidR="0007387E">
        <w:rPr>
          <w:b w:val="0"/>
        </w:rPr>
        <w:t>:</w:t>
      </w:r>
    </w:p>
    <w:p w14:paraId="053F6D7B" w14:textId="54F04605" w:rsidR="00AE4EE8" w:rsidRDefault="00226FD9" w:rsidP="003F7E4D">
      <w:pPr>
        <w:pStyle w:val="outlinetxt5"/>
        <w:rPr>
          <w:b w:val="0"/>
        </w:rPr>
      </w:pPr>
      <w:r>
        <w:rPr>
          <w:b w:val="0"/>
        </w:rPr>
        <w:tab/>
      </w:r>
      <w:r w:rsidRPr="00AE4EE8">
        <w:rPr>
          <w:bCs/>
        </w:rPr>
        <w:t>(a)</w:t>
      </w:r>
      <w:r>
        <w:rPr>
          <w:b w:val="0"/>
        </w:rPr>
        <w:tab/>
        <w:t>T</w:t>
      </w:r>
      <w:r w:rsidR="00C20389" w:rsidRPr="00AE4EE8">
        <w:rPr>
          <w:b w:val="0"/>
        </w:rPr>
        <w:t xml:space="preserve">he total amount that all such other insurance would pay for the loss in </w:t>
      </w:r>
      <w:r w:rsidR="000F74F8">
        <w:rPr>
          <w:b w:val="0"/>
        </w:rPr>
        <w:t xml:space="preserve">the </w:t>
      </w:r>
      <w:r w:rsidR="00C20389" w:rsidRPr="00AE4EE8">
        <w:rPr>
          <w:b w:val="0"/>
        </w:rPr>
        <w:t>absence of this insurance;</w:t>
      </w:r>
      <w:r w:rsidRPr="00AE4EE8">
        <w:rPr>
          <w:b w:val="0"/>
        </w:rPr>
        <w:t xml:space="preserve"> </w:t>
      </w:r>
      <w:r w:rsidR="00C20389" w:rsidRPr="00AE4EE8">
        <w:rPr>
          <w:b w:val="0"/>
        </w:rPr>
        <w:t>and</w:t>
      </w:r>
    </w:p>
    <w:p w14:paraId="6D57AD99" w14:textId="7A7C5735" w:rsidR="00C20389" w:rsidRPr="00AE4EE8" w:rsidRDefault="00226FD9" w:rsidP="003F7E4D">
      <w:pPr>
        <w:pStyle w:val="outlinetxt5"/>
        <w:rPr>
          <w:b w:val="0"/>
        </w:rPr>
      </w:pPr>
      <w:r>
        <w:rPr>
          <w:b w:val="0"/>
        </w:rPr>
        <w:tab/>
      </w:r>
      <w:r w:rsidRPr="00993DCC">
        <w:rPr>
          <w:bCs/>
        </w:rPr>
        <w:t>(b)</w:t>
      </w:r>
      <w:r>
        <w:rPr>
          <w:b w:val="0"/>
        </w:rPr>
        <w:tab/>
        <w:t>T</w:t>
      </w:r>
      <w:r w:rsidRPr="00AE4EE8">
        <w:rPr>
          <w:b w:val="0"/>
        </w:rPr>
        <w:t>he total of all deductible and self-</w:t>
      </w:r>
      <w:r w:rsidR="007E12F1">
        <w:rPr>
          <w:b w:val="0"/>
        </w:rPr>
        <w:t>"</w:t>
      </w:r>
      <w:r w:rsidR="00DB672F" w:rsidRPr="00AE4EE8">
        <w:rPr>
          <w:b w:val="0"/>
        </w:rPr>
        <w:t>insured</w:t>
      </w:r>
      <w:r w:rsidR="007E12F1">
        <w:rPr>
          <w:b w:val="0"/>
        </w:rPr>
        <w:t>"</w:t>
      </w:r>
      <w:r w:rsidR="007E2EFE" w:rsidRPr="00AE4EE8">
        <w:rPr>
          <w:b w:val="0"/>
        </w:rPr>
        <w:t xml:space="preserve"> </w:t>
      </w:r>
      <w:r w:rsidRPr="00AE4EE8">
        <w:rPr>
          <w:b w:val="0"/>
        </w:rPr>
        <w:t>amounts under all that other insurance.</w:t>
      </w:r>
    </w:p>
    <w:p w14:paraId="57ABB3F8" w14:textId="77777777" w:rsidR="00C20389" w:rsidRPr="006D6428" w:rsidRDefault="00226FD9" w:rsidP="003F7E4D">
      <w:pPr>
        <w:pStyle w:val="outlinetxt4"/>
        <w:rPr>
          <w:b w:val="0"/>
        </w:rPr>
      </w:pPr>
      <w:r w:rsidRPr="006D6428">
        <w:rPr>
          <w:b w:val="0"/>
        </w:rPr>
        <w:tab/>
      </w:r>
      <w:r w:rsidR="00481C60" w:rsidRPr="006D6428">
        <w:t>(4)</w:t>
      </w:r>
      <w:r w:rsidRPr="006D6428">
        <w:tab/>
      </w:r>
      <w:r w:rsidRPr="006D6428">
        <w:rPr>
          <w:b w:val="0"/>
        </w:rPr>
        <w:t xml:space="preserve">We will share the remaining loss, if any, with any other insurance that is not described in this Excess Insurance provision and was not bought specifically to apply in excess of the Limits </w:t>
      </w:r>
      <w:r w:rsidR="005F6B8A" w:rsidRPr="006D6428">
        <w:rPr>
          <w:b w:val="0"/>
        </w:rPr>
        <w:t>O</w:t>
      </w:r>
      <w:r w:rsidRPr="006D6428">
        <w:rPr>
          <w:b w:val="0"/>
        </w:rPr>
        <w:t>f Insurance shown in the Schedule of this endorsement.</w:t>
      </w:r>
    </w:p>
    <w:p w14:paraId="7124034A" w14:textId="77777777" w:rsidR="00C20389" w:rsidRPr="006D6428" w:rsidRDefault="00226FD9" w:rsidP="003F7E4D">
      <w:pPr>
        <w:pStyle w:val="outlinehd3"/>
      </w:pPr>
      <w:r w:rsidRPr="006D6428">
        <w:tab/>
      </w:r>
      <w:r w:rsidR="00481C60" w:rsidRPr="006D6428">
        <w:t>c</w:t>
      </w:r>
      <w:r w:rsidRPr="006D6428">
        <w:t>.</w:t>
      </w:r>
      <w:r w:rsidRPr="006D6428">
        <w:tab/>
        <w:t>Method Of Sharing</w:t>
      </w:r>
    </w:p>
    <w:p w14:paraId="0D9F11B1" w14:textId="77777777" w:rsidR="00C20389" w:rsidRPr="006D6428" w:rsidRDefault="00226FD9" w:rsidP="003F7E4D">
      <w:pPr>
        <w:pStyle w:val="blocktext4"/>
      </w:pPr>
      <w:r w:rsidRPr="006D6428">
        <w:t>If all of the other insurance permits contribution by equal shares, we will follow this method also. Under this approach</w:t>
      </w:r>
      <w:r w:rsidR="00A84B41" w:rsidRPr="006D6428">
        <w:t>,</w:t>
      </w:r>
      <w:r w:rsidRPr="006D6428">
        <w:t xml:space="preserve"> each insurer contributes equal amounts until it has paid its applicable limit of insurance or none of the loss remains, whichever comes first.</w:t>
      </w:r>
    </w:p>
    <w:p w14:paraId="2A7664AE" w14:textId="77777777" w:rsidR="00B52900" w:rsidRDefault="00226FD9" w:rsidP="003F7E4D">
      <w:pPr>
        <w:pStyle w:val="blocktext4"/>
      </w:pPr>
      <w:r w:rsidRPr="006D6428">
        <w:t>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1B013597" w14:textId="77777777" w:rsidR="00193342" w:rsidRDefault="00226FD9" w:rsidP="003F7E4D">
      <w:pPr>
        <w:pStyle w:val="outlinetxt2"/>
        <w:rPr>
          <w:b w:val="0"/>
        </w:rPr>
      </w:pPr>
      <w:r w:rsidRPr="006D6428">
        <w:tab/>
      </w:r>
      <w:r>
        <w:t>3</w:t>
      </w:r>
      <w:r w:rsidRPr="006D6428">
        <w:t>.</w:t>
      </w:r>
      <w:r w:rsidRPr="006D6428">
        <w:tab/>
      </w:r>
      <w:r w:rsidRPr="006D6428">
        <w:rPr>
          <w:b w:val="0"/>
        </w:rPr>
        <w:t>The</w:t>
      </w:r>
      <w:r w:rsidRPr="006D6428">
        <w:t xml:space="preserve"> </w:t>
      </w:r>
      <w:r>
        <w:t>Policy Period, Coverage Territory</w:t>
      </w:r>
      <w:r w:rsidRPr="006D6428">
        <w:t xml:space="preserve"> </w:t>
      </w:r>
      <w:r w:rsidRPr="006D6428">
        <w:rPr>
          <w:b w:val="0"/>
        </w:rPr>
        <w:t>Condition is replaced by the following:</w:t>
      </w:r>
    </w:p>
    <w:p w14:paraId="1871952F" w14:textId="77777777" w:rsidR="00193342" w:rsidRDefault="00226FD9" w:rsidP="003F7E4D">
      <w:pPr>
        <w:pStyle w:val="blockhd3"/>
      </w:pPr>
      <w:r>
        <w:t>Policy Period, Coverage Territory</w:t>
      </w:r>
    </w:p>
    <w:p w14:paraId="5874EFCF" w14:textId="77777777" w:rsidR="00193342" w:rsidRDefault="00226FD9" w:rsidP="003F7E4D">
      <w:pPr>
        <w:pStyle w:val="blocktext3"/>
      </w:pPr>
      <w:r>
        <w:t xml:space="preserve">We cover </w:t>
      </w:r>
      <w:r w:rsidRPr="00193342">
        <w:t>"</w:t>
      </w:r>
      <w:r>
        <w:t>i</w:t>
      </w:r>
      <w:r w:rsidRPr="00193342">
        <w:t>njury" caused by an "act of sexual abuse or sexual molestation" or "interrelated acts" that was committed in the coverage territory during the policy period</w:t>
      </w:r>
      <w:r w:rsidR="00B32D7D">
        <w:t>.</w:t>
      </w:r>
    </w:p>
    <w:p w14:paraId="1920B9D5" w14:textId="77777777" w:rsidR="00193342" w:rsidRPr="005233F1" w:rsidRDefault="00226FD9" w:rsidP="003F7E4D">
      <w:pPr>
        <w:pStyle w:val="outlinetxt4"/>
        <w:rPr>
          <w:b w:val="0"/>
        </w:rPr>
      </w:pPr>
      <w:r w:rsidRPr="005233F1">
        <w:rPr>
          <w:b w:val="0"/>
        </w:rPr>
        <w:tab/>
      </w:r>
      <w:r w:rsidRPr="005233F1">
        <w:t>(1)</w:t>
      </w:r>
      <w:r w:rsidRPr="005233F1">
        <w:tab/>
      </w:r>
      <w:r w:rsidRPr="005233F1">
        <w:rPr>
          <w:b w:val="0"/>
        </w:rPr>
        <w:t xml:space="preserve">The United States of America; </w:t>
      </w:r>
    </w:p>
    <w:p w14:paraId="1785EDDC" w14:textId="77777777" w:rsidR="00193342" w:rsidRDefault="00226FD9" w:rsidP="003F7E4D">
      <w:pPr>
        <w:pStyle w:val="outlinetxt4"/>
        <w:rPr>
          <w:b w:val="0"/>
        </w:rPr>
      </w:pPr>
      <w:r w:rsidRPr="005233F1">
        <w:rPr>
          <w:b w:val="0"/>
        </w:rPr>
        <w:tab/>
      </w:r>
      <w:r w:rsidRPr="005233F1">
        <w:t>(2)</w:t>
      </w:r>
      <w:r w:rsidRPr="005233F1">
        <w:tab/>
      </w:r>
      <w:r w:rsidRPr="005233F1">
        <w:rPr>
          <w:b w:val="0"/>
        </w:rPr>
        <w:t>The territories and possessions of the United States of America;</w:t>
      </w:r>
    </w:p>
    <w:p w14:paraId="0802BD5C" w14:textId="77777777" w:rsidR="00193342" w:rsidRPr="005233F1" w:rsidRDefault="00226FD9" w:rsidP="003F7E4D">
      <w:pPr>
        <w:pStyle w:val="outlinetxt4"/>
        <w:rPr>
          <w:b w:val="0"/>
        </w:rPr>
      </w:pPr>
      <w:r w:rsidRPr="005233F1">
        <w:rPr>
          <w:b w:val="0"/>
        </w:rPr>
        <w:tab/>
      </w:r>
      <w:r w:rsidRPr="005233F1">
        <w:t>(3)</w:t>
      </w:r>
      <w:r w:rsidRPr="005233F1">
        <w:tab/>
      </w:r>
      <w:r w:rsidRPr="005233F1">
        <w:rPr>
          <w:b w:val="0"/>
        </w:rPr>
        <w:t xml:space="preserve">Puerto Rico; </w:t>
      </w:r>
      <w:r>
        <w:rPr>
          <w:b w:val="0"/>
        </w:rPr>
        <w:t>and</w:t>
      </w:r>
    </w:p>
    <w:p w14:paraId="6C271AE1" w14:textId="77777777" w:rsidR="00193342" w:rsidRPr="005233F1" w:rsidRDefault="00226FD9" w:rsidP="003F7E4D">
      <w:pPr>
        <w:pStyle w:val="outlinetxt4"/>
        <w:rPr>
          <w:b w:val="0"/>
        </w:rPr>
      </w:pPr>
      <w:r w:rsidRPr="005233F1">
        <w:rPr>
          <w:b w:val="0"/>
        </w:rPr>
        <w:tab/>
      </w:r>
      <w:r w:rsidRPr="005233F1">
        <w:t>(4)</w:t>
      </w:r>
      <w:r w:rsidRPr="005233F1">
        <w:tab/>
      </w:r>
      <w:r w:rsidRPr="005233F1">
        <w:rPr>
          <w:b w:val="0"/>
        </w:rPr>
        <w:t>Canada</w:t>
      </w:r>
      <w:r>
        <w:rPr>
          <w:b w:val="0"/>
        </w:rPr>
        <w:t>.</w:t>
      </w:r>
      <w:r w:rsidRPr="005233F1">
        <w:rPr>
          <w:b w:val="0"/>
        </w:rPr>
        <w:t xml:space="preserve"> </w:t>
      </w:r>
    </w:p>
    <w:p w14:paraId="333F2D3D" w14:textId="0FA5EDB6" w:rsidR="00677762" w:rsidRPr="006D6428" w:rsidRDefault="00226FD9" w:rsidP="003F7E4D">
      <w:pPr>
        <w:pStyle w:val="outlinehd1"/>
      </w:pPr>
      <w:r>
        <w:br w:type="column"/>
      </w:r>
      <w:r w:rsidR="005D10E3">
        <w:tab/>
      </w:r>
      <w:r w:rsidR="00DF0072">
        <w:t>H</w:t>
      </w:r>
      <w:r w:rsidR="0007387E" w:rsidRPr="00796CD5">
        <w:t>.</w:t>
      </w:r>
      <w:r w:rsidR="0007387E" w:rsidRPr="00796CD5">
        <w:tab/>
        <w:t>Definitions</w:t>
      </w:r>
    </w:p>
    <w:p w14:paraId="19B74E9C" w14:textId="77777777" w:rsidR="00481C60" w:rsidRPr="006D6428" w:rsidRDefault="00226FD9" w:rsidP="003F7E4D">
      <w:pPr>
        <w:pStyle w:val="blocktext2"/>
      </w:pPr>
      <w:r w:rsidRPr="006D6428">
        <w:t>With respect to the coverage provided by this endorsement</w:t>
      </w:r>
      <w:r w:rsidR="00493D97" w:rsidRPr="006D6428">
        <w:t>,</w:t>
      </w:r>
      <w:r w:rsidRPr="006D6428">
        <w:t xml:space="preserve"> </w:t>
      </w:r>
      <w:r w:rsidRPr="006D6428">
        <w:rPr>
          <w:b/>
        </w:rPr>
        <w:t>Section V – Definitions</w:t>
      </w:r>
      <w:r w:rsidRPr="006D6428">
        <w:t xml:space="preserve"> is amended as follows:</w:t>
      </w:r>
    </w:p>
    <w:p w14:paraId="284F7B28" w14:textId="18FF1CF8" w:rsidR="00481C60" w:rsidRPr="006D6428" w:rsidRDefault="00226FD9" w:rsidP="003F7E4D">
      <w:pPr>
        <w:pStyle w:val="outlinetxt2"/>
        <w:rPr>
          <w:b w:val="0"/>
        </w:rPr>
      </w:pPr>
      <w:r w:rsidRPr="006D6428">
        <w:rPr>
          <w:b w:val="0"/>
        </w:rPr>
        <w:tab/>
      </w:r>
      <w:r w:rsidR="009500EA" w:rsidRPr="006D6428">
        <w:t>1</w:t>
      </w:r>
      <w:r w:rsidRPr="006D6428">
        <w:t>.</w:t>
      </w:r>
      <w:r w:rsidRPr="006D6428">
        <w:rPr>
          <w:b w:val="0"/>
        </w:rPr>
        <w:tab/>
        <w:t>The "</w:t>
      </w:r>
      <w:r w:rsidR="00AC7925">
        <w:rPr>
          <w:b w:val="0"/>
        </w:rPr>
        <w:t>s</w:t>
      </w:r>
      <w:r w:rsidRPr="006D6428">
        <w:rPr>
          <w:b w:val="0"/>
        </w:rPr>
        <w:t>uit" definition is replaced by the following:</w:t>
      </w:r>
    </w:p>
    <w:p w14:paraId="0C34881F" w14:textId="77777777" w:rsidR="0056119E" w:rsidRPr="006D6428" w:rsidRDefault="00226FD9" w:rsidP="003F7E4D">
      <w:pPr>
        <w:pStyle w:val="blocktext3"/>
      </w:pPr>
      <w:bookmarkStart w:id="7" w:name="_Hlk70689742"/>
      <w:r w:rsidRPr="006D6428">
        <w:t>"Suit" means a civil proceeding in which damages because of "injury" to which this insurance applies are alleged. "Suit" includes:</w:t>
      </w:r>
    </w:p>
    <w:bookmarkEnd w:id="7"/>
    <w:p w14:paraId="5656D7E4" w14:textId="77777777" w:rsidR="00481C60" w:rsidRPr="006D6428" w:rsidRDefault="00226FD9" w:rsidP="003F7E4D">
      <w:pPr>
        <w:pStyle w:val="outlinetxt3"/>
      </w:pPr>
      <w:r w:rsidRPr="006D6428">
        <w:tab/>
        <w:t>a.</w:t>
      </w:r>
      <w:r w:rsidRPr="006D6428">
        <w:tab/>
      </w:r>
      <w:r w:rsidRPr="006D6428">
        <w:rPr>
          <w:b w:val="0"/>
        </w:rPr>
        <w:t>An arbitration proceeding in which such damages are claimed and to which the "insured" must submit or does submit with our consent; or</w:t>
      </w:r>
    </w:p>
    <w:p w14:paraId="5CA51C5E" w14:textId="77777777" w:rsidR="00481C60" w:rsidRPr="006D6428" w:rsidRDefault="00226FD9" w:rsidP="003F7E4D">
      <w:pPr>
        <w:pStyle w:val="outlinetxt3"/>
      </w:pPr>
      <w:r w:rsidRPr="006D6428">
        <w:tab/>
        <w:t>b.</w:t>
      </w:r>
      <w:r w:rsidRPr="006D6428">
        <w:tab/>
      </w:r>
      <w:r w:rsidRPr="006D6428">
        <w:rPr>
          <w:b w:val="0"/>
        </w:rPr>
        <w:t>Any other alternative dispute resolution proceeding in which such damages are claimed and to which the "insured" submits with our consent.</w:t>
      </w:r>
    </w:p>
    <w:p w14:paraId="453E3A7C" w14:textId="77777777" w:rsidR="00C20389" w:rsidRPr="006D6428" w:rsidRDefault="00226FD9" w:rsidP="003F7E4D">
      <w:pPr>
        <w:pStyle w:val="outlinetxt2"/>
        <w:rPr>
          <w:b w:val="0"/>
        </w:rPr>
      </w:pPr>
      <w:r w:rsidRPr="006D6428">
        <w:rPr>
          <w:b w:val="0"/>
        </w:rPr>
        <w:tab/>
      </w:r>
      <w:r w:rsidR="009500EA" w:rsidRPr="006D6428">
        <w:rPr>
          <w:bCs/>
        </w:rPr>
        <w:t>2</w:t>
      </w:r>
      <w:r w:rsidR="00B15515" w:rsidRPr="006D6428">
        <w:rPr>
          <w:bCs/>
        </w:rPr>
        <w:t>.</w:t>
      </w:r>
      <w:r w:rsidR="00B15515" w:rsidRPr="006D6428">
        <w:tab/>
      </w:r>
      <w:r w:rsidR="00433FBA" w:rsidRPr="006D6428">
        <w:rPr>
          <w:b w:val="0"/>
        </w:rPr>
        <w:t>The following definitions are added:</w:t>
      </w:r>
    </w:p>
    <w:p w14:paraId="7F5675F1" w14:textId="77777777" w:rsidR="00C20389" w:rsidRPr="006D6428" w:rsidRDefault="00226FD9" w:rsidP="003F7E4D">
      <w:pPr>
        <w:pStyle w:val="outlinetxt3"/>
        <w:rPr>
          <w:b w:val="0"/>
        </w:rPr>
      </w:pPr>
      <w:r w:rsidRPr="006D6428">
        <w:rPr>
          <w:b w:val="0"/>
        </w:rPr>
        <w:tab/>
      </w:r>
      <w:r w:rsidR="00433FBA" w:rsidRPr="006D6428">
        <w:t>a</w:t>
      </w:r>
      <w:r w:rsidRPr="006D6428">
        <w:t>.</w:t>
      </w:r>
      <w:r w:rsidRPr="006D6428">
        <w:tab/>
      </w:r>
      <w:r w:rsidR="000D5285" w:rsidRPr="006D6428">
        <w:rPr>
          <w:b w:val="0"/>
          <w:bCs/>
        </w:rPr>
        <w:t>"Act of sexual abuse or sexual molestation" means:</w:t>
      </w:r>
    </w:p>
    <w:p w14:paraId="32F7A905" w14:textId="77777777" w:rsidR="00C20389" w:rsidRPr="006D6428" w:rsidRDefault="00226FD9" w:rsidP="003F7E4D">
      <w:pPr>
        <w:pStyle w:val="outlinetxt4"/>
        <w:rPr>
          <w:b w:val="0"/>
        </w:rPr>
      </w:pPr>
      <w:r w:rsidRPr="006D6428">
        <w:rPr>
          <w:b w:val="0"/>
        </w:rPr>
        <w:tab/>
      </w:r>
      <w:r w:rsidR="00433FBA" w:rsidRPr="006D6428">
        <w:t>(1)</w:t>
      </w:r>
      <w:r w:rsidRPr="006D6428">
        <w:tab/>
      </w:r>
      <w:r w:rsidR="000D5285" w:rsidRPr="006D6428">
        <w:rPr>
          <w:b w:val="0"/>
        </w:rPr>
        <w:t>The actual, alleged or threatened sexual abuse or sexual molestation of any person committed by anyone; or</w:t>
      </w:r>
    </w:p>
    <w:p w14:paraId="621BF211" w14:textId="77777777" w:rsidR="00C20389" w:rsidRPr="006D6428" w:rsidRDefault="00226FD9" w:rsidP="003F7E4D">
      <w:pPr>
        <w:pStyle w:val="outlinetxt4"/>
        <w:rPr>
          <w:b w:val="0"/>
        </w:rPr>
      </w:pPr>
      <w:r w:rsidRPr="006D6428">
        <w:rPr>
          <w:b w:val="0"/>
        </w:rPr>
        <w:tab/>
      </w:r>
      <w:r w:rsidR="00433FBA" w:rsidRPr="006D6428">
        <w:t>(2)</w:t>
      </w:r>
      <w:r w:rsidRPr="006D6428">
        <w:tab/>
      </w:r>
      <w:r w:rsidR="000D5285" w:rsidRPr="006D6428">
        <w:rPr>
          <w:b w:val="0"/>
        </w:rPr>
        <w:t>The negligent:</w:t>
      </w:r>
    </w:p>
    <w:p w14:paraId="65225A6E" w14:textId="77777777" w:rsidR="000D5285" w:rsidRPr="006D6428" w:rsidRDefault="00226FD9" w:rsidP="003F7E4D">
      <w:pPr>
        <w:pStyle w:val="outlinetxt5"/>
        <w:rPr>
          <w:b w:val="0"/>
        </w:rPr>
      </w:pPr>
      <w:r w:rsidRPr="006D6428">
        <w:rPr>
          <w:b w:val="0"/>
        </w:rPr>
        <w:tab/>
      </w:r>
      <w:r w:rsidRPr="006D6428">
        <w:rPr>
          <w:bCs/>
        </w:rPr>
        <w:t>(</w:t>
      </w:r>
      <w:r w:rsidR="00716F1D" w:rsidRPr="006D6428">
        <w:rPr>
          <w:bCs/>
        </w:rPr>
        <w:t>a</w:t>
      </w:r>
      <w:r w:rsidRPr="006D6428">
        <w:rPr>
          <w:bCs/>
        </w:rPr>
        <w:t>)</w:t>
      </w:r>
      <w:r w:rsidRPr="006D6428">
        <w:rPr>
          <w:b w:val="0"/>
        </w:rPr>
        <w:tab/>
        <w:t>Employment;</w:t>
      </w:r>
    </w:p>
    <w:p w14:paraId="71F40925" w14:textId="77777777" w:rsidR="000D5285" w:rsidRPr="006D6428" w:rsidRDefault="00226FD9" w:rsidP="003F7E4D">
      <w:pPr>
        <w:pStyle w:val="outlinetxt5"/>
        <w:rPr>
          <w:b w:val="0"/>
        </w:rPr>
      </w:pPr>
      <w:r w:rsidRPr="006D6428">
        <w:rPr>
          <w:b w:val="0"/>
        </w:rPr>
        <w:tab/>
      </w:r>
      <w:r w:rsidRPr="006D6428">
        <w:rPr>
          <w:bCs/>
        </w:rPr>
        <w:t>(</w:t>
      </w:r>
      <w:r w:rsidR="00716F1D" w:rsidRPr="006D6428">
        <w:rPr>
          <w:bCs/>
        </w:rPr>
        <w:t>b</w:t>
      </w:r>
      <w:r w:rsidRPr="006D6428">
        <w:rPr>
          <w:bCs/>
        </w:rPr>
        <w:t>)</w:t>
      </w:r>
      <w:r w:rsidRPr="006D6428">
        <w:rPr>
          <w:b w:val="0"/>
        </w:rPr>
        <w:tab/>
        <w:t>Investigation;</w:t>
      </w:r>
    </w:p>
    <w:p w14:paraId="3A0FD2D1" w14:textId="77777777" w:rsidR="000D5285" w:rsidRPr="006D6428" w:rsidRDefault="00226FD9" w:rsidP="003F7E4D">
      <w:pPr>
        <w:pStyle w:val="outlinetxt5"/>
        <w:rPr>
          <w:b w:val="0"/>
        </w:rPr>
      </w:pPr>
      <w:r w:rsidRPr="006D6428">
        <w:rPr>
          <w:b w:val="0"/>
        </w:rPr>
        <w:tab/>
      </w:r>
      <w:r w:rsidRPr="006D6428">
        <w:rPr>
          <w:bCs/>
        </w:rPr>
        <w:t>(</w:t>
      </w:r>
      <w:r w:rsidR="00716F1D" w:rsidRPr="006D6428">
        <w:rPr>
          <w:bCs/>
        </w:rPr>
        <w:t>c</w:t>
      </w:r>
      <w:r w:rsidRPr="006D6428">
        <w:rPr>
          <w:bCs/>
        </w:rPr>
        <w:t>)</w:t>
      </w:r>
      <w:r w:rsidRPr="006D6428">
        <w:rPr>
          <w:b w:val="0"/>
        </w:rPr>
        <w:tab/>
        <w:t>Supervision; or</w:t>
      </w:r>
    </w:p>
    <w:p w14:paraId="0C1777DE" w14:textId="77777777" w:rsidR="000D5285" w:rsidRPr="006D6428" w:rsidRDefault="00226FD9" w:rsidP="003F7E4D">
      <w:pPr>
        <w:pStyle w:val="outlinetxt5"/>
        <w:rPr>
          <w:b w:val="0"/>
        </w:rPr>
      </w:pPr>
      <w:r w:rsidRPr="006D6428">
        <w:rPr>
          <w:b w:val="0"/>
        </w:rPr>
        <w:tab/>
      </w:r>
      <w:r w:rsidRPr="006D6428">
        <w:rPr>
          <w:bCs/>
        </w:rPr>
        <w:t>(</w:t>
      </w:r>
      <w:r w:rsidR="00716F1D" w:rsidRPr="006D6428">
        <w:rPr>
          <w:bCs/>
        </w:rPr>
        <w:t>d</w:t>
      </w:r>
      <w:r w:rsidRPr="006D6428">
        <w:rPr>
          <w:bCs/>
        </w:rPr>
        <w:t>)</w:t>
      </w:r>
      <w:r w:rsidRPr="006D6428">
        <w:rPr>
          <w:b w:val="0"/>
        </w:rPr>
        <w:tab/>
        <w:t>Retention;</w:t>
      </w:r>
    </w:p>
    <w:p w14:paraId="7B5E2E40" w14:textId="77777777" w:rsidR="00716F1D" w:rsidRPr="006D6428" w:rsidRDefault="00226FD9" w:rsidP="003F7E4D">
      <w:pPr>
        <w:pStyle w:val="blocktext5"/>
      </w:pPr>
      <w:r w:rsidRPr="006D6428">
        <w:t xml:space="preserve">of a person for whom any </w:t>
      </w:r>
      <w:r w:rsidR="00F96E52">
        <w:t>"</w:t>
      </w:r>
      <w:r w:rsidRPr="006D6428">
        <w:t>insured</w:t>
      </w:r>
      <w:r w:rsidR="00F96E52">
        <w:t>"</w:t>
      </w:r>
      <w:r w:rsidRPr="006D6428">
        <w:t xml:space="preserve"> is or ever was legally responsible and whose conduct would be described by Paragraph </w:t>
      </w:r>
      <w:r w:rsidR="005E5C15" w:rsidRPr="006D6428">
        <w:rPr>
          <w:b/>
          <w:bCs/>
        </w:rPr>
        <w:t>(1)</w:t>
      </w:r>
      <w:r w:rsidRPr="006D6428">
        <w:rPr>
          <w:b/>
          <w:bCs/>
        </w:rPr>
        <w:t xml:space="preserve"> </w:t>
      </w:r>
      <w:r w:rsidRPr="006D6428">
        <w:t>above.</w:t>
      </w:r>
    </w:p>
    <w:p w14:paraId="67214CB3" w14:textId="77777777" w:rsidR="00C20389" w:rsidRPr="006D6428" w:rsidRDefault="00226FD9" w:rsidP="003F7E4D">
      <w:pPr>
        <w:pStyle w:val="outlinetxt3"/>
        <w:rPr>
          <w:b w:val="0"/>
        </w:rPr>
      </w:pPr>
      <w:r w:rsidRPr="006D6428">
        <w:rPr>
          <w:b w:val="0"/>
        </w:rPr>
        <w:tab/>
      </w:r>
      <w:r w:rsidR="00433FBA" w:rsidRPr="006D6428">
        <w:t>b</w:t>
      </w:r>
      <w:r w:rsidRPr="006D6428">
        <w:t>.</w:t>
      </w:r>
      <w:r w:rsidRPr="006D6428">
        <w:tab/>
      </w:r>
      <w:r w:rsidR="003E13F8" w:rsidRPr="006D6428">
        <w:rPr>
          <w:b w:val="0"/>
        </w:rPr>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03886E2F" w14:textId="6F25A815" w:rsidR="00B046F4" w:rsidRPr="006D6428" w:rsidRDefault="00226FD9" w:rsidP="003F7E4D">
      <w:pPr>
        <w:pStyle w:val="outlinetxt3"/>
        <w:rPr>
          <w:b w:val="0"/>
        </w:rPr>
      </w:pPr>
      <w:r>
        <w:rPr>
          <w:b w:val="0"/>
        </w:rPr>
        <w:br w:type="page"/>
      </w:r>
      <w:r w:rsidR="003F7E4D">
        <w:rPr>
          <w:b w:val="0"/>
          <w:noProof/>
        </w:rPr>
        <w:lastRenderedPageBreak/>
        <w:pict w14:anchorId="10B33BDF">
          <v:rect id="_x0000_s1032" style="position:absolute;left:0;text-align:left;margin-left:-288.8pt;margin-top:0;width:36pt;height:158.45pt;z-index:-25165107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A9D62B9" w14:textId="77777777" w:rsidR="00B62AA2" w:rsidRDefault="00226FD9">
                  <w:pPr>
                    <w:pStyle w:val="sidetext"/>
                  </w:pPr>
                  <w:r>
                    <w:t>N</w:t>
                  </w:r>
                </w:p>
                <w:p w14:paraId="22E1210F" w14:textId="77777777" w:rsidR="00B62AA2" w:rsidRDefault="00B62AA2">
                  <w:pPr>
                    <w:pStyle w:val="sidetext"/>
                  </w:pPr>
                </w:p>
                <w:p w14:paraId="31BE0BB9" w14:textId="77777777" w:rsidR="00B62AA2" w:rsidRDefault="00226FD9">
                  <w:pPr>
                    <w:pStyle w:val="sidetext"/>
                  </w:pPr>
                  <w:r>
                    <w:t>E</w:t>
                  </w:r>
                </w:p>
                <w:p w14:paraId="62D498CA" w14:textId="77777777" w:rsidR="00B62AA2" w:rsidRDefault="00B62AA2">
                  <w:pPr>
                    <w:pStyle w:val="sidetext"/>
                  </w:pPr>
                </w:p>
                <w:p w14:paraId="10F65C65" w14:textId="77777777" w:rsidR="00B62AA2" w:rsidRDefault="00226FD9">
                  <w:pPr>
                    <w:pStyle w:val="sidetext"/>
                  </w:pPr>
                  <w:r>
                    <w:t>W</w:t>
                  </w:r>
                </w:p>
              </w:txbxContent>
            </v:textbox>
            <w10:wrap anchorx="page" anchory="page"/>
            <w10:anchorlock/>
          </v:rect>
        </w:pict>
      </w:r>
      <w:r w:rsidR="0007387E" w:rsidRPr="006D6428">
        <w:rPr>
          <w:b w:val="0"/>
        </w:rPr>
        <w:tab/>
      </w:r>
      <w:r w:rsidR="00433FBA" w:rsidRPr="006D6428">
        <w:rPr>
          <w:bCs/>
        </w:rPr>
        <w:t>c</w:t>
      </w:r>
      <w:r w:rsidR="0007387E" w:rsidRPr="006D6428">
        <w:rPr>
          <w:bCs/>
        </w:rPr>
        <w:t>.</w:t>
      </w:r>
      <w:r w:rsidR="0007387E" w:rsidRPr="006D6428">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p>
    <w:p w14:paraId="23F7BDEB" w14:textId="77777777" w:rsidR="00B046F4" w:rsidRPr="006D6428" w:rsidRDefault="00226FD9" w:rsidP="003F7E4D">
      <w:pPr>
        <w:pStyle w:val="blocktext4"/>
      </w:pPr>
      <w:bookmarkStart w:id="8" w:name="_Hlk69308847"/>
      <w:r w:rsidRPr="006D6428">
        <w:t xml:space="preserve">Such series of interrelated, causally connected or continuous acts shall be considered to be one </w:t>
      </w:r>
      <w:r w:rsidRPr="006D6428">
        <w:rPr>
          <w:bCs/>
        </w:rPr>
        <w:t>"act of sexual abuse or sexual molestation",</w:t>
      </w:r>
      <w:r w:rsidRPr="006D6428">
        <w:t xml:space="preserve"> deemed to be committed at the time of the first such act regardless of:</w:t>
      </w:r>
    </w:p>
    <w:p w14:paraId="723DA6BA" w14:textId="0A49C058" w:rsidR="00DC054D" w:rsidRPr="006D6428" w:rsidRDefault="00226FD9" w:rsidP="003F7E4D">
      <w:pPr>
        <w:pStyle w:val="outlinetxt4"/>
        <w:rPr>
          <w:b w:val="0"/>
        </w:rPr>
      </w:pPr>
      <w:r w:rsidRPr="006D6428">
        <w:rPr>
          <w:b w:val="0"/>
        </w:rPr>
        <w:tab/>
      </w:r>
      <w:r w:rsidRPr="006D6428">
        <w:rPr>
          <w:bCs/>
        </w:rPr>
        <w:t>(1)</w:t>
      </w:r>
      <w:r w:rsidRPr="006D6428">
        <w:rPr>
          <w:b w:val="0"/>
        </w:rPr>
        <w:tab/>
        <w:t xml:space="preserve">The period of time over which the "acts of sexual abuse or sexual molestation" takes place; </w:t>
      </w:r>
    </w:p>
    <w:p w14:paraId="42321CEA" w14:textId="236239A2" w:rsidR="00DC054D" w:rsidRPr="006D6428" w:rsidRDefault="00226FD9" w:rsidP="003F7E4D">
      <w:pPr>
        <w:pStyle w:val="outlinetxt4"/>
        <w:rPr>
          <w:b w:val="0"/>
        </w:rPr>
      </w:pPr>
      <w:r>
        <w:rPr>
          <w:b w:val="0"/>
        </w:rPr>
        <w:br w:type="column"/>
      </w:r>
      <w:r w:rsidR="0007387E" w:rsidRPr="006D6428">
        <w:rPr>
          <w:b w:val="0"/>
        </w:rPr>
        <w:tab/>
      </w:r>
      <w:r w:rsidR="000F3BD4" w:rsidRPr="006D6428">
        <w:rPr>
          <w:bCs/>
        </w:rPr>
        <w:t>(2)</w:t>
      </w:r>
      <w:r w:rsidR="0007387E" w:rsidRPr="006D6428">
        <w:rPr>
          <w:b w:val="0"/>
        </w:rPr>
        <w:tab/>
        <w:t>The number of persons injured or who are alleging "acts of sexual abuse or sexual molestation";</w:t>
      </w:r>
    </w:p>
    <w:p w14:paraId="178C13DA" w14:textId="02FC47FC" w:rsidR="00DC054D" w:rsidRPr="006D6428" w:rsidRDefault="00226FD9" w:rsidP="003F7E4D">
      <w:pPr>
        <w:pStyle w:val="outlinetxt4"/>
        <w:rPr>
          <w:b w:val="0"/>
        </w:rPr>
      </w:pPr>
      <w:r w:rsidRPr="006D6428">
        <w:rPr>
          <w:b w:val="0"/>
        </w:rPr>
        <w:tab/>
      </w:r>
      <w:r w:rsidR="000F3BD4" w:rsidRPr="006D6428">
        <w:rPr>
          <w:bCs/>
        </w:rPr>
        <w:t>(3)</w:t>
      </w:r>
      <w:r w:rsidRPr="006D6428">
        <w:rPr>
          <w:b w:val="0"/>
        </w:rPr>
        <w:tab/>
        <w:t>The number of persons who committed or allegedly committed "acts of sexual abuse or sexual molestation";</w:t>
      </w:r>
    </w:p>
    <w:p w14:paraId="73E259AD" w14:textId="77777777" w:rsidR="00DC054D" w:rsidRPr="006D6428" w:rsidRDefault="00226FD9" w:rsidP="003F7E4D">
      <w:pPr>
        <w:pStyle w:val="outlinetxt4"/>
        <w:rPr>
          <w:b w:val="0"/>
        </w:rPr>
      </w:pPr>
      <w:r w:rsidRPr="006D6428">
        <w:rPr>
          <w:b w:val="0"/>
        </w:rPr>
        <w:tab/>
      </w:r>
      <w:r w:rsidR="000F3BD4" w:rsidRPr="006D6428">
        <w:rPr>
          <w:bCs/>
        </w:rPr>
        <w:t>(4)</w:t>
      </w:r>
      <w:r w:rsidRPr="006D6428">
        <w:rPr>
          <w:b w:val="0"/>
        </w:rPr>
        <w:tab/>
        <w:t xml:space="preserve">The types of "acts of sexual abuse or sexual molestation" involved or alleged; or </w:t>
      </w:r>
    </w:p>
    <w:p w14:paraId="4D9726A0" w14:textId="77777777" w:rsidR="00DC054D" w:rsidRPr="00DC054D" w:rsidRDefault="00226FD9" w:rsidP="003F7E4D">
      <w:pPr>
        <w:pStyle w:val="outlinetxt4"/>
        <w:rPr>
          <w:b w:val="0"/>
        </w:rPr>
      </w:pPr>
      <w:r w:rsidRPr="006D6428">
        <w:rPr>
          <w:b w:val="0"/>
        </w:rPr>
        <w:tab/>
      </w:r>
      <w:r w:rsidR="000F3BD4" w:rsidRPr="006D6428">
        <w:rPr>
          <w:bCs/>
        </w:rPr>
        <w:t>(5)</w:t>
      </w:r>
      <w:r w:rsidRPr="006D6428">
        <w:rPr>
          <w:b w:val="0"/>
        </w:rPr>
        <w:tab/>
        <w:t>The number of times the "acts of sexual abuse or sexual molestation" took place.</w:t>
      </w:r>
      <w:bookmarkEnd w:id="8"/>
    </w:p>
    <w:sectPr w:rsidR="00DC054D" w:rsidRPr="00DC054D" w:rsidSect="00954BA8">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01CB72" w14:textId="77777777" w:rsidR="00210BC8" w:rsidRDefault="00226FD9">
      <w:r>
        <w:separator/>
      </w:r>
    </w:p>
  </w:endnote>
  <w:endnote w:type="continuationSeparator" w:id="0">
    <w:p w14:paraId="7FB270C4" w14:textId="77777777" w:rsidR="00210BC8" w:rsidRDefault="00226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altName w:val="Cambria"/>
    <w:panose1 w:val="00000000000000000000"/>
    <w:charset w:val="00"/>
    <w:family w:val="roman"/>
    <w:notTrueType/>
    <w:pitch w:val="default"/>
    <w:sig w:usb0="00000003" w:usb1="00000000" w:usb2="00000000" w:usb3="00000000" w:csb0="00000001" w:csb1="00000000"/>
  </w:font>
  <w:font w:name="ZapfDingbats">
    <w:altName w:val="Wingdings"/>
    <w:panose1 w:val="00000000000000000000"/>
    <w:charset w:val="02"/>
    <w:family w:val="decorative"/>
    <w:notTrueType/>
    <w:pitch w:val="variable"/>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C208F" w14:paraId="6E9735A8" w14:textId="77777777">
      <w:tc>
        <w:tcPr>
          <w:tcW w:w="940" w:type="pct"/>
        </w:tcPr>
        <w:p w14:paraId="17E371EB" w14:textId="77777777" w:rsidR="00FD7ED5" w:rsidRDefault="00226FD9" w:rsidP="003064E4">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5F5BA4">
            <w:fldChar w:fldCharType="begin"/>
          </w:r>
          <w:r>
            <w:instrText xml:space="preserve"> NUMPAGES   \* MERGEFORMAT </w:instrText>
          </w:r>
          <w:r w:rsidR="005F5BA4">
            <w:fldChar w:fldCharType="separate"/>
          </w:r>
          <w:r w:rsidR="005F5BA4">
            <w:rPr>
              <w:noProof/>
            </w:rPr>
            <w:t>7</w:t>
          </w:r>
          <w:r w:rsidR="005F5BA4">
            <w:rPr>
              <w:noProof/>
            </w:rPr>
            <w:fldChar w:fldCharType="end"/>
          </w:r>
        </w:p>
      </w:tc>
      <w:tc>
        <w:tcPr>
          <w:tcW w:w="2885" w:type="pct"/>
        </w:tcPr>
        <w:p w14:paraId="0B961380" w14:textId="62161C42" w:rsidR="00FD7ED5" w:rsidRDefault="00226FD9" w:rsidP="005B34F9">
          <w:pPr>
            <w:pStyle w:val="isof1"/>
            <w:jc w:val="center"/>
          </w:pPr>
          <w:r>
            <w:t>© Insurance Services Office, Inc., 2021 </w:t>
          </w:r>
        </w:p>
      </w:tc>
      <w:tc>
        <w:tcPr>
          <w:tcW w:w="890" w:type="pct"/>
        </w:tcPr>
        <w:p w14:paraId="1776C1C9" w14:textId="1DD318E5" w:rsidR="00FD7ED5" w:rsidRDefault="00226FD9" w:rsidP="00954BA8">
          <w:pPr>
            <w:pStyle w:val="isof2"/>
            <w:jc w:val="right"/>
          </w:pPr>
          <w:r>
            <w:t>CA 27 25 09 22</w:t>
          </w:r>
        </w:p>
      </w:tc>
      <w:tc>
        <w:tcPr>
          <w:tcW w:w="278" w:type="pct"/>
        </w:tcPr>
        <w:p w14:paraId="41F4FCE8" w14:textId="77777777" w:rsidR="00FD7ED5" w:rsidRDefault="00FD7ED5">
          <w:pPr>
            <w:jc w:val="right"/>
          </w:pPr>
        </w:p>
      </w:tc>
    </w:tr>
  </w:tbl>
  <w:p w14:paraId="39F26505" w14:textId="77777777" w:rsidR="00FD7ED5" w:rsidRPr="003064E4" w:rsidRDefault="00FD7ED5" w:rsidP="003064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C208F" w14:paraId="4044391B" w14:textId="77777777">
      <w:tc>
        <w:tcPr>
          <w:tcW w:w="940" w:type="pct"/>
        </w:tcPr>
        <w:p w14:paraId="3F7E856F" w14:textId="11BD5CC5" w:rsidR="00FD7ED5" w:rsidRDefault="00226FD9" w:rsidP="00954BA8">
          <w:pPr>
            <w:pStyle w:val="isof2"/>
            <w:jc w:val="left"/>
          </w:pPr>
          <w:r>
            <w:t>CA 27 25 09 22</w:t>
          </w:r>
        </w:p>
      </w:tc>
      <w:tc>
        <w:tcPr>
          <w:tcW w:w="2885" w:type="pct"/>
        </w:tcPr>
        <w:p w14:paraId="73D1B9D4" w14:textId="3EE05DD1" w:rsidR="00FD7ED5" w:rsidRDefault="00226FD9" w:rsidP="005B34F9">
          <w:pPr>
            <w:pStyle w:val="isof1"/>
            <w:jc w:val="center"/>
          </w:pPr>
          <w:r>
            <w:t>© Insurance Services Office, Inc., 2021 </w:t>
          </w:r>
        </w:p>
      </w:tc>
      <w:tc>
        <w:tcPr>
          <w:tcW w:w="890" w:type="pct"/>
        </w:tcPr>
        <w:p w14:paraId="4FD2F74C" w14:textId="77777777" w:rsidR="00FD7ED5" w:rsidRDefault="00226FD9" w:rsidP="003064E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5F5BA4">
            <w:fldChar w:fldCharType="begin"/>
          </w:r>
          <w:r>
            <w:instrText xml:space="preserve"> NUMPAGES   \* MERGEFORMAT </w:instrText>
          </w:r>
          <w:r w:rsidR="005F5BA4">
            <w:fldChar w:fldCharType="separate"/>
          </w:r>
          <w:r w:rsidR="005F5BA4">
            <w:rPr>
              <w:noProof/>
            </w:rPr>
            <w:t>7</w:t>
          </w:r>
          <w:r w:rsidR="005F5BA4">
            <w:rPr>
              <w:noProof/>
            </w:rPr>
            <w:fldChar w:fldCharType="end"/>
          </w:r>
        </w:p>
      </w:tc>
      <w:tc>
        <w:tcPr>
          <w:tcW w:w="278" w:type="pct"/>
        </w:tcPr>
        <w:p w14:paraId="6B65ED0F" w14:textId="77777777" w:rsidR="00FD7ED5" w:rsidRDefault="00FD7ED5">
          <w:pPr>
            <w:jc w:val="right"/>
          </w:pPr>
        </w:p>
      </w:tc>
    </w:tr>
  </w:tbl>
  <w:p w14:paraId="144FA6F0" w14:textId="77777777" w:rsidR="00FD7ED5" w:rsidRPr="003064E4" w:rsidRDefault="00FD7ED5" w:rsidP="003064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C208F" w14:paraId="050BF221" w14:textId="77777777">
      <w:tc>
        <w:tcPr>
          <w:tcW w:w="940" w:type="pct"/>
        </w:tcPr>
        <w:p w14:paraId="1C3E1E6E" w14:textId="365485A6" w:rsidR="00954BA8" w:rsidRDefault="00226FD9" w:rsidP="00954BA8">
          <w:pPr>
            <w:pStyle w:val="isof2"/>
            <w:jc w:val="left"/>
          </w:pPr>
          <w:r>
            <w:t>CA 27 25 09 22</w:t>
          </w:r>
        </w:p>
      </w:tc>
      <w:tc>
        <w:tcPr>
          <w:tcW w:w="2885" w:type="pct"/>
        </w:tcPr>
        <w:p w14:paraId="162213B7" w14:textId="63980AD8" w:rsidR="00954BA8" w:rsidRDefault="00226FD9" w:rsidP="00954BA8">
          <w:pPr>
            <w:pStyle w:val="isof1"/>
            <w:jc w:val="center"/>
          </w:pPr>
          <w:r>
            <w:t>© Insurance Services Office, Inc., 2021 </w:t>
          </w:r>
        </w:p>
      </w:tc>
      <w:tc>
        <w:tcPr>
          <w:tcW w:w="890" w:type="pct"/>
        </w:tcPr>
        <w:p w14:paraId="345B1E56" w14:textId="16C4A91A" w:rsidR="00954BA8" w:rsidRDefault="00226FD9" w:rsidP="00954BA8">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8</w:t>
            </w:r>
          </w:fldSimple>
        </w:p>
      </w:tc>
      <w:tc>
        <w:tcPr>
          <w:tcW w:w="278" w:type="pct"/>
        </w:tcPr>
        <w:p w14:paraId="26A78E54" w14:textId="77777777" w:rsidR="00954BA8" w:rsidRDefault="00954BA8">
          <w:pPr>
            <w:jc w:val="right"/>
          </w:pPr>
        </w:p>
      </w:tc>
    </w:tr>
  </w:tbl>
  <w:p w14:paraId="6ABC6B1A" w14:textId="77777777" w:rsidR="00954BA8" w:rsidRDefault="00954BA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C208F" w14:paraId="76ABCB63" w14:textId="77777777">
      <w:tc>
        <w:tcPr>
          <w:tcW w:w="940" w:type="pct"/>
        </w:tcPr>
        <w:p w14:paraId="40166698" w14:textId="77777777" w:rsidR="005B34F9" w:rsidRDefault="00226FD9" w:rsidP="003064E4">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3F7E4D">
            <w:fldChar w:fldCharType="begin"/>
          </w:r>
          <w:r w:rsidR="003F7E4D">
            <w:instrText xml:space="preserve"> NUMPAGES   \* MERGEFORMAT </w:instrText>
          </w:r>
          <w:r w:rsidR="003F7E4D">
            <w:fldChar w:fldCharType="separate"/>
          </w:r>
          <w:r>
            <w:rPr>
              <w:noProof/>
            </w:rPr>
            <w:t>7</w:t>
          </w:r>
          <w:r w:rsidR="003F7E4D">
            <w:rPr>
              <w:noProof/>
            </w:rPr>
            <w:fldChar w:fldCharType="end"/>
          </w:r>
        </w:p>
      </w:tc>
      <w:tc>
        <w:tcPr>
          <w:tcW w:w="2885" w:type="pct"/>
        </w:tcPr>
        <w:p w14:paraId="366A9C07" w14:textId="7F8A5101" w:rsidR="005B34F9" w:rsidRDefault="00226FD9" w:rsidP="005B34F9">
          <w:pPr>
            <w:pStyle w:val="isof1"/>
            <w:jc w:val="center"/>
          </w:pPr>
          <w:r>
            <w:t>© Insurance Services Office, Inc., 2021 </w:t>
          </w:r>
        </w:p>
      </w:tc>
      <w:tc>
        <w:tcPr>
          <w:tcW w:w="890" w:type="pct"/>
        </w:tcPr>
        <w:p w14:paraId="32F084F9" w14:textId="5C584EF0" w:rsidR="005B34F9" w:rsidRDefault="00226FD9" w:rsidP="00954BA8">
          <w:pPr>
            <w:pStyle w:val="isof2"/>
            <w:jc w:val="right"/>
          </w:pPr>
          <w:r>
            <w:t>CA 27 25 09 22</w:t>
          </w:r>
        </w:p>
      </w:tc>
      <w:tc>
        <w:tcPr>
          <w:tcW w:w="278" w:type="pct"/>
        </w:tcPr>
        <w:p w14:paraId="502A026C" w14:textId="77777777" w:rsidR="005B34F9" w:rsidRDefault="005B34F9">
          <w:pPr>
            <w:jc w:val="right"/>
          </w:pPr>
        </w:p>
      </w:tc>
    </w:tr>
  </w:tbl>
  <w:p w14:paraId="37A69338" w14:textId="77777777" w:rsidR="005B34F9" w:rsidRPr="003064E4" w:rsidRDefault="005B34F9" w:rsidP="003064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C208F" w14:paraId="0757E781" w14:textId="77777777">
      <w:tc>
        <w:tcPr>
          <w:tcW w:w="940" w:type="pct"/>
        </w:tcPr>
        <w:p w14:paraId="56C24C8C" w14:textId="78CAB6C5" w:rsidR="005B34F9" w:rsidRDefault="00226FD9" w:rsidP="00954BA8">
          <w:pPr>
            <w:pStyle w:val="isof2"/>
            <w:jc w:val="left"/>
          </w:pPr>
          <w:r>
            <w:t>CA 27 25 09 22</w:t>
          </w:r>
        </w:p>
      </w:tc>
      <w:tc>
        <w:tcPr>
          <w:tcW w:w="2885" w:type="pct"/>
        </w:tcPr>
        <w:p w14:paraId="76FF70D8" w14:textId="7FDABE10" w:rsidR="005B34F9" w:rsidRDefault="00226FD9" w:rsidP="005B34F9">
          <w:pPr>
            <w:pStyle w:val="isof1"/>
            <w:jc w:val="center"/>
          </w:pPr>
          <w:r>
            <w:t>© Insurance Services Office, Inc., 2021 </w:t>
          </w:r>
        </w:p>
      </w:tc>
      <w:tc>
        <w:tcPr>
          <w:tcW w:w="890" w:type="pct"/>
        </w:tcPr>
        <w:p w14:paraId="40991471" w14:textId="77777777" w:rsidR="005B34F9" w:rsidRDefault="00226FD9" w:rsidP="003064E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3F7E4D">
            <w:fldChar w:fldCharType="begin"/>
          </w:r>
          <w:r w:rsidR="003F7E4D">
            <w:instrText xml:space="preserve"> NUMPAGES   \* MERGEFORMAT </w:instrText>
          </w:r>
          <w:r w:rsidR="003F7E4D">
            <w:fldChar w:fldCharType="separate"/>
          </w:r>
          <w:r>
            <w:rPr>
              <w:noProof/>
            </w:rPr>
            <w:t>7</w:t>
          </w:r>
          <w:r w:rsidR="003F7E4D">
            <w:rPr>
              <w:noProof/>
            </w:rPr>
            <w:fldChar w:fldCharType="end"/>
          </w:r>
        </w:p>
      </w:tc>
      <w:tc>
        <w:tcPr>
          <w:tcW w:w="278" w:type="pct"/>
        </w:tcPr>
        <w:p w14:paraId="4BB20433" w14:textId="77777777" w:rsidR="005B34F9" w:rsidRDefault="005B34F9">
          <w:pPr>
            <w:jc w:val="right"/>
          </w:pPr>
        </w:p>
      </w:tc>
    </w:tr>
  </w:tbl>
  <w:p w14:paraId="52590492" w14:textId="77777777" w:rsidR="005B34F9" w:rsidRPr="003064E4" w:rsidRDefault="005B34F9" w:rsidP="003064E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AC208F" w14:paraId="6F365823" w14:textId="77777777" w:rsidTr="003064E4">
      <w:tc>
        <w:tcPr>
          <w:tcW w:w="940" w:type="pct"/>
        </w:tcPr>
        <w:p w14:paraId="58473A3F" w14:textId="13B08501" w:rsidR="005B34F9" w:rsidRDefault="00226FD9" w:rsidP="00954BA8">
          <w:pPr>
            <w:pStyle w:val="isof2"/>
            <w:jc w:val="left"/>
          </w:pPr>
          <w:r>
            <w:t>CA 27 25 09 22</w:t>
          </w:r>
        </w:p>
      </w:tc>
      <w:tc>
        <w:tcPr>
          <w:tcW w:w="2885" w:type="pct"/>
        </w:tcPr>
        <w:p w14:paraId="3F927334" w14:textId="59D1DE2A" w:rsidR="005B34F9" w:rsidRDefault="00226FD9" w:rsidP="005B34F9">
          <w:pPr>
            <w:pStyle w:val="isof1"/>
            <w:jc w:val="center"/>
          </w:pPr>
          <w:r>
            <w:t>© Insurance Services Office, Inc., 2021 </w:t>
          </w:r>
        </w:p>
      </w:tc>
      <w:tc>
        <w:tcPr>
          <w:tcW w:w="890" w:type="pct"/>
        </w:tcPr>
        <w:p w14:paraId="705A7671" w14:textId="77777777" w:rsidR="005B34F9" w:rsidRDefault="00226FD9" w:rsidP="003064E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3F7E4D">
            <w:fldChar w:fldCharType="begin"/>
          </w:r>
          <w:r w:rsidR="003F7E4D">
            <w:instrText xml:space="preserve"> NUMPAGES   \* MERGEFORMAT </w:instrText>
          </w:r>
          <w:r w:rsidR="003F7E4D">
            <w:fldChar w:fldCharType="separate"/>
          </w:r>
          <w:r>
            <w:rPr>
              <w:noProof/>
            </w:rPr>
            <w:t>7</w:t>
          </w:r>
          <w:r w:rsidR="003F7E4D">
            <w:rPr>
              <w:noProof/>
            </w:rPr>
            <w:fldChar w:fldCharType="end"/>
          </w:r>
        </w:p>
      </w:tc>
      <w:tc>
        <w:tcPr>
          <w:tcW w:w="275" w:type="pct"/>
        </w:tcPr>
        <w:p w14:paraId="597EC41C" w14:textId="77777777" w:rsidR="005B34F9" w:rsidRDefault="005B34F9">
          <w:pPr>
            <w:jc w:val="right"/>
          </w:pPr>
        </w:p>
      </w:tc>
    </w:tr>
  </w:tbl>
  <w:p w14:paraId="12E01B1F" w14:textId="77777777" w:rsidR="005B34F9" w:rsidRPr="003064E4" w:rsidRDefault="005B34F9" w:rsidP="003064E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C208F" w14:paraId="23E46C00" w14:textId="77777777">
      <w:tc>
        <w:tcPr>
          <w:tcW w:w="940" w:type="pct"/>
        </w:tcPr>
        <w:p w14:paraId="79793B5B" w14:textId="152CF63E" w:rsidR="00954BA8" w:rsidRDefault="00226FD9" w:rsidP="00954BA8">
          <w:pPr>
            <w:pStyle w:val="isof2"/>
            <w:jc w:val="lef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885" w:type="pct"/>
        </w:tcPr>
        <w:p w14:paraId="3AE70FCA" w14:textId="3B4E1FDC" w:rsidR="00954BA8" w:rsidRDefault="00226FD9" w:rsidP="00954BA8">
          <w:pPr>
            <w:pStyle w:val="isof1"/>
            <w:jc w:val="center"/>
          </w:pPr>
          <w:r>
            <w:t>© Insurance Services Office, Inc., 2021 </w:t>
          </w:r>
        </w:p>
      </w:tc>
      <w:tc>
        <w:tcPr>
          <w:tcW w:w="890" w:type="pct"/>
        </w:tcPr>
        <w:p w14:paraId="4D558A6E" w14:textId="0D1009A1" w:rsidR="00954BA8" w:rsidRDefault="00226FD9" w:rsidP="00954BA8">
          <w:pPr>
            <w:pStyle w:val="isof2"/>
            <w:jc w:val="right"/>
          </w:pPr>
          <w:r>
            <w:t>CA 27 25 09 22</w:t>
          </w:r>
        </w:p>
      </w:tc>
      <w:tc>
        <w:tcPr>
          <w:tcW w:w="278" w:type="pct"/>
        </w:tcPr>
        <w:p w14:paraId="65AC73D4" w14:textId="77777777" w:rsidR="00954BA8" w:rsidRDefault="00954BA8">
          <w:pPr>
            <w:jc w:val="right"/>
          </w:pPr>
        </w:p>
      </w:tc>
    </w:tr>
  </w:tbl>
  <w:p w14:paraId="2CE6B8ED" w14:textId="77777777" w:rsidR="00FD7ED5" w:rsidRPr="00954BA8" w:rsidRDefault="00FD7ED5" w:rsidP="00954BA8">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C208F" w14:paraId="3209E455" w14:textId="77777777">
      <w:tc>
        <w:tcPr>
          <w:tcW w:w="940" w:type="pct"/>
        </w:tcPr>
        <w:p w14:paraId="38ACD600" w14:textId="40895091" w:rsidR="00954BA8" w:rsidRDefault="00226FD9" w:rsidP="00954BA8">
          <w:pPr>
            <w:pStyle w:val="isof2"/>
            <w:jc w:val="left"/>
          </w:pPr>
          <w:r>
            <w:t>CA 27 25 09 22</w:t>
          </w:r>
        </w:p>
      </w:tc>
      <w:tc>
        <w:tcPr>
          <w:tcW w:w="2885" w:type="pct"/>
        </w:tcPr>
        <w:p w14:paraId="599A9B5C" w14:textId="6EE4B3A6" w:rsidR="00954BA8" w:rsidRDefault="00226FD9" w:rsidP="00954BA8">
          <w:pPr>
            <w:pStyle w:val="isof1"/>
            <w:jc w:val="center"/>
          </w:pPr>
          <w:r>
            <w:t>© Insurance Services Office, Inc., 2021 </w:t>
          </w:r>
        </w:p>
      </w:tc>
      <w:tc>
        <w:tcPr>
          <w:tcW w:w="890" w:type="pct"/>
        </w:tcPr>
        <w:p w14:paraId="1B46FEB4" w14:textId="3341AC3C" w:rsidR="00954BA8" w:rsidRDefault="00226FD9" w:rsidP="00954BA8">
          <w:pPr>
            <w:pStyle w:val="isof2"/>
            <w:jc w:val="righ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78" w:type="pct"/>
        </w:tcPr>
        <w:p w14:paraId="0DA5F08C" w14:textId="77777777" w:rsidR="00954BA8" w:rsidRDefault="00954BA8">
          <w:pPr>
            <w:jc w:val="right"/>
          </w:pPr>
        </w:p>
      </w:tc>
    </w:tr>
  </w:tbl>
  <w:p w14:paraId="0C33D1F8" w14:textId="77777777" w:rsidR="00FD7ED5" w:rsidRPr="00954BA8" w:rsidRDefault="00FD7ED5" w:rsidP="00954BA8">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AC208F" w14:paraId="0D4C72BB" w14:textId="77777777" w:rsidTr="003064E4">
      <w:tc>
        <w:tcPr>
          <w:tcW w:w="940" w:type="pct"/>
        </w:tcPr>
        <w:p w14:paraId="64DF0A04" w14:textId="1FEEC6E4" w:rsidR="005B34F9" w:rsidRDefault="00226FD9" w:rsidP="00954BA8">
          <w:pPr>
            <w:pStyle w:val="isof2"/>
            <w:jc w:val="left"/>
          </w:pPr>
          <w:r>
            <w:t>CA 27 25 09 22</w:t>
          </w:r>
        </w:p>
      </w:tc>
      <w:tc>
        <w:tcPr>
          <w:tcW w:w="2885" w:type="pct"/>
        </w:tcPr>
        <w:p w14:paraId="5B901704" w14:textId="0FE336CF" w:rsidR="005B34F9" w:rsidRDefault="00226FD9" w:rsidP="005B34F9">
          <w:pPr>
            <w:pStyle w:val="isof1"/>
            <w:jc w:val="center"/>
          </w:pPr>
          <w:r>
            <w:t>© Insurance Services Office, Inc., 2021 </w:t>
          </w:r>
        </w:p>
      </w:tc>
      <w:tc>
        <w:tcPr>
          <w:tcW w:w="890" w:type="pct"/>
        </w:tcPr>
        <w:p w14:paraId="41CFCCF2" w14:textId="77777777" w:rsidR="005B34F9" w:rsidRDefault="00226FD9" w:rsidP="003064E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3F7E4D">
            <w:fldChar w:fldCharType="begin"/>
          </w:r>
          <w:r w:rsidR="003F7E4D">
            <w:instrText xml:space="preserve"> NUMPAGES   \* MERGEFORMAT </w:instrText>
          </w:r>
          <w:r w:rsidR="003F7E4D">
            <w:fldChar w:fldCharType="separate"/>
          </w:r>
          <w:r>
            <w:rPr>
              <w:noProof/>
            </w:rPr>
            <w:t>7</w:t>
          </w:r>
          <w:r w:rsidR="003F7E4D">
            <w:rPr>
              <w:noProof/>
            </w:rPr>
            <w:fldChar w:fldCharType="end"/>
          </w:r>
        </w:p>
      </w:tc>
      <w:tc>
        <w:tcPr>
          <w:tcW w:w="275" w:type="pct"/>
        </w:tcPr>
        <w:p w14:paraId="5BF6273F" w14:textId="77777777" w:rsidR="005B34F9" w:rsidRDefault="005B34F9">
          <w:pPr>
            <w:jc w:val="right"/>
          </w:pPr>
        </w:p>
      </w:tc>
    </w:tr>
  </w:tbl>
  <w:p w14:paraId="48DA376A" w14:textId="77777777" w:rsidR="005B34F9" w:rsidRPr="003064E4" w:rsidRDefault="005B34F9" w:rsidP="003064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A971D9" w14:textId="77777777" w:rsidR="00210BC8" w:rsidRDefault="00226FD9">
      <w:r>
        <w:separator/>
      </w:r>
    </w:p>
  </w:footnote>
  <w:footnote w:type="continuationSeparator" w:id="0">
    <w:p w14:paraId="69C3ADE2" w14:textId="77777777" w:rsidR="00210BC8" w:rsidRDefault="00226F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AC208F" w14:paraId="75DAE303" w14:textId="77777777">
      <w:tc>
        <w:tcPr>
          <w:tcW w:w="2481" w:type="pct"/>
        </w:tcPr>
        <w:p w14:paraId="5965B2F7" w14:textId="11A6F802" w:rsidR="00954BA8" w:rsidRDefault="00226FD9" w:rsidP="00954BA8">
          <w:pPr>
            <w:pStyle w:val="isof1"/>
            <w:jc w:val="left"/>
          </w:pPr>
          <w:r>
            <w:t>POLICY NUMBER:</w:t>
          </w:r>
        </w:p>
      </w:tc>
      <w:tc>
        <w:tcPr>
          <w:tcW w:w="2519" w:type="pct"/>
        </w:tcPr>
        <w:p w14:paraId="2D8F8480" w14:textId="4D851F3F" w:rsidR="00954BA8" w:rsidRDefault="00226FD9" w:rsidP="00954BA8">
          <w:pPr>
            <w:pStyle w:val="isof2"/>
            <w:jc w:val="right"/>
          </w:pPr>
          <w:r>
            <w:t>COMMERCIAL AUTO</w:t>
          </w:r>
        </w:p>
      </w:tc>
    </w:tr>
    <w:tr w:rsidR="00AC208F" w14:paraId="6D8B3CC3" w14:textId="77777777">
      <w:tc>
        <w:tcPr>
          <w:tcW w:w="2481" w:type="pct"/>
        </w:tcPr>
        <w:p w14:paraId="6943D2FD" w14:textId="77777777" w:rsidR="00954BA8" w:rsidRDefault="00954BA8">
          <w:pPr>
            <w:pStyle w:val="Header"/>
          </w:pPr>
        </w:p>
      </w:tc>
      <w:tc>
        <w:tcPr>
          <w:tcW w:w="2519" w:type="pct"/>
        </w:tcPr>
        <w:p w14:paraId="6A021923" w14:textId="070C8869" w:rsidR="00954BA8" w:rsidRDefault="00226FD9" w:rsidP="00954BA8">
          <w:pPr>
            <w:pStyle w:val="isof2"/>
            <w:jc w:val="right"/>
          </w:pPr>
          <w:r>
            <w:t>CA 27 25 09 22</w:t>
          </w:r>
        </w:p>
      </w:tc>
    </w:tr>
  </w:tbl>
  <w:p w14:paraId="7B3D3C25" w14:textId="06D9D36E" w:rsidR="00954BA8" w:rsidRDefault="00954BA8">
    <w:pPr>
      <w:pStyle w:val="Header"/>
    </w:pPr>
  </w:p>
  <w:p w14:paraId="664911D6" w14:textId="77777777" w:rsidR="00954BA8" w:rsidRDefault="00226FD9">
    <w:pPr>
      <w:pStyle w:val="isof3"/>
    </w:pPr>
    <w:r>
      <w:t>THIS ENDORSEMENT CHANGES THE POLICY.  PLEASE READ IT CAREFULLY.</w:t>
    </w:r>
  </w:p>
  <w:p w14:paraId="6D90C7AC" w14:textId="77777777" w:rsidR="00954BA8" w:rsidRDefault="00954B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2E522C" w14:textId="77777777" w:rsidR="005B34F9" w:rsidRDefault="005B34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2D7F2" w14:textId="77777777" w:rsidR="005B34F9" w:rsidRDefault="005B34F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AC208F" w14:paraId="46DE5A2A" w14:textId="77777777" w:rsidTr="003064E4">
      <w:tc>
        <w:tcPr>
          <w:tcW w:w="2235" w:type="pct"/>
        </w:tcPr>
        <w:p w14:paraId="28A38104" w14:textId="77777777" w:rsidR="005B34F9" w:rsidRDefault="00226FD9" w:rsidP="003064E4">
          <w:pPr>
            <w:pStyle w:val="isof1"/>
            <w:jc w:val="left"/>
          </w:pPr>
          <w:r>
            <w:t>POLICY NUMBER:</w:t>
          </w:r>
        </w:p>
      </w:tc>
      <w:tc>
        <w:tcPr>
          <w:tcW w:w="2760" w:type="pct"/>
        </w:tcPr>
        <w:p w14:paraId="2399304A" w14:textId="77777777" w:rsidR="005B34F9" w:rsidRDefault="00226FD9" w:rsidP="003064E4">
          <w:pPr>
            <w:pStyle w:val="isof2"/>
            <w:jc w:val="right"/>
          </w:pPr>
          <w:r>
            <w:t>COMMERCIAL AUTO</w:t>
          </w:r>
        </w:p>
      </w:tc>
    </w:tr>
    <w:tr w:rsidR="00AC208F" w14:paraId="77FCAD67" w14:textId="77777777" w:rsidTr="003064E4">
      <w:tc>
        <w:tcPr>
          <w:tcW w:w="2235" w:type="pct"/>
        </w:tcPr>
        <w:p w14:paraId="5B35E632" w14:textId="77777777" w:rsidR="005B34F9" w:rsidRDefault="005B34F9">
          <w:pPr>
            <w:pStyle w:val="Header"/>
          </w:pPr>
        </w:p>
      </w:tc>
      <w:tc>
        <w:tcPr>
          <w:tcW w:w="2760" w:type="pct"/>
        </w:tcPr>
        <w:p w14:paraId="3DCCE1BC" w14:textId="209C458E" w:rsidR="005B34F9" w:rsidRDefault="00226FD9" w:rsidP="00954BA8">
          <w:pPr>
            <w:pStyle w:val="isof2"/>
            <w:jc w:val="right"/>
          </w:pPr>
          <w:r>
            <w:t>CA 27 25 09 22</w:t>
          </w:r>
        </w:p>
      </w:tc>
    </w:tr>
  </w:tbl>
  <w:p w14:paraId="33954CE4" w14:textId="77777777" w:rsidR="005B34F9" w:rsidRDefault="005B34F9" w:rsidP="003064E4">
    <w:pPr>
      <w:pStyle w:val="Header"/>
    </w:pPr>
  </w:p>
  <w:p w14:paraId="01B3A611" w14:textId="77777777" w:rsidR="005B34F9" w:rsidRDefault="00226FD9">
    <w:pPr>
      <w:pStyle w:val="isof3"/>
    </w:pPr>
    <w:r>
      <w:t>THIS ENDORSEMENT CHANGES THE POLICY.  PLEASE READ IT CAREFULLY.</w:t>
    </w:r>
  </w:p>
  <w:p w14:paraId="63F6887B" w14:textId="77777777" w:rsidR="005B34F9" w:rsidRPr="003064E4" w:rsidRDefault="005B34F9" w:rsidP="003064E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A83D82" w14:textId="77777777" w:rsidR="00FD7ED5" w:rsidRPr="00954BA8" w:rsidRDefault="00FD7ED5" w:rsidP="00954BA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ABE8E0" w14:textId="77777777" w:rsidR="00FD7ED5" w:rsidRPr="00954BA8" w:rsidRDefault="00FD7ED5" w:rsidP="00954BA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774FCC" w14:textId="77777777" w:rsidR="006111EB" w:rsidRPr="003064E4" w:rsidRDefault="006111EB" w:rsidP="003064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19"/>
  <w:removePersonalInformation/>
  <w:displayBackgroundShape/>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3"/>
  <w:hyphenationZone w:val="480"/>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A_25_48_10_13"/>
    <w:docVar w:name="isoform$" w:val="Y"/>
    <w:docVar w:name="ISOLongName$" w:val=" "/>
    <w:docVar w:name="nc$" w:val=" 2"/>
    <w:docVar w:name="nct$" w:val=" 2"/>
    <w:docVar w:name="nd$" w:val=" 1"/>
    <w:docVar w:name="newdoc$" w:val="N"/>
    <w:docVar w:name="nl$" w:val=" 1"/>
    <w:docVar w:name="nm$" w:val=" 4"/>
    <w:docVar w:name="NoCopyright$" w:val="No"/>
    <w:docVar w:name="nr$" w:val=" 1"/>
    <w:docVar w:name="setmark$" w:val="Y"/>
    <w:docVar w:name="styleflag$" w:val="N"/>
    <w:docVar w:name="title$" w:val="Commercial"/>
    <w:docVar w:name="Type$" w:val="Commercial Lines"/>
  </w:docVars>
  <w:rsids>
    <w:rsidRoot w:val="00C20389"/>
    <w:rsid w:val="000044E0"/>
    <w:rsid w:val="00005BD3"/>
    <w:rsid w:val="00016AAA"/>
    <w:rsid w:val="00030EAD"/>
    <w:rsid w:val="00035E51"/>
    <w:rsid w:val="00047FC3"/>
    <w:rsid w:val="00050CF3"/>
    <w:rsid w:val="000538FA"/>
    <w:rsid w:val="000557A2"/>
    <w:rsid w:val="000605C8"/>
    <w:rsid w:val="00061755"/>
    <w:rsid w:val="00065E80"/>
    <w:rsid w:val="0007387E"/>
    <w:rsid w:val="00075D3E"/>
    <w:rsid w:val="0008331E"/>
    <w:rsid w:val="000A0F9E"/>
    <w:rsid w:val="000A1504"/>
    <w:rsid w:val="000C1A36"/>
    <w:rsid w:val="000C4706"/>
    <w:rsid w:val="000D331B"/>
    <w:rsid w:val="000D5285"/>
    <w:rsid w:val="000D5C47"/>
    <w:rsid w:val="000D7A24"/>
    <w:rsid w:val="000E0763"/>
    <w:rsid w:val="000E4845"/>
    <w:rsid w:val="000F3BD4"/>
    <w:rsid w:val="000F74F8"/>
    <w:rsid w:val="00101987"/>
    <w:rsid w:val="0010237D"/>
    <w:rsid w:val="00111A99"/>
    <w:rsid w:val="001125A8"/>
    <w:rsid w:val="00116129"/>
    <w:rsid w:val="00120AED"/>
    <w:rsid w:val="001226F7"/>
    <w:rsid w:val="00140EA1"/>
    <w:rsid w:val="001428F6"/>
    <w:rsid w:val="00146D1A"/>
    <w:rsid w:val="00155463"/>
    <w:rsid w:val="00156D3C"/>
    <w:rsid w:val="001577E5"/>
    <w:rsid w:val="00160CFB"/>
    <w:rsid w:val="001670A0"/>
    <w:rsid w:val="00170AED"/>
    <w:rsid w:val="00177F5F"/>
    <w:rsid w:val="001851EF"/>
    <w:rsid w:val="001908DE"/>
    <w:rsid w:val="00191122"/>
    <w:rsid w:val="00193342"/>
    <w:rsid w:val="001950ED"/>
    <w:rsid w:val="00195E65"/>
    <w:rsid w:val="001B13FA"/>
    <w:rsid w:val="001B36AE"/>
    <w:rsid w:val="001C0C83"/>
    <w:rsid w:val="001C414D"/>
    <w:rsid w:val="001C691F"/>
    <w:rsid w:val="001D1EBE"/>
    <w:rsid w:val="001D2C13"/>
    <w:rsid w:val="001D320A"/>
    <w:rsid w:val="001D4D79"/>
    <w:rsid w:val="001F39DB"/>
    <w:rsid w:val="00210BC8"/>
    <w:rsid w:val="00214CD2"/>
    <w:rsid w:val="002204EB"/>
    <w:rsid w:val="00224BEE"/>
    <w:rsid w:val="00224F6E"/>
    <w:rsid w:val="002260FA"/>
    <w:rsid w:val="00226FD9"/>
    <w:rsid w:val="00231C61"/>
    <w:rsid w:val="00232301"/>
    <w:rsid w:val="002337D1"/>
    <w:rsid w:val="002409F9"/>
    <w:rsid w:val="00241207"/>
    <w:rsid w:val="0024265D"/>
    <w:rsid w:val="00244CF3"/>
    <w:rsid w:val="00251643"/>
    <w:rsid w:val="00251FC7"/>
    <w:rsid w:val="002553DF"/>
    <w:rsid w:val="00257332"/>
    <w:rsid w:val="00260CF7"/>
    <w:rsid w:val="00265E50"/>
    <w:rsid w:val="00271B20"/>
    <w:rsid w:val="00272403"/>
    <w:rsid w:val="002802B6"/>
    <w:rsid w:val="00282549"/>
    <w:rsid w:val="002900E6"/>
    <w:rsid w:val="00290963"/>
    <w:rsid w:val="00292906"/>
    <w:rsid w:val="002937FD"/>
    <w:rsid w:val="002A2BC6"/>
    <w:rsid w:val="002A40D0"/>
    <w:rsid w:val="002A4570"/>
    <w:rsid w:val="002C06C4"/>
    <w:rsid w:val="002C1D60"/>
    <w:rsid w:val="002C5381"/>
    <w:rsid w:val="002C7C93"/>
    <w:rsid w:val="002D34C3"/>
    <w:rsid w:val="002D3C52"/>
    <w:rsid w:val="002D5273"/>
    <w:rsid w:val="002D581D"/>
    <w:rsid w:val="002D5EBB"/>
    <w:rsid w:val="002E29DA"/>
    <w:rsid w:val="002F2369"/>
    <w:rsid w:val="002F3055"/>
    <w:rsid w:val="003064E4"/>
    <w:rsid w:val="003100CB"/>
    <w:rsid w:val="00313318"/>
    <w:rsid w:val="00313D5B"/>
    <w:rsid w:val="00313FE1"/>
    <w:rsid w:val="00325E85"/>
    <w:rsid w:val="00330481"/>
    <w:rsid w:val="00332BA6"/>
    <w:rsid w:val="003350F4"/>
    <w:rsid w:val="0034353C"/>
    <w:rsid w:val="003472CA"/>
    <w:rsid w:val="003529F3"/>
    <w:rsid w:val="00355C9B"/>
    <w:rsid w:val="003601D8"/>
    <w:rsid w:val="00362557"/>
    <w:rsid w:val="003648FA"/>
    <w:rsid w:val="003719A5"/>
    <w:rsid w:val="00383B5D"/>
    <w:rsid w:val="00385DF0"/>
    <w:rsid w:val="003A0447"/>
    <w:rsid w:val="003A35EE"/>
    <w:rsid w:val="003A4D7C"/>
    <w:rsid w:val="003A6095"/>
    <w:rsid w:val="003B4AB5"/>
    <w:rsid w:val="003C0A76"/>
    <w:rsid w:val="003C52D0"/>
    <w:rsid w:val="003D332A"/>
    <w:rsid w:val="003D5A37"/>
    <w:rsid w:val="003D7DCA"/>
    <w:rsid w:val="003E13F8"/>
    <w:rsid w:val="003E7E1D"/>
    <w:rsid w:val="003F4342"/>
    <w:rsid w:val="003F5405"/>
    <w:rsid w:val="003F6617"/>
    <w:rsid w:val="003F7E4D"/>
    <w:rsid w:val="00405C31"/>
    <w:rsid w:val="00412857"/>
    <w:rsid w:val="004129F9"/>
    <w:rsid w:val="00420B34"/>
    <w:rsid w:val="00433FBA"/>
    <w:rsid w:val="00444D9A"/>
    <w:rsid w:val="00446350"/>
    <w:rsid w:val="004506C9"/>
    <w:rsid w:val="0046157D"/>
    <w:rsid w:val="00464E96"/>
    <w:rsid w:val="00465DFF"/>
    <w:rsid w:val="00473C35"/>
    <w:rsid w:val="00481C60"/>
    <w:rsid w:val="00487376"/>
    <w:rsid w:val="00490117"/>
    <w:rsid w:val="00492805"/>
    <w:rsid w:val="00493D97"/>
    <w:rsid w:val="0049539E"/>
    <w:rsid w:val="004A07BD"/>
    <w:rsid w:val="004B5E45"/>
    <w:rsid w:val="004D0836"/>
    <w:rsid w:val="004D1412"/>
    <w:rsid w:val="004D160B"/>
    <w:rsid w:val="004D5FAF"/>
    <w:rsid w:val="004E2B98"/>
    <w:rsid w:val="004E4940"/>
    <w:rsid w:val="00507DB4"/>
    <w:rsid w:val="00512015"/>
    <w:rsid w:val="005233F1"/>
    <w:rsid w:val="00527AF2"/>
    <w:rsid w:val="0054333B"/>
    <w:rsid w:val="00547A04"/>
    <w:rsid w:val="00560294"/>
    <w:rsid w:val="0056119E"/>
    <w:rsid w:val="00562559"/>
    <w:rsid w:val="00581E56"/>
    <w:rsid w:val="005857DB"/>
    <w:rsid w:val="00590DD5"/>
    <w:rsid w:val="005A1A44"/>
    <w:rsid w:val="005B34F9"/>
    <w:rsid w:val="005B6812"/>
    <w:rsid w:val="005D10E3"/>
    <w:rsid w:val="005D3FC7"/>
    <w:rsid w:val="005E5301"/>
    <w:rsid w:val="005E5C15"/>
    <w:rsid w:val="005F5BA4"/>
    <w:rsid w:val="005F6B8A"/>
    <w:rsid w:val="005F72F1"/>
    <w:rsid w:val="0060129A"/>
    <w:rsid w:val="006018E8"/>
    <w:rsid w:val="006111EB"/>
    <w:rsid w:val="0061169D"/>
    <w:rsid w:val="00611D91"/>
    <w:rsid w:val="0062239C"/>
    <w:rsid w:val="00623C05"/>
    <w:rsid w:val="006245BF"/>
    <w:rsid w:val="006246A2"/>
    <w:rsid w:val="006272CD"/>
    <w:rsid w:val="00635DF6"/>
    <w:rsid w:val="006405D2"/>
    <w:rsid w:val="0064680A"/>
    <w:rsid w:val="00646C33"/>
    <w:rsid w:val="0065161E"/>
    <w:rsid w:val="00656C5F"/>
    <w:rsid w:val="00656D03"/>
    <w:rsid w:val="00660CDD"/>
    <w:rsid w:val="006761C1"/>
    <w:rsid w:val="006769C0"/>
    <w:rsid w:val="00677762"/>
    <w:rsid w:val="006807B5"/>
    <w:rsid w:val="00682E96"/>
    <w:rsid w:val="006874EB"/>
    <w:rsid w:val="00691120"/>
    <w:rsid w:val="00691EC0"/>
    <w:rsid w:val="00696381"/>
    <w:rsid w:val="006A779F"/>
    <w:rsid w:val="006B4CF4"/>
    <w:rsid w:val="006B5BED"/>
    <w:rsid w:val="006B79F7"/>
    <w:rsid w:val="006C5609"/>
    <w:rsid w:val="006C6367"/>
    <w:rsid w:val="006D1B96"/>
    <w:rsid w:val="006D321D"/>
    <w:rsid w:val="006D6428"/>
    <w:rsid w:val="006D6AFF"/>
    <w:rsid w:val="006D7364"/>
    <w:rsid w:val="006F080A"/>
    <w:rsid w:val="006F0E80"/>
    <w:rsid w:val="006F5EC1"/>
    <w:rsid w:val="00702FD5"/>
    <w:rsid w:val="00706197"/>
    <w:rsid w:val="00716F1D"/>
    <w:rsid w:val="00720830"/>
    <w:rsid w:val="00720F66"/>
    <w:rsid w:val="00742866"/>
    <w:rsid w:val="0074484E"/>
    <w:rsid w:val="00751663"/>
    <w:rsid w:val="00751E71"/>
    <w:rsid w:val="00756B41"/>
    <w:rsid w:val="00764FB6"/>
    <w:rsid w:val="007700F7"/>
    <w:rsid w:val="007700FC"/>
    <w:rsid w:val="0077128A"/>
    <w:rsid w:val="00776AF8"/>
    <w:rsid w:val="0078096C"/>
    <w:rsid w:val="007814F4"/>
    <w:rsid w:val="00783BEF"/>
    <w:rsid w:val="0078590A"/>
    <w:rsid w:val="00790154"/>
    <w:rsid w:val="00790EFE"/>
    <w:rsid w:val="00796CD5"/>
    <w:rsid w:val="007A0D23"/>
    <w:rsid w:val="007A77ED"/>
    <w:rsid w:val="007C222A"/>
    <w:rsid w:val="007D3AAB"/>
    <w:rsid w:val="007E088F"/>
    <w:rsid w:val="007E12F1"/>
    <w:rsid w:val="007E2EFE"/>
    <w:rsid w:val="007E4C73"/>
    <w:rsid w:val="007E534B"/>
    <w:rsid w:val="007F4E62"/>
    <w:rsid w:val="0081649E"/>
    <w:rsid w:val="00822311"/>
    <w:rsid w:val="00832841"/>
    <w:rsid w:val="00846842"/>
    <w:rsid w:val="00862DC1"/>
    <w:rsid w:val="00863148"/>
    <w:rsid w:val="008674F4"/>
    <w:rsid w:val="00867F9B"/>
    <w:rsid w:val="00872E3A"/>
    <w:rsid w:val="008749AF"/>
    <w:rsid w:val="008751E6"/>
    <w:rsid w:val="008800CE"/>
    <w:rsid w:val="00880B65"/>
    <w:rsid w:val="0088544E"/>
    <w:rsid w:val="00887C1A"/>
    <w:rsid w:val="00893333"/>
    <w:rsid w:val="008A4B56"/>
    <w:rsid w:val="008A6D8C"/>
    <w:rsid w:val="008A7B4E"/>
    <w:rsid w:val="008C0855"/>
    <w:rsid w:val="008C4447"/>
    <w:rsid w:val="008D5A0B"/>
    <w:rsid w:val="008E7BE1"/>
    <w:rsid w:val="008F329D"/>
    <w:rsid w:val="00901344"/>
    <w:rsid w:val="00902D35"/>
    <w:rsid w:val="00905C50"/>
    <w:rsid w:val="00907819"/>
    <w:rsid w:val="00913E72"/>
    <w:rsid w:val="00917B54"/>
    <w:rsid w:val="00922C5D"/>
    <w:rsid w:val="00931419"/>
    <w:rsid w:val="00935B42"/>
    <w:rsid w:val="0093654A"/>
    <w:rsid w:val="00946110"/>
    <w:rsid w:val="00946640"/>
    <w:rsid w:val="009500EA"/>
    <w:rsid w:val="0095016A"/>
    <w:rsid w:val="0095025F"/>
    <w:rsid w:val="00950457"/>
    <w:rsid w:val="009504D5"/>
    <w:rsid w:val="00952D31"/>
    <w:rsid w:val="00954BA8"/>
    <w:rsid w:val="00955D11"/>
    <w:rsid w:val="00956FA3"/>
    <w:rsid w:val="00966ADC"/>
    <w:rsid w:val="0096794B"/>
    <w:rsid w:val="00967E53"/>
    <w:rsid w:val="00972042"/>
    <w:rsid w:val="009729ED"/>
    <w:rsid w:val="00976F3B"/>
    <w:rsid w:val="00980A3A"/>
    <w:rsid w:val="00981F42"/>
    <w:rsid w:val="009824D3"/>
    <w:rsid w:val="00983E5D"/>
    <w:rsid w:val="00993DCC"/>
    <w:rsid w:val="00996CFE"/>
    <w:rsid w:val="009A03A2"/>
    <w:rsid w:val="009A17D5"/>
    <w:rsid w:val="009A7B10"/>
    <w:rsid w:val="009B4150"/>
    <w:rsid w:val="009C5A4E"/>
    <w:rsid w:val="009D001D"/>
    <w:rsid w:val="009D1424"/>
    <w:rsid w:val="009E3150"/>
    <w:rsid w:val="009E5DF3"/>
    <w:rsid w:val="00A057DB"/>
    <w:rsid w:val="00A05F41"/>
    <w:rsid w:val="00A06283"/>
    <w:rsid w:val="00A13FB0"/>
    <w:rsid w:val="00A156CB"/>
    <w:rsid w:val="00A16A1E"/>
    <w:rsid w:val="00A17270"/>
    <w:rsid w:val="00A205C1"/>
    <w:rsid w:val="00A2185C"/>
    <w:rsid w:val="00A23049"/>
    <w:rsid w:val="00A44D6E"/>
    <w:rsid w:val="00A45051"/>
    <w:rsid w:val="00A509ED"/>
    <w:rsid w:val="00A60E44"/>
    <w:rsid w:val="00A61C13"/>
    <w:rsid w:val="00A65DAE"/>
    <w:rsid w:val="00A74735"/>
    <w:rsid w:val="00A7478C"/>
    <w:rsid w:val="00A81428"/>
    <w:rsid w:val="00A84A7F"/>
    <w:rsid w:val="00A84B41"/>
    <w:rsid w:val="00A8502C"/>
    <w:rsid w:val="00A929D0"/>
    <w:rsid w:val="00A936C4"/>
    <w:rsid w:val="00A94FB8"/>
    <w:rsid w:val="00AA17FB"/>
    <w:rsid w:val="00AA6D5B"/>
    <w:rsid w:val="00AB07FC"/>
    <w:rsid w:val="00AB7815"/>
    <w:rsid w:val="00AC14AA"/>
    <w:rsid w:val="00AC208F"/>
    <w:rsid w:val="00AC5703"/>
    <w:rsid w:val="00AC7708"/>
    <w:rsid w:val="00AC7925"/>
    <w:rsid w:val="00AD4AFD"/>
    <w:rsid w:val="00AD726E"/>
    <w:rsid w:val="00AE4EE8"/>
    <w:rsid w:val="00B00C4E"/>
    <w:rsid w:val="00B00EDA"/>
    <w:rsid w:val="00B046F4"/>
    <w:rsid w:val="00B14E1B"/>
    <w:rsid w:val="00B15515"/>
    <w:rsid w:val="00B16E5A"/>
    <w:rsid w:val="00B21F5A"/>
    <w:rsid w:val="00B23D1B"/>
    <w:rsid w:val="00B2797A"/>
    <w:rsid w:val="00B32B4E"/>
    <w:rsid w:val="00B32D7D"/>
    <w:rsid w:val="00B350C8"/>
    <w:rsid w:val="00B46C1B"/>
    <w:rsid w:val="00B505BC"/>
    <w:rsid w:val="00B52900"/>
    <w:rsid w:val="00B62AA2"/>
    <w:rsid w:val="00B66C3E"/>
    <w:rsid w:val="00B71A37"/>
    <w:rsid w:val="00B7371E"/>
    <w:rsid w:val="00B7444C"/>
    <w:rsid w:val="00B76DEC"/>
    <w:rsid w:val="00B77F6A"/>
    <w:rsid w:val="00B80585"/>
    <w:rsid w:val="00B80EC9"/>
    <w:rsid w:val="00B84852"/>
    <w:rsid w:val="00B90815"/>
    <w:rsid w:val="00B93D97"/>
    <w:rsid w:val="00B95C06"/>
    <w:rsid w:val="00BA4A2A"/>
    <w:rsid w:val="00BA6921"/>
    <w:rsid w:val="00BB0A4A"/>
    <w:rsid w:val="00BB4E6B"/>
    <w:rsid w:val="00BB51E4"/>
    <w:rsid w:val="00BC556A"/>
    <w:rsid w:val="00BD5021"/>
    <w:rsid w:val="00BE5EC3"/>
    <w:rsid w:val="00BE7353"/>
    <w:rsid w:val="00C01784"/>
    <w:rsid w:val="00C056C2"/>
    <w:rsid w:val="00C12A0B"/>
    <w:rsid w:val="00C148CB"/>
    <w:rsid w:val="00C20389"/>
    <w:rsid w:val="00C317DF"/>
    <w:rsid w:val="00C33BE0"/>
    <w:rsid w:val="00C37CF5"/>
    <w:rsid w:val="00C44CB7"/>
    <w:rsid w:val="00C500E9"/>
    <w:rsid w:val="00C54B19"/>
    <w:rsid w:val="00C556E0"/>
    <w:rsid w:val="00C60EF3"/>
    <w:rsid w:val="00C612B1"/>
    <w:rsid w:val="00C6698F"/>
    <w:rsid w:val="00C67CE7"/>
    <w:rsid w:val="00C8628B"/>
    <w:rsid w:val="00C929AF"/>
    <w:rsid w:val="00C9371D"/>
    <w:rsid w:val="00C9580C"/>
    <w:rsid w:val="00C96568"/>
    <w:rsid w:val="00C96C4D"/>
    <w:rsid w:val="00CA2741"/>
    <w:rsid w:val="00CA4826"/>
    <w:rsid w:val="00CB12E2"/>
    <w:rsid w:val="00CB2929"/>
    <w:rsid w:val="00CC3387"/>
    <w:rsid w:val="00CF18D7"/>
    <w:rsid w:val="00CF35CF"/>
    <w:rsid w:val="00CF4CA8"/>
    <w:rsid w:val="00D06985"/>
    <w:rsid w:val="00D1099C"/>
    <w:rsid w:val="00D14F29"/>
    <w:rsid w:val="00D15F2F"/>
    <w:rsid w:val="00D20EC0"/>
    <w:rsid w:val="00D27CA1"/>
    <w:rsid w:val="00D27F17"/>
    <w:rsid w:val="00D36126"/>
    <w:rsid w:val="00D3782F"/>
    <w:rsid w:val="00D42DE6"/>
    <w:rsid w:val="00D43616"/>
    <w:rsid w:val="00D47917"/>
    <w:rsid w:val="00D6600F"/>
    <w:rsid w:val="00D66DC2"/>
    <w:rsid w:val="00D7118B"/>
    <w:rsid w:val="00D803F5"/>
    <w:rsid w:val="00D818E1"/>
    <w:rsid w:val="00D9107A"/>
    <w:rsid w:val="00DA060D"/>
    <w:rsid w:val="00DA1EBF"/>
    <w:rsid w:val="00DA35F0"/>
    <w:rsid w:val="00DA6C36"/>
    <w:rsid w:val="00DB0A73"/>
    <w:rsid w:val="00DB1441"/>
    <w:rsid w:val="00DB4595"/>
    <w:rsid w:val="00DB672F"/>
    <w:rsid w:val="00DC054D"/>
    <w:rsid w:val="00DD01CB"/>
    <w:rsid w:val="00DD389A"/>
    <w:rsid w:val="00DD68BC"/>
    <w:rsid w:val="00DE14C3"/>
    <w:rsid w:val="00DE1EBD"/>
    <w:rsid w:val="00DF0072"/>
    <w:rsid w:val="00DF1EA8"/>
    <w:rsid w:val="00DF1F8A"/>
    <w:rsid w:val="00E00B86"/>
    <w:rsid w:val="00E2062E"/>
    <w:rsid w:val="00E273A2"/>
    <w:rsid w:val="00E32FCA"/>
    <w:rsid w:val="00E37500"/>
    <w:rsid w:val="00E411F7"/>
    <w:rsid w:val="00E50B68"/>
    <w:rsid w:val="00E543D6"/>
    <w:rsid w:val="00E61A60"/>
    <w:rsid w:val="00E67C45"/>
    <w:rsid w:val="00EA18C8"/>
    <w:rsid w:val="00EA304F"/>
    <w:rsid w:val="00EB3D3E"/>
    <w:rsid w:val="00EB7B04"/>
    <w:rsid w:val="00EC6BAA"/>
    <w:rsid w:val="00EC73B7"/>
    <w:rsid w:val="00ED29C2"/>
    <w:rsid w:val="00ED4E03"/>
    <w:rsid w:val="00ED7C83"/>
    <w:rsid w:val="00EE01AF"/>
    <w:rsid w:val="00EE1C6A"/>
    <w:rsid w:val="00EE6FA9"/>
    <w:rsid w:val="00EF3C70"/>
    <w:rsid w:val="00F040D0"/>
    <w:rsid w:val="00F05DA1"/>
    <w:rsid w:val="00F064A4"/>
    <w:rsid w:val="00F165AF"/>
    <w:rsid w:val="00F20779"/>
    <w:rsid w:val="00F21AF7"/>
    <w:rsid w:val="00F24336"/>
    <w:rsid w:val="00F24A81"/>
    <w:rsid w:val="00F27E79"/>
    <w:rsid w:val="00F33A6C"/>
    <w:rsid w:val="00F40361"/>
    <w:rsid w:val="00F4140E"/>
    <w:rsid w:val="00F51417"/>
    <w:rsid w:val="00F554A4"/>
    <w:rsid w:val="00F55D24"/>
    <w:rsid w:val="00F60108"/>
    <w:rsid w:val="00F662A7"/>
    <w:rsid w:val="00F66813"/>
    <w:rsid w:val="00F7080A"/>
    <w:rsid w:val="00F7173E"/>
    <w:rsid w:val="00F959CD"/>
    <w:rsid w:val="00F96E52"/>
    <w:rsid w:val="00FB00F4"/>
    <w:rsid w:val="00FB134A"/>
    <w:rsid w:val="00FB15B2"/>
    <w:rsid w:val="00FB3678"/>
    <w:rsid w:val="00FD6838"/>
    <w:rsid w:val="00FD7ED5"/>
    <w:rsid w:val="00FE1AEE"/>
    <w:rsid w:val="00FE3BFC"/>
    <w:rsid w:val="00FE467B"/>
    <w:rsid w:val="00FF1097"/>
    <w:rsid w:val="00FF1779"/>
    <w:rsid w:val="00FF1F30"/>
    <w:rsid w:val="00FF7157"/>
    <w:rsid w:val="00FF7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DE9D05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E4D"/>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3F7E4D"/>
    <w:pPr>
      <w:spacing w:before="240"/>
      <w:outlineLvl w:val="0"/>
    </w:pPr>
    <w:rPr>
      <w:rFonts w:ascii="Helv" w:hAnsi="Helv"/>
      <w:b/>
      <w:sz w:val="24"/>
      <w:u w:val="single"/>
    </w:rPr>
  </w:style>
  <w:style w:type="paragraph" w:styleId="Heading2">
    <w:name w:val="heading 2"/>
    <w:basedOn w:val="Normal"/>
    <w:next w:val="Normal"/>
    <w:link w:val="Heading2Char"/>
    <w:qFormat/>
    <w:rsid w:val="003F7E4D"/>
    <w:pPr>
      <w:spacing w:before="120"/>
      <w:outlineLvl w:val="1"/>
    </w:pPr>
    <w:rPr>
      <w:rFonts w:ascii="Helv" w:hAnsi="Helv"/>
      <w:b/>
      <w:sz w:val="24"/>
    </w:rPr>
  </w:style>
  <w:style w:type="paragraph" w:styleId="Heading3">
    <w:name w:val="heading 3"/>
    <w:basedOn w:val="Normal"/>
    <w:next w:val="Normal"/>
    <w:link w:val="Heading3Char"/>
    <w:qFormat/>
    <w:rsid w:val="003F7E4D"/>
    <w:pPr>
      <w:ind w:left="360"/>
      <w:outlineLvl w:val="2"/>
    </w:pPr>
    <w:rPr>
      <w:rFonts w:ascii="Tms Rmn" w:hAnsi="Tms Rmn"/>
      <w:b/>
      <w:sz w:val="24"/>
    </w:rPr>
  </w:style>
  <w:style w:type="character" w:default="1" w:styleId="DefaultParagraphFont">
    <w:name w:val="Default Paragraph Font"/>
    <w:uiPriority w:val="1"/>
    <w:semiHidden/>
    <w:unhideWhenUsed/>
    <w:rsid w:val="003F7E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7E4D"/>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5F5BA4"/>
    <w:rPr>
      <w:sz w:val="16"/>
    </w:rPr>
  </w:style>
  <w:style w:type="paragraph" w:styleId="CommentText">
    <w:name w:val="annotation text"/>
    <w:basedOn w:val="Normal"/>
    <w:link w:val="CommentTextChar"/>
    <w:semiHidden/>
    <w:rsid w:val="005F5BA4"/>
    <w:pPr>
      <w:spacing w:line="220" w:lineRule="exact"/>
    </w:pPr>
    <w:rPr>
      <w:rFonts w:ascii="Helv" w:hAnsi="Helv"/>
    </w:rPr>
  </w:style>
  <w:style w:type="paragraph" w:customStyle="1" w:styleId="blockhd1">
    <w:name w:val="blockhd1"/>
    <w:basedOn w:val="isonormal"/>
    <w:next w:val="blocktext1"/>
    <w:rsid w:val="003F7E4D"/>
    <w:pPr>
      <w:keepNext/>
      <w:keepLines/>
      <w:suppressAutoHyphens/>
    </w:pPr>
    <w:rPr>
      <w:b/>
    </w:rPr>
  </w:style>
  <w:style w:type="paragraph" w:customStyle="1" w:styleId="blockhd2">
    <w:name w:val="blockhd2"/>
    <w:basedOn w:val="isonormal"/>
    <w:next w:val="blocktext2"/>
    <w:rsid w:val="003F7E4D"/>
    <w:pPr>
      <w:keepNext/>
      <w:keepLines/>
      <w:suppressAutoHyphens/>
      <w:ind w:left="302"/>
    </w:pPr>
    <w:rPr>
      <w:b/>
    </w:rPr>
  </w:style>
  <w:style w:type="paragraph" w:customStyle="1" w:styleId="blockhd3">
    <w:name w:val="blockhd3"/>
    <w:basedOn w:val="isonormal"/>
    <w:next w:val="blocktext3"/>
    <w:rsid w:val="003F7E4D"/>
    <w:pPr>
      <w:keepNext/>
      <w:keepLines/>
      <w:suppressAutoHyphens/>
      <w:ind w:left="605"/>
    </w:pPr>
    <w:rPr>
      <w:b/>
    </w:rPr>
  </w:style>
  <w:style w:type="paragraph" w:customStyle="1" w:styleId="blockhd4">
    <w:name w:val="blockhd4"/>
    <w:basedOn w:val="isonormal"/>
    <w:next w:val="blocktext4"/>
    <w:rsid w:val="003F7E4D"/>
    <w:pPr>
      <w:keepNext/>
      <w:keepLines/>
      <w:suppressAutoHyphens/>
      <w:ind w:left="907"/>
    </w:pPr>
    <w:rPr>
      <w:b/>
    </w:rPr>
  </w:style>
  <w:style w:type="paragraph" w:customStyle="1" w:styleId="blockhd5">
    <w:name w:val="blockhd5"/>
    <w:basedOn w:val="isonormal"/>
    <w:next w:val="blocktext5"/>
    <w:rsid w:val="003F7E4D"/>
    <w:pPr>
      <w:keepNext/>
      <w:keepLines/>
      <w:suppressAutoHyphens/>
      <w:ind w:left="1195"/>
    </w:pPr>
    <w:rPr>
      <w:b/>
    </w:rPr>
  </w:style>
  <w:style w:type="paragraph" w:customStyle="1" w:styleId="blockhd6">
    <w:name w:val="blockhd6"/>
    <w:basedOn w:val="isonormal"/>
    <w:next w:val="blocktext6"/>
    <w:rsid w:val="003F7E4D"/>
    <w:pPr>
      <w:keepNext/>
      <w:keepLines/>
      <w:suppressAutoHyphens/>
      <w:ind w:left="1498"/>
    </w:pPr>
    <w:rPr>
      <w:b/>
    </w:rPr>
  </w:style>
  <w:style w:type="paragraph" w:customStyle="1" w:styleId="blockhd7">
    <w:name w:val="blockhd7"/>
    <w:basedOn w:val="isonormal"/>
    <w:next w:val="blocktext7"/>
    <w:rsid w:val="003F7E4D"/>
    <w:pPr>
      <w:keepNext/>
      <w:keepLines/>
      <w:suppressAutoHyphens/>
      <w:ind w:left="1800"/>
    </w:pPr>
    <w:rPr>
      <w:b/>
    </w:rPr>
  </w:style>
  <w:style w:type="paragraph" w:customStyle="1" w:styleId="blockhd8">
    <w:name w:val="blockhd8"/>
    <w:basedOn w:val="isonormal"/>
    <w:next w:val="blocktext8"/>
    <w:rsid w:val="003F7E4D"/>
    <w:pPr>
      <w:keepNext/>
      <w:keepLines/>
      <w:suppressAutoHyphens/>
      <w:ind w:left="2102"/>
    </w:pPr>
    <w:rPr>
      <w:b/>
    </w:rPr>
  </w:style>
  <w:style w:type="paragraph" w:customStyle="1" w:styleId="blockhd9">
    <w:name w:val="blockhd9"/>
    <w:basedOn w:val="isonormal"/>
    <w:next w:val="blocktext9"/>
    <w:rsid w:val="003F7E4D"/>
    <w:pPr>
      <w:keepNext/>
      <w:keepLines/>
      <w:suppressAutoHyphens/>
      <w:ind w:left="2405"/>
    </w:pPr>
    <w:rPr>
      <w:b/>
    </w:rPr>
  </w:style>
  <w:style w:type="paragraph" w:customStyle="1" w:styleId="blocktext1">
    <w:name w:val="blocktext1"/>
    <w:basedOn w:val="isonormal"/>
    <w:rsid w:val="003F7E4D"/>
    <w:pPr>
      <w:keepLines/>
      <w:jc w:val="both"/>
    </w:pPr>
  </w:style>
  <w:style w:type="paragraph" w:customStyle="1" w:styleId="blocktext2">
    <w:name w:val="blocktext2"/>
    <w:basedOn w:val="isonormal"/>
    <w:link w:val="blocktext2Char"/>
    <w:rsid w:val="003F7E4D"/>
    <w:pPr>
      <w:keepLines/>
      <w:ind w:left="302"/>
      <w:jc w:val="both"/>
    </w:pPr>
  </w:style>
  <w:style w:type="paragraph" w:customStyle="1" w:styleId="blocktext3">
    <w:name w:val="blocktext3"/>
    <w:basedOn w:val="isonormal"/>
    <w:link w:val="blocktext3Char"/>
    <w:rsid w:val="003F7E4D"/>
    <w:pPr>
      <w:keepLines/>
      <w:ind w:left="600"/>
      <w:jc w:val="both"/>
    </w:pPr>
  </w:style>
  <w:style w:type="paragraph" w:customStyle="1" w:styleId="blocktext4">
    <w:name w:val="blocktext4"/>
    <w:basedOn w:val="isonormal"/>
    <w:rsid w:val="003F7E4D"/>
    <w:pPr>
      <w:keepLines/>
      <w:ind w:left="907"/>
      <w:jc w:val="both"/>
    </w:pPr>
  </w:style>
  <w:style w:type="paragraph" w:customStyle="1" w:styleId="blocktext5">
    <w:name w:val="blocktext5"/>
    <w:basedOn w:val="isonormal"/>
    <w:rsid w:val="003F7E4D"/>
    <w:pPr>
      <w:keepLines/>
      <w:ind w:left="1195"/>
      <w:jc w:val="both"/>
    </w:pPr>
  </w:style>
  <w:style w:type="paragraph" w:customStyle="1" w:styleId="blocktext6">
    <w:name w:val="blocktext6"/>
    <w:basedOn w:val="isonormal"/>
    <w:rsid w:val="003F7E4D"/>
    <w:pPr>
      <w:keepLines/>
      <w:ind w:left="1498"/>
      <w:jc w:val="both"/>
    </w:pPr>
  </w:style>
  <w:style w:type="paragraph" w:customStyle="1" w:styleId="blocktext7">
    <w:name w:val="blocktext7"/>
    <w:basedOn w:val="isonormal"/>
    <w:rsid w:val="003F7E4D"/>
    <w:pPr>
      <w:keepLines/>
      <w:ind w:left="1800"/>
      <w:jc w:val="both"/>
    </w:pPr>
  </w:style>
  <w:style w:type="paragraph" w:customStyle="1" w:styleId="blocktext8">
    <w:name w:val="blocktext8"/>
    <w:basedOn w:val="isonormal"/>
    <w:rsid w:val="003F7E4D"/>
    <w:pPr>
      <w:keepLines/>
      <w:ind w:left="2102"/>
      <w:jc w:val="both"/>
    </w:pPr>
  </w:style>
  <w:style w:type="paragraph" w:customStyle="1" w:styleId="blocktext9">
    <w:name w:val="blocktext9"/>
    <w:basedOn w:val="isonormal"/>
    <w:rsid w:val="003F7E4D"/>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3F7E4D"/>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esec"/>
    <w:next w:val="pr"/>
  </w:style>
  <w:style w:type="paragraph" w:customStyle="1" w:styleId="elsec">
    <w:name w:val="elsec"/>
    <w:basedOn w:val="esec"/>
    <w:next w:val="pr"/>
  </w:style>
  <w:style w:type="paragraph" w:customStyle="1" w:styleId="eonecol">
    <w:name w:val="eonecol"/>
    <w:basedOn w:val="isof1"/>
    <w:rPr>
      <w:vanish/>
    </w:rPr>
  </w:style>
  <w:style w:type="paragraph" w:customStyle="1" w:styleId="ersec">
    <w:name w:val="ersec"/>
    <w:basedOn w:val="esec"/>
    <w:next w:val="pr"/>
  </w:style>
  <w:style w:type="paragraph" w:customStyle="1" w:styleId="esec">
    <w:name w:val="esec"/>
    <w:basedOn w:val="isof1"/>
    <w:pPr>
      <w:pBdr>
        <w:bottom w:val="single" w:sz="6" w:space="0" w:color="auto"/>
      </w:pBdr>
      <w:spacing w:line="80" w:lineRule="exact"/>
    </w:pPr>
  </w:style>
  <w:style w:type="paragraph" w:styleId="Footer">
    <w:name w:val="footer"/>
    <w:basedOn w:val="Normal"/>
    <w:link w:val="FooterChar"/>
    <w:rsid w:val="003F7E4D"/>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3F7E4D"/>
    <w:pPr>
      <w:tabs>
        <w:tab w:val="center" w:pos="4680"/>
        <w:tab w:val="right" w:pos="9360"/>
      </w:tabs>
    </w:pPr>
  </w:style>
  <w:style w:type="paragraph" w:customStyle="1" w:styleId="heading">
    <w:name w:val="heading"/>
    <w:basedOn w:val="isof4"/>
    <w:pPr>
      <w:keepNext/>
      <w:keepLines/>
      <w:jc w:val="center"/>
    </w:pPr>
    <w:rPr>
      <w:caps/>
    </w:rPr>
  </w:style>
  <w:style w:type="paragraph" w:customStyle="1" w:styleId="isof1">
    <w:name w:val="isof1"/>
    <w:basedOn w:val="isonormal"/>
    <w:rsid w:val="003F7E4D"/>
    <w:pPr>
      <w:spacing w:before="0"/>
      <w:jc w:val="both"/>
    </w:pPr>
  </w:style>
  <w:style w:type="paragraph" w:customStyle="1" w:styleId="isof2">
    <w:name w:val="isof2"/>
    <w:basedOn w:val="isonormal"/>
    <w:rsid w:val="003F7E4D"/>
    <w:pPr>
      <w:spacing w:before="0"/>
      <w:jc w:val="both"/>
    </w:pPr>
    <w:rPr>
      <w:b/>
    </w:rPr>
  </w:style>
  <w:style w:type="paragraph" w:customStyle="1" w:styleId="isof3">
    <w:name w:val="isof3"/>
    <w:basedOn w:val="isonormal"/>
    <w:rsid w:val="003F7E4D"/>
    <w:pPr>
      <w:spacing w:before="0" w:line="240" w:lineRule="auto"/>
      <w:jc w:val="center"/>
    </w:pPr>
    <w:rPr>
      <w:b/>
      <w:caps/>
      <w:sz w:val="24"/>
    </w:rPr>
  </w:style>
  <w:style w:type="paragraph" w:customStyle="1" w:styleId="isof4">
    <w:name w:val="isof4"/>
    <w:basedOn w:val="isonormal"/>
    <w:rsid w:val="005F5BA4"/>
    <w:pPr>
      <w:spacing w:before="0" w:line="250" w:lineRule="exact"/>
    </w:pPr>
    <w:rPr>
      <w:b/>
      <w:sz w:val="24"/>
    </w:rPr>
  </w:style>
  <w:style w:type="paragraph" w:customStyle="1" w:styleId="landhed">
    <w:name w:val="landhed"/>
    <w:basedOn w:val="isof4"/>
    <w:pPr>
      <w:keepNext/>
      <w:keepLines/>
      <w:spacing w:before="80"/>
      <w:jc w:val="center"/>
    </w:pPr>
    <w:rPr>
      <w:caps/>
    </w:rPr>
  </w:style>
  <w:style w:type="paragraph" w:customStyle="1" w:styleId="linebrk">
    <w:name w:val="linebrk"/>
    <w:basedOn w:val="isof1"/>
    <w:pPr>
      <w:jc w:val="left"/>
    </w:p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isof1"/>
    <w:next w:val="isof1"/>
    <w:rPr>
      <w:vanish/>
    </w:rPr>
  </w:style>
  <w:style w:type="paragraph" w:customStyle="1" w:styleId="outlinehd1">
    <w:name w:val="outlinehd1"/>
    <w:basedOn w:val="isonormal"/>
    <w:next w:val="blocktext2"/>
    <w:rsid w:val="003F7E4D"/>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3F7E4D"/>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3F7E4D"/>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3F7E4D"/>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3F7E4D"/>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3F7E4D"/>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3F7E4D"/>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3F7E4D"/>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3F7E4D"/>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3F7E4D"/>
    <w:pPr>
      <w:keepLines/>
      <w:tabs>
        <w:tab w:val="right" w:pos="180"/>
        <w:tab w:val="left" w:pos="300"/>
      </w:tabs>
      <w:ind w:left="300" w:hanging="300"/>
      <w:jc w:val="both"/>
    </w:pPr>
    <w:rPr>
      <w:b/>
    </w:rPr>
  </w:style>
  <w:style w:type="paragraph" w:customStyle="1" w:styleId="outlinetxt2">
    <w:name w:val="outlinetxt2"/>
    <w:basedOn w:val="isonormal"/>
    <w:rsid w:val="003F7E4D"/>
    <w:pPr>
      <w:keepLines/>
      <w:tabs>
        <w:tab w:val="right" w:pos="480"/>
        <w:tab w:val="left" w:pos="600"/>
      </w:tabs>
      <w:ind w:left="600" w:hanging="600"/>
      <w:jc w:val="both"/>
    </w:pPr>
    <w:rPr>
      <w:b/>
    </w:rPr>
  </w:style>
  <w:style w:type="paragraph" w:customStyle="1" w:styleId="outlinetxt3">
    <w:name w:val="outlinetxt3"/>
    <w:basedOn w:val="isonormal"/>
    <w:link w:val="outlinetxt3Char"/>
    <w:rsid w:val="003F7E4D"/>
    <w:pPr>
      <w:keepLines/>
      <w:tabs>
        <w:tab w:val="right" w:pos="780"/>
        <w:tab w:val="left" w:pos="900"/>
      </w:tabs>
      <w:ind w:left="900" w:hanging="900"/>
      <w:jc w:val="both"/>
    </w:pPr>
    <w:rPr>
      <w:b/>
    </w:rPr>
  </w:style>
  <w:style w:type="paragraph" w:customStyle="1" w:styleId="outlinetxt4">
    <w:name w:val="outlinetxt4"/>
    <w:basedOn w:val="isonormal"/>
    <w:rsid w:val="003F7E4D"/>
    <w:pPr>
      <w:keepLines/>
      <w:tabs>
        <w:tab w:val="right" w:pos="1080"/>
        <w:tab w:val="left" w:pos="1200"/>
      </w:tabs>
      <w:ind w:left="1200" w:hanging="1200"/>
      <w:jc w:val="both"/>
    </w:pPr>
    <w:rPr>
      <w:b/>
    </w:rPr>
  </w:style>
  <w:style w:type="paragraph" w:customStyle="1" w:styleId="outlinetxt5">
    <w:name w:val="outlinetxt5"/>
    <w:basedOn w:val="isonormal"/>
    <w:rsid w:val="003F7E4D"/>
    <w:pPr>
      <w:keepLines/>
      <w:tabs>
        <w:tab w:val="right" w:pos="1380"/>
        <w:tab w:val="left" w:pos="1500"/>
      </w:tabs>
      <w:ind w:left="1500" w:hanging="1500"/>
      <w:jc w:val="both"/>
    </w:pPr>
    <w:rPr>
      <w:b/>
    </w:rPr>
  </w:style>
  <w:style w:type="paragraph" w:customStyle="1" w:styleId="outlinetxt6">
    <w:name w:val="outlinetxt6"/>
    <w:basedOn w:val="isonormal"/>
    <w:rsid w:val="003F7E4D"/>
    <w:pPr>
      <w:keepLines/>
      <w:tabs>
        <w:tab w:val="right" w:pos="1680"/>
        <w:tab w:val="left" w:pos="1800"/>
      </w:tabs>
      <w:ind w:left="1800" w:hanging="1800"/>
      <w:jc w:val="both"/>
    </w:pPr>
    <w:rPr>
      <w:b/>
    </w:rPr>
  </w:style>
  <w:style w:type="paragraph" w:customStyle="1" w:styleId="outlinetxt7">
    <w:name w:val="outlinetxt7"/>
    <w:basedOn w:val="isonormal"/>
    <w:rsid w:val="003F7E4D"/>
    <w:pPr>
      <w:keepLines/>
      <w:tabs>
        <w:tab w:val="right" w:pos="1980"/>
        <w:tab w:val="left" w:pos="2100"/>
      </w:tabs>
      <w:ind w:left="2100" w:hanging="2100"/>
      <w:jc w:val="both"/>
    </w:pPr>
    <w:rPr>
      <w:b/>
    </w:rPr>
  </w:style>
  <w:style w:type="paragraph" w:customStyle="1" w:styleId="outlinetxt8">
    <w:name w:val="outlinetxt8"/>
    <w:basedOn w:val="isonormal"/>
    <w:rsid w:val="003F7E4D"/>
    <w:pPr>
      <w:keepLines/>
      <w:tabs>
        <w:tab w:val="right" w:pos="2280"/>
        <w:tab w:val="left" w:pos="2400"/>
      </w:tabs>
      <w:ind w:left="2400" w:hanging="2400"/>
      <w:jc w:val="both"/>
    </w:pPr>
    <w:rPr>
      <w:b/>
    </w:rPr>
  </w:style>
  <w:style w:type="paragraph" w:customStyle="1" w:styleId="outlinetxt9">
    <w:name w:val="outlinetxt9"/>
    <w:basedOn w:val="isonormal"/>
    <w:rsid w:val="003F7E4D"/>
    <w:pPr>
      <w:keepLines/>
      <w:tabs>
        <w:tab w:val="right" w:pos="2580"/>
        <w:tab w:val="left" w:pos="2700"/>
      </w:tabs>
      <w:ind w:left="2700" w:hanging="2700"/>
      <w:jc w:val="both"/>
    </w:pPr>
    <w:rPr>
      <w:b/>
    </w:rPr>
  </w:style>
  <w:style w:type="paragraph" w:customStyle="1" w:styleId="pr">
    <w:name w:val="pr"/>
    <w:basedOn w:val="isof1"/>
    <w:pPr>
      <w:spacing w:before="80"/>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3F7E4D"/>
    <w:pPr>
      <w:spacing w:before="0" w:line="40" w:lineRule="exact"/>
      <w:jc w:val="both"/>
    </w:pPr>
  </w:style>
  <w:style w:type="paragraph" w:customStyle="1" w:styleId="subcap">
    <w:name w:val="subcap"/>
    <w:basedOn w:val="isof2"/>
    <w:pPr>
      <w:keepNext/>
      <w:keepLines/>
      <w:spacing w:before="80"/>
      <w:jc w:val="left"/>
    </w:pPr>
  </w:style>
  <w:style w:type="paragraph" w:customStyle="1" w:styleId="subcapr">
    <w:name w:val="subcapr"/>
    <w:basedOn w:val="isof2"/>
    <w:pPr>
      <w:keepNext/>
      <w:keepLines/>
      <w:spacing w:before="80" w:after="80"/>
      <w:jc w:val="right"/>
    </w:p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jc w:val="center"/>
    </w:pPr>
  </w:style>
  <w:style w:type="paragraph" w:customStyle="1" w:styleId="tablejust">
    <w:name w:val="tablejust"/>
    <w:basedOn w:val="isof1"/>
  </w:style>
  <w:style w:type="paragraph" w:customStyle="1" w:styleId="tableleft">
    <w:name w:val="tableleft"/>
    <w:basedOn w:val="Normal"/>
    <w:pPr>
      <w:spacing w:before="40" w:line="220" w:lineRule="exact"/>
      <w:jc w:val="left"/>
    </w:pPr>
    <w:rPr>
      <w:rFonts w:ascii="Helv" w:hAnsi="Helv"/>
    </w:rPr>
  </w:style>
  <w:style w:type="paragraph" w:customStyle="1" w:styleId="tableright">
    <w:name w:val="tableright"/>
    <w:basedOn w:val="Normal"/>
    <w:pPr>
      <w:spacing w:before="60" w:line="220" w:lineRule="exact"/>
      <w:jc w:val="right"/>
    </w:pPr>
    <w:rPr>
      <w:rFonts w:ascii="Helv" w:hAnsi="Helv"/>
    </w:r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3F7E4D"/>
    <w:pPr>
      <w:keepLines/>
      <w:framePr w:w="1872" w:wrap="around" w:vAnchor="text" w:hAnchor="page" w:x="1080" w:y="1"/>
    </w:pPr>
    <w:rPr>
      <w:b/>
      <w:caps/>
    </w:rPr>
  </w:style>
  <w:style w:type="paragraph" w:customStyle="1" w:styleId="sectiontitlecenter">
    <w:name w:val="section title center"/>
    <w:basedOn w:val="isonormal"/>
    <w:rsid w:val="003F7E4D"/>
    <w:pPr>
      <w:keepNext/>
      <w:keepLines/>
      <w:pBdr>
        <w:top w:val="single" w:sz="6" w:space="3" w:color="auto"/>
      </w:pBdr>
      <w:jc w:val="center"/>
    </w:pPr>
    <w:rPr>
      <w:b/>
      <w:caps/>
      <w:sz w:val="24"/>
    </w:rPr>
  </w:style>
  <w:style w:type="paragraph" w:customStyle="1" w:styleId="sectiontitleflushleft">
    <w:name w:val="section title flush left"/>
    <w:basedOn w:val="isonormal"/>
    <w:rsid w:val="003F7E4D"/>
    <w:pPr>
      <w:keepNext/>
      <w:keepLines/>
      <w:pBdr>
        <w:top w:val="single" w:sz="6" w:space="3" w:color="auto"/>
      </w:pBdr>
    </w:pPr>
    <w:rPr>
      <w:b/>
      <w:caps/>
      <w:sz w:val="24"/>
    </w:rPr>
  </w:style>
  <w:style w:type="paragraph" w:customStyle="1" w:styleId="columnheading">
    <w:name w:val="column heading"/>
    <w:basedOn w:val="isonormal"/>
    <w:rsid w:val="003F7E4D"/>
    <w:pPr>
      <w:keepNext/>
      <w:keepLines/>
      <w:spacing w:before="0"/>
      <w:jc w:val="center"/>
    </w:pPr>
    <w:rPr>
      <w:b/>
    </w:rPr>
  </w:style>
  <w:style w:type="paragraph" w:customStyle="1" w:styleId="title12">
    <w:name w:val="title12"/>
    <w:basedOn w:val="isonormal"/>
    <w:next w:val="isonormal"/>
    <w:rsid w:val="003F7E4D"/>
    <w:pPr>
      <w:keepNext/>
      <w:keepLines/>
      <w:spacing w:before="0" w:line="240" w:lineRule="auto"/>
      <w:jc w:val="center"/>
    </w:pPr>
    <w:rPr>
      <w:b/>
      <w:caps/>
      <w:sz w:val="24"/>
    </w:rPr>
  </w:style>
  <w:style w:type="paragraph" w:customStyle="1" w:styleId="title18">
    <w:name w:val="title18"/>
    <w:basedOn w:val="isonormal"/>
    <w:next w:val="isonormal"/>
    <w:rsid w:val="003F7E4D"/>
    <w:pPr>
      <w:spacing w:before="0" w:line="360" w:lineRule="exact"/>
      <w:jc w:val="center"/>
    </w:pPr>
    <w:rPr>
      <w:b/>
      <w:caps/>
      <w:sz w:val="36"/>
    </w:rPr>
  </w:style>
  <w:style w:type="paragraph" w:styleId="List3">
    <w:name w:val="List 3"/>
    <w:basedOn w:val="Normal"/>
    <w:rsid w:val="005F5BA4"/>
    <w:pPr>
      <w:ind w:left="1080" w:hanging="360"/>
      <w:jc w:val="center"/>
    </w:pPr>
    <w:rPr>
      <w:b/>
      <w:caps/>
      <w:sz w:val="24"/>
    </w:rPr>
  </w:style>
  <w:style w:type="paragraph" w:styleId="ListNumber">
    <w:name w:val="List Number"/>
    <w:basedOn w:val="Normal"/>
    <w:rsid w:val="005F5BA4"/>
    <w:pPr>
      <w:ind w:left="360" w:hanging="360"/>
    </w:pPr>
  </w:style>
  <w:style w:type="paragraph" w:customStyle="1" w:styleId="tabletext">
    <w:name w:val="tabletext"/>
    <w:basedOn w:val="isonormal"/>
    <w:rsid w:val="003F7E4D"/>
    <w:pPr>
      <w:spacing w:before="60"/>
    </w:pPr>
  </w:style>
  <w:style w:type="paragraph" w:customStyle="1" w:styleId="center">
    <w:name w:val="center"/>
    <w:basedOn w:val="isonormal"/>
    <w:rsid w:val="003F7E4D"/>
    <w:pPr>
      <w:jc w:val="center"/>
    </w:pPr>
  </w:style>
  <w:style w:type="paragraph" w:styleId="Caption">
    <w:name w:val="caption"/>
    <w:basedOn w:val="Normal"/>
    <w:next w:val="Normal"/>
    <w:qFormat/>
    <w:pPr>
      <w:spacing w:before="120" w:after="120"/>
    </w:pPr>
    <w:rPr>
      <w:b/>
    </w:r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styleId="TableofAuthorities">
    <w:name w:val="table of authorities"/>
    <w:basedOn w:val="Normal"/>
    <w:next w:val="Normal"/>
    <w:semiHidden/>
    <w:rsid w:val="005F5BA4"/>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Space1pt4">
    <w:name w:val="Space1pt4"/>
    <w:basedOn w:val="Normal"/>
    <w:pPr>
      <w:spacing w:line="120" w:lineRule="exact"/>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pPr>
      <w:spacing w:before="60"/>
    </w:pPr>
    <w:rPr>
      <w:rFonts w:ascii="Arial" w:hAnsi="Arial"/>
    </w:r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5F5BA4"/>
    <w:pPr>
      <w:jc w:val="right"/>
    </w:pPr>
    <w:rPr>
      <w:sz w:val="22"/>
    </w:rPr>
  </w:style>
  <w:style w:type="paragraph" w:customStyle="1" w:styleId="ISOCircular">
    <w:name w:val="ISOCircular"/>
    <w:basedOn w:val="Normal"/>
    <w:rsid w:val="005F5BA4"/>
    <w:pPr>
      <w:jc w:val="left"/>
    </w:pPr>
    <w:rPr>
      <w:i/>
      <w:caps/>
      <w:sz w:val="116"/>
    </w:rPr>
  </w:style>
  <w:style w:type="paragraph" w:customStyle="1" w:styleId="LineOfBusiness">
    <w:name w:val="LineOfBusiness"/>
    <w:basedOn w:val="Normal"/>
    <w:rsid w:val="005F5BA4"/>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5F5BA4"/>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3F7E4D"/>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5F5BA4"/>
    <w:pPr>
      <w:tabs>
        <w:tab w:val="right" w:leader="dot" w:pos="10080"/>
      </w:tabs>
      <w:ind w:left="200" w:hanging="200"/>
    </w:pPr>
  </w:style>
  <w:style w:type="paragraph" w:customStyle="1" w:styleId="sidetext">
    <w:name w:val="sidetext"/>
    <w:basedOn w:val="isonormal"/>
    <w:rsid w:val="003F7E4D"/>
    <w:pPr>
      <w:spacing w:before="0" w:line="240" w:lineRule="auto"/>
      <w:jc w:val="center"/>
    </w:pPr>
    <w:rPr>
      <w:sz w:val="52"/>
    </w:rPr>
  </w:style>
  <w:style w:type="paragraph" w:customStyle="1" w:styleId="tabletxtdecpage">
    <w:name w:val="tabletxt dec page"/>
    <w:basedOn w:val="isonormal"/>
    <w:rsid w:val="003F7E4D"/>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5F5BA4"/>
  </w:style>
  <w:style w:type="paragraph" w:customStyle="1" w:styleId="space8">
    <w:name w:val="space8"/>
    <w:basedOn w:val="isonormal"/>
    <w:next w:val="blocktext1"/>
    <w:rsid w:val="003F7E4D"/>
    <w:pPr>
      <w:spacing w:before="0" w:line="160" w:lineRule="exact"/>
      <w:jc w:val="both"/>
    </w:pPr>
  </w:style>
  <w:style w:type="paragraph" w:customStyle="1" w:styleId="space4">
    <w:name w:val="space4"/>
    <w:basedOn w:val="isonormal"/>
    <w:next w:val="blocktext1"/>
    <w:rsid w:val="003F7E4D"/>
    <w:pPr>
      <w:spacing w:before="0" w:line="80" w:lineRule="exact"/>
      <w:jc w:val="both"/>
    </w:pPr>
  </w:style>
  <w:style w:type="paragraph" w:customStyle="1" w:styleId="title14">
    <w:name w:val="title14"/>
    <w:basedOn w:val="isonormal"/>
    <w:next w:val="isonormal"/>
    <w:rsid w:val="003F7E4D"/>
    <w:pPr>
      <w:keepNext/>
      <w:keepLines/>
      <w:spacing w:before="0" w:line="240" w:lineRule="auto"/>
      <w:jc w:val="center"/>
    </w:pPr>
    <w:rPr>
      <w:b/>
      <w:caps/>
      <w:sz w:val="28"/>
    </w:rPr>
  </w:style>
  <w:style w:type="paragraph" w:customStyle="1" w:styleId="title16">
    <w:name w:val="title16"/>
    <w:basedOn w:val="isonormal"/>
    <w:next w:val="isonormal"/>
    <w:rsid w:val="003F7E4D"/>
    <w:pPr>
      <w:keepNext/>
      <w:keepLines/>
      <w:spacing w:before="0" w:line="240" w:lineRule="auto"/>
      <w:jc w:val="center"/>
    </w:pPr>
    <w:rPr>
      <w:b/>
      <w:caps/>
      <w:sz w:val="32"/>
    </w:rPr>
  </w:style>
  <w:style w:type="paragraph" w:customStyle="1" w:styleId="title24">
    <w:name w:val="title24"/>
    <w:basedOn w:val="isonormal"/>
    <w:next w:val="isonormal"/>
    <w:rsid w:val="003F7E4D"/>
    <w:pPr>
      <w:keepNext/>
      <w:keepLines/>
      <w:spacing w:before="0" w:line="240" w:lineRule="auto"/>
      <w:jc w:val="center"/>
    </w:pPr>
    <w:rPr>
      <w:b/>
      <w:caps/>
      <w:sz w:val="48"/>
    </w:rPr>
  </w:style>
  <w:style w:type="paragraph" w:customStyle="1" w:styleId="title30">
    <w:name w:val="title30"/>
    <w:basedOn w:val="isonormal"/>
    <w:next w:val="isonormal"/>
    <w:rsid w:val="003F7E4D"/>
    <w:pPr>
      <w:keepNext/>
      <w:keepLines/>
      <w:spacing w:before="0" w:line="240" w:lineRule="auto"/>
      <w:jc w:val="center"/>
    </w:pPr>
    <w:rPr>
      <w:b/>
      <w:caps/>
      <w:sz w:val="60"/>
    </w:rPr>
  </w:style>
  <w:style w:type="paragraph" w:customStyle="1" w:styleId="columnheading12">
    <w:name w:val="column heading12"/>
    <w:basedOn w:val="isonormal"/>
    <w:rsid w:val="003F7E4D"/>
    <w:pPr>
      <w:keepNext/>
      <w:keepLines/>
      <w:spacing w:before="0" w:line="240" w:lineRule="auto"/>
      <w:jc w:val="center"/>
    </w:pPr>
    <w:rPr>
      <w:b/>
      <w:sz w:val="24"/>
    </w:rPr>
  </w:style>
  <w:style w:type="paragraph" w:customStyle="1" w:styleId="columnheading14">
    <w:name w:val="column heading14"/>
    <w:basedOn w:val="isonormal"/>
    <w:rsid w:val="003F7E4D"/>
    <w:pPr>
      <w:keepNext/>
      <w:keepLines/>
      <w:spacing w:before="0" w:line="240" w:lineRule="auto"/>
      <w:jc w:val="center"/>
    </w:pPr>
    <w:rPr>
      <w:b/>
      <w:sz w:val="28"/>
    </w:rPr>
  </w:style>
  <w:style w:type="paragraph" w:customStyle="1" w:styleId="columnheading16">
    <w:name w:val="column heading16"/>
    <w:basedOn w:val="isonormal"/>
    <w:rsid w:val="003F7E4D"/>
    <w:pPr>
      <w:keepNext/>
      <w:keepLines/>
      <w:spacing w:before="0" w:line="240" w:lineRule="auto"/>
      <w:jc w:val="center"/>
    </w:pPr>
    <w:rPr>
      <w:b/>
      <w:sz w:val="32"/>
    </w:rPr>
  </w:style>
  <w:style w:type="paragraph" w:customStyle="1" w:styleId="columnheading18">
    <w:name w:val="column heading18"/>
    <w:basedOn w:val="isonormal"/>
    <w:rsid w:val="003F7E4D"/>
    <w:pPr>
      <w:keepNext/>
      <w:keepLines/>
      <w:spacing w:before="0" w:line="240" w:lineRule="auto"/>
      <w:jc w:val="center"/>
    </w:pPr>
    <w:rPr>
      <w:b/>
      <w:sz w:val="36"/>
    </w:rPr>
  </w:style>
  <w:style w:type="paragraph" w:customStyle="1" w:styleId="columnheading24">
    <w:name w:val="column heading24"/>
    <w:basedOn w:val="isonormal"/>
    <w:rsid w:val="003F7E4D"/>
    <w:pPr>
      <w:keepNext/>
      <w:keepLines/>
      <w:spacing w:before="0" w:line="240" w:lineRule="auto"/>
      <w:jc w:val="center"/>
    </w:pPr>
    <w:rPr>
      <w:b/>
      <w:sz w:val="48"/>
    </w:rPr>
  </w:style>
  <w:style w:type="paragraph" w:customStyle="1" w:styleId="tabletext8">
    <w:name w:val="tabletext8"/>
    <w:basedOn w:val="isonormal"/>
    <w:rsid w:val="003F7E4D"/>
    <w:pPr>
      <w:spacing w:before="60"/>
    </w:pPr>
    <w:rPr>
      <w:sz w:val="16"/>
    </w:rPr>
  </w:style>
  <w:style w:type="paragraph" w:customStyle="1" w:styleId="TEXT12">
    <w:name w:val="TEXT12"/>
    <w:basedOn w:val="isonormal"/>
    <w:rsid w:val="003F7E4D"/>
    <w:pPr>
      <w:spacing w:line="240" w:lineRule="auto"/>
    </w:pPr>
    <w:rPr>
      <w:sz w:val="24"/>
    </w:rPr>
  </w:style>
  <w:style w:type="paragraph" w:customStyle="1" w:styleId="TEXT14">
    <w:name w:val="TEXT14"/>
    <w:basedOn w:val="isonormal"/>
    <w:rsid w:val="003F7E4D"/>
    <w:pPr>
      <w:spacing w:line="240" w:lineRule="auto"/>
    </w:pPr>
    <w:rPr>
      <w:sz w:val="28"/>
    </w:rPr>
  </w:style>
  <w:style w:type="paragraph" w:customStyle="1" w:styleId="TEXT16">
    <w:name w:val="TEXT16"/>
    <w:basedOn w:val="isonormal"/>
    <w:rsid w:val="003F7E4D"/>
    <w:pPr>
      <w:spacing w:line="240" w:lineRule="auto"/>
    </w:pPr>
    <w:rPr>
      <w:sz w:val="32"/>
    </w:rPr>
  </w:style>
  <w:style w:type="paragraph" w:customStyle="1" w:styleId="TEXT18">
    <w:name w:val="TEXT18"/>
    <w:basedOn w:val="isonormal"/>
    <w:rsid w:val="003F7E4D"/>
    <w:pPr>
      <w:spacing w:line="240" w:lineRule="auto"/>
    </w:pPr>
    <w:rPr>
      <w:sz w:val="36"/>
    </w:rPr>
  </w:style>
  <w:style w:type="paragraph" w:customStyle="1" w:styleId="TEXT24">
    <w:name w:val="TEXT24"/>
    <w:basedOn w:val="isonormal"/>
    <w:rsid w:val="003F7E4D"/>
    <w:pPr>
      <w:spacing w:line="240" w:lineRule="auto"/>
    </w:pPr>
    <w:rPr>
      <w:sz w:val="48"/>
    </w:rPr>
  </w:style>
  <w:style w:type="table" w:styleId="TableGrid">
    <w:name w:val="Table Grid"/>
    <w:basedOn w:val="TableNormal"/>
    <w:rsid w:val="003F7E4D"/>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3F7E4D"/>
    <w:pPr>
      <w:spacing w:before="0" w:line="40" w:lineRule="exact"/>
      <w:jc w:val="both"/>
    </w:pPr>
  </w:style>
  <w:style w:type="paragraph" w:customStyle="1" w:styleId="tablerow4">
    <w:name w:val="tablerow4"/>
    <w:basedOn w:val="isonormal"/>
    <w:next w:val="tabletext"/>
    <w:rsid w:val="003F7E4D"/>
    <w:pPr>
      <w:spacing w:before="0" w:line="80" w:lineRule="exact"/>
      <w:jc w:val="both"/>
    </w:pPr>
  </w:style>
  <w:style w:type="character" w:customStyle="1" w:styleId="blocktext2Char">
    <w:name w:val="blocktext2 Char"/>
    <w:link w:val="blocktext2"/>
    <w:rsid w:val="000D5C47"/>
    <w:rPr>
      <w:rFonts w:ascii="Arial" w:hAnsi="Arial"/>
    </w:rPr>
  </w:style>
  <w:style w:type="paragraph" w:customStyle="1" w:styleId="attachtext">
    <w:name w:val="attachtext"/>
    <w:basedOn w:val="isonormal"/>
    <w:rsid w:val="00955D11"/>
    <w:pPr>
      <w:spacing w:before="0" w:line="240" w:lineRule="auto"/>
    </w:pPr>
    <w:rPr>
      <w:sz w:val="24"/>
    </w:rPr>
  </w:style>
  <w:style w:type="character" w:customStyle="1" w:styleId="Heading1Char">
    <w:name w:val="Heading 1 Char"/>
    <w:link w:val="Heading1"/>
    <w:rsid w:val="003F7E4D"/>
    <w:rPr>
      <w:rFonts w:ascii="Helv" w:hAnsi="Helv"/>
      <w:b/>
      <w:sz w:val="24"/>
      <w:u w:val="single"/>
    </w:rPr>
  </w:style>
  <w:style w:type="character" w:customStyle="1" w:styleId="Heading2Char">
    <w:name w:val="Heading 2 Char"/>
    <w:link w:val="Heading2"/>
    <w:rsid w:val="003F7E4D"/>
    <w:rPr>
      <w:rFonts w:ascii="Helv" w:hAnsi="Helv"/>
      <w:b/>
      <w:sz w:val="24"/>
    </w:rPr>
  </w:style>
  <w:style w:type="character" w:customStyle="1" w:styleId="Heading3Char">
    <w:name w:val="Heading 3 Char"/>
    <w:link w:val="Heading3"/>
    <w:rsid w:val="003F7E4D"/>
    <w:rPr>
      <w:rFonts w:ascii="Tms Rmn" w:hAnsi="Tms Rmn"/>
      <w:b/>
      <w:sz w:val="24"/>
    </w:rPr>
  </w:style>
  <w:style w:type="paragraph" w:customStyle="1" w:styleId="tablehead">
    <w:name w:val="tablehead"/>
    <w:basedOn w:val="isonormal"/>
    <w:rsid w:val="003F7E4D"/>
    <w:pPr>
      <w:spacing w:before="40" w:after="20" w:line="190" w:lineRule="exact"/>
      <w:jc w:val="center"/>
    </w:pPr>
    <w:rPr>
      <w:b/>
      <w:sz w:val="18"/>
    </w:rPr>
  </w:style>
  <w:style w:type="paragraph" w:customStyle="1" w:styleId="tabletext11">
    <w:name w:val="tabletext1/1"/>
    <w:basedOn w:val="isonormal"/>
    <w:rsid w:val="003F7E4D"/>
    <w:pPr>
      <w:spacing w:before="20" w:after="20" w:line="190" w:lineRule="exact"/>
    </w:pPr>
    <w:rPr>
      <w:sz w:val="18"/>
    </w:rPr>
  </w:style>
  <w:style w:type="character" w:customStyle="1" w:styleId="HeaderChar">
    <w:name w:val="Header Char"/>
    <w:link w:val="Header"/>
    <w:rsid w:val="003F7E4D"/>
    <w:rPr>
      <w:rFonts w:ascii="Arial" w:hAnsi="Arial"/>
    </w:rPr>
  </w:style>
  <w:style w:type="character" w:customStyle="1" w:styleId="FooterChar">
    <w:name w:val="Footer Char"/>
    <w:link w:val="Footer"/>
    <w:rsid w:val="003F7E4D"/>
    <w:rPr>
      <w:rFonts w:ascii="Arial" w:hAnsi="Arial"/>
    </w:rPr>
  </w:style>
  <w:style w:type="character" w:customStyle="1" w:styleId="formlink">
    <w:name w:val="formlink"/>
    <w:rsid w:val="003F7E4D"/>
    <w:rPr>
      <w:b/>
    </w:rPr>
  </w:style>
  <w:style w:type="paragraph" w:styleId="BalloonText">
    <w:name w:val="Balloon Text"/>
    <w:basedOn w:val="Normal"/>
    <w:link w:val="BalloonTextChar"/>
    <w:uiPriority w:val="99"/>
    <w:unhideWhenUsed/>
    <w:rsid w:val="00996CFE"/>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996CFE"/>
    <w:rPr>
      <w:rFonts w:ascii="Tahoma" w:hAnsi="Tahoma" w:cs="Tahoma"/>
      <w:sz w:val="16"/>
      <w:szCs w:val="16"/>
    </w:rPr>
  </w:style>
  <w:style w:type="character" w:customStyle="1" w:styleId="outlinetxt3Char">
    <w:name w:val="outlinetxt3 Char"/>
    <w:link w:val="outlinetxt3"/>
    <w:rsid w:val="00C96568"/>
    <w:rPr>
      <w:rFonts w:ascii="Arial" w:hAnsi="Arial"/>
      <w:b/>
    </w:rPr>
  </w:style>
  <w:style w:type="character" w:customStyle="1" w:styleId="blocktext3Char">
    <w:name w:val="blocktext3 Char"/>
    <w:link w:val="blocktext3"/>
    <w:locked/>
    <w:rsid w:val="003F5405"/>
    <w:rPr>
      <w:rFonts w:ascii="Arial" w:hAnsi="Arial"/>
    </w:rPr>
  </w:style>
  <w:style w:type="character" w:customStyle="1" w:styleId="outlinetxt1Char">
    <w:name w:val="outlinetxt1 Char"/>
    <w:link w:val="outlinetxt1"/>
    <w:locked/>
    <w:rsid w:val="00B14E1B"/>
    <w:rPr>
      <w:rFonts w:ascii="Arial" w:hAnsi="Arial"/>
      <w:b/>
    </w:rPr>
  </w:style>
  <w:style w:type="paragraph" w:styleId="CommentSubject">
    <w:name w:val="annotation subject"/>
    <w:basedOn w:val="CommentText"/>
    <w:next w:val="CommentText"/>
    <w:link w:val="CommentSubjectChar"/>
    <w:rsid w:val="00B00EDA"/>
    <w:pPr>
      <w:spacing w:line="240" w:lineRule="auto"/>
    </w:pPr>
    <w:rPr>
      <w:rFonts w:ascii="Arial" w:hAnsi="Arial"/>
      <w:b/>
      <w:bCs/>
    </w:rPr>
  </w:style>
  <w:style w:type="character" w:customStyle="1" w:styleId="CommentTextChar">
    <w:name w:val="Comment Text Char"/>
    <w:link w:val="CommentText"/>
    <w:semiHidden/>
    <w:rsid w:val="00B00EDA"/>
    <w:rPr>
      <w:rFonts w:ascii="Helv" w:hAnsi="Helv"/>
    </w:rPr>
  </w:style>
  <w:style w:type="character" w:customStyle="1" w:styleId="CommentSubjectChar">
    <w:name w:val="Comment Subject Char"/>
    <w:link w:val="CommentSubject"/>
    <w:rsid w:val="00B00EDA"/>
    <w:rPr>
      <w:rFonts w:ascii="Arial" w:hAnsi="Arial"/>
      <w:b/>
      <w:bCs/>
    </w:rPr>
  </w:style>
  <w:style w:type="paragraph" w:styleId="Revision">
    <w:name w:val="Revision"/>
    <w:hidden/>
    <w:uiPriority w:val="99"/>
    <w:semiHidden/>
    <w:rsid w:val="00751E7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7.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LI-CA-2022-047 - 003 - CA 27 25 09 22 New.docx</DocumentName>
    <NumberOfPages xmlns="a86cc342-0045-41e2-80e9-abdb777d2eca">7</NumberOfPages>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I20788</AuthorId>
    <CircularDocDescription xmlns="a86cc342-0045-41e2-80e9-abdb777d2eca">CA 27 25 09 22 New</CircularDocDescription>
    <Date_x0020_Modified xmlns="a86cc342-0045-41e2-80e9-abdb777d2eca">2021-12-21T15:55:12+00:00</Date_x0020_Modified>
    <CircularDate xmlns="a86cc342-0045-41e2-80e9-abdb777d2eca">2022-02-10T05:00:00+00:00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CA-2021-OAMFR in Minnesota is provided. This supplement complements the multistate forms filing, which is attached to circular LI-CA-2021-372. Proposed Distribution Date: 9/2022 Caution: Not yet implemented</KeyMessage>
    <CircularNumber xmlns="a86cc342-0045-41e2-80e9-abdb777d2eca">LI-CA-2022-047</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Woolis, Christopher</AuthorName>
    <Sequence xmlns="a86cc342-0045-41e2-80e9-abdb777d2eca">2</Sequence>
    <ServiceModuleString xmlns="a86cc342-0045-41e2-80e9-abdb777d2eca">Forms;</ServiceModuleString>
    <CircId xmlns="a86cc342-0045-41e2-80e9-abdb777d2eca">34705</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MINNESOTA SUPPLEMENT TO THE COMMERCIAL AUTO MULTISTATE OPTIONAL ENDORSEMENTS ADDRESSING ABUSE OR MOLESTATION LIABILITY OPTIONS AND AUTO HACKING EXPENSE COVERAGE FORMS REVISION PROVIDED</CircularTitle>
    <Jurs xmlns="a86cc342-0045-41e2-80e9-abdb777d2eca">
      <Value>25</Value>
    </Jurs>
  </documentManagement>
</p:properti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F625A5-CFBE-4134-80F1-FB0C1DD99837}"/>
</file>

<file path=customXml/itemProps2.xml><?xml version="1.0" encoding="utf-8"?>
<ds:datastoreItem xmlns:ds="http://schemas.openxmlformats.org/officeDocument/2006/customXml" ds:itemID="{569E1C1F-8E19-4905-811F-83D3AC5E9994}"/>
</file>

<file path=customXml/itemProps3.xml><?xml version="1.0" encoding="utf-8"?>
<ds:datastoreItem xmlns:ds="http://schemas.openxmlformats.org/officeDocument/2006/customXml" ds:itemID="{176AD97D-91BF-4091-88ED-759E090F8F60}"/>
</file>

<file path=customXml/itemProps4.xml><?xml version="1.0" encoding="utf-8"?>
<ds:datastoreItem xmlns:ds="http://schemas.openxmlformats.org/officeDocument/2006/customXml" ds:itemID="{CCDF6D45-713A-40D9-90F1-9B388F544586}"/>
</file>

<file path=customXml/itemProps5.xml><?xml version="1.0" encoding="utf-8"?>
<ds:datastoreItem xmlns:ds="http://schemas.openxmlformats.org/officeDocument/2006/customXml" ds:itemID="{4F7C955B-0192-43E9-AE0E-1D1834F771D3}"/>
</file>

<file path=docProps/app.xml><?xml version="1.0" encoding="utf-8"?>
<Properties xmlns="http://schemas.openxmlformats.org/officeDocument/2006/extended-properties" xmlns:vt="http://schemas.openxmlformats.org/officeDocument/2006/docPropsVTypes">
  <Template>FORMSADDINAUTO.DOTM</Template>
  <TotalTime>0</TotalTime>
  <Pages>8</Pages>
  <Words>3666</Words>
  <Characters>18765</Characters>
  <Application>Microsoft Office Word</Application>
  <DocSecurity>0</DocSecurity>
  <Lines>653</Lines>
  <Paragraphs>202</Paragraphs>
  <ScaleCrop>false</ScaleCrop>
  <HeadingPairs>
    <vt:vector size="4" baseType="variant">
      <vt:variant>
        <vt:lpstr>Title</vt:lpstr>
      </vt:variant>
      <vt:variant>
        <vt:i4>1</vt:i4>
      </vt:variant>
      <vt:variant>
        <vt:lpstr>LOUISIANA HIRED AUTO AND NON-OWNED  AUTO LIABILITY/UNINSURED MOTORISTS  INSURANCE (BODILY INJURY) </vt:lpstr>
      </vt:variant>
      <vt:variant>
        <vt:i4>0</vt:i4>
      </vt:variant>
    </vt:vector>
  </HeadingPairs>
  <TitlesOfParts>
    <vt:vector size="1" baseType="lpstr">
      <vt:lpstr>MINNESOTA SEXUAL ABUSE OR SEXUAL MOLESTATION LIABILITY COVERAGE</vt:lpstr>
    </vt:vector>
  </TitlesOfParts>
  <Manager/>
  <Company/>
  <LinksUpToDate>false</LinksUpToDate>
  <CharactersWithSpaces>22410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SEXUAL ABUSE OR SEXUAL MOLESTATION LIABILITY COVERAGE</dc:title>
  <dc:subject/>
  <dc:creator/>
  <cp:keywords/>
  <dc:description>8</dc:description>
  <cp:lastModifiedBy/>
  <cp:revision>1</cp:revision>
  <cp:lastPrinted>2006-09-06T18:24:00Z</cp:lastPrinted>
  <dcterms:created xsi:type="dcterms:W3CDTF">2021-09-08T18:48:00Z</dcterms:created>
  <dcterms:modified xsi:type="dcterms:W3CDTF">2021-12-21T15:55:00Z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System Account</vt:lpwstr>
  </property>
  <property fmtid="{D5CDD505-2E9C-101B-9397-08002B2CF9AE}" pid="10" name="DocumentName">
    <vt:lpwstr>CA25481013_3.doc</vt:lpwstr>
  </property>
  <property fmtid="{D5CDD505-2E9C-101B-9397-08002B2CF9AE}" pid="11" name="DocumentStatus">
    <vt:lpwstr>C</vt:lpwstr>
  </property>
  <property fmtid="{D5CDD505-2E9C-101B-9397-08002B2CF9AE}" pid="12" name="DocumentTitle">
    <vt:lpwstr>EMPLOYEE BENEFITS LIABILITY COVERAGE</vt:lpwstr>
  </property>
  <property fmtid="{D5CDD505-2E9C-101B-9397-08002B2CF9AE}" pid="13" name="DoesDocExist">
    <vt:lpwstr>0</vt:lpwstr>
  </property>
  <property fmtid="{D5CDD505-2E9C-101B-9397-08002B2CF9AE}" pid="14" name="dte$">
    <vt:lpwstr/>
  </property>
  <property fmtid="{D5CDD505-2E9C-101B-9397-08002B2CF9AE}" pid="15" name="FilingID">
    <vt:lpwstr/>
  </property>
  <property fmtid="{D5CDD505-2E9C-101B-9397-08002B2CF9AE}" pid="16" name="FilingPath">
    <vt:lpwstr/>
  </property>
  <property fmtid="{D5CDD505-2E9C-101B-9397-08002B2CF9AE}" pid="17" name="Form">
    <vt:lpwstr>CA25481013    </vt:lpwstr>
  </property>
  <property fmtid="{D5CDD505-2E9C-101B-9397-08002B2CF9AE}" pid="18" name="Form: Action">
    <vt:lpwstr>N   </vt:lpwstr>
  </property>
  <property fmtid="{D5CDD505-2E9C-101B-9397-08002B2CF9AE}" pid="19" name="Form: BaseFormNumber">
    <vt:lpwstr>CA2548    </vt:lpwstr>
  </property>
  <property fmtid="{D5CDD505-2E9C-101B-9397-08002B2CF9AE}" pid="20" name="Form: Cancellation">
    <vt:lpwstr>N</vt:lpwstr>
  </property>
  <property fmtid="{D5CDD505-2E9C-101B-9397-08002B2CF9AE}" pid="21" name="Form: CategoryCode">
    <vt:lpwstr>25</vt:lpwstr>
  </property>
  <property fmtid="{D5CDD505-2E9C-101B-9397-08002B2CF9AE}" pid="22" name="Form: CentralDistribution">
    <vt:lpwstr>Y</vt:lpwstr>
  </property>
  <property fmtid="{D5CDD505-2E9C-101B-9397-08002B2CF9AE}" pid="23" name="Form: DisplayFormNumber">
    <vt:lpwstr>CA 25 48 10 13      </vt:lpwstr>
  </property>
  <property fmtid="{D5CDD505-2E9C-101B-9397-08002B2CF9AE}" pid="24" name="Form: EditionDate">
    <vt:lpwstr>1013</vt:lpwstr>
  </property>
  <property fmtid="{D5CDD505-2E9C-101B-9397-08002B2CF9AE}" pid="25" name="Form: EditionDateCentury">
    <vt:lpwstr>20131001</vt:lpwstr>
  </property>
  <property fmtid="{D5CDD505-2E9C-101B-9397-08002B2CF9AE}" pid="26" name="Form: EditionDateInd">
    <vt:lpwstr>Y</vt:lpwstr>
  </property>
  <property fmtid="{D5CDD505-2E9C-101B-9397-08002B2CF9AE}" pid="27" name="Form: EffectiveDate">
    <vt:lpwstr/>
  </property>
  <property fmtid="{D5CDD505-2E9C-101B-9397-08002B2CF9AE}" pid="28" name="Form: FilingId">
    <vt:lpwstr/>
  </property>
  <property fmtid="{D5CDD505-2E9C-101B-9397-08002B2CF9AE}" pid="29" name="Form: FormNumber">
    <vt:lpwstr>CA25481013    </vt:lpwstr>
  </property>
  <property fmtid="{D5CDD505-2E9C-101B-9397-08002B2CF9AE}" pid="30" name="Form: FormType">
    <vt:lpwstr>E   </vt:lpwstr>
  </property>
  <property fmtid="{D5CDD505-2E9C-101B-9397-08002B2CF9AE}" pid="31" name="Form: Jurisdiction">
    <vt:lpwstr>MU</vt:lpwstr>
  </property>
  <property fmtid="{D5CDD505-2E9C-101B-9397-08002B2CF9AE}" pid="32" name="Form: Language">
    <vt:lpwstr>E   </vt:lpwstr>
  </property>
  <property fmtid="{D5CDD505-2E9C-101B-9397-08002B2CF9AE}" pid="33" name="Form: LOB">
    <vt:lpwstr>CA</vt:lpwstr>
  </property>
  <property fmtid="{D5CDD505-2E9C-101B-9397-08002B2CF9AE}" pid="34" name="Form: Mandatory">
    <vt:lpwstr>N</vt:lpwstr>
  </property>
  <property fmtid="{D5CDD505-2E9C-101B-9397-08002B2CF9AE}" pid="35" name="Form: ObsInd">
    <vt:lpwstr/>
  </property>
  <property fmtid="{D5CDD505-2E9C-101B-9397-08002B2CF9AE}" pid="36" name="Form: ObsolescenceDate">
    <vt:lpwstr>0001-01-01T00:00:00Z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Auto Dealer Program</vt:lpwstr>
  </property>
  <property fmtid="{D5CDD505-2E9C-101B-9397-08002B2CF9AE}" pid="40" name="Form: Simplified">
    <vt:lpwstr>Y</vt:lpwstr>
  </property>
  <property fmtid="{D5CDD505-2E9C-101B-9397-08002B2CF9AE}" pid="41" name="Form: Status">
    <vt:lpwstr>X   </vt:lpwstr>
  </property>
  <property fmtid="{D5CDD505-2E9C-101B-9397-08002B2CF9AE}" pid="42" name="Form: UserObs">
    <vt:lpwstr/>
  </property>
  <property fmtid="{D5CDD505-2E9C-101B-9397-08002B2CF9AE}" pid="43" name="Form: Version">
    <vt:lpwstr>3.00000000000000</vt:lpwstr>
  </property>
  <property fmtid="{D5CDD505-2E9C-101B-9397-08002B2CF9AE}" pid="44" name="Form: WithdrawlDate">
    <vt:lpwstr/>
  </property>
  <property fmtid="{D5CDD505-2E9C-101B-9397-08002B2CF9AE}" pid="45" name="FormNumber">
    <vt:lpwstr/>
  </property>
  <property fmtid="{D5CDD505-2E9C-101B-9397-08002B2CF9AE}" pid="46" name="FORM_ID">
    <vt:lpwstr/>
  </property>
  <property fmtid="{D5CDD505-2E9C-101B-9397-08002B2CF9AE}" pid="47" name="FORM_ID0">
    <vt:lpwstr>__bk830034001400230053004300830013000300130033000200020002000200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3.00000000000000</vt:lpwstr>
  </property>
  <property fmtid="{D5CDD505-2E9C-101B-9397-08002B2CF9AE}" pid="52" name="item$">
    <vt:lpwstr/>
  </property>
  <property fmtid="{D5CDD505-2E9C-101B-9397-08002B2CF9AE}" pid="53" name="Jurisdiction">
    <vt:lpwstr/>
  </property>
  <property fmtid="{D5CDD505-2E9C-101B-9397-08002B2CF9AE}" pid="54" name="LineID">
    <vt:lpwstr>I08302</vt:lpwstr>
  </property>
  <property fmtid="{D5CDD505-2E9C-101B-9397-08002B2CF9AE}" pid="55" name="LineName">
    <vt:lpwstr>Friend, Rosemarie</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2012-05-01T12:44:55Z</vt:lpwstr>
  </property>
  <property fmtid="{D5CDD505-2E9C-101B-9397-08002B2CF9AE}" pid="61" name="NoCopyright$">
    <vt:lpwstr>© Insurance Services Office, Inc.,xxxx</vt:lpwstr>
  </property>
  <property fmtid="{D5CDD505-2E9C-101B-9397-08002B2CF9AE}" pid="62" name="NumberOfLeaves">
    <vt:lpwstr>4</vt:lpwstr>
  </property>
  <property fmtid="{D5CDD505-2E9C-101B-9397-08002B2CF9AE}" pid="63" name="NumberOfPages">
    <vt:lpwstr>7</vt:lpwstr>
  </property>
  <property fmtid="{D5CDD505-2E9C-101B-9397-08002B2CF9AE}" pid="64" name="Order">
    <vt:lpwstr>18152800.0000000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I70965</vt:lpwstr>
  </property>
  <property fmtid="{D5CDD505-2E9C-101B-9397-08002B2CF9AE}" pid="69" name="PsdName">
    <vt:lpwstr>Uibopuu, Carol</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I70965</vt:lpwstr>
  </property>
  <property fmtid="{D5CDD505-2E9C-101B-9397-08002B2CF9AE}" pid="77" name="UserName">
    <vt:lpwstr/>
  </property>
  <property fmtid="{D5CDD505-2E9C-101B-9397-08002B2CF9AE}" pid="78" name="UserName_e63a6049-e0d9-46df-b91b-e318d6fcea01">
    <vt:lpwstr>Uibopu</vt:lpwstr>
  </property>
  <property fmtid="{D5CDD505-2E9C-101B-9397-08002B2CF9AE}" pid="79" name="WorkflowStatus">
    <vt:lpwstr/>
  </property>
  <property fmtid="{D5CDD505-2E9C-101B-9397-08002B2CF9AE}" pid="80" name="xd_ProgID">
    <vt:lpwstr/>
  </property>
  <property fmtid="{D5CDD505-2E9C-101B-9397-08002B2CF9AE}" pid="81" name="_AdHocReviewCycleID">
    <vt:i4>889985746</vt:i4>
  </property>
  <property fmtid="{D5CDD505-2E9C-101B-9397-08002B2CF9AE}" pid="82" name="_NewReviewCycle">
    <vt:lpwstr/>
  </property>
  <property fmtid="{D5CDD505-2E9C-101B-9397-08002B2CF9AE}" pid="83" name="_ReviewingToolsShownOnce">
    <vt:lpwstr/>
  </property>
  <property fmtid="{D5CDD505-2E9C-101B-9397-08002B2CF9AE}" pid="84" name="_UIVersionString">
    <vt:lpwstr>1.0</vt:lpwstr>
  </property>
  <property fmtid="{D5CDD505-2E9C-101B-9397-08002B2CF9AE}" pid="85" name="_docset_NoMedatataSyncRequired">
    <vt:lpwstr>False</vt:lpwstr>
  </property>
</Properties>
</file>