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13830" w14:textId="3D349239" w:rsidR="00CF5FCB" w:rsidRPr="009B58BF" w:rsidRDefault="00AF09A2" w:rsidP="00997230">
      <w:pPr>
        <w:pStyle w:val="title18"/>
      </w:pPr>
      <w:bookmarkStart w:id="0" w:name="_Hlk111620388"/>
      <w:r w:rsidRPr="009B58BF">
        <w:t>ILLINOIS UNINSURED MOTORISTS</w:t>
      </w:r>
      <w:r w:rsidRPr="009B58BF">
        <w:br/>
        <w:t xml:space="preserve">COVERAGE PROPERTY DAMAGE </w:t>
      </w:r>
      <w:r w:rsidRPr="009B58BF">
        <w:rPr>
          <w:rFonts w:cs="Arial"/>
        </w:rPr>
        <w:t>–</w:t>
      </w:r>
      <w:r w:rsidRPr="009B58BF">
        <w:t xml:space="preserve"> PRIVATE</w:t>
      </w:r>
      <w:r w:rsidRPr="009B58BF">
        <w:br/>
        <w:t>PASSENGER TYPES OR RECREATIONAL VEHICLES</w:t>
      </w:r>
    </w:p>
    <w:p w14:paraId="02658CB7" w14:textId="77777777" w:rsidR="00CF5FCB" w:rsidRDefault="00CF5FCB" w:rsidP="00997230">
      <w:pPr>
        <w:pStyle w:val="isonormal"/>
        <w:sectPr w:rsidR="00CF5FCB" w:rsidSect="008372D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noEndnote/>
          <w:titlePg/>
          <w:docGrid w:linePitch="272"/>
        </w:sectPr>
      </w:pPr>
    </w:p>
    <w:p w14:paraId="0CD404F3" w14:textId="77777777" w:rsidR="00CF5FCB" w:rsidRDefault="00CF5FCB" w:rsidP="00997230">
      <w:pPr>
        <w:pStyle w:val="blocktext1"/>
      </w:pPr>
    </w:p>
    <w:p w14:paraId="3CCEA829" w14:textId="77777777" w:rsidR="00CF5FCB" w:rsidRDefault="00EB1C18" w:rsidP="00997230">
      <w:pPr>
        <w:pStyle w:val="blocktext1"/>
      </w:pPr>
      <w:r>
        <w:t>For a covered "auto" licensed or principally garaged in, or "</w:t>
      </w:r>
      <w:r w:rsidR="00A5469E">
        <w:t>auto dealer</w:t>
      </w:r>
      <w:r w:rsidR="006452FD">
        <w:t xml:space="preserve"> </w:t>
      </w:r>
      <w:r>
        <w:t>operations" conducted in</w:t>
      </w:r>
      <w:r w:rsidR="008421CB">
        <w:t>,</w:t>
      </w:r>
      <w:r>
        <w:t xml:space="preserve"> </w:t>
      </w:r>
      <w:smartTag w:uri="urn:schemas-microsoft-com:office:smarttags" w:element="State">
        <w:smartTag w:uri="urn:schemas-microsoft-com:office:smarttags" w:element="place">
          <w:r>
            <w:t>Illinois</w:t>
          </w:r>
        </w:smartTag>
      </w:smartTag>
      <w:r>
        <w:t xml:space="preserve">, this endorsement modifies insurance provided under the following: </w:t>
      </w:r>
    </w:p>
    <w:p w14:paraId="5F15FB1C" w14:textId="77777777" w:rsidR="00CF5FCB" w:rsidRDefault="00EB1C18" w:rsidP="00997230">
      <w:pPr>
        <w:pStyle w:val="blockhd2"/>
        <w:rPr>
          <w:b w:val="0"/>
        </w:rPr>
      </w:pPr>
      <w:r>
        <w:rPr>
          <w:b w:val="0"/>
        </w:rPr>
        <w:br/>
      </w:r>
      <w:r w:rsidR="006452FD">
        <w:rPr>
          <w:b w:val="0"/>
        </w:rPr>
        <w:t>AUTO DEALERS COVERAGE FORM</w:t>
      </w:r>
      <w:r w:rsidR="006452FD">
        <w:rPr>
          <w:b w:val="0"/>
        </w:rPr>
        <w:br/>
      </w:r>
      <w:r>
        <w:rPr>
          <w:b w:val="0"/>
        </w:rPr>
        <w:t>BUSINESS AUTO COVERAGE FORM</w:t>
      </w:r>
      <w:r>
        <w:rPr>
          <w:b w:val="0"/>
        </w:rPr>
        <w:br/>
        <w:t>MOTOR CARRIER COVERAGE FORM</w:t>
      </w:r>
    </w:p>
    <w:p w14:paraId="694F4400" w14:textId="77777777" w:rsidR="00CF5FCB" w:rsidRDefault="00CF5FCB" w:rsidP="00997230">
      <w:pPr>
        <w:pStyle w:val="blocktext1"/>
      </w:pPr>
    </w:p>
    <w:p w14:paraId="20F0A43F" w14:textId="6A519B41" w:rsidR="00CF5FCB" w:rsidRDefault="00EB1C18" w:rsidP="00997230">
      <w:pPr>
        <w:pStyle w:val="blocktext1"/>
      </w:pPr>
      <w:r>
        <w:t xml:space="preserve">With respect to coverage provided by this endorsement, the provisions of the Coverage Form apply unless modified by the endorsement. </w:t>
      </w:r>
    </w:p>
    <w:p w14:paraId="42C4D27E" w14:textId="77777777" w:rsidR="00200736" w:rsidRDefault="00200736" w:rsidP="00997230">
      <w:pPr>
        <w:pStyle w:val="columnheading"/>
      </w:pPr>
    </w:p>
    <w:p w14:paraId="13CC0F95" w14:textId="77777777" w:rsidR="00200736" w:rsidRDefault="00EB1C18" w:rsidP="00997230">
      <w:pPr>
        <w:pStyle w:val="columnheading"/>
      </w:pPr>
      <w:r>
        <w:t>SCHEDULE</w:t>
      </w:r>
    </w:p>
    <w:p w14:paraId="167E7882" w14:textId="698CF290" w:rsidR="00200736" w:rsidRDefault="00200736" w:rsidP="00997230">
      <w:pPr>
        <w:pStyle w:val="columnheading"/>
      </w:pPr>
    </w:p>
    <w:p w14:paraId="698EE9FB" w14:textId="2C30B2FE" w:rsidR="007F30E5" w:rsidRPr="007C32C4" w:rsidRDefault="00EB1C18" w:rsidP="00997230">
      <w:pPr>
        <w:pStyle w:val="blocktext1"/>
      </w:pPr>
      <w:r w:rsidRPr="007C32C4">
        <w:t xml:space="preserve">Any amount payable for damages under this coverage will be in excess of the applicable </w:t>
      </w:r>
      <w:r w:rsidR="005E734E" w:rsidRPr="00EB1C18">
        <w:rPr>
          <w:bCs/>
        </w:rPr>
        <w:t>each "accident"</w:t>
      </w:r>
      <w:r w:rsidRPr="007C32C4">
        <w:t xml:space="preserve"> deductible. </w:t>
      </w:r>
    </w:p>
    <w:p w14:paraId="0FFC9FE6" w14:textId="77777777" w:rsidR="007F30E5" w:rsidRDefault="007F30E5" w:rsidP="00997230">
      <w:pPr>
        <w:pStyle w:val="columnheading"/>
      </w:pPr>
    </w:p>
    <w:tbl>
      <w:tblPr>
        <w:tblpPr w:leftFromText="180" w:rightFromText="180" w:vertAnchor="text" w:horzAnchor="margin" w:tblpY="93"/>
        <w:tblW w:w="10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1" w:type="dxa"/>
          <w:right w:w="61" w:type="dxa"/>
        </w:tblCellMar>
        <w:tblLook w:val="00A0" w:firstRow="1" w:lastRow="0" w:firstColumn="1" w:lastColumn="0" w:noHBand="0" w:noVBand="0"/>
      </w:tblPr>
      <w:tblGrid>
        <w:gridCol w:w="2616"/>
        <w:gridCol w:w="228"/>
        <w:gridCol w:w="2362"/>
        <w:gridCol w:w="495"/>
        <w:gridCol w:w="240"/>
        <w:gridCol w:w="2280"/>
        <w:gridCol w:w="240"/>
        <w:gridCol w:w="1680"/>
      </w:tblGrid>
      <w:tr w:rsidR="009B58BF" w:rsidRPr="009B58BF" w14:paraId="0C4C9D8B" w14:textId="77777777" w:rsidTr="00737EB4">
        <w:trPr>
          <w:cantSplit/>
          <w:trHeight w:val="417"/>
        </w:trPr>
        <w:tc>
          <w:tcPr>
            <w:tcW w:w="2616" w:type="dxa"/>
            <w:vAlign w:val="bottom"/>
          </w:tcPr>
          <w:p w14:paraId="239850DA" w14:textId="77777777" w:rsidR="009B58BF" w:rsidRPr="009B58BF" w:rsidRDefault="009B58BF" w:rsidP="00997230">
            <w:pPr>
              <w:pStyle w:val="tabletext"/>
              <w:jc w:val="center"/>
            </w:pPr>
            <w:bookmarkStart w:id="1" w:name="_Hlk110498614"/>
            <w:r w:rsidRPr="009B58BF">
              <w:rPr>
                <w:b/>
              </w:rPr>
              <w:t>Description Of Vehicle</w:t>
            </w:r>
          </w:p>
        </w:tc>
        <w:tc>
          <w:tcPr>
            <w:tcW w:w="2590" w:type="dxa"/>
            <w:gridSpan w:val="2"/>
          </w:tcPr>
          <w:p w14:paraId="25628A2C" w14:textId="77777777" w:rsidR="009B58BF" w:rsidRPr="009B58BF" w:rsidRDefault="009B58BF" w:rsidP="00997230">
            <w:pPr>
              <w:pStyle w:val="tabletext"/>
              <w:jc w:val="center"/>
            </w:pPr>
            <w:r w:rsidRPr="009B58BF">
              <w:rPr>
                <w:b/>
              </w:rPr>
              <w:t>Premium For Uninsured</w:t>
            </w:r>
            <w:r w:rsidRPr="009B58BF">
              <w:rPr>
                <w:b/>
              </w:rPr>
              <w:br/>
              <w:t>Motorists Coverage Property Damage</w:t>
            </w:r>
          </w:p>
        </w:tc>
        <w:tc>
          <w:tcPr>
            <w:tcW w:w="3015" w:type="dxa"/>
            <w:gridSpan w:val="3"/>
            <w:vAlign w:val="bottom"/>
          </w:tcPr>
          <w:p w14:paraId="505B7EB1" w14:textId="77777777" w:rsidR="009B58BF" w:rsidRPr="009B58BF" w:rsidRDefault="009B58BF" w:rsidP="00997230">
            <w:pPr>
              <w:pStyle w:val="tabletext"/>
              <w:jc w:val="center"/>
            </w:pPr>
            <w:r w:rsidRPr="009B58BF">
              <w:rPr>
                <w:b/>
              </w:rPr>
              <w:t>Each "Accident"</w:t>
            </w:r>
            <w:r w:rsidRPr="009B58BF">
              <w:rPr>
                <w:b/>
              </w:rPr>
              <w:br/>
              <w:t>Limit Of Insurance</w:t>
            </w:r>
          </w:p>
        </w:tc>
        <w:tc>
          <w:tcPr>
            <w:tcW w:w="1920" w:type="dxa"/>
            <w:gridSpan w:val="2"/>
          </w:tcPr>
          <w:p w14:paraId="61183BCB" w14:textId="77777777" w:rsidR="009B58BF" w:rsidRPr="009B58BF" w:rsidRDefault="009B58BF" w:rsidP="00997230">
            <w:pPr>
              <w:pStyle w:val="tabletext"/>
              <w:jc w:val="center"/>
              <w:rPr>
                <w:b/>
              </w:rPr>
            </w:pPr>
          </w:p>
          <w:p w14:paraId="79BABF5F" w14:textId="77777777" w:rsidR="009B58BF" w:rsidRPr="009B58BF" w:rsidRDefault="009B58BF" w:rsidP="00997230">
            <w:pPr>
              <w:pStyle w:val="tabletext"/>
              <w:jc w:val="center"/>
              <w:rPr>
                <w:b/>
              </w:rPr>
            </w:pPr>
            <w:r w:rsidRPr="009B58BF">
              <w:rPr>
                <w:b/>
              </w:rPr>
              <w:t>Each "Accident"</w:t>
            </w:r>
            <w:r w:rsidRPr="009B58BF">
              <w:rPr>
                <w:b/>
              </w:rPr>
              <w:br/>
              <w:t xml:space="preserve">Deductible </w:t>
            </w:r>
          </w:p>
        </w:tc>
      </w:tr>
      <w:tr w:rsidR="009B58BF" w:rsidRPr="009B58BF" w14:paraId="2A771B27" w14:textId="77777777" w:rsidTr="00737EB4">
        <w:trPr>
          <w:cantSplit/>
          <w:trHeight w:val="160"/>
        </w:trPr>
        <w:tc>
          <w:tcPr>
            <w:tcW w:w="2616" w:type="dxa"/>
          </w:tcPr>
          <w:p w14:paraId="7244A50D" w14:textId="77777777" w:rsidR="009B58BF" w:rsidRPr="009B58BF" w:rsidRDefault="009B58BF" w:rsidP="00997230">
            <w:pPr>
              <w:pStyle w:val="tabletext"/>
            </w:pPr>
          </w:p>
        </w:tc>
        <w:tc>
          <w:tcPr>
            <w:tcW w:w="228" w:type="dxa"/>
            <w:tcBorders>
              <w:right w:val="nil"/>
            </w:tcBorders>
          </w:tcPr>
          <w:p w14:paraId="4E7CCF78" w14:textId="77777777" w:rsidR="009B58BF" w:rsidRPr="009B58BF" w:rsidRDefault="009B58BF" w:rsidP="00997230">
            <w:pPr>
              <w:pStyle w:val="tabletext"/>
              <w:rPr>
                <w:b/>
              </w:rPr>
            </w:pPr>
            <w:r w:rsidRPr="009B58BF">
              <w:rPr>
                <w:b/>
              </w:rPr>
              <w:t>$</w:t>
            </w:r>
          </w:p>
        </w:tc>
        <w:tc>
          <w:tcPr>
            <w:tcW w:w="2362" w:type="dxa"/>
            <w:tcBorders>
              <w:left w:val="nil"/>
            </w:tcBorders>
          </w:tcPr>
          <w:p w14:paraId="2530103A" w14:textId="77777777" w:rsidR="009B58BF" w:rsidRPr="009B58BF" w:rsidRDefault="009B58BF" w:rsidP="00997230">
            <w:pPr>
              <w:pStyle w:val="tabletext"/>
            </w:pPr>
          </w:p>
        </w:tc>
        <w:tc>
          <w:tcPr>
            <w:tcW w:w="495" w:type="dxa"/>
            <w:tcBorders>
              <w:right w:val="nil"/>
            </w:tcBorders>
          </w:tcPr>
          <w:p w14:paraId="3FEB4E8C" w14:textId="77777777" w:rsidR="009B58BF" w:rsidRPr="009B58BF" w:rsidRDefault="009B58BF" w:rsidP="00997230">
            <w:pPr>
              <w:pStyle w:val="tabletext"/>
            </w:pPr>
          </w:p>
        </w:tc>
        <w:tc>
          <w:tcPr>
            <w:tcW w:w="240" w:type="dxa"/>
            <w:tcBorders>
              <w:left w:val="nil"/>
              <w:right w:val="nil"/>
            </w:tcBorders>
            <w:vAlign w:val="center"/>
          </w:tcPr>
          <w:p w14:paraId="413123A8" w14:textId="77777777" w:rsidR="009B58BF" w:rsidRPr="009B58BF" w:rsidRDefault="009B58BF" w:rsidP="00997230">
            <w:pPr>
              <w:pStyle w:val="tabletext"/>
              <w:jc w:val="right"/>
              <w:rPr>
                <w:b/>
              </w:rPr>
            </w:pPr>
            <w:r w:rsidRPr="009B58BF">
              <w:rPr>
                <w:b/>
              </w:rPr>
              <w:t>$</w:t>
            </w:r>
          </w:p>
        </w:tc>
        <w:tc>
          <w:tcPr>
            <w:tcW w:w="2280" w:type="dxa"/>
            <w:tcBorders>
              <w:left w:val="nil"/>
            </w:tcBorders>
            <w:vAlign w:val="center"/>
          </w:tcPr>
          <w:p w14:paraId="1531B2DC" w14:textId="77777777" w:rsidR="009B58BF" w:rsidRPr="009B58BF" w:rsidRDefault="009B58BF" w:rsidP="00997230">
            <w:pPr>
              <w:pStyle w:val="tabletext"/>
            </w:pPr>
          </w:p>
        </w:tc>
        <w:tc>
          <w:tcPr>
            <w:tcW w:w="240" w:type="dxa"/>
            <w:tcBorders>
              <w:left w:val="nil"/>
              <w:right w:val="nil"/>
            </w:tcBorders>
          </w:tcPr>
          <w:p w14:paraId="2EA758B2" w14:textId="77777777" w:rsidR="009B58BF" w:rsidRPr="009B58BF" w:rsidRDefault="009B58BF" w:rsidP="00997230">
            <w:pPr>
              <w:pStyle w:val="tabletext"/>
              <w:rPr>
                <w:b/>
                <w:bCs/>
              </w:rPr>
            </w:pPr>
            <w:r w:rsidRPr="009B58BF">
              <w:rPr>
                <w:b/>
                <w:bCs/>
              </w:rPr>
              <w:t>$</w:t>
            </w:r>
          </w:p>
        </w:tc>
        <w:tc>
          <w:tcPr>
            <w:tcW w:w="1680" w:type="dxa"/>
            <w:tcBorders>
              <w:left w:val="nil"/>
            </w:tcBorders>
          </w:tcPr>
          <w:p w14:paraId="65027609" w14:textId="77777777" w:rsidR="009B58BF" w:rsidRPr="009B58BF" w:rsidRDefault="009B58BF" w:rsidP="00997230">
            <w:pPr>
              <w:pStyle w:val="tabletext"/>
              <w:rPr>
                <w:b/>
                <w:bCs/>
              </w:rPr>
            </w:pPr>
          </w:p>
        </w:tc>
      </w:tr>
      <w:tr w:rsidR="009B58BF" w:rsidRPr="009B58BF" w14:paraId="2EAB570E" w14:textId="77777777" w:rsidTr="00737EB4">
        <w:trPr>
          <w:cantSplit/>
          <w:trHeight w:val="168"/>
        </w:trPr>
        <w:tc>
          <w:tcPr>
            <w:tcW w:w="2616" w:type="dxa"/>
          </w:tcPr>
          <w:p w14:paraId="36595F84" w14:textId="77777777" w:rsidR="009B58BF" w:rsidRPr="009B58BF" w:rsidRDefault="009B58BF" w:rsidP="00997230">
            <w:pPr>
              <w:pStyle w:val="tabletext"/>
            </w:pPr>
          </w:p>
        </w:tc>
        <w:tc>
          <w:tcPr>
            <w:tcW w:w="228" w:type="dxa"/>
            <w:tcBorders>
              <w:right w:val="nil"/>
            </w:tcBorders>
          </w:tcPr>
          <w:p w14:paraId="1DB21536" w14:textId="77777777" w:rsidR="009B58BF" w:rsidRPr="009B58BF" w:rsidRDefault="009B58BF" w:rsidP="00997230">
            <w:pPr>
              <w:pStyle w:val="tabletext"/>
              <w:rPr>
                <w:b/>
              </w:rPr>
            </w:pPr>
            <w:r w:rsidRPr="009B58BF">
              <w:rPr>
                <w:b/>
              </w:rPr>
              <w:t>$</w:t>
            </w:r>
          </w:p>
        </w:tc>
        <w:tc>
          <w:tcPr>
            <w:tcW w:w="2362" w:type="dxa"/>
            <w:tcBorders>
              <w:left w:val="nil"/>
            </w:tcBorders>
          </w:tcPr>
          <w:p w14:paraId="53E46C51" w14:textId="77777777" w:rsidR="009B58BF" w:rsidRPr="009B58BF" w:rsidRDefault="009B58BF" w:rsidP="00997230">
            <w:pPr>
              <w:pStyle w:val="tabletext"/>
            </w:pPr>
          </w:p>
        </w:tc>
        <w:tc>
          <w:tcPr>
            <w:tcW w:w="495" w:type="dxa"/>
            <w:tcBorders>
              <w:right w:val="nil"/>
            </w:tcBorders>
          </w:tcPr>
          <w:p w14:paraId="7D1C4600" w14:textId="77777777" w:rsidR="009B58BF" w:rsidRPr="009B58BF" w:rsidRDefault="009B58BF" w:rsidP="00997230">
            <w:pPr>
              <w:pStyle w:val="tabletext"/>
            </w:pPr>
          </w:p>
        </w:tc>
        <w:tc>
          <w:tcPr>
            <w:tcW w:w="240" w:type="dxa"/>
            <w:tcBorders>
              <w:left w:val="nil"/>
              <w:right w:val="nil"/>
            </w:tcBorders>
            <w:vAlign w:val="center"/>
          </w:tcPr>
          <w:p w14:paraId="40B66164" w14:textId="77777777" w:rsidR="009B58BF" w:rsidRPr="009B58BF" w:rsidRDefault="009B58BF" w:rsidP="00997230">
            <w:pPr>
              <w:pStyle w:val="tabletext"/>
              <w:jc w:val="right"/>
              <w:rPr>
                <w:b/>
              </w:rPr>
            </w:pPr>
            <w:r w:rsidRPr="009B58BF">
              <w:rPr>
                <w:b/>
              </w:rPr>
              <w:t>$</w:t>
            </w:r>
          </w:p>
        </w:tc>
        <w:tc>
          <w:tcPr>
            <w:tcW w:w="2280" w:type="dxa"/>
            <w:tcBorders>
              <w:left w:val="nil"/>
            </w:tcBorders>
            <w:vAlign w:val="center"/>
          </w:tcPr>
          <w:p w14:paraId="2FC308AE" w14:textId="77777777" w:rsidR="009B58BF" w:rsidRPr="009B58BF" w:rsidRDefault="009B58BF" w:rsidP="00997230">
            <w:pPr>
              <w:pStyle w:val="tabletext"/>
            </w:pPr>
          </w:p>
        </w:tc>
        <w:tc>
          <w:tcPr>
            <w:tcW w:w="240" w:type="dxa"/>
            <w:tcBorders>
              <w:left w:val="nil"/>
              <w:right w:val="nil"/>
            </w:tcBorders>
          </w:tcPr>
          <w:p w14:paraId="6830BC65" w14:textId="77777777" w:rsidR="009B58BF" w:rsidRPr="009B58BF" w:rsidRDefault="009B58BF" w:rsidP="00997230">
            <w:pPr>
              <w:pStyle w:val="tabletext"/>
              <w:rPr>
                <w:b/>
                <w:bCs/>
              </w:rPr>
            </w:pPr>
            <w:r w:rsidRPr="009B58BF">
              <w:rPr>
                <w:b/>
                <w:bCs/>
              </w:rPr>
              <w:t>$</w:t>
            </w:r>
          </w:p>
        </w:tc>
        <w:tc>
          <w:tcPr>
            <w:tcW w:w="1680" w:type="dxa"/>
            <w:tcBorders>
              <w:left w:val="nil"/>
            </w:tcBorders>
          </w:tcPr>
          <w:p w14:paraId="30B86FF2" w14:textId="77777777" w:rsidR="009B58BF" w:rsidRPr="009B58BF" w:rsidRDefault="009B58BF" w:rsidP="00997230">
            <w:pPr>
              <w:pStyle w:val="tabletext"/>
              <w:rPr>
                <w:b/>
                <w:bCs/>
              </w:rPr>
            </w:pPr>
          </w:p>
        </w:tc>
      </w:tr>
      <w:tr w:rsidR="009B58BF" w:rsidRPr="009B58BF" w14:paraId="0F7C8429" w14:textId="77777777" w:rsidTr="00737EB4">
        <w:trPr>
          <w:cantSplit/>
          <w:trHeight w:val="160"/>
        </w:trPr>
        <w:tc>
          <w:tcPr>
            <w:tcW w:w="2616" w:type="dxa"/>
          </w:tcPr>
          <w:p w14:paraId="7E377A24" w14:textId="77777777" w:rsidR="009B58BF" w:rsidRPr="009B58BF" w:rsidRDefault="009B58BF" w:rsidP="00997230">
            <w:pPr>
              <w:pStyle w:val="tabletext"/>
            </w:pPr>
          </w:p>
        </w:tc>
        <w:tc>
          <w:tcPr>
            <w:tcW w:w="228" w:type="dxa"/>
            <w:tcBorders>
              <w:right w:val="nil"/>
            </w:tcBorders>
          </w:tcPr>
          <w:p w14:paraId="3155B0EA" w14:textId="77777777" w:rsidR="009B58BF" w:rsidRPr="009B58BF" w:rsidRDefault="009B58BF" w:rsidP="00997230">
            <w:pPr>
              <w:pStyle w:val="tabletext"/>
              <w:rPr>
                <w:b/>
              </w:rPr>
            </w:pPr>
            <w:r w:rsidRPr="009B58BF">
              <w:rPr>
                <w:b/>
              </w:rPr>
              <w:t>$</w:t>
            </w:r>
          </w:p>
        </w:tc>
        <w:tc>
          <w:tcPr>
            <w:tcW w:w="2362" w:type="dxa"/>
            <w:tcBorders>
              <w:left w:val="nil"/>
            </w:tcBorders>
          </w:tcPr>
          <w:p w14:paraId="3F70C1F9" w14:textId="77777777" w:rsidR="009B58BF" w:rsidRPr="009B58BF" w:rsidRDefault="009B58BF" w:rsidP="00997230">
            <w:pPr>
              <w:pStyle w:val="tabletext"/>
            </w:pPr>
          </w:p>
        </w:tc>
        <w:tc>
          <w:tcPr>
            <w:tcW w:w="495" w:type="dxa"/>
            <w:tcBorders>
              <w:right w:val="nil"/>
            </w:tcBorders>
          </w:tcPr>
          <w:p w14:paraId="63CE3370" w14:textId="77777777" w:rsidR="009B58BF" w:rsidRPr="009B58BF" w:rsidRDefault="009B58BF" w:rsidP="00997230">
            <w:pPr>
              <w:pStyle w:val="tabletext"/>
            </w:pPr>
          </w:p>
        </w:tc>
        <w:tc>
          <w:tcPr>
            <w:tcW w:w="240" w:type="dxa"/>
            <w:tcBorders>
              <w:left w:val="nil"/>
              <w:right w:val="nil"/>
            </w:tcBorders>
            <w:vAlign w:val="center"/>
          </w:tcPr>
          <w:p w14:paraId="7898428D" w14:textId="77777777" w:rsidR="009B58BF" w:rsidRPr="009B58BF" w:rsidRDefault="009B58BF" w:rsidP="00997230">
            <w:pPr>
              <w:pStyle w:val="tabletext"/>
              <w:jc w:val="right"/>
              <w:rPr>
                <w:b/>
              </w:rPr>
            </w:pPr>
            <w:r w:rsidRPr="009B58BF">
              <w:rPr>
                <w:b/>
              </w:rPr>
              <w:t>$</w:t>
            </w:r>
          </w:p>
        </w:tc>
        <w:tc>
          <w:tcPr>
            <w:tcW w:w="2280" w:type="dxa"/>
            <w:tcBorders>
              <w:left w:val="nil"/>
            </w:tcBorders>
            <w:vAlign w:val="center"/>
          </w:tcPr>
          <w:p w14:paraId="043E0686" w14:textId="77777777" w:rsidR="009B58BF" w:rsidRPr="009B58BF" w:rsidRDefault="009B58BF" w:rsidP="00997230">
            <w:pPr>
              <w:pStyle w:val="tabletext"/>
            </w:pPr>
          </w:p>
        </w:tc>
        <w:tc>
          <w:tcPr>
            <w:tcW w:w="240" w:type="dxa"/>
            <w:tcBorders>
              <w:left w:val="nil"/>
              <w:right w:val="nil"/>
            </w:tcBorders>
          </w:tcPr>
          <w:p w14:paraId="5A8CFA5A" w14:textId="77777777" w:rsidR="009B58BF" w:rsidRPr="009B58BF" w:rsidRDefault="009B58BF" w:rsidP="00997230">
            <w:pPr>
              <w:pStyle w:val="tabletext"/>
              <w:rPr>
                <w:b/>
                <w:bCs/>
              </w:rPr>
            </w:pPr>
            <w:r w:rsidRPr="009B58BF">
              <w:rPr>
                <w:b/>
                <w:bCs/>
              </w:rPr>
              <w:t>$</w:t>
            </w:r>
          </w:p>
        </w:tc>
        <w:tc>
          <w:tcPr>
            <w:tcW w:w="1680" w:type="dxa"/>
            <w:tcBorders>
              <w:left w:val="nil"/>
            </w:tcBorders>
          </w:tcPr>
          <w:p w14:paraId="6D6D26F5" w14:textId="77777777" w:rsidR="009B58BF" w:rsidRPr="009B58BF" w:rsidRDefault="009B58BF" w:rsidP="00997230">
            <w:pPr>
              <w:pStyle w:val="tabletext"/>
              <w:rPr>
                <w:b/>
                <w:bCs/>
              </w:rPr>
            </w:pPr>
          </w:p>
        </w:tc>
      </w:tr>
      <w:tr w:rsidR="009B58BF" w14:paraId="50A559E3" w14:textId="77777777" w:rsidTr="00737EB4">
        <w:trPr>
          <w:cantSplit/>
          <w:trHeight w:val="160"/>
        </w:trPr>
        <w:tc>
          <w:tcPr>
            <w:tcW w:w="10141" w:type="dxa"/>
            <w:gridSpan w:val="8"/>
          </w:tcPr>
          <w:p w14:paraId="36E6D5D0" w14:textId="77777777" w:rsidR="009B58BF" w:rsidRDefault="009B58BF" w:rsidP="00997230">
            <w:pPr>
              <w:pStyle w:val="tabletext"/>
              <w:jc w:val="both"/>
            </w:pPr>
            <w:r w:rsidRPr="009B58BF">
              <w:t>Information required to complete this Schedule, if not shown above, will be shown in the Declarations.</w:t>
            </w:r>
          </w:p>
        </w:tc>
      </w:tr>
      <w:bookmarkEnd w:id="1"/>
    </w:tbl>
    <w:p w14:paraId="4AD9BC1C" w14:textId="77777777" w:rsidR="0088668F" w:rsidRDefault="0088668F" w:rsidP="00997230">
      <w:pPr>
        <w:pStyle w:val="blocktext1"/>
      </w:pPr>
    </w:p>
    <w:p w14:paraId="1E1252FE" w14:textId="77777777" w:rsidR="00CF5FCB" w:rsidRDefault="00CF5FCB" w:rsidP="00997230">
      <w:pPr>
        <w:pStyle w:val="blocktext1"/>
        <w:sectPr w:rsidR="00CF5FCB" w:rsidSect="008372D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noEndnote/>
          <w:titlePg/>
          <w:docGrid w:linePitch="272"/>
        </w:sectPr>
      </w:pPr>
    </w:p>
    <w:p w14:paraId="1275F30E" w14:textId="48F70206" w:rsidR="00036F9D" w:rsidRPr="0083271E" w:rsidRDefault="00EB1C18" w:rsidP="00997230">
      <w:pPr>
        <w:pStyle w:val="blocktext1"/>
      </w:pPr>
      <w:r w:rsidRPr="0083271E">
        <w:t>If your covered "auto" is of the private passenger type</w:t>
      </w:r>
      <w:r w:rsidR="00080684">
        <w:t xml:space="preserve"> </w:t>
      </w:r>
      <w:r>
        <w:t xml:space="preserve">or a </w:t>
      </w:r>
      <w:r w:rsidR="00C50BBA" w:rsidRPr="00DC6C49">
        <w:t>"</w:t>
      </w:r>
      <w:r w:rsidRPr="00DC6C49">
        <w:t>r</w:t>
      </w:r>
      <w:r>
        <w:t xml:space="preserve">ecreational </w:t>
      </w:r>
      <w:r w:rsidRPr="00DC6C49">
        <w:t>vehicle</w:t>
      </w:r>
      <w:r w:rsidR="00C50BBA" w:rsidRPr="00DC6C49">
        <w:t>"</w:t>
      </w:r>
      <w:r w:rsidRPr="00DC6C49">
        <w:t>,</w:t>
      </w:r>
      <w:r w:rsidRPr="0083271E">
        <w:t xml:space="preserve"> the following provisions apply: </w:t>
      </w:r>
    </w:p>
    <w:p w14:paraId="4006A56D" w14:textId="23B246D3" w:rsidR="00CF5FCB" w:rsidRDefault="00EB1C18" w:rsidP="00997230">
      <w:pPr>
        <w:pStyle w:val="outlinehd1"/>
      </w:pPr>
      <w:r>
        <w:tab/>
      </w:r>
      <w:r w:rsidR="00057AC8">
        <w:t>A.</w:t>
      </w:r>
      <w:r w:rsidR="00057AC8">
        <w:tab/>
        <w:t xml:space="preserve">Coverage </w:t>
      </w:r>
    </w:p>
    <w:p w14:paraId="5A05278E" w14:textId="317A6674" w:rsidR="00CF5FCB" w:rsidRDefault="00EB1C18" w:rsidP="00997230">
      <w:pPr>
        <w:pStyle w:val="outlinetxt2"/>
        <w:rPr>
          <w:b w:val="0"/>
        </w:rPr>
      </w:pPr>
      <w:r>
        <w:tab/>
        <w:t>1.</w:t>
      </w:r>
      <w:r>
        <w:tab/>
      </w:r>
      <w:r>
        <w:rPr>
          <w:b w:val="0"/>
        </w:rPr>
        <w:t>We will pay all sums</w:t>
      </w:r>
      <w:r w:rsidR="00642934" w:rsidRPr="007C32C4">
        <w:rPr>
          <w:b w:val="0"/>
        </w:rPr>
        <w:t xml:space="preserve"> in excess of </w:t>
      </w:r>
      <w:r w:rsidR="00642934">
        <w:rPr>
          <w:b w:val="0"/>
        </w:rPr>
        <w:t>the</w:t>
      </w:r>
      <w:r w:rsidR="00642934" w:rsidRPr="007C32C4">
        <w:rPr>
          <w:b w:val="0"/>
        </w:rPr>
        <w:t xml:space="preserve"> applicable deductible shown in the Schedule or Declarations </w:t>
      </w:r>
      <w:r w:rsidR="00642934">
        <w:rPr>
          <w:b w:val="0"/>
        </w:rPr>
        <w:t xml:space="preserve">that </w:t>
      </w:r>
      <w:r>
        <w:rPr>
          <w:b w:val="0"/>
        </w:rPr>
        <w:t xml:space="preserve">the "insured" is legally entitled to recover as </w:t>
      </w:r>
      <w:r w:rsidR="00642934">
        <w:rPr>
          <w:b w:val="0"/>
        </w:rPr>
        <w:t xml:space="preserve">compensatory </w:t>
      </w:r>
      <w:r>
        <w:rPr>
          <w:b w:val="0"/>
        </w:rPr>
        <w:t>damages from the owner or driver of an "uninsured motor vehicle"</w:t>
      </w:r>
      <w:r w:rsidR="00642934">
        <w:rPr>
          <w:b w:val="0"/>
        </w:rPr>
        <w:t xml:space="preserve">. </w:t>
      </w:r>
      <w:r>
        <w:rPr>
          <w:b w:val="0"/>
        </w:rPr>
        <w:t xml:space="preserve">The damages must result from "property damage" caused by an "accident" arising out of actual physical contact with your covered "auto". The owner's or driver's liability for these damages must result from the ownership, maintenance or use of an "uninsured motor vehicle". </w:t>
      </w:r>
    </w:p>
    <w:p w14:paraId="12CB4E14" w14:textId="77777777" w:rsidR="00CF5FCB" w:rsidRDefault="00EB1C18" w:rsidP="00997230">
      <w:pPr>
        <w:pStyle w:val="outlinetxt2"/>
        <w:rPr>
          <w:b w:val="0"/>
        </w:rPr>
      </w:pPr>
      <w:r>
        <w:tab/>
        <w:t>2.</w:t>
      </w:r>
      <w:r>
        <w:tab/>
      </w:r>
      <w:r>
        <w:rPr>
          <w:b w:val="0"/>
        </w:rPr>
        <w:t xml:space="preserve">Any judgment for damages arising out of a suit brought without our written consent is not binding on us. </w:t>
      </w:r>
    </w:p>
    <w:p w14:paraId="1C7F006D" w14:textId="4145B373" w:rsidR="00CF5FCB" w:rsidRDefault="00EB1C18" w:rsidP="00997230">
      <w:pPr>
        <w:pStyle w:val="outlinehd1"/>
      </w:pPr>
      <w:r>
        <w:br w:type="column"/>
      </w:r>
      <w:r w:rsidR="00C060DA">
        <w:tab/>
        <w:t>B.</w:t>
      </w:r>
      <w:r w:rsidR="00C060DA">
        <w:tab/>
        <w:t xml:space="preserve">Exclusions </w:t>
      </w:r>
    </w:p>
    <w:p w14:paraId="4F40210D" w14:textId="77777777" w:rsidR="00CF5FCB" w:rsidRDefault="00EB1C18" w:rsidP="00997230">
      <w:pPr>
        <w:pStyle w:val="blocktext2"/>
      </w:pPr>
      <w:r>
        <w:t xml:space="preserve">This insurance does not apply to any of the following: </w:t>
      </w:r>
    </w:p>
    <w:p w14:paraId="6A40C630" w14:textId="77777777" w:rsidR="00CF5FCB" w:rsidRDefault="00EB1C18" w:rsidP="00997230">
      <w:pPr>
        <w:pStyle w:val="outlinetxt2"/>
        <w:rPr>
          <w:b w:val="0"/>
        </w:rPr>
      </w:pPr>
      <w:r>
        <w:tab/>
        <w:t>1.</w:t>
      </w:r>
      <w:r>
        <w:tab/>
      </w:r>
      <w:r>
        <w:rPr>
          <w:b w:val="0"/>
        </w:rPr>
        <w:t xml:space="preserve">Any claim settled without our consent. </w:t>
      </w:r>
    </w:p>
    <w:p w14:paraId="520010CE" w14:textId="77777777" w:rsidR="00CF5FCB" w:rsidRDefault="00EB1C18" w:rsidP="00997230">
      <w:pPr>
        <w:pStyle w:val="outlinetxt2"/>
        <w:rPr>
          <w:b w:val="0"/>
        </w:rPr>
      </w:pPr>
      <w:r>
        <w:tab/>
        <w:t>2.</w:t>
      </w:r>
      <w:r>
        <w:tab/>
      </w:r>
      <w:r>
        <w:rPr>
          <w:b w:val="0"/>
        </w:rPr>
        <w:t xml:space="preserve">Anyone using a vehicle without a reasonable belief that the person is entitled to do so. </w:t>
      </w:r>
    </w:p>
    <w:p w14:paraId="400BF1A8" w14:textId="061DEB27" w:rsidR="00CF5FCB" w:rsidRDefault="00EB1C18" w:rsidP="00997230">
      <w:pPr>
        <w:pStyle w:val="outlinetxt2"/>
        <w:rPr>
          <w:b w:val="0"/>
        </w:rPr>
      </w:pPr>
      <w:r>
        <w:tab/>
      </w:r>
      <w:r w:rsidR="001920A2">
        <w:t>3</w:t>
      </w:r>
      <w:r>
        <w:t>.</w:t>
      </w:r>
      <w:r>
        <w:tab/>
      </w:r>
      <w:r>
        <w:rPr>
          <w:b w:val="0"/>
        </w:rPr>
        <w:t xml:space="preserve">If the owner or operator of the "uninsured motor vehicle" cannot be identified. </w:t>
      </w:r>
    </w:p>
    <w:p w14:paraId="25428C87" w14:textId="4B966BBC" w:rsidR="00CF5FCB" w:rsidRDefault="00EB1C18" w:rsidP="00997230">
      <w:pPr>
        <w:pStyle w:val="outlinetxt2"/>
        <w:rPr>
          <w:b w:val="0"/>
        </w:rPr>
      </w:pPr>
      <w:r>
        <w:tab/>
      </w:r>
      <w:r w:rsidR="001920A2">
        <w:t>4</w:t>
      </w:r>
      <w:r>
        <w:t>.</w:t>
      </w:r>
      <w:r>
        <w:tab/>
      </w:r>
      <w:r>
        <w:rPr>
          <w:b w:val="0"/>
        </w:rPr>
        <w:t>"Property damage" arising directly or indirectly out of:</w:t>
      </w:r>
    </w:p>
    <w:p w14:paraId="0515F05D" w14:textId="77777777" w:rsidR="00CF5FCB" w:rsidRDefault="00EB1C18" w:rsidP="00997230">
      <w:pPr>
        <w:pStyle w:val="outlinetxt3"/>
      </w:pPr>
      <w:r>
        <w:tab/>
        <w:t>a.</w:t>
      </w:r>
      <w:r>
        <w:tab/>
      </w:r>
      <w:r>
        <w:rPr>
          <w:b w:val="0"/>
        </w:rPr>
        <w:t>War, including undeclared or civil war;</w:t>
      </w:r>
    </w:p>
    <w:p w14:paraId="35B2C0AE" w14:textId="25E71F05" w:rsidR="00CF5FCB" w:rsidRDefault="00EB1C18" w:rsidP="00997230">
      <w:pPr>
        <w:pStyle w:val="outlinetxt3"/>
        <w:rPr>
          <w:b w:val="0"/>
        </w:rPr>
      </w:pPr>
      <w:r>
        <w:tab/>
        <w:t>b.</w:t>
      </w:r>
      <w:r>
        <w:tab/>
      </w:r>
      <w:r>
        <w:rPr>
          <w:b w:val="0"/>
        </w:rPr>
        <w:t>Warlike action by a military force, including action in hindering or defending against an actual or expected attack, by any government, sovereign or other authority using military personnel or other agents; or</w:t>
      </w:r>
    </w:p>
    <w:p w14:paraId="2596A316" w14:textId="2E9DDADC" w:rsidR="00CF5FCB" w:rsidRDefault="00EB1C18" w:rsidP="00997230">
      <w:pPr>
        <w:pStyle w:val="outlinetxt3"/>
      </w:pPr>
      <w:r>
        <w:br w:type="page"/>
      </w:r>
      <w:r>
        <w:lastRenderedPageBreak/>
        <w:tab/>
        <w:t>c.</w:t>
      </w:r>
      <w:r>
        <w:tab/>
      </w:r>
      <w:r>
        <w:rPr>
          <w:b w:val="0"/>
        </w:rPr>
        <w:t>Insurrection, rebellion, revolution, usurped power, or action taken by governmental authority in hindering or defending against any of these.</w:t>
      </w:r>
    </w:p>
    <w:p w14:paraId="1EFB4E99" w14:textId="77777777" w:rsidR="00CF5FCB" w:rsidRDefault="00EB1C18" w:rsidP="00997230">
      <w:pPr>
        <w:pStyle w:val="outlinehd1"/>
      </w:pPr>
      <w:r>
        <w:tab/>
        <w:t>C.</w:t>
      </w:r>
      <w:r>
        <w:tab/>
        <w:t xml:space="preserve">Limit Of Insurance </w:t>
      </w:r>
    </w:p>
    <w:p w14:paraId="2A0301A0" w14:textId="64AFD626" w:rsidR="00CF5FCB" w:rsidRDefault="00EB1C18" w:rsidP="00997230">
      <w:pPr>
        <w:pStyle w:val="outlinetxt2"/>
        <w:rPr>
          <w:b w:val="0"/>
        </w:rPr>
      </w:pPr>
      <w:r>
        <w:tab/>
        <w:t>1.</w:t>
      </w:r>
      <w:r>
        <w:tab/>
      </w:r>
      <w:r>
        <w:rPr>
          <w:b w:val="0"/>
        </w:rPr>
        <w:t xml:space="preserve">Regardless of the number of covered "autos", premiums paid, claims made or vehicles involved in the "accident", the most we will pay for all damages resulting from any one "accident" will be the lesser of </w:t>
      </w:r>
      <w:r w:rsidR="005E734E">
        <w:rPr>
          <w:b w:val="0"/>
        </w:rPr>
        <w:t xml:space="preserve">the limit of Uninsured Motorists Coverage shown in the Schedule or Declarations </w:t>
      </w:r>
      <w:r>
        <w:rPr>
          <w:b w:val="0"/>
        </w:rPr>
        <w:t xml:space="preserve">or the actual cash value of your damaged "auto" at the time of the "accident". </w:t>
      </w:r>
    </w:p>
    <w:p w14:paraId="506219E3" w14:textId="5ED8FBE2" w:rsidR="00CF5FCB" w:rsidRDefault="00EB1C18" w:rsidP="00997230">
      <w:pPr>
        <w:pStyle w:val="outlinetxt2"/>
        <w:rPr>
          <w:b w:val="0"/>
        </w:rPr>
      </w:pPr>
      <w:r>
        <w:tab/>
        <w:t>2.</w:t>
      </w:r>
      <w:r>
        <w:tab/>
      </w:r>
      <w:r>
        <w:rPr>
          <w:b w:val="0"/>
        </w:rPr>
        <w:t xml:space="preserve">Any amount payable under this coverage shall be reduced by all sums paid by or for anyone who is legally responsible. </w:t>
      </w:r>
    </w:p>
    <w:p w14:paraId="7FF947CB" w14:textId="77777777" w:rsidR="008372D2" w:rsidRPr="00EB1C18" w:rsidRDefault="00EB1C18" w:rsidP="00997230">
      <w:pPr>
        <w:pStyle w:val="outlinetxt2"/>
        <w:rPr>
          <w:b w:val="0"/>
        </w:rPr>
      </w:pPr>
      <w:r>
        <w:rPr>
          <w:b w:val="0"/>
        </w:rPr>
        <w:tab/>
      </w:r>
      <w:r w:rsidRPr="00EB1C18">
        <w:t>3.</w:t>
      </w:r>
      <w:r w:rsidRPr="00EB1C18">
        <w:rPr>
          <w:b w:val="0"/>
        </w:rPr>
        <w:tab/>
        <w:t>No one will be entitled to recover duplicate payment for the same elements of "loss" under this coverage and any Liability Coverage form, other property or physical damage insurance attached to this Coverage Part.</w:t>
      </w:r>
    </w:p>
    <w:p w14:paraId="1944256B" w14:textId="77777777" w:rsidR="008372D2" w:rsidRDefault="00EB1C18" w:rsidP="00997230">
      <w:pPr>
        <w:pStyle w:val="blocktext3"/>
      </w:pPr>
      <w:r w:rsidRPr="00EB1C18">
        <w:t>We will not make duplicate payment under this coverage for any element of "loss" for which payment has been made by or for anyone who is legally responsible.</w:t>
      </w:r>
    </w:p>
    <w:p w14:paraId="5E87ED3C" w14:textId="14B67E64" w:rsidR="00CF5FCB" w:rsidRDefault="00EB1C18" w:rsidP="00997230">
      <w:pPr>
        <w:pStyle w:val="outlinehd1"/>
      </w:pPr>
      <w:r>
        <w:tab/>
        <w:t>D.</w:t>
      </w:r>
      <w:r>
        <w:tab/>
        <w:t xml:space="preserve">Changes In Conditions </w:t>
      </w:r>
    </w:p>
    <w:p w14:paraId="1FA4F37C" w14:textId="139F09A4" w:rsidR="00CF5FCB" w:rsidRDefault="00EB1C18" w:rsidP="00997230">
      <w:pPr>
        <w:pStyle w:val="blocktext2"/>
      </w:pPr>
      <w:r>
        <w:t>The Conditions are changed for Uninsured Motorists Coverage Property Damage</w:t>
      </w:r>
      <w:r w:rsidR="00442975">
        <w:t xml:space="preserve"> </w:t>
      </w:r>
      <w:r w:rsidR="00442975">
        <w:rPr>
          <w:rFonts w:cs="Arial"/>
        </w:rPr>
        <w:t>–</w:t>
      </w:r>
      <w:r>
        <w:t xml:space="preserve"> </w:t>
      </w:r>
      <w:r w:rsidR="00442975">
        <w:t xml:space="preserve">Private Passenger Types Or Recreational Vehicles </w:t>
      </w:r>
      <w:r>
        <w:t xml:space="preserve">(Illinois) as follows: </w:t>
      </w:r>
    </w:p>
    <w:p w14:paraId="161DA9FA" w14:textId="77777777" w:rsidR="00CF5FCB" w:rsidRDefault="00EB1C18" w:rsidP="00997230">
      <w:pPr>
        <w:pStyle w:val="outlinetxt2"/>
        <w:rPr>
          <w:b w:val="0"/>
        </w:rPr>
      </w:pPr>
      <w:r>
        <w:tab/>
        <w:t>1.</w:t>
      </w:r>
      <w:r>
        <w:tab/>
        <w:t>Other Insurance</w:t>
      </w:r>
      <w:r>
        <w:rPr>
          <w:b w:val="0"/>
        </w:rPr>
        <w:t xml:space="preserve"> in the </w:t>
      </w:r>
      <w:r w:rsidR="006452FD">
        <w:rPr>
          <w:b w:val="0"/>
        </w:rPr>
        <w:t xml:space="preserve">Auto Dealers and </w:t>
      </w:r>
      <w:r>
        <w:rPr>
          <w:b w:val="0"/>
        </w:rPr>
        <w:t xml:space="preserve">Business Auto Coverage Forms and </w:t>
      </w:r>
      <w:r>
        <w:t>Other Insurance – Primary And Excess Insurance Provisions</w:t>
      </w:r>
      <w:r>
        <w:rPr>
          <w:b w:val="0"/>
        </w:rPr>
        <w:t xml:space="preserve"> in the</w:t>
      </w:r>
      <w:r w:rsidR="00A812B6">
        <w:rPr>
          <w:b w:val="0"/>
        </w:rPr>
        <w:t xml:space="preserve"> </w:t>
      </w:r>
      <w:r>
        <w:rPr>
          <w:b w:val="0"/>
        </w:rPr>
        <w:t xml:space="preserve">Motor Carrier Coverage Form are replaced by the following: </w:t>
      </w:r>
    </w:p>
    <w:p w14:paraId="0B0E8BB4" w14:textId="77777777" w:rsidR="00CF5FCB" w:rsidRDefault="00EB1C18" w:rsidP="00997230">
      <w:pPr>
        <w:pStyle w:val="blocktext3"/>
      </w:pPr>
      <w:r>
        <w:t xml:space="preserve">If there is other applicable insurance available under one or more policies or provisions of coverage: </w:t>
      </w:r>
    </w:p>
    <w:p w14:paraId="48122E7D" w14:textId="77777777" w:rsidR="00CF5FCB" w:rsidRDefault="00EB1C18" w:rsidP="00997230">
      <w:pPr>
        <w:pStyle w:val="outlinetxt3"/>
        <w:rPr>
          <w:b w:val="0"/>
        </w:rPr>
      </w:pPr>
      <w:r>
        <w:tab/>
        <w:t>a.</w:t>
      </w:r>
      <w:r>
        <w:tab/>
      </w:r>
      <w:r>
        <w:rPr>
          <w:b w:val="0"/>
        </w:rPr>
        <w:t xml:space="preserve">The maximum recovery under all coverage forms or policies combined may equal but not exceed the highest applicable limit for any one vehicle under any </w:t>
      </w:r>
      <w:r w:rsidR="008421CB">
        <w:rPr>
          <w:b w:val="0"/>
        </w:rPr>
        <w:t>C</w:t>
      </w:r>
      <w:r>
        <w:rPr>
          <w:b w:val="0"/>
        </w:rPr>
        <w:t xml:space="preserve">overage </w:t>
      </w:r>
      <w:r w:rsidR="008421CB">
        <w:rPr>
          <w:b w:val="0"/>
        </w:rPr>
        <w:t>F</w:t>
      </w:r>
      <w:r>
        <w:rPr>
          <w:b w:val="0"/>
        </w:rPr>
        <w:t xml:space="preserve">orm or policy providing coverage on either a primary or excess basis. </w:t>
      </w:r>
    </w:p>
    <w:p w14:paraId="7C8E50CA" w14:textId="77777777" w:rsidR="00CF5FCB" w:rsidRDefault="00EB1C18" w:rsidP="00997230">
      <w:pPr>
        <w:pStyle w:val="outlinetxt3"/>
        <w:rPr>
          <w:b w:val="0"/>
        </w:rPr>
      </w:pPr>
      <w:r>
        <w:tab/>
        <w:t>b.</w:t>
      </w:r>
      <w:r>
        <w:tab/>
      </w:r>
      <w:r>
        <w:rPr>
          <w:b w:val="0"/>
        </w:rPr>
        <w:t xml:space="preserve">Any insurance we provide with respect to a vehicle you do not own shall be excess over any other collectible "property damage" uninsured motorists insurance providing coverage on a primary basis. </w:t>
      </w:r>
    </w:p>
    <w:p w14:paraId="7ABE5E59" w14:textId="2FA318F7" w:rsidR="00CF5FCB" w:rsidRDefault="00EB1C18" w:rsidP="00997230">
      <w:pPr>
        <w:pStyle w:val="outlinetxt3"/>
        <w:rPr>
          <w:b w:val="0"/>
        </w:rPr>
      </w:pPr>
      <w:r>
        <w:rPr>
          <w:b w:val="0"/>
        </w:rPr>
        <w:br w:type="column"/>
      </w:r>
      <w:r w:rsidR="00C060DA">
        <w:rPr>
          <w:b w:val="0"/>
        </w:rPr>
        <w:tab/>
      </w:r>
      <w:r w:rsidR="00C060DA">
        <w:t>c.</w:t>
      </w:r>
      <w:r w:rsidR="00C060DA">
        <w:rPr>
          <w:b w:val="0"/>
        </w:rPr>
        <w:tab/>
        <w:t xml:space="preserve">If the coverage under this Coverage Form is provided: </w:t>
      </w:r>
    </w:p>
    <w:p w14:paraId="74367E08" w14:textId="77777777" w:rsidR="00CF5FCB" w:rsidRDefault="00EB1C18" w:rsidP="00997230">
      <w:pPr>
        <w:pStyle w:val="outlinetxt4"/>
        <w:rPr>
          <w:b w:val="0"/>
        </w:rPr>
      </w:pPr>
      <w:r>
        <w:tab/>
        <w:t>(1)</w:t>
      </w:r>
      <w:r>
        <w:tab/>
      </w:r>
      <w:r>
        <w:rPr>
          <w:b w:val="0"/>
        </w:rPr>
        <w:t xml:space="preserve">On a primary basis, we will pay only our share of the loss that must be paid under insurance providing coverage on a primary basis. Our share is the proportion that our limit of liability bears to the total of all applicable limits of liability for coverage on a primary basis. </w:t>
      </w:r>
    </w:p>
    <w:p w14:paraId="698DE2ED" w14:textId="77777777" w:rsidR="00CF5FCB" w:rsidRDefault="00EB1C18" w:rsidP="00997230">
      <w:pPr>
        <w:pStyle w:val="outlinetxt4"/>
        <w:rPr>
          <w:b w:val="0"/>
        </w:rPr>
      </w:pPr>
      <w:r>
        <w:tab/>
        <w:t>(2)</w:t>
      </w:r>
      <w:r>
        <w:tab/>
      </w:r>
      <w:r>
        <w:rPr>
          <w:b w:val="0"/>
        </w:rPr>
        <w:t xml:space="preserve">On an excess basis, we will pay only our share of the loss that must be paid under insurance providing coverage on an excess basis. Our share is the proportion that our limit of liability bears to the total of all applicable limits of liability for coverage on an excess basis. </w:t>
      </w:r>
    </w:p>
    <w:p w14:paraId="03479F34" w14:textId="77777777" w:rsidR="00CF5FCB" w:rsidRDefault="00EB1C18" w:rsidP="00997230">
      <w:pPr>
        <w:pStyle w:val="outlinetxt2"/>
        <w:rPr>
          <w:b w:val="0"/>
        </w:rPr>
      </w:pPr>
      <w:r>
        <w:tab/>
        <w:t>2.</w:t>
      </w:r>
      <w:r>
        <w:tab/>
        <w:t>Duties In The Event Of Accident, Claim, Suit Or Loss</w:t>
      </w:r>
      <w:r>
        <w:rPr>
          <w:b w:val="0"/>
        </w:rPr>
        <w:t xml:space="preserve"> </w:t>
      </w:r>
      <w:r w:rsidR="006452FD">
        <w:rPr>
          <w:b w:val="0"/>
        </w:rPr>
        <w:t xml:space="preserve">in the Business Auto and Motor Carrier Coverage Forms and </w:t>
      </w:r>
      <w:r w:rsidR="006452FD" w:rsidRPr="00221F2F">
        <w:t>Duties In The Event Of Accident, Claim, Offense, Suit, Loss Or Acts, Errors Or Omissions</w:t>
      </w:r>
      <w:r w:rsidR="006452FD">
        <w:rPr>
          <w:b w:val="0"/>
        </w:rPr>
        <w:t xml:space="preserve"> in the Auto Dealers Coverage Form are </w:t>
      </w:r>
      <w:r>
        <w:rPr>
          <w:b w:val="0"/>
        </w:rPr>
        <w:t xml:space="preserve">changed by adding the following: </w:t>
      </w:r>
    </w:p>
    <w:p w14:paraId="6DB34017" w14:textId="77777777" w:rsidR="00CF5FCB" w:rsidRDefault="00EB1C18" w:rsidP="00997230">
      <w:pPr>
        <w:pStyle w:val="outlinetxt3"/>
        <w:rPr>
          <w:b w:val="0"/>
        </w:rPr>
      </w:pPr>
      <w:r>
        <w:tab/>
        <w:t>a.</w:t>
      </w:r>
      <w:r>
        <w:tab/>
      </w:r>
      <w:r>
        <w:rPr>
          <w:b w:val="0"/>
        </w:rPr>
        <w:t xml:space="preserve">Promptly send us copies of the legal papers if a suit is brought. </w:t>
      </w:r>
    </w:p>
    <w:p w14:paraId="10AEA706" w14:textId="083F3C42" w:rsidR="00CF5FCB" w:rsidRDefault="00EB1C18" w:rsidP="00997230">
      <w:pPr>
        <w:pStyle w:val="outlinetxt3"/>
        <w:rPr>
          <w:b w:val="0"/>
        </w:rPr>
      </w:pPr>
      <w:r>
        <w:tab/>
        <w:t>b.</w:t>
      </w:r>
      <w:r>
        <w:tab/>
      </w:r>
      <w:r>
        <w:rPr>
          <w:b w:val="0"/>
        </w:rPr>
        <w:t xml:space="preserve">Provide us with the name and address of the owner of the "uninsured motor vehicle" or a registration number and description of such vehicle, or any other available information to establish that there is no applicable motor vehicle property damage liability coverage. </w:t>
      </w:r>
    </w:p>
    <w:p w14:paraId="174A548B" w14:textId="46E09DF0" w:rsidR="00CF5FCB" w:rsidRDefault="00EB1C18" w:rsidP="00997230">
      <w:pPr>
        <w:pStyle w:val="outlinetxt2"/>
        <w:rPr>
          <w:b w:val="0"/>
        </w:rPr>
      </w:pPr>
      <w:r>
        <w:rPr>
          <w:b w:val="0"/>
        </w:rPr>
        <w:tab/>
      </w:r>
      <w:r>
        <w:t>3.</w:t>
      </w:r>
      <w:r>
        <w:tab/>
        <w:t xml:space="preserve">Legal Action Against Us </w:t>
      </w:r>
      <w:r>
        <w:rPr>
          <w:b w:val="0"/>
        </w:rPr>
        <w:t>is replaced by the following:</w:t>
      </w:r>
    </w:p>
    <w:p w14:paraId="199A174A" w14:textId="77777777" w:rsidR="00550D9C" w:rsidRDefault="00EB1C18" w:rsidP="00997230">
      <w:pPr>
        <w:pStyle w:val="blockhd3"/>
      </w:pPr>
      <w:r>
        <w:t>Legal Action Against Us</w:t>
      </w:r>
    </w:p>
    <w:p w14:paraId="477C2D9A" w14:textId="77777777" w:rsidR="00CF5FCB" w:rsidRDefault="00EB1C18" w:rsidP="00997230">
      <w:pPr>
        <w:pStyle w:val="outlinetxt3"/>
        <w:rPr>
          <w:b w:val="0"/>
        </w:rPr>
      </w:pPr>
      <w:r>
        <w:tab/>
        <w:t>a.</w:t>
      </w:r>
      <w:r>
        <w:tab/>
      </w:r>
      <w:r>
        <w:rPr>
          <w:b w:val="0"/>
        </w:rPr>
        <w:t>No one may bring a legal action against us under this Coverage Form until there has been full compliance with all the terms of this Coverage Form.</w:t>
      </w:r>
    </w:p>
    <w:p w14:paraId="01EE3DDF" w14:textId="77777777" w:rsidR="00CF5FCB" w:rsidRDefault="00EB1C18" w:rsidP="00997230">
      <w:pPr>
        <w:pStyle w:val="outlinetxt3"/>
        <w:rPr>
          <w:b w:val="0"/>
        </w:rPr>
      </w:pPr>
      <w:r>
        <w:tab/>
        <w:t>b.</w:t>
      </w:r>
      <w:r>
        <w:tab/>
      </w:r>
      <w:r>
        <w:rPr>
          <w:b w:val="0"/>
        </w:rPr>
        <w:t xml:space="preserve">Any legal action against us must be brought within two years after the date of the "accident". However, this Paragraph </w:t>
      </w:r>
      <w:r>
        <w:t>3.b.</w:t>
      </w:r>
      <w:r>
        <w:rPr>
          <w:b w:val="0"/>
        </w:rPr>
        <w:t xml:space="preserve"> does not apply to an "insured" if, within two years after the date of the "accident", arbitration proceedings have commenced in accordance with the provisions of this Coverage Form.</w:t>
      </w:r>
    </w:p>
    <w:p w14:paraId="2BC84E15" w14:textId="77777777" w:rsidR="00CF5FCB" w:rsidRDefault="00EB1C18" w:rsidP="00997230">
      <w:pPr>
        <w:pStyle w:val="outlinetxt2"/>
        <w:rPr>
          <w:b w:val="0"/>
        </w:rPr>
      </w:pPr>
      <w:r>
        <w:tab/>
        <w:t>4.</w:t>
      </w:r>
      <w:r>
        <w:tab/>
        <w:t>Transfer Of Rights Of Recovery Against Others To Us</w:t>
      </w:r>
      <w:r>
        <w:rPr>
          <w:b w:val="0"/>
        </w:rPr>
        <w:t xml:space="preserve"> does not apply.</w:t>
      </w:r>
    </w:p>
    <w:p w14:paraId="3E684CB4" w14:textId="21ADB6BB" w:rsidR="00CF5FCB" w:rsidRDefault="00EB1C18" w:rsidP="00997230">
      <w:pPr>
        <w:pStyle w:val="outlinetxt2"/>
        <w:rPr>
          <w:b w:val="0"/>
        </w:rPr>
      </w:pPr>
      <w:r>
        <w:br w:type="page"/>
      </w:r>
      <w:r>
        <w:tab/>
        <w:t>5.</w:t>
      </w:r>
      <w:r>
        <w:tab/>
      </w:r>
      <w:r>
        <w:rPr>
          <w:b w:val="0"/>
        </w:rPr>
        <w:t xml:space="preserve">The following </w:t>
      </w:r>
      <w:r w:rsidR="008421CB">
        <w:rPr>
          <w:b w:val="0"/>
        </w:rPr>
        <w:t>c</w:t>
      </w:r>
      <w:r>
        <w:rPr>
          <w:b w:val="0"/>
        </w:rPr>
        <w:t xml:space="preserve">onditions are added: </w:t>
      </w:r>
    </w:p>
    <w:p w14:paraId="42537466" w14:textId="77777777" w:rsidR="00CF5FCB" w:rsidRDefault="00EB1C18" w:rsidP="00997230">
      <w:pPr>
        <w:pStyle w:val="blockhd3"/>
      </w:pPr>
      <w:r>
        <w:t>Reimbursement And Trust</w:t>
      </w:r>
    </w:p>
    <w:p w14:paraId="16A5532F" w14:textId="77777777" w:rsidR="00CF5FCB" w:rsidRDefault="00EB1C18" w:rsidP="00997230">
      <w:pPr>
        <w:pStyle w:val="blocktext3"/>
      </w:pPr>
      <w:r>
        <w:t xml:space="preserve">If we make any payment and the "insured" recovers from another party, the "insured" shall hold the proceeds in trust for us and pay us back the amount we have paid. </w:t>
      </w:r>
    </w:p>
    <w:p w14:paraId="5F74FBA7" w14:textId="77777777" w:rsidR="00CF5FCB" w:rsidRDefault="00EB1C18" w:rsidP="00997230">
      <w:pPr>
        <w:pStyle w:val="blockhd3"/>
      </w:pPr>
      <w:r>
        <w:t>Arbitration</w:t>
      </w:r>
    </w:p>
    <w:p w14:paraId="25E71DBF" w14:textId="17A1270C" w:rsidR="00CF5FCB" w:rsidRDefault="00EB1C18" w:rsidP="00997230">
      <w:pPr>
        <w:pStyle w:val="outlinetxt3"/>
        <w:rPr>
          <w:b w:val="0"/>
        </w:rPr>
      </w:pPr>
      <w:r>
        <w:tab/>
        <w:t>a.</w:t>
      </w:r>
      <w:r>
        <w:tab/>
      </w:r>
      <w:r>
        <w:rPr>
          <w:b w:val="0"/>
        </w:rPr>
        <w:t xml:space="preserve">If we and an "insured" disagree whether the "insured" is legally entitled to recover damages under this endorsement or do not agree as to the amount of damages that are recoverable by that "insured", then the matter may be arbitrated. The </w:t>
      </w:r>
      <w:r w:rsidR="000E5B22">
        <w:rPr>
          <w:b w:val="0"/>
        </w:rPr>
        <w:t>"</w:t>
      </w:r>
      <w:r>
        <w:rPr>
          <w:b w:val="0"/>
        </w:rPr>
        <w:t>insured</w:t>
      </w:r>
      <w:r w:rsidR="000E5B22">
        <w:rPr>
          <w:b w:val="0"/>
        </w:rPr>
        <w:t>"</w:t>
      </w:r>
      <w:r>
        <w:rPr>
          <w:b w:val="0"/>
        </w:rPr>
        <w:t xml:space="preserve"> may make a written demand for arbitration. In this event, each party will select an arbitrator. The two arbitrators will select a third. If such arbitrators are not selected within 45 days, either party may request that the arbitration be submitted to the American Arbitration Association. Each party will pay the expenses it incurs and bear the expenses of the third arbitrator equally. </w:t>
      </w:r>
    </w:p>
    <w:p w14:paraId="2E6CE754" w14:textId="5CE1BCFD" w:rsidR="00CF5FCB" w:rsidRDefault="00EB1C18" w:rsidP="00997230">
      <w:pPr>
        <w:pStyle w:val="outlinetxt3"/>
        <w:rPr>
          <w:b w:val="0"/>
        </w:rPr>
      </w:pPr>
      <w:r>
        <w:rPr>
          <w:b w:val="0"/>
        </w:rPr>
        <w:tab/>
      </w:r>
      <w:r>
        <w:t>b.</w:t>
      </w:r>
      <w:r>
        <w:rPr>
          <w:b w:val="0"/>
        </w:rPr>
        <w:tab/>
        <w:t xml:space="preserve">Unless both parties agree otherwise, arbitration will take place in the county in which the "insured" lives. Local rules of law as to arbitration procedure and evidence will apply. A decision agreed to by two of the arbitrators will be binding. </w:t>
      </w:r>
    </w:p>
    <w:p w14:paraId="22F34B2C" w14:textId="4D635F80" w:rsidR="00CF5FCB" w:rsidRDefault="00EB1C18" w:rsidP="00997230">
      <w:pPr>
        <w:pStyle w:val="outlinehd1"/>
      </w:pPr>
      <w:r>
        <w:tab/>
        <w:t>E.</w:t>
      </w:r>
      <w:r>
        <w:tab/>
        <w:t xml:space="preserve">Additional Definitions </w:t>
      </w:r>
    </w:p>
    <w:p w14:paraId="6A979FAA" w14:textId="77777777" w:rsidR="00CF5FCB" w:rsidRDefault="00EB1C18" w:rsidP="00997230">
      <w:pPr>
        <w:pStyle w:val="blocktext2"/>
      </w:pPr>
      <w:r>
        <w:t xml:space="preserve">As used in this endorsement: </w:t>
      </w:r>
    </w:p>
    <w:p w14:paraId="55D51DF0" w14:textId="48B75B40" w:rsidR="00CF5FCB" w:rsidRDefault="00EB1C18" w:rsidP="00997230">
      <w:pPr>
        <w:pStyle w:val="outlinetxt2"/>
        <w:rPr>
          <w:b w:val="0"/>
        </w:rPr>
      </w:pPr>
      <w:r>
        <w:tab/>
        <w:t>1.</w:t>
      </w:r>
      <w:r>
        <w:tab/>
      </w:r>
      <w:r>
        <w:rPr>
          <w:b w:val="0"/>
        </w:rPr>
        <w:t xml:space="preserve">"Property damage" means injury to or destruction of a covered "auto". However, "property damage" does not include loss of use or damage to personal property contained in your covered "auto". This definition replaces the definition in the </w:t>
      </w:r>
      <w:r w:rsidR="00FF1577">
        <w:rPr>
          <w:b w:val="0"/>
        </w:rPr>
        <w:t>P</w:t>
      </w:r>
      <w:r>
        <w:rPr>
          <w:b w:val="0"/>
        </w:rPr>
        <w:t xml:space="preserve">olicy. </w:t>
      </w:r>
    </w:p>
    <w:p w14:paraId="08B8A8CF" w14:textId="1847055A" w:rsidR="00BB530F" w:rsidRPr="000F4D99" w:rsidRDefault="00EB1C18" w:rsidP="00997230">
      <w:pPr>
        <w:pStyle w:val="outlinetxt2"/>
        <w:rPr>
          <w:b w:val="0"/>
        </w:rPr>
      </w:pPr>
      <w:r>
        <w:br w:type="column"/>
      </w:r>
      <w:r w:rsidR="00C060DA">
        <w:tab/>
      </w:r>
      <w:r w:rsidR="00C060DA" w:rsidRPr="00DC6C49">
        <w:t>2.</w:t>
      </w:r>
      <w:r w:rsidR="00C060DA" w:rsidRPr="00DC6C49">
        <w:tab/>
      </w:r>
      <w:r w:rsidR="00C060DA" w:rsidRPr="000F4D99">
        <w:rPr>
          <w:b w:val="0"/>
          <w:bCs/>
        </w:rPr>
        <w:t>"Recreational vehicle" means camping trailers, motor homes, mini motor homes, travel trailers and truck campers or van campers used primarily for recreational purposes.</w:t>
      </w:r>
      <w:r w:rsidR="00C060DA">
        <w:rPr>
          <w:b w:val="0"/>
        </w:rPr>
        <w:t xml:space="preserve"> </w:t>
      </w:r>
    </w:p>
    <w:p w14:paraId="6BEA7094" w14:textId="57419FAF" w:rsidR="00CF5FCB" w:rsidRDefault="00EB1C18" w:rsidP="00997230">
      <w:pPr>
        <w:pStyle w:val="outlinetxt2"/>
        <w:rPr>
          <w:b w:val="0"/>
        </w:rPr>
      </w:pPr>
      <w:r>
        <w:tab/>
      </w:r>
      <w:r w:rsidR="00BB530F" w:rsidRPr="00DC6C49">
        <w:t>3</w:t>
      </w:r>
      <w:r w:rsidRPr="00DC6C49">
        <w:t>.</w:t>
      </w:r>
      <w:r>
        <w:tab/>
      </w:r>
      <w:r>
        <w:rPr>
          <w:b w:val="0"/>
        </w:rPr>
        <w:t xml:space="preserve">"Uninsured motor vehicle" means a land motor vehicle or trailer: </w:t>
      </w:r>
    </w:p>
    <w:p w14:paraId="1BEDC94A" w14:textId="77777777" w:rsidR="00CF5FCB" w:rsidRDefault="00EB1C18" w:rsidP="00997230">
      <w:pPr>
        <w:pStyle w:val="outlinetxt3"/>
        <w:rPr>
          <w:b w:val="0"/>
        </w:rPr>
      </w:pPr>
      <w:r>
        <w:tab/>
        <w:t>a.</w:t>
      </w:r>
      <w:r>
        <w:tab/>
      </w:r>
      <w:r>
        <w:rPr>
          <w:b w:val="0"/>
        </w:rPr>
        <w:t xml:space="preserve">For which no liability bond or policy providing coverage for "property damage" applies at the time of the "accident"; </w:t>
      </w:r>
    </w:p>
    <w:p w14:paraId="0C4FE88A" w14:textId="1A891713" w:rsidR="00CF5FCB" w:rsidRDefault="00EB1C18" w:rsidP="00997230">
      <w:pPr>
        <w:pStyle w:val="outlinetxt3"/>
        <w:rPr>
          <w:b w:val="0"/>
        </w:rPr>
      </w:pPr>
      <w:r>
        <w:tab/>
        <w:t>b.</w:t>
      </w:r>
      <w:r>
        <w:tab/>
      </w:r>
      <w:r>
        <w:rPr>
          <w:b w:val="0"/>
        </w:rPr>
        <w:t xml:space="preserve">For which no liability bond or policy at the time of an "accident" provides at least the amount required for "property damage" liability covered by the Illinois Financial Responsibility Law; or </w:t>
      </w:r>
    </w:p>
    <w:p w14:paraId="7098A2A3" w14:textId="18A176B9" w:rsidR="00CF5FCB" w:rsidRDefault="00EB1C18" w:rsidP="00997230">
      <w:pPr>
        <w:pStyle w:val="outlinetxt3"/>
        <w:rPr>
          <w:b w:val="0"/>
        </w:rPr>
      </w:pPr>
      <w:r>
        <w:tab/>
        <w:t>c.</w:t>
      </w:r>
      <w:r>
        <w:tab/>
      </w:r>
      <w:r>
        <w:rPr>
          <w:b w:val="0"/>
        </w:rPr>
        <w:t xml:space="preserve">For which an insuring or bonding company denies coverage or is or becomes insolvent. </w:t>
      </w:r>
    </w:p>
    <w:p w14:paraId="2AA4435F" w14:textId="420D6A62" w:rsidR="00CF5FCB" w:rsidRDefault="00EB1C18" w:rsidP="00997230">
      <w:pPr>
        <w:pStyle w:val="blocktext3"/>
      </w:pPr>
      <w:r>
        <w:t xml:space="preserve">However, "uninsured motor vehicle" does not include any vehicle: </w:t>
      </w:r>
    </w:p>
    <w:p w14:paraId="7AB96C99" w14:textId="77777777" w:rsidR="00CF5FCB" w:rsidRPr="00A812B6" w:rsidRDefault="00EB1C18" w:rsidP="00997230">
      <w:pPr>
        <w:pStyle w:val="outlinetxt3"/>
        <w:rPr>
          <w:b w:val="0"/>
        </w:rPr>
      </w:pPr>
      <w:r w:rsidRPr="00A812B6">
        <w:rPr>
          <w:b w:val="0"/>
        </w:rPr>
        <w:tab/>
      </w:r>
      <w:r w:rsidRPr="00A812B6">
        <w:t>a.</w:t>
      </w:r>
      <w:r w:rsidRPr="00A812B6">
        <w:tab/>
      </w:r>
      <w:r w:rsidRPr="00A812B6">
        <w:rPr>
          <w:b w:val="0"/>
        </w:rPr>
        <w:t xml:space="preserve">Owned or operated by a self-insurer under any applicable motor vehicle law, except a self-insurer who is or becomes insolvent and cannot provide the amounts required by that motor vehicle law; </w:t>
      </w:r>
    </w:p>
    <w:p w14:paraId="368828A9" w14:textId="77777777" w:rsidR="00CF5FCB" w:rsidRPr="00A812B6" w:rsidRDefault="00EB1C18" w:rsidP="00997230">
      <w:pPr>
        <w:pStyle w:val="outlinetxt3"/>
        <w:rPr>
          <w:b w:val="0"/>
        </w:rPr>
      </w:pPr>
      <w:r w:rsidRPr="00A812B6">
        <w:rPr>
          <w:b w:val="0"/>
        </w:rPr>
        <w:tab/>
      </w:r>
      <w:r w:rsidRPr="00A812B6">
        <w:t>b.</w:t>
      </w:r>
      <w:r w:rsidRPr="00A812B6">
        <w:tab/>
      </w:r>
      <w:r w:rsidRPr="00A812B6">
        <w:rPr>
          <w:b w:val="0"/>
        </w:rPr>
        <w:t xml:space="preserve">Owned by a governmental unit or agency; </w:t>
      </w:r>
      <w:r w:rsidR="009E1885" w:rsidRPr="00A812B6">
        <w:rPr>
          <w:b w:val="0"/>
        </w:rPr>
        <w:t>or</w:t>
      </w:r>
    </w:p>
    <w:p w14:paraId="4EFFE7F6" w14:textId="43F291F2" w:rsidR="006768BF" w:rsidRPr="00641C87" w:rsidRDefault="00EB1C18" w:rsidP="00997230">
      <w:pPr>
        <w:pStyle w:val="outlinetxt3"/>
        <w:rPr>
          <w:b w:val="0"/>
        </w:rPr>
      </w:pPr>
      <w:r w:rsidRPr="00A812B6">
        <w:rPr>
          <w:b w:val="0"/>
        </w:rPr>
        <w:tab/>
      </w:r>
      <w:r w:rsidRPr="00A812B6">
        <w:t>c.</w:t>
      </w:r>
      <w:r w:rsidRPr="00A812B6">
        <w:tab/>
      </w:r>
      <w:r w:rsidRPr="00A812B6">
        <w:rPr>
          <w:b w:val="0"/>
        </w:rPr>
        <w:t xml:space="preserve">Designed for use mainly off public roads while not on public roads. </w:t>
      </w:r>
      <w:bookmarkEnd w:id="0"/>
    </w:p>
    <w:sectPr w:rsidR="006768BF" w:rsidRPr="00641C87" w:rsidSect="008372D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B6823" w14:textId="77777777" w:rsidR="00025C9D" w:rsidRDefault="00025C9D">
      <w:r>
        <w:separator/>
      </w:r>
    </w:p>
  </w:endnote>
  <w:endnote w:type="continuationSeparator" w:id="0">
    <w:p w14:paraId="7C6F1BEA" w14:textId="77777777" w:rsidR="00025C9D" w:rsidRDefault="0002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3DB0DB38" w14:textId="77777777">
      <w:tc>
        <w:tcPr>
          <w:tcW w:w="940" w:type="pct"/>
        </w:tcPr>
        <w:p w14:paraId="218AFEA4" w14:textId="77777777" w:rsidR="007C546D" w:rsidRDefault="00EB1C18" w:rsidP="007C546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C753A6">
            <w:fldChar w:fldCharType="begin"/>
          </w:r>
          <w:r>
            <w:instrText xml:space="preserve"> NUMPAGES   \* MERGEFORMAT </w:instrText>
          </w:r>
          <w:r w:rsidR="00C753A6">
            <w:fldChar w:fldCharType="separate"/>
          </w:r>
          <w:r w:rsidR="00C753A6">
            <w:rPr>
              <w:noProof/>
            </w:rPr>
            <w:t>3</w:t>
          </w:r>
          <w:r w:rsidR="00C753A6">
            <w:rPr>
              <w:noProof/>
            </w:rPr>
            <w:fldChar w:fldCharType="end"/>
          </w:r>
        </w:p>
      </w:tc>
      <w:tc>
        <w:tcPr>
          <w:tcW w:w="2885" w:type="pct"/>
        </w:tcPr>
        <w:p w14:paraId="6C57A9F9" w14:textId="72F69EDF" w:rsidR="007C546D" w:rsidRDefault="00EB1C18" w:rsidP="0053548B">
          <w:pPr>
            <w:pStyle w:val="isof1"/>
            <w:jc w:val="center"/>
          </w:pPr>
          <w:r>
            <w:t>© Insurance Services Office, Inc., 2022 </w:t>
          </w:r>
        </w:p>
      </w:tc>
      <w:tc>
        <w:tcPr>
          <w:tcW w:w="890" w:type="pct"/>
        </w:tcPr>
        <w:p w14:paraId="7A20B1D6" w14:textId="6B0F7FA2" w:rsidR="007C546D" w:rsidRDefault="00EB1C18" w:rsidP="008372D2">
          <w:pPr>
            <w:pStyle w:val="isof2"/>
            <w:jc w:val="right"/>
          </w:pPr>
          <w:r>
            <w:t>CA 21 53 01 23</w:t>
          </w:r>
        </w:p>
      </w:tc>
      <w:tc>
        <w:tcPr>
          <w:tcW w:w="278" w:type="pct"/>
        </w:tcPr>
        <w:p w14:paraId="53534CA9" w14:textId="77777777" w:rsidR="007C546D" w:rsidRDefault="007C546D">
          <w:pPr>
            <w:jc w:val="right"/>
          </w:pPr>
        </w:p>
      </w:tc>
    </w:tr>
  </w:tbl>
  <w:p w14:paraId="44D6B56E" w14:textId="77777777" w:rsidR="006452FD" w:rsidRPr="007C546D" w:rsidRDefault="006452FD" w:rsidP="007C54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7E82BAC2" w14:textId="77777777">
      <w:tc>
        <w:tcPr>
          <w:tcW w:w="940" w:type="pct"/>
        </w:tcPr>
        <w:p w14:paraId="6BD73A6F" w14:textId="11D9D8E3" w:rsidR="007C546D" w:rsidRDefault="00EB1C18" w:rsidP="008372D2">
          <w:pPr>
            <w:pStyle w:val="isof2"/>
            <w:jc w:val="left"/>
          </w:pPr>
          <w:r>
            <w:t>CA 21 53 01 23</w:t>
          </w:r>
        </w:p>
      </w:tc>
      <w:tc>
        <w:tcPr>
          <w:tcW w:w="2885" w:type="pct"/>
        </w:tcPr>
        <w:p w14:paraId="3AE9A53E" w14:textId="48B55550" w:rsidR="007C546D" w:rsidRDefault="00EB1C18" w:rsidP="0053548B">
          <w:pPr>
            <w:pStyle w:val="isof1"/>
            <w:jc w:val="center"/>
          </w:pPr>
          <w:r>
            <w:t>© Insurance Services Office, Inc., 2022 </w:t>
          </w:r>
        </w:p>
      </w:tc>
      <w:tc>
        <w:tcPr>
          <w:tcW w:w="890" w:type="pct"/>
        </w:tcPr>
        <w:p w14:paraId="30750B2C" w14:textId="77777777" w:rsidR="007C546D" w:rsidRDefault="00EB1C18" w:rsidP="007C546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C753A6">
            <w:fldChar w:fldCharType="begin"/>
          </w:r>
          <w:r>
            <w:instrText xml:space="preserve"> NUMPAGES   \* MERGEFORMAT </w:instrText>
          </w:r>
          <w:r w:rsidR="00C753A6">
            <w:fldChar w:fldCharType="separate"/>
          </w:r>
          <w:r w:rsidR="00C753A6">
            <w:rPr>
              <w:noProof/>
            </w:rPr>
            <w:t>3</w:t>
          </w:r>
          <w:r w:rsidR="00C753A6">
            <w:rPr>
              <w:noProof/>
            </w:rPr>
            <w:fldChar w:fldCharType="end"/>
          </w:r>
        </w:p>
      </w:tc>
      <w:tc>
        <w:tcPr>
          <w:tcW w:w="278" w:type="pct"/>
        </w:tcPr>
        <w:p w14:paraId="153A740C" w14:textId="77777777" w:rsidR="007C546D" w:rsidRDefault="007C546D">
          <w:pPr>
            <w:jc w:val="right"/>
          </w:pPr>
        </w:p>
      </w:tc>
    </w:tr>
  </w:tbl>
  <w:p w14:paraId="7843B2D6" w14:textId="77777777" w:rsidR="006452FD" w:rsidRPr="007C546D" w:rsidRDefault="006452FD" w:rsidP="007C546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14F7BD82" w14:textId="77777777">
      <w:tc>
        <w:tcPr>
          <w:tcW w:w="940" w:type="pct"/>
        </w:tcPr>
        <w:p w14:paraId="3FD7F3A6" w14:textId="7F2DF30C" w:rsidR="008372D2" w:rsidRDefault="00EB1C18" w:rsidP="008372D2">
          <w:pPr>
            <w:pStyle w:val="isof2"/>
            <w:jc w:val="left"/>
          </w:pPr>
          <w:r>
            <w:t>CA 21 53 01 23</w:t>
          </w:r>
        </w:p>
      </w:tc>
      <w:tc>
        <w:tcPr>
          <w:tcW w:w="2885" w:type="pct"/>
        </w:tcPr>
        <w:p w14:paraId="5AAAEB0A" w14:textId="20D216DC" w:rsidR="008372D2" w:rsidRDefault="00EB1C18" w:rsidP="008372D2">
          <w:pPr>
            <w:pStyle w:val="isof1"/>
            <w:jc w:val="center"/>
          </w:pPr>
          <w:r>
            <w:t>© Insurance Services Office, Inc., 2022 </w:t>
          </w:r>
        </w:p>
      </w:tc>
      <w:tc>
        <w:tcPr>
          <w:tcW w:w="890" w:type="pct"/>
        </w:tcPr>
        <w:p w14:paraId="6A07C043" w14:textId="5BA46B28" w:rsidR="008372D2" w:rsidRDefault="00EB1C18" w:rsidP="008372D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78" w:type="pct"/>
        </w:tcPr>
        <w:p w14:paraId="4667BE2E" w14:textId="77777777" w:rsidR="008372D2" w:rsidRDefault="008372D2">
          <w:pPr>
            <w:jc w:val="right"/>
          </w:pPr>
        </w:p>
      </w:tc>
    </w:tr>
  </w:tbl>
  <w:p w14:paraId="179A320F" w14:textId="77777777" w:rsidR="008372D2" w:rsidRPr="008372D2" w:rsidRDefault="008372D2" w:rsidP="008372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71550117" w14:textId="77777777">
      <w:tc>
        <w:tcPr>
          <w:tcW w:w="940" w:type="pct"/>
        </w:tcPr>
        <w:p w14:paraId="1A7C55C1" w14:textId="77777777" w:rsidR="00921C70" w:rsidRDefault="00EB1C18" w:rsidP="007C546D">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885" w:type="pct"/>
        </w:tcPr>
        <w:p w14:paraId="2EF2847D" w14:textId="0AAF562B" w:rsidR="00921C70" w:rsidRDefault="00EB1C18" w:rsidP="0053548B">
          <w:pPr>
            <w:pStyle w:val="isof1"/>
            <w:jc w:val="center"/>
          </w:pPr>
          <w:r>
            <w:t>© Insurance Services Office, Inc., 2022 </w:t>
          </w:r>
        </w:p>
      </w:tc>
      <w:tc>
        <w:tcPr>
          <w:tcW w:w="890" w:type="pct"/>
        </w:tcPr>
        <w:p w14:paraId="28D16BCE" w14:textId="6F01E8DC" w:rsidR="00921C70" w:rsidRDefault="00EB1C18" w:rsidP="008372D2">
          <w:pPr>
            <w:pStyle w:val="isof2"/>
            <w:jc w:val="right"/>
          </w:pPr>
          <w:r>
            <w:t>CA 21 53 01 23</w:t>
          </w:r>
        </w:p>
      </w:tc>
      <w:tc>
        <w:tcPr>
          <w:tcW w:w="278" w:type="pct"/>
        </w:tcPr>
        <w:p w14:paraId="052180C0" w14:textId="77777777" w:rsidR="00921C70" w:rsidRDefault="00921C70">
          <w:pPr>
            <w:jc w:val="right"/>
          </w:pPr>
        </w:p>
      </w:tc>
    </w:tr>
  </w:tbl>
  <w:p w14:paraId="6517CA29" w14:textId="77777777" w:rsidR="00921C70" w:rsidRPr="007C546D" w:rsidRDefault="00921C70" w:rsidP="007C546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405AF5F7" w14:textId="77777777">
      <w:tc>
        <w:tcPr>
          <w:tcW w:w="940" w:type="pct"/>
        </w:tcPr>
        <w:p w14:paraId="2121FC1E" w14:textId="2021978C" w:rsidR="00921C70" w:rsidRDefault="00EB1C18" w:rsidP="008372D2">
          <w:pPr>
            <w:pStyle w:val="isof2"/>
            <w:jc w:val="left"/>
          </w:pPr>
          <w:r>
            <w:t>CA 21 53 01 23</w:t>
          </w:r>
        </w:p>
      </w:tc>
      <w:tc>
        <w:tcPr>
          <w:tcW w:w="2885" w:type="pct"/>
        </w:tcPr>
        <w:p w14:paraId="2FD1D108" w14:textId="0B097D1D" w:rsidR="00921C70" w:rsidRDefault="00EB1C18" w:rsidP="0053548B">
          <w:pPr>
            <w:pStyle w:val="isof1"/>
            <w:jc w:val="center"/>
          </w:pPr>
          <w:r>
            <w:t>© Insurance Services Office, Inc., 2022 </w:t>
          </w:r>
        </w:p>
      </w:tc>
      <w:tc>
        <w:tcPr>
          <w:tcW w:w="890" w:type="pct"/>
        </w:tcPr>
        <w:p w14:paraId="1F4CFA59" w14:textId="77777777" w:rsidR="00921C70" w:rsidRDefault="00EB1C18" w:rsidP="007C546D">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78" w:type="pct"/>
        </w:tcPr>
        <w:p w14:paraId="672CE506" w14:textId="77777777" w:rsidR="00921C70" w:rsidRDefault="00921C70">
          <w:pPr>
            <w:jc w:val="right"/>
          </w:pPr>
        </w:p>
      </w:tc>
    </w:tr>
  </w:tbl>
  <w:p w14:paraId="7C9AD5F3" w14:textId="77777777" w:rsidR="00921C70" w:rsidRPr="007C546D" w:rsidRDefault="00921C70" w:rsidP="007C546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05E66" w14:paraId="1CB881CA" w14:textId="77777777" w:rsidTr="007C546D">
      <w:tc>
        <w:tcPr>
          <w:tcW w:w="940" w:type="pct"/>
        </w:tcPr>
        <w:p w14:paraId="0F5773A7" w14:textId="25F05AD2" w:rsidR="00921C70" w:rsidRDefault="00EB1C18" w:rsidP="008372D2">
          <w:pPr>
            <w:pStyle w:val="isof2"/>
            <w:jc w:val="left"/>
          </w:pPr>
          <w:r>
            <w:t>CA 21 53 01 23</w:t>
          </w:r>
        </w:p>
      </w:tc>
      <w:tc>
        <w:tcPr>
          <w:tcW w:w="2885" w:type="pct"/>
        </w:tcPr>
        <w:p w14:paraId="28FC8438" w14:textId="6C86CFC1" w:rsidR="00921C70" w:rsidRDefault="00EB1C18" w:rsidP="0053548B">
          <w:pPr>
            <w:pStyle w:val="isof1"/>
            <w:jc w:val="center"/>
          </w:pPr>
          <w:r>
            <w:t>© Insurance Services Office, Inc., 2022 </w:t>
          </w:r>
        </w:p>
      </w:tc>
      <w:tc>
        <w:tcPr>
          <w:tcW w:w="890" w:type="pct"/>
        </w:tcPr>
        <w:p w14:paraId="7A6914CF" w14:textId="77777777" w:rsidR="00921C70" w:rsidRDefault="00EB1C18" w:rsidP="007C546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75" w:type="pct"/>
        </w:tcPr>
        <w:p w14:paraId="2C503971" w14:textId="77777777" w:rsidR="00921C70" w:rsidRDefault="00921C70">
          <w:pPr>
            <w:jc w:val="right"/>
          </w:pPr>
        </w:p>
      </w:tc>
    </w:tr>
  </w:tbl>
  <w:p w14:paraId="6D57DEC6" w14:textId="77777777" w:rsidR="00921C70" w:rsidRPr="007C546D" w:rsidRDefault="00921C70" w:rsidP="007C546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00A7D2B8" w14:textId="77777777">
      <w:tc>
        <w:tcPr>
          <w:tcW w:w="940" w:type="pct"/>
        </w:tcPr>
        <w:p w14:paraId="4DAFB69F" w14:textId="49BE6C30" w:rsidR="008372D2" w:rsidRDefault="00EB1C18" w:rsidP="008372D2">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885" w:type="pct"/>
        </w:tcPr>
        <w:p w14:paraId="68FDCA7A" w14:textId="0D1172C4" w:rsidR="008372D2" w:rsidRDefault="00EB1C18" w:rsidP="008372D2">
          <w:pPr>
            <w:pStyle w:val="isof1"/>
            <w:jc w:val="center"/>
          </w:pPr>
          <w:r>
            <w:t>© Insurance Services Office, Inc., 2022 </w:t>
          </w:r>
        </w:p>
      </w:tc>
      <w:tc>
        <w:tcPr>
          <w:tcW w:w="890" w:type="pct"/>
        </w:tcPr>
        <w:p w14:paraId="6B4D868E" w14:textId="414B9EA2" w:rsidR="008372D2" w:rsidRDefault="00EB1C18" w:rsidP="008372D2">
          <w:pPr>
            <w:pStyle w:val="isof2"/>
            <w:jc w:val="right"/>
          </w:pPr>
          <w:r>
            <w:t>CA 21 53 01 23</w:t>
          </w:r>
        </w:p>
      </w:tc>
      <w:tc>
        <w:tcPr>
          <w:tcW w:w="278" w:type="pct"/>
        </w:tcPr>
        <w:p w14:paraId="182FE66E" w14:textId="77777777" w:rsidR="008372D2" w:rsidRDefault="008372D2">
          <w:pPr>
            <w:jc w:val="right"/>
          </w:pPr>
        </w:p>
      </w:tc>
    </w:tr>
  </w:tbl>
  <w:p w14:paraId="701BD188" w14:textId="77777777" w:rsidR="007C546D" w:rsidRPr="008372D2" w:rsidRDefault="007C546D" w:rsidP="008372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F05E66" w14:paraId="08E72D1D" w14:textId="77777777">
      <w:tc>
        <w:tcPr>
          <w:tcW w:w="940" w:type="pct"/>
        </w:tcPr>
        <w:p w14:paraId="29494016" w14:textId="27BA689C" w:rsidR="008372D2" w:rsidRDefault="00EB1C18" w:rsidP="008372D2">
          <w:pPr>
            <w:pStyle w:val="isof2"/>
            <w:jc w:val="left"/>
          </w:pPr>
          <w:r>
            <w:t>CA 21 53 01 23</w:t>
          </w:r>
        </w:p>
      </w:tc>
      <w:tc>
        <w:tcPr>
          <w:tcW w:w="2885" w:type="pct"/>
        </w:tcPr>
        <w:p w14:paraId="7A2C4CE0" w14:textId="354BEF8E" w:rsidR="008372D2" w:rsidRDefault="00EB1C18" w:rsidP="008372D2">
          <w:pPr>
            <w:pStyle w:val="isof1"/>
            <w:jc w:val="center"/>
          </w:pPr>
          <w:r>
            <w:t>© Insurance Services Office, Inc., 2022 </w:t>
          </w:r>
        </w:p>
      </w:tc>
      <w:tc>
        <w:tcPr>
          <w:tcW w:w="890" w:type="pct"/>
        </w:tcPr>
        <w:p w14:paraId="108E391F" w14:textId="1850575F" w:rsidR="008372D2" w:rsidRDefault="00EB1C18" w:rsidP="008372D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78" w:type="pct"/>
        </w:tcPr>
        <w:p w14:paraId="3B320499" w14:textId="77777777" w:rsidR="008372D2" w:rsidRDefault="008372D2">
          <w:pPr>
            <w:jc w:val="right"/>
          </w:pPr>
        </w:p>
      </w:tc>
    </w:tr>
  </w:tbl>
  <w:p w14:paraId="531C0D98" w14:textId="77777777" w:rsidR="007C546D" w:rsidRPr="008372D2" w:rsidRDefault="007C546D" w:rsidP="008372D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F05E66" w14:paraId="33665968" w14:textId="77777777" w:rsidTr="007C546D">
      <w:tc>
        <w:tcPr>
          <w:tcW w:w="940" w:type="pct"/>
        </w:tcPr>
        <w:p w14:paraId="56D91511" w14:textId="679A4126" w:rsidR="00921C70" w:rsidRDefault="00EB1C18" w:rsidP="008372D2">
          <w:pPr>
            <w:pStyle w:val="isof2"/>
            <w:jc w:val="left"/>
          </w:pPr>
          <w:r>
            <w:t>CA 21 53 01 23</w:t>
          </w:r>
        </w:p>
      </w:tc>
      <w:tc>
        <w:tcPr>
          <w:tcW w:w="2885" w:type="pct"/>
        </w:tcPr>
        <w:p w14:paraId="610A0511" w14:textId="617A2351" w:rsidR="00921C70" w:rsidRDefault="00EB1C18" w:rsidP="0053548B">
          <w:pPr>
            <w:pStyle w:val="isof1"/>
            <w:jc w:val="center"/>
          </w:pPr>
          <w:r>
            <w:t>© Insurance Services Office, Inc., 2022 </w:t>
          </w:r>
        </w:p>
      </w:tc>
      <w:tc>
        <w:tcPr>
          <w:tcW w:w="890" w:type="pct"/>
        </w:tcPr>
        <w:p w14:paraId="5871397C" w14:textId="77777777" w:rsidR="00921C70" w:rsidRDefault="00EB1C18" w:rsidP="007C546D">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025C9D">
            <w:fldChar w:fldCharType="begin"/>
          </w:r>
          <w:r w:rsidR="00025C9D">
            <w:instrText xml:space="preserve"> NUMPAGES   \* MERGEFORMAT </w:instrText>
          </w:r>
          <w:r w:rsidR="00025C9D">
            <w:fldChar w:fldCharType="separate"/>
          </w:r>
          <w:r>
            <w:rPr>
              <w:noProof/>
            </w:rPr>
            <w:t>3</w:t>
          </w:r>
          <w:r w:rsidR="00025C9D">
            <w:rPr>
              <w:noProof/>
            </w:rPr>
            <w:fldChar w:fldCharType="end"/>
          </w:r>
        </w:p>
      </w:tc>
      <w:tc>
        <w:tcPr>
          <w:tcW w:w="275" w:type="pct"/>
        </w:tcPr>
        <w:p w14:paraId="0AB741DC" w14:textId="77777777" w:rsidR="00921C70" w:rsidRDefault="00921C70">
          <w:pPr>
            <w:jc w:val="right"/>
          </w:pPr>
        </w:p>
      </w:tc>
    </w:tr>
  </w:tbl>
  <w:p w14:paraId="7880C55E" w14:textId="77777777" w:rsidR="00921C70" w:rsidRPr="007C546D" w:rsidRDefault="00921C70" w:rsidP="007C54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AB751" w14:textId="77777777" w:rsidR="00025C9D" w:rsidRDefault="00025C9D">
      <w:r>
        <w:separator/>
      </w:r>
    </w:p>
  </w:footnote>
  <w:footnote w:type="continuationSeparator" w:id="0">
    <w:p w14:paraId="535BF57A" w14:textId="77777777" w:rsidR="00025C9D" w:rsidRDefault="00025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F05E66" w14:paraId="10FB2F7B" w14:textId="77777777">
      <w:tc>
        <w:tcPr>
          <w:tcW w:w="2481" w:type="pct"/>
        </w:tcPr>
        <w:p w14:paraId="6E69588A" w14:textId="61060A2C" w:rsidR="008372D2" w:rsidRDefault="00EB1C18" w:rsidP="008372D2">
          <w:pPr>
            <w:pStyle w:val="isof1"/>
            <w:jc w:val="left"/>
          </w:pPr>
          <w:r>
            <w:t>POLICY NUMBER:</w:t>
          </w:r>
        </w:p>
      </w:tc>
      <w:tc>
        <w:tcPr>
          <w:tcW w:w="2519" w:type="pct"/>
        </w:tcPr>
        <w:p w14:paraId="5A768C8F" w14:textId="3FC1346B" w:rsidR="008372D2" w:rsidRDefault="00EB1C18" w:rsidP="008372D2">
          <w:pPr>
            <w:pStyle w:val="isof2"/>
            <w:jc w:val="right"/>
          </w:pPr>
          <w:r>
            <w:t>COMMERCIAL AUTO</w:t>
          </w:r>
        </w:p>
      </w:tc>
    </w:tr>
    <w:tr w:rsidR="00F05E66" w14:paraId="59099E2D" w14:textId="77777777">
      <w:tc>
        <w:tcPr>
          <w:tcW w:w="2481" w:type="pct"/>
        </w:tcPr>
        <w:p w14:paraId="0F5939E2" w14:textId="77777777" w:rsidR="008372D2" w:rsidRDefault="008372D2">
          <w:pPr>
            <w:pStyle w:val="Header"/>
          </w:pPr>
        </w:p>
      </w:tc>
      <w:tc>
        <w:tcPr>
          <w:tcW w:w="2519" w:type="pct"/>
        </w:tcPr>
        <w:p w14:paraId="6D0E4F6B" w14:textId="7204BF11" w:rsidR="008372D2" w:rsidRDefault="00EB1C18" w:rsidP="008372D2">
          <w:pPr>
            <w:pStyle w:val="isof2"/>
            <w:jc w:val="right"/>
          </w:pPr>
          <w:r>
            <w:t>CA 21 53 01 23</w:t>
          </w:r>
        </w:p>
      </w:tc>
    </w:tr>
  </w:tbl>
  <w:p w14:paraId="4E006738" w14:textId="3B22D2FB" w:rsidR="008372D2" w:rsidRDefault="008372D2" w:rsidP="008372D2">
    <w:pPr>
      <w:pStyle w:val="Header"/>
    </w:pPr>
  </w:p>
  <w:p w14:paraId="4B1D5879" w14:textId="77777777" w:rsidR="008372D2" w:rsidRDefault="00EB1C18">
    <w:pPr>
      <w:pStyle w:val="isof3"/>
    </w:pPr>
    <w:r>
      <w:t>THIS ENDORSEMENT CHANGES THE POLICY.  PLEASE READ IT CAREFULLY.</w:t>
    </w:r>
  </w:p>
  <w:p w14:paraId="4204BEED" w14:textId="77777777" w:rsidR="008372D2" w:rsidRPr="008372D2" w:rsidRDefault="008372D2" w:rsidP="00837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CE318" w14:textId="77777777" w:rsidR="00921C70" w:rsidRDefault="00921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3E013" w14:textId="77777777" w:rsidR="00921C70" w:rsidRDefault="00921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05E66" w14:paraId="47E33CB6" w14:textId="77777777" w:rsidTr="007C546D">
      <w:tc>
        <w:tcPr>
          <w:tcW w:w="2235" w:type="pct"/>
        </w:tcPr>
        <w:p w14:paraId="5C372A41" w14:textId="77777777" w:rsidR="00921C70" w:rsidRDefault="00921C70">
          <w:pPr>
            <w:pStyle w:val="Header"/>
          </w:pPr>
        </w:p>
      </w:tc>
      <w:tc>
        <w:tcPr>
          <w:tcW w:w="2760" w:type="pct"/>
        </w:tcPr>
        <w:p w14:paraId="4B5CF301" w14:textId="77777777" w:rsidR="00921C70" w:rsidRDefault="00EB1C18" w:rsidP="007C546D">
          <w:pPr>
            <w:pStyle w:val="isof2"/>
            <w:jc w:val="right"/>
          </w:pPr>
          <w:r>
            <w:t>COMMERCIAL AUTO</w:t>
          </w:r>
        </w:p>
      </w:tc>
    </w:tr>
    <w:tr w:rsidR="00F05E66" w14:paraId="1F5E634E" w14:textId="77777777" w:rsidTr="007C546D">
      <w:tc>
        <w:tcPr>
          <w:tcW w:w="2235" w:type="pct"/>
        </w:tcPr>
        <w:p w14:paraId="739CF9AA" w14:textId="77777777" w:rsidR="00921C70" w:rsidRDefault="00921C70">
          <w:pPr>
            <w:pStyle w:val="Header"/>
          </w:pPr>
        </w:p>
      </w:tc>
      <w:tc>
        <w:tcPr>
          <w:tcW w:w="2760" w:type="pct"/>
        </w:tcPr>
        <w:p w14:paraId="6822F002" w14:textId="402B772E" w:rsidR="00921C70" w:rsidRDefault="00EB1C18" w:rsidP="008372D2">
          <w:pPr>
            <w:pStyle w:val="isof2"/>
            <w:jc w:val="right"/>
          </w:pPr>
          <w:r>
            <w:t>CA 21 53 01 23</w:t>
          </w:r>
        </w:p>
      </w:tc>
    </w:tr>
  </w:tbl>
  <w:p w14:paraId="0314745E" w14:textId="77777777" w:rsidR="00921C70" w:rsidRDefault="00921C70" w:rsidP="007C546D">
    <w:pPr>
      <w:pStyle w:val="Header"/>
    </w:pPr>
  </w:p>
  <w:p w14:paraId="42C0E322" w14:textId="77777777" w:rsidR="00921C70" w:rsidRDefault="00EB1C18">
    <w:pPr>
      <w:pStyle w:val="isof3"/>
    </w:pPr>
    <w:r>
      <w:t>THIS ENDORSEMENT CHANGES THE POLICY.  PLEASE READ IT CAREFULLY.</w:t>
    </w:r>
  </w:p>
  <w:p w14:paraId="7CD676E7" w14:textId="77777777" w:rsidR="00921C70" w:rsidRPr="007C546D" w:rsidRDefault="00921C70" w:rsidP="007C546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A5D23" w14:textId="77777777" w:rsidR="007C546D" w:rsidRPr="008372D2" w:rsidRDefault="007C546D" w:rsidP="008372D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4281A" w14:textId="77777777" w:rsidR="007C546D" w:rsidRPr="008372D2" w:rsidRDefault="007C546D" w:rsidP="008372D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F05E66" w14:paraId="76E37142" w14:textId="77777777" w:rsidTr="007C546D">
      <w:tc>
        <w:tcPr>
          <w:tcW w:w="2235" w:type="pct"/>
        </w:tcPr>
        <w:p w14:paraId="095B7E7A" w14:textId="77777777" w:rsidR="00921C70" w:rsidRDefault="00921C70">
          <w:pPr>
            <w:pStyle w:val="Header"/>
          </w:pPr>
        </w:p>
      </w:tc>
      <w:tc>
        <w:tcPr>
          <w:tcW w:w="2760" w:type="pct"/>
        </w:tcPr>
        <w:p w14:paraId="160FCACA" w14:textId="77777777" w:rsidR="00921C70" w:rsidRDefault="00EB1C18" w:rsidP="007C546D">
          <w:pPr>
            <w:pStyle w:val="isof2"/>
            <w:jc w:val="right"/>
          </w:pPr>
          <w:r>
            <w:t>COMMERCIAL AUTO</w:t>
          </w:r>
        </w:p>
      </w:tc>
    </w:tr>
    <w:tr w:rsidR="00F05E66" w14:paraId="55126E65" w14:textId="77777777" w:rsidTr="007C546D">
      <w:tc>
        <w:tcPr>
          <w:tcW w:w="2235" w:type="pct"/>
        </w:tcPr>
        <w:p w14:paraId="0E7CF4EE" w14:textId="77777777" w:rsidR="00921C70" w:rsidRDefault="00921C70">
          <w:pPr>
            <w:pStyle w:val="Header"/>
          </w:pPr>
        </w:p>
      </w:tc>
      <w:tc>
        <w:tcPr>
          <w:tcW w:w="2760" w:type="pct"/>
        </w:tcPr>
        <w:p w14:paraId="6ACCFCFD" w14:textId="72316D46" w:rsidR="00921C70" w:rsidRDefault="00EB1C18" w:rsidP="008372D2">
          <w:pPr>
            <w:pStyle w:val="isof2"/>
            <w:jc w:val="right"/>
          </w:pPr>
          <w:r>
            <w:t>CA 21 53 01 23</w:t>
          </w:r>
        </w:p>
      </w:tc>
    </w:tr>
  </w:tbl>
  <w:p w14:paraId="3F21F587" w14:textId="77777777" w:rsidR="00921C70" w:rsidRDefault="00921C70" w:rsidP="007C546D">
    <w:pPr>
      <w:pStyle w:val="Header"/>
    </w:pPr>
  </w:p>
  <w:p w14:paraId="14D517E8" w14:textId="77777777" w:rsidR="00921C70" w:rsidRDefault="00EB1C18">
    <w:pPr>
      <w:pStyle w:val="isof3"/>
    </w:pPr>
    <w:r>
      <w:t>THIS ENDORSEMENT CHANGES THE POLICY.  PLEASE READ IT CAREFULLY.</w:t>
    </w:r>
  </w:p>
  <w:p w14:paraId="4E02ED48" w14:textId="77777777" w:rsidR="00921C70" w:rsidRPr="007C546D" w:rsidRDefault="00921C70" w:rsidP="007C5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doNotHyphenateCaps/>
  <w:evenAndOddHeaders/>
  <w:drawingGridHorizontalSpacing w:val="100"/>
  <w:drawingGridVerticalSpacing w:val="120"/>
  <w:displayHorizontalDrawingGridEvery w:val="2"/>
  <w:displayVerticalDrawingGridEvery w:val="0"/>
  <w:doNotShadeFormData/>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Form$" w:val="iso"/>
    <w:docVar w:name="IMDBM$" w:val="CA_21_53_10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CF5FCB"/>
    <w:rsid w:val="00007398"/>
    <w:rsid w:val="00025C9D"/>
    <w:rsid w:val="00036F9D"/>
    <w:rsid w:val="00057AC8"/>
    <w:rsid w:val="00080684"/>
    <w:rsid w:val="000C56BD"/>
    <w:rsid w:val="000E4225"/>
    <w:rsid w:val="000E5B22"/>
    <w:rsid w:val="000F37F1"/>
    <w:rsid w:val="000F4D99"/>
    <w:rsid w:val="00127B45"/>
    <w:rsid w:val="00161308"/>
    <w:rsid w:val="001633F6"/>
    <w:rsid w:val="00164B1C"/>
    <w:rsid w:val="001920A2"/>
    <w:rsid w:val="001A3683"/>
    <w:rsid w:val="001F7A1B"/>
    <w:rsid w:val="00200736"/>
    <w:rsid w:val="00205D4F"/>
    <w:rsid w:val="00221F2F"/>
    <w:rsid w:val="00237FC9"/>
    <w:rsid w:val="00277F9C"/>
    <w:rsid w:val="002B7DFE"/>
    <w:rsid w:val="003330BF"/>
    <w:rsid w:val="00374485"/>
    <w:rsid w:val="003B3021"/>
    <w:rsid w:val="003F1A0C"/>
    <w:rsid w:val="004234F7"/>
    <w:rsid w:val="004259A0"/>
    <w:rsid w:val="00442975"/>
    <w:rsid w:val="004446A7"/>
    <w:rsid w:val="004644B7"/>
    <w:rsid w:val="004B3B24"/>
    <w:rsid w:val="004F4812"/>
    <w:rsid w:val="00521AEB"/>
    <w:rsid w:val="0053548B"/>
    <w:rsid w:val="00536263"/>
    <w:rsid w:val="00550D9C"/>
    <w:rsid w:val="00566A10"/>
    <w:rsid w:val="00574F2F"/>
    <w:rsid w:val="005E734E"/>
    <w:rsid w:val="00616138"/>
    <w:rsid w:val="006201EB"/>
    <w:rsid w:val="00641C87"/>
    <w:rsid w:val="00642934"/>
    <w:rsid w:val="006452FD"/>
    <w:rsid w:val="006768BF"/>
    <w:rsid w:val="006C2A97"/>
    <w:rsid w:val="007249D1"/>
    <w:rsid w:val="007B35AB"/>
    <w:rsid w:val="007C32C4"/>
    <w:rsid w:val="007C4CAE"/>
    <w:rsid w:val="007C546D"/>
    <w:rsid w:val="007E284B"/>
    <w:rsid w:val="007F30E5"/>
    <w:rsid w:val="0081146B"/>
    <w:rsid w:val="00813344"/>
    <w:rsid w:val="0083271E"/>
    <w:rsid w:val="008372D2"/>
    <w:rsid w:val="008421CB"/>
    <w:rsid w:val="0088668F"/>
    <w:rsid w:val="0089483A"/>
    <w:rsid w:val="008B6697"/>
    <w:rsid w:val="008B71F1"/>
    <w:rsid w:val="008C6F33"/>
    <w:rsid w:val="008E26E2"/>
    <w:rsid w:val="008E7E9B"/>
    <w:rsid w:val="008F6E85"/>
    <w:rsid w:val="00920112"/>
    <w:rsid w:val="00921C70"/>
    <w:rsid w:val="009268AB"/>
    <w:rsid w:val="0094069C"/>
    <w:rsid w:val="00952D25"/>
    <w:rsid w:val="00991208"/>
    <w:rsid w:val="00997230"/>
    <w:rsid w:val="009B58BF"/>
    <w:rsid w:val="009E1885"/>
    <w:rsid w:val="009F57A0"/>
    <w:rsid w:val="00A5469E"/>
    <w:rsid w:val="00A609F7"/>
    <w:rsid w:val="00A812B6"/>
    <w:rsid w:val="00AB5427"/>
    <w:rsid w:val="00AF09A2"/>
    <w:rsid w:val="00B05D1F"/>
    <w:rsid w:val="00B2135A"/>
    <w:rsid w:val="00B22627"/>
    <w:rsid w:val="00B25578"/>
    <w:rsid w:val="00B86B9A"/>
    <w:rsid w:val="00BB530F"/>
    <w:rsid w:val="00BC2D2C"/>
    <w:rsid w:val="00BD24FA"/>
    <w:rsid w:val="00BF4852"/>
    <w:rsid w:val="00C060DA"/>
    <w:rsid w:val="00C258A6"/>
    <w:rsid w:val="00C25F1D"/>
    <w:rsid w:val="00C33396"/>
    <w:rsid w:val="00C35B76"/>
    <w:rsid w:val="00C50BBA"/>
    <w:rsid w:val="00C55A07"/>
    <w:rsid w:val="00C753A6"/>
    <w:rsid w:val="00C86A4A"/>
    <w:rsid w:val="00C95B90"/>
    <w:rsid w:val="00CA557A"/>
    <w:rsid w:val="00CB19DD"/>
    <w:rsid w:val="00CC61E3"/>
    <w:rsid w:val="00CD1A3E"/>
    <w:rsid w:val="00CD450E"/>
    <w:rsid w:val="00CF58B2"/>
    <w:rsid w:val="00CF5FCB"/>
    <w:rsid w:val="00D25DEA"/>
    <w:rsid w:val="00D4183E"/>
    <w:rsid w:val="00D81726"/>
    <w:rsid w:val="00DC6C49"/>
    <w:rsid w:val="00DD3A92"/>
    <w:rsid w:val="00E37610"/>
    <w:rsid w:val="00E37828"/>
    <w:rsid w:val="00E6739A"/>
    <w:rsid w:val="00E72A20"/>
    <w:rsid w:val="00EB1C18"/>
    <w:rsid w:val="00EC596F"/>
    <w:rsid w:val="00F05E66"/>
    <w:rsid w:val="00F42FE9"/>
    <w:rsid w:val="00F5221D"/>
    <w:rsid w:val="00F80526"/>
    <w:rsid w:val="00FC455A"/>
    <w:rsid w:val="00FE3644"/>
    <w:rsid w:val="00FF1577"/>
    <w:rsid w:val="00FF5A7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1C65FE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230"/>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997230"/>
    <w:pPr>
      <w:spacing w:before="240"/>
      <w:outlineLvl w:val="0"/>
    </w:pPr>
    <w:rPr>
      <w:rFonts w:ascii="Helv" w:hAnsi="Helv"/>
      <w:b/>
      <w:sz w:val="24"/>
      <w:u w:val="single"/>
    </w:rPr>
  </w:style>
  <w:style w:type="paragraph" w:styleId="Heading2">
    <w:name w:val="heading 2"/>
    <w:basedOn w:val="Normal"/>
    <w:next w:val="Normal"/>
    <w:link w:val="Heading2Char"/>
    <w:qFormat/>
    <w:rsid w:val="00997230"/>
    <w:pPr>
      <w:spacing w:before="120"/>
      <w:outlineLvl w:val="1"/>
    </w:pPr>
    <w:rPr>
      <w:rFonts w:ascii="Helv" w:hAnsi="Helv"/>
      <w:b/>
      <w:sz w:val="24"/>
    </w:rPr>
  </w:style>
  <w:style w:type="paragraph" w:styleId="Heading3">
    <w:name w:val="heading 3"/>
    <w:basedOn w:val="Normal"/>
    <w:next w:val="Normal"/>
    <w:link w:val="Heading3Char"/>
    <w:qFormat/>
    <w:rsid w:val="00997230"/>
    <w:pPr>
      <w:ind w:left="360"/>
      <w:outlineLvl w:val="2"/>
    </w:pPr>
    <w:rPr>
      <w:rFonts w:ascii="Tms Rmn" w:hAnsi="Tms Rmn"/>
      <w:b/>
      <w:sz w:val="24"/>
    </w:rPr>
  </w:style>
  <w:style w:type="character" w:default="1" w:styleId="DefaultParagraphFont">
    <w:name w:val="Default Paragraph Font"/>
    <w:uiPriority w:val="1"/>
    <w:semiHidden/>
    <w:unhideWhenUsed/>
    <w:rsid w:val="009972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7230"/>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C753A6"/>
    <w:rPr>
      <w:sz w:val="16"/>
    </w:rPr>
  </w:style>
  <w:style w:type="paragraph" w:styleId="CommentText">
    <w:name w:val="annotation text"/>
    <w:basedOn w:val="Normal"/>
    <w:semiHidden/>
    <w:rsid w:val="00C753A6"/>
    <w:pPr>
      <w:spacing w:line="220" w:lineRule="exact"/>
    </w:pPr>
    <w:rPr>
      <w:rFonts w:ascii="Helv" w:hAnsi="Helv"/>
    </w:rPr>
  </w:style>
  <w:style w:type="paragraph" w:customStyle="1" w:styleId="blockhd1">
    <w:name w:val="blockhd1"/>
    <w:basedOn w:val="isonormal"/>
    <w:next w:val="blocktext1"/>
    <w:rsid w:val="00997230"/>
    <w:pPr>
      <w:keepNext/>
      <w:keepLines/>
      <w:suppressAutoHyphens/>
    </w:pPr>
    <w:rPr>
      <w:b/>
    </w:rPr>
  </w:style>
  <w:style w:type="paragraph" w:customStyle="1" w:styleId="blockhd2">
    <w:name w:val="blockhd2"/>
    <w:basedOn w:val="isonormal"/>
    <w:next w:val="blocktext2"/>
    <w:rsid w:val="00997230"/>
    <w:pPr>
      <w:keepNext/>
      <w:keepLines/>
      <w:suppressAutoHyphens/>
      <w:ind w:left="302"/>
    </w:pPr>
    <w:rPr>
      <w:b/>
    </w:rPr>
  </w:style>
  <w:style w:type="paragraph" w:customStyle="1" w:styleId="blockhd3">
    <w:name w:val="blockhd3"/>
    <w:basedOn w:val="isonormal"/>
    <w:next w:val="blocktext3"/>
    <w:rsid w:val="00997230"/>
    <w:pPr>
      <w:keepNext/>
      <w:keepLines/>
      <w:suppressAutoHyphens/>
      <w:ind w:left="605"/>
    </w:pPr>
    <w:rPr>
      <w:b/>
    </w:rPr>
  </w:style>
  <w:style w:type="paragraph" w:customStyle="1" w:styleId="blockhd4">
    <w:name w:val="blockhd4"/>
    <w:basedOn w:val="isonormal"/>
    <w:next w:val="blocktext4"/>
    <w:rsid w:val="00997230"/>
    <w:pPr>
      <w:keepNext/>
      <w:keepLines/>
      <w:suppressAutoHyphens/>
      <w:ind w:left="907"/>
    </w:pPr>
    <w:rPr>
      <w:b/>
    </w:rPr>
  </w:style>
  <w:style w:type="paragraph" w:customStyle="1" w:styleId="blockhd5">
    <w:name w:val="blockhd5"/>
    <w:basedOn w:val="isonormal"/>
    <w:next w:val="blocktext5"/>
    <w:rsid w:val="00997230"/>
    <w:pPr>
      <w:keepNext/>
      <w:keepLines/>
      <w:suppressAutoHyphens/>
      <w:ind w:left="1195"/>
    </w:pPr>
    <w:rPr>
      <w:b/>
    </w:rPr>
  </w:style>
  <w:style w:type="paragraph" w:customStyle="1" w:styleId="blockhd6">
    <w:name w:val="blockhd6"/>
    <w:basedOn w:val="isonormal"/>
    <w:next w:val="blocktext6"/>
    <w:rsid w:val="00997230"/>
    <w:pPr>
      <w:keepNext/>
      <w:keepLines/>
      <w:suppressAutoHyphens/>
      <w:ind w:left="1498"/>
    </w:pPr>
    <w:rPr>
      <w:b/>
    </w:rPr>
  </w:style>
  <w:style w:type="paragraph" w:customStyle="1" w:styleId="blockhd7">
    <w:name w:val="blockhd7"/>
    <w:basedOn w:val="isonormal"/>
    <w:next w:val="blocktext7"/>
    <w:rsid w:val="00997230"/>
    <w:pPr>
      <w:keepNext/>
      <w:keepLines/>
      <w:suppressAutoHyphens/>
      <w:ind w:left="1800"/>
    </w:pPr>
    <w:rPr>
      <w:b/>
    </w:rPr>
  </w:style>
  <w:style w:type="paragraph" w:customStyle="1" w:styleId="blockhd8">
    <w:name w:val="blockhd8"/>
    <w:basedOn w:val="isonormal"/>
    <w:next w:val="blocktext8"/>
    <w:rsid w:val="00997230"/>
    <w:pPr>
      <w:keepNext/>
      <w:keepLines/>
      <w:suppressAutoHyphens/>
      <w:ind w:left="2102"/>
    </w:pPr>
    <w:rPr>
      <w:b/>
    </w:rPr>
  </w:style>
  <w:style w:type="paragraph" w:customStyle="1" w:styleId="blockhd9">
    <w:name w:val="blockhd9"/>
    <w:basedOn w:val="isonormal"/>
    <w:next w:val="blocktext9"/>
    <w:rsid w:val="00997230"/>
    <w:pPr>
      <w:keepNext/>
      <w:keepLines/>
      <w:suppressAutoHyphens/>
      <w:ind w:left="2405"/>
    </w:pPr>
    <w:rPr>
      <w:b/>
    </w:rPr>
  </w:style>
  <w:style w:type="paragraph" w:customStyle="1" w:styleId="blocktext1">
    <w:name w:val="blocktext1"/>
    <w:basedOn w:val="isonormal"/>
    <w:rsid w:val="00997230"/>
    <w:pPr>
      <w:keepLines/>
      <w:jc w:val="both"/>
    </w:pPr>
  </w:style>
  <w:style w:type="paragraph" w:customStyle="1" w:styleId="blocktext2">
    <w:name w:val="blocktext2"/>
    <w:basedOn w:val="isonormal"/>
    <w:rsid w:val="00997230"/>
    <w:pPr>
      <w:keepLines/>
      <w:ind w:left="302"/>
      <w:jc w:val="both"/>
    </w:pPr>
  </w:style>
  <w:style w:type="paragraph" w:customStyle="1" w:styleId="blocktext3">
    <w:name w:val="blocktext3"/>
    <w:basedOn w:val="isonormal"/>
    <w:rsid w:val="00997230"/>
    <w:pPr>
      <w:keepLines/>
      <w:ind w:left="600"/>
      <w:jc w:val="both"/>
    </w:pPr>
  </w:style>
  <w:style w:type="paragraph" w:customStyle="1" w:styleId="blocktext4">
    <w:name w:val="blocktext4"/>
    <w:basedOn w:val="isonormal"/>
    <w:rsid w:val="00997230"/>
    <w:pPr>
      <w:keepLines/>
      <w:ind w:left="907"/>
      <w:jc w:val="both"/>
    </w:pPr>
  </w:style>
  <w:style w:type="paragraph" w:customStyle="1" w:styleId="blocktext5">
    <w:name w:val="blocktext5"/>
    <w:basedOn w:val="isonormal"/>
    <w:rsid w:val="00997230"/>
    <w:pPr>
      <w:keepLines/>
      <w:ind w:left="1195"/>
      <w:jc w:val="both"/>
    </w:pPr>
  </w:style>
  <w:style w:type="paragraph" w:customStyle="1" w:styleId="blocktext6">
    <w:name w:val="blocktext6"/>
    <w:basedOn w:val="isonormal"/>
    <w:rsid w:val="00997230"/>
    <w:pPr>
      <w:keepLines/>
      <w:ind w:left="1498"/>
      <w:jc w:val="both"/>
    </w:pPr>
  </w:style>
  <w:style w:type="paragraph" w:customStyle="1" w:styleId="blocktext7">
    <w:name w:val="blocktext7"/>
    <w:basedOn w:val="isonormal"/>
    <w:rsid w:val="00997230"/>
    <w:pPr>
      <w:keepLines/>
      <w:ind w:left="1800"/>
      <w:jc w:val="both"/>
    </w:pPr>
  </w:style>
  <w:style w:type="paragraph" w:customStyle="1" w:styleId="blocktext8">
    <w:name w:val="blocktext8"/>
    <w:basedOn w:val="isonormal"/>
    <w:rsid w:val="00997230"/>
    <w:pPr>
      <w:keepLines/>
      <w:ind w:left="2102"/>
      <w:jc w:val="both"/>
    </w:pPr>
  </w:style>
  <w:style w:type="paragraph" w:customStyle="1" w:styleId="blocktext9">
    <w:name w:val="blocktext9"/>
    <w:basedOn w:val="isonormal"/>
    <w:rsid w:val="00997230"/>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997230"/>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997230"/>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997230"/>
    <w:pPr>
      <w:tabs>
        <w:tab w:val="center" w:pos="4680"/>
        <w:tab w:val="right" w:pos="9360"/>
      </w:tabs>
    </w:pPr>
  </w:style>
  <w:style w:type="paragraph" w:customStyle="1" w:styleId="heading">
    <w:name w:val="heading"/>
    <w:basedOn w:val="Normal"/>
    <w:pPr>
      <w:keepNext/>
      <w:keepLines/>
      <w:jc w:val="center"/>
    </w:pPr>
    <w:rPr>
      <w:b/>
      <w:caps/>
    </w:rPr>
  </w:style>
  <w:style w:type="paragraph" w:customStyle="1" w:styleId="isof1">
    <w:name w:val="isof1"/>
    <w:basedOn w:val="isonormal"/>
    <w:rsid w:val="00997230"/>
    <w:pPr>
      <w:spacing w:before="0"/>
      <w:jc w:val="both"/>
    </w:pPr>
  </w:style>
  <w:style w:type="paragraph" w:customStyle="1" w:styleId="isof2">
    <w:name w:val="isof2"/>
    <w:basedOn w:val="isonormal"/>
    <w:rsid w:val="00997230"/>
    <w:pPr>
      <w:spacing w:before="0"/>
      <w:jc w:val="both"/>
    </w:pPr>
    <w:rPr>
      <w:b/>
    </w:rPr>
  </w:style>
  <w:style w:type="paragraph" w:customStyle="1" w:styleId="isof3">
    <w:name w:val="isof3"/>
    <w:basedOn w:val="isonormal"/>
    <w:rsid w:val="00997230"/>
    <w:pPr>
      <w:spacing w:before="0" w:line="240" w:lineRule="auto"/>
      <w:jc w:val="center"/>
    </w:pPr>
    <w:rPr>
      <w:b/>
      <w:caps/>
      <w:sz w:val="24"/>
    </w:rPr>
  </w:style>
  <w:style w:type="paragraph" w:customStyle="1" w:styleId="isof4">
    <w:name w:val="isof4"/>
    <w:basedOn w:val="isonormal"/>
    <w:rsid w:val="00C753A6"/>
    <w:pPr>
      <w:spacing w:before="0" w:line="250" w:lineRule="exact"/>
    </w:pPr>
    <w:rPr>
      <w:b/>
      <w:sz w:val="24"/>
    </w:rPr>
  </w:style>
  <w:style w:type="paragraph" w:customStyle="1" w:styleId="landhed">
    <w:name w:val="landhed"/>
    <w:basedOn w:val="Normal"/>
    <w:pPr>
      <w:keepNext/>
      <w:keepLines/>
      <w:spacing w:before="80"/>
      <w:jc w:val="center"/>
    </w:pPr>
    <w:rPr>
      <w:b/>
      <w:caps/>
    </w:rPr>
  </w:style>
  <w:style w:type="paragraph" w:customStyle="1" w:styleId="linebrk">
    <w:name w:val="linebrk"/>
    <w:basedOn w:val="Normal"/>
    <w:pPr>
      <w:spacing w:line="220" w:lineRule="exac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99723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99723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99723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99723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99723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99723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99723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99723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997230"/>
    <w:pPr>
      <w:keepNext/>
      <w:keepLines/>
      <w:tabs>
        <w:tab w:val="right" w:pos="2580"/>
        <w:tab w:val="left" w:pos="2700"/>
      </w:tabs>
      <w:suppressAutoHyphens/>
      <w:ind w:left="2707" w:hanging="2707"/>
    </w:pPr>
    <w:rPr>
      <w:b/>
    </w:rPr>
  </w:style>
  <w:style w:type="paragraph" w:customStyle="1" w:styleId="outlinetxt1">
    <w:name w:val="outlinetxt1"/>
    <w:basedOn w:val="isonormal"/>
    <w:rsid w:val="00997230"/>
    <w:pPr>
      <w:keepLines/>
      <w:tabs>
        <w:tab w:val="right" w:pos="180"/>
        <w:tab w:val="left" w:pos="300"/>
      </w:tabs>
      <w:ind w:left="300" w:hanging="300"/>
      <w:jc w:val="both"/>
    </w:pPr>
    <w:rPr>
      <w:b/>
    </w:rPr>
  </w:style>
  <w:style w:type="paragraph" w:customStyle="1" w:styleId="outlinetxt2">
    <w:name w:val="outlinetxt2"/>
    <w:basedOn w:val="isonormal"/>
    <w:rsid w:val="00997230"/>
    <w:pPr>
      <w:keepLines/>
      <w:tabs>
        <w:tab w:val="right" w:pos="480"/>
        <w:tab w:val="left" w:pos="600"/>
      </w:tabs>
      <w:ind w:left="600" w:hanging="600"/>
      <w:jc w:val="both"/>
    </w:pPr>
    <w:rPr>
      <w:b/>
    </w:rPr>
  </w:style>
  <w:style w:type="paragraph" w:customStyle="1" w:styleId="outlinetxt3">
    <w:name w:val="outlinetxt3"/>
    <w:basedOn w:val="isonormal"/>
    <w:rsid w:val="00997230"/>
    <w:pPr>
      <w:keepLines/>
      <w:tabs>
        <w:tab w:val="right" w:pos="780"/>
        <w:tab w:val="left" w:pos="900"/>
      </w:tabs>
      <w:ind w:left="900" w:hanging="900"/>
      <w:jc w:val="both"/>
    </w:pPr>
    <w:rPr>
      <w:b/>
    </w:rPr>
  </w:style>
  <w:style w:type="paragraph" w:customStyle="1" w:styleId="outlinetxt4">
    <w:name w:val="outlinetxt4"/>
    <w:basedOn w:val="isonormal"/>
    <w:rsid w:val="00997230"/>
    <w:pPr>
      <w:keepLines/>
      <w:tabs>
        <w:tab w:val="right" w:pos="1080"/>
        <w:tab w:val="left" w:pos="1200"/>
      </w:tabs>
      <w:ind w:left="1200" w:hanging="1200"/>
      <w:jc w:val="both"/>
    </w:pPr>
    <w:rPr>
      <w:b/>
    </w:rPr>
  </w:style>
  <w:style w:type="paragraph" w:customStyle="1" w:styleId="outlinetxt5">
    <w:name w:val="outlinetxt5"/>
    <w:basedOn w:val="isonormal"/>
    <w:rsid w:val="00997230"/>
    <w:pPr>
      <w:keepLines/>
      <w:tabs>
        <w:tab w:val="right" w:pos="1380"/>
        <w:tab w:val="left" w:pos="1500"/>
      </w:tabs>
      <w:ind w:left="1500" w:hanging="1500"/>
      <w:jc w:val="both"/>
    </w:pPr>
    <w:rPr>
      <w:b/>
    </w:rPr>
  </w:style>
  <w:style w:type="paragraph" w:customStyle="1" w:styleId="outlinetxt6">
    <w:name w:val="outlinetxt6"/>
    <w:basedOn w:val="isonormal"/>
    <w:rsid w:val="00997230"/>
    <w:pPr>
      <w:keepLines/>
      <w:tabs>
        <w:tab w:val="right" w:pos="1680"/>
        <w:tab w:val="left" w:pos="1800"/>
      </w:tabs>
      <w:ind w:left="1800" w:hanging="1800"/>
      <w:jc w:val="both"/>
    </w:pPr>
    <w:rPr>
      <w:b/>
    </w:rPr>
  </w:style>
  <w:style w:type="paragraph" w:customStyle="1" w:styleId="outlinetxt7">
    <w:name w:val="outlinetxt7"/>
    <w:basedOn w:val="isonormal"/>
    <w:rsid w:val="00997230"/>
    <w:pPr>
      <w:keepLines/>
      <w:tabs>
        <w:tab w:val="right" w:pos="1980"/>
        <w:tab w:val="left" w:pos="2100"/>
      </w:tabs>
      <w:ind w:left="2100" w:hanging="2100"/>
      <w:jc w:val="both"/>
    </w:pPr>
    <w:rPr>
      <w:b/>
    </w:rPr>
  </w:style>
  <w:style w:type="paragraph" w:customStyle="1" w:styleId="outlinetxt8">
    <w:name w:val="outlinetxt8"/>
    <w:basedOn w:val="isonormal"/>
    <w:rsid w:val="00997230"/>
    <w:pPr>
      <w:keepLines/>
      <w:tabs>
        <w:tab w:val="right" w:pos="2280"/>
        <w:tab w:val="left" w:pos="2400"/>
      </w:tabs>
      <w:ind w:left="2400" w:hanging="2400"/>
      <w:jc w:val="both"/>
    </w:pPr>
    <w:rPr>
      <w:b/>
    </w:rPr>
  </w:style>
  <w:style w:type="paragraph" w:customStyle="1" w:styleId="outlinetxt9">
    <w:name w:val="outlinetxt9"/>
    <w:basedOn w:val="isonormal"/>
    <w:rsid w:val="00997230"/>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997230"/>
    <w:pPr>
      <w:spacing w:before="0" w:line="40" w:lineRule="exact"/>
      <w:jc w:val="both"/>
    </w:pPr>
  </w:style>
  <w:style w:type="paragraph" w:customStyle="1" w:styleId="subcap">
    <w:name w:val="subcap"/>
    <w:basedOn w:val="Normal"/>
    <w:pPr>
      <w:keepNext/>
      <w:keepLines/>
      <w:spacing w:before="80" w:line="220" w:lineRule="exac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997230"/>
    <w:pPr>
      <w:keepLines/>
      <w:framePr w:w="1872" w:wrap="around" w:vAnchor="text" w:hAnchor="page" w:x="1080" w:y="1"/>
    </w:pPr>
    <w:rPr>
      <w:b/>
      <w:caps/>
    </w:rPr>
  </w:style>
  <w:style w:type="paragraph" w:customStyle="1" w:styleId="sectiontitlecenter">
    <w:name w:val="section title center"/>
    <w:basedOn w:val="isonormal"/>
    <w:rsid w:val="00997230"/>
    <w:pPr>
      <w:keepNext/>
      <w:keepLines/>
      <w:pBdr>
        <w:top w:val="single" w:sz="6" w:space="3" w:color="auto"/>
      </w:pBdr>
      <w:jc w:val="center"/>
    </w:pPr>
    <w:rPr>
      <w:b/>
      <w:caps/>
      <w:sz w:val="24"/>
    </w:rPr>
  </w:style>
  <w:style w:type="paragraph" w:customStyle="1" w:styleId="sectiontitleflushleft">
    <w:name w:val="section title flush left"/>
    <w:basedOn w:val="isonormal"/>
    <w:rsid w:val="00997230"/>
    <w:pPr>
      <w:keepNext/>
      <w:keepLines/>
      <w:pBdr>
        <w:top w:val="single" w:sz="6" w:space="3" w:color="auto"/>
      </w:pBdr>
    </w:pPr>
    <w:rPr>
      <w:b/>
      <w:caps/>
      <w:sz w:val="24"/>
    </w:rPr>
  </w:style>
  <w:style w:type="paragraph" w:customStyle="1" w:styleId="columnheading">
    <w:name w:val="column heading"/>
    <w:basedOn w:val="isonormal"/>
    <w:rsid w:val="00997230"/>
    <w:pPr>
      <w:keepNext/>
      <w:keepLines/>
      <w:spacing w:before="0"/>
      <w:jc w:val="center"/>
    </w:pPr>
    <w:rPr>
      <w:b/>
    </w:rPr>
  </w:style>
  <w:style w:type="paragraph" w:customStyle="1" w:styleId="title12">
    <w:name w:val="title12"/>
    <w:basedOn w:val="isonormal"/>
    <w:next w:val="isonormal"/>
    <w:rsid w:val="00997230"/>
    <w:pPr>
      <w:keepNext/>
      <w:keepLines/>
      <w:spacing w:before="0" w:line="240" w:lineRule="auto"/>
      <w:jc w:val="center"/>
    </w:pPr>
    <w:rPr>
      <w:b/>
      <w:caps/>
      <w:sz w:val="24"/>
    </w:rPr>
  </w:style>
  <w:style w:type="paragraph" w:customStyle="1" w:styleId="title18">
    <w:name w:val="title18"/>
    <w:basedOn w:val="isonormal"/>
    <w:next w:val="isonormal"/>
    <w:rsid w:val="00997230"/>
    <w:pPr>
      <w:spacing w:before="0" w:line="360" w:lineRule="exact"/>
      <w:jc w:val="center"/>
    </w:pPr>
    <w:rPr>
      <w:b/>
      <w:caps/>
      <w:sz w:val="36"/>
    </w:rPr>
  </w:style>
  <w:style w:type="paragraph" w:styleId="List3">
    <w:name w:val="List 3"/>
    <w:basedOn w:val="Normal"/>
    <w:rsid w:val="00C753A6"/>
    <w:pPr>
      <w:ind w:left="1080" w:hanging="360"/>
      <w:jc w:val="center"/>
    </w:pPr>
    <w:rPr>
      <w:b/>
      <w:caps/>
    </w:rPr>
  </w:style>
  <w:style w:type="paragraph" w:styleId="ListNumber">
    <w:name w:val="List Number"/>
    <w:basedOn w:val="Normal"/>
    <w:rsid w:val="00C753A6"/>
    <w:pPr>
      <w:ind w:left="360" w:hanging="360"/>
    </w:pPr>
  </w:style>
  <w:style w:type="paragraph" w:customStyle="1" w:styleId="center">
    <w:name w:val="center"/>
    <w:basedOn w:val="isonormal"/>
    <w:rsid w:val="00997230"/>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997230"/>
    <w:pPr>
      <w:spacing w:before="60"/>
    </w:pPr>
  </w:style>
  <w:style w:type="paragraph" w:styleId="TableofAuthorities">
    <w:name w:val="table of authorities"/>
    <w:basedOn w:val="Normal"/>
    <w:next w:val="Normal"/>
    <w:semiHidden/>
    <w:rsid w:val="00C753A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rPr>
      <w:sz w:val="22"/>
    </w:rPr>
  </w:style>
  <w:style w:type="paragraph" w:customStyle="1" w:styleId="Blockhead">
    <w:name w:val="Block head"/>
    <w:basedOn w:val="Normal"/>
    <w:rPr>
      <w:b/>
      <w:sz w:val="22"/>
    </w:rPr>
  </w:style>
  <w:style w:type="paragraph" w:customStyle="1" w:styleId="CircularHead">
    <w:name w:val="CircularHead"/>
    <w:basedOn w:val="Normal"/>
    <w:rPr>
      <w:b/>
      <w:sz w:val="32"/>
    </w:rPr>
  </w:style>
  <w:style w:type="paragraph" w:styleId="Date">
    <w:name w:val="Date"/>
    <w:basedOn w:val="Normal"/>
    <w:rsid w:val="00C753A6"/>
    <w:pPr>
      <w:jc w:val="right"/>
    </w:pPr>
    <w:rPr>
      <w:sz w:val="22"/>
    </w:rPr>
  </w:style>
  <w:style w:type="paragraph" w:customStyle="1" w:styleId="ISOCircular">
    <w:name w:val="ISOCircular"/>
    <w:basedOn w:val="Normal"/>
    <w:rsid w:val="00C753A6"/>
    <w:rPr>
      <w:i/>
      <w:caps/>
      <w:sz w:val="116"/>
    </w:rPr>
  </w:style>
  <w:style w:type="paragraph" w:customStyle="1" w:styleId="LineOfBusiness">
    <w:name w:val="LineOfBusiness"/>
    <w:basedOn w:val="Normal"/>
    <w:rsid w:val="00C753A6"/>
    <w:pPr>
      <w:tabs>
        <w:tab w:val="left" w:pos="2160"/>
      </w:tabs>
    </w:pPr>
    <w:rPr>
      <w:sz w:val="22"/>
    </w:rPr>
  </w:style>
  <w:style w:type="paragraph" w:customStyle="1" w:styleId="CrtISO">
    <w:name w:val="CrtISO"/>
    <w:basedOn w:val="Normal"/>
    <w:rPr>
      <w:sz w:val="14"/>
    </w:rPr>
  </w:style>
  <w:style w:type="paragraph" w:customStyle="1" w:styleId="PageNo">
    <w:name w:val="PageNo"/>
    <w:basedOn w:val="Normal"/>
    <w:pPr>
      <w:jc w:val="right"/>
    </w:pPr>
  </w:style>
  <w:style w:type="paragraph" w:customStyle="1" w:styleId="MailDate">
    <w:name w:val="MailDate"/>
    <w:basedOn w:val="Normal"/>
    <w:rsid w:val="00C753A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997230"/>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C753A6"/>
    <w:pPr>
      <w:tabs>
        <w:tab w:val="right" w:leader="dot" w:pos="10080"/>
      </w:tabs>
      <w:ind w:left="200" w:hanging="200"/>
    </w:pPr>
  </w:style>
  <w:style w:type="paragraph" w:customStyle="1" w:styleId="sidetext">
    <w:name w:val="sidetext"/>
    <w:basedOn w:val="isonormal"/>
    <w:rsid w:val="00997230"/>
    <w:pPr>
      <w:spacing w:before="0" w:line="240" w:lineRule="auto"/>
      <w:jc w:val="center"/>
    </w:pPr>
    <w:rPr>
      <w:sz w:val="52"/>
    </w:rPr>
  </w:style>
  <w:style w:type="paragraph" w:customStyle="1" w:styleId="tabletxtdecpage">
    <w:name w:val="tabletxt dec page"/>
    <w:basedOn w:val="isonormal"/>
    <w:rsid w:val="00997230"/>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C753A6"/>
  </w:style>
  <w:style w:type="paragraph" w:customStyle="1" w:styleId="space8">
    <w:name w:val="space8"/>
    <w:basedOn w:val="isonormal"/>
    <w:next w:val="blocktext1"/>
    <w:rsid w:val="00997230"/>
    <w:pPr>
      <w:spacing w:before="0" w:line="160" w:lineRule="exact"/>
      <w:jc w:val="both"/>
    </w:pPr>
  </w:style>
  <w:style w:type="paragraph" w:customStyle="1" w:styleId="space4">
    <w:name w:val="space4"/>
    <w:basedOn w:val="isonormal"/>
    <w:next w:val="blocktext1"/>
    <w:rsid w:val="00997230"/>
    <w:pPr>
      <w:spacing w:before="0" w:line="80" w:lineRule="exact"/>
      <w:jc w:val="both"/>
    </w:pPr>
  </w:style>
  <w:style w:type="paragraph" w:customStyle="1" w:styleId="title14">
    <w:name w:val="title14"/>
    <w:basedOn w:val="isonormal"/>
    <w:next w:val="isonormal"/>
    <w:rsid w:val="00997230"/>
    <w:pPr>
      <w:keepNext/>
      <w:keepLines/>
      <w:spacing w:before="0" w:line="240" w:lineRule="auto"/>
      <w:jc w:val="center"/>
    </w:pPr>
    <w:rPr>
      <w:b/>
      <w:caps/>
      <w:sz w:val="28"/>
    </w:rPr>
  </w:style>
  <w:style w:type="paragraph" w:customStyle="1" w:styleId="title16">
    <w:name w:val="title16"/>
    <w:basedOn w:val="isonormal"/>
    <w:next w:val="isonormal"/>
    <w:rsid w:val="00997230"/>
    <w:pPr>
      <w:keepNext/>
      <w:keepLines/>
      <w:spacing w:before="0" w:line="240" w:lineRule="auto"/>
      <w:jc w:val="center"/>
    </w:pPr>
    <w:rPr>
      <w:b/>
      <w:caps/>
      <w:sz w:val="32"/>
    </w:rPr>
  </w:style>
  <w:style w:type="paragraph" w:customStyle="1" w:styleId="title24">
    <w:name w:val="title24"/>
    <w:basedOn w:val="isonormal"/>
    <w:next w:val="isonormal"/>
    <w:rsid w:val="00997230"/>
    <w:pPr>
      <w:keepNext/>
      <w:keepLines/>
      <w:spacing w:before="0" w:line="240" w:lineRule="auto"/>
      <w:jc w:val="center"/>
    </w:pPr>
    <w:rPr>
      <w:b/>
      <w:caps/>
      <w:sz w:val="48"/>
    </w:rPr>
  </w:style>
  <w:style w:type="paragraph" w:customStyle="1" w:styleId="title30">
    <w:name w:val="title30"/>
    <w:basedOn w:val="isonormal"/>
    <w:next w:val="isonormal"/>
    <w:rsid w:val="00997230"/>
    <w:pPr>
      <w:keepNext/>
      <w:keepLines/>
      <w:spacing w:before="0" w:line="240" w:lineRule="auto"/>
      <w:jc w:val="center"/>
    </w:pPr>
    <w:rPr>
      <w:b/>
      <w:caps/>
      <w:sz w:val="60"/>
    </w:rPr>
  </w:style>
  <w:style w:type="paragraph" w:customStyle="1" w:styleId="columnheading12">
    <w:name w:val="column heading12"/>
    <w:basedOn w:val="isonormal"/>
    <w:rsid w:val="00997230"/>
    <w:pPr>
      <w:keepNext/>
      <w:keepLines/>
      <w:spacing w:before="0" w:line="240" w:lineRule="auto"/>
      <w:jc w:val="center"/>
    </w:pPr>
    <w:rPr>
      <w:b/>
      <w:sz w:val="24"/>
    </w:rPr>
  </w:style>
  <w:style w:type="paragraph" w:customStyle="1" w:styleId="columnheading14">
    <w:name w:val="column heading14"/>
    <w:basedOn w:val="isonormal"/>
    <w:rsid w:val="00997230"/>
    <w:pPr>
      <w:keepNext/>
      <w:keepLines/>
      <w:spacing w:before="0" w:line="240" w:lineRule="auto"/>
      <w:jc w:val="center"/>
    </w:pPr>
    <w:rPr>
      <w:b/>
      <w:sz w:val="28"/>
    </w:rPr>
  </w:style>
  <w:style w:type="paragraph" w:customStyle="1" w:styleId="columnheading16">
    <w:name w:val="column heading16"/>
    <w:basedOn w:val="isonormal"/>
    <w:rsid w:val="00997230"/>
    <w:pPr>
      <w:keepNext/>
      <w:keepLines/>
      <w:spacing w:before="0" w:line="240" w:lineRule="auto"/>
      <w:jc w:val="center"/>
    </w:pPr>
    <w:rPr>
      <w:b/>
      <w:sz w:val="32"/>
    </w:rPr>
  </w:style>
  <w:style w:type="paragraph" w:customStyle="1" w:styleId="columnheading18">
    <w:name w:val="column heading18"/>
    <w:basedOn w:val="isonormal"/>
    <w:rsid w:val="00997230"/>
    <w:pPr>
      <w:keepNext/>
      <w:keepLines/>
      <w:spacing w:before="0" w:line="240" w:lineRule="auto"/>
      <w:jc w:val="center"/>
    </w:pPr>
    <w:rPr>
      <w:b/>
      <w:sz w:val="36"/>
    </w:rPr>
  </w:style>
  <w:style w:type="paragraph" w:customStyle="1" w:styleId="columnheading24">
    <w:name w:val="column heading24"/>
    <w:basedOn w:val="isonormal"/>
    <w:rsid w:val="00997230"/>
    <w:pPr>
      <w:keepNext/>
      <w:keepLines/>
      <w:spacing w:before="0" w:line="240" w:lineRule="auto"/>
      <w:jc w:val="center"/>
    </w:pPr>
    <w:rPr>
      <w:b/>
      <w:sz w:val="48"/>
    </w:rPr>
  </w:style>
  <w:style w:type="paragraph" w:customStyle="1" w:styleId="tabletext8">
    <w:name w:val="tabletext8"/>
    <w:basedOn w:val="isonormal"/>
    <w:rsid w:val="00997230"/>
    <w:pPr>
      <w:spacing w:before="60"/>
    </w:pPr>
    <w:rPr>
      <w:sz w:val="16"/>
    </w:rPr>
  </w:style>
  <w:style w:type="paragraph" w:customStyle="1" w:styleId="TEXT12">
    <w:name w:val="TEXT12"/>
    <w:basedOn w:val="isonormal"/>
    <w:rsid w:val="00997230"/>
    <w:pPr>
      <w:spacing w:line="240" w:lineRule="auto"/>
    </w:pPr>
    <w:rPr>
      <w:sz w:val="24"/>
    </w:rPr>
  </w:style>
  <w:style w:type="paragraph" w:customStyle="1" w:styleId="TEXT14">
    <w:name w:val="TEXT14"/>
    <w:basedOn w:val="isonormal"/>
    <w:rsid w:val="00997230"/>
    <w:pPr>
      <w:spacing w:line="240" w:lineRule="auto"/>
    </w:pPr>
    <w:rPr>
      <w:sz w:val="28"/>
    </w:rPr>
  </w:style>
  <w:style w:type="paragraph" w:customStyle="1" w:styleId="TEXT16">
    <w:name w:val="TEXT16"/>
    <w:basedOn w:val="isonormal"/>
    <w:rsid w:val="00997230"/>
    <w:pPr>
      <w:spacing w:line="240" w:lineRule="auto"/>
    </w:pPr>
    <w:rPr>
      <w:sz w:val="32"/>
    </w:rPr>
  </w:style>
  <w:style w:type="paragraph" w:customStyle="1" w:styleId="TEXT18">
    <w:name w:val="TEXT18"/>
    <w:basedOn w:val="isonormal"/>
    <w:rsid w:val="00997230"/>
    <w:pPr>
      <w:spacing w:line="240" w:lineRule="auto"/>
    </w:pPr>
    <w:rPr>
      <w:sz w:val="36"/>
    </w:rPr>
  </w:style>
  <w:style w:type="paragraph" w:customStyle="1" w:styleId="TEXT24">
    <w:name w:val="TEXT24"/>
    <w:basedOn w:val="isonormal"/>
    <w:rsid w:val="00997230"/>
    <w:pPr>
      <w:spacing w:line="240" w:lineRule="auto"/>
    </w:pPr>
    <w:rPr>
      <w:sz w:val="48"/>
    </w:rPr>
  </w:style>
  <w:style w:type="table" w:styleId="TableGrid">
    <w:name w:val="Table Grid"/>
    <w:basedOn w:val="TableNormal"/>
    <w:rsid w:val="00997230"/>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997230"/>
    <w:pPr>
      <w:spacing w:before="0" w:line="40" w:lineRule="exact"/>
      <w:jc w:val="both"/>
    </w:pPr>
  </w:style>
  <w:style w:type="paragraph" w:customStyle="1" w:styleId="tablerow4">
    <w:name w:val="tablerow4"/>
    <w:basedOn w:val="isonormal"/>
    <w:next w:val="tabletext"/>
    <w:rsid w:val="00997230"/>
    <w:pPr>
      <w:spacing w:before="0" w:line="80" w:lineRule="exact"/>
      <w:jc w:val="both"/>
    </w:pPr>
  </w:style>
  <w:style w:type="character" w:customStyle="1" w:styleId="Heading1Char">
    <w:name w:val="Heading 1 Char"/>
    <w:link w:val="Heading1"/>
    <w:rsid w:val="00997230"/>
    <w:rPr>
      <w:rFonts w:ascii="Helv" w:hAnsi="Helv"/>
      <w:b/>
      <w:sz w:val="24"/>
      <w:u w:val="single"/>
    </w:rPr>
  </w:style>
  <w:style w:type="character" w:customStyle="1" w:styleId="Heading2Char">
    <w:name w:val="Heading 2 Char"/>
    <w:link w:val="Heading2"/>
    <w:rsid w:val="00997230"/>
    <w:rPr>
      <w:rFonts w:ascii="Helv" w:hAnsi="Helv"/>
      <w:b/>
      <w:sz w:val="24"/>
    </w:rPr>
  </w:style>
  <w:style w:type="character" w:customStyle="1" w:styleId="Heading3Char">
    <w:name w:val="Heading 3 Char"/>
    <w:link w:val="Heading3"/>
    <w:rsid w:val="00997230"/>
    <w:rPr>
      <w:rFonts w:ascii="Tms Rmn" w:hAnsi="Tms Rmn"/>
      <w:b/>
      <w:sz w:val="24"/>
    </w:rPr>
  </w:style>
  <w:style w:type="paragraph" w:customStyle="1" w:styleId="tablehead">
    <w:name w:val="tablehead"/>
    <w:basedOn w:val="isonormal"/>
    <w:rsid w:val="00997230"/>
    <w:pPr>
      <w:spacing w:before="40" w:after="20" w:line="190" w:lineRule="exact"/>
      <w:jc w:val="center"/>
    </w:pPr>
    <w:rPr>
      <w:b/>
      <w:sz w:val="18"/>
    </w:rPr>
  </w:style>
  <w:style w:type="paragraph" w:customStyle="1" w:styleId="tabletext11">
    <w:name w:val="tabletext1/1"/>
    <w:basedOn w:val="isonormal"/>
    <w:rsid w:val="00997230"/>
    <w:pPr>
      <w:spacing w:before="20" w:after="20" w:line="190" w:lineRule="exact"/>
    </w:pPr>
    <w:rPr>
      <w:sz w:val="18"/>
    </w:rPr>
  </w:style>
  <w:style w:type="character" w:customStyle="1" w:styleId="HeaderChar">
    <w:name w:val="Header Char"/>
    <w:link w:val="Header"/>
    <w:rsid w:val="00997230"/>
    <w:rPr>
      <w:rFonts w:ascii="Arial" w:hAnsi="Arial"/>
    </w:rPr>
  </w:style>
  <w:style w:type="character" w:customStyle="1" w:styleId="FooterChar">
    <w:name w:val="Footer Char"/>
    <w:link w:val="Footer"/>
    <w:rsid w:val="00997230"/>
    <w:rPr>
      <w:rFonts w:ascii="Arial" w:hAnsi="Arial"/>
    </w:rPr>
  </w:style>
  <w:style w:type="character" w:customStyle="1" w:styleId="formlink">
    <w:name w:val="formlink"/>
    <w:rsid w:val="0099723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LI-CA-2022-219 - 004 - CA 21 53 01 23 Final.docx</DocumentName>
    <LOB xmlns="a86cc342-0045-41e2-80e9-abdb777d2eca">6</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i30459</AuthorId>
    <CircularDocDescription xmlns="a86cc342-0045-41e2-80e9-abdb777d2eca">CA 21 53 01 23 Final</CircularDocDescription>
    <Date_x0020_Modified xmlns="a86cc342-0045-41e2-80e9-abdb777d2eca">2022-09-08T17:06:36+00:00</Date_x0020_Modified>
    <CircularDate xmlns="a86cc342-0045-41e2-80e9-abdb777d2eca">2022-09-12T04:00:00+00:00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have submitted forms filing CA-2022-OUM1.</KeyMessage>
    <CircularNumber xmlns="a86cc342-0045-41e2-80e9-abdb777d2eca">LI-CA-2022-219</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Hendrick, Ju'Coby</AuthorName>
    <Sequence xmlns="a86cc342-0045-41e2-80e9-abdb777d2eca">3</Sequence>
    <ServiceModuleString xmlns="a86cc342-0045-41e2-80e9-abdb777d2eca">Forms;</ServiceModuleString>
    <CircId xmlns="a86cc342-0045-41e2-80e9-abdb777d2eca">36354</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ILLINOIS COMMERCIAL AUTO REVISED UNINSURED MOTORISTS ENDORSEMENT IN RESPONSE TO FORMER H.B. 4493 FILED AND TO BE IMPLEMENTED</CircularTitle>
    <Jurs xmlns="a86cc342-0045-41e2-80e9-abdb777d2eca">
      <Value>15</Value>
    </Jurs>
  </documentManagement>
</p:properties>
</file>

<file path=customXml/itemProps1.xml><?xml version="1.0" encoding="utf-8"?>
<ds:datastoreItem xmlns:ds="http://schemas.openxmlformats.org/officeDocument/2006/customXml" ds:itemID="{FA674309-7B96-4053-836A-716FE6A3C2D2}"/>
</file>

<file path=customXml/itemProps2.xml><?xml version="1.0" encoding="utf-8"?>
<ds:datastoreItem xmlns:ds="http://schemas.openxmlformats.org/officeDocument/2006/customXml" ds:itemID="{34F676CB-7D8B-40CC-91C6-AFAB507E9432}"/>
</file>

<file path=customXml/itemProps3.xml><?xml version="1.0" encoding="utf-8"?>
<ds:datastoreItem xmlns:ds="http://schemas.openxmlformats.org/officeDocument/2006/customXml" ds:itemID="{577BBEAA-B1AA-4CF7-AB7F-A79CB58C7BB8}"/>
</file>

<file path=docProps/app.xml><?xml version="1.0" encoding="utf-8"?>
<Properties xmlns="http://schemas.openxmlformats.org/officeDocument/2006/extended-properties" xmlns:vt="http://schemas.openxmlformats.org/officeDocument/2006/docPropsVTypes">
  <Template>FORMSADDINAUTO</Template>
  <TotalTime>0</TotalTime>
  <Pages>3</Pages>
  <Words>1410</Words>
  <Characters>7179</Characters>
  <Application>Microsoft Office Word</Application>
  <DocSecurity>0</DocSecurity>
  <Lines>265</Lines>
  <Paragraphs>88</Paragraphs>
  <ScaleCrop>false</ScaleCrop>
  <HeadingPairs>
    <vt:vector size="4" baseType="variant">
      <vt:variant>
        <vt:lpstr>Title</vt:lpstr>
      </vt:variant>
      <vt:variant>
        <vt:i4>1</vt:i4>
      </vt:variant>
      <vt:variant>
        <vt:lpstr>ILLINOIS UNINSURED MOTORISTS COVERAGE - PROPERTY DAMAGE</vt:lpstr>
      </vt:variant>
      <vt:variant>
        <vt:i4>0</vt:i4>
      </vt:variant>
    </vt:vector>
  </HeadingPairs>
  <TitlesOfParts>
    <vt:vector size="1" baseType="lpstr">
      <vt:lpstr>ILLINOIS UNINSURED MOTORISTS COVERAGE PROPERTY DAMAGE – PRIVATE PASSENGER TYPES OR RECREATIONAL VEHICLES</vt:lpstr>
    </vt:vector>
  </TitlesOfParts>
  <Manager/>
  <Company/>
  <LinksUpToDate>false</LinksUpToDate>
  <CharactersWithSpaces>8501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UNINSURED MOTORISTS COVERAGE PROPERTY DAMAGE – PRIVATE PASSENGER TYPES OR RECREATIONAL VEHICLES</dc:title>
  <dc:subject/>
  <dc:creator/>
  <cp:keywords/>
  <dc:description>3</dc:description>
  <cp:lastModifiedBy/>
  <cp:revision>1</cp:revision>
  <cp:lastPrinted>2002-10-14T19:52:00Z</cp:lastPrinted>
  <dcterms:created xsi:type="dcterms:W3CDTF">2022-09-07T20:10:00Z</dcterms:created>
  <dcterms:modified xsi:type="dcterms:W3CDTF">2022-09-07T20:10:00Z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CA21531013    </vt:lpwstr>
  </property>
  <property fmtid="{D5CDD505-2E9C-101B-9397-08002B2CF9AE}" pid="11" name="Form: Action">
    <vt:lpwstr>R   </vt:lpwstr>
  </property>
  <property fmtid="{D5CDD505-2E9C-101B-9397-08002B2CF9AE}" pid="12" name="Form: BaseFormNumber">
    <vt:lpwstr>CA2153    </vt:lpwstr>
  </property>
  <property fmtid="{D5CDD505-2E9C-101B-9397-08002B2CF9AE}" pid="13" name="Form: Cancellation">
    <vt:lpwstr>N</vt:lpwstr>
  </property>
  <property fmtid="{D5CDD505-2E9C-101B-9397-08002B2CF9AE}" pid="14" name="Form: CategoryCode">
    <vt:lpwstr>21</vt:lpwstr>
  </property>
  <property fmtid="{D5CDD505-2E9C-101B-9397-08002B2CF9AE}" pid="15" name="Form: CentralDistribution">
    <vt:lpwstr>Y</vt:lpwstr>
  </property>
  <property fmtid="{D5CDD505-2E9C-101B-9397-08002B2CF9AE}" pid="16" name="Form: DisplayFormNumber">
    <vt:lpwstr>CA 21 53 10 13      </vt:lpwstr>
  </property>
  <property fmtid="{D5CDD505-2E9C-101B-9397-08002B2CF9AE}" pid="17" name="Form: EditionDate">
    <vt:lpwstr>1013</vt:lpwstr>
  </property>
  <property fmtid="{D5CDD505-2E9C-101B-9397-08002B2CF9AE}" pid="18" name="Form: EditionDateCentury">
    <vt:lpwstr>20131001</vt:lpwstr>
  </property>
  <property fmtid="{D5CDD505-2E9C-101B-9397-08002B2CF9AE}" pid="19" name="Form: EditionDateInd">
    <vt:lpwstr>Y</vt:lpwstr>
  </property>
  <property fmtid="{D5CDD505-2E9C-101B-9397-08002B2CF9AE}" pid="20" name="Form: EffectiveDate">
    <vt:lpwstr>2013-11-01T00:00:00Z</vt:lpwstr>
  </property>
  <property fmtid="{D5CDD505-2E9C-101B-9397-08002B2CF9AE}" pid="21" name="Form: FilingId">
    <vt:lpwstr>CA-2012-OADFR    </vt:lpwstr>
  </property>
  <property fmtid="{D5CDD505-2E9C-101B-9397-08002B2CF9AE}" pid="22" name="Form: FormNumber">
    <vt:lpwstr>CA21531013    </vt:lpwstr>
  </property>
  <property fmtid="{D5CDD505-2E9C-101B-9397-08002B2CF9AE}" pid="23" name="Form: FormType">
    <vt:lpwstr>E   </vt:lpwstr>
  </property>
  <property fmtid="{D5CDD505-2E9C-101B-9397-08002B2CF9AE}" pid="24" name="Form: Jurisdiction">
    <vt:lpwstr>IL</vt:lpwstr>
  </property>
  <property fmtid="{D5CDD505-2E9C-101B-9397-08002B2CF9AE}" pid="25" name="Form: Language">
    <vt:lpwstr>E   </vt:lpwstr>
  </property>
  <property fmtid="{D5CDD505-2E9C-101B-9397-08002B2CF9AE}" pid="26" name="Form: LOB">
    <vt:lpwstr>CA</vt:lpwstr>
  </property>
  <property fmtid="{D5CDD505-2E9C-101B-9397-08002B2CF9AE}" pid="27" name="Form: Mandatory">
    <vt:lpwstr>N</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Auto Dealer Program</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__bk830034001400230013005300330013000300130033000200020002000200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18157800.0000000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UIVersionString">
    <vt:lpwstr>1.0</vt:lpwstr>
  </property>
  <property fmtid="{D5CDD505-2E9C-101B-9397-08002B2CF9AE}" pid="53" name="_docset_NoMedatataSyncRequired">
    <vt:lpwstr>False</vt:lpwstr>
  </property>
</Properties>
</file>