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2C30E" w14:textId="60006AED" w:rsidR="005F5383" w:rsidRPr="00312F3E" w:rsidRDefault="001C1907" w:rsidP="00312F3E">
      <w:pPr>
        <w:pStyle w:val="title18"/>
      </w:pPr>
      <w:r w:rsidRPr="00312F3E">
        <w:t>CONNECTICUT ABUSE OR MOLESTATION EXCLUSION</w:t>
      </w:r>
      <w:r w:rsidRPr="00312F3E">
        <w:br/>
        <w:t>FOR COVERED AUTOS LIABILITY EXPOSURE</w:t>
      </w:r>
    </w:p>
    <w:p w14:paraId="55C1B192" w14:textId="77777777" w:rsidR="006E3514" w:rsidRDefault="006E3514" w:rsidP="00312F3E">
      <w:pPr>
        <w:pStyle w:val="isonormal"/>
        <w:sectPr w:rsidR="006E3514" w:rsidSect="00B22F4E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2C624CE" w14:textId="77777777" w:rsidR="006E3514" w:rsidRDefault="006E3514" w:rsidP="00312F3E">
      <w:pPr>
        <w:pStyle w:val="blocktext1"/>
      </w:pPr>
    </w:p>
    <w:p w14:paraId="067EA27F" w14:textId="77777777" w:rsidR="006E3514" w:rsidRDefault="00312F3E" w:rsidP="00312F3E">
      <w:pPr>
        <w:pStyle w:val="blocktext1"/>
      </w:pPr>
      <w:r>
        <w:t xml:space="preserve">This endorsement modifies insurance provided under the following: </w:t>
      </w:r>
    </w:p>
    <w:p w14:paraId="432C8355" w14:textId="77777777" w:rsidR="006E3514" w:rsidRDefault="00312F3E" w:rsidP="00312F3E">
      <w:pPr>
        <w:pStyle w:val="blockhd2"/>
        <w:rPr>
          <w:b w:val="0"/>
        </w:rPr>
      </w:pPr>
      <w:r>
        <w:rPr>
          <w:b w:val="0"/>
        </w:rPr>
        <w:br/>
        <w:t>AUTO DEALERS COVERAGE FORM</w:t>
      </w:r>
      <w:r>
        <w:rPr>
          <w:b w:val="0"/>
        </w:rPr>
        <w:br/>
        <w:t>BUSINESS AUTO COVERAGE FORM</w:t>
      </w:r>
      <w:r>
        <w:rPr>
          <w:b w:val="0"/>
        </w:rPr>
        <w:br/>
        <w:t xml:space="preserve">MOTOR CARRIER </w:t>
      </w:r>
      <w:r>
        <w:rPr>
          <w:b w:val="0"/>
        </w:rPr>
        <w:t>COVERAGE FORM</w:t>
      </w:r>
    </w:p>
    <w:p w14:paraId="1DB73042" w14:textId="77777777" w:rsidR="006E3514" w:rsidRDefault="006E3514" w:rsidP="00312F3E">
      <w:pPr>
        <w:pStyle w:val="blocktext1"/>
        <w:spacing w:before="0"/>
      </w:pPr>
    </w:p>
    <w:p w14:paraId="17C31D1C" w14:textId="77777777" w:rsidR="006E3514" w:rsidRDefault="00312F3E" w:rsidP="00312F3E">
      <w:pPr>
        <w:pStyle w:val="blocktext1"/>
      </w:pPr>
      <w:r>
        <w:t>With respect to coverage provided by this endorsement, the provisions of the Coverage Form apply unless modified by the endorsement.</w:t>
      </w:r>
    </w:p>
    <w:p w14:paraId="33407970" w14:textId="77777777" w:rsidR="006E3514" w:rsidRDefault="006E3514" w:rsidP="00312F3E">
      <w:pPr>
        <w:pStyle w:val="blocktext1"/>
      </w:pPr>
    </w:p>
    <w:p w14:paraId="4B7F955A" w14:textId="77777777" w:rsidR="006E3514" w:rsidRDefault="006E3514" w:rsidP="00312F3E">
      <w:pPr>
        <w:pStyle w:val="blocktext1"/>
        <w:sectPr w:rsidR="006E3514" w:rsidSect="00B22F4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78918B76" w14:textId="77777777" w:rsidR="006E3514" w:rsidRDefault="00312F3E" w:rsidP="00312F3E">
      <w:pPr>
        <w:pStyle w:val="blocktext1"/>
      </w:pPr>
      <w:r>
        <w:t xml:space="preserve">The following exclusion is added to </w:t>
      </w:r>
      <w:r w:rsidRPr="005811A3">
        <w:rPr>
          <w:b/>
          <w:bCs/>
        </w:rPr>
        <w:t>Covered Autos Liability Coverage</w:t>
      </w:r>
      <w:r w:rsidRPr="00582CBF">
        <w:rPr>
          <w:b/>
          <w:bCs/>
        </w:rPr>
        <w:t>:</w:t>
      </w:r>
    </w:p>
    <w:p w14:paraId="02A0320B" w14:textId="77777777" w:rsidR="006E3514" w:rsidRPr="00E82A4B" w:rsidRDefault="00312F3E" w:rsidP="00312F3E">
      <w:pPr>
        <w:pStyle w:val="blockhd1"/>
      </w:pPr>
      <w:r w:rsidRPr="00E82A4B">
        <w:t xml:space="preserve">Abuse Or Molestation For Covered Autos </w:t>
      </w:r>
      <w:r>
        <w:t xml:space="preserve">Liability </w:t>
      </w:r>
      <w:r w:rsidRPr="00E82A4B">
        <w:t>Exposure</w:t>
      </w:r>
    </w:p>
    <w:p w14:paraId="56AC935B" w14:textId="4001173C" w:rsidR="006E3514" w:rsidRDefault="00312F3E" w:rsidP="00312F3E">
      <w:pPr>
        <w:pStyle w:val="blocktext1"/>
      </w:pPr>
      <w:r>
        <w:t xml:space="preserve">This insurance does </w:t>
      </w:r>
      <w:r>
        <w:t>not apply to damages arising out of</w:t>
      </w:r>
      <w:r w:rsidR="00C7641E">
        <w:t xml:space="preserve"> t</w:t>
      </w:r>
      <w:r>
        <w:t>he actual, alleged or threatened abuse or molestation, including but not limited to sexual abuse or sexual molestation, of any person committed by anyone</w:t>
      </w:r>
      <w:r w:rsidR="00C7641E">
        <w:t>.</w:t>
      </w:r>
    </w:p>
    <w:sectPr w:rsidR="006E3514" w:rsidSect="00B22F4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05E6B" w14:textId="77777777" w:rsidR="00000000" w:rsidRDefault="00312F3E">
      <w:r>
        <w:separator/>
      </w:r>
    </w:p>
  </w:endnote>
  <w:endnote w:type="continuationSeparator" w:id="0">
    <w:p w14:paraId="629FA73A" w14:textId="77777777" w:rsidR="00000000" w:rsidRDefault="0031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431A2" w14:paraId="1E7A6C04" w14:textId="77777777">
      <w:tc>
        <w:tcPr>
          <w:tcW w:w="940" w:type="pct"/>
        </w:tcPr>
        <w:p w14:paraId="0FB06025" w14:textId="77777777" w:rsidR="006E3514" w:rsidRDefault="00312F3E" w:rsidP="006E351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C65183F" w14:textId="77777777" w:rsidR="006E3514" w:rsidRDefault="00312F3E" w:rsidP="00CC0B0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4D601A8D" w14:textId="77777777" w:rsidR="006E3514" w:rsidRDefault="00312F3E" w:rsidP="00B22F4E">
          <w:pPr>
            <w:pStyle w:val="isof2"/>
            <w:jc w:val="right"/>
          </w:pPr>
          <w:r>
            <w:t>CA 28 05 02 23</w:t>
          </w:r>
        </w:p>
      </w:tc>
      <w:tc>
        <w:tcPr>
          <w:tcW w:w="278" w:type="pct"/>
        </w:tcPr>
        <w:p w14:paraId="7AE78230" w14:textId="77777777" w:rsidR="006E3514" w:rsidRDefault="006E3514">
          <w:pPr>
            <w:jc w:val="right"/>
          </w:pPr>
        </w:p>
      </w:tc>
    </w:tr>
  </w:tbl>
  <w:p w14:paraId="598EA39A" w14:textId="77777777" w:rsidR="006E3514" w:rsidRDefault="006E35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431A2" w14:paraId="2E80FE7A" w14:textId="77777777">
      <w:tc>
        <w:tcPr>
          <w:tcW w:w="940" w:type="pct"/>
        </w:tcPr>
        <w:p w14:paraId="0B5306D2" w14:textId="77777777" w:rsidR="006E3514" w:rsidRDefault="00312F3E" w:rsidP="00B22F4E">
          <w:pPr>
            <w:pStyle w:val="isof2"/>
            <w:jc w:val="left"/>
          </w:pPr>
          <w:r>
            <w:t>CA 28 05 02 23</w:t>
          </w:r>
        </w:p>
      </w:tc>
      <w:tc>
        <w:tcPr>
          <w:tcW w:w="2885" w:type="pct"/>
        </w:tcPr>
        <w:p w14:paraId="0B396070" w14:textId="77777777" w:rsidR="006E3514" w:rsidRDefault="00312F3E" w:rsidP="00CC0B0B">
          <w:pPr>
            <w:pStyle w:val="isof1"/>
            <w:jc w:val="center"/>
          </w:pPr>
          <w:r>
            <w:t xml:space="preserve">© </w:t>
          </w:r>
          <w:r>
            <w:t>Insurance Services Office, Inc., 2022 </w:t>
          </w:r>
        </w:p>
      </w:tc>
      <w:tc>
        <w:tcPr>
          <w:tcW w:w="890" w:type="pct"/>
        </w:tcPr>
        <w:p w14:paraId="33355A5E" w14:textId="77777777" w:rsidR="006E3514" w:rsidRDefault="00312F3E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20D88C09" w14:textId="77777777" w:rsidR="006E3514" w:rsidRDefault="006E3514">
          <w:pPr>
            <w:jc w:val="right"/>
          </w:pPr>
        </w:p>
      </w:tc>
    </w:tr>
  </w:tbl>
  <w:p w14:paraId="25AF538E" w14:textId="77777777" w:rsidR="006E3514" w:rsidRDefault="006E35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431A2" w14:paraId="4F6E9CE9" w14:textId="77777777">
      <w:tc>
        <w:tcPr>
          <w:tcW w:w="940" w:type="pct"/>
        </w:tcPr>
        <w:p w14:paraId="30CC501A" w14:textId="77777777" w:rsidR="00B22F4E" w:rsidRDefault="00312F3E" w:rsidP="00B22F4E">
          <w:pPr>
            <w:pStyle w:val="isof2"/>
            <w:jc w:val="left"/>
          </w:pPr>
          <w:r>
            <w:t>CA 28 05 02 23</w:t>
          </w:r>
        </w:p>
      </w:tc>
      <w:tc>
        <w:tcPr>
          <w:tcW w:w="2885" w:type="pct"/>
        </w:tcPr>
        <w:p w14:paraId="2929B67C" w14:textId="77777777" w:rsidR="00B22F4E" w:rsidRDefault="00312F3E" w:rsidP="00B22F4E">
          <w:pPr>
            <w:pStyle w:val="isof1"/>
            <w:jc w:val="center"/>
          </w:pPr>
          <w:r>
            <w:t xml:space="preserve">© Insurance Services </w:t>
          </w:r>
          <w:r>
            <w:t>Office, Inc., 2022 </w:t>
          </w:r>
        </w:p>
      </w:tc>
      <w:tc>
        <w:tcPr>
          <w:tcW w:w="890" w:type="pct"/>
        </w:tcPr>
        <w:p w14:paraId="404A8000" w14:textId="77777777" w:rsidR="00B22F4E" w:rsidRDefault="00312F3E" w:rsidP="00B22F4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51D4862" w14:textId="77777777" w:rsidR="00B22F4E" w:rsidRDefault="00B22F4E">
          <w:pPr>
            <w:jc w:val="right"/>
          </w:pPr>
        </w:p>
      </w:tc>
    </w:tr>
  </w:tbl>
  <w:p w14:paraId="61867128" w14:textId="77777777" w:rsidR="00B22F4E" w:rsidRDefault="00B22F4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431A2" w14:paraId="64BB73F7" w14:textId="77777777">
      <w:tc>
        <w:tcPr>
          <w:tcW w:w="940" w:type="pct"/>
        </w:tcPr>
        <w:p w14:paraId="0818263B" w14:textId="77777777" w:rsidR="006E3514" w:rsidRDefault="00312F3E" w:rsidP="006E351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217F4E7F" w14:textId="77777777" w:rsidR="006E3514" w:rsidRDefault="00312F3E" w:rsidP="00CC0B0B">
          <w:pPr>
            <w:pStyle w:val="isof1"/>
            <w:jc w:val="center"/>
          </w:pPr>
          <w:r>
            <w:t xml:space="preserve">© Insurance Services Office, </w:t>
          </w:r>
          <w:r>
            <w:t>Inc., 2022 </w:t>
          </w:r>
        </w:p>
      </w:tc>
      <w:tc>
        <w:tcPr>
          <w:tcW w:w="890" w:type="pct"/>
        </w:tcPr>
        <w:p w14:paraId="2BF3264B" w14:textId="77777777" w:rsidR="006E3514" w:rsidRDefault="00312F3E" w:rsidP="00B22F4E">
          <w:pPr>
            <w:pStyle w:val="isof2"/>
            <w:jc w:val="right"/>
          </w:pPr>
          <w:r>
            <w:t>CA 28 05 02 23</w:t>
          </w:r>
        </w:p>
      </w:tc>
      <w:tc>
        <w:tcPr>
          <w:tcW w:w="278" w:type="pct"/>
        </w:tcPr>
        <w:p w14:paraId="2A10E204" w14:textId="77777777" w:rsidR="006E3514" w:rsidRDefault="006E3514">
          <w:pPr>
            <w:jc w:val="right"/>
          </w:pPr>
        </w:p>
      </w:tc>
    </w:tr>
  </w:tbl>
  <w:p w14:paraId="065CB3A2" w14:textId="77777777" w:rsidR="006E3514" w:rsidRDefault="006E351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431A2" w14:paraId="7A010370" w14:textId="77777777">
      <w:tc>
        <w:tcPr>
          <w:tcW w:w="940" w:type="pct"/>
        </w:tcPr>
        <w:p w14:paraId="7248B187" w14:textId="77777777" w:rsidR="006E3514" w:rsidRDefault="00312F3E" w:rsidP="00B22F4E">
          <w:pPr>
            <w:pStyle w:val="isof2"/>
            <w:jc w:val="left"/>
          </w:pPr>
          <w:r>
            <w:t>CA 28 05 02 23</w:t>
          </w:r>
        </w:p>
      </w:tc>
      <w:tc>
        <w:tcPr>
          <w:tcW w:w="2885" w:type="pct"/>
        </w:tcPr>
        <w:p w14:paraId="69CF7B35" w14:textId="77777777" w:rsidR="006E3514" w:rsidRDefault="00312F3E" w:rsidP="00CC0B0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7B68123" w14:textId="77777777" w:rsidR="006E3514" w:rsidRDefault="00312F3E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F84F03D" w14:textId="77777777" w:rsidR="006E3514" w:rsidRDefault="006E3514">
          <w:pPr>
            <w:jc w:val="right"/>
          </w:pPr>
        </w:p>
      </w:tc>
    </w:tr>
  </w:tbl>
  <w:p w14:paraId="13EDD122" w14:textId="77777777" w:rsidR="006E3514" w:rsidRDefault="006E351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431A2" w14:paraId="5ED75B83" w14:textId="77777777">
      <w:tc>
        <w:tcPr>
          <w:tcW w:w="940" w:type="pct"/>
        </w:tcPr>
        <w:p w14:paraId="5D4DA62B" w14:textId="77777777" w:rsidR="006E3514" w:rsidRDefault="00312F3E" w:rsidP="00B22F4E">
          <w:pPr>
            <w:pStyle w:val="isof2"/>
            <w:jc w:val="left"/>
          </w:pPr>
          <w:r>
            <w:t>CA 28 05 02 23</w:t>
          </w:r>
        </w:p>
      </w:tc>
      <w:tc>
        <w:tcPr>
          <w:tcW w:w="2885" w:type="pct"/>
        </w:tcPr>
        <w:p w14:paraId="06EC99B0" w14:textId="77777777" w:rsidR="006E3514" w:rsidRDefault="00312F3E" w:rsidP="00CC0B0B">
          <w:pPr>
            <w:pStyle w:val="isof1"/>
            <w:jc w:val="center"/>
          </w:pPr>
          <w:r>
            <w:t xml:space="preserve">© Insurance Services Office, </w:t>
          </w:r>
          <w:r>
            <w:t>Inc., 2022 </w:t>
          </w:r>
        </w:p>
      </w:tc>
      <w:tc>
        <w:tcPr>
          <w:tcW w:w="890" w:type="pct"/>
        </w:tcPr>
        <w:p w14:paraId="3DD0B527" w14:textId="77777777" w:rsidR="006E3514" w:rsidRDefault="00312F3E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AC26633" w14:textId="77777777" w:rsidR="006E3514" w:rsidRDefault="006E3514">
          <w:pPr>
            <w:jc w:val="right"/>
          </w:pPr>
        </w:p>
      </w:tc>
    </w:tr>
  </w:tbl>
  <w:p w14:paraId="06DE9825" w14:textId="77777777" w:rsidR="006E3514" w:rsidRDefault="006E351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431A2" w14:paraId="5BC00209" w14:textId="77777777">
      <w:tc>
        <w:tcPr>
          <w:tcW w:w="940" w:type="pct"/>
        </w:tcPr>
        <w:p w14:paraId="370908FF" w14:textId="77777777" w:rsidR="00B22F4E" w:rsidRDefault="00312F3E" w:rsidP="00B22F4E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70AAEB49" w14:textId="77777777" w:rsidR="00B22F4E" w:rsidRDefault="00312F3E" w:rsidP="00B22F4E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81148C0" w14:textId="77777777" w:rsidR="00B22F4E" w:rsidRDefault="00312F3E" w:rsidP="00B22F4E">
          <w:pPr>
            <w:pStyle w:val="isof2"/>
            <w:jc w:val="right"/>
          </w:pPr>
          <w:r>
            <w:t>CA 28 05 02 23</w:t>
          </w:r>
        </w:p>
      </w:tc>
      <w:tc>
        <w:tcPr>
          <w:tcW w:w="278" w:type="pct"/>
        </w:tcPr>
        <w:p w14:paraId="7A20EA0E" w14:textId="77777777" w:rsidR="00B22F4E" w:rsidRDefault="00B22F4E">
          <w:pPr>
            <w:jc w:val="right"/>
          </w:pPr>
        </w:p>
      </w:tc>
    </w:tr>
  </w:tbl>
  <w:p w14:paraId="701B0349" w14:textId="77777777" w:rsidR="006E3514" w:rsidRPr="00B22F4E" w:rsidRDefault="006E3514" w:rsidP="00B22F4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431A2" w14:paraId="5BE6CC70" w14:textId="77777777">
      <w:tc>
        <w:tcPr>
          <w:tcW w:w="940" w:type="pct"/>
        </w:tcPr>
        <w:p w14:paraId="3154D3A5" w14:textId="77777777" w:rsidR="00B22F4E" w:rsidRDefault="00312F3E" w:rsidP="00B22F4E">
          <w:pPr>
            <w:pStyle w:val="isof2"/>
            <w:jc w:val="left"/>
          </w:pPr>
          <w:r>
            <w:t>CA 28 05 02 23</w:t>
          </w:r>
        </w:p>
      </w:tc>
      <w:tc>
        <w:tcPr>
          <w:tcW w:w="2885" w:type="pct"/>
        </w:tcPr>
        <w:p w14:paraId="1E4838E9" w14:textId="77777777" w:rsidR="00B22F4E" w:rsidRDefault="00312F3E" w:rsidP="00B22F4E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53BBFF8F" w14:textId="77777777" w:rsidR="00B22F4E" w:rsidRDefault="00312F3E" w:rsidP="00B22F4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E4804A3" w14:textId="77777777" w:rsidR="00B22F4E" w:rsidRDefault="00B22F4E">
          <w:pPr>
            <w:jc w:val="right"/>
          </w:pPr>
        </w:p>
      </w:tc>
    </w:tr>
  </w:tbl>
  <w:p w14:paraId="403DBBD4" w14:textId="77777777" w:rsidR="006E3514" w:rsidRPr="00B22F4E" w:rsidRDefault="006E3514" w:rsidP="00B22F4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431A2" w14:paraId="21D10AC1" w14:textId="77777777">
      <w:tc>
        <w:tcPr>
          <w:tcW w:w="940" w:type="pct"/>
        </w:tcPr>
        <w:p w14:paraId="6FC01C7C" w14:textId="77777777" w:rsidR="006E3514" w:rsidRDefault="00312F3E" w:rsidP="00B22F4E">
          <w:pPr>
            <w:pStyle w:val="isof2"/>
            <w:jc w:val="left"/>
          </w:pPr>
          <w:r>
            <w:t>CA 28 05 02 23</w:t>
          </w:r>
        </w:p>
      </w:tc>
      <w:tc>
        <w:tcPr>
          <w:tcW w:w="2885" w:type="pct"/>
        </w:tcPr>
        <w:p w14:paraId="3811BEA1" w14:textId="77777777" w:rsidR="006E3514" w:rsidRDefault="00312F3E" w:rsidP="00CC0B0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1BCAEA73" w14:textId="77777777" w:rsidR="006E3514" w:rsidRDefault="00312F3E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2910DF3" w14:textId="77777777" w:rsidR="006E3514" w:rsidRDefault="006E3514">
          <w:pPr>
            <w:jc w:val="right"/>
          </w:pPr>
        </w:p>
      </w:tc>
    </w:tr>
  </w:tbl>
  <w:p w14:paraId="6B966208" w14:textId="77777777" w:rsidR="006E3514" w:rsidRDefault="006E35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2B780" w14:textId="77777777" w:rsidR="00000000" w:rsidRDefault="00312F3E">
      <w:r>
        <w:separator/>
      </w:r>
    </w:p>
  </w:footnote>
  <w:footnote w:type="continuationSeparator" w:id="0">
    <w:p w14:paraId="44065985" w14:textId="77777777" w:rsidR="00000000" w:rsidRDefault="00312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431A2" w14:paraId="4A497CC5" w14:textId="77777777">
      <w:tc>
        <w:tcPr>
          <w:tcW w:w="2481" w:type="pct"/>
        </w:tcPr>
        <w:p w14:paraId="7A66DA21" w14:textId="77777777" w:rsidR="00B22F4E" w:rsidRDefault="00B22F4E">
          <w:pPr>
            <w:pStyle w:val="Header"/>
          </w:pPr>
        </w:p>
      </w:tc>
      <w:tc>
        <w:tcPr>
          <w:tcW w:w="2519" w:type="pct"/>
        </w:tcPr>
        <w:p w14:paraId="56CB24A4" w14:textId="77777777" w:rsidR="00B22F4E" w:rsidRDefault="00312F3E" w:rsidP="00B22F4E">
          <w:pPr>
            <w:pStyle w:val="isof2"/>
            <w:jc w:val="right"/>
          </w:pPr>
          <w:r>
            <w:t>COMMERCIAL AUTO</w:t>
          </w:r>
        </w:p>
      </w:tc>
    </w:tr>
    <w:tr w:rsidR="00E431A2" w14:paraId="196DEE1F" w14:textId="77777777">
      <w:tc>
        <w:tcPr>
          <w:tcW w:w="2481" w:type="pct"/>
        </w:tcPr>
        <w:p w14:paraId="00447F91" w14:textId="77777777" w:rsidR="00B22F4E" w:rsidRDefault="00B22F4E">
          <w:pPr>
            <w:pStyle w:val="Header"/>
          </w:pPr>
        </w:p>
      </w:tc>
      <w:tc>
        <w:tcPr>
          <w:tcW w:w="2519" w:type="pct"/>
        </w:tcPr>
        <w:p w14:paraId="5EDE83AA" w14:textId="77777777" w:rsidR="00B22F4E" w:rsidRDefault="00312F3E" w:rsidP="00B22F4E">
          <w:pPr>
            <w:pStyle w:val="isof2"/>
            <w:jc w:val="right"/>
          </w:pPr>
          <w:r>
            <w:t>CA 28 05 02 23</w:t>
          </w:r>
        </w:p>
      </w:tc>
    </w:tr>
  </w:tbl>
  <w:p w14:paraId="2954E990" w14:textId="77777777" w:rsidR="00B22F4E" w:rsidRDefault="00B22F4E">
    <w:pPr>
      <w:pStyle w:val="Header"/>
    </w:pPr>
  </w:p>
  <w:p w14:paraId="39910C09" w14:textId="77777777" w:rsidR="00B22F4E" w:rsidRDefault="00312F3E">
    <w:pPr>
      <w:pStyle w:val="isof3"/>
    </w:pPr>
    <w:r>
      <w:t>THIS ENDORSEMENT CHANGES THE POLICY.  PLEASE READ IT CAREFULLY.</w:t>
    </w:r>
  </w:p>
  <w:p w14:paraId="0C877D21" w14:textId="77777777" w:rsidR="00B22F4E" w:rsidRDefault="00B22F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233F" w14:textId="77777777" w:rsidR="006E3514" w:rsidRDefault="006E35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59FE" w14:textId="77777777" w:rsidR="006E3514" w:rsidRDefault="006E351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431A2" w14:paraId="55EFB88D" w14:textId="77777777">
      <w:tc>
        <w:tcPr>
          <w:tcW w:w="2481" w:type="pct"/>
        </w:tcPr>
        <w:p w14:paraId="3CD6EE2C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1C7BD6E4" w14:textId="77777777" w:rsidR="006E3514" w:rsidRDefault="00312F3E" w:rsidP="006E3514">
          <w:pPr>
            <w:pStyle w:val="isof2"/>
            <w:jc w:val="right"/>
          </w:pPr>
          <w:r>
            <w:t>COMMERCIAL AUTO</w:t>
          </w:r>
        </w:p>
      </w:tc>
    </w:tr>
    <w:tr w:rsidR="00E431A2" w14:paraId="0DA45592" w14:textId="77777777">
      <w:tc>
        <w:tcPr>
          <w:tcW w:w="2481" w:type="pct"/>
        </w:tcPr>
        <w:p w14:paraId="6887DD40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3F3FCCE5" w14:textId="77777777" w:rsidR="006E3514" w:rsidRDefault="00312F3E" w:rsidP="00B22F4E">
          <w:pPr>
            <w:pStyle w:val="isof2"/>
            <w:jc w:val="right"/>
          </w:pPr>
          <w:r>
            <w:t>CA 28 05 02 23</w:t>
          </w:r>
        </w:p>
      </w:tc>
    </w:tr>
  </w:tbl>
  <w:p w14:paraId="7473767C" w14:textId="77777777" w:rsidR="006E3514" w:rsidRDefault="006E351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253B" w14:textId="77777777" w:rsidR="006E3514" w:rsidRPr="00B22F4E" w:rsidRDefault="006E3514" w:rsidP="00B22F4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F8907" w14:textId="77777777" w:rsidR="006E3514" w:rsidRPr="00B22F4E" w:rsidRDefault="006E3514" w:rsidP="00B22F4E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431A2" w14:paraId="3826E2A1" w14:textId="77777777">
      <w:tc>
        <w:tcPr>
          <w:tcW w:w="2481" w:type="pct"/>
        </w:tcPr>
        <w:p w14:paraId="23CAEBCF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3AC524F0" w14:textId="77777777" w:rsidR="006E3514" w:rsidRDefault="00312F3E" w:rsidP="006E3514">
          <w:pPr>
            <w:pStyle w:val="isof2"/>
            <w:jc w:val="right"/>
          </w:pPr>
          <w:r>
            <w:t>COMMERCIAL AUTO</w:t>
          </w:r>
        </w:p>
      </w:tc>
    </w:tr>
    <w:tr w:rsidR="00E431A2" w14:paraId="01182641" w14:textId="77777777">
      <w:tc>
        <w:tcPr>
          <w:tcW w:w="2481" w:type="pct"/>
        </w:tcPr>
        <w:p w14:paraId="46D1135A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5DE04DDE" w14:textId="77777777" w:rsidR="006E3514" w:rsidRDefault="00312F3E" w:rsidP="00B22F4E">
          <w:pPr>
            <w:pStyle w:val="isof2"/>
            <w:jc w:val="right"/>
          </w:pPr>
          <w:r>
            <w:t>CA 28 05 02 23</w:t>
          </w:r>
        </w:p>
      </w:tc>
    </w:tr>
  </w:tbl>
  <w:p w14:paraId="16802E9C" w14:textId="77777777" w:rsidR="006E3514" w:rsidRDefault="006E35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6E3514"/>
    <w:rsid w:val="00183B7B"/>
    <w:rsid w:val="001C1907"/>
    <w:rsid w:val="00310739"/>
    <w:rsid w:val="00312F3E"/>
    <w:rsid w:val="003C134F"/>
    <w:rsid w:val="004000A9"/>
    <w:rsid w:val="005666DB"/>
    <w:rsid w:val="005811A3"/>
    <w:rsid w:val="00582CBF"/>
    <w:rsid w:val="005F5383"/>
    <w:rsid w:val="00660941"/>
    <w:rsid w:val="006E3514"/>
    <w:rsid w:val="007F1B18"/>
    <w:rsid w:val="0089646B"/>
    <w:rsid w:val="00934A33"/>
    <w:rsid w:val="00A1299C"/>
    <w:rsid w:val="00A25B0D"/>
    <w:rsid w:val="00B22F4E"/>
    <w:rsid w:val="00B940DC"/>
    <w:rsid w:val="00B94A35"/>
    <w:rsid w:val="00BD476B"/>
    <w:rsid w:val="00C1582D"/>
    <w:rsid w:val="00C31673"/>
    <w:rsid w:val="00C715FA"/>
    <w:rsid w:val="00C73AE2"/>
    <w:rsid w:val="00C73CA2"/>
    <w:rsid w:val="00C7641E"/>
    <w:rsid w:val="00CC0B0B"/>
    <w:rsid w:val="00D8244B"/>
    <w:rsid w:val="00D94674"/>
    <w:rsid w:val="00E431A2"/>
    <w:rsid w:val="00E5791E"/>
    <w:rsid w:val="00E61DFD"/>
    <w:rsid w:val="00E82A4B"/>
    <w:rsid w:val="00EB2DCD"/>
    <w:rsid w:val="00F07CB8"/>
    <w:rsid w:val="00FA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572D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F3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312F3E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312F3E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12F3E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312F3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12F3E"/>
  </w:style>
  <w:style w:type="paragraph" w:styleId="Header">
    <w:name w:val="header"/>
    <w:basedOn w:val="Normal"/>
    <w:link w:val="HeaderChar"/>
    <w:rsid w:val="00312F3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312F3E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312F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12F3E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312F3E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312F3E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312F3E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312F3E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312F3E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312F3E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312F3E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312F3E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312F3E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312F3E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312F3E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312F3E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312F3E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312F3E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312F3E"/>
    <w:pPr>
      <w:keepLines/>
      <w:jc w:val="both"/>
    </w:pPr>
  </w:style>
  <w:style w:type="paragraph" w:customStyle="1" w:styleId="blocktext2">
    <w:name w:val="blocktext2"/>
    <w:basedOn w:val="isonormal"/>
    <w:rsid w:val="00312F3E"/>
    <w:pPr>
      <w:keepLines/>
      <w:ind w:left="302"/>
      <w:jc w:val="both"/>
    </w:pPr>
  </w:style>
  <w:style w:type="paragraph" w:customStyle="1" w:styleId="blocktext3">
    <w:name w:val="blocktext3"/>
    <w:basedOn w:val="isonormal"/>
    <w:rsid w:val="00312F3E"/>
    <w:pPr>
      <w:keepLines/>
      <w:ind w:left="600"/>
      <w:jc w:val="both"/>
    </w:pPr>
  </w:style>
  <w:style w:type="paragraph" w:customStyle="1" w:styleId="blocktext4">
    <w:name w:val="blocktext4"/>
    <w:basedOn w:val="isonormal"/>
    <w:rsid w:val="00312F3E"/>
    <w:pPr>
      <w:keepLines/>
      <w:ind w:left="907"/>
      <w:jc w:val="both"/>
    </w:pPr>
  </w:style>
  <w:style w:type="paragraph" w:customStyle="1" w:styleId="blocktext5">
    <w:name w:val="blocktext5"/>
    <w:basedOn w:val="isonormal"/>
    <w:rsid w:val="00312F3E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312F3E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312F3E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312F3E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312F3E"/>
    <w:pPr>
      <w:keepLines/>
      <w:ind w:left="2405"/>
      <w:jc w:val="both"/>
    </w:pPr>
  </w:style>
  <w:style w:type="paragraph" w:customStyle="1" w:styleId="center">
    <w:name w:val="center"/>
    <w:basedOn w:val="isonormal"/>
    <w:rsid w:val="00312F3E"/>
    <w:pPr>
      <w:jc w:val="center"/>
    </w:pPr>
  </w:style>
  <w:style w:type="paragraph" w:customStyle="1" w:styleId="colline">
    <w:name w:val="colline"/>
    <w:basedOn w:val="isonormal"/>
    <w:next w:val="blocktext1"/>
    <w:rsid w:val="00312F3E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312F3E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312F3E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312F3E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312F3E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312F3E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312F3E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312F3E"/>
    <w:pPr>
      <w:spacing w:before="0"/>
      <w:jc w:val="both"/>
    </w:pPr>
  </w:style>
  <w:style w:type="paragraph" w:customStyle="1" w:styleId="isof2">
    <w:name w:val="isof2"/>
    <w:basedOn w:val="isonormal"/>
    <w:rsid w:val="00312F3E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312F3E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312F3E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312F3E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312F3E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312F3E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312F3E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312F3E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12F3E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12F3E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312F3E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312F3E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312F3E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312F3E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312F3E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312F3E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312F3E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312F3E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312F3E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312F3E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312F3E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312F3E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312F3E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312F3E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312F3E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312F3E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312F3E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312F3E"/>
    <w:pPr>
      <w:spacing w:before="60"/>
    </w:pPr>
  </w:style>
  <w:style w:type="paragraph" w:customStyle="1" w:styleId="tabletext8">
    <w:name w:val="tabletext8"/>
    <w:basedOn w:val="isonormal"/>
    <w:rsid w:val="00312F3E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312F3E"/>
    <w:pPr>
      <w:spacing w:before="60"/>
    </w:pPr>
    <w:rPr>
      <w:sz w:val="18"/>
    </w:rPr>
  </w:style>
  <w:style w:type="paragraph" w:customStyle="1" w:styleId="TEXT12">
    <w:name w:val="TEXT12"/>
    <w:basedOn w:val="isonormal"/>
    <w:rsid w:val="00312F3E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312F3E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312F3E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312F3E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312F3E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312F3E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312F3E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312F3E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312F3E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312F3E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312F3E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312F3E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312F3E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312F3E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312F3E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312F3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LI-CA-2022-233 - 005 - CA 28 05 02 23 Final.docx</DocumentName>
    <NumberOfPages xmlns="a86cc342-0045-41e2-80e9-abdb777d2eca" xsi:nil="true"/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i60958</AuthorId>
    <CircularDocDescription xmlns="a86cc342-0045-41e2-80e9-abdb777d2eca">CA 28 05 02 23 Final</CircularDocDescription>
    <Date_x0020_Modified xmlns="a86cc342-0045-41e2-80e9-abdb777d2eca">2022-08-31T04:00:00+00:00</Date_x0020_Modified>
    <CircularDate xmlns="a86cc342-0045-41e2-80e9-abdb777d2eca">2022-10-04T04:00:00+00:00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Forms filing CA-2022-OAME1 filed and to be implemented in response to correspondence received from the Connecticut Insurance Department (Department).</KeyMessage>
    <CircularNumber xmlns="a86cc342-0045-41e2-80e9-abdb777d2eca">LI-CA-2022-233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Olivacce, Shawn D.</AuthorName>
    <Sequence xmlns="a86cc342-0045-41e2-80e9-abdb777d2eca">4</Sequence>
    <ServiceModuleString xmlns="a86cc342-0045-41e2-80e9-abdb777d2eca">Forms;</ServiceModuleString>
    <CircId xmlns="a86cc342-0045-41e2-80e9-abdb777d2eca">36504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CONNECTICUT ABUSE OR MOLESTATION EXCLUSION FOR COVERED AUTOS LIABILITY EXPOSURE ENDORSEMENT FILED AND TO BE IMPLEMENTED</CircularTitle>
    <Jurs xmlns="a86cc342-0045-41e2-80e9-abdb777d2eca">
      <Value>7</Value>
    </Jurs>
  </documentManagement>
</p:properties>
</file>

<file path=customXml/itemProps1.xml><?xml version="1.0" encoding="utf-8"?>
<ds:datastoreItem xmlns:ds="http://schemas.openxmlformats.org/officeDocument/2006/customXml" ds:itemID="{75DF0C07-797B-4DBF-A333-6F401D31E0F6}"/>
</file>

<file path=customXml/itemProps2.xml><?xml version="1.0" encoding="utf-8"?>
<ds:datastoreItem xmlns:ds="http://schemas.openxmlformats.org/officeDocument/2006/customXml" ds:itemID="{69833E14-48BE-498B-B81E-88A5FB2C12A5}"/>
</file>

<file path=customXml/itemProps3.xml><?xml version="1.0" encoding="utf-8"?>
<ds:datastoreItem xmlns:ds="http://schemas.openxmlformats.org/officeDocument/2006/customXml" ds:itemID="{09A173BF-EB75-4744-A245-71631C68F5C7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102</Words>
  <Characters>600</Characters>
  <Application>Microsoft Office Word</Application>
  <DocSecurity>0</DocSecurity>
  <Lines>23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ABUSE OR MOLESTATION EXCLUSION FOR COVERED AUTOS LIABILITY EXPOSURE</vt:lpstr>
    </vt:vector>
  </TitlesOfParts>
  <Manager/>
  <Company/>
  <LinksUpToDate>false</LinksUpToDate>
  <CharactersWithSpaces>695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CONNECTICUT ABUSE OR MOLESTATION EXCLUSION FOR COVERED AUTOS LIABILITY EXPOSURE</dc:title>
  <dc:subject/>
  <dc:creator/>
  <cp:keywords/>
  <dc:description>1</dc:description>
  <cp:lastModifiedBy/>
  <cp:revision>1</cp:revision>
  <dcterms:created xsi:type="dcterms:W3CDTF">2022-08-22T16:26:00Z</dcterms:created>
  <dcterms:modified xsi:type="dcterms:W3CDTF">2022-08-31T14:26:00Z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ocumentName">
    <vt:lpwstr/>
  </property>
  <property fmtid="{D5CDD505-2E9C-101B-9397-08002B2CF9AE}" pid="6" name="DocumentStatus">
    <vt:lpwstr/>
  </property>
  <property fmtid="{D5CDD505-2E9C-101B-9397-08002B2CF9AE}" pid="7" name="DocumentTitle">
    <vt:lpwstr/>
  </property>
  <property fmtid="{D5CDD505-2E9C-101B-9397-08002B2CF9AE}" pid="8" name="DoesDocExist">
    <vt:lpwstr>0</vt:lpwstr>
  </property>
  <property fmtid="{D5CDD505-2E9C-101B-9397-08002B2CF9AE}" pid="9" name="dte$">
    <vt:lpwstr/>
  </property>
  <property fmtid="{D5CDD505-2E9C-101B-9397-08002B2CF9AE}" pid="10" name="FilingId">
    <vt:lpwstr/>
  </property>
  <property fmtid="{D5CDD505-2E9C-101B-9397-08002B2CF9AE}" pid="11" name="FilingPath">
    <vt:lpwstr/>
  </property>
  <property fmtid="{D5CDD505-2E9C-101B-9397-08002B2CF9AE}" pid="12" name="Form">
    <vt:lpwstr>CA23941013    </vt:lpwstr>
  </property>
  <property fmtid="{D5CDD505-2E9C-101B-9397-08002B2CF9AE}" pid="13" name="Form: Action">
    <vt:lpwstr>R   </vt:lpwstr>
  </property>
  <property fmtid="{D5CDD505-2E9C-101B-9397-08002B2CF9AE}" pid="14" name="Form: BaseFormNumber">
    <vt:lpwstr>CA2394    </vt:lpwstr>
  </property>
  <property fmtid="{D5CDD505-2E9C-101B-9397-08002B2CF9AE}" pid="15" name="Form: Cancellation">
    <vt:lpwstr>N</vt:lpwstr>
  </property>
  <property fmtid="{D5CDD505-2E9C-101B-9397-08002B2CF9AE}" pid="16" name="Form: CategoryCode">
    <vt:lpwstr>23</vt:lpwstr>
  </property>
  <property fmtid="{D5CDD505-2E9C-101B-9397-08002B2CF9AE}" pid="17" name="Form: CentralDistribution">
    <vt:lpwstr>Y</vt:lpwstr>
  </property>
  <property fmtid="{D5CDD505-2E9C-101B-9397-08002B2CF9AE}" pid="18" name="Form: DisplayFormNumber">
    <vt:lpwstr>CA 23 94 10 13      </vt:lpwstr>
  </property>
  <property fmtid="{D5CDD505-2E9C-101B-9397-08002B2CF9AE}" pid="19" name="Form: EditionDate">
    <vt:lpwstr>1013</vt:lpwstr>
  </property>
  <property fmtid="{D5CDD505-2E9C-101B-9397-08002B2CF9AE}" pid="20" name="Form: EditionDateCentury">
    <vt:lpwstr>20131001</vt:lpwstr>
  </property>
  <property fmtid="{D5CDD505-2E9C-101B-9397-08002B2CF9AE}" pid="21" name="Form: EditionDateInd">
    <vt:lpwstr>Y</vt:lpwstr>
  </property>
  <property fmtid="{D5CDD505-2E9C-101B-9397-08002B2CF9AE}" pid="22" name="Form: EffectiveDate">
    <vt:lpwstr/>
  </property>
  <property fmtid="{D5CDD505-2E9C-101B-9397-08002B2CF9AE}" pid="23" name="Form: FilingId">
    <vt:lpwstr/>
  </property>
  <property fmtid="{D5CDD505-2E9C-101B-9397-08002B2CF9AE}" pid="24" name="Form: FormNumber">
    <vt:lpwstr>CA23941013    </vt:lpwstr>
  </property>
  <property fmtid="{D5CDD505-2E9C-101B-9397-08002B2CF9AE}" pid="25" name="Form: FormType">
    <vt:lpwstr>E   </vt:lpwstr>
  </property>
  <property fmtid="{D5CDD505-2E9C-101B-9397-08002B2CF9AE}" pid="26" name="Form: Jurisdiction">
    <vt:lpwstr>MU</vt:lpwstr>
  </property>
  <property fmtid="{D5CDD505-2E9C-101B-9397-08002B2CF9AE}" pid="27" name="Form: Language">
    <vt:lpwstr>E   </vt:lpwstr>
  </property>
  <property fmtid="{D5CDD505-2E9C-101B-9397-08002B2CF9AE}" pid="28" name="Form: LOB">
    <vt:lpwstr>CA</vt:lpwstr>
  </property>
  <property fmtid="{D5CDD505-2E9C-101B-9397-08002B2CF9AE}" pid="29" name="Form: Mandatory">
    <vt:lpwstr>N</vt:lpwstr>
  </property>
  <property fmtid="{D5CDD505-2E9C-101B-9397-08002B2CF9AE}" pid="30" name="Form: ObsInd">
    <vt:lpwstr/>
  </property>
  <property fmtid="{D5CDD505-2E9C-101B-9397-08002B2CF9AE}" pid="31" name="Form: ObsolescenceDate">
    <vt:lpwstr>0001-01-01T00:00:00Z</vt:lpwstr>
  </property>
  <property fmtid="{D5CDD505-2E9C-101B-9397-08002B2CF9AE}" pid="32" name="Form: Portfolio">
    <vt:lpwstr>Y</vt:lpwstr>
  </property>
  <property fmtid="{D5CDD505-2E9C-101B-9397-08002B2CF9AE}" pid="33" name="Form: Program">
    <vt:lpwstr>  </vt:lpwstr>
  </property>
  <property fmtid="{D5CDD505-2E9C-101B-9397-08002B2CF9AE}" pid="34" name="Form: Project">
    <vt:lpwstr>Auto Dealer Program</vt:lpwstr>
  </property>
  <property fmtid="{D5CDD505-2E9C-101B-9397-08002B2CF9AE}" pid="35" name="Form: Simplified">
    <vt:lpwstr>Y</vt:lpwstr>
  </property>
  <property fmtid="{D5CDD505-2E9C-101B-9397-08002B2CF9AE}" pid="36" name="Form: Status">
    <vt:lpwstr>X   </vt:lpwstr>
  </property>
  <property fmtid="{D5CDD505-2E9C-101B-9397-08002B2CF9AE}" pid="37" name="Form: UserObs">
    <vt:lpwstr/>
  </property>
  <property fmtid="{D5CDD505-2E9C-101B-9397-08002B2CF9AE}" pid="38" name="Form: Version">
    <vt:lpwstr>3.00000000000000</vt:lpwstr>
  </property>
  <property fmtid="{D5CDD505-2E9C-101B-9397-08002B2CF9AE}" pid="39" name="Form: WithdrawlDate">
    <vt:lpwstr/>
  </property>
  <property fmtid="{D5CDD505-2E9C-101B-9397-08002B2CF9AE}" pid="40" name="FormNumber">
    <vt:lpwstr/>
  </property>
  <property fmtid="{D5CDD505-2E9C-101B-9397-08002B2CF9AE}" pid="41" name="FORM_ID">
    <vt:lpwstr/>
  </property>
  <property fmtid="{D5CDD505-2E9C-101B-9397-08002B2CF9AE}" pid="42" name="FORM_ID0">
    <vt:lpwstr>__bk830034001400230033009300430013000300130033000200020002000200</vt:lpwstr>
  </property>
  <property fmtid="{D5CDD505-2E9C-101B-9397-08002B2CF9AE}" pid="43" name="ILLOBS">
    <vt:lpwstr/>
  </property>
  <property fmtid="{D5CDD505-2E9C-101B-9397-08002B2CF9AE}" pid="44" name="IsInUse">
    <vt:lpwstr>0</vt:lpwstr>
  </property>
  <property fmtid="{D5CDD505-2E9C-101B-9397-08002B2CF9AE}" pid="45" name="IsMasterDocument">
    <vt:lpwstr>0</vt:lpwstr>
  </property>
  <property fmtid="{D5CDD505-2E9C-101B-9397-08002B2CF9AE}" pid="46" name="ISOVersion">
    <vt:lpwstr/>
  </property>
  <property fmtid="{D5CDD505-2E9C-101B-9397-08002B2CF9AE}" pid="47" name="item$">
    <vt:lpwstr/>
  </property>
  <property fmtid="{D5CDD505-2E9C-101B-9397-08002B2CF9AE}" pid="48" name="Jurisdiction">
    <vt:lpwstr/>
  </property>
  <property fmtid="{D5CDD505-2E9C-101B-9397-08002B2CF9AE}" pid="49" name="LineID">
    <vt:lpwstr/>
  </property>
  <property fmtid="{D5CDD505-2E9C-101B-9397-08002B2CF9AE}" pid="50" name="LineName">
    <vt:lpwstr>TestName</vt:lpwstr>
  </property>
  <property fmtid="{D5CDD505-2E9C-101B-9397-08002B2CF9AE}" pid="51" name="LineStatus">
    <vt:lpwstr/>
  </property>
  <property fmtid="{D5CDD505-2E9C-101B-9397-08002B2CF9AE}" pid="52" name="LOB">
    <vt:lpwstr/>
  </property>
  <property fmtid="{D5CDD505-2E9C-101B-9397-08002B2CF9AE}" pid="53" name="ManifestActionCode">
    <vt:lpwstr/>
  </property>
  <property fmtid="{D5CDD505-2E9C-101B-9397-08002B2CF9AE}" pid="54" name="MetaData">
    <vt:lpwstr/>
  </property>
  <property fmtid="{D5CDD505-2E9C-101B-9397-08002B2CF9AE}" pid="55" name="ModifiedDateTime">
    <vt:lpwstr>2022-08-22T12:19:01Z</vt:lpwstr>
  </property>
  <property fmtid="{D5CDD505-2E9C-101B-9397-08002B2CF9AE}" pid="56" name="NoCopyright$">
    <vt:lpwstr>© Insurance Services Office, Inc.,xxxx</vt:lpwstr>
  </property>
  <property fmtid="{D5CDD505-2E9C-101B-9397-08002B2CF9AE}" pid="57" name="NumberOfLeaves">
    <vt:lpwstr/>
  </property>
  <property fmtid="{D5CDD505-2E9C-101B-9397-08002B2CF9AE}" pid="58" name="NumberOfPages">
    <vt:lpwstr/>
  </property>
  <property fmtid="{D5CDD505-2E9C-101B-9397-08002B2CF9AE}" pid="59" name="Order">
    <vt:lpwstr>18176700.0000000</vt:lpwstr>
  </property>
  <property fmtid="{D5CDD505-2E9C-101B-9397-08002B2CF9AE}" pid="60" name="Orientation">
    <vt:lpwstr/>
  </property>
  <property fmtid="{D5CDD505-2E9C-101B-9397-08002B2CF9AE}" pid="61" name="PageType">
    <vt:lpwstr/>
  </property>
  <property fmtid="{D5CDD505-2E9C-101B-9397-08002B2CF9AE}" pid="62" name="pgno$">
    <vt:lpwstr/>
  </property>
  <property fmtid="{D5CDD505-2E9C-101B-9397-08002B2CF9AE}" pid="63" name="PsdID">
    <vt:lpwstr>TPSD</vt:lpwstr>
  </property>
  <property fmtid="{D5CDD505-2E9C-101B-9397-08002B2CF9AE}" pid="64" name="PsdName">
    <vt:lpwstr/>
  </property>
  <property fmtid="{D5CDD505-2E9C-101B-9397-08002B2CF9AE}" pid="65" name="PsdStatus">
    <vt:lpwstr/>
  </property>
  <property fmtid="{D5CDD505-2E9C-101B-9397-08002B2CF9AE}" pid="66" name="Service1">
    <vt:lpwstr>Forms</vt:lpwstr>
  </property>
  <property fmtid="{D5CDD505-2E9C-101B-9397-08002B2CF9AE}" pid="67" name="Service10">
    <vt:lpwstr/>
  </property>
  <property fmtid="{D5CDD505-2E9C-101B-9397-08002B2CF9AE}" pid="68" name="Status$">
    <vt:lpwstr/>
  </property>
  <property fmtid="{D5CDD505-2E9C-101B-9397-08002B2CF9AE}" pid="69" name="TemplateType">
    <vt:lpwstr>FORMS</vt:lpwstr>
  </property>
  <property fmtid="{D5CDD505-2E9C-101B-9397-08002B2CF9AE}" pid="70" name="TemplateUrl">
    <vt:lpwstr/>
  </property>
  <property fmtid="{D5CDD505-2E9C-101B-9397-08002B2CF9AE}" pid="71" name="UserID">
    <vt:lpwstr>Test</vt:lpwstr>
  </property>
  <property fmtid="{D5CDD505-2E9C-101B-9397-08002B2CF9AE}" pid="72" name="UserName">
    <vt:lpwstr/>
  </property>
  <property fmtid="{D5CDD505-2E9C-101B-9397-08002B2CF9AE}" pid="73" name="UserName_e63a6049-e0d9-46df-b91b-e318d6fcea01">
    <vt:lpwstr/>
  </property>
  <property fmtid="{D5CDD505-2E9C-101B-9397-08002B2CF9AE}" pid="74" name="WorkflowStatus">
    <vt:lpwstr/>
  </property>
  <property fmtid="{D5CDD505-2E9C-101B-9397-08002B2CF9AE}" pid="75" name="xd_ProgID">
    <vt:lpwstr/>
  </property>
  <property fmtid="{D5CDD505-2E9C-101B-9397-08002B2CF9AE}" pid="76" name="_AdHocReviewCycleID">
    <vt:i4>889985746</vt:i4>
  </property>
  <property fmtid="{D5CDD505-2E9C-101B-9397-08002B2CF9AE}" pid="77" name="_NewReviewCycle">
    <vt:lpwstr/>
  </property>
  <property fmtid="{D5CDD505-2E9C-101B-9397-08002B2CF9AE}" pid="78" name="_ReviewingToolsShownOnce">
    <vt:lpwstr/>
  </property>
  <property fmtid="{D5CDD505-2E9C-101B-9397-08002B2CF9AE}" pid="79" name="_UIVersionString">
    <vt:lpwstr>1.0</vt:lpwstr>
  </property>
  <property fmtid="{D5CDD505-2E9C-101B-9397-08002B2CF9AE}" pid="80" name="_docset_NoMedatataSyncRequired">
    <vt:lpwstr>False</vt:lpwstr>
  </property>
</Properties>
</file>