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9E15BC" w14:paraId="4E63FA76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DB70C" w14:textId="77777777" w:rsidR="00D625F6" w:rsidRPr="009E15BC" w:rsidRDefault="00D625F6" w:rsidP="00965B31">
            <w:pPr>
              <w:pStyle w:val="tablehead"/>
            </w:pPr>
            <w:bookmarkStart w:id="0" w:name="BasicLimitAmt"/>
            <w:bookmarkEnd w:id="0"/>
            <w:r w:rsidRPr="009E15BC">
              <w:t>$100,000/200,000 BASIC LIMIT OCCURRENCE</w:t>
            </w:r>
            <w:r w:rsidRPr="009E15BC">
              <w:br/>
            </w:r>
            <w:bookmarkStart w:id="1" w:name="PremOpsTerrHeading"/>
            <w:bookmarkEnd w:id="1"/>
            <w:r w:rsidRPr="009E15BC">
              <w:t>Premises/Operations (Prem/Ops) (Subline Code 334) Territory 501</w:t>
            </w:r>
            <w:r w:rsidRPr="009E15BC">
              <w:br/>
            </w:r>
            <w:bookmarkStart w:id="2" w:name="ProdCOpsTerrHeading"/>
            <w:bookmarkEnd w:id="2"/>
            <w:r w:rsidRPr="009E15BC">
              <w:t>Products/Completed Operations (Prod/COps)</w:t>
            </w:r>
            <w:r w:rsidRPr="009E15BC">
              <w:tab/>
              <w:t xml:space="preserve">(Subline Code 336) Entire State Territory 999 </w:t>
            </w:r>
          </w:p>
        </w:tc>
      </w:tr>
      <w:tr w:rsidR="00D625F6" w:rsidRPr="009E15BC" w14:paraId="56B9B8D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C8C560F" w14:textId="77777777" w:rsidR="00D625F6" w:rsidRPr="009E15BC" w:rsidRDefault="00D625F6" w:rsidP="00965B31">
            <w:pPr>
              <w:pStyle w:val="tablehead"/>
            </w:pPr>
            <w:r w:rsidRPr="009E15BC">
              <w:t>Class</w:t>
            </w:r>
            <w:r w:rsidRPr="009E15B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E6B71" w14:textId="77777777" w:rsidR="00D625F6" w:rsidRPr="009E15BC" w:rsidRDefault="00D625F6" w:rsidP="00965B31">
            <w:pPr>
              <w:pStyle w:val="tablehead"/>
            </w:pPr>
            <w:r w:rsidRPr="009E15BC">
              <w:t>Prem/</w:t>
            </w:r>
            <w:r w:rsidRPr="009E15B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FCC0C4" w14:textId="77777777" w:rsidR="00D625F6" w:rsidRPr="009E15BC" w:rsidRDefault="00D625F6" w:rsidP="00965B31">
            <w:pPr>
              <w:pStyle w:val="tablehead"/>
            </w:pPr>
            <w:r w:rsidRPr="009E15BC">
              <w:t>Prod/</w:t>
            </w:r>
            <w:r w:rsidRPr="009E15B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BFC91" w14:textId="77777777" w:rsidR="00D625F6" w:rsidRPr="009E15BC" w:rsidRDefault="00D625F6" w:rsidP="00965B31">
            <w:pPr>
              <w:pStyle w:val="tablehead"/>
            </w:pPr>
            <w:r w:rsidRPr="009E15BC">
              <w:t>Class</w:t>
            </w:r>
            <w:r w:rsidRPr="009E15B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950697" w14:textId="77777777" w:rsidR="00D625F6" w:rsidRPr="009E15BC" w:rsidRDefault="00D625F6" w:rsidP="00965B31">
            <w:pPr>
              <w:pStyle w:val="tablehead"/>
            </w:pPr>
            <w:r w:rsidRPr="009E15BC">
              <w:t>Prem/</w:t>
            </w:r>
            <w:r w:rsidRPr="009E15B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AA660" w14:textId="77777777" w:rsidR="00D625F6" w:rsidRPr="009E15BC" w:rsidRDefault="00D625F6" w:rsidP="00965B31">
            <w:pPr>
              <w:pStyle w:val="tablehead"/>
            </w:pPr>
            <w:r w:rsidRPr="009E15BC">
              <w:t>Prod/</w:t>
            </w:r>
            <w:r w:rsidRPr="009E15B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3D6A58" w14:textId="77777777" w:rsidR="00D625F6" w:rsidRPr="009E15BC" w:rsidRDefault="00D625F6" w:rsidP="00965B31">
            <w:pPr>
              <w:pStyle w:val="tablehead"/>
            </w:pPr>
            <w:r w:rsidRPr="009E15BC">
              <w:t>Class</w:t>
            </w:r>
            <w:r w:rsidRPr="009E15B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59806" w14:textId="77777777" w:rsidR="00D625F6" w:rsidRPr="009E15BC" w:rsidRDefault="00D625F6" w:rsidP="00965B31">
            <w:pPr>
              <w:pStyle w:val="tablehead"/>
            </w:pPr>
            <w:r w:rsidRPr="009E15BC">
              <w:t>Prem/</w:t>
            </w:r>
            <w:r w:rsidRPr="009E15B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45EC42" w14:textId="77777777" w:rsidR="00D625F6" w:rsidRPr="009E15BC" w:rsidRDefault="00D625F6" w:rsidP="00965B31">
            <w:pPr>
              <w:pStyle w:val="tablehead"/>
            </w:pPr>
            <w:r w:rsidRPr="009E15BC">
              <w:t>Prod/</w:t>
            </w:r>
            <w:r w:rsidRPr="009E15B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5DCC" w14:textId="77777777" w:rsidR="00D625F6" w:rsidRPr="009E15BC" w:rsidRDefault="00D625F6" w:rsidP="00965B31">
            <w:pPr>
              <w:pStyle w:val="tablehead"/>
            </w:pPr>
            <w:r w:rsidRPr="009E15BC">
              <w:t>Class</w:t>
            </w:r>
            <w:r w:rsidRPr="009E15B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6C08F7" w14:textId="77777777" w:rsidR="00D625F6" w:rsidRPr="009E15BC" w:rsidRDefault="00D625F6" w:rsidP="00965B31">
            <w:pPr>
              <w:pStyle w:val="tablehead"/>
            </w:pPr>
            <w:r w:rsidRPr="009E15BC">
              <w:t>Prem/</w:t>
            </w:r>
            <w:r w:rsidRPr="009E15B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0CBDC" w14:textId="77777777" w:rsidR="00D625F6" w:rsidRPr="009E15BC" w:rsidRDefault="00D625F6" w:rsidP="00965B31">
            <w:pPr>
              <w:pStyle w:val="tablehead"/>
            </w:pPr>
            <w:r w:rsidRPr="009E15BC">
              <w:t>Prod/</w:t>
            </w:r>
            <w:r w:rsidRPr="009E15BC">
              <w:br/>
              <w:t>Cops</w:t>
            </w:r>
          </w:p>
        </w:tc>
      </w:tr>
      <w:tr w:rsidR="00D625F6" w:rsidRPr="009E15BC" w14:paraId="0507B0C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53579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9E15BC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1383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6D7A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CA9B7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7AF3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9B3BC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11C9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1EEB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0E9D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75F21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4B2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5130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.08</w:t>
            </w:r>
          </w:p>
        </w:tc>
      </w:tr>
      <w:tr w:rsidR="00D625F6" w:rsidRPr="009E15BC" w14:paraId="62498E1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4EBAE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2269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F210E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40AC1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D3A8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BDBB0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7A5B5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D087E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B8770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7C056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A656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1092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.054</w:t>
            </w:r>
          </w:p>
        </w:tc>
      </w:tr>
      <w:tr w:rsidR="00D625F6" w:rsidRPr="009E15BC" w14:paraId="0BDC07F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BD4AE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ADB0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1376A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7CD39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8FD3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7FEFA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D935C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B28C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76961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26BFB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5497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F0B94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.123</w:t>
            </w:r>
          </w:p>
        </w:tc>
      </w:tr>
      <w:tr w:rsidR="00D625F6" w:rsidRPr="009E15BC" w14:paraId="310AD21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A0EA9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115E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214B6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16321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4E11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C5C72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32528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53BA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E8ADA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1997A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8D5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079B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.86</w:t>
            </w:r>
          </w:p>
        </w:tc>
      </w:tr>
      <w:tr w:rsidR="00D625F6" w:rsidRPr="009E15BC" w14:paraId="366F106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A064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EE645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4CC2A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96511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6EFC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889E4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ED475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9642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4B364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2E136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6C55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C48B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.34</w:t>
            </w:r>
          </w:p>
        </w:tc>
      </w:tr>
      <w:tr w:rsidR="00D625F6" w:rsidRPr="009E15BC" w14:paraId="55CB2FD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499BA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66C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519C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B10C8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F9D8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BFC5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C98CE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EF2B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18B0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68D4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56C5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987C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9E15BC" w14:paraId="102DB6E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734D4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28E2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4E9DB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C2F0F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6044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EE99E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5135C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49CC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EFE12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5BD7A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2A8FF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9F08A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</w:tr>
      <w:tr w:rsidR="00D625F6" w:rsidRPr="009E15BC" w14:paraId="48E48D0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F5EF1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A09E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F89F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0E8D1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079E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1AD46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110CC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E4F0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BAA20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A3F9A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6D6B4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7967A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</w:tr>
      <w:tr w:rsidR="00D625F6" w:rsidRPr="009E15BC" w14:paraId="19076F8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4178C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817F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B80B4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51F14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62A1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5.61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A9173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AA65F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D49D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61026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65C3E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D9993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A18C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</w:tr>
      <w:tr w:rsidR="00D625F6" w:rsidRPr="009E15BC" w14:paraId="489DD6F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E1E4D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D59C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9C6B0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82BE6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8E7D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731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3B5A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C1E7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94C17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8E32D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0008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00F7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.012</w:t>
            </w:r>
          </w:p>
        </w:tc>
      </w:tr>
      <w:tr w:rsidR="00D625F6" w:rsidRPr="009E15BC" w14:paraId="52AF788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D9FCB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8209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0AC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865AA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0D76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4E13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1B1EF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3F05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7531B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BFA10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52E0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4745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.047</w:t>
            </w:r>
          </w:p>
        </w:tc>
      </w:tr>
      <w:tr w:rsidR="00D625F6" w:rsidRPr="009E15BC" w14:paraId="108E4AF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0C8B6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0C1E4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AFE2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EC17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22AF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6FBE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AB345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C3C8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BC8EF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85F40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AFFB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073F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9E15BC" w14:paraId="03B129B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F877B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D3CA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D54C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AE66F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6FF6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FD18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6F998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2213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15BD9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D935C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B104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B73A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.034</w:t>
            </w:r>
          </w:p>
        </w:tc>
      </w:tr>
      <w:tr w:rsidR="00D625F6" w:rsidRPr="009E15BC" w14:paraId="44B494B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AD721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BF1E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C918B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88526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8BBD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A704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16F50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83A0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658CA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8ECBC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EE0B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F559F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1.66</w:t>
            </w:r>
          </w:p>
        </w:tc>
      </w:tr>
      <w:tr w:rsidR="00D625F6" w:rsidRPr="009E15BC" w14:paraId="477D925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B310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420D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C053D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1ACAF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A7FE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9A1F3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6C9BC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5FEB4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8E4D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07882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BE0A1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54C50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</w:tr>
      <w:tr w:rsidR="00D625F6" w:rsidRPr="009E15BC" w14:paraId="23C9A3B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52359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9E93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3F12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7B578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994EF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37496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C5738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A9FB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DF4F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A8F41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671F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E601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1.19</w:t>
            </w:r>
          </w:p>
        </w:tc>
      </w:tr>
      <w:tr w:rsidR="00D625F6" w:rsidRPr="009E15BC" w14:paraId="34739B9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A1D91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CE9B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FDBF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5B24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052F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25.50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A9961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AF010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856C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5D64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A2E4C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EDE9F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F3866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</w:tr>
      <w:tr w:rsidR="00D625F6" w:rsidRPr="009E15BC" w14:paraId="5A8970B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3BC8D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553E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F8C5F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8E3BC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5B19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A9EEF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00FB1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6BD1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1C3C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04C4A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B5FC4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5B47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9E15BC" w14:paraId="1515ECC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689A0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ABB3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CB24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109D8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35D1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708F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065EA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2AEF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EA4A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0591D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78654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9015B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</w:tr>
      <w:tr w:rsidR="00D625F6" w:rsidRPr="009E15BC" w14:paraId="328C457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97DB7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88CC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D8A14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70EA9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A4AB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1999C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EDFEB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129F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2C7DC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A1D8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AF53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E3BE4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</w:tr>
      <w:tr w:rsidR="00D625F6" w:rsidRPr="009E15BC" w14:paraId="2A49FD9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0A896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0669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CC8D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177A2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75D3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5.12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EE462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C7DAA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D922F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E1474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377E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B1FD3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0ABC1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</w:tr>
      <w:tr w:rsidR="00D625F6" w:rsidRPr="009E15BC" w14:paraId="179B248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2EBC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B8A7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C673A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0EE0A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8EAE5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8374B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E2BDD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57B4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6286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8F5AD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5A3C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9A8F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.058</w:t>
            </w:r>
          </w:p>
        </w:tc>
      </w:tr>
      <w:tr w:rsidR="00D625F6" w:rsidRPr="009E15BC" w14:paraId="1CB8BAB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470C9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7958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032F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FD5D2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A939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CB81D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FE31D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89A5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4D38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4453B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091B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31CE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.134</w:t>
            </w:r>
          </w:p>
        </w:tc>
      </w:tr>
      <w:tr w:rsidR="00D625F6" w:rsidRPr="009E15BC" w14:paraId="724AAAF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EB392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BECB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5DC8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95CF0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F4AB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30F8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8545C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939D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CE6F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6C5C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E0A3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A0BF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9E15BC" w14:paraId="654E345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EDA6B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E165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C98F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4475D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2B79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6.94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AF38D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E492E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A4534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D870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2C92D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C99E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91C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.61</w:t>
            </w:r>
          </w:p>
        </w:tc>
      </w:tr>
      <w:tr w:rsidR="00D625F6" w:rsidRPr="009E15BC" w14:paraId="702A215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C04B2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CCE8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BA47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0AB58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A013F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EA327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60421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549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EB5D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3C20A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7E2E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8BFF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.34</w:t>
            </w:r>
          </w:p>
        </w:tc>
      </w:tr>
      <w:tr w:rsidR="00D625F6" w:rsidRPr="009E15BC" w14:paraId="6EE9C79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E6EBC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AF1A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52E7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572A9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CA3F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B547B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4E866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4525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6CF47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ADF8B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E77A4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0A57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.018</w:t>
            </w:r>
          </w:p>
        </w:tc>
      </w:tr>
      <w:tr w:rsidR="00D625F6" w:rsidRPr="009E15BC" w14:paraId="1A0CB92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AA627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4E5E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5CB67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9167D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0C514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559EB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77B6B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672B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ABA54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B140A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C904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8136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.015</w:t>
            </w:r>
          </w:p>
        </w:tc>
      </w:tr>
      <w:tr w:rsidR="00D625F6" w:rsidRPr="009E15BC" w14:paraId="7C0E7DE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6B359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5C6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5046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5EE14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B646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6EBC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F1105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CD8C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58D6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EA85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C2DF4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BAD2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.111</w:t>
            </w:r>
          </w:p>
        </w:tc>
      </w:tr>
      <w:tr w:rsidR="00D625F6" w:rsidRPr="009E15BC" w14:paraId="04E6EDB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09408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BC8A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D8F0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4C9A6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8B16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BB7C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63FEF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F8A3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64A6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04261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F669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FA98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9E15BC" w14:paraId="27CFBCC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976BE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D2FE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37.10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301A4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2B2E4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5A52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D983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56819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7531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A475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F5C67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88AB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DC01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.09</w:t>
            </w:r>
          </w:p>
        </w:tc>
      </w:tr>
      <w:tr w:rsidR="00D625F6" w:rsidRPr="009E15BC" w14:paraId="325EE72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ADB0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0FA6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3F68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44A3E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0F9C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B052F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2B74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D615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C95A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53CD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B1D6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301F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.057</w:t>
            </w:r>
          </w:p>
        </w:tc>
      </w:tr>
      <w:tr w:rsidR="00D625F6" w:rsidRPr="009E15BC" w14:paraId="50D47F3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774A6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2F33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8BEC5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B8434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B8374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EB456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90DC1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155A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04F92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974B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EB6C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7535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.095</w:t>
            </w:r>
          </w:p>
        </w:tc>
      </w:tr>
      <w:tr w:rsidR="00D625F6" w:rsidRPr="009E15BC" w14:paraId="6FA6132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1C4D7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92DB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CB05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69E3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FF022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C0785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9318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D514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3A672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55048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5D78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9921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.147</w:t>
            </w:r>
          </w:p>
        </w:tc>
      </w:tr>
      <w:tr w:rsidR="00D625F6" w:rsidRPr="009E15BC" w14:paraId="00E261C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8E195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2F01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074F8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44229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AE03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9204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7623C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084F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9EA8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6D4A6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8A018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2B6F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.01</w:t>
            </w:r>
          </w:p>
        </w:tc>
      </w:tr>
      <w:tr w:rsidR="00D625F6" w:rsidRPr="009E15BC" w14:paraId="5E3812A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DB150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80F5F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2958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F2E65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37DB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A584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89BBD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B919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DA92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FC9DC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FE4B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5707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9E15BC" w14:paraId="3C4853F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00B20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79387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39821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00E04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69C1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F539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74A0F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0F8B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372F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DE3FE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499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3CFD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.038</w:t>
            </w:r>
          </w:p>
        </w:tc>
      </w:tr>
      <w:tr w:rsidR="00D625F6" w:rsidRPr="009E15BC" w14:paraId="503E7D8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A6980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E188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F183A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16394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5FE0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E530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3947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2CB0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2CD4A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A673F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7D42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27DB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.06</w:t>
            </w:r>
          </w:p>
        </w:tc>
      </w:tr>
      <w:tr w:rsidR="00D625F6" w:rsidRPr="009E15BC" w14:paraId="46EF47B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24A8F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3115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DE637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5A61E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2BA7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3.69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77078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28941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85E6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A5C7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891B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DCF2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05524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.10</w:t>
            </w:r>
          </w:p>
        </w:tc>
      </w:tr>
      <w:tr w:rsidR="00D625F6" w:rsidRPr="009E15BC" w14:paraId="1FA32CB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A75E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7BF54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3CEDC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3A37D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3DCE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DA84A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DDEB9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62FC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2E311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DE8DB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ADFB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463BE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</w:tr>
      <w:tr w:rsidR="00D625F6" w:rsidRPr="009E15BC" w14:paraId="16C9574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74744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5CCE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3760A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44495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7F7FF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1D2D1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18C52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EAF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238D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BF59D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A498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36A14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.169</w:t>
            </w:r>
          </w:p>
        </w:tc>
      </w:tr>
      <w:tr w:rsidR="00D625F6" w:rsidRPr="009E15BC" w14:paraId="6FCEE44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65313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DEBA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620C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4A4EC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7CCC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79601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2888B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D10B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71C9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18E98" w14:textId="77777777" w:rsidR="00D625F6" w:rsidRPr="009E15B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85C3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6CC0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9E15BC" w14:paraId="3CE789E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8D55A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DE23F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D4ACD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B71FC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0D6B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B1D26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A2ABF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6C97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B992B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FF6A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5BA4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75729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</w:tr>
      <w:tr w:rsidR="00D625F6" w:rsidRPr="009E15BC" w14:paraId="064902F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319C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002B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5EFA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73E65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17E0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F4D6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9A037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43C2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4FD76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C686A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E8E7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C2A8B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</w:tr>
      <w:tr w:rsidR="00D625F6" w:rsidRPr="009E15BC" w14:paraId="2D4D66B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A4B6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FBD2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91FC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499CA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CB05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5471B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5A050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3FE2C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AA10C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112A3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4E9C7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96D29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</w:tr>
      <w:tr w:rsidR="00D625F6" w:rsidRPr="009E15BC" w14:paraId="779A9FD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AED8D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027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469D0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C1E09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9386D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6A2DD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2B619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0D7AA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E74E5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72A64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216D2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24917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</w:tr>
      <w:tr w:rsidR="00D625F6" w:rsidRPr="009E15BC" w14:paraId="5D226FE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1F211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E0214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68CBD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604F3E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CCE573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B4425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C21157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FE89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74B5F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6C484" w14:textId="77777777" w:rsidR="00D625F6" w:rsidRPr="009E15BC" w:rsidRDefault="00D625F6" w:rsidP="00965B31">
            <w:pPr>
              <w:pStyle w:val="tabletext10"/>
              <w:rPr>
                <w:b/>
              </w:rPr>
            </w:pPr>
            <w:r w:rsidRPr="009E15BC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5DBD5E" w14:textId="77777777" w:rsidR="00D625F6" w:rsidRPr="009E15BC" w:rsidRDefault="00D625F6" w:rsidP="00965B31">
            <w:pPr>
              <w:pStyle w:val="tabletext10"/>
              <w:tabs>
                <w:tab w:val="decimal" w:pos="300"/>
              </w:tabs>
            </w:pPr>
            <w:r w:rsidRPr="009E15B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368895" w14:textId="77777777" w:rsidR="00D625F6" w:rsidRPr="009E15BC" w:rsidRDefault="00D625F6" w:rsidP="00965B31">
            <w:pPr>
              <w:pStyle w:val="tabletext10"/>
              <w:jc w:val="center"/>
            </w:pPr>
            <w:r w:rsidRPr="009E15BC">
              <w:t xml:space="preserve"> – </w:t>
            </w:r>
          </w:p>
        </w:tc>
      </w:tr>
      <w:tr w:rsidR="00D625F6" w:rsidRPr="009E15BC" w14:paraId="67024422" w14:textId="77777777" w:rsidTr="00965B31">
        <w:trPr>
          <w:cantSplit/>
        </w:trPr>
        <w:tc>
          <w:tcPr>
            <w:tcW w:w="10080" w:type="dxa"/>
            <w:gridSpan w:val="12"/>
          </w:tcPr>
          <w:p w14:paraId="0D2BDE77" w14:textId="77777777" w:rsidR="00D625F6" w:rsidRPr="009E15BC" w:rsidRDefault="00D625F6" w:rsidP="00965B31">
            <w:pPr>
              <w:pStyle w:val="blocktext1"/>
            </w:pPr>
            <w:bookmarkStart w:id="4" w:name="TableFootnote1"/>
            <w:bookmarkEnd w:id="4"/>
          </w:p>
        </w:tc>
      </w:tr>
      <w:tr w:rsidR="00D625F6" w:rsidRPr="009E15BC" w14:paraId="67BC26B7" w14:textId="77777777" w:rsidTr="00965B31">
        <w:trPr>
          <w:cantSplit/>
        </w:trPr>
        <w:tc>
          <w:tcPr>
            <w:tcW w:w="10080" w:type="dxa"/>
            <w:gridSpan w:val="12"/>
          </w:tcPr>
          <w:p w14:paraId="5CFCC270" w14:textId="77777777" w:rsidR="00D625F6" w:rsidRPr="009E15BC" w:rsidRDefault="00D625F6" w:rsidP="00965B31">
            <w:pPr>
              <w:pStyle w:val="blocktext1"/>
            </w:pPr>
            <w:bookmarkStart w:id="5" w:name="KentuckyFootnote"/>
            <w:bookmarkEnd w:id="5"/>
          </w:p>
        </w:tc>
      </w:tr>
    </w:tbl>
    <w:p w14:paraId="38262721" w14:textId="77777777" w:rsidR="00D625F6" w:rsidRPr="009E15BC" w:rsidRDefault="00D625F6" w:rsidP="00D625F6">
      <w:pPr>
        <w:pStyle w:val="isonormal"/>
      </w:pPr>
    </w:p>
    <w:p w14:paraId="1EDAE866" w14:textId="77777777" w:rsidR="00D625F6" w:rsidRDefault="00D625F6" w:rsidP="00D625F6">
      <w:pPr>
        <w:pStyle w:val="isonormal"/>
        <w:sectPr w:rsidR="00D625F6" w:rsidSect="00D625F6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C058AD" w14:paraId="0B070524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245A7" w14:textId="77777777" w:rsidR="00D625F6" w:rsidRPr="00C058AD" w:rsidRDefault="00D625F6" w:rsidP="00965B31">
            <w:pPr>
              <w:pStyle w:val="tablehead"/>
            </w:pPr>
            <w:r w:rsidRPr="00C058AD">
              <w:lastRenderedPageBreak/>
              <w:t>$100,000/200,000 BASIC LIMIT OCCURRENCE</w:t>
            </w:r>
            <w:r w:rsidRPr="00C058AD">
              <w:br/>
              <w:t>Premises/Operations (Prem/Ops) (Subline Code 334) Territory 501</w:t>
            </w:r>
            <w:r w:rsidRPr="00C058AD">
              <w:br/>
              <w:t>Products/Completed Operations (Prod/COps)</w:t>
            </w:r>
            <w:r w:rsidRPr="00C058AD">
              <w:tab/>
              <w:t xml:space="preserve">(Subline Code 336) Entire State Territory 999 </w:t>
            </w:r>
          </w:p>
        </w:tc>
      </w:tr>
      <w:tr w:rsidR="00D625F6" w:rsidRPr="00C058AD" w14:paraId="4BE5211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5CF804" w14:textId="77777777" w:rsidR="00D625F6" w:rsidRPr="00C058AD" w:rsidRDefault="00D625F6" w:rsidP="00965B31">
            <w:pPr>
              <w:pStyle w:val="tablehead"/>
            </w:pPr>
            <w:r w:rsidRPr="00C058AD">
              <w:t>Class</w:t>
            </w:r>
            <w:r w:rsidRPr="00C058A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3854D" w14:textId="77777777" w:rsidR="00D625F6" w:rsidRPr="00C058AD" w:rsidRDefault="00D625F6" w:rsidP="00965B31">
            <w:pPr>
              <w:pStyle w:val="tablehead"/>
            </w:pPr>
            <w:r w:rsidRPr="00C058AD">
              <w:t>Prem/</w:t>
            </w:r>
            <w:r w:rsidRPr="00C058A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3D9845" w14:textId="77777777" w:rsidR="00D625F6" w:rsidRPr="00C058AD" w:rsidRDefault="00D625F6" w:rsidP="00965B31">
            <w:pPr>
              <w:pStyle w:val="tablehead"/>
            </w:pPr>
            <w:r w:rsidRPr="00C058AD">
              <w:t>Prod/</w:t>
            </w:r>
            <w:r w:rsidRPr="00C058A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73282" w14:textId="77777777" w:rsidR="00D625F6" w:rsidRPr="00C058AD" w:rsidRDefault="00D625F6" w:rsidP="00965B31">
            <w:pPr>
              <w:pStyle w:val="tablehead"/>
            </w:pPr>
            <w:r w:rsidRPr="00C058AD">
              <w:t>Class</w:t>
            </w:r>
            <w:r w:rsidRPr="00C058A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297BD8" w14:textId="77777777" w:rsidR="00D625F6" w:rsidRPr="00C058AD" w:rsidRDefault="00D625F6" w:rsidP="00965B31">
            <w:pPr>
              <w:pStyle w:val="tablehead"/>
            </w:pPr>
            <w:r w:rsidRPr="00C058AD">
              <w:t>Prem/</w:t>
            </w:r>
            <w:r w:rsidRPr="00C058A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0F4CB" w14:textId="77777777" w:rsidR="00D625F6" w:rsidRPr="00C058AD" w:rsidRDefault="00D625F6" w:rsidP="00965B31">
            <w:pPr>
              <w:pStyle w:val="tablehead"/>
            </w:pPr>
            <w:r w:rsidRPr="00C058AD">
              <w:t>Prod/</w:t>
            </w:r>
            <w:r w:rsidRPr="00C058A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3BFC2B" w14:textId="77777777" w:rsidR="00D625F6" w:rsidRPr="00C058AD" w:rsidRDefault="00D625F6" w:rsidP="00965B31">
            <w:pPr>
              <w:pStyle w:val="tablehead"/>
            </w:pPr>
            <w:r w:rsidRPr="00C058AD">
              <w:t>Class</w:t>
            </w:r>
            <w:r w:rsidRPr="00C058A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5D12B" w14:textId="77777777" w:rsidR="00D625F6" w:rsidRPr="00C058AD" w:rsidRDefault="00D625F6" w:rsidP="00965B31">
            <w:pPr>
              <w:pStyle w:val="tablehead"/>
            </w:pPr>
            <w:r w:rsidRPr="00C058AD">
              <w:t>Prem/</w:t>
            </w:r>
            <w:r w:rsidRPr="00C058A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762667" w14:textId="77777777" w:rsidR="00D625F6" w:rsidRPr="00C058AD" w:rsidRDefault="00D625F6" w:rsidP="00965B31">
            <w:pPr>
              <w:pStyle w:val="tablehead"/>
            </w:pPr>
            <w:r w:rsidRPr="00C058AD">
              <w:t>Prod/</w:t>
            </w:r>
            <w:r w:rsidRPr="00C058A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C17B5" w14:textId="77777777" w:rsidR="00D625F6" w:rsidRPr="00C058AD" w:rsidRDefault="00D625F6" w:rsidP="00965B31">
            <w:pPr>
              <w:pStyle w:val="tablehead"/>
            </w:pPr>
            <w:r w:rsidRPr="00C058AD">
              <w:t>Class</w:t>
            </w:r>
            <w:r w:rsidRPr="00C058A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164FDF" w14:textId="77777777" w:rsidR="00D625F6" w:rsidRPr="00C058AD" w:rsidRDefault="00D625F6" w:rsidP="00965B31">
            <w:pPr>
              <w:pStyle w:val="tablehead"/>
            </w:pPr>
            <w:r w:rsidRPr="00C058AD">
              <w:t>Prem/</w:t>
            </w:r>
            <w:r w:rsidRPr="00C058A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30509" w14:textId="77777777" w:rsidR="00D625F6" w:rsidRPr="00C058AD" w:rsidRDefault="00D625F6" w:rsidP="00965B31">
            <w:pPr>
              <w:pStyle w:val="tablehead"/>
            </w:pPr>
            <w:r w:rsidRPr="00C058AD">
              <w:t>Prod/</w:t>
            </w:r>
            <w:r w:rsidRPr="00C058AD">
              <w:br/>
              <w:t>Cops</w:t>
            </w:r>
          </w:p>
        </w:tc>
      </w:tr>
      <w:tr w:rsidR="00D625F6" w:rsidRPr="00C058AD" w14:paraId="4B14840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3E5CC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3868B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D6E9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9815B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477D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6.13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76A93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0449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4681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A1145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578E2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B3078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F588B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69612AB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97E25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9327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22E7D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E45C7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7D15D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7B01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BD50D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91404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18B15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1963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CE158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54.60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E89B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489D940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FC4D5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EF4E0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4F285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8942F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9ADF0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28203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2A547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B55C2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5B977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8B05E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2F17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35.10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58074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0D1975C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542C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FFC39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C036D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C5BF2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0033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9416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005FB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2530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86CD8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45583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1618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730D7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5B110B3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9478A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A3B98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D147A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7797E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CA334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DBFDC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616B8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2425F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912D2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3FA1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7C0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813EB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2C10E5E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92071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E5D8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5D828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5C83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3C93B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BCCC0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AC64E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66F30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4378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37E54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2242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19228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058AD" w14:paraId="0F261B9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0421C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DD5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B98FD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8E19A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3938E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09AC9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EDD38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9A322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41782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6ACFE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77327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61B5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6EF92FB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E6573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6B995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A4392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F2BF3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6097B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6856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9AD51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AECE5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ED95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3E73F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B282A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0A9A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0D9865F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7E388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0BBD7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2DC01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EF55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708C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8DC5D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AB15A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2B42B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6B3B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9EC2B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6025E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59455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6FB9022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C431E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7AAF1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5BF9B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49844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24564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CDB41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422DB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A080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28733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99222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7FDB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C32E4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66E94BA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4B49D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BD1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FA480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67C1F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47EE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4AB32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88A30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A1200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17D8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9F46B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28C40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B7C38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44A25C7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93C29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5C497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3AA9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39B73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F60A4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B79E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146CC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5E7C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AD905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49971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F4B02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D6617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058AD" w14:paraId="723207D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13DF5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2B0D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774AA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34C96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E047D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EFBC3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D4532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49BC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A056D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F0D67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1E3F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23E5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1FEF423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4BD46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DD004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1FC0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E5276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E625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08065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A9123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EBBA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23B55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AE5F3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46C5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D80B3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53E22D2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C4D77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49005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5D5B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5061B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802D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2B5F2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AE0B3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B206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7B09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D82B7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C90B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56.20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91F4A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32801BA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A1D43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157B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0345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EF44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8B38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B57B9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1285A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5DDDD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D209C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8B26C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1CA7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894D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4B8C402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09BFE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D5B6E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9640E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01F70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2E7E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83994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5AB86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1F578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2C280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9467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5D61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3CDD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5C9E0DA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678A7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F7FF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E57F8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18204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57A6B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61FB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C2001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47C8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A7A1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BD5BF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DC1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F918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058AD" w14:paraId="4658EFA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FA3CE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BD64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81D5D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B3BC6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0DD3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463D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74AE1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08BC8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F3CAA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72AC2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04EF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2F2CA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63359D0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F6D7A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7D2E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31C92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BE468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63BA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C4A25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52F4D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4903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D4F65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B9F32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7224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44.60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A9A7E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56DE403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6EE4A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05C4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20ADB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74A54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B390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7AA72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29648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C0AD7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8CD4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7B0F2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C2ECD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51.40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C1DC0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1626678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171CB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731FD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5AE6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1344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FA032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1898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631D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32D05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2F4D5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744F5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D199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C4EC4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626C76F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F8ED2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6FF22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683F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1283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0BA7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F5EE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96AD6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46B2F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0C2F1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35B5D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4C10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DCC89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1F5451A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BC6DA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88817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9AD9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5BF37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58BC0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F3EC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960FF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AC94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8EDA0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119D9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96417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17A0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058AD" w14:paraId="2ED5F4D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DCAC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9370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1796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BA36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8CD0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F911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DF4B4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14C99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44DB1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55D6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D646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0B1E9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2F0A04E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F851F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2D10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8C59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019FA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15E8B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4C25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0D7F3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97CA3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F609E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A5A5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8F71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B7F93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4211547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B6F08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F609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892A3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49A3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BC48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093B0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EBCF2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3935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83B28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26377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EC8B0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5D67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4724EBE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347A2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FCDE0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9AA72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CA75D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D845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4.26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B94B7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4FB6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DB732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9E104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A2700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70EF5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58C52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4B44E1C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B972C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3560B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89C90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B45D6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2F09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4C67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FB05D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D8912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0549A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A6DD1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3A48C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5C7C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3F43EC7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67C3D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0E0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ACB0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9BCF8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3588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8E69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453F5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58A9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2794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28781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5585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B2B2B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058AD" w14:paraId="7B368BD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41F0C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7EC9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B7561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2E9FF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7BAB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311F0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41003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7052D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E7121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6DA66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56BF9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BFF1B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7F9C017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0B46A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62E9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5EF82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21EDA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655C2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4AEAB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DC2FF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6143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6431F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9D8CC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EF075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BBD5B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4767F20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1B915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6159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7668D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5EC24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0EE67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6D0A4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EFAA5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26854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936EE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2F2F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81F6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9798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0B0EFCE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DDDF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97FF7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EC66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1711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4CE5B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D312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48D6D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24EA9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08EDA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4F26C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5000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80.40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F3B33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0BAF54A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80633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2B0C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4FC3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BB03B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4856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E7C3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FFB82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0868A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62D94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F719D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66EA0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EBAC1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</w:tr>
      <w:tr w:rsidR="00D625F6" w:rsidRPr="00C058AD" w14:paraId="338C2D4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F8300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18C4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ECA7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944AA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C120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BD86D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AB78D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0498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2A24D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95C63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9F18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4487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058AD" w14:paraId="5160871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20444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A67C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B937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5C866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5CE6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C9EC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45C9D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1B37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339.00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F0AE4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18FD0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7073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D7F7B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0AE1E04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B95C2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D1ED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54FE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778C2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07F8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8F16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0C477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E0C34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67.10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7143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F35FC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6BA4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CBF8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2263692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6E9E1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128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EFBA5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8B5AB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E3AF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8C10B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27606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69268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B6B88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932BF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AA45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CED9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495774D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52ECB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0FBB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63AE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EA76F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9F5E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CBCE5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78CB0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CFA3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7748E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F5981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9959C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D634E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4645C56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9225C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7F23F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3807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30F8D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8781B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45C28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034C9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5DD1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F5535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49F48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F5C82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CA86A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6034B2A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29A31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23639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6FC40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81164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029F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75760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FEBDF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8965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D4B25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8B0B9" w14:textId="77777777" w:rsidR="00D625F6" w:rsidRPr="00C058A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05A5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75B4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058AD" w14:paraId="2C2E88A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70CBB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04E2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22CEB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2008B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BD825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FE2D4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D9B43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A0E51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3FD04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E2FCA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C07BC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9.37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1AFB5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22400ED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C1BC0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13C0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81FD2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9A850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AC38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CE4CB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22126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EB41A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44.70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028AF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56FE2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1EE52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082A0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2FB8315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70CDB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4D57E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F3BDB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82EC8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7698D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91738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CA6BE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5BA5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A6410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D862A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0D69F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651AE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3A9EAF4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A9C9E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73F73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A07C1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83D06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9D4B6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2398A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61A6F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C9C0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891C7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D86FE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06FF4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3A786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0FAC51C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5EF8E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2B41B77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8E67E4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34707F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CC7A60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F7E3B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1A709A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EB59C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6A10A3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D3DDF" w14:textId="77777777" w:rsidR="00D625F6" w:rsidRPr="00C058AD" w:rsidRDefault="00D625F6" w:rsidP="00965B31">
            <w:pPr>
              <w:pStyle w:val="tabletext10"/>
              <w:rPr>
                <w:b/>
              </w:rPr>
            </w:pPr>
            <w:r w:rsidRPr="00C058A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0B42D7" w14:textId="77777777" w:rsidR="00D625F6" w:rsidRPr="00C058AD" w:rsidRDefault="00D625F6" w:rsidP="00965B31">
            <w:pPr>
              <w:pStyle w:val="tabletext10"/>
              <w:tabs>
                <w:tab w:val="decimal" w:pos="300"/>
              </w:tabs>
            </w:pPr>
            <w:r w:rsidRPr="00C058AD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10201A" w14:textId="77777777" w:rsidR="00D625F6" w:rsidRPr="00C058AD" w:rsidRDefault="00D625F6" w:rsidP="00965B31">
            <w:pPr>
              <w:pStyle w:val="tabletext10"/>
              <w:jc w:val="center"/>
            </w:pPr>
            <w:r w:rsidRPr="00C058AD">
              <w:t xml:space="preserve"> – </w:t>
            </w:r>
          </w:p>
        </w:tc>
      </w:tr>
      <w:tr w:rsidR="00D625F6" w:rsidRPr="00C058AD" w14:paraId="6178CDDF" w14:textId="77777777" w:rsidTr="00965B31">
        <w:trPr>
          <w:cantSplit/>
        </w:trPr>
        <w:tc>
          <w:tcPr>
            <w:tcW w:w="10080" w:type="dxa"/>
            <w:gridSpan w:val="12"/>
          </w:tcPr>
          <w:p w14:paraId="60CADC78" w14:textId="77777777" w:rsidR="00D625F6" w:rsidRPr="00C058AD" w:rsidRDefault="00D625F6" w:rsidP="00965B31">
            <w:pPr>
              <w:pStyle w:val="blocktext1"/>
            </w:pPr>
          </w:p>
        </w:tc>
      </w:tr>
      <w:tr w:rsidR="00D625F6" w:rsidRPr="00C058AD" w14:paraId="02ED09E1" w14:textId="77777777" w:rsidTr="00965B31">
        <w:trPr>
          <w:cantSplit/>
        </w:trPr>
        <w:tc>
          <w:tcPr>
            <w:tcW w:w="10080" w:type="dxa"/>
            <w:gridSpan w:val="12"/>
          </w:tcPr>
          <w:p w14:paraId="727EBB86" w14:textId="77777777" w:rsidR="00D625F6" w:rsidRPr="00C058AD" w:rsidRDefault="00D625F6" w:rsidP="00965B31">
            <w:pPr>
              <w:pStyle w:val="blocktext1"/>
            </w:pPr>
          </w:p>
        </w:tc>
      </w:tr>
    </w:tbl>
    <w:p w14:paraId="5AA0BC80" w14:textId="77777777" w:rsidR="00D625F6" w:rsidRPr="00C058AD" w:rsidRDefault="00D625F6" w:rsidP="00D625F6">
      <w:pPr>
        <w:pStyle w:val="isonormal"/>
      </w:pPr>
    </w:p>
    <w:p w14:paraId="5D869002" w14:textId="77777777" w:rsidR="00D625F6" w:rsidRDefault="00D625F6" w:rsidP="00D625F6">
      <w:pPr>
        <w:pStyle w:val="isonormal"/>
        <w:sectPr w:rsidR="00D625F6" w:rsidSect="00D625F6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943829" w14:paraId="1E5E327B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F96F0" w14:textId="77777777" w:rsidR="00D625F6" w:rsidRPr="00943829" w:rsidRDefault="00D625F6" w:rsidP="00965B31">
            <w:pPr>
              <w:pStyle w:val="tablehead"/>
            </w:pPr>
            <w:r w:rsidRPr="00943829">
              <w:lastRenderedPageBreak/>
              <w:t>$100,000/200,000 BASIC LIMIT OCCURRENCE</w:t>
            </w:r>
            <w:r w:rsidRPr="00943829">
              <w:br/>
              <w:t>Premises/Operations (Prem/Ops) (Subline Code 334) Territory 501</w:t>
            </w:r>
            <w:r w:rsidRPr="00943829">
              <w:br/>
              <w:t>Products/Completed Operations (Prod/COps)</w:t>
            </w:r>
            <w:r w:rsidRPr="00943829">
              <w:tab/>
              <w:t xml:space="preserve">(Subline Code 336) Entire State Territory 999 </w:t>
            </w:r>
          </w:p>
        </w:tc>
      </w:tr>
      <w:tr w:rsidR="00D625F6" w:rsidRPr="00943829" w14:paraId="3358DED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C3627E" w14:textId="77777777" w:rsidR="00D625F6" w:rsidRPr="00943829" w:rsidRDefault="00D625F6" w:rsidP="00965B31">
            <w:pPr>
              <w:pStyle w:val="tablehead"/>
            </w:pPr>
            <w:r w:rsidRPr="00943829">
              <w:t>Class</w:t>
            </w:r>
            <w:r w:rsidRPr="009438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62C07" w14:textId="77777777" w:rsidR="00D625F6" w:rsidRPr="00943829" w:rsidRDefault="00D625F6" w:rsidP="00965B31">
            <w:pPr>
              <w:pStyle w:val="tablehead"/>
            </w:pPr>
            <w:r w:rsidRPr="00943829">
              <w:t>Prem/</w:t>
            </w:r>
            <w:r w:rsidRPr="009438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F3E17C" w14:textId="77777777" w:rsidR="00D625F6" w:rsidRPr="00943829" w:rsidRDefault="00D625F6" w:rsidP="00965B31">
            <w:pPr>
              <w:pStyle w:val="tablehead"/>
            </w:pPr>
            <w:r w:rsidRPr="00943829">
              <w:t>Prod/</w:t>
            </w:r>
            <w:r w:rsidRPr="009438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E1CD4" w14:textId="77777777" w:rsidR="00D625F6" w:rsidRPr="00943829" w:rsidRDefault="00D625F6" w:rsidP="00965B31">
            <w:pPr>
              <w:pStyle w:val="tablehead"/>
            </w:pPr>
            <w:r w:rsidRPr="00943829">
              <w:t>Class</w:t>
            </w:r>
            <w:r w:rsidRPr="009438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44AF21" w14:textId="77777777" w:rsidR="00D625F6" w:rsidRPr="00943829" w:rsidRDefault="00D625F6" w:rsidP="00965B31">
            <w:pPr>
              <w:pStyle w:val="tablehead"/>
            </w:pPr>
            <w:r w:rsidRPr="00943829">
              <w:t>Prem/</w:t>
            </w:r>
            <w:r w:rsidRPr="009438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F7515" w14:textId="77777777" w:rsidR="00D625F6" w:rsidRPr="00943829" w:rsidRDefault="00D625F6" w:rsidP="00965B31">
            <w:pPr>
              <w:pStyle w:val="tablehead"/>
            </w:pPr>
            <w:r w:rsidRPr="00943829">
              <w:t>Prod/</w:t>
            </w:r>
            <w:r w:rsidRPr="0094382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3B7647" w14:textId="77777777" w:rsidR="00D625F6" w:rsidRPr="00943829" w:rsidRDefault="00D625F6" w:rsidP="00965B31">
            <w:pPr>
              <w:pStyle w:val="tablehead"/>
            </w:pPr>
            <w:r w:rsidRPr="00943829">
              <w:t>Class</w:t>
            </w:r>
            <w:r w:rsidRPr="009438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55EDB" w14:textId="77777777" w:rsidR="00D625F6" w:rsidRPr="00943829" w:rsidRDefault="00D625F6" w:rsidP="00965B31">
            <w:pPr>
              <w:pStyle w:val="tablehead"/>
            </w:pPr>
            <w:r w:rsidRPr="00943829">
              <w:t>Prem/</w:t>
            </w:r>
            <w:r w:rsidRPr="009438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84C1F6" w14:textId="77777777" w:rsidR="00D625F6" w:rsidRPr="00943829" w:rsidRDefault="00D625F6" w:rsidP="00965B31">
            <w:pPr>
              <w:pStyle w:val="tablehead"/>
            </w:pPr>
            <w:r w:rsidRPr="00943829">
              <w:t>Prod/</w:t>
            </w:r>
            <w:r w:rsidRPr="009438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1E25E" w14:textId="77777777" w:rsidR="00D625F6" w:rsidRPr="00943829" w:rsidRDefault="00D625F6" w:rsidP="00965B31">
            <w:pPr>
              <w:pStyle w:val="tablehead"/>
            </w:pPr>
            <w:r w:rsidRPr="00943829">
              <w:t>Class</w:t>
            </w:r>
            <w:r w:rsidRPr="009438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260E7D" w14:textId="77777777" w:rsidR="00D625F6" w:rsidRPr="00943829" w:rsidRDefault="00D625F6" w:rsidP="00965B31">
            <w:pPr>
              <w:pStyle w:val="tablehead"/>
            </w:pPr>
            <w:r w:rsidRPr="00943829">
              <w:t>Prem/</w:t>
            </w:r>
            <w:r w:rsidRPr="009438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678E6" w14:textId="77777777" w:rsidR="00D625F6" w:rsidRPr="00943829" w:rsidRDefault="00D625F6" w:rsidP="00965B31">
            <w:pPr>
              <w:pStyle w:val="tablehead"/>
            </w:pPr>
            <w:r w:rsidRPr="00943829">
              <w:t>Prod/</w:t>
            </w:r>
            <w:r w:rsidRPr="00943829">
              <w:br/>
              <w:t>Cops</w:t>
            </w:r>
          </w:p>
        </w:tc>
      </w:tr>
      <w:tr w:rsidR="00D625F6" w:rsidRPr="00943829" w14:paraId="32A55F0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94B98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60B98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785F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BDE21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559B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F0D5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F568A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7ABBF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4A065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A0CA5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3FA7F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DAAFD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6BA721C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CB49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57727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8DF8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3CEAD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CA920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1082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22CEA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1CCB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6B1A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9A67D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4CEF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3E2F7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792C749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6C50E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258C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43742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8D9F0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D8270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1C9A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1994E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3216C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60F25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FA8EC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06591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51AA8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18A810F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20785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4F8F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3FD69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8487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211A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BE8A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8C588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E9FBE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2EB60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CBA49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3586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2ADF2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756D187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02E86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58D24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47C5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F36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1133B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BA397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F9394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D3F5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3339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ED291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CCD4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EDE2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6C842E3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08410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75D50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3978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84114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5507D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DBC67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191F7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95C56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84481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8F895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53F61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D1825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943829" w14:paraId="4BDEF87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DD311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6F9FC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104F8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8A8CA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00940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139.00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FBB1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9F98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5F659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8936B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C369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79DC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C50A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25D6417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E2F44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8153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31D87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07427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4A0CF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90.00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9F839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46014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689AD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42.40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C9B58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047BA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C6C5B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5CB5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4867005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B286F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B03DE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01172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A2C4A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1DF9B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C3D82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09C56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A6F99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8310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E8BEC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AD298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7.59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E06C8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63B2A6B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1A11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DFCF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7D5AE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D20A4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A28C5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AC45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B0EF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A70DA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8217B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92DB1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AE07A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8.48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287D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2F5678C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373E8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25D8E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56.10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D4FF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70E42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AC8BA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7.64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35DBD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FF127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348AC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7D0B7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EDB57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170CB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13EF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5FBBBC4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4A35E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C19A6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E09B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51FA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6E27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A2EB8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F13A0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09F3E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9D74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3A843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AEF68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F0CD3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943829" w14:paraId="6AD118A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34F9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1B64B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0B94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7E650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B51B7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AE4B2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46D6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53805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280.00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2F57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0251C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C6A3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32E39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353C391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C61C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F699A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229.00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32B3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D9087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E8A0C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2C3B3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AA5F5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D927B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9306D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3CB3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711E9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8.93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6DBD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33A7503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728D4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6486D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194.00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5374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70CD7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470B8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509CD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5D7D6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608D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54.70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D8FED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72196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02A97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9.37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EDE6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6B3DB6F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D214D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3603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EDE4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1D110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E1E0B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34D8E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33E51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A7B53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9E71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2F8DA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1B66F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0A81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1A30D89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0696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7BE06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1DBD3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AF9D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015FB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82CB4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7CC29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00168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2DBAE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28771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2BCD0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24B5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440D4D2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1009A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0EA30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50FE6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FC9EF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2DECB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9ED15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92895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68976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44996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D18A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E7101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1ECFC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943829" w14:paraId="18F2516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671B7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5666E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7417B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7FC5F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9CFE7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9D9D0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5D502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97C66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64A9E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96916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15B17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73.30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062FD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617207B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15C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4A8A9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75EE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048A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F8010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42.90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0C06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1FA0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274E7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B93F8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84099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30D90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C414E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3075F47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7155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ECE20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69264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AEE5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5EADA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82.10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F7B0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04AA2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C096F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2C65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F9102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AC34F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36F68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329F9A2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FA96F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3D00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F978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59FE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3B2FC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85.00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6607D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06776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E01B7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4C06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5A05C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5AFB5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46.60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28044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6852992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A1D2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C147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CA5A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B978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05DFF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99.30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2DE93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16632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A803A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9.66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618C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12664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AA897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26FA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21A2025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B8467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3459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0F04C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F49A2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8A445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2AB6E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775ED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3CC35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DCF3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25EA4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5C399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D8E8A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943829" w14:paraId="7E02173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FFAD9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748B9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DBEA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786D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C200C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82.30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64C91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43935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37A9F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413D4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9A5B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69D4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C205B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64EBCC2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0FF0E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59BE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B6C6D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B5435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A617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65.00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95DB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CB5EE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C48C0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208.00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FB45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5FEC4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B6F89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29571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7E69BD0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374D8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64E4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68C8D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B0059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92B61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1E1F0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5626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D7F7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07F01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523BA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872A8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379EF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4BC102F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5DBCF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E706F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C432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9913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5384A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105.00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D16A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B8946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DEC2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9E7C4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D223F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78EC6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81.90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D0B22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0A0CF11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AF7D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2216F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9799D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B5128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52C32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D4AA4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52C34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D8A54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07E47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92164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CAA0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4390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06F6FCF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A3C53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919BD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D3C7B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605D6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AC3B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2858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8EA8C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AF5A5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E8D4A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F1B42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5A8D7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B0F4E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943829" w14:paraId="1C5B1FB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2D968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B5089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D64DF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39555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49AF2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9112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4CE55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C4468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92619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7382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28E1B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27C6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</w:tr>
      <w:tr w:rsidR="00D625F6" w:rsidRPr="00943829" w14:paraId="55E8960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B531D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077DE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3750F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EB290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530A8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857B3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9507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1727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071AE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5FA21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9764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AE3F9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519376B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185AE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241F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8C3AB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76065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9E466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BF180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C8A2E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DAF8C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63.80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4677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27017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2E1BF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B297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577FC4B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EA101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3584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DE552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352AE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7B986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51B20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E8579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34D8B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2BE7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297F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C3DB0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75EE2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698FAA6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983CE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256F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44F9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F41A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955A7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790B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81E18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74621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A176F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E70C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99C8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62FAB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78C343F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93837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E670D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44C17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7FD9F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9B2D9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F12DD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36EA4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878EC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3CC9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C1140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E82AB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7995D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943829" w14:paraId="56ADBD4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29FD5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AB793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14C5B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B239D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20EBB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C0DD3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B3517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07A3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E498F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ACC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CA48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1F12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7829FE4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2877C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47937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AEC4E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81E17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7233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E93B3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52600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F9E07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E25B8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9E002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3703C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358.00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5A0E2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6AE5419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DC801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ECE43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BE2F1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E021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39563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6A6B2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5C930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41E11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22DA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EDB81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7AA4B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CF590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6A5A213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24B78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6201E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B23E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CF1EA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98329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59.60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99E21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4107D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93D3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F1EF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46A82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E993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B78E8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0591CBB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91905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186B8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A19A2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63F0F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DE8CE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9162F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4B968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98453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6512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4E9EA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E832F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B7F5D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5763AAB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1A093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9EEE0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DAEF0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D0370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9866C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6D9EA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2C96F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A8F4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C5568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55C89" w14:textId="77777777" w:rsidR="00D625F6" w:rsidRPr="0094382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BC106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8C11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943829" w14:paraId="05E9BBD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97D96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39912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F62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6C287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1B41F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7E580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C29F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34AC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90198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F18B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A928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A3AAC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69AF0E2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7FB66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5F27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358F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2154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030F7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335F7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A3FF4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42F35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3ED9B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F15C6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304D3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61.60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CFFD3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0C72EE3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ED976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98843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D710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692C1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8D55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D8C00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0BF95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279F7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DD378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67B28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FA232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56.10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E2AF6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7FA970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8AAF0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28A90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A73D4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A6AB9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D2BD4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717C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88DED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9AC5E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228.00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661DF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58C0A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A4846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3B451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.36</w:t>
            </w:r>
          </w:p>
        </w:tc>
      </w:tr>
      <w:tr w:rsidR="00D625F6" w:rsidRPr="00943829" w14:paraId="20C4A75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42583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5FD98C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29AA3A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7428CC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4DD6A6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09584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E4C26B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35811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564BCE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7108D" w14:textId="77777777" w:rsidR="00D625F6" w:rsidRPr="00943829" w:rsidRDefault="00D625F6" w:rsidP="00965B31">
            <w:pPr>
              <w:pStyle w:val="tabletext10"/>
              <w:rPr>
                <w:b/>
              </w:rPr>
            </w:pPr>
            <w:r w:rsidRPr="00943829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32CEA8" w14:textId="77777777" w:rsidR="00D625F6" w:rsidRPr="00943829" w:rsidRDefault="00D625F6" w:rsidP="00965B31">
            <w:pPr>
              <w:pStyle w:val="tabletext10"/>
              <w:tabs>
                <w:tab w:val="decimal" w:pos="300"/>
              </w:tabs>
            </w:pPr>
            <w:r w:rsidRPr="00943829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2EF047" w14:textId="77777777" w:rsidR="00D625F6" w:rsidRPr="00943829" w:rsidRDefault="00D625F6" w:rsidP="00965B31">
            <w:pPr>
              <w:pStyle w:val="tabletext10"/>
              <w:jc w:val="center"/>
            </w:pPr>
            <w:r w:rsidRPr="00943829">
              <w:t xml:space="preserve"> – </w:t>
            </w:r>
          </w:p>
        </w:tc>
      </w:tr>
      <w:tr w:rsidR="00D625F6" w:rsidRPr="00943829" w14:paraId="4B34BC41" w14:textId="77777777" w:rsidTr="00965B31">
        <w:trPr>
          <w:cantSplit/>
        </w:trPr>
        <w:tc>
          <w:tcPr>
            <w:tcW w:w="10080" w:type="dxa"/>
            <w:gridSpan w:val="12"/>
          </w:tcPr>
          <w:p w14:paraId="33547C63" w14:textId="77777777" w:rsidR="00D625F6" w:rsidRPr="00943829" w:rsidRDefault="00D625F6" w:rsidP="00965B31">
            <w:pPr>
              <w:pStyle w:val="blocktext1"/>
            </w:pPr>
          </w:p>
        </w:tc>
      </w:tr>
      <w:tr w:rsidR="00D625F6" w:rsidRPr="00943829" w14:paraId="0B3B92F7" w14:textId="77777777" w:rsidTr="00965B31">
        <w:trPr>
          <w:cantSplit/>
        </w:trPr>
        <w:tc>
          <w:tcPr>
            <w:tcW w:w="10080" w:type="dxa"/>
            <w:gridSpan w:val="12"/>
          </w:tcPr>
          <w:p w14:paraId="4126DEBB" w14:textId="77777777" w:rsidR="00D625F6" w:rsidRPr="00943829" w:rsidRDefault="00D625F6" w:rsidP="00965B31">
            <w:pPr>
              <w:pStyle w:val="blocktext1"/>
            </w:pPr>
          </w:p>
        </w:tc>
      </w:tr>
    </w:tbl>
    <w:p w14:paraId="0781B7D8" w14:textId="77777777" w:rsidR="00D625F6" w:rsidRPr="00943829" w:rsidRDefault="00D625F6" w:rsidP="00D625F6">
      <w:pPr>
        <w:pStyle w:val="isonormal"/>
      </w:pPr>
    </w:p>
    <w:p w14:paraId="71F8CC91" w14:textId="77777777" w:rsidR="00D625F6" w:rsidRDefault="00D625F6" w:rsidP="00D625F6">
      <w:pPr>
        <w:pStyle w:val="isonormal"/>
        <w:sectPr w:rsidR="00D625F6" w:rsidSect="00D625F6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084712" w14:paraId="79939324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CBDA0" w14:textId="77777777" w:rsidR="00D625F6" w:rsidRPr="00084712" w:rsidRDefault="00D625F6" w:rsidP="00965B31">
            <w:pPr>
              <w:pStyle w:val="tablehead"/>
            </w:pPr>
            <w:r w:rsidRPr="00084712">
              <w:lastRenderedPageBreak/>
              <w:t>$100,000/200,000 BASIC LIMIT OCCURRENCE</w:t>
            </w:r>
            <w:r w:rsidRPr="00084712">
              <w:br/>
              <w:t>Premises/Operations (Prem/Ops) (Subline Code 334) Territory 501</w:t>
            </w:r>
            <w:r w:rsidRPr="00084712">
              <w:br/>
              <w:t>Products/Completed Operations (Prod/COps)</w:t>
            </w:r>
            <w:r w:rsidRPr="00084712">
              <w:tab/>
              <w:t xml:space="preserve">(Subline Code 336) Entire State Territory 999 </w:t>
            </w:r>
          </w:p>
        </w:tc>
      </w:tr>
      <w:tr w:rsidR="00D625F6" w:rsidRPr="00084712" w14:paraId="4C1BEDC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80BB33" w14:textId="77777777" w:rsidR="00D625F6" w:rsidRPr="00084712" w:rsidRDefault="00D625F6" w:rsidP="00965B31">
            <w:pPr>
              <w:pStyle w:val="tablehead"/>
            </w:pPr>
            <w:r w:rsidRPr="00084712">
              <w:t>Class</w:t>
            </w:r>
            <w:r w:rsidRPr="0008471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A5564" w14:textId="77777777" w:rsidR="00D625F6" w:rsidRPr="00084712" w:rsidRDefault="00D625F6" w:rsidP="00965B31">
            <w:pPr>
              <w:pStyle w:val="tablehead"/>
            </w:pPr>
            <w:r w:rsidRPr="00084712">
              <w:t>Prem/</w:t>
            </w:r>
            <w:r w:rsidRPr="0008471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CAAA34" w14:textId="77777777" w:rsidR="00D625F6" w:rsidRPr="00084712" w:rsidRDefault="00D625F6" w:rsidP="00965B31">
            <w:pPr>
              <w:pStyle w:val="tablehead"/>
            </w:pPr>
            <w:r w:rsidRPr="00084712">
              <w:t>Prod/</w:t>
            </w:r>
            <w:r w:rsidRPr="0008471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074AB" w14:textId="77777777" w:rsidR="00D625F6" w:rsidRPr="00084712" w:rsidRDefault="00D625F6" w:rsidP="00965B31">
            <w:pPr>
              <w:pStyle w:val="tablehead"/>
            </w:pPr>
            <w:r w:rsidRPr="00084712">
              <w:t>Class</w:t>
            </w:r>
            <w:r w:rsidRPr="0008471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B88D8E" w14:textId="77777777" w:rsidR="00D625F6" w:rsidRPr="00084712" w:rsidRDefault="00D625F6" w:rsidP="00965B31">
            <w:pPr>
              <w:pStyle w:val="tablehead"/>
            </w:pPr>
            <w:r w:rsidRPr="00084712">
              <w:t>Prem/</w:t>
            </w:r>
            <w:r w:rsidRPr="0008471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B345D" w14:textId="77777777" w:rsidR="00D625F6" w:rsidRPr="00084712" w:rsidRDefault="00D625F6" w:rsidP="00965B31">
            <w:pPr>
              <w:pStyle w:val="tablehead"/>
            </w:pPr>
            <w:r w:rsidRPr="00084712">
              <w:t>Prod/</w:t>
            </w:r>
            <w:r w:rsidRPr="0008471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B49AF7" w14:textId="77777777" w:rsidR="00D625F6" w:rsidRPr="00084712" w:rsidRDefault="00D625F6" w:rsidP="00965B31">
            <w:pPr>
              <w:pStyle w:val="tablehead"/>
            </w:pPr>
            <w:r w:rsidRPr="00084712">
              <w:t>Class</w:t>
            </w:r>
            <w:r w:rsidRPr="0008471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9E500" w14:textId="77777777" w:rsidR="00D625F6" w:rsidRPr="00084712" w:rsidRDefault="00D625F6" w:rsidP="00965B31">
            <w:pPr>
              <w:pStyle w:val="tablehead"/>
            </w:pPr>
            <w:r w:rsidRPr="00084712">
              <w:t>Prem/</w:t>
            </w:r>
            <w:r w:rsidRPr="0008471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C300CD" w14:textId="77777777" w:rsidR="00D625F6" w:rsidRPr="00084712" w:rsidRDefault="00D625F6" w:rsidP="00965B31">
            <w:pPr>
              <w:pStyle w:val="tablehead"/>
            </w:pPr>
            <w:r w:rsidRPr="00084712">
              <w:t>Prod/</w:t>
            </w:r>
            <w:r w:rsidRPr="0008471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27D1C" w14:textId="77777777" w:rsidR="00D625F6" w:rsidRPr="00084712" w:rsidRDefault="00D625F6" w:rsidP="00965B31">
            <w:pPr>
              <w:pStyle w:val="tablehead"/>
            </w:pPr>
            <w:r w:rsidRPr="00084712">
              <w:t>Class</w:t>
            </w:r>
            <w:r w:rsidRPr="0008471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865D56" w14:textId="77777777" w:rsidR="00D625F6" w:rsidRPr="00084712" w:rsidRDefault="00D625F6" w:rsidP="00965B31">
            <w:pPr>
              <w:pStyle w:val="tablehead"/>
            </w:pPr>
            <w:r w:rsidRPr="00084712">
              <w:t>Prem/</w:t>
            </w:r>
            <w:r w:rsidRPr="0008471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76EA1" w14:textId="77777777" w:rsidR="00D625F6" w:rsidRPr="00084712" w:rsidRDefault="00D625F6" w:rsidP="00965B31">
            <w:pPr>
              <w:pStyle w:val="tablehead"/>
            </w:pPr>
            <w:r w:rsidRPr="00084712">
              <w:t>Prod/</w:t>
            </w:r>
            <w:r w:rsidRPr="00084712">
              <w:br/>
              <w:t>Cops</w:t>
            </w:r>
          </w:p>
        </w:tc>
      </w:tr>
      <w:tr w:rsidR="00D625F6" w:rsidRPr="00084712" w14:paraId="2079162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DDC95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4328C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3E659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8B4BB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A3FF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3B3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FD8E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1442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F6586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6C715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03EC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5437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.082</w:t>
            </w:r>
          </w:p>
        </w:tc>
      </w:tr>
      <w:tr w:rsidR="00D625F6" w:rsidRPr="00084712" w14:paraId="2C06B81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39063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704F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6AA95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B0612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4D41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8E08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B608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31D0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E0E74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D61B8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A80B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816F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.32</w:t>
            </w:r>
          </w:p>
        </w:tc>
      </w:tr>
      <w:tr w:rsidR="00D625F6" w:rsidRPr="00084712" w14:paraId="125DF74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0E51C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210BB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89A33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035DA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E9CD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32B93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B6B3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D5079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4FD3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1DC00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1C35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0BF0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.104</w:t>
            </w:r>
          </w:p>
        </w:tc>
      </w:tr>
      <w:tr w:rsidR="00D625F6" w:rsidRPr="00084712" w14:paraId="696C8ED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4BA1C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4910D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D6123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44525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D769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AF94F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B3AF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20BD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C34F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8615C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BF5C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0370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.197</w:t>
            </w:r>
          </w:p>
        </w:tc>
      </w:tr>
      <w:tr w:rsidR="00D625F6" w:rsidRPr="00084712" w14:paraId="6CBB9BB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0B2E3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B6DB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C77EB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150EF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A9D2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B5062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7A56D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2410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5A242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E62FD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879C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4700D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676C51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3C42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E9C6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2C89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683BA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850D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2DD0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6AFA9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DB6D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D3FA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F13A7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1B36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D3A8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84712" w14:paraId="779B2E2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5BACC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C06F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3156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9FA8C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DA1A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0725F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0580B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E53F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73C5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38058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F918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EAE8E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775FE94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5E988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CC0C6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C58E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A676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DFF6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C37E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AAF1C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C6C22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D3F9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CC178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6F4FB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1199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.56</w:t>
            </w:r>
          </w:p>
        </w:tc>
      </w:tr>
      <w:tr w:rsidR="00D625F6" w:rsidRPr="00084712" w14:paraId="4A0B862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656AA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77F0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08C55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43E44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5A90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2EBE0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FEB42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1189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A56D6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2503E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D482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8351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2F695BF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75EB0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866D1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D5ACF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18CD7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5058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2A5D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15570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7A13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FF081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A4993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5558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F2708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2CC276F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8CDBE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9DDC6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201.00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DB032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D6200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5934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11A89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3D5B5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A55B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7734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F0353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F636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4BDC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.27</w:t>
            </w:r>
          </w:p>
        </w:tc>
      </w:tr>
      <w:tr w:rsidR="00D625F6" w:rsidRPr="00084712" w14:paraId="19DDE3F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6DE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34F8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EAF7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DE4F0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47EF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790E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F40EA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A3E0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A7766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34A42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4CDB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5F75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84712" w14:paraId="028E361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AEFA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BAB86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01384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96EA4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6728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5776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328CD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10DA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5769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35E3D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32CC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9368B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2AD3AA8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D9753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320E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0F410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FD69E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925D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D9D0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DA295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2F8D6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0E0E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058AE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6DA7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8A7A2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0600C15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0B044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6EA4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6B43C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D20D0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09C3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4A1F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79532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365A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04E68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C93DF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18C4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08952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08211F8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6FDED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8519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150.00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E647F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22BC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69B1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83F09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6FDE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78B9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3FA2D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158CE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8A31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665EE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7D550F7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22246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E126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F4340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3BCED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39F4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3003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C6DD5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E907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A2562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92B37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BDEA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AA33B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4701E0A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EF39D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4AE7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602A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12220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714E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964E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1490A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BCAE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45B62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2997E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36E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2751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84712" w14:paraId="75DE768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4011E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BA4F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73D72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D029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98CA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60A9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0D236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6AF6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D3743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DBB4A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6D75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F9C5C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3BED8D3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5CB51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5DE22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93FE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568B8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F0E9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0B0F2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0FCD2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FD40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55B1E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57A8C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B0ED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65BD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.65</w:t>
            </w:r>
          </w:p>
        </w:tc>
      </w:tr>
      <w:tr w:rsidR="00D625F6" w:rsidRPr="00084712" w14:paraId="0449F3B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E349E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5647F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D2079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38E9D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2C98B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AAF4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382E6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1834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70155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AE3FC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906A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1E34D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1444A87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68460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1DC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F6ED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D4138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BE3E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1DCB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E531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6931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69FBF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B1E8E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001F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7DBB6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0559B53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EA9EE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9CFC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3CCBE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2869D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31CF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AE0B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C5E31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66C1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DBCF1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65CCB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2994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04310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200417F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A2193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6E46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4779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CBC96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BB37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FADB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86A7A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97CE6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94E5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EF75B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44E2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6FDD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84712" w14:paraId="7B22DF1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90F50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D581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3C27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84B94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85B7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8AD0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2E17A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0C96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C5F12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814C6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1C49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00529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5B4212F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57676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E3F2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943B6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76BB7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C3A1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CC8A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9F7F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ACE5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BCDD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51F01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3380B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9A6D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.085</w:t>
            </w:r>
          </w:p>
        </w:tc>
      </w:tr>
      <w:tr w:rsidR="00D625F6" w:rsidRPr="00084712" w14:paraId="71B8988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F7D68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ABE2B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E6B16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F014F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2172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E284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B023A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1695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2718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A938C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B489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C7D8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.195</w:t>
            </w:r>
          </w:p>
        </w:tc>
      </w:tr>
      <w:tr w:rsidR="00D625F6" w:rsidRPr="00084712" w14:paraId="3E7C40C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16ABC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87E8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B88F1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1555A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4225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5D90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43D62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3AFE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FAF1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E0451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858E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7D96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.058</w:t>
            </w:r>
          </w:p>
        </w:tc>
      </w:tr>
      <w:tr w:rsidR="00D625F6" w:rsidRPr="00084712" w14:paraId="7841AE0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EC008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9B849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FD05C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965C4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1CBE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8EDA9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22677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A744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CA7D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FE0FC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7036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9864B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1.80</w:t>
            </w:r>
          </w:p>
        </w:tc>
      </w:tr>
      <w:tr w:rsidR="00D625F6" w:rsidRPr="00084712" w14:paraId="7FFAA18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D5680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C22F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68652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BC5CA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FB39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9A68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79BC8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02DB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661B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008C4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D2C2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ECF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84712" w14:paraId="59DA004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2018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0276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3E5AC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EAFC1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968C2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4DF06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CCF75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F931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AE68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A5E3F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E803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A6679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0ECCB85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99935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751E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F02D5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C8A75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885B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DB35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4E000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234F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6E72F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FCEDE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FD77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AC323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</w:tr>
      <w:tr w:rsidR="00D625F6" w:rsidRPr="00084712" w14:paraId="6D5354B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86B92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39FF2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BF3E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9FCAE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F656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29B47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BD1BB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9C2BB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06AE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314FD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8F05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A4AC6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.052</w:t>
            </w:r>
          </w:p>
        </w:tc>
      </w:tr>
      <w:tr w:rsidR="00D625F6" w:rsidRPr="00084712" w14:paraId="3D7B358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6A317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B675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796F3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99CE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7502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A9340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FE91A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E3EAB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7171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E8A13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3F33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73A10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3F350AF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255D6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D6F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BCFD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0ADA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32EB2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37A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A1AF2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8684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4D4F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9EC08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0B784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CF6CE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0C3C51A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350B1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B8CC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3F56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B0F3E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4A3A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7075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0C3D5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5A39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0955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E1621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3BC9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5D29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84712" w14:paraId="27FE950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658DB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B787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93BD5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92E12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9649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5F9C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D5011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57C29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8FE86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9150D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95A4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403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.42</w:t>
            </w:r>
          </w:p>
        </w:tc>
      </w:tr>
      <w:tr w:rsidR="00D625F6" w:rsidRPr="00084712" w14:paraId="18EE251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85B4D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37B6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2F88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4935A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5D4C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01A5B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FBC8C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1162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AF6F0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00DE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26A6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7D0B2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.052</w:t>
            </w:r>
          </w:p>
        </w:tc>
      </w:tr>
      <w:tr w:rsidR="00D625F6" w:rsidRPr="00084712" w14:paraId="3969E85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2AB52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31DD6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C8BA9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6B8F8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2F59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34558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80501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4DCE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A995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AD876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EDF96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46A9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.241</w:t>
            </w:r>
          </w:p>
        </w:tc>
      </w:tr>
      <w:tr w:rsidR="00D625F6" w:rsidRPr="00084712" w14:paraId="141AA42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22D84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8DC6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B03EC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265A7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292B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2F7D4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A6432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2A66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5DDB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850EF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5C049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E73BB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.204</w:t>
            </w:r>
          </w:p>
        </w:tc>
      </w:tr>
      <w:tr w:rsidR="00D625F6" w:rsidRPr="00084712" w14:paraId="4A3FBB1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83020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B322A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0365F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2AE6F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A9C9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5EC2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25158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74C06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C5EB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A78D6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A61D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936FF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2DF84D1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83A45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01A4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D960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22C4B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9FC3B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E4C1C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A9E92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21D0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19002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E621C" w14:textId="77777777" w:rsidR="00D625F6" w:rsidRPr="00084712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6ADA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0C592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84712" w14:paraId="31D964D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1C658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2DBC9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6823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F3E4A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59EC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A5AC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8FCDF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9F7E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7A97C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DFB13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5D9A6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B95A9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2809FC7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F3E6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A30F8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5401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842FE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ECA3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F6AF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6F27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0F20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11FB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A023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429A3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E1F7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.46</w:t>
            </w:r>
          </w:p>
        </w:tc>
      </w:tr>
      <w:tr w:rsidR="00D625F6" w:rsidRPr="00084712" w14:paraId="0E93659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7FC3D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465C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2922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D1DC2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B7B89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F0B5E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3CB65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ECF0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88074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4BE3B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299FA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9DCAA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163A411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D00D6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5E74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7AC2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4F219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861F5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2A250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99447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A5C7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B0930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C7837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CA089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77759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0FF8B9C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ED156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11B7DF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C7A182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8BB43E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8E9B51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968BD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63ED4F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B096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EA4FDF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6EEA2" w14:textId="77777777" w:rsidR="00D625F6" w:rsidRPr="00084712" w:rsidRDefault="00D625F6" w:rsidP="00965B31">
            <w:pPr>
              <w:pStyle w:val="tabletext10"/>
              <w:rPr>
                <w:b/>
              </w:rPr>
            </w:pPr>
            <w:r w:rsidRPr="00084712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FDA7C7" w14:textId="77777777" w:rsidR="00D625F6" w:rsidRPr="00084712" w:rsidRDefault="00D625F6" w:rsidP="00965B31">
            <w:pPr>
              <w:pStyle w:val="tabletext10"/>
              <w:tabs>
                <w:tab w:val="decimal" w:pos="300"/>
              </w:tabs>
            </w:pPr>
            <w:r w:rsidRPr="0008471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1A3890" w14:textId="77777777" w:rsidR="00D625F6" w:rsidRPr="00084712" w:rsidRDefault="00D625F6" w:rsidP="00965B31">
            <w:pPr>
              <w:pStyle w:val="tabletext10"/>
              <w:jc w:val="center"/>
            </w:pPr>
            <w:r w:rsidRPr="00084712">
              <w:t>(a)</w:t>
            </w:r>
          </w:p>
        </w:tc>
      </w:tr>
      <w:tr w:rsidR="00D625F6" w:rsidRPr="00084712" w14:paraId="1129AC8A" w14:textId="77777777" w:rsidTr="00965B31">
        <w:trPr>
          <w:cantSplit/>
        </w:trPr>
        <w:tc>
          <w:tcPr>
            <w:tcW w:w="10080" w:type="dxa"/>
            <w:gridSpan w:val="12"/>
          </w:tcPr>
          <w:p w14:paraId="53FC4D2D" w14:textId="77777777" w:rsidR="00D625F6" w:rsidRPr="00084712" w:rsidRDefault="00D625F6" w:rsidP="00965B31">
            <w:pPr>
              <w:pStyle w:val="blocktext1"/>
            </w:pPr>
          </w:p>
        </w:tc>
      </w:tr>
      <w:tr w:rsidR="00D625F6" w:rsidRPr="00084712" w14:paraId="7CDCF5A6" w14:textId="77777777" w:rsidTr="00965B31">
        <w:trPr>
          <w:cantSplit/>
        </w:trPr>
        <w:tc>
          <w:tcPr>
            <w:tcW w:w="10080" w:type="dxa"/>
            <w:gridSpan w:val="12"/>
          </w:tcPr>
          <w:p w14:paraId="06CCE0E9" w14:textId="77777777" w:rsidR="00D625F6" w:rsidRPr="00084712" w:rsidRDefault="00D625F6" w:rsidP="00965B31">
            <w:pPr>
              <w:pStyle w:val="blocktext1"/>
            </w:pPr>
          </w:p>
        </w:tc>
      </w:tr>
    </w:tbl>
    <w:p w14:paraId="43C8EB8C" w14:textId="77777777" w:rsidR="00D625F6" w:rsidRPr="00084712" w:rsidRDefault="00D625F6" w:rsidP="00D625F6">
      <w:pPr>
        <w:pStyle w:val="isonormal"/>
      </w:pPr>
    </w:p>
    <w:p w14:paraId="5BBED404" w14:textId="77777777" w:rsidR="00D625F6" w:rsidRDefault="00D625F6" w:rsidP="00D625F6">
      <w:pPr>
        <w:pStyle w:val="isonormal"/>
        <w:sectPr w:rsidR="00D625F6" w:rsidSect="00D625F6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2F2A85" w14:paraId="0684BCFD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87EC9" w14:textId="77777777" w:rsidR="00D625F6" w:rsidRPr="002F2A85" w:rsidRDefault="00D625F6" w:rsidP="00965B31">
            <w:pPr>
              <w:pStyle w:val="tablehead"/>
            </w:pPr>
            <w:r w:rsidRPr="002F2A85">
              <w:lastRenderedPageBreak/>
              <w:t>$100,000/200,000 BASIC LIMIT OCCURRENCE</w:t>
            </w:r>
            <w:r w:rsidRPr="002F2A85">
              <w:br/>
              <w:t>Premises/Operations (Prem/Ops) (Subline Code 334) Territory 501</w:t>
            </w:r>
            <w:r w:rsidRPr="002F2A85">
              <w:br/>
              <w:t>Products/Completed Operations (Prod/COps)</w:t>
            </w:r>
            <w:r w:rsidRPr="002F2A85">
              <w:tab/>
              <w:t xml:space="preserve">(Subline Code 336) Entire State Territory 999 </w:t>
            </w:r>
          </w:p>
        </w:tc>
      </w:tr>
      <w:tr w:rsidR="00D625F6" w:rsidRPr="002F2A85" w14:paraId="68012B9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52F2D4" w14:textId="77777777" w:rsidR="00D625F6" w:rsidRPr="002F2A85" w:rsidRDefault="00D625F6" w:rsidP="00965B31">
            <w:pPr>
              <w:pStyle w:val="tablehead"/>
            </w:pPr>
            <w:r w:rsidRPr="002F2A85">
              <w:t>Class</w:t>
            </w:r>
            <w:r w:rsidRPr="002F2A8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A7C57" w14:textId="77777777" w:rsidR="00D625F6" w:rsidRPr="002F2A85" w:rsidRDefault="00D625F6" w:rsidP="00965B31">
            <w:pPr>
              <w:pStyle w:val="tablehead"/>
            </w:pPr>
            <w:r w:rsidRPr="002F2A85">
              <w:t>Prem/</w:t>
            </w:r>
            <w:r w:rsidRPr="002F2A8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C100D3" w14:textId="77777777" w:rsidR="00D625F6" w:rsidRPr="002F2A85" w:rsidRDefault="00D625F6" w:rsidP="00965B31">
            <w:pPr>
              <w:pStyle w:val="tablehead"/>
            </w:pPr>
            <w:r w:rsidRPr="002F2A85">
              <w:t>Prod/</w:t>
            </w:r>
            <w:r w:rsidRPr="002F2A8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99C16" w14:textId="77777777" w:rsidR="00D625F6" w:rsidRPr="002F2A85" w:rsidRDefault="00D625F6" w:rsidP="00965B31">
            <w:pPr>
              <w:pStyle w:val="tablehead"/>
            </w:pPr>
            <w:r w:rsidRPr="002F2A85">
              <w:t>Class</w:t>
            </w:r>
            <w:r w:rsidRPr="002F2A8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F5AE2A" w14:textId="77777777" w:rsidR="00D625F6" w:rsidRPr="002F2A85" w:rsidRDefault="00D625F6" w:rsidP="00965B31">
            <w:pPr>
              <w:pStyle w:val="tablehead"/>
            </w:pPr>
            <w:r w:rsidRPr="002F2A85">
              <w:t>Prem/</w:t>
            </w:r>
            <w:r w:rsidRPr="002F2A8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7679D" w14:textId="77777777" w:rsidR="00D625F6" w:rsidRPr="002F2A85" w:rsidRDefault="00D625F6" w:rsidP="00965B31">
            <w:pPr>
              <w:pStyle w:val="tablehead"/>
            </w:pPr>
            <w:r w:rsidRPr="002F2A85">
              <w:t>Prod/</w:t>
            </w:r>
            <w:r w:rsidRPr="002F2A8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BEAA29" w14:textId="77777777" w:rsidR="00D625F6" w:rsidRPr="002F2A85" w:rsidRDefault="00D625F6" w:rsidP="00965B31">
            <w:pPr>
              <w:pStyle w:val="tablehead"/>
            </w:pPr>
            <w:r w:rsidRPr="002F2A85">
              <w:t>Class</w:t>
            </w:r>
            <w:r w:rsidRPr="002F2A8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29C3F" w14:textId="77777777" w:rsidR="00D625F6" w:rsidRPr="002F2A85" w:rsidRDefault="00D625F6" w:rsidP="00965B31">
            <w:pPr>
              <w:pStyle w:val="tablehead"/>
            </w:pPr>
            <w:r w:rsidRPr="002F2A85">
              <w:t>Prem/</w:t>
            </w:r>
            <w:r w:rsidRPr="002F2A8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80DCF4" w14:textId="77777777" w:rsidR="00D625F6" w:rsidRPr="002F2A85" w:rsidRDefault="00D625F6" w:rsidP="00965B31">
            <w:pPr>
              <w:pStyle w:val="tablehead"/>
            </w:pPr>
            <w:r w:rsidRPr="002F2A85">
              <w:t>Prod/</w:t>
            </w:r>
            <w:r w:rsidRPr="002F2A8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93BBB" w14:textId="77777777" w:rsidR="00D625F6" w:rsidRPr="002F2A85" w:rsidRDefault="00D625F6" w:rsidP="00965B31">
            <w:pPr>
              <w:pStyle w:val="tablehead"/>
            </w:pPr>
            <w:r w:rsidRPr="002F2A85">
              <w:t>Class</w:t>
            </w:r>
            <w:r w:rsidRPr="002F2A8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654C86" w14:textId="77777777" w:rsidR="00D625F6" w:rsidRPr="002F2A85" w:rsidRDefault="00D625F6" w:rsidP="00965B31">
            <w:pPr>
              <w:pStyle w:val="tablehead"/>
            </w:pPr>
            <w:r w:rsidRPr="002F2A85">
              <w:t>Prem/</w:t>
            </w:r>
            <w:r w:rsidRPr="002F2A8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5977C" w14:textId="77777777" w:rsidR="00D625F6" w:rsidRPr="002F2A85" w:rsidRDefault="00D625F6" w:rsidP="00965B31">
            <w:pPr>
              <w:pStyle w:val="tablehead"/>
            </w:pPr>
            <w:r w:rsidRPr="002F2A85">
              <w:t>Prod/</w:t>
            </w:r>
            <w:r w:rsidRPr="002F2A85">
              <w:br/>
              <w:t>Cops</w:t>
            </w:r>
          </w:p>
        </w:tc>
      </w:tr>
      <w:tr w:rsidR="00D625F6" w:rsidRPr="002F2A85" w14:paraId="7ECA078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0F63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20B4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7731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814F3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879F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B710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B6518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21DD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08073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C9B77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4D5F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1EF6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1.35</w:t>
            </w:r>
          </w:p>
        </w:tc>
      </w:tr>
      <w:tr w:rsidR="00D625F6" w:rsidRPr="002F2A85" w14:paraId="1F9DA59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EA57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EE30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9709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14F43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A813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C574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D0406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0541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6BE23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91F01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73E7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4DBB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.086</w:t>
            </w:r>
          </w:p>
        </w:tc>
      </w:tr>
      <w:tr w:rsidR="00D625F6" w:rsidRPr="002F2A85" w14:paraId="78BAC89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66EFD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D7A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9B8F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9EEBD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8B10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C8127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3C20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7995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1FEFD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FF0B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2C79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0CD2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.042</w:t>
            </w:r>
          </w:p>
        </w:tc>
      </w:tr>
      <w:tr w:rsidR="00D625F6" w:rsidRPr="002F2A85" w14:paraId="7A0753F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F875B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870D2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CFC0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EA824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514A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5ADD2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A2DC1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9FE2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740F5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3D257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93D8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B444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.45</w:t>
            </w:r>
          </w:p>
        </w:tc>
      </w:tr>
      <w:tr w:rsidR="00D625F6" w:rsidRPr="002F2A85" w14:paraId="43FABE1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C6A5F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970F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E8A6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00B0D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4BAB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B621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E9F8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B37C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8253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95B84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8C64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C33C4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 xml:space="preserve"> – </w:t>
            </w:r>
          </w:p>
        </w:tc>
      </w:tr>
      <w:tr w:rsidR="00D625F6" w:rsidRPr="002F2A85" w14:paraId="065F76C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B7B09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BB35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C6E8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9A515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F079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4354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DC34E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A7C9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ADDC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A5610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45D9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6F8B2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F2A85" w14:paraId="434E519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1115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5031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510A8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CBB72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FEA0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180F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DFBBE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F8AB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8FDB2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97B7D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64D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084AA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 xml:space="preserve"> – </w:t>
            </w:r>
          </w:p>
        </w:tc>
      </w:tr>
      <w:tr w:rsidR="00D625F6" w:rsidRPr="002F2A85" w14:paraId="4C8479D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BD90E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2BC7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4D48F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B35B0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75C3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92AB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91ABA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346C2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E5D9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A216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076D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ACFD8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 xml:space="preserve"> – </w:t>
            </w:r>
          </w:p>
        </w:tc>
      </w:tr>
      <w:tr w:rsidR="00D625F6" w:rsidRPr="002F2A85" w14:paraId="3A06DC1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32E4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35FB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AD37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FE8C7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2051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930C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1D0DD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65E1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46DD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70157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B227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65AD1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 xml:space="preserve"> – </w:t>
            </w:r>
          </w:p>
        </w:tc>
      </w:tr>
      <w:tr w:rsidR="00D625F6" w:rsidRPr="002F2A85" w14:paraId="77237AE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73CB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1462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DCBF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6B59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1738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96CFD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6FE2E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1DD2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D6AED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BA618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FAFB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4838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 xml:space="preserve"> – </w:t>
            </w:r>
          </w:p>
        </w:tc>
      </w:tr>
      <w:tr w:rsidR="00D625F6" w:rsidRPr="002F2A85" w14:paraId="6E12810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026ED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20E9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59A8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71753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6878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AC8C6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52647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A3D2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9907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8B42D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4CEA2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7DDBD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 xml:space="preserve"> – </w:t>
            </w:r>
          </w:p>
        </w:tc>
      </w:tr>
      <w:tr w:rsidR="00D625F6" w:rsidRPr="002F2A85" w14:paraId="5C0FC2A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D2D41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E018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DC65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E4B06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0FC1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4198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4570F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CE6C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EC10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F133C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1D6C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8DB3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F2A85" w14:paraId="38C92CC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B2E13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36B9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34DC8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BC7E6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09F0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13BD6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1635A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D28A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E121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8103C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3A39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7B0E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</w:t>
            </w:r>
          </w:p>
        </w:tc>
      </w:tr>
      <w:tr w:rsidR="00D625F6" w:rsidRPr="002F2A85" w14:paraId="237A7B5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6EED6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551D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1BDF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14ED3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9C0E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B40DA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3D5AB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8DF4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B998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E13AE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5DE2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8D6F0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</w:tr>
      <w:tr w:rsidR="00D625F6" w:rsidRPr="002F2A85" w14:paraId="5E5B970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9D33B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93B2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E196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1A25E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EC61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2474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66B35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B8B0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0420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32917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C49E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CB229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</w:tr>
      <w:tr w:rsidR="00D625F6" w:rsidRPr="002F2A85" w14:paraId="2DC3E3B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EA47D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9364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4777F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9090D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CD6E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CD84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0DD8D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03CF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ED7C5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881D3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4CA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E63B6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</w:tr>
      <w:tr w:rsidR="00D625F6" w:rsidRPr="002F2A85" w14:paraId="05F933D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35F22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5870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9CBB2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82F52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C5DD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7ECA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F62D8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FC29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84D8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22DC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D44A2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EFE93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</w:tr>
      <w:tr w:rsidR="00D625F6" w:rsidRPr="002F2A85" w14:paraId="3036650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63178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4A02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211E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4A04E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6B9A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E576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BC251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A643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41E3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85509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31C6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6707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F2A85" w14:paraId="07E87C2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E432A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36DA3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1D5B7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09C9C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4B8F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84FE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DC335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698E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3B44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8A92C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EB422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14A3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.098</w:t>
            </w:r>
          </w:p>
        </w:tc>
      </w:tr>
      <w:tr w:rsidR="00D625F6" w:rsidRPr="002F2A85" w14:paraId="5906B33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037D6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B121E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2C8AA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8EB57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92A52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94AB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4B197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DB68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086F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608AB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773A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C4D8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.011</w:t>
            </w:r>
          </w:p>
        </w:tc>
      </w:tr>
      <w:tr w:rsidR="00D625F6" w:rsidRPr="002F2A85" w14:paraId="074AA4D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4541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BCD9D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BFBBF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57DAB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2D43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38285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2E190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4227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AD7D7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73E2D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33E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839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.65</w:t>
            </w:r>
          </w:p>
        </w:tc>
      </w:tr>
      <w:tr w:rsidR="00D625F6" w:rsidRPr="002F2A85" w14:paraId="196B1FE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32D57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F3CE4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FF250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FA7B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25B0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B9221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1F3BA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FE41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DFEB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109A5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BD902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0F8F2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</w:tr>
      <w:tr w:rsidR="00D625F6" w:rsidRPr="002F2A85" w14:paraId="0AC0C7D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2A48C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F7657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B952A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63085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0240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1EAFF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0E7B1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54DD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7F11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90434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31AA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34C3E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</w:tr>
      <w:tr w:rsidR="00D625F6" w:rsidRPr="002F2A85" w14:paraId="5FE0AE6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FF487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49BF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FF9B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AE685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A79C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D70E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1F417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DE58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C523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51A8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B7FC8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20F4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F2A85" w14:paraId="163888C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F3AD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16EB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18B8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23EC4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EA9C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37F65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B3291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FA39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4AE0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617C5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A9B6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7EF0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.49</w:t>
            </w:r>
          </w:p>
        </w:tc>
      </w:tr>
      <w:tr w:rsidR="00D625F6" w:rsidRPr="002F2A85" w14:paraId="5BF626B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4E3FC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B0747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2E244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F42BD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0260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08EF3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8CC07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81AE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C3122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5C7CE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F1D9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F68DA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</w:tr>
      <w:tr w:rsidR="00D625F6" w:rsidRPr="002F2A85" w14:paraId="60BEC77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94608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04FCF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2AD29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9EC7E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2552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94F32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01A72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3336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79B6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2C0D4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C2DC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4FDF0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</w:tr>
      <w:tr w:rsidR="00D625F6" w:rsidRPr="002F2A85" w14:paraId="266194C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5F912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D1CD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D6A09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9676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E19B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E3E9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38237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758A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04B31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178CE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4672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627CC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</w:tr>
      <w:tr w:rsidR="00D625F6" w:rsidRPr="002F2A85" w14:paraId="2682A36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55DB4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79D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6F077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3EA63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393A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5717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FF593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CB31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0278C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9D3D5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0436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7486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.39</w:t>
            </w:r>
          </w:p>
        </w:tc>
      </w:tr>
      <w:tr w:rsidR="00D625F6" w:rsidRPr="002F2A85" w14:paraId="53A234B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3F238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050F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E1E78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3B12A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094B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5FF02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4B0FD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6BBC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E309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AB0EC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2440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95302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F2A85" w14:paraId="0255238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C304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52D0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D041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3AA92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37B4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E382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C06D4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EDFB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A1EB7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93025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8B0D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5FBAE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</w:tr>
      <w:tr w:rsidR="00D625F6" w:rsidRPr="002F2A85" w14:paraId="0FA1436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1638A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46905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DC506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C59B6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A6F7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3D61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A104C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FED7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55DAC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763DB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E904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15405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</w:tr>
      <w:tr w:rsidR="00D625F6" w:rsidRPr="002F2A85" w14:paraId="024596A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4469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5368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A5FF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06F0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059C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FE6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FA596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0423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7E4F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85E35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D5B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EC69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.155</w:t>
            </w:r>
          </w:p>
        </w:tc>
      </w:tr>
      <w:tr w:rsidR="00D625F6" w:rsidRPr="002F2A85" w14:paraId="3B08AE9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0570F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8B99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57A6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49382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BE2E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BA6DC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D0696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278F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778B8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EEE5B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AE5C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E29D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.11</w:t>
            </w:r>
          </w:p>
        </w:tc>
      </w:tr>
      <w:tr w:rsidR="00D625F6" w:rsidRPr="002F2A85" w14:paraId="2BC48E0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ED69B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BECE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BFF4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E45AE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3DEB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48073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0B7CA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7652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129F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2DE0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CF72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284F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.021</w:t>
            </w:r>
          </w:p>
        </w:tc>
      </w:tr>
      <w:tr w:rsidR="00D625F6" w:rsidRPr="002F2A85" w14:paraId="39959BC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8FA75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D2D8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516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7F9EA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B7ED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EE40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F21EE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5A09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FC2A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BB194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828A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B3BE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F2A85" w14:paraId="6DA47B6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5139B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DE8A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2B26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A0CA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C513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4206B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C6B42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B9A46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A13FF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DE9B0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AECC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AD1EE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</w:tr>
      <w:tr w:rsidR="00D625F6" w:rsidRPr="002F2A85" w14:paraId="41F005D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F772F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32A6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FC559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2C644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CFDD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3D4FD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EAF3F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5ECB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6E07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D8FEC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6F2A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8BB8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.108</w:t>
            </w:r>
          </w:p>
        </w:tc>
      </w:tr>
      <w:tr w:rsidR="00D625F6" w:rsidRPr="002F2A85" w14:paraId="4AD95B6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DA9A8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2589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E5CEB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F9423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2EAB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34CD1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6BBB4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BB0B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6815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DD1C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5CF62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1A16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.189</w:t>
            </w:r>
          </w:p>
        </w:tc>
      </w:tr>
      <w:tr w:rsidR="00D625F6" w:rsidRPr="002F2A85" w14:paraId="448E941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49C12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4189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0E9B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40C66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C478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0A86F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A927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21860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E14B6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D4B15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62A9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958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.063</w:t>
            </w:r>
          </w:p>
        </w:tc>
      </w:tr>
      <w:tr w:rsidR="00D625F6" w:rsidRPr="002F2A85" w14:paraId="13D95A7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32E36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0A5E2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8A7E3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DB90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054A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B6D78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36B4A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7AF6E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1D59F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CF340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CCAD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DBBC6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</w:tr>
      <w:tr w:rsidR="00D625F6" w:rsidRPr="002F2A85" w14:paraId="7772D95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088A2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67CE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37448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09C04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DFF3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5094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1748F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1594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AF5F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C258E" w14:textId="77777777" w:rsidR="00D625F6" w:rsidRPr="002F2A8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9A45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2325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F2A85" w14:paraId="3B7D04E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82032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7C5F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1E66D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1B3B3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7942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C3408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4BFE4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2756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DE547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1A2DE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202D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3533C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</w:tr>
      <w:tr w:rsidR="00D625F6" w:rsidRPr="002F2A85" w14:paraId="7969656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2FA06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E90A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0DDD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A71C5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B5A0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A6324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A1B64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9B7D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DF417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9F968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20FEF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EEC2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.047</w:t>
            </w:r>
          </w:p>
        </w:tc>
      </w:tr>
      <w:tr w:rsidR="00D625F6" w:rsidRPr="002F2A85" w14:paraId="19D2484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369CB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E811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A275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511D9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A7D5D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80FDD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531CE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47F3C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1DAA5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DA81C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70E8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5B233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.25</w:t>
            </w:r>
          </w:p>
        </w:tc>
      </w:tr>
      <w:tr w:rsidR="00D625F6" w:rsidRPr="002F2A85" w14:paraId="04611E8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BF8CE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4B9F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F55B5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C8D5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0898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95E2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D0083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98A6A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FE2D8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E463E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9A73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FE781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.128</w:t>
            </w:r>
          </w:p>
        </w:tc>
      </w:tr>
      <w:tr w:rsidR="00D625F6" w:rsidRPr="002F2A85" w14:paraId="1E4F6EB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BD7CA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F2183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976918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A78E44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09AAA9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4D4B6" w14:textId="77777777" w:rsidR="00D625F6" w:rsidRPr="002F2A85" w:rsidRDefault="00D625F6" w:rsidP="00965B31">
            <w:pPr>
              <w:pStyle w:val="tabletext10"/>
              <w:jc w:val="center"/>
            </w:pPr>
            <w:r w:rsidRPr="002F2A8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C11041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94F5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85C067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31CBE" w14:textId="77777777" w:rsidR="00D625F6" w:rsidRPr="002F2A85" w:rsidRDefault="00D625F6" w:rsidP="00965B31">
            <w:pPr>
              <w:pStyle w:val="tabletext10"/>
              <w:rPr>
                <w:b/>
              </w:rPr>
            </w:pPr>
            <w:r w:rsidRPr="002F2A85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E25905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7E1744" w14:textId="77777777" w:rsidR="00D625F6" w:rsidRPr="002F2A85" w:rsidRDefault="00D625F6" w:rsidP="00965B31">
            <w:pPr>
              <w:pStyle w:val="tabletext10"/>
              <w:tabs>
                <w:tab w:val="decimal" w:pos="300"/>
              </w:tabs>
            </w:pPr>
            <w:r w:rsidRPr="002F2A85">
              <w:t>.011</w:t>
            </w:r>
          </w:p>
        </w:tc>
      </w:tr>
      <w:tr w:rsidR="00D625F6" w:rsidRPr="002F2A85" w14:paraId="47665CAC" w14:textId="77777777" w:rsidTr="00965B31">
        <w:trPr>
          <w:cantSplit/>
        </w:trPr>
        <w:tc>
          <w:tcPr>
            <w:tcW w:w="10080" w:type="dxa"/>
            <w:gridSpan w:val="12"/>
          </w:tcPr>
          <w:p w14:paraId="68560763" w14:textId="77777777" w:rsidR="00D625F6" w:rsidRPr="002F2A85" w:rsidRDefault="00D625F6" w:rsidP="00965B31">
            <w:pPr>
              <w:pStyle w:val="blocktext1"/>
            </w:pPr>
          </w:p>
        </w:tc>
      </w:tr>
      <w:tr w:rsidR="00D625F6" w:rsidRPr="002F2A85" w14:paraId="7887C531" w14:textId="77777777" w:rsidTr="00965B31">
        <w:trPr>
          <w:cantSplit/>
        </w:trPr>
        <w:tc>
          <w:tcPr>
            <w:tcW w:w="10080" w:type="dxa"/>
            <w:gridSpan w:val="12"/>
          </w:tcPr>
          <w:p w14:paraId="3CFE080E" w14:textId="77777777" w:rsidR="00D625F6" w:rsidRPr="002F2A85" w:rsidRDefault="00D625F6" w:rsidP="00965B31">
            <w:pPr>
              <w:pStyle w:val="blocktext1"/>
            </w:pPr>
          </w:p>
        </w:tc>
      </w:tr>
    </w:tbl>
    <w:p w14:paraId="0BA4ED47" w14:textId="77777777" w:rsidR="00D625F6" w:rsidRPr="002F2A85" w:rsidRDefault="00D625F6" w:rsidP="00D625F6">
      <w:pPr>
        <w:pStyle w:val="isonormal"/>
      </w:pPr>
    </w:p>
    <w:p w14:paraId="07AB15F8" w14:textId="77777777" w:rsidR="00D625F6" w:rsidRDefault="00D625F6" w:rsidP="00D625F6">
      <w:pPr>
        <w:pStyle w:val="isonormal"/>
        <w:sectPr w:rsidR="00D625F6" w:rsidSect="00D625F6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CF60E1" w14:paraId="5FBA918A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6702F" w14:textId="77777777" w:rsidR="00D625F6" w:rsidRPr="00CF60E1" w:rsidRDefault="00D625F6" w:rsidP="00965B31">
            <w:pPr>
              <w:pStyle w:val="tablehead"/>
            </w:pPr>
            <w:r w:rsidRPr="00CF60E1">
              <w:lastRenderedPageBreak/>
              <w:t>$100,000/200,000 BASIC LIMIT OCCURRENCE</w:t>
            </w:r>
            <w:r w:rsidRPr="00CF60E1">
              <w:br/>
              <w:t>Premises/Operations (Prem/Ops) (Subline Code 334) Territory 501</w:t>
            </w:r>
            <w:r w:rsidRPr="00CF60E1">
              <w:br/>
              <w:t>Products/Completed Operations (Prod/COps)</w:t>
            </w:r>
            <w:r w:rsidRPr="00CF60E1">
              <w:tab/>
              <w:t xml:space="preserve">(Subline Code 336) Entire State Territory 999 </w:t>
            </w:r>
          </w:p>
        </w:tc>
      </w:tr>
      <w:tr w:rsidR="00D625F6" w:rsidRPr="00CF60E1" w14:paraId="36B7F13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36E4C81" w14:textId="77777777" w:rsidR="00D625F6" w:rsidRPr="00CF60E1" w:rsidRDefault="00D625F6" w:rsidP="00965B31">
            <w:pPr>
              <w:pStyle w:val="tablehead"/>
            </w:pPr>
            <w:r w:rsidRPr="00CF60E1">
              <w:t>Class</w:t>
            </w:r>
            <w:r w:rsidRPr="00CF60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99D86" w14:textId="77777777" w:rsidR="00D625F6" w:rsidRPr="00CF60E1" w:rsidRDefault="00D625F6" w:rsidP="00965B31">
            <w:pPr>
              <w:pStyle w:val="tablehead"/>
            </w:pPr>
            <w:r w:rsidRPr="00CF60E1">
              <w:t>Prem/</w:t>
            </w:r>
            <w:r w:rsidRPr="00CF60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9CDB0C" w14:textId="77777777" w:rsidR="00D625F6" w:rsidRPr="00CF60E1" w:rsidRDefault="00D625F6" w:rsidP="00965B31">
            <w:pPr>
              <w:pStyle w:val="tablehead"/>
            </w:pPr>
            <w:r w:rsidRPr="00CF60E1">
              <w:t>Prod/</w:t>
            </w:r>
            <w:r w:rsidRPr="00CF60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2C22" w14:textId="77777777" w:rsidR="00D625F6" w:rsidRPr="00CF60E1" w:rsidRDefault="00D625F6" w:rsidP="00965B31">
            <w:pPr>
              <w:pStyle w:val="tablehead"/>
            </w:pPr>
            <w:r w:rsidRPr="00CF60E1">
              <w:t>Class</w:t>
            </w:r>
            <w:r w:rsidRPr="00CF60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85E6D8" w14:textId="77777777" w:rsidR="00D625F6" w:rsidRPr="00CF60E1" w:rsidRDefault="00D625F6" w:rsidP="00965B31">
            <w:pPr>
              <w:pStyle w:val="tablehead"/>
            </w:pPr>
            <w:r w:rsidRPr="00CF60E1">
              <w:t>Prem/</w:t>
            </w:r>
            <w:r w:rsidRPr="00CF60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5EC25" w14:textId="77777777" w:rsidR="00D625F6" w:rsidRPr="00CF60E1" w:rsidRDefault="00D625F6" w:rsidP="00965B31">
            <w:pPr>
              <w:pStyle w:val="tablehead"/>
            </w:pPr>
            <w:r w:rsidRPr="00CF60E1">
              <w:t>Prod/</w:t>
            </w:r>
            <w:r w:rsidRPr="00CF60E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713511" w14:textId="77777777" w:rsidR="00D625F6" w:rsidRPr="00CF60E1" w:rsidRDefault="00D625F6" w:rsidP="00965B31">
            <w:pPr>
              <w:pStyle w:val="tablehead"/>
            </w:pPr>
            <w:r w:rsidRPr="00CF60E1">
              <w:t>Class</w:t>
            </w:r>
            <w:r w:rsidRPr="00CF60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D76AF" w14:textId="77777777" w:rsidR="00D625F6" w:rsidRPr="00CF60E1" w:rsidRDefault="00D625F6" w:rsidP="00965B31">
            <w:pPr>
              <w:pStyle w:val="tablehead"/>
            </w:pPr>
            <w:r w:rsidRPr="00CF60E1">
              <w:t>Prem/</w:t>
            </w:r>
            <w:r w:rsidRPr="00CF60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8F098B" w14:textId="77777777" w:rsidR="00D625F6" w:rsidRPr="00CF60E1" w:rsidRDefault="00D625F6" w:rsidP="00965B31">
            <w:pPr>
              <w:pStyle w:val="tablehead"/>
            </w:pPr>
            <w:r w:rsidRPr="00CF60E1">
              <w:t>Prod/</w:t>
            </w:r>
            <w:r w:rsidRPr="00CF60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DD78A" w14:textId="77777777" w:rsidR="00D625F6" w:rsidRPr="00CF60E1" w:rsidRDefault="00D625F6" w:rsidP="00965B31">
            <w:pPr>
              <w:pStyle w:val="tablehead"/>
            </w:pPr>
            <w:r w:rsidRPr="00CF60E1">
              <w:t>Class</w:t>
            </w:r>
            <w:r w:rsidRPr="00CF60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F28BE4" w14:textId="77777777" w:rsidR="00D625F6" w:rsidRPr="00CF60E1" w:rsidRDefault="00D625F6" w:rsidP="00965B31">
            <w:pPr>
              <w:pStyle w:val="tablehead"/>
            </w:pPr>
            <w:r w:rsidRPr="00CF60E1">
              <w:t>Prem/</w:t>
            </w:r>
            <w:r w:rsidRPr="00CF60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DA3F7" w14:textId="77777777" w:rsidR="00D625F6" w:rsidRPr="00CF60E1" w:rsidRDefault="00D625F6" w:rsidP="00965B31">
            <w:pPr>
              <w:pStyle w:val="tablehead"/>
            </w:pPr>
            <w:r w:rsidRPr="00CF60E1">
              <w:t>Prod/</w:t>
            </w:r>
            <w:r w:rsidRPr="00CF60E1">
              <w:br/>
              <w:t>Cops</w:t>
            </w:r>
          </w:p>
        </w:tc>
      </w:tr>
      <w:tr w:rsidR="00D625F6" w:rsidRPr="00CF60E1" w14:paraId="4F61D81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D33C1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7411E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9D2BE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6C1BA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2DC6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E417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28191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183E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CE6F0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478BB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8550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1F49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1.86</w:t>
            </w:r>
          </w:p>
        </w:tc>
      </w:tr>
      <w:tr w:rsidR="00D625F6" w:rsidRPr="00CF60E1" w14:paraId="07EEFFD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AE461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8662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2FAC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C32DB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7F81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5600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0AB1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FF842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50.30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3B538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C1CDB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BCC8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2687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1.32</w:t>
            </w:r>
          </w:p>
        </w:tc>
      </w:tr>
      <w:tr w:rsidR="00D625F6" w:rsidRPr="00CF60E1" w14:paraId="40F801A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8B33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F367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9612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0DAA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01493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22D2F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C3F7D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C68F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62.90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39B4D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D59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36B4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84F53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</w:tr>
      <w:tr w:rsidR="00D625F6" w:rsidRPr="00CF60E1" w14:paraId="3C4A91C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3A5EE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15B8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10923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834F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3E85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5A6A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6317A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4D7A2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89.50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1322E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EB766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8FB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CF1F2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</w:tr>
      <w:tr w:rsidR="00D625F6" w:rsidRPr="00CF60E1" w14:paraId="48E9AF5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84ADB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C5DD2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805D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53764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ABDD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191A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DCED7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5152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84.70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852C1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B7FB1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E916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BF52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5.38</w:t>
            </w:r>
          </w:p>
        </w:tc>
      </w:tr>
      <w:tr w:rsidR="00D625F6" w:rsidRPr="00CF60E1" w14:paraId="79F9E40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971E7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3931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DDF7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20450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C3A1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E6E9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43FE2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3BC6E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0C79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4C5F7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B68B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D72C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F60E1" w14:paraId="485707D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E04A4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4B342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DE73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BD33D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3B61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D254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B48D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54CB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71.60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D241C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F03FC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D52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5332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27.40</w:t>
            </w:r>
          </w:p>
        </w:tc>
      </w:tr>
      <w:tr w:rsidR="00D625F6" w:rsidRPr="00CF60E1" w14:paraId="3B09F80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4022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31A6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9073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76182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4BAD3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02192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4AD9E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5362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49.70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A5E83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8AF37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6B2D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79E20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</w:tr>
      <w:tr w:rsidR="00D625F6" w:rsidRPr="00CF60E1" w14:paraId="1DA7619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E2767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A46A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4486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AA747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0456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36EF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3C3F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14E8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68.20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E06DA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9BE6C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B1E4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5A353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</w:tr>
      <w:tr w:rsidR="00D625F6" w:rsidRPr="00CF60E1" w14:paraId="37D2DAE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7F822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70A1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BEB9B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A5088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0463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2EA3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06DBD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ECE1E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6224C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EAFCE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B1E6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ACBA2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</w:tr>
      <w:tr w:rsidR="00D625F6" w:rsidRPr="00CF60E1" w14:paraId="735AF27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4634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062D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CD516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74D96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84DD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FA6A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8EAD8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657AF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E87BF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AACE9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850A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B8ADC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</w:tr>
      <w:tr w:rsidR="00D625F6" w:rsidRPr="00CF60E1" w14:paraId="540C74B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573B7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4DFE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E2D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0F986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12BC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9173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C22A6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9FE6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2069F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4BAA2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8AD8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5C1E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F60E1" w14:paraId="46AF1D3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55F7F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D89FF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39CAD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9D0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AB28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03D4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BFB9A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013DF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70C14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752B4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C8B6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90E3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</w:tr>
      <w:tr w:rsidR="00D625F6" w:rsidRPr="00CF60E1" w14:paraId="459DE5B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0D57E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B2F0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8A4E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AAE4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B849F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BAA8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9733A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659C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F0746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6FC6B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E759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281E5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</w:tr>
      <w:tr w:rsidR="00D625F6" w:rsidRPr="00CF60E1" w14:paraId="485F0A6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267CF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513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A26E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2C63A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B9143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08A49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5EF48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9720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92ED9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6F14E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41934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795E9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</w:tr>
      <w:tr w:rsidR="00D625F6" w:rsidRPr="00CF60E1" w14:paraId="3CE52CA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FB7F7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1335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B0AF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1595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C1DE3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386C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636C4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FD911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72F2D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9AE9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A7C4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F02A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2.57</w:t>
            </w:r>
          </w:p>
        </w:tc>
      </w:tr>
      <w:tr w:rsidR="00D625F6" w:rsidRPr="00CF60E1" w14:paraId="153C16B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F3C7E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0733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186E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06E09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A125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E1029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EC118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2AB8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43.60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A6261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D2072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27CF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21D8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</w:tr>
      <w:tr w:rsidR="00D625F6" w:rsidRPr="00CF60E1" w14:paraId="6AEF645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11E23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DF78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D2B6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5EA4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6B15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D2DF2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85542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BB59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2624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14ABB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CDB53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6E58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F60E1" w14:paraId="0959AB9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9860A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83A6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626C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9E567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25CB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C7A9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84BC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FBEFF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F3533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8A2F8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DBD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E6F1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2.92</w:t>
            </w:r>
          </w:p>
        </w:tc>
      </w:tr>
      <w:tr w:rsidR="00D625F6" w:rsidRPr="00CF60E1" w14:paraId="2F9A59F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883AA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FF95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E07C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D3076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9108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C204E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FFD38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21F9E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3B4D0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C3CD2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6130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53CCE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1.10</w:t>
            </w:r>
          </w:p>
        </w:tc>
      </w:tr>
      <w:tr w:rsidR="00D625F6" w:rsidRPr="00CF60E1" w14:paraId="3A8EB32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A3C3C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5BA6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D4E93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C1D9E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9036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53BF3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99A77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A21E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33F66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41879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BD3C9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8D3B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3.60</w:t>
            </w:r>
          </w:p>
        </w:tc>
      </w:tr>
      <w:tr w:rsidR="00D625F6" w:rsidRPr="00CF60E1" w14:paraId="6ED8C71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C98E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250F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93AC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F8681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7E9E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4A04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686F6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44ECE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69.80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FFA98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D82A4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9BD4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FDFC7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</w:tr>
      <w:tr w:rsidR="00D625F6" w:rsidRPr="00CF60E1" w14:paraId="71F68D3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B53B8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7658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EC1E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1E7A1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FD91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90E4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533A6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B453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64.80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A3322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85A06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2544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7CED4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</w:tr>
      <w:tr w:rsidR="00D625F6" w:rsidRPr="00CF60E1" w14:paraId="765392A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3FD34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6A5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E4DA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5A74E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0388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62B3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42349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A869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AAF0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9FE74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3909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ED2A3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F60E1" w14:paraId="6877CC6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CF50A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176A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17513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551B6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C9E0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7C731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1695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1D29E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53.60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9C5D9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7F67E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7FF6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D5AF9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</w:tr>
      <w:tr w:rsidR="00D625F6" w:rsidRPr="00CF60E1" w14:paraId="41D3BC5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BCB2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8EFB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17E1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F6284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34F4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50ADE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EC9B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CDD2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DD892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A3C9E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46299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76253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</w:tr>
      <w:tr w:rsidR="00D625F6" w:rsidRPr="00CF60E1" w14:paraId="6BE3C99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DBD5B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6509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F309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C203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AA69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52.80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4A200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7C2FB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FB6A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F0999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00B42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CCEDF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9306F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7.92</w:t>
            </w:r>
          </w:p>
        </w:tc>
      </w:tr>
      <w:tr w:rsidR="00D625F6" w:rsidRPr="00CF60E1" w14:paraId="0B2EDF6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B48D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D4C5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61AD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F97C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E443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45.30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C08A9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5200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A5DE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1F52E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7ECBC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1A81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9376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4.45</w:t>
            </w:r>
          </w:p>
        </w:tc>
      </w:tr>
      <w:tr w:rsidR="00D625F6" w:rsidRPr="00CF60E1" w14:paraId="3882AE6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D57B9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B1DD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56FF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5381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495D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5B671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4FCC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1E4D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3D1D5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5C327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C82D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52E0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3.80</w:t>
            </w:r>
          </w:p>
        </w:tc>
      </w:tr>
      <w:tr w:rsidR="00D625F6" w:rsidRPr="00CF60E1" w14:paraId="0CD2FAC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9C804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FB12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ED58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27CC6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9A4E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70342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4EBAB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1E02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11A9F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73988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6CA4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A142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F60E1" w14:paraId="56B4EA8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B4E2E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302C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EF58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EC07F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B8A4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56E5D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796B6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DB56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64.30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54932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5EB04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5C8D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7293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1.54</w:t>
            </w:r>
          </w:p>
        </w:tc>
      </w:tr>
      <w:tr w:rsidR="00D625F6" w:rsidRPr="00CF60E1" w14:paraId="3BC23F1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67583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2A7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3CA4E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4CDFB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EE02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49.20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98EC6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6FAE9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4AEF3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86A75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8DD99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A214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B93D0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</w:tr>
      <w:tr w:rsidR="00D625F6" w:rsidRPr="00CF60E1" w14:paraId="7D486D4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A6B5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474E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546F0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458B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BD5F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30DB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B3062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BC59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80F37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C9742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3969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41F7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2.21</w:t>
            </w:r>
          </w:p>
        </w:tc>
      </w:tr>
      <w:tr w:rsidR="00D625F6" w:rsidRPr="00CF60E1" w14:paraId="04C522E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419AC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9CB33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5D0F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FFA44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0D93F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B17DD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F21D3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1596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F44F1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4C14E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8B723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67F79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</w:tr>
      <w:tr w:rsidR="00D625F6" w:rsidRPr="00CF60E1" w14:paraId="0CFBBDC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962AC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B170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F70B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4CC8B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7A7B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A12A9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ACEE9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0A19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46C6F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0AFD8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6E34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A3E0F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3.17</w:t>
            </w:r>
          </w:p>
        </w:tc>
      </w:tr>
      <w:tr w:rsidR="00D625F6" w:rsidRPr="00CF60E1" w14:paraId="0AF99E6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C9712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C593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77E5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727B4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AD22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DBB2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1807D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B138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8ECE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4F8A4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3713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A0E7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F60E1" w14:paraId="17457AB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EEEF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13EB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0AB87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1565A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A7B5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B48E6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8562E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EE62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00590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2435A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E859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46.50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175F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</w:tr>
      <w:tr w:rsidR="00D625F6" w:rsidRPr="00CF60E1" w14:paraId="012095F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1AB33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1B2E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7EBB4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A384D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EA8A2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80D58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4AF2D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132C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4F50C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9AC8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C380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DD927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</w:tr>
      <w:tr w:rsidR="00D625F6" w:rsidRPr="00CF60E1" w14:paraId="2080654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70F88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BC194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E22A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6357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3F86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DE55C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4AEA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CE0F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E075E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D731F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63B2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8780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.73</w:t>
            </w:r>
          </w:p>
        </w:tc>
      </w:tr>
      <w:tr w:rsidR="00D625F6" w:rsidRPr="00CF60E1" w14:paraId="1F13386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92C8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D2C0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CAD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4A2E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E9E8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47663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E8988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F10E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8.99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765D9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B151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401D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79F33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1.03</w:t>
            </w:r>
          </w:p>
        </w:tc>
      </w:tr>
      <w:tr w:rsidR="00D625F6" w:rsidRPr="00CF60E1" w14:paraId="596D2B2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69457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5A2C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35A1B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48A29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52442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54.50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CB7E5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77D58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078C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7.41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73687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39BA8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741DE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6A03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4.60</w:t>
            </w:r>
          </w:p>
        </w:tc>
      </w:tr>
      <w:tr w:rsidR="00D625F6" w:rsidRPr="00CF60E1" w14:paraId="670DBCD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D7AD1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D833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0707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631C8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0AF3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F41A7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667A0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25BA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349E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5C3EF" w14:textId="77777777" w:rsidR="00D625F6" w:rsidRPr="00CF60E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A6C1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14DAC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F60E1" w14:paraId="3D71E43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25987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1463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F925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DA584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37C3E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91.70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20E58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D2C2B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4648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19970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823F8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8C97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5DB7B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</w:tr>
      <w:tr w:rsidR="00D625F6" w:rsidRPr="00CF60E1" w14:paraId="43E9C58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BCB7F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A9A9B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A137D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5A75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D0F40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83.90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ECE70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25D67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61388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81D73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EA4D6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67A5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011D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3.33</w:t>
            </w:r>
          </w:p>
        </w:tc>
      </w:tr>
      <w:tr w:rsidR="00D625F6" w:rsidRPr="00CF60E1" w14:paraId="594BFC8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B3363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6662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79C8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D12ED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C022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C6AC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17DEA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8542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0FCFD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63ED1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4A7A6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06F55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</w:tr>
      <w:tr w:rsidR="00D625F6" w:rsidRPr="00CF60E1" w14:paraId="16B8C6C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38934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378A5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802DF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2EFF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BBC9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F47DF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50D6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1423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44ABA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3640A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19C64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96A1E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</w:tr>
      <w:tr w:rsidR="00D625F6" w:rsidRPr="00CF60E1" w14:paraId="6506AF1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FB8BB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4ECD59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28D35A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412600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5B7CAF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6.88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AFF45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AFCEA9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80601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2B41AF" w14:textId="77777777" w:rsidR="00D625F6" w:rsidRPr="00CF60E1" w:rsidRDefault="00D625F6" w:rsidP="00965B31">
            <w:pPr>
              <w:pStyle w:val="tabletext10"/>
              <w:tabs>
                <w:tab w:val="decimal" w:pos="300"/>
              </w:tabs>
            </w:pPr>
            <w:r w:rsidRPr="00CF60E1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3B0F1" w14:textId="77777777" w:rsidR="00D625F6" w:rsidRPr="00CF60E1" w:rsidRDefault="00D625F6" w:rsidP="00965B31">
            <w:pPr>
              <w:pStyle w:val="tabletext10"/>
              <w:rPr>
                <w:b/>
              </w:rPr>
            </w:pPr>
            <w:r w:rsidRPr="00CF60E1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27C346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7B3755" w14:textId="77777777" w:rsidR="00D625F6" w:rsidRPr="00CF60E1" w:rsidRDefault="00D625F6" w:rsidP="00965B31">
            <w:pPr>
              <w:pStyle w:val="tabletext10"/>
              <w:jc w:val="center"/>
            </w:pPr>
            <w:r w:rsidRPr="00CF60E1">
              <w:t>(a)</w:t>
            </w:r>
          </w:p>
        </w:tc>
      </w:tr>
      <w:tr w:rsidR="00D625F6" w:rsidRPr="00CF60E1" w14:paraId="2DAED35B" w14:textId="77777777" w:rsidTr="00965B31">
        <w:trPr>
          <w:cantSplit/>
        </w:trPr>
        <w:tc>
          <w:tcPr>
            <w:tcW w:w="10080" w:type="dxa"/>
            <w:gridSpan w:val="12"/>
          </w:tcPr>
          <w:p w14:paraId="4C77DEE5" w14:textId="77777777" w:rsidR="00D625F6" w:rsidRPr="00CF60E1" w:rsidRDefault="00D625F6" w:rsidP="00965B31">
            <w:pPr>
              <w:pStyle w:val="blocktext1"/>
            </w:pPr>
          </w:p>
        </w:tc>
      </w:tr>
      <w:tr w:rsidR="00D625F6" w:rsidRPr="00CF60E1" w14:paraId="3BE866C4" w14:textId="77777777" w:rsidTr="00965B31">
        <w:trPr>
          <w:cantSplit/>
        </w:trPr>
        <w:tc>
          <w:tcPr>
            <w:tcW w:w="10080" w:type="dxa"/>
            <w:gridSpan w:val="12"/>
          </w:tcPr>
          <w:p w14:paraId="26EF0D92" w14:textId="77777777" w:rsidR="00D625F6" w:rsidRPr="00CF60E1" w:rsidRDefault="00D625F6" w:rsidP="00965B31">
            <w:pPr>
              <w:pStyle w:val="blocktext1"/>
            </w:pPr>
          </w:p>
        </w:tc>
      </w:tr>
    </w:tbl>
    <w:p w14:paraId="5DBB470A" w14:textId="77777777" w:rsidR="00D625F6" w:rsidRPr="00CF60E1" w:rsidRDefault="00D625F6" w:rsidP="00D625F6">
      <w:pPr>
        <w:pStyle w:val="isonormal"/>
      </w:pPr>
    </w:p>
    <w:p w14:paraId="0AC127F1" w14:textId="77777777" w:rsidR="00D625F6" w:rsidRDefault="00D625F6" w:rsidP="00D625F6">
      <w:pPr>
        <w:pStyle w:val="isonormal"/>
        <w:sectPr w:rsidR="00D625F6" w:rsidSect="00D625F6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476543" w14:paraId="6033DF5A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60252" w14:textId="77777777" w:rsidR="00D625F6" w:rsidRPr="00476543" w:rsidRDefault="00D625F6" w:rsidP="00965B31">
            <w:pPr>
              <w:pStyle w:val="tablehead"/>
            </w:pPr>
            <w:r w:rsidRPr="00476543">
              <w:lastRenderedPageBreak/>
              <w:t>$100,000/200,000 BASIC LIMIT OCCURRENCE</w:t>
            </w:r>
            <w:r w:rsidRPr="00476543">
              <w:br/>
              <w:t>Premises/Operations (Prem/Ops) (Subline Code 334) Territory 501</w:t>
            </w:r>
            <w:r w:rsidRPr="00476543">
              <w:br/>
              <w:t>Products/Completed Operations (Prod/COps)</w:t>
            </w:r>
            <w:r w:rsidRPr="00476543">
              <w:tab/>
              <w:t xml:space="preserve">(Subline Code 336) Entire State Territory 999 </w:t>
            </w:r>
          </w:p>
        </w:tc>
      </w:tr>
      <w:tr w:rsidR="00D625F6" w:rsidRPr="00476543" w14:paraId="66883C7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10C5830" w14:textId="77777777" w:rsidR="00D625F6" w:rsidRPr="00476543" w:rsidRDefault="00D625F6" w:rsidP="00965B31">
            <w:pPr>
              <w:pStyle w:val="tablehead"/>
            </w:pPr>
            <w:r w:rsidRPr="00476543">
              <w:t>Class</w:t>
            </w:r>
            <w:r w:rsidRPr="0047654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FF0C6" w14:textId="77777777" w:rsidR="00D625F6" w:rsidRPr="00476543" w:rsidRDefault="00D625F6" w:rsidP="00965B31">
            <w:pPr>
              <w:pStyle w:val="tablehead"/>
            </w:pPr>
            <w:r w:rsidRPr="00476543">
              <w:t>Prem/</w:t>
            </w:r>
            <w:r w:rsidRPr="0047654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E48C69" w14:textId="77777777" w:rsidR="00D625F6" w:rsidRPr="00476543" w:rsidRDefault="00D625F6" w:rsidP="00965B31">
            <w:pPr>
              <w:pStyle w:val="tablehead"/>
            </w:pPr>
            <w:r w:rsidRPr="00476543">
              <w:t>Prod/</w:t>
            </w:r>
            <w:r w:rsidRPr="0047654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B5FA0" w14:textId="77777777" w:rsidR="00D625F6" w:rsidRPr="00476543" w:rsidRDefault="00D625F6" w:rsidP="00965B31">
            <w:pPr>
              <w:pStyle w:val="tablehead"/>
            </w:pPr>
            <w:r w:rsidRPr="00476543">
              <w:t>Class</w:t>
            </w:r>
            <w:r w:rsidRPr="0047654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C061E8" w14:textId="77777777" w:rsidR="00D625F6" w:rsidRPr="00476543" w:rsidRDefault="00D625F6" w:rsidP="00965B31">
            <w:pPr>
              <w:pStyle w:val="tablehead"/>
            </w:pPr>
            <w:r w:rsidRPr="00476543">
              <w:t>Prem/</w:t>
            </w:r>
            <w:r w:rsidRPr="0047654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8C086" w14:textId="77777777" w:rsidR="00D625F6" w:rsidRPr="00476543" w:rsidRDefault="00D625F6" w:rsidP="00965B31">
            <w:pPr>
              <w:pStyle w:val="tablehead"/>
            </w:pPr>
            <w:r w:rsidRPr="00476543">
              <w:t>Prod/</w:t>
            </w:r>
            <w:r w:rsidRPr="0047654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7E93D9" w14:textId="77777777" w:rsidR="00D625F6" w:rsidRPr="00476543" w:rsidRDefault="00D625F6" w:rsidP="00965B31">
            <w:pPr>
              <w:pStyle w:val="tablehead"/>
            </w:pPr>
            <w:r w:rsidRPr="00476543">
              <w:t>Class</w:t>
            </w:r>
            <w:r w:rsidRPr="0047654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AA407" w14:textId="77777777" w:rsidR="00D625F6" w:rsidRPr="00476543" w:rsidRDefault="00D625F6" w:rsidP="00965B31">
            <w:pPr>
              <w:pStyle w:val="tablehead"/>
            </w:pPr>
            <w:r w:rsidRPr="00476543">
              <w:t>Prem/</w:t>
            </w:r>
            <w:r w:rsidRPr="0047654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738339" w14:textId="77777777" w:rsidR="00D625F6" w:rsidRPr="00476543" w:rsidRDefault="00D625F6" w:rsidP="00965B31">
            <w:pPr>
              <w:pStyle w:val="tablehead"/>
            </w:pPr>
            <w:r w:rsidRPr="00476543">
              <w:t>Prod/</w:t>
            </w:r>
            <w:r w:rsidRPr="0047654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E0417" w14:textId="77777777" w:rsidR="00D625F6" w:rsidRPr="00476543" w:rsidRDefault="00D625F6" w:rsidP="00965B31">
            <w:pPr>
              <w:pStyle w:val="tablehead"/>
            </w:pPr>
            <w:r w:rsidRPr="00476543">
              <w:t>Class</w:t>
            </w:r>
            <w:r w:rsidRPr="0047654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6FACCA" w14:textId="77777777" w:rsidR="00D625F6" w:rsidRPr="00476543" w:rsidRDefault="00D625F6" w:rsidP="00965B31">
            <w:pPr>
              <w:pStyle w:val="tablehead"/>
            </w:pPr>
            <w:r w:rsidRPr="00476543">
              <w:t>Prem/</w:t>
            </w:r>
            <w:r w:rsidRPr="0047654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49155" w14:textId="77777777" w:rsidR="00D625F6" w:rsidRPr="00476543" w:rsidRDefault="00D625F6" w:rsidP="00965B31">
            <w:pPr>
              <w:pStyle w:val="tablehead"/>
            </w:pPr>
            <w:r w:rsidRPr="00476543">
              <w:t>Prod/</w:t>
            </w:r>
            <w:r w:rsidRPr="00476543">
              <w:br/>
              <w:t>Cops</w:t>
            </w:r>
          </w:p>
        </w:tc>
      </w:tr>
      <w:tr w:rsidR="00D625F6" w:rsidRPr="00476543" w14:paraId="7725793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3E81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A70F3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BEA86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1052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E6C93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815FA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FD1BE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E292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DDA2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68586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D40F2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14087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1.07</w:t>
            </w:r>
          </w:p>
        </w:tc>
      </w:tr>
      <w:tr w:rsidR="00D625F6" w:rsidRPr="00476543" w14:paraId="64F7286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550C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3A95E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5464E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6D8EF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CFDF3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724C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B97ED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0359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3C6AD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9D43B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FBF2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57F08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2.34</w:t>
            </w:r>
          </w:p>
        </w:tc>
      </w:tr>
      <w:tr w:rsidR="00D625F6" w:rsidRPr="00476543" w14:paraId="1FA7211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5D0BB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5838E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4AE88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89057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63A0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D62B5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081C4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EDEA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1353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44D5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6BC1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C4B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.81</w:t>
            </w:r>
          </w:p>
        </w:tc>
      </w:tr>
      <w:tr w:rsidR="00D625F6" w:rsidRPr="00476543" w14:paraId="5D339F6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E0DA7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EC1BE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B7C73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22D3B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E0806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6B4FB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9E31D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AB8F5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67EA6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57283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6B4A6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D32D3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77687A0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7B2C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324A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2FFBF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A2B7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1347D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78037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EB1E5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B77F4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5BCB6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54956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B636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22EC1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</w:tr>
      <w:tr w:rsidR="00D625F6" w:rsidRPr="00476543" w14:paraId="0F27744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D54AC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6424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A222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DAD2D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98437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22F43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BEBCA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1850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9B69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F60AD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CBD2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1D8D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76543" w14:paraId="2E1C33A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3F9DD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59715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1EDF4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25DA4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F38A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DB4A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8AE9B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F49C7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E061F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DC142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BCD5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0ECE1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</w:tr>
      <w:tr w:rsidR="00D625F6" w:rsidRPr="00476543" w14:paraId="3F60B3B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6653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49BE9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DF955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31ADB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A096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72643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37F27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1D874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9B974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C4C6B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C5DF7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DC1CC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</w:tr>
      <w:tr w:rsidR="00D625F6" w:rsidRPr="00476543" w14:paraId="51A9E3F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BFA4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C69F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A780E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CA1ED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CF038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85622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D1C43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1FBD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8896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D1E9F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C958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20942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</w:tr>
      <w:tr w:rsidR="00D625F6" w:rsidRPr="00476543" w14:paraId="6236B5F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A92E1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1BC06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6F671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912BC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08D4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9254E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8D782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07C9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8184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72AF6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805C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32246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</w:tr>
      <w:tr w:rsidR="00D625F6" w:rsidRPr="00476543" w14:paraId="7146B5A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08D97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4BC2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356B9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2CB47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D34F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6B1B8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C9138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C0615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22D77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72644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3D818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DEF1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</w:tr>
      <w:tr w:rsidR="00D625F6" w:rsidRPr="00476543" w14:paraId="1B0E547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2D2C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5D8E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F3A03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156FD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2EFD8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7F355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ED0C1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B63E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3EB42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51D1E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ACF1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72188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76543" w14:paraId="71CEE5D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C49CE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82A1F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4A947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EBD3E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ED30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3B0A2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BE396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6B5D5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A52A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23CFF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ABD8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5DB67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</w:tr>
      <w:tr w:rsidR="00D625F6" w:rsidRPr="00476543" w14:paraId="4BE4241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3763E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BF0F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89976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41A43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05761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4F250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0CB3E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1DDB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4A228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DB419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2D535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A3FF4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3A55C49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A80BF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9DDC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EE714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3A96F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7BF86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B33F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69FF2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2C662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14B4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2E7E6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71FFF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35161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6600858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494BA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A674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FCF7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A8392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64AF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78250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EE597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CA57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1487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4F2EA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7C903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2EF0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5B37E01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F6BCD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7768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C12AF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58909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6E05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9E4D7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CE785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AA3D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D7196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B5D96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21205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A0B15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3637D88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DE7A5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C6B6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011D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89E39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AD0F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07A6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4FBB0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87E35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E86F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D08DA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9597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85B2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76543" w14:paraId="1C0D7E5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B7FBA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FC8A0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09BF5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ED56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C9BD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439C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9CAC9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530A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92467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66F2A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37FB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85B8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27.20</w:t>
            </w:r>
          </w:p>
        </w:tc>
      </w:tr>
      <w:tr w:rsidR="00D625F6" w:rsidRPr="00476543" w14:paraId="593265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510D8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4199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9280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BF2A5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87BF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9366E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A0987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C6BB8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D25FF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76B4C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C28C6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5142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6.49</w:t>
            </w:r>
          </w:p>
        </w:tc>
      </w:tr>
      <w:tr w:rsidR="00D625F6" w:rsidRPr="00476543" w14:paraId="716A45C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2F641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E09A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651F8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3774D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4A78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AD43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CC981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B2D2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13D50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A0CB7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69C7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DBF8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15.90</w:t>
            </w:r>
          </w:p>
        </w:tc>
      </w:tr>
      <w:tr w:rsidR="00D625F6" w:rsidRPr="00476543" w14:paraId="15F8B42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40764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C3303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DCFF5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FC9FD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4BC89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1B481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67F73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4164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8524E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A3501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049D2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CCAB0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3.80</w:t>
            </w:r>
          </w:p>
        </w:tc>
      </w:tr>
      <w:tr w:rsidR="00D625F6" w:rsidRPr="00476543" w14:paraId="1A7701E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328F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63596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29063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038E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70D0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C2A25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9D4C3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4187B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BDFC8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BEDE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B21D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F059D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6D9737F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182D0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45BB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FB33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ABA6B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E7443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EFC90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C126E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BD1F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1C513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2180E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1CD18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5DCD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76543" w14:paraId="5F11C6A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B0094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225B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E22F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13C9F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F6B24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E1395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1E3E3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07479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12D48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30F81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6945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69F14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740648C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F4019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DED8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3BD3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DC789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C983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8D185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ABD3F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B033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7FD9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9B19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FDBD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24F3A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3353DD1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2B291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9280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C66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FF52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0975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B11C4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55D46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834C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E654E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12A16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89C8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8ED4A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</w:tr>
      <w:tr w:rsidR="00D625F6" w:rsidRPr="00476543" w14:paraId="2C8B3FC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49CF5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63D4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A3B5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445D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70D0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BFDA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E6195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26546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40799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431E6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B4308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77B20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2FA71C4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ACE98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48F7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1620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AD2E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8D2E2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F1D7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93CE8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28DB6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35B81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A3C48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75685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F0748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2811D07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41EA4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84D6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F0BE3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7F3A3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A6478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D288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8DA8C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51156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70056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4B2E5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FB1E3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8423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76543" w14:paraId="435801F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62DF5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DDE9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1A88A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B93DE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48E67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7EEB2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8.71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CDE01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DC72C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EB1A9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26F98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FF3D5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A1583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6B80668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C749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A11D7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B222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ACD3E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0CCD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0388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5E271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D00D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6E2C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67A28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91B3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6AA50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3.64</w:t>
            </w:r>
          </w:p>
        </w:tc>
      </w:tr>
      <w:tr w:rsidR="00D625F6" w:rsidRPr="00476543" w14:paraId="05A6C1A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AFE7F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22ED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CE79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D901A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E2623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9EDC0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29AD7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B1DDF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5BFD7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D6E0D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3C57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BFAF1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751C9D1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0C051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EE5A7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D05A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F4E54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CEB38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8A32E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8DB66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5C107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B15BE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DD897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AE60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79E32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11708DB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416CF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BE2B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6107B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2EB6B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E2C35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2B9E7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2CC28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ECA1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C7B20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C4421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E871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18D25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.44</w:t>
            </w:r>
          </w:p>
        </w:tc>
      </w:tr>
      <w:tr w:rsidR="00D625F6" w:rsidRPr="00476543" w14:paraId="15CAEEC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9BE69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A919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F5632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A9302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67B36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1850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96982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185C2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51BB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6580A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C2F9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B1B16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76543" w14:paraId="2051315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7FB77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6BCE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A3370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42A6C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C702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7C9B6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2056A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67320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B4E46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67706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0EAE0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F4C5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10.50</w:t>
            </w:r>
          </w:p>
        </w:tc>
      </w:tr>
      <w:tr w:rsidR="00D625F6" w:rsidRPr="00476543" w14:paraId="6091B8E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F86F6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984D3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97D59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AB258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8D333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B47D5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F9D69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66F41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6ED99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5F062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3A55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B9862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13.80</w:t>
            </w:r>
          </w:p>
        </w:tc>
      </w:tr>
      <w:tr w:rsidR="00D625F6" w:rsidRPr="00476543" w14:paraId="4788594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F2C77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9B410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D93B1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7CAE3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F3B49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22AAC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BE972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76F8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ED2A7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4427D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76597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123D3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</w:tr>
      <w:tr w:rsidR="00D625F6" w:rsidRPr="00476543" w14:paraId="774027E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6BE5B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8BA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D418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086AB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B21D1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D24A4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39FFD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D82D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1CC25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19776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C529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A85E9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</w:tr>
      <w:tr w:rsidR="00D625F6" w:rsidRPr="00476543" w14:paraId="175A3F5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827E7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FB856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F98FA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C9194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99DD3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8974C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10AD1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89CF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B5E12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488F2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66C6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A7A7F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5BAF3E2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DBBD5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BCD8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92E6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513C2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3CF1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DA358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01ABF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ED89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721F2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10A3" w14:textId="77777777" w:rsidR="00D625F6" w:rsidRPr="00476543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1213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5342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76543" w14:paraId="7013D29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FFA3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E0117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CC0B9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A4C3A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B30C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BF93E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5B889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520A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2B26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6.39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336C5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8E82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DF52F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6B74C19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2750C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11BCE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4B4DC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B1BB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1F88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C808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199EB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C35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564F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FD2D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7697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64729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7CFAAD1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2B11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FA77A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8C61D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53BBA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1055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6D257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0377D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D6EC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ED2B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72A00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30237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8C502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1.47</w:t>
            </w:r>
          </w:p>
        </w:tc>
      </w:tr>
      <w:tr w:rsidR="00D625F6" w:rsidRPr="00476543" w14:paraId="7D1B760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E9974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1D22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8FCC9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68F34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06BD3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53E6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759C4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BB36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F6D48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059B1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DC2E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BDFF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3.64</w:t>
            </w:r>
          </w:p>
        </w:tc>
      </w:tr>
      <w:tr w:rsidR="00D625F6" w:rsidRPr="00476543" w14:paraId="5B8A99E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B8A9D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5178FD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9B2E1F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45152F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4A7AB6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27703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AC9CFD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F42CB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823804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BDC3A" w14:textId="77777777" w:rsidR="00D625F6" w:rsidRPr="00476543" w:rsidRDefault="00D625F6" w:rsidP="00965B31">
            <w:pPr>
              <w:pStyle w:val="tabletext10"/>
              <w:rPr>
                <w:b/>
              </w:rPr>
            </w:pPr>
            <w:r w:rsidRPr="00476543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32C70B1" w14:textId="77777777" w:rsidR="00D625F6" w:rsidRPr="00476543" w:rsidRDefault="00D625F6" w:rsidP="00965B31">
            <w:pPr>
              <w:pStyle w:val="tabletext10"/>
              <w:tabs>
                <w:tab w:val="decimal" w:pos="300"/>
              </w:tabs>
            </w:pPr>
            <w:r w:rsidRPr="00476543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EC050D" w14:textId="77777777" w:rsidR="00D625F6" w:rsidRPr="00476543" w:rsidRDefault="00D625F6" w:rsidP="00965B31">
            <w:pPr>
              <w:pStyle w:val="tabletext10"/>
              <w:jc w:val="center"/>
            </w:pPr>
            <w:r w:rsidRPr="00476543">
              <w:t xml:space="preserve"> – </w:t>
            </w:r>
          </w:p>
        </w:tc>
      </w:tr>
      <w:tr w:rsidR="00D625F6" w:rsidRPr="00476543" w14:paraId="4EF34E4B" w14:textId="77777777" w:rsidTr="00965B31">
        <w:trPr>
          <w:cantSplit/>
        </w:trPr>
        <w:tc>
          <w:tcPr>
            <w:tcW w:w="10080" w:type="dxa"/>
            <w:gridSpan w:val="12"/>
          </w:tcPr>
          <w:p w14:paraId="6F3E9552" w14:textId="77777777" w:rsidR="00D625F6" w:rsidRPr="00476543" w:rsidRDefault="00D625F6" w:rsidP="00965B31">
            <w:pPr>
              <w:pStyle w:val="blocktext1"/>
            </w:pPr>
          </w:p>
        </w:tc>
      </w:tr>
      <w:tr w:rsidR="00D625F6" w:rsidRPr="00476543" w14:paraId="571AA82E" w14:textId="77777777" w:rsidTr="00965B31">
        <w:trPr>
          <w:cantSplit/>
        </w:trPr>
        <w:tc>
          <w:tcPr>
            <w:tcW w:w="10080" w:type="dxa"/>
            <w:gridSpan w:val="12"/>
          </w:tcPr>
          <w:p w14:paraId="670F757A" w14:textId="77777777" w:rsidR="00D625F6" w:rsidRPr="00476543" w:rsidRDefault="00D625F6" w:rsidP="00965B31">
            <w:pPr>
              <w:pStyle w:val="blocktext1"/>
            </w:pPr>
          </w:p>
        </w:tc>
      </w:tr>
    </w:tbl>
    <w:p w14:paraId="34B2C4E7" w14:textId="77777777" w:rsidR="00D625F6" w:rsidRPr="00476543" w:rsidRDefault="00D625F6" w:rsidP="00D625F6">
      <w:pPr>
        <w:pStyle w:val="isonormal"/>
      </w:pPr>
    </w:p>
    <w:p w14:paraId="056B9EED" w14:textId="77777777" w:rsidR="00D625F6" w:rsidRDefault="00D625F6" w:rsidP="00D625F6">
      <w:pPr>
        <w:pStyle w:val="isonormal"/>
        <w:sectPr w:rsidR="00D625F6" w:rsidSect="00D625F6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2B599E" w14:paraId="3BF5B691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CA43F" w14:textId="77777777" w:rsidR="00D625F6" w:rsidRPr="002B599E" w:rsidRDefault="00D625F6" w:rsidP="00965B31">
            <w:pPr>
              <w:pStyle w:val="tablehead"/>
            </w:pPr>
            <w:r w:rsidRPr="002B599E">
              <w:lastRenderedPageBreak/>
              <w:t>$100,000/200,000 BASIC LIMIT OCCURRENCE</w:t>
            </w:r>
            <w:r w:rsidRPr="002B599E">
              <w:br/>
              <w:t>Premises/Operations (Prem/Ops) (Subline Code 334) Territory 501</w:t>
            </w:r>
            <w:r w:rsidRPr="002B599E">
              <w:br/>
              <w:t>Products/Completed Operations (Prod/COps)</w:t>
            </w:r>
            <w:r w:rsidRPr="002B599E">
              <w:tab/>
              <w:t xml:space="preserve">(Subline Code 336) Entire State Territory 999 </w:t>
            </w:r>
          </w:p>
        </w:tc>
      </w:tr>
      <w:tr w:rsidR="00D625F6" w:rsidRPr="002B599E" w14:paraId="519571A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699C8F" w14:textId="77777777" w:rsidR="00D625F6" w:rsidRPr="002B599E" w:rsidRDefault="00D625F6" w:rsidP="00965B31">
            <w:pPr>
              <w:pStyle w:val="tablehead"/>
            </w:pPr>
            <w:r w:rsidRPr="002B599E">
              <w:t>Class</w:t>
            </w:r>
            <w:r w:rsidRPr="002B599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80984" w14:textId="77777777" w:rsidR="00D625F6" w:rsidRPr="002B599E" w:rsidRDefault="00D625F6" w:rsidP="00965B31">
            <w:pPr>
              <w:pStyle w:val="tablehead"/>
            </w:pPr>
            <w:r w:rsidRPr="002B599E">
              <w:t>Prem/</w:t>
            </w:r>
            <w:r w:rsidRPr="002B599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81F88C" w14:textId="77777777" w:rsidR="00D625F6" w:rsidRPr="002B599E" w:rsidRDefault="00D625F6" w:rsidP="00965B31">
            <w:pPr>
              <w:pStyle w:val="tablehead"/>
            </w:pPr>
            <w:r w:rsidRPr="002B599E">
              <w:t>Prod/</w:t>
            </w:r>
            <w:r w:rsidRPr="002B599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90CC5" w14:textId="77777777" w:rsidR="00D625F6" w:rsidRPr="002B599E" w:rsidRDefault="00D625F6" w:rsidP="00965B31">
            <w:pPr>
              <w:pStyle w:val="tablehead"/>
            </w:pPr>
            <w:r w:rsidRPr="002B599E">
              <w:t>Class</w:t>
            </w:r>
            <w:r w:rsidRPr="002B599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DBA96B" w14:textId="77777777" w:rsidR="00D625F6" w:rsidRPr="002B599E" w:rsidRDefault="00D625F6" w:rsidP="00965B31">
            <w:pPr>
              <w:pStyle w:val="tablehead"/>
            </w:pPr>
            <w:r w:rsidRPr="002B599E">
              <w:t>Prem/</w:t>
            </w:r>
            <w:r w:rsidRPr="002B599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F757F" w14:textId="77777777" w:rsidR="00D625F6" w:rsidRPr="002B599E" w:rsidRDefault="00D625F6" w:rsidP="00965B31">
            <w:pPr>
              <w:pStyle w:val="tablehead"/>
            </w:pPr>
            <w:r w:rsidRPr="002B599E">
              <w:t>Prod/</w:t>
            </w:r>
            <w:r w:rsidRPr="002B599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4B33ED" w14:textId="77777777" w:rsidR="00D625F6" w:rsidRPr="002B599E" w:rsidRDefault="00D625F6" w:rsidP="00965B31">
            <w:pPr>
              <w:pStyle w:val="tablehead"/>
            </w:pPr>
            <w:r w:rsidRPr="002B599E">
              <w:t>Class</w:t>
            </w:r>
            <w:r w:rsidRPr="002B599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3B3B6" w14:textId="77777777" w:rsidR="00D625F6" w:rsidRPr="002B599E" w:rsidRDefault="00D625F6" w:rsidP="00965B31">
            <w:pPr>
              <w:pStyle w:val="tablehead"/>
            </w:pPr>
            <w:r w:rsidRPr="002B599E">
              <w:t>Prem/</w:t>
            </w:r>
            <w:r w:rsidRPr="002B599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E211D4" w14:textId="77777777" w:rsidR="00D625F6" w:rsidRPr="002B599E" w:rsidRDefault="00D625F6" w:rsidP="00965B31">
            <w:pPr>
              <w:pStyle w:val="tablehead"/>
            </w:pPr>
            <w:r w:rsidRPr="002B599E">
              <w:t>Prod/</w:t>
            </w:r>
            <w:r w:rsidRPr="002B599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2BB25" w14:textId="77777777" w:rsidR="00D625F6" w:rsidRPr="002B599E" w:rsidRDefault="00D625F6" w:rsidP="00965B31">
            <w:pPr>
              <w:pStyle w:val="tablehead"/>
            </w:pPr>
            <w:r w:rsidRPr="002B599E">
              <w:t>Class</w:t>
            </w:r>
            <w:r w:rsidRPr="002B599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625F13" w14:textId="77777777" w:rsidR="00D625F6" w:rsidRPr="002B599E" w:rsidRDefault="00D625F6" w:rsidP="00965B31">
            <w:pPr>
              <w:pStyle w:val="tablehead"/>
            </w:pPr>
            <w:r w:rsidRPr="002B599E">
              <w:t>Prem/</w:t>
            </w:r>
            <w:r w:rsidRPr="002B599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60D34" w14:textId="77777777" w:rsidR="00D625F6" w:rsidRPr="002B599E" w:rsidRDefault="00D625F6" w:rsidP="00965B31">
            <w:pPr>
              <w:pStyle w:val="tablehead"/>
            </w:pPr>
            <w:r w:rsidRPr="002B599E">
              <w:t>Prod/</w:t>
            </w:r>
            <w:r w:rsidRPr="002B599E">
              <w:br/>
              <w:t>Cops</w:t>
            </w:r>
          </w:p>
        </w:tc>
      </w:tr>
      <w:tr w:rsidR="00D625F6" w:rsidRPr="002B599E" w14:paraId="138C704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63E34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D3A9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E7E4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EB963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AFE2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18CC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817A8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0882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457B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725D5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3485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B74C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3BE83E8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45A8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C01E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9.62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25D9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CBBFF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51F8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805B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01EBD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809A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7596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EC44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CA02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9A3A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3C4BDB0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44485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57CFB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7AC9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B1D14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75A9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C1B6A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49E4E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9E64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4511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7BFA3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FB9B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71B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746AC63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DF840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9A40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F4B6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CE3E5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F9F7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622FA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89CDF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6FED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C34A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DF39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D5C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3F8C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62F9001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2744F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4D62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9C0F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C68D1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E16C2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BDBA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59072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340E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DAF7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04D81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A245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09BE2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1A77592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688FF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2490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923D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161E0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495A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D37B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FA62D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6CA6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F211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54320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CFF5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B6DF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262E16C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409B4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524B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F6BA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1F5AE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B096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46B31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1082D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363D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AF3F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F47E5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5CFE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5446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21D61D2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DD28C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32C6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B930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8069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F023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7.72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4585C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EA899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6D3F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F8C0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B6000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EC51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B6B7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7DB7343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93D1B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A09C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5F062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3B865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5B78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EC920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6BFF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F63C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3F5E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E721E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CCDD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10B3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2815086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BCF0A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2AC8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2185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D160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2E283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87881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3E08D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A837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1A0E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78F3E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F33F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420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3E1C847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1024E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259D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CFEA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1D79C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94314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F341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DA6A1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E2D5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EBEB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87230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17C3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84A70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1346B43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220D8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2DBF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DFA0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DFA8B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1871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E94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D088E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E1F8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C661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67233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7FE8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D099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0F4EE6B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B5B59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C2AD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4FB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8A0D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FF08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A989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DED19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D89C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AC1B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6C5C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E288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5969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024C814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5B573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ED4BE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4604D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F5DA9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9079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60F7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C249D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599D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AA74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09CD8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DF7F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D9A7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0E6ACE2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77E44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3E6DF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CE6A2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8A4BA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43F2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85F63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04218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4401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CE850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91310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D2A0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2008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664AF87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36DDC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A5389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3749A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D1CE0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98AA0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80061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36493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6455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F616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80F0C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6116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698A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007B0C5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9BC3F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7BBBE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A2F5B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78CE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5416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ACAD5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432FA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ACB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2A0C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DCF6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A5A3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4BC5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3FB678D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4FCE9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73CE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943F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19108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5B720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F0A9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5ECAB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1D62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51A7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4DD0A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076A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4394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6E4821F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6A958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B7B9E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256C1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1BC8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19030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554AF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E8FD8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13C3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0EA2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35C31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499F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3949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35AB609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D15DE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CC49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E674B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D4F96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2EED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7.62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123D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8CD5E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B561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3242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F8812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3FD8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1AF3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48F7072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46C20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4CC1C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728C2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38B78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A512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7.31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77DB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D97D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6D0D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6E21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C23E3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9704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5A2E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69FA03C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95208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CDCF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5C45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980D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0860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2B72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90945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5551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E0F9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93BEB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C9052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96D7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0F66F6A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F4840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3951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C7FE2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2CEBB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1964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7.04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FF4E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3B941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6E34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B085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CE09B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167D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A3CB0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6B6ED47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CF16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5733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1879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C067F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2110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3F9A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E74A1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D3E5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CB71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9BFE3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30DC0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377F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2BE3915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AA65D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D0772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342BB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3E11D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01450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5.12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827C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B4B58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65C7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51D10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8C9A0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BDEA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9C3A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0B3D087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CA9B9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81199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7E9EE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63703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948F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6.42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1855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4873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40D1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7097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2F97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91EF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62102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5A398A8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9B22A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4CA4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1CC08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2380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7C21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E997D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35124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C87F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8661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2875F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00A0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E539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4B27F70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4C34C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51B6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9A56C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BFA00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29CB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282E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4A5C5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845D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C29B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823F3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7E10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12C9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0956A85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C38B5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852F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2C391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54741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B373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23870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BD30A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C02D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6EF7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E7D8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8C4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BFFF2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58351F8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467F2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890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AA54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310F9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EF02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0F8B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3574F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933B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1A7E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43500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1E4D2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F90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1FEF4B5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6D79C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A282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44281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827E1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EB47C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ED968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734E3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4B49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0F3A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10020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EA20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A5DD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20336C3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A0599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59E60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9BEA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447EA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7B2C6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23CCE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393BD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7788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795B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7F3BC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E541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D5D5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277439A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A43AD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346A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B140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BCE00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A82B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62AA2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E6C83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5810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3E68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F7BA0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64D9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C6B7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319D6D3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4B20E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F9C9F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88249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B1465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A336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369B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B3CCB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7EAC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67C2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5D649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7A9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D1AE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27EE019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42016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FF0E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A23D8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DB8FD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E7922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9E22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67D24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B88A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709F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666FA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976A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921A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03337F8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F5DC9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DCBB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E559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6A820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C896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0DE1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5A4E6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3E56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4255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A3A2D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69E9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E392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55D57AF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F7F42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1E970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52BBB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B67B1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5EB6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5DE2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8A6C2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22E7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DDB8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BC8BE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1272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7AC9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70FD79C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5813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B9A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C131C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5F209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32D72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330B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11FE6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1633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90D3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C48E6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584A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E15F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5C087A8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580FD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23EA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7737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C5E0F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140A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9893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25202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0EBB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EE4C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A98E8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8B920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2C6F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073898B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163BC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C0334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3CEE9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5A57F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AE5D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0F1E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D019B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39D9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123C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BADF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BE99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CDA8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5CDCC11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7108D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2BEE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4B70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1CA25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4F21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73D2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11BB8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1179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1F89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A3CFA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21C4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3F1B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7289EA7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941E4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17ED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B4AE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663FA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64DA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DE5B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2ACD2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CBA32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FFC0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5BADE" w14:textId="77777777" w:rsidR="00D625F6" w:rsidRPr="002B59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EB46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AF65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08EE34E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5606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022A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EA608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4457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9C7C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256E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C3FBE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650D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8026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0E909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8B9E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10FF6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5BCA0CC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1126F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CF7D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D43A2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864BC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D53B2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08D81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196C3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164E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9806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00B58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0089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61F4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46790BA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A0EE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AAC7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7A832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C8B3D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66D6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0559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FA8C5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A422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932BA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BF1DE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ACBDC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B744B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1B3C8A1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0FE8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15A5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442AF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DD1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47797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CCD4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D129C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FCC73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3598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F6723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49FA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D9FE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3AAFD62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B0D57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8BB32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  <w:r w:rsidRPr="002B599E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648C0C" w14:textId="77777777" w:rsidR="00D625F6" w:rsidRPr="002B599E" w:rsidRDefault="00D625F6" w:rsidP="00965B31">
            <w:pPr>
              <w:pStyle w:val="tabletext10"/>
              <w:jc w:val="center"/>
            </w:pPr>
            <w:r w:rsidRPr="002B59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5DA111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F8FAFD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1B8D2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DBFBE6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B7575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B5C73E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98924" w14:textId="77777777" w:rsidR="00D625F6" w:rsidRPr="002B599E" w:rsidRDefault="00D625F6" w:rsidP="00965B31">
            <w:pPr>
              <w:pStyle w:val="tabletext10"/>
              <w:rPr>
                <w:b/>
              </w:rPr>
            </w:pPr>
            <w:r w:rsidRPr="002B599E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FEE7F9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15F048" w14:textId="77777777" w:rsidR="00D625F6" w:rsidRPr="002B59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B599E" w14:paraId="5F580E21" w14:textId="77777777" w:rsidTr="00965B31">
        <w:trPr>
          <w:cantSplit/>
        </w:trPr>
        <w:tc>
          <w:tcPr>
            <w:tcW w:w="10080" w:type="dxa"/>
            <w:gridSpan w:val="12"/>
          </w:tcPr>
          <w:p w14:paraId="06B81707" w14:textId="77777777" w:rsidR="00D625F6" w:rsidRPr="002B599E" w:rsidRDefault="00D625F6" w:rsidP="00965B31">
            <w:pPr>
              <w:pStyle w:val="blocktext1"/>
            </w:pPr>
          </w:p>
        </w:tc>
      </w:tr>
      <w:tr w:rsidR="00D625F6" w:rsidRPr="002B599E" w14:paraId="68604F9A" w14:textId="77777777" w:rsidTr="00965B31">
        <w:trPr>
          <w:cantSplit/>
        </w:trPr>
        <w:tc>
          <w:tcPr>
            <w:tcW w:w="10080" w:type="dxa"/>
            <w:gridSpan w:val="12"/>
          </w:tcPr>
          <w:p w14:paraId="5022F6BB" w14:textId="77777777" w:rsidR="00D625F6" w:rsidRPr="002B599E" w:rsidRDefault="00D625F6" w:rsidP="00965B31">
            <w:pPr>
              <w:pStyle w:val="blocktext1"/>
            </w:pPr>
          </w:p>
        </w:tc>
      </w:tr>
    </w:tbl>
    <w:p w14:paraId="51DAC7D2" w14:textId="77777777" w:rsidR="00D625F6" w:rsidRPr="002B599E" w:rsidRDefault="00D625F6" w:rsidP="00D625F6">
      <w:pPr>
        <w:pStyle w:val="isonormal"/>
      </w:pPr>
    </w:p>
    <w:p w14:paraId="429375D7" w14:textId="77777777" w:rsidR="00D625F6" w:rsidRDefault="00D625F6" w:rsidP="00D625F6">
      <w:pPr>
        <w:pStyle w:val="isonormal"/>
        <w:sectPr w:rsidR="00D625F6" w:rsidSect="00D625F6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2A1556" w14:paraId="1974BD22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C945F" w14:textId="77777777" w:rsidR="00D625F6" w:rsidRPr="002A1556" w:rsidRDefault="00D625F6" w:rsidP="00965B31">
            <w:pPr>
              <w:pStyle w:val="tablehead"/>
            </w:pPr>
            <w:r w:rsidRPr="002A1556">
              <w:lastRenderedPageBreak/>
              <w:t>$100,000/200,000 BASIC LIMIT OCCURRENCE</w:t>
            </w:r>
            <w:r w:rsidRPr="002A1556">
              <w:br/>
              <w:t>Premises/Operations (Prem/Ops) (Subline Code 334) Territory 502</w:t>
            </w:r>
            <w:r w:rsidRPr="002A1556">
              <w:br/>
              <w:t>Products/Completed Operations (Prod/COps)</w:t>
            </w:r>
            <w:r w:rsidRPr="002A1556">
              <w:tab/>
              <w:t xml:space="preserve">(Subline Code 336) Entire State Territory 999 </w:t>
            </w:r>
          </w:p>
        </w:tc>
      </w:tr>
      <w:tr w:rsidR="00D625F6" w:rsidRPr="002A1556" w14:paraId="08B68E1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E8872CE" w14:textId="77777777" w:rsidR="00D625F6" w:rsidRPr="002A1556" w:rsidRDefault="00D625F6" w:rsidP="00965B31">
            <w:pPr>
              <w:pStyle w:val="tablehead"/>
            </w:pPr>
            <w:r w:rsidRPr="002A1556">
              <w:t>Class</w:t>
            </w:r>
            <w:r w:rsidRPr="002A155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91E2E" w14:textId="77777777" w:rsidR="00D625F6" w:rsidRPr="002A1556" w:rsidRDefault="00D625F6" w:rsidP="00965B31">
            <w:pPr>
              <w:pStyle w:val="tablehead"/>
            </w:pPr>
            <w:r w:rsidRPr="002A1556">
              <w:t>Prem/</w:t>
            </w:r>
            <w:r w:rsidRPr="002A155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F7A047" w14:textId="77777777" w:rsidR="00D625F6" w:rsidRPr="002A1556" w:rsidRDefault="00D625F6" w:rsidP="00965B31">
            <w:pPr>
              <w:pStyle w:val="tablehead"/>
            </w:pPr>
            <w:r w:rsidRPr="002A1556">
              <w:t>Prod/</w:t>
            </w:r>
            <w:r w:rsidRPr="002A155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CAE44" w14:textId="77777777" w:rsidR="00D625F6" w:rsidRPr="002A1556" w:rsidRDefault="00D625F6" w:rsidP="00965B31">
            <w:pPr>
              <w:pStyle w:val="tablehead"/>
            </w:pPr>
            <w:r w:rsidRPr="002A1556">
              <w:t>Class</w:t>
            </w:r>
            <w:r w:rsidRPr="002A155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4644D0" w14:textId="77777777" w:rsidR="00D625F6" w:rsidRPr="002A1556" w:rsidRDefault="00D625F6" w:rsidP="00965B31">
            <w:pPr>
              <w:pStyle w:val="tablehead"/>
            </w:pPr>
            <w:r w:rsidRPr="002A1556">
              <w:t>Prem/</w:t>
            </w:r>
            <w:r w:rsidRPr="002A155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ABECC" w14:textId="77777777" w:rsidR="00D625F6" w:rsidRPr="002A1556" w:rsidRDefault="00D625F6" w:rsidP="00965B31">
            <w:pPr>
              <w:pStyle w:val="tablehead"/>
            </w:pPr>
            <w:r w:rsidRPr="002A1556">
              <w:t>Prod/</w:t>
            </w:r>
            <w:r w:rsidRPr="002A155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066CC7" w14:textId="77777777" w:rsidR="00D625F6" w:rsidRPr="002A1556" w:rsidRDefault="00D625F6" w:rsidP="00965B31">
            <w:pPr>
              <w:pStyle w:val="tablehead"/>
            </w:pPr>
            <w:r w:rsidRPr="002A1556">
              <w:t>Class</w:t>
            </w:r>
            <w:r w:rsidRPr="002A155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7F1E0" w14:textId="77777777" w:rsidR="00D625F6" w:rsidRPr="002A1556" w:rsidRDefault="00D625F6" w:rsidP="00965B31">
            <w:pPr>
              <w:pStyle w:val="tablehead"/>
            </w:pPr>
            <w:r w:rsidRPr="002A1556">
              <w:t>Prem/</w:t>
            </w:r>
            <w:r w:rsidRPr="002A155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56E137" w14:textId="77777777" w:rsidR="00D625F6" w:rsidRPr="002A1556" w:rsidRDefault="00D625F6" w:rsidP="00965B31">
            <w:pPr>
              <w:pStyle w:val="tablehead"/>
            </w:pPr>
            <w:r w:rsidRPr="002A1556">
              <w:t>Prod/</w:t>
            </w:r>
            <w:r w:rsidRPr="002A155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AAF5A" w14:textId="77777777" w:rsidR="00D625F6" w:rsidRPr="002A1556" w:rsidRDefault="00D625F6" w:rsidP="00965B31">
            <w:pPr>
              <w:pStyle w:val="tablehead"/>
            </w:pPr>
            <w:r w:rsidRPr="002A1556">
              <w:t>Class</w:t>
            </w:r>
            <w:r w:rsidRPr="002A155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F60EA0" w14:textId="77777777" w:rsidR="00D625F6" w:rsidRPr="002A1556" w:rsidRDefault="00D625F6" w:rsidP="00965B31">
            <w:pPr>
              <w:pStyle w:val="tablehead"/>
            </w:pPr>
            <w:r w:rsidRPr="002A1556">
              <w:t>Prem/</w:t>
            </w:r>
            <w:r w:rsidRPr="002A155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DE93" w14:textId="77777777" w:rsidR="00D625F6" w:rsidRPr="002A1556" w:rsidRDefault="00D625F6" w:rsidP="00965B31">
            <w:pPr>
              <w:pStyle w:val="tablehead"/>
            </w:pPr>
            <w:r w:rsidRPr="002A1556">
              <w:t>Prod/</w:t>
            </w:r>
            <w:r w:rsidRPr="002A1556">
              <w:br/>
              <w:t>Cops</w:t>
            </w:r>
          </w:p>
        </w:tc>
      </w:tr>
      <w:tr w:rsidR="00D625F6" w:rsidRPr="002A1556" w14:paraId="4E54691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4BB6D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7269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0D24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F38E4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679E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EEB5B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7DF7F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5D206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6DD3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140D3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0C12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FFC7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.08</w:t>
            </w:r>
          </w:p>
        </w:tc>
      </w:tr>
      <w:tr w:rsidR="00D625F6" w:rsidRPr="002A1556" w14:paraId="166B7FD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19D96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7365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D9ACC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87E77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88CD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26.30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F3C36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5E158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2E561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6902E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61BAA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0124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9757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.054</w:t>
            </w:r>
          </w:p>
        </w:tc>
      </w:tr>
      <w:tr w:rsidR="00D625F6" w:rsidRPr="002A1556" w14:paraId="164A202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2463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4B62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D5F0B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41784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6F9C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9CE97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75BA2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33B7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CB6AC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89CAE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FA1E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28A2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.123</w:t>
            </w:r>
          </w:p>
        </w:tc>
      </w:tr>
      <w:tr w:rsidR="00D625F6" w:rsidRPr="002A1556" w14:paraId="63B52E6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158C8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7C2D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B0900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51CBD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C7366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3E9E4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0C7DC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042D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074D0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E3996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40A2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6722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.86</w:t>
            </w:r>
          </w:p>
        </w:tc>
      </w:tr>
      <w:tr w:rsidR="00D625F6" w:rsidRPr="002A1556" w14:paraId="03D7EA9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2447E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A6128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DE4AA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A433E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29A8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F3AA8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A2469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A0D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E49FE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99913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234DD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2B64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.34</w:t>
            </w:r>
          </w:p>
        </w:tc>
      </w:tr>
      <w:tr w:rsidR="00D625F6" w:rsidRPr="002A1556" w14:paraId="3C43D34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01F4B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D31B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8755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B9314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650BD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440C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5A4CC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0212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445C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6E6F9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7B0F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C59F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A1556" w14:paraId="02DCBA0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C8137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5E696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BC688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C3888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18D4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4B3E9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6953B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8035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5648A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F01F6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B0FB6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68EAF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</w:tr>
      <w:tr w:rsidR="00D625F6" w:rsidRPr="002A1556" w14:paraId="63CF111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A3C78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EA6D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2FEB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18073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9A5CD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A8422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C044F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E437D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FBE65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7F411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B260A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F1CC2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</w:tr>
      <w:tr w:rsidR="00D625F6" w:rsidRPr="002A1556" w14:paraId="6338DF7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0B984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9BBF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CE9B8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EFC67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5DCF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9.95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B2954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D526E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03AC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B9EAA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2A658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4357E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4ED1B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</w:tr>
      <w:tr w:rsidR="00D625F6" w:rsidRPr="002A1556" w14:paraId="33207C3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22DC7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2F8B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B907E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304B9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8E39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0863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96205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2073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BF264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EDAB1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958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C9AEE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.012</w:t>
            </w:r>
          </w:p>
        </w:tc>
      </w:tr>
      <w:tr w:rsidR="00D625F6" w:rsidRPr="002A1556" w14:paraId="22341B5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A4F6F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5F5B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F732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0631A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6931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4DCF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E2894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793B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B17DE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F7C8F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A5CC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62E8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.047</w:t>
            </w:r>
          </w:p>
        </w:tc>
      </w:tr>
      <w:tr w:rsidR="00D625F6" w:rsidRPr="002A1556" w14:paraId="75D0C35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A46E1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DF0E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F3BC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56982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D71C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19E3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F075C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A1F9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A2B5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E43E8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0132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C241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A1556" w14:paraId="46021E8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DE83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C410D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8540E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D901A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E085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1E13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9FA5C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66D2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6EAFB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16970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6C7C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F75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.034</w:t>
            </w:r>
          </w:p>
        </w:tc>
      </w:tr>
      <w:tr w:rsidR="00D625F6" w:rsidRPr="002A1556" w14:paraId="4CCFBE2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A89D8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0B0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E99B5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B74E4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03B3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DD9B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64F2B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810F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FC699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2A084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4C5FE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C532D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1.66</w:t>
            </w:r>
          </w:p>
        </w:tc>
      </w:tr>
      <w:tr w:rsidR="00D625F6" w:rsidRPr="002A1556" w14:paraId="1BD25CC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E27EB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E4F1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D14B3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FEDB9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F8BC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131C5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F376B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DF07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E008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74762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A5C9B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F96A1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</w:tr>
      <w:tr w:rsidR="00D625F6" w:rsidRPr="002A1556" w14:paraId="725BBCE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D2FC7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ED30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3EAB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9F6F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426F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24.80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789B3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A8C2A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015ED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609CE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2DC1B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2E176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023D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1.19</w:t>
            </w:r>
          </w:p>
        </w:tc>
      </w:tr>
      <w:tr w:rsidR="00D625F6" w:rsidRPr="002A1556" w14:paraId="284A56C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9F268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5649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FA78E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BB1BF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EF15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42.70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C4688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A9949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7631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1D7A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A06A5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DA28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15443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</w:tr>
      <w:tr w:rsidR="00D625F6" w:rsidRPr="002A1556" w14:paraId="29E3658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09C63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C585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6857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AB0A5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78D4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470E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C3506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AD84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734D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30648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4BA6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F7E0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A1556" w14:paraId="743161C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ADDB6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57A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74E8D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D497E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9688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CB3C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9A8F1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3029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80B7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BAFC3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2B12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2A219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</w:tr>
      <w:tr w:rsidR="00D625F6" w:rsidRPr="002A1556" w14:paraId="3EC3359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05706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74B4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FFBA6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5D7C2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3201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3F54A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60249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25B4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555F7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FB92C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C20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32F88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</w:tr>
      <w:tr w:rsidR="00D625F6" w:rsidRPr="002A1556" w14:paraId="601317F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BE31B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4695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8E81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DC0BB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7AD1D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8E995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5CDE0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7CE9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C2907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ECCA9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E1E14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49EF6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</w:tr>
      <w:tr w:rsidR="00D625F6" w:rsidRPr="002A1556" w14:paraId="104DA10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B14FA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0A82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F4771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49624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09F9E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8679C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BA523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B04E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8264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13E24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9EECE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B14E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.058</w:t>
            </w:r>
          </w:p>
        </w:tc>
      </w:tr>
      <w:tr w:rsidR="00D625F6" w:rsidRPr="002A1556" w14:paraId="5CC36D2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6A179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46F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871C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1EFC2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7A0C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25.10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E8CDC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ECD15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E847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C509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BE999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D766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38BB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.134</w:t>
            </w:r>
          </w:p>
        </w:tc>
      </w:tr>
      <w:tr w:rsidR="00D625F6" w:rsidRPr="002A1556" w14:paraId="10B83CD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E64AD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92AF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1678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E3356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43D0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6777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1A0A5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C84F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5422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7D751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C0FA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1294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A1556" w14:paraId="01675E1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2CD9D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6BAC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84DB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A5520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078D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82C71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DB336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0CF06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2D9B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64434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33DC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4FE2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.61</w:t>
            </w:r>
          </w:p>
        </w:tc>
      </w:tr>
      <w:tr w:rsidR="00D625F6" w:rsidRPr="002A1556" w14:paraId="2A70677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04641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1F8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A636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4F6DC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F1A7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7C23E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38B07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988D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2D51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6271A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6F66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86F3E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.34</w:t>
            </w:r>
          </w:p>
        </w:tc>
      </w:tr>
      <w:tr w:rsidR="00D625F6" w:rsidRPr="002A1556" w14:paraId="5DE834F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E97E0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53D1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4CD6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9D265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959F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C1F95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47755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300C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1805F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6B18C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63D6D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F31D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.018</w:t>
            </w:r>
          </w:p>
        </w:tc>
      </w:tr>
      <w:tr w:rsidR="00D625F6" w:rsidRPr="002A1556" w14:paraId="230D8E8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4A71F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C1D5D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F4F1A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A7BE0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F1BA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41F32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D98FA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2AA8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4D2B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37505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CF47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A72A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.015</w:t>
            </w:r>
          </w:p>
        </w:tc>
      </w:tr>
      <w:tr w:rsidR="00D625F6" w:rsidRPr="002A1556" w14:paraId="36EA5CF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23978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A72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0F47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E4207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8027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3C69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607E4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96D8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A9FC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FFAFF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CC57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0C60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.111</w:t>
            </w:r>
          </w:p>
        </w:tc>
      </w:tr>
      <w:tr w:rsidR="00D625F6" w:rsidRPr="002A1556" w14:paraId="1F9A026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DB983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2B68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0132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BCA63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FFE2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6BF6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93E43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66F9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32F2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48911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B16D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CCE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A1556" w14:paraId="36E6BE5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BEC22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EBAB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62.20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D6A06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951D3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5103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B5AC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7685A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B248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5351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2C2B1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3EC8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4A91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.09</w:t>
            </w:r>
          </w:p>
        </w:tc>
      </w:tr>
      <w:tr w:rsidR="00D625F6" w:rsidRPr="002A1556" w14:paraId="36C4BB4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15FFB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BFF7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5606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07B9B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2AC8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14188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BE8BB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C1E2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EB92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20354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6988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5C21E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.057</w:t>
            </w:r>
          </w:p>
        </w:tc>
      </w:tr>
      <w:tr w:rsidR="00D625F6" w:rsidRPr="002A1556" w14:paraId="12CBBEB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1B6D0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F147E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1F1D4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71380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40C43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73C5C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35CFA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2CE9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B724F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D0E2C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A72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A055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.095</w:t>
            </w:r>
          </w:p>
        </w:tc>
      </w:tr>
      <w:tr w:rsidR="00D625F6" w:rsidRPr="002A1556" w14:paraId="46C9E69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0195F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A0F6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DBD9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FBF51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B88BA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91C9C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B9317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6D47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19D69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0D095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EE5AD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E204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.147</w:t>
            </w:r>
          </w:p>
        </w:tc>
      </w:tr>
      <w:tr w:rsidR="00D625F6" w:rsidRPr="002A1556" w14:paraId="7444EBF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006AC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CC9D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79F95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201C0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A0EC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67F4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C9D9A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7179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1560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EE1CC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94E6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2034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.01</w:t>
            </w:r>
          </w:p>
        </w:tc>
      </w:tr>
      <w:tr w:rsidR="00D625F6" w:rsidRPr="002A1556" w14:paraId="7E7C505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E85CF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0068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48F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67F4C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E6B76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D7A6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EFC17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A03A6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AFCE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4FEA9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A83F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499C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A1556" w14:paraId="0E3A11F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30CED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38231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65E15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412A8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CBEB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DBD9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FF3EB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D6DF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F7BC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CA191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EFF7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B05C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.038</w:t>
            </w:r>
          </w:p>
        </w:tc>
      </w:tr>
      <w:tr w:rsidR="00D625F6" w:rsidRPr="002A1556" w14:paraId="7476050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F122E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9616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B6FF5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2F06F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E916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D671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910E3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9900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76C41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0E249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6013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91D4E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.06</w:t>
            </w:r>
          </w:p>
        </w:tc>
      </w:tr>
      <w:tr w:rsidR="00D625F6" w:rsidRPr="002A1556" w14:paraId="4A8924E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B2F76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8A6F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6D1A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B5A74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A167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6.19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BC217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1F2C8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B910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7F0D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E6702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26C7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8595D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.10</w:t>
            </w:r>
          </w:p>
        </w:tc>
      </w:tr>
      <w:tr w:rsidR="00D625F6" w:rsidRPr="002A1556" w14:paraId="1E19642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A26F0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4775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225C2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F5A51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8C34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812FF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D8DD0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641D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90124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D9DB8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854F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F64C3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</w:tr>
      <w:tr w:rsidR="00D625F6" w:rsidRPr="002A1556" w14:paraId="183E189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33747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C9136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B861B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48A36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6E946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FE9FC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0544B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EA2B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59F7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3BFFE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967B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957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.169</w:t>
            </w:r>
          </w:p>
        </w:tc>
      </w:tr>
      <w:tr w:rsidR="00D625F6" w:rsidRPr="002A1556" w14:paraId="36938A8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17115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BF68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CEF2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FBD22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76E8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8458E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10C84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9D2B6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550C7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8D922" w14:textId="77777777" w:rsidR="00D625F6" w:rsidRPr="002A15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EA42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B30F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A1556" w14:paraId="30D1FEC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5D70C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7D32F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742A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E2AAD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80A4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E76E6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3FEC4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17B4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3E12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BCFB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A4C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3431A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</w:tr>
      <w:tr w:rsidR="00D625F6" w:rsidRPr="002A1556" w14:paraId="4AAB092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728CE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0F86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1535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7CC70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A9A4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9.79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CD14F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69CC9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9CA1A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AFD53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4FD45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508AC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A88B3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</w:tr>
      <w:tr w:rsidR="00D625F6" w:rsidRPr="002A1556" w14:paraId="026CAD3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BEE7F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94E3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B344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26C61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48920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D59D5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C059E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02B9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4BAE9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356F0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AE3F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77B94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</w:tr>
      <w:tr w:rsidR="00D625F6" w:rsidRPr="002A1556" w14:paraId="7A63FD2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EDA26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3A73D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3D248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70F90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CE77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7DBFA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EDE4F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36A64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57B88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0FE53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9A1E6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4D609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</w:tr>
      <w:tr w:rsidR="00D625F6" w:rsidRPr="002A1556" w14:paraId="6A80D43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45C05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7B2056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9421A9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DC46DC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972BAF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3902B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6EB949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6DC11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F55B02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1259B" w14:textId="77777777" w:rsidR="00D625F6" w:rsidRPr="002A1556" w:rsidRDefault="00D625F6" w:rsidP="00965B31">
            <w:pPr>
              <w:pStyle w:val="tabletext10"/>
              <w:rPr>
                <w:b/>
              </w:rPr>
            </w:pPr>
            <w:r w:rsidRPr="002A1556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FC88E5" w14:textId="77777777" w:rsidR="00D625F6" w:rsidRPr="002A1556" w:rsidRDefault="00D625F6" w:rsidP="00965B31">
            <w:pPr>
              <w:pStyle w:val="tabletext10"/>
              <w:tabs>
                <w:tab w:val="decimal" w:pos="300"/>
              </w:tabs>
            </w:pPr>
            <w:r w:rsidRPr="002A155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1C8E03" w14:textId="77777777" w:rsidR="00D625F6" w:rsidRPr="002A1556" w:rsidRDefault="00D625F6" w:rsidP="00965B31">
            <w:pPr>
              <w:pStyle w:val="tabletext10"/>
              <w:jc w:val="center"/>
            </w:pPr>
            <w:r w:rsidRPr="002A1556">
              <w:t xml:space="preserve"> – </w:t>
            </w:r>
          </w:p>
        </w:tc>
      </w:tr>
      <w:tr w:rsidR="00D625F6" w:rsidRPr="002A1556" w14:paraId="24395D2C" w14:textId="77777777" w:rsidTr="00965B31">
        <w:trPr>
          <w:cantSplit/>
        </w:trPr>
        <w:tc>
          <w:tcPr>
            <w:tcW w:w="10080" w:type="dxa"/>
            <w:gridSpan w:val="12"/>
          </w:tcPr>
          <w:p w14:paraId="6B5B2F7A" w14:textId="77777777" w:rsidR="00D625F6" w:rsidRPr="002A1556" w:rsidRDefault="00D625F6" w:rsidP="00965B31">
            <w:pPr>
              <w:pStyle w:val="blocktext1"/>
            </w:pPr>
          </w:p>
        </w:tc>
      </w:tr>
      <w:tr w:rsidR="00D625F6" w:rsidRPr="002A1556" w14:paraId="0079508E" w14:textId="77777777" w:rsidTr="00965B31">
        <w:trPr>
          <w:cantSplit/>
        </w:trPr>
        <w:tc>
          <w:tcPr>
            <w:tcW w:w="10080" w:type="dxa"/>
            <w:gridSpan w:val="12"/>
          </w:tcPr>
          <w:p w14:paraId="47B83295" w14:textId="77777777" w:rsidR="00D625F6" w:rsidRPr="002A1556" w:rsidRDefault="00D625F6" w:rsidP="00965B31">
            <w:pPr>
              <w:pStyle w:val="blocktext1"/>
            </w:pPr>
          </w:p>
        </w:tc>
      </w:tr>
    </w:tbl>
    <w:p w14:paraId="49140392" w14:textId="77777777" w:rsidR="00D625F6" w:rsidRPr="002A1556" w:rsidRDefault="00D625F6" w:rsidP="00D625F6">
      <w:pPr>
        <w:pStyle w:val="isonormal"/>
      </w:pPr>
    </w:p>
    <w:p w14:paraId="0C5C1C7E" w14:textId="77777777" w:rsidR="00D625F6" w:rsidRDefault="00D625F6" w:rsidP="00D625F6">
      <w:pPr>
        <w:pStyle w:val="isonormal"/>
        <w:sectPr w:rsidR="00D625F6" w:rsidSect="00D625F6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5F67A9" w14:paraId="3D35D6BC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DB782" w14:textId="77777777" w:rsidR="00D625F6" w:rsidRPr="005F67A9" w:rsidRDefault="00D625F6" w:rsidP="00965B31">
            <w:pPr>
              <w:pStyle w:val="tablehead"/>
            </w:pPr>
            <w:r w:rsidRPr="005F67A9">
              <w:lastRenderedPageBreak/>
              <w:t>$100,000/200,000 BASIC LIMIT OCCURRENCE</w:t>
            </w:r>
            <w:r w:rsidRPr="005F67A9">
              <w:br/>
              <w:t>Premises/Operations (Prem/Ops) (Subline Code 334) Territory 502</w:t>
            </w:r>
            <w:r w:rsidRPr="005F67A9">
              <w:br/>
              <w:t>Products/Completed Operations (Prod/COps)</w:t>
            </w:r>
            <w:r w:rsidRPr="005F67A9">
              <w:tab/>
              <w:t xml:space="preserve">(Subline Code 336) Entire State Territory 999 </w:t>
            </w:r>
          </w:p>
        </w:tc>
      </w:tr>
      <w:tr w:rsidR="00D625F6" w:rsidRPr="005F67A9" w14:paraId="5221C89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7BC256" w14:textId="77777777" w:rsidR="00D625F6" w:rsidRPr="005F67A9" w:rsidRDefault="00D625F6" w:rsidP="00965B31">
            <w:pPr>
              <w:pStyle w:val="tablehead"/>
            </w:pPr>
            <w:r w:rsidRPr="005F67A9">
              <w:t>Class</w:t>
            </w:r>
            <w:r w:rsidRPr="005F67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B477F" w14:textId="77777777" w:rsidR="00D625F6" w:rsidRPr="005F67A9" w:rsidRDefault="00D625F6" w:rsidP="00965B31">
            <w:pPr>
              <w:pStyle w:val="tablehead"/>
            </w:pPr>
            <w:r w:rsidRPr="005F67A9">
              <w:t>Prem/</w:t>
            </w:r>
            <w:r w:rsidRPr="005F67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5275FC" w14:textId="77777777" w:rsidR="00D625F6" w:rsidRPr="005F67A9" w:rsidRDefault="00D625F6" w:rsidP="00965B31">
            <w:pPr>
              <w:pStyle w:val="tablehead"/>
            </w:pPr>
            <w:r w:rsidRPr="005F67A9">
              <w:t>Prod/</w:t>
            </w:r>
            <w:r w:rsidRPr="005F67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4E36B" w14:textId="77777777" w:rsidR="00D625F6" w:rsidRPr="005F67A9" w:rsidRDefault="00D625F6" w:rsidP="00965B31">
            <w:pPr>
              <w:pStyle w:val="tablehead"/>
            </w:pPr>
            <w:r w:rsidRPr="005F67A9">
              <w:t>Class</w:t>
            </w:r>
            <w:r w:rsidRPr="005F67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15536A" w14:textId="77777777" w:rsidR="00D625F6" w:rsidRPr="005F67A9" w:rsidRDefault="00D625F6" w:rsidP="00965B31">
            <w:pPr>
              <w:pStyle w:val="tablehead"/>
            </w:pPr>
            <w:r w:rsidRPr="005F67A9">
              <w:t>Prem/</w:t>
            </w:r>
            <w:r w:rsidRPr="005F67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E0EA8" w14:textId="77777777" w:rsidR="00D625F6" w:rsidRPr="005F67A9" w:rsidRDefault="00D625F6" w:rsidP="00965B31">
            <w:pPr>
              <w:pStyle w:val="tablehead"/>
            </w:pPr>
            <w:r w:rsidRPr="005F67A9">
              <w:t>Prod/</w:t>
            </w:r>
            <w:r w:rsidRPr="005F67A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F51454" w14:textId="77777777" w:rsidR="00D625F6" w:rsidRPr="005F67A9" w:rsidRDefault="00D625F6" w:rsidP="00965B31">
            <w:pPr>
              <w:pStyle w:val="tablehead"/>
            </w:pPr>
            <w:r w:rsidRPr="005F67A9">
              <w:t>Class</w:t>
            </w:r>
            <w:r w:rsidRPr="005F67A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9B76D" w14:textId="77777777" w:rsidR="00D625F6" w:rsidRPr="005F67A9" w:rsidRDefault="00D625F6" w:rsidP="00965B31">
            <w:pPr>
              <w:pStyle w:val="tablehead"/>
            </w:pPr>
            <w:r w:rsidRPr="005F67A9">
              <w:t>Prem/</w:t>
            </w:r>
            <w:r w:rsidRPr="005F67A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9EB36E" w14:textId="77777777" w:rsidR="00D625F6" w:rsidRPr="005F67A9" w:rsidRDefault="00D625F6" w:rsidP="00965B31">
            <w:pPr>
              <w:pStyle w:val="tablehead"/>
            </w:pPr>
            <w:r w:rsidRPr="005F67A9">
              <w:t>Prod/</w:t>
            </w:r>
            <w:r w:rsidRPr="005F67A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64CEA" w14:textId="77777777" w:rsidR="00D625F6" w:rsidRPr="005F67A9" w:rsidRDefault="00D625F6" w:rsidP="00965B31">
            <w:pPr>
              <w:pStyle w:val="tablehead"/>
            </w:pPr>
            <w:r w:rsidRPr="005F67A9">
              <w:t>Class</w:t>
            </w:r>
            <w:r w:rsidRPr="005F67A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D19191" w14:textId="77777777" w:rsidR="00D625F6" w:rsidRPr="005F67A9" w:rsidRDefault="00D625F6" w:rsidP="00965B31">
            <w:pPr>
              <w:pStyle w:val="tablehead"/>
            </w:pPr>
            <w:r w:rsidRPr="005F67A9">
              <w:t>Prem/</w:t>
            </w:r>
            <w:r w:rsidRPr="005F67A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A1203" w14:textId="77777777" w:rsidR="00D625F6" w:rsidRPr="005F67A9" w:rsidRDefault="00D625F6" w:rsidP="00965B31">
            <w:pPr>
              <w:pStyle w:val="tablehead"/>
            </w:pPr>
            <w:r w:rsidRPr="005F67A9">
              <w:t>Prod/</w:t>
            </w:r>
            <w:r w:rsidRPr="005F67A9">
              <w:br/>
              <w:t>Cops</w:t>
            </w:r>
          </w:p>
        </w:tc>
      </w:tr>
      <w:tr w:rsidR="00D625F6" w:rsidRPr="005F67A9" w14:paraId="60A012F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A32D5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D02A1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A87A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39943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B9FF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5A878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CCB3A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D3C6B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3D899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925A5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61065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FCA48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669DB09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422EF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D142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BC4C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A1776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2D0A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C4947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3E6C2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882A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858B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14D56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0ADB1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423CA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72B535F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D1B4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D2F84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4ACEC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ACF00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3F0D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A5625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7A992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147F7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2A75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BBCC8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6134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43.80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D9335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61D4227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50DAB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A1C2E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8005B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26F42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32CC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9235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E5743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6933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956DB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5CECC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B4DA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38.70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E44DA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3A99A1C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BA6DF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D78D9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213BF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C43FB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8B380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AFBA2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4504B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909F0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F1AFA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A93AE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502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FCF1F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0389347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FBD50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E691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3B9E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C57B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7F57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0EB1D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88E60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AE6B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2059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E8A5D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EF75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2969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F67A9" w14:paraId="32C45AB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DB55B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349E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65D89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22F7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D4188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7FC84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EFC0B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7EC4A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0B8DD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0B202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9A14A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D4DF4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09E92FF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8E67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F123D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B9D48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D94F2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7CDD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FF431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7BBCA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C12D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CAA5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071DA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7749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9031C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4855684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24563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CD050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075BC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1A40F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FA97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52827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2258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773B4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EA64B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E6649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6CC98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C766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06ED974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E2591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3E0E0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6C9DD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B10FB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74407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98807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432F5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3C69B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70DD6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AA94E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DD1A7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0D5FA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743353F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19F96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360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A7486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536C9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38B77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A5B41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B8C60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52ED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1F00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1154F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1AFD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74AF4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5A676A5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94F7F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BA575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7701E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4F70D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6AADB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55439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CDF2E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AC4B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8CA77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BFCFC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53D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F6376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F67A9" w14:paraId="5AF60C5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7D948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79026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1D85A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5A04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39F3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0A4FA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5DF09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A62C4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BD4D6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11B90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B4D0A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7376D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138B262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3505A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E46C4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D9E46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DD1C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66E6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54EF7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31765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56A56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D4DC5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D40F4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1A7E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46C0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3D04F74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4012F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E3F71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4A3F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26936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AFE7A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1818F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432DF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092D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D34DE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1F36E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48114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99.60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8A5FE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075087A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F88A9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A6667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7614E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C9652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FAF5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6777E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30347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180DA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8FEAB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EA6F0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6FD3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BB8B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741E3B0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2034A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508FF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6F3AD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F3A44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B3DC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F18D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81C55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3E63D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46138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25785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4494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D13D1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083F110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A556D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C1C2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FD63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8ABC0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1ED6B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E07B4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A3219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0BB4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D7699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BA353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57587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A95B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F67A9" w14:paraId="634416D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D418A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82F9A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707D3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4248A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A7169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DBA96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BE67B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5DC4B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6.81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0FA65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2C3AB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93BD4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92383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63AC917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DA73A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237A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EDD22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624B6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B3F44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71C26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FAEC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1D5E0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6BF55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6C1E6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959DE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964CA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03F048B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4FF3B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0707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6A28D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6CC98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3C71A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5.25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9E8DD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75DDF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909F5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FBC98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DCBA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A865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86.20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F947C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48DBCC7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17A81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5764B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7BD09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BFF67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1D2EE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5DD5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9F7A6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E846D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B43CE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51990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2A07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22E6C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7CBC9ED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0966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7A43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3E345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28942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895DA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97CC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3A034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5BC2F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15A5A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3EB2B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7423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1404C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6B616D7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77CD8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D4E59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38B1D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CCF1E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2AE34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1E7E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AF2D7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32574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0BD0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00F2D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3318D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0BFF9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F67A9" w14:paraId="7013737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0C53F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BCE16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E17C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31BCF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ED155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16A65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B673A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4014D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2A9A9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38532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9AFF9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0B101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08C9610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273A1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AACA5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E28E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33201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22A4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CBE6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27D99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8FED2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48686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9858E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563AB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D4AC0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2DA2072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AE7C9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AD8F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37359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CE676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2217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BDCCE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2923E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13255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4D09B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3891A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F662A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F2A2F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1CF5AA4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8E784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67AF5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7F83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98548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B036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6.81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D937B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F9719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46382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A72BA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03731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22A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91274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57997A2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16FB5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74267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B467B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BA716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5DEFE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6.22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8949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9F273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6EE16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88055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1B83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C5A3E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EB458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5FB0168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0D189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34FA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3C68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43BD4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8078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6E719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C5E28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50795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0E446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24917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AD45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0F76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F67A9" w14:paraId="739083C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D8A19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78C0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3525D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BA828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ECF6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8CB6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05F2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007B4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473BC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8C9FE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9CED1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014F4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521D1F4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C0013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B94C4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7286D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6B5F1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E97F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7FDF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823BC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FC621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0A9DE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1873C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DDD9D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BC18D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37901E8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4E312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7F6F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9476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4272F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012E9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8.49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2508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7593A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6E349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A1980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0FCE5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2BC47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DB688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79C789D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EFCF4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AE386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75F14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73C1C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9E0B4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E2DC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E598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E2341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B54D2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1DED2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DF2A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3051A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247A9CE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FDD4F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A289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423A9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8FF6F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C1486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C324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24A61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C2AA0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C4698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D0278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499D8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EF506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</w:tr>
      <w:tr w:rsidR="00D625F6" w:rsidRPr="005F67A9" w14:paraId="1B3CB69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22CD4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E79E4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6CE2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ED1EF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880A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CAE21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126EC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ED3D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0FFF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7E3E5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EA121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8602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F67A9" w14:paraId="059F22D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6A312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A8A95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353F1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81EEA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6D317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D22A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624F9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53DE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570.00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55BED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48117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9421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889E5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09C03A4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81CF8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C3CE5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8FF1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0319B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C167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7E479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4C3BB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5CB9A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0B7A7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239F0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595D7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210ED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3E84D72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96C86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50E45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152BE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02F85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BDBC1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A5E2B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B7668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A450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40.10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60D4F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9505C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CD04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E50F7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16F2CBB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F5262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8313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42D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47591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EF824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26D5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8C05F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8F7B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332D2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15CE2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52596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FE361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492F947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D1BC4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F1F9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AF723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7BE0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2C55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AC6B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7632E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4B4BB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7.62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61552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CA4C8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A7D2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F00D4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66284EB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E7B35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97705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7E1B1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A2C33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E85C1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E262A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AE60F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8AE4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1E786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BFFCF" w14:textId="77777777" w:rsidR="00D625F6" w:rsidRPr="005F67A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1730D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7A52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F67A9" w14:paraId="60C3F17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1ACFC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610D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10B61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E6B11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E5B6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5F576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65E52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D614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ACE4B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8EEB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B73D2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70ABD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24AA4D2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439E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F1A0F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76693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6E6E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5DD8D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140B1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B914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2305B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75.00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5F6CB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97428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9F508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E6DB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0DF0855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FAD96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31F18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CC020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34E63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2FFB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9ABFC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7B079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9E834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DC8FD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4714B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B2CDB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48289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4F35E95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8C7C0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40CD5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D196D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4078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6F536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A0C9B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28281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573CA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7FFFF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4BDF7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88EE3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E725B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61B8D72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6B2F5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4C4BDA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06C4CA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B81DA6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563FD9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C50CE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14DB1B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686B5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0A96CF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860DD" w14:textId="77777777" w:rsidR="00D625F6" w:rsidRPr="005F67A9" w:rsidRDefault="00D625F6" w:rsidP="00965B31">
            <w:pPr>
              <w:pStyle w:val="tabletext10"/>
              <w:rPr>
                <w:b/>
              </w:rPr>
            </w:pPr>
            <w:r w:rsidRPr="005F67A9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B8B3B6" w14:textId="77777777" w:rsidR="00D625F6" w:rsidRPr="005F67A9" w:rsidRDefault="00D625F6" w:rsidP="00965B31">
            <w:pPr>
              <w:pStyle w:val="tabletext10"/>
              <w:tabs>
                <w:tab w:val="decimal" w:pos="300"/>
              </w:tabs>
            </w:pPr>
            <w:r w:rsidRPr="005F67A9">
              <w:t>43.50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D31426" w14:textId="77777777" w:rsidR="00D625F6" w:rsidRPr="005F67A9" w:rsidRDefault="00D625F6" w:rsidP="00965B31">
            <w:pPr>
              <w:pStyle w:val="tabletext10"/>
              <w:jc w:val="center"/>
            </w:pPr>
            <w:r w:rsidRPr="005F67A9">
              <w:t xml:space="preserve"> – </w:t>
            </w:r>
          </w:p>
        </w:tc>
      </w:tr>
      <w:tr w:rsidR="00D625F6" w:rsidRPr="005F67A9" w14:paraId="39D8C37E" w14:textId="77777777" w:rsidTr="00965B31">
        <w:trPr>
          <w:cantSplit/>
        </w:trPr>
        <w:tc>
          <w:tcPr>
            <w:tcW w:w="10080" w:type="dxa"/>
            <w:gridSpan w:val="12"/>
          </w:tcPr>
          <w:p w14:paraId="0B2231AF" w14:textId="77777777" w:rsidR="00D625F6" w:rsidRPr="005F67A9" w:rsidRDefault="00D625F6" w:rsidP="00965B31">
            <w:pPr>
              <w:pStyle w:val="blocktext1"/>
            </w:pPr>
          </w:p>
        </w:tc>
      </w:tr>
      <w:tr w:rsidR="00D625F6" w:rsidRPr="005F67A9" w14:paraId="19B5584F" w14:textId="77777777" w:rsidTr="00965B31">
        <w:trPr>
          <w:cantSplit/>
        </w:trPr>
        <w:tc>
          <w:tcPr>
            <w:tcW w:w="10080" w:type="dxa"/>
            <w:gridSpan w:val="12"/>
          </w:tcPr>
          <w:p w14:paraId="4BD08619" w14:textId="77777777" w:rsidR="00D625F6" w:rsidRPr="005F67A9" w:rsidRDefault="00D625F6" w:rsidP="00965B31">
            <w:pPr>
              <w:pStyle w:val="blocktext1"/>
            </w:pPr>
          </w:p>
        </w:tc>
      </w:tr>
    </w:tbl>
    <w:p w14:paraId="5D097F67" w14:textId="77777777" w:rsidR="00D625F6" w:rsidRPr="005F67A9" w:rsidRDefault="00D625F6" w:rsidP="00D625F6">
      <w:pPr>
        <w:pStyle w:val="isonormal"/>
      </w:pPr>
    </w:p>
    <w:p w14:paraId="52978A3E" w14:textId="77777777" w:rsidR="00D625F6" w:rsidRDefault="00D625F6" w:rsidP="00D625F6">
      <w:pPr>
        <w:pStyle w:val="isonormal"/>
        <w:sectPr w:rsidR="00D625F6" w:rsidSect="00D625F6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47487D" w14:paraId="6A4FDB7B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F3F66" w14:textId="77777777" w:rsidR="00D625F6" w:rsidRPr="0047487D" w:rsidRDefault="00D625F6" w:rsidP="00965B31">
            <w:pPr>
              <w:pStyle w:val="tablehead"/>
            </w:pPr>
            <w:r w:rsidRPr="0047487D">
              <w:lastRenderedPageBreak/>
              <w:t>$100,000/200,000 BASIC LIMIT OCCURRENCE</w:t>
            </w:r>
            <w:r w:rsidRPr="0047487D">
              <w:br/>
              <w:t>Premises/Operations (Prem/Ops) (Subline Code 334) Territory 502</w:t>
            </w:r>
            <w:r w:rsidRPr="0047487D">
              <w:br/>
              <w:t>Products/Completed Operations (Prod/COps)</w:t>
            </w:r>
            <w:r w:rsidRPr="0047487D">
              <w:tab/>
              <w:t xml:space="preserve">(Subline Code 336) Entire State Territory 999 </w:t>
            </w:r>
          </w:p>
        </w:tc>
      </w:tr>
      <w:tr w:rsidR="00D625F6" w:rsidRPr="0047487D" w14:paraId="7FE7CA8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4A3FD11" w14:textId="77777777" w:rsidR="00D625F6" w:rsidRPr="0047487D" w:rsidRDefault="00D625F6" w:rsidP="00965B31">
            <w:pPr>
              <w:pStyle w:val="tablehead"/>
            </w:pPr>
            <w:r w:rsidRPr="0047487D">
              <w:t>Class</w:t>
            </w:r>
            <w:r w:rsidRPr="0047487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0208E" w14:textId="77777777" w:rsidR="00D625F6" w:rsidRPr="0047487D" w:rsidRDefault="00D625F6" w:rsidP="00965B31">
            <w:pPr>
              <w:pStyle w:val="tablehead"/>
            </w:pPr>
            <w:r w:rsidRPr="0047487D">
              <w:t>Prem/</w:t>
            </w:r>
            <w:r w:rsidRPr="0047487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5DEE4F" w14:textId="77777777" w:rsidR="00D625F6" w:rsidRPr="0047487D" w:rsidRDefault="00D625F6" w:rsidP="00965B31">
            <w:pPr>
              <w:pStyle w:val="tablehead"/>
            </w:pPr>
            <w:r w:rsidRPr="0047487D">
              <w:t>Prod/</w:t>
            </w:r>
            <w:r w:rsidRPr="0047487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C16F5" w14:textId="77777777" w:rsidR="00D625F6" w:rsidRPr="0047487D" w:rsidRDefault="00D625F6" w:rsidP="00965B31">
            <w:pPr>
              <w:pStyle w:val="tablehead"/>
            </w:pPr>
            <w:r w:rsidRPr="0047487D">
              <w:t>Class</w:t>
            </w:r>
            <w:r w:rsidRPr="0047487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5968B5" w14:textId="77777777" w:rsidR="00D625F6" w:rsidRPr="0047487D" w:rsidRDefault="00D625F6" w:rsidP="00965B31">
            <w:pPr>
              <w:pStyle w:val="tablehead"/>
            </w:pPr>
            <w:r w:rsidRPr="0047487D">
              <w:t>Prem/</w:t>
            </w:r>
            <w:r w:rsidRPr="0047487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2A7F7" w14:textId="77777777" w:rsidR="00D625F6" w:rsidRPr="0047487D" w:rsidRDefault="00D625F6" w:rsidP="00965B31">
            <w:pPr>
              <w:pStyle w:val="tablehead"/>
            </w:pPr>
            <w:r w:rsidRPr="0047487D">
              <w:t>Prod/</w:t>
            </w:r>
            <w:r w:rsidRPr="0047487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C2A21E" w14:textId="77777777" w:rsidR="00D625F6" w:rsidRPr="0047487D" w:rsidRDefault="00D625F6" w:rsidP="00965B31">
            <w:pPr>
              <w:pStyle w:val="tablehead"/>
            </w:pPr>
            <w:r w:rsidRPr="0047487D">
              <w:t>Class</w:t>
            </w:r>
            <w:r w:rsidRPr="0047487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24E9C" w14:textId="77777777" w:rsidR="00D625F6" w:rsidRPr="0047487D" w:rsidRDefault="00D625F6" w:rsidP="00965B31">
            <w:pPr>
              <w:pStyle w:val="tablehead"/>
            </w:pPr>
            <w:r w:rsidRPr="0047487D">
              <w:t>Prem/</w:t>
            </w:r>
            <w:r w:rsidRPr="0047487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E9E4D" w14:textId="77777777" w:rsidR="00D625F6" w:rsidRPr="0047487D" w:rsidRDefault="00D625F6" w:rsidP="00965B31">
            <w:pPr>
              <w:pStyle w:val="tablehead"/>
            </w:pPr>
            <w:r w:rsidRPr="0047487D">
              <w:t>Prod/</w:t>
            </w:r>
            <w:r w:rsidRPr="0047487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BAB77" w14:textId="77777777" w:rsidR="00D625F6" w:rsidRPr="0047487D" w:rsidRDefault="00D625F6" w:rsidP="00965B31">
            <w:pPr>
              <w:pStyle w:val="tablehead"/>
            </w:pPr>
            <w:r w:rsidRPr="0047487D">
              <w:t>Class</w:t>
            </w:r>
            <w:r w:rsidRPr="0047487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DDD69C" w14:textId="77777777" w:rsidR="00D625F6" w:rsidRPr="0047487D" w:rsidRDefault="00D625F6" w:rsidP="00965B31">
            <w:pPr>
              <w:pStyle w:val="tablehead"/>
            </w:pPr>
            <w:r w:rsidRPr="0047487D">
              <w:t>Prem/</w:t>
            </w:r>
            <w:r w:rsidRPr="0047487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F0B78" w14:textId="77777777" w:rsidR="00D625F6" w:rsidRPr="0047487D" w:rsidRDefault="00D625F6" w:rsidP="00965B31">
            <w:pPr>
              <w:pStyle w:val="tablehead"/>
            </w:pPr>
            <w:r w:rsidRPr="0047487D">
              <w:t>Prod/</w:t>
            </w:r>
            <w:r w:rsidRPr="0047487D">
              <w:br/>
              <w:t>Cops</w:t>
            </w:r>
          </w:p>
        </w:tc>
      </w:tr>
      <w:tr w:rsidR="00D625F6" w:rsidRPr="0047487D" w14:paraId="160390C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20910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B19C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47ED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20D43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3AE6A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6E1B6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DEEB7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BB606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2F254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73471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3A82B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760A7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71EB48C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5FF48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F3C1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1392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95EFF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E410A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205C2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3B752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CA87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6E73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125F7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A274E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2CC7A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74A8AA3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4AA33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25C8A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4F731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C0392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1B9AD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D002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CD8DA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7EB81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27234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41386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DE554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3A5B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53B08B2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769FC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9A637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559.00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A5242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2BCB7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E935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863A6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C3BB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88A0B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488CF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14B9C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E746B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4F10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5660298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7A55F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0028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EE1A5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34B8A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5A36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9AD8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42151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EED26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CCB0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4DD79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14B5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32C8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57FD287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6353A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4BE59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32B9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1CD9C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98A7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14122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C89A6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9660B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C8B70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E208D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3AB66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32A5E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7487D" w14:paraId="57836B9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67902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D0D67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813CA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C1164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3D71D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521.00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0265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B9C6D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E85D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B0EA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CFDF9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7F7E0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D0B9D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07B6114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251DF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BBAB2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5FA9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BF222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4FCCA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27D37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A8ACA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B18C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1BF37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17AAB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BDC39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C31FA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737F32D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26367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C5B9B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3267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6B4C9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266E7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27B45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FC741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BE380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38C01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EC86B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BAAB5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0A2B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1DF91B7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DBB84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FA252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32F3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7C59F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540C6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2C7D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A649F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2DA7D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4C621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195DC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09C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66CD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3B60FE1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05F87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DA512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27416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C53F2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D509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99D5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66023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2DB6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80391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DA2FA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2075E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183FB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392527A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F8967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6E2DF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A7687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1FA12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38D5B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2CFF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15D4C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4FE5B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EC96B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1D7F9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75DF2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BFBBC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7487D" w14:paraId="34732D8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EE8AA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0A80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B38CA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E56DB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6CF40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159.00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98CD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DC01E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023D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507.00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B4944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99F6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D2731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55ED1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29AA20A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55C79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957AF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384.00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5CA96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9B9A2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326DD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159.00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6A9CD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CFC2E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3615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74.10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9ADA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CD4B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B5FC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56114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0BABAA1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4293E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F29A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DEEDE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9683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7ED96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29711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A3F85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38AB7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98.90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D4734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15CA1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B2B95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3DB95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7B8210A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8E85B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6C726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2B95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D5C2F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62A2C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CD58A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8FD34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6874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0DBBB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A511B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626D2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BE7A1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5752A8C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67E69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C5996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5A85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8953C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1E10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5.31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2DFA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9D060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B9EC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7496E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8D496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026E1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05BE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5D23577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19770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B6B05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575A9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F9BE1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BC52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74EC6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5C118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D944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E4A79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BE643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D7E2B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E0BB1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7487D" w14:paraId="36A801E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086F1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5A34A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642A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6A774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2D0E1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40302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43134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06AB0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9B0C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F05FA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51931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450AE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1217925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E84FC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0B7F9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EB20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0D04B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3C2F6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53.60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B188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9DA7A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F5176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4FF3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00200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9A11B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639E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5135768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58AB1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66A8A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1F97E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D0394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F3670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103.00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81FDD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B0519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F898A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C5DE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B60E6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14CAA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7124B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6E0B46B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0E420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C5341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9DD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ED213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DCB8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106.00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54BA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481E4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7C61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75E6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CC35E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FF15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78.20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9C08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3AE0545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5C91B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0E1C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3833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881D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888EB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964AE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841BA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E403A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9.42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2F21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E7AD4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AF76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0E7F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6AA3100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F4985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44DFB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067C9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A3614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96F9E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BBC6A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81B4F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C4F49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A7617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130A4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3C6B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B2ABB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7487D" w14:paraId="77B543D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A3941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3373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B546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228F8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A906E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103.00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399B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DAFF6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47B82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30FE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5FD69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7A5F2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6180B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48A1868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7C9B8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2908D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0630A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44D1A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EA97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81.20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773CD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23CD7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4D4E0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782.00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78E3D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86D1D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EB8CA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4139E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2FF43F4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241ED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285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08C9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D4CEC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CE70F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158.00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8DE74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ABDDE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2AA31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7EAA6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1BBC5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D49C2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3857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2CB0624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D970F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900BB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9.58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DB717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5A6D4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DD2B4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92C5D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7D7FB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59D1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92EC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4B959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76D7E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02C4E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3E15E5C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5BF8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FFD94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FF15B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AFAB0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0087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228A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E83EE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8259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5F8EE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B806D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AB7C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83F01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0CEA157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BCF2A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764FB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9F282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952D8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C1EB5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2D15C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67477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EBBFF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ED30C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329AE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2EC80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7C0BF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7487D" w14:paraId="5CA28EA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71570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E168F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4555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A413E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5DD8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0ADE7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C6EA8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DE0B2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1F94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63413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897B7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1270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</w:tr>
      <w:tr w:rsidR="00D625F6" w:rsidRPr="0047487D" w14:paraId="0E13FA0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6AFF2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8C19D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70A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7E2CF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4F525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D4D07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0F569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39E41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58.50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AE6A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04420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27257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950F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7783BFB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AF63F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5885C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CF11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AA826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17FB7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D550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34381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1AFE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5736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90B63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AE0E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027CD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6C02C66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E7399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57D57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7.19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63464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4CC9A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9F57A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B38B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C8852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68DBA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7ED8A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0A038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F836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A27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3021E26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37F4B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73A8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D6EE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3E17E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E6F40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EA0E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E74CF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41552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2C8C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C3F0C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B8C45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115E7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5C42329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899EA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56B77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89CAF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FA0FE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00BAF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D297D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D966D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08A4C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65004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86B18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12FB0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F671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7487D" w14:paraId="4B2C10A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AEFD1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F0A87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3C292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C399A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A854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73DA6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4C8C5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701A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69C6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B4BF3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D8104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B6B32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0A91B55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7353F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2B1A5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5AEE1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2C077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E4DBA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8B0C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20629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48DE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F5985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A1A3B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D3E40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600.00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9D79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308834D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6CEDB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A71E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FF28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6D498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6989E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9D79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08ECD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32B3D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E71B1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C656C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BD41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3AFB4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43C1585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06C54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8CA41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3DD47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D970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E860F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9EEB4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72F9A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A1A57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1249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59C68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E282C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7EED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3C06762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6AC9D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8E6EA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F7DCB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9A5F7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0F109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BCD4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FAD16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FDB9D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8FFD5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B7A80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75E77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90.00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FA62B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3D058A7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04974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ECE51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D7D6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E017D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BDC9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A984D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176B8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46C41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9B36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3922B" w14:textId="77777777" w:rsidR="00D625F6" w:rsidRPr="0047487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B2DC0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6E615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7487D" w14:paraId="1406351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E0B71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9AC7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A36D6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66EE9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9AFD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65.90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BCB16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AC7C3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E433A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5FB8A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F8D17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4686D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6D28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123C4AE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097B7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91CD3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3A03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66ED2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6260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E0680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C5789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6DFF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BAFB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20D1F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E5D30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232.00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9EF41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246E612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28C43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BA1FC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20A81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9B50E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3AAC8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BAC8C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7544B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9AE7D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7EB2B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5B0D4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D978C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BAA3B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5C4D074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17566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1A34C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25AE7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5FD8D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CD574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59BB5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33D0E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A14CE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857.00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D110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42759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62BF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18A21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.36</w:t>
            </w:r>
          </w:p>
        </w:tc>
      </w:tr>
      <w:tr w:rsidR="00D625F6" w:rsidRPr="0047487D" w14:paraId="2A5B1FD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E03B8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816F28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9205AF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F0CE3C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24AE75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5B677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75C5BA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F49E3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3250B9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F9915" w14:textId="77777777" w:rsidR="00D625F6" w:rsidRPr="0047487D" w:rsidRDefault="00D625F6" w:rsidP="00965B31">
            <w:pPr>
              <w:pStyle w:val="tabletext10"/>
              <w:rPr>
                <w:b/>
              </w:rPr>
            </w:pPr>
            <w:r w:rsidRPr="0047487D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B0863B" w14:textId="77777777" w:rsidR="00D625F6" w:rsidRPr="0047487D" w:rsidRDefault="00D625F6" w:rsidP="00965B31">
            <w:pPr>
              <w:pStyle w:val="tabletext10"/>
              <w:tabs>
                <w:tab w:val="decimal" w:pos="300"/>
              </w:tabs>
            </w:pPr>
            <w:r w:rsidRPr="0047487D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1A69D6" w14:textId="77777777" w:rsidR="00D625F6" w:rsidRPr="0047487D" w:rsidRDefault="00D625F6" w:rsidP="00965B31">
            <w:pPr>
              <w:pStyle w:val="tabletext10"/>
              <w:jc w:val="center"/>
            </w:pPr>
            <w:r w:rsidRPr="0047487D">
              <w:t xml:space="preserve"> – </w:t>
            </w:r>
          </w:p>
        </w:tc>
      </w:tr>
      <w:tr w:rsidR="00D625F6" w:rsidRPr="0047487D" w14:paraId="7AD9F48E" w14:textId="77777777" w:rsidTr="00965B31">
        <w:trPr>
          <w:cantSplit/>
        </w:trPr>
        <w:tc>
          <w:tcPr>
            <w:tcW w:w="10080" w:type="dxa"/>
            <w:gridSpan w:val="12"/>
          </w:tcPr>
          <w:p w14:paraId="04E25B6C" w14:textId="77777777" w:rsidR="00D625F6" w:rsidRPr="0047487D" w:rsidRDefault="00D625F6" w:rsidP="00965B31">
            <w:pPr>
              <w:pStyle w:val="blocktext1"/>
            </w:pPr>
          </w:p>
        </w:tc>
      </w:tr>
      <w:tr w:rsidR="00D625F6" w:rsidRPr="0047487D" w14:paraId="75A46A9D" w14:textId="77777777" w:rsidTr="00965B31">
        <w:trPr>
          <w:cantSplit/>
        </w:trPr>
        <w:tc>
          <w:tcPr>
            <w:tcW w:w="10080" w:type="dxa"/>
            <w:gridSpan w:val="12"/>
          </w:tcPr>
          <w:p w14:paraId="1687DFE1" w14:textId="77777777" w:rsidR="00D625F6" w:rsidRPr="0047487D" w:rsidRDefault="00D625F6" w:rsidP="00965B31">
            <w:pPr>
              <w:pStyle w:val="blocktext1"/>
            </w:pPr>
          </w:p>
        </w:tc>
      </w:tr>
    </w:tbl>
    <w:p w14:paraId="3F9B0BDC" w14:textId="77777777" w:rsidR="00D625F6" w:rsidRPr="0047487D" w:rsidRDefault="00D625F6" w:rsidP="00D625F6">
      <w:pPr>
        <w:pStyle w:val="isonormal"/>
      </w:pPr>
    </w:p>
    <w:p w14:paraId="4A31702D" w14:textId="77777777" w:rsidR="00D625F6" w:rsidRDefault="00D625F6" w:rsidP="00D625F6">
      <w:pPr>
        <w:pStyle w:val="isonormal"/>
        <w:sectPr w:rsidR="00D625F6" w:rsidSect="00D625F6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02239E" w14:paraId="29A7F218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94423" w14:textId="77777777" w:rsidR="00D625F6" w:rsidRPr="0002239E" w:rsidRDefault="00D625F6" w:rsidP="00965B31">
            <w:pPr>
              <w:pStyle w:val="tablehead"/>
            </w:pPr>
            <w:r w:rsidRPr="0002239E">
              <w:lastRenderedPageBreak/>
              <w:t>$100,000/200,000 BASIC LIMIT OCCURRENCE</w:t>
            </w:r>
            <w:r w:rsidRPr="0002239E">
              <w:br/>
              <w:t>Premises/Operations (Prem/Ops) (Subline Code 334) Territory 502</w:t>
            </w:r>
            <w:r w:rsidRPr="0002239E">
              <w:br/>
              <w:t>Products/Completed Operations (Prod/COps)</w:t>
            </w:r>
            <w:r w:rsidRPr="0002239E">
              <w:tab/>
              <w:t xml:space="preserve">(Subline Code 336) Entire State Territory 999 </w:t>
            </w:r>
          </w:p>
        </w:tc>
      </w:tr>
      <w:tr w:rsidR="00D625F6" w:rsidRPr="0002239E" w14:paraId="798174F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FF5478" w14:textId="77777777" w:rsidR="00D625F6" w:rsidRPr="0002239E" w:rsidRDefault="00D625F6" w:rsidP="00965B31">
            <w:pPr>
              <w:pStyle w:val="tablehead"/>
            </w:pPr>
            <w:r w:rsidRPr="0002239E">
              <w:t>Class</w:t>
            </w:r>
            <w:r w:rsidRPr="0002239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83997" w14:textId="77777777" w:rsidR="00D625F6" w:rsidRPr="0002239E" w:rsidRDefault="00D625F6" w:rsidP="00965B31">
            <w:pPr>
              <w:pStyle w:val="tablehead"/>
            </w:pPr>
            <w:r w:rsidRPr="0002239E">
              <w:t>Prem/</w:t>
            </w:r>
            <w:r w:rsidRPr="0002239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A61FF5" w14:textId="77777777" w:rsidR="00D625F6" w:rsidRPr="0002239E" w:rsidRDefault="00D625F6" w:rsidP="00965B31">
            <w:pPr>
              <w:pStyle w:val="tablehead"/>
            </w:pPr>
            <w:r w:rsidRPr="0002239E">
              <w:t>Prod/</w:t>
            </w:r>
            <w:r w:rsidRPr="0002239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4EC7F" w14:textId="77777777" w:rsidR="00D625F6" w:rsidRPr="0002239E" w:rsidRDefault="00D625F6" w:rsidP="00965B31">
            <w:pPr>
              <w:pStyle w:val="tablehead"/>
            </w:pPr>
            <w:r w:rsidRPr="0002239E">
              <w:t>Class</w:t>
            </w:r>
            <w:r w:rsidRPr="0002239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918C97" w14:textId="77777777" w:rsidR="00D625F6" w:rsidRPr="0002239E" w:rsidRDefault="00D625F6" w:rsidP="00965B31">
            <w:pPr>
              <w:pStyle w:val="tablehead"/>
            </w:pPr>
            <w:r w:rsidRPr="0002239E">
              <w:t>Prem/</w:t>
            </w:r>
            <w:r w:rsidRPr="0002239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B6F7E" w14:textId="77777777" w:rsidR="00D625F6" w:rsidRPr="0002239E" w:rsidRDefault="00D625F6" w:rsidP="00965B31">
            <w:pPr>
              <w:pStyle w:val="tablehead"/>
            </w:pPr>
            <w:r w:rsidRPr="0002239E">
              <w:t>Prod/</w:t>
            </w:r>
            <w:r w:rsidRPr="0002239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8131AD" w14:textId="77777777" w:rsidR="00D625F6" w:rsidRPr="0002239E" w:rsidRDefault="00D625F6" w:rsidP="00965B31">
            <w:pPr>
              <w:pStyle w:val="tablehead"/>
            </w:pPr>
            <w:r w:rsidRPr="0002239E">
              <w:t>Class</w:t>
            </w:r>
            <w:r w:rsidRPr="0002239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BB22F" w14:textId="77777777" w:rsidR="00D625F6" w:rsidRPr="0002239E" w:rsidRDefault="00D625F6" w:rsidP="00965B31">
            <w:pPr>
              <w:pStyle w:val="tablehead"/>
            </w:pPr>
            <w:r w:rsidRPr="0002239E">
              <w:t>Prem/</w:t>
            </w:r>
            <w:r w:rsidRPr="0002239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CF8421" w14:textId="77777777" w:rsidR="00D625F6" w:rsidRPr="0002239E" w:rsidRDefault="00D625F6" w:rsidP="00965B31">
            <w:pPr>
              <w:pStyle w:val="tablehead"/>
            </w:pPr>
            <w:r w:rsidRPr="0002239E">
              <w:t>Prod/</w:t>
            </w:r>
            <w:r w:rsidRPr="0002239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C8B4D" w14:textId="77777777" w:rsidR="00D625F6" w:rsidRPr="0002239E" w:rsidRDefault="00D625F6" w:rsidP="00965B31">
            <w:pPr>
              <w:pStyle w:val="tablehead"/>
            </w:pPr>
            <w:r w:rsidRPr="0002239E">
              <w:t>Class</w:t>
            </w:r>
            <w:r w:rsidRPr="0002239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48F458" w14:textId="77777777" w:rsidR="00D625F6" w:rsidRPr="0002239E" w:rsidRDefault="00D625F6" w:rsidP="00965B31">
            <w:pPr>
              <w:pStyle w:val="tablehead"/>
            </w:pPr>
            <w:r w:rsidRPr="0002239E">
              <w:t>Prem/</w:t>
            </w:r>
            <w:r w:rsidRPr="0002239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2CFF9" w14:textId="77777777" w:rsidR="00D625F6" w:rsidRPr="0002239E" w:rsidRDefault="00D625F6" w:rsidP="00965B31">
            <w:pPr>
              <w:pStyle w:val="tablehead"/>
            </w:pPr>
            <w:r w:rsidRPr="0002239E">
              <w:t>Prod/</w:t>
            </w:r>
            <w:r w:rsidRPr="0002239E">
              <w:br/>
              <w:t>Cops</w:t>
            </w:r>
          </w:p>
        </w:tc>
      </w:tr>
      <w:tr w:rsidR="00D625F6" w:rsidRPr="0002239E" w14:paraId="4FB002B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1557C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97EF0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B7FF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A8062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C2C2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5E9F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EA6B8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E947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29F34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25F0A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4D19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A126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.082</w:t>
            </w:r>
          </w:p>
        </w:tc>
      </w:tr>
      <w:tr w:rsidR="00D625F6" w:rsidRPr="0002239E" w14:paraId="4D8BBE6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5A490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6FFF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48.30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70797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B09AA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EA87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25BE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CE2B2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1939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8DCC7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AA9F7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7435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E6B6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.32</w:t>
            </w:r>
          </w:p>
        </w:tc>
      </w:tr>
      <w:tr w:rsidR="00D625F6" w:rsidRPr="0002239E" w14:paraId="5392F34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4BA8F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5AF75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8D520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4FA41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149F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00F22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142DF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F55B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7BB6D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E00B0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D53B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0EC3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.104</w:t>
            </w:r>
          </w:p>
        </w:tc>
      </w:tr>
      <w:tr w:rsidR="00D625F6" w:rsidRPr="0002239E" w14:paraId="622EAA5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C3AA5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2A0D5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103DE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E121F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A0B20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9989F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10F56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62E9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5E9E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A888D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54FF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92F77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.197</w:t>
            </w:r>
          </w:p>
        </w:tc>
      </w:tr>
      <w:tr w:rsidR="00D625F6" w:rsidRPr="0002239E" w14:paraId="3069EB8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8C735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17A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BC5A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B4D6C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5FE5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AB8A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BAEDF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07BA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5847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6F922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07787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3847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300AB19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CD3C2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4AB2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672F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58DB5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A04A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1B22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CFDA0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AD37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E7A9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25D03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6E14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C580D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2239E" w14:paraId="0FF02C2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C5AB5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08B9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84F1D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FDFFA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06ED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9BD45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EE79E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8734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B9E0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A123D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A81A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BE4AA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7CB6CA9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B425E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DD45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7A5F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68330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3CAC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8698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4288A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43C8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3E85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4C911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24FE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FB8F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.56</w:t>
            </w:r>
          </w:p>
        </w:tc>
      </w:tr>
      <w:tr w:rsidR="00D625F6" w:rsidRPr="0002239E" w14:paraId="7980433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70948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BBD8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6.64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31B51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BD781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74AF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42DDE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05759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39F90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D33EC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DE910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2B5E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8FD0B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54A1B3F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FAC56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34CDD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88A2A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9127F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7768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B754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E38C0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3D43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16A93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2310B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029D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21BD0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5F9CA86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19D16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44217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755.00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831D1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BE104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411E0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E736D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EE726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692B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8594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5622B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3C4A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BAA2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.27</w:t>
            </w:r>
          </w:p>
        </w:tc>
      </w:tr>
      <w:tr w:rsidR="00D625F6" w:rsidRPr="0002239E" w14:paraId="356A6B0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5AE19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4A26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7923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18D1D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F8DC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E7857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B56E1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0D53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FC8B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4D1E0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468B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16B3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2239E" w14:paraId="2E57744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7D948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789C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D8357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47798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CFE00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9228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EC820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02BB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B1A1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51782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3BBA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3D9CD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6FA38AE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4835C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049C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119.00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AF365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82197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D64A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B9A2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6E167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20E9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5F54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01AA1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A914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3C46D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76B7FC5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56D5A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10C0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67B60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7D2C4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D73B7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D0B2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17835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D8D6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77853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FC6F1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FEDA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C30C7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50B63C1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94CDC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5C1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251.00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74208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D13EF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2884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3A899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7B905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1BA9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F775D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2FC3C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34E47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EFABE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326AEF4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C1BDD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E181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8BAD9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4FE63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FD0A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3F1A7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A77D9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4940D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096DC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82B20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B1CC0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ADF71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6C6282A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97E88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8132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3A0A7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6E635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A5A4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6C8C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1A342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0E57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F821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F4662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C121D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FCDA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2239E" w14:paraId="63B5828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BE112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62843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35912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CF35D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0F8D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864C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F9B28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03E7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8916D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FDFA8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420C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B1A1C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17B975A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C8301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A85AC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6D5D3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5DE4A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D802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ACFC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2F80A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2682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390AB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1AF70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421D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24FB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.65</w:t>
            </w:r>
          </w:p>
        </w:tc>
      </w:tr>
      <w:tr w:rsidR="00D625F6" w:rsidRPr="0002239E" w14:paraId="4106B0C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25A0F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5D09C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0BE5F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42A36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4427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5C74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C0EDF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34D6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EA605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3C9B0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D1D6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0384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004C1B7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88342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040F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8E9D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0D4F2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625F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AB38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6B449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F37B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9A0EE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F9371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82CB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54EF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72035AF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7228B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4CE5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CCF62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E338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599E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E4CD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5FD13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AAFD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96703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19AA3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609B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EF17F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7E28F68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5C107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AD06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AF03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E492B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9D2B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54CA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AC03E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DE3F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0361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87183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7A85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3E9D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2239E" w14:paraId="266F5FD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6B606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1A5F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91839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32996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F220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94BC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CAD9E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D533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DAC5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92CCB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8418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6094B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316AEBA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C4333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AC6A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4E22B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5671C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16EB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06E1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D4B5E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1202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B4B2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0542A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9C67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FC30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.085</w:t>
            </w:r>
          </w:p>
        </w:tc>
      </w:tr>
      <w:tr w:rsidR="00D625F6" w:rsidRPr="0002239E" w14:paraId="63B7565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EE092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A33C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0508D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EF81C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0F73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8661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1C69E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D66B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9CFE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A63FA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A667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95B10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.195</w:t>
            </w:r>
          </w:p>
        </w:tc>
      </w:tr>
      <w:tr w:rsidR="00D625F6" w:rsidRPr="0002239E" w14:paraId="19977FA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95807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2AC0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E7E2E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B8B4B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B9B4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FF2B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02C9A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BF80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6BD3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4F7CA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2C4F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A331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.058</w:t>
            </w:r>
          </w:p>
        </w:tc>
      </w:tr>
      <w:tr w:rsidR="00D625F6" w:rsidRPr="0002239E" w14:paraId="48CB2CA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A0D20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67970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D9E58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07C18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594A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4FF9E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F43A4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2ABF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CF8B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DEB88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1879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B74C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1.80</w:t>
            </w:r>
          </w:p>
        </w:tc>
      </w:tr>
      <w:tr w:rsidR="00D625F6" w:rsidRPr="0002239E" w14:paraId="06CE79E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C544A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640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BABB7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78995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60DF0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1B73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E5261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B432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D23C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2BB52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928C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F55E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2239E" w14:paraId="1BD2F3B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81CC4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4505D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BCC5C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BD7B0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E54D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A07D6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B7216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48B8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AD76D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7286B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6771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2E474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5CC2DF2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D329D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B772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7870F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52D95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26C8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9F76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59A30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906D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94DFD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1A67F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D29D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AA618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</w:tr>
      <w:tr w:rsidR="00D625F6" w:rsidRPr="0002239E" w14:paraId="251B66E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6CADB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1138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7891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44AFF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DDF4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C251A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81CA7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0141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EFBD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01FE7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AE9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BCB1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.052</w:t>
            </w:r>
          </w:p>
        </w:tc>
      </w:tr>
      <w:tr w:rsidR="00D625F6" w:rsidRPr="0002239E" w14:paraId="3C5E893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7B08B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C8B4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8FBC4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F4C2C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9EFC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07D2F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F5063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BB76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821F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CE7DD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7D3E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98E8C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2A5C10A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21237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193A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A7F6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6776B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03E6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5E87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476F9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5027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BE75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7E913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55546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509F7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2F0ED80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80B9F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29FA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317FD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C34B4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EB78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3A397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7A0C2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F2890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4005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F640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CDDA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F34F0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2239E" w14:paraId="6136950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202F8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8C50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C5F36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D6C24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A838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4EC2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51FD1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2418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7F4F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E62CE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14AF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575D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.42</w:t>
            </w:r>
          </w:p>
        </w:tc>
      </w:tr>
      <w:tr w:rsidR="00D625F6" w:rsidRPr="0002239E" w14:paraId="3C7F4D5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09BF8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C2BD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9F00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9329A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7086D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B063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9D31B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480F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42226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F0245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6CB3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EAEA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.052</w:t>
            </w:r>
          </w:p>
        </w:tc>
      </w:tr>
      <w:tr w:rsidR="00D625F6" w:rsidRPr="0002239E" w14:paraId="309E308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76C3B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FFAE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990A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EAECE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4FCC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19C36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26F4D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4B2D7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DC21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BB9FC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AB2E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A7F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.241</w:t>
            </w:r>
          </w:p>
        </w:tc>
      </w:tr>
      <w:tr w:rsidR="00D625F6" w:rsidRPr="0002239E" w14:paraId="51FC84D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892AB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F8BF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9D833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0953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A851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10905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3BEBC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91BC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C315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E5E81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C4AA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9206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.204</w:t>
            </w:r>
          </w:p>
        </w:tc>
      </w:tr>
      <w:tr w:rsidR="00D625F6" w:rsidRPr="0002239E" w14:paraId="5939D50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187F2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92636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8A2F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0F921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2287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7A0B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D88DC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84DD7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F1CED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598A0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CF48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D1CE2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5B765FE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E5FF6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421D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9EF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5F306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8F4B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1BC0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7D37A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8D53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8C6B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D5B77" w14:textId="77777777" w:rsidR="00D625F6" w:rsidRPr="0002239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AA20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77A9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2239E" w14:paraId="4EF4DC1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9D61D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8156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964A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77E3D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2B1A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5C55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119BD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52DC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A9F2F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9B122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D1DC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C0627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1251C9C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D0520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A6621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E11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43F24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737B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1808F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DCB4F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D7BF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9FD6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B8BF2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4A4D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4DBD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.46</w:t>
            </w:r>
          </w:p>
        </w:tc>
      </w:tr>
      <w:tr w:rsidR="00D625F6" w:rsidRPr="0002239E" w14:paraId="01B5FD8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5A902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19EE5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9A9FB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AE683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A11C0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7A447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6141A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E214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EA58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15A54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30F07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43018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1563B7A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C2B24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FCAA9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AA48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773C9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1A196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0E0D8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E80C8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F48FA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F943C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8D8E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12633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35369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27C2D69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9CA67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269C80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4E8E20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AF413C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666BF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7F1E4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177C89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18342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E585F8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152D6" w14:textId="77777777" w:rsidR="00D625F6" w:rsidRPr="0002239E" w:rsidRDefault="00D625F6" w:rsidP="00965B31">
            <w:pPr>
              <w:pStyle w:val="tabletext10"/>
              <w:rPr>
                <w:b/>
              </w:rPr>
            </w:pPr>
            <w:r w:rsidRPr="0002239E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E3AA1E" w14:textId="77777777" w:rsidR="00D625F6" w:rsidRPr="0002239E" w:rsidRDefault="00D625F6" w:rsidP="00965B31">
            <w:pPr>
              <w:pStyle w:val="tabletext10"/>
              <w:tabs>
                <w:tab w:val="decimal" w:pos="300"/>
              </w:tabs>
            </w:pPr>
            <w:r w:rsidRPr="0002239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021A96" w14:textId="77777777" w:rsidR="00D625F6" w:rsidRPr="0002239E" w:rsidRDefault="00D625F6" w:rsidP="00965B31">
            <w:pPr>
              <w:pStyle w:val="tabletext10"/>
              <w:jc w:val="center"/>
            </w:pPr>
            <w:r w:rsidRPr="0002239E">
              <w:t>(a)</w:t>
            </w:r>
          </w:p>
        </w:tc>
      </w:tr>
      <w:tr w:rsidR="00D625F6" w:rsidRPr="0002239E" w14:paraId="7649C8E2" w14:textId="77777777" w:rsidTr="00965B31">
        <w:trPr>
          <w:cantSplit/>
        </w:trPr>
        <w:tc>
          <w:tcPr>
            <w:tcW w:w="10080" w:type="dxa"/>
            <w:gridSpan w:val="12"/>
          </w:tcPr>
          <w:p w14:paraId="78AF407C" w14:textId="77777777" w:rsidR="00D625F6" w:rsidRPr="0002239E" w:rsidRDefault="00D625F6" w:rsidP="00965B31">
            <w:pPr>
              <w:pStyle w:val="blocktext1"/>
            </w:pPr>
          </w:p>
        </w:tc>
      </w:tr>
      <w:tr w:rsidR="00D625F6" w:rsidRPr="0002239E" w14:paraId="7FA0BBFA" w14:textId="77777777" w:rsidTr="00965B31">
        <w:trPr>
          <w:cantSplit/>
        </w:trPr>
        <w:tc>
          <w:tcPr>
            <w:tcW w:w="10080" w:type="dxa"/>
            <w:gridSpan w:val="12"/>
          </w:tcPr>
          <w:p w14:paraId="07AC7F6A" w14:textId="77777777" w:rsidR="00D625F6" w:rsidRPr="0002239E" w:rsidRDefault="00D625F6" w:rsidP="00965B31">
            <w:pPr>
              <w:pStyle w:val="blocktext1"/>
            </w:pPr>
          </w:p>
        </w:tc>
      </w:tr>
    </w:tbl>
    <w:p w14:paraId="5458680B" w14:textId="77777777" w:rsidR="00D625F6" w:rsidRPr="0002239E" w:rsidRDefault="00D625F6" w:rsidP="00D625F6">
      <w:pPr>
        <w:pStyle w:val="isonormal"/>
      </w:pPr>
    </w:p>
    <w:p w14:paraId="09515B01" w14:textId="77777777" w:rsidR="00D625F6" w:rsidRDefault="00D625F6" w:rsidP="00D625F6">
      <w:pPr>
        <w:pStyle w:val="isonormal"/>
        <w:sectPr w:rsidR="00D625F6" w:rsidSect="00D625F6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8D1D8F" w14:paraId="1EEC1CF5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CF4E8" w14:textId="77777777" w:rsidR="00D625F6" w:rsidRPr="008D1D8F" w:rsidRDefault="00D625F6" w:rsidP="00965B31">
            <w:pPr>
              <w:pStyle w:val="tablehead"/>
            </w:pPr>
            <w:r w:rsidRPr="008D1D8F">
              <w:lastRenderedPageBreak/>
              <w:t>$100,000/200,000 BASIC LIMIT OCCURRENCE</w:t>
            </w:r>
            <w:r w:rsidRPr="008D1D8F">
              <w:br/>
              <w:t>Premises/Operations (Prem/Ops) (Subline Code 334) Territory 502</w:t>
            </w:r>
            <w:r w:rsidRPr="008D1D8F">
              <w:br/>
              <w:t>Products/Completed Operations (Prod/COps)</w:t>
            </w:r>
            <w:r w:rsidRPr="008D1D8F">
              <w:tab/>
              <w:t xml:space="preserve">(Subline Code 336) Entire State Territory 999 </w:t>
            </w:r>
          </w:p>
        </w:tc>
      </w:tr>
      <w:tr w:rsidR="00D625F6" w:rsidRPr="008D1D8F" w14:paraId="2F85FC0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1FB114" w14:textId="77777777" w:rsidR="00D625F6" w:rsidRPr="008D1D8F" w:rsidRDefault="00D625F6" w:rsidP="00965B31">
            <w:pPr>
              <w:pStyle w:val="tablehead"/>
            </w:pPr>
            <w:r w:rsidRPr="008D1D8F">
              <w:t>Class</w:t>
            </w:r>
            <w:r w:rsidRPr="008D1D8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93072" w14:textId="77777777" w:rsidR="00D625F6" w:rsidRPr="008D1D8F" w:rsidRDefault="00D625F6" w:rsidP="00965B31">
            <w:pPr>
              <w:pStyle w:val="tablehead"/>
            </w:pPr>
            <w:r w:rsidRPr="008D1D8F">
              <w:t>Prem/</w:t>
            </w:r>
            <w:r w:rsidRPr="008D1D8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2459A3" w14:textId="77777777" w:rsidR="00D625F6" w:rsidRPr="008D1D8F" w:rsidRDefault="00D625F6" w:rsidP="00965B31">
            <w:pPr>
              <w:pStyle w:val="tablehead"/>
            </w:pPr>
            <w:r w:rsidRPr="008D1D8F">
              <w:t>Prod/</w:t>
            </w:r>
            <w:r w:rsidRPr="008D1D8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F7BFC" w14:textId="77777777" w:rsidR="00D625F6" w:rsidRPr="008D1D8F" w:rsidRDefault="00D625F6" w:rsidP="00965B31">
            <w:pPr>
              <w:pStyle w:val="tablehead"/>
            </w:pPr>
            <w:r w:rsidRPr="008D1D8F">
              <w:t>Class</w:t>
            </w:r>
            <w:r w:rsidRPr="008D1D8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944E1D" w14:textId="77777777" w:rsidR="00D625F6" w:rsidRPr="008D1D8F" w:rsidRDefault="00D625F6" w:rsidP="00965B31">
            <w:pPr>
              <w:pStyle w:val="tablehead"/>
            </w:pPr>
            <w:r w:rsidRPr="008D1D8F">
              <w:t>Prem/</w:t>
            </w:r>
            <w:r w:rsidRPr="008D1D8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560AA" w14:textId="77777777" w:rsidR="00D625F6" w:rsidRPr="008D1D8F" w:rsidRDefault="00D625F6" w:rsidP="00965B31">
            <w:pPr>
              <w:pStyle w:val="tablehead"/>
            </w:pPr>
            <w:r w:rsidRPr="008D1D8F">
              <w:t>Prod/</w:t>
            </w:r>
            <w:r w:rsidRPr="008D1D8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DA2116" w14:textId="77777777" w:rsidR="00D625F6" w:rsidRPr="008D1D8F" w:rsidRDefault="00D625F6" w:rsidP="00965B31">
            <w:pPr>
              <w:pStyle w:val="tablehead"/>
            </w:pPr>
            <w:r w:rsidRPr="008D1D8F">
              <w:t>Class</w:t>
            </w:r>
            <w:r w:rsidRPr="008D1D8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44633" w14:textId="77777777" w:rsidR="00D625F6" w:rsidRPr="008D1D8F" w:rsidRDefault="00D625F6" w:rsidP="00965B31">
            <w:pPr>
              <w:pStyle w:val="tablehead"/>
            </w:pPr>
            <w:r w:rsidRPr="008D1D8F">
              <w:t>Prem/</w:t>
            </w:r>
            <w:r w:rsidRPr="008D1D8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75DA02" w14:textId="77777777" w:rsidR="00D625F6" w:rsidRPr="008D1D8F" w:rsidRDefault="00D625F6" w:rsidP="00965B31">
            <w:pPr>
              <w:pStyle w:val="tablehead"/>
            </w:pPr>
            <w:r w:rsidRPr="008D1D8F">
              <w:t>Prod/</w:t>
            </w:r>
            <w:r w:rsidRPr="008D1D8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96381" w14:textId="77777777" w:rsidR="00D625F6" w:rsidRPr="008D1D8F" w:rsidRDefault="00D625F6" w:rsidP="00965B31">
            <w:pPr>
              <w:pStyle w:val="tablehead"/>
            </w:pPr>
            <w:r w:rsidRPr="008D1D8F">
              <w:t>Class</w:t>
            </w:r>
            <w:r w:rsidRPr="008D1D8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AB3178" w14:textId="77777777" w:rsidR="00D625F6" w:rsidRPr="008D1D8F" w:rsidRDefault="00D625F6" w:rsidP="00965B31">
            <w:pPr>
              <w:pStyle w:val="tablehead"/>
            </w:pPr>
            <w:r w:rsidRPr="008D1D8F">
              <w:t>Prem/</w:t>
            </w:r>
            <w:r w:rsidRPr="008D1D8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587C3" w14:textId="77777777" w:rsidR="00D625F6" w:rsidRPr="008D1D8F" w:rsidRDefault="00D625F6" w:rsidP="00965B31">
            <w:pPr>
              <w:pStyle w:val="tablehead"/>
            </w:pPr>
            <w:r w:rsidRPr="008D1D8F">
              <w:t>Prod/</w:t>
            </w:r>
            <w:r w:rsidRPr="008D1D8F">
              <w:br/>
              <w:t>Cops</w:t>
            </w:r>
          </w:p>
        </w:tc>
      </w:tr>
      <w:tr w:rsidR="00D625F6" w:rsidRPr="008D1D8F" w14:paraId="39BD447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2C7F3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D9795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D14F4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9CF13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9DE1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A48E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B0435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D33B5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5610C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8EF56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29841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9934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1.35</w:t>
            </w:r>
          </w:p>
        </w:tc>
      </w:tr>
      <w:tr w:rsidR="00D625F6" w:rsidRPr="008D1D8F" w14:paraId="3DA1158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79A1D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0161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B413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FB22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91AE5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9B15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50AAF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79844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9477E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857A3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6B7C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5CDB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.086</w:t>
            </w:r>
          </w:p>
        </w:tc>
      </w:tr>
      <w:tr w:rsidR="00D625F6" w:rsidRPr="008D1D8F" w14:paraId="503E395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3E383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C020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1CB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92480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A11E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E7940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E8962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9351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7826F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3C18D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52745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0753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.042</w:t>
            </w:r>
          </w:p>
        </w:tc>
      </w:tr>
      <w:tr w:rsidR="00D625F6" w:rsidRPr="008D1D8F" w14:paraId="62615DB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9ACF1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C958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25A1A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77868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2E30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D6F8C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D1111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4B6C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3F46F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53CDC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CAB8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DFBC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.45</w:t>
            </w:r>
          </w:p>
        </w:tc>
      </w:tr>
      <w:tr w:rsidR="00D625F6" w:rsidRPr="008D1D8F" w14:paraId="2D9BC3E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5B79C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1AC0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024B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C3F9E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1556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65BC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C022A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BDE8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394CA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FDD60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C9D7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1C629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 xml:space="preserve"> – </w:t>
            </w:r>
          </w:p>
        </w:tc>
      </w:tr>
      <w:tr w:rsidR="00D625F6" w:rsidRPr="008D1D8F" w14:paraId="0807B06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72073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4CA1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8FCC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5B815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3BF3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A922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64D85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8AF3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7EC1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9E16A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960E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8072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8D1D8F" w14:paraId="3568896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7003D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0ED1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374E6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87F95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363C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78B4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80A27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A335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05AC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7A41D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FD75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3C565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 xml:space="preserve"> – </w:t>
            </w:r>
          </w:p>
        </w:tc>
      </w:tr>
      <w:tr w:rsidR="00D625F6" w:rsidRPr="008D1D8F" w14:paraId="307A793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C5332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054A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D041A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4D70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E7C0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A120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29ACA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92814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341F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55047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5A78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9E4C7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 xml:space="preserve"> – </w:t>
            </w:r>
          </w:p>
        </w:tc>
      </w:tr>
      <w:tr w:rsidR="00D625F6" w:rsidRPr="008D1D8F" w14:paraId="487D9BE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9F5EB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C33A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799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73282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9811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A28D1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CD57C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6BDA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7889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ED9AC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181C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BED5A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 xml:space="preserve"> – </w:t>
            </w:r>
          </w:p>
        </w:tc>
      </w:tr>
      <w:tr w:rsidR="00D625F6" w:rsidRPr="008D1D8F" w14:paraId="70B10BB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25FF5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80395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E5335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AD732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E62D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1DAF9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A3D47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D96D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FE1D1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6B524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FF1FA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30418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 xml:space="preserve"> – </w:t>
            </w:r>
          </w:p>
        </w:tc>
      </w:tr>
      <w:tr w:rsidR="00D625F6" w:rsidRPr="008D1D8F" w14:paraId="2110E7B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B8D79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5011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F98B5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22D40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EAD64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EB790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4DECF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4A0B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5529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E0562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13F9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26106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 xml:space="preserve"> – </w:t>
            </w:r>
          </w:p>
        </w:tc>
      </w:tr>
      <w:tr w:rsidR="00D625F6" w:rsidRPr="008D1D8F" w14:paraId="2AFB984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71F38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56DDA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41B1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0F5FC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9A534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A1D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5A3A7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42DF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5011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81324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33DF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308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8D1D8F" w14:paraId="694F23B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E2248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DE0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28888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9DC6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DA30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30A52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FC508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68431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A462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25E1F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1B331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0FC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.08</w:t>
            </w:r>
          </w:p>
        </w:tc>
      </w:tr>
      <w:tr w:rsidR="00D625F6" w:rsidRPr="008D1D8F" w14:paraId="0B2CBE6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AAB4E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A982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C726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CB507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9939A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04E6B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D1FAF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55AF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04A4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EE36E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7D80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7D2C0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</w:tr>
      <w:tr w:rsidR="00D625F6" w:rsidRPr="008D1D8F" w14:paraId="3AFCCCB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26205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2E6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C4EC1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62F70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68FB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32F0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FDC16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B08D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F109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BA389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D60D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9CA90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</w:tr>
      <w:tr w:rsidR="00D625F6" w:rsidRPr="008D1D8F" w14:paraId="3F5560C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5FFCB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2BF8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A5B09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33C91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7476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84F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83726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855C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00DEF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364B6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B809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219D3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</w:tr>
      <w:tr w:rsidR="00D625F6" w:rsidRPr="008D1D8F" w14:paraId="2394357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DD9A7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3BA15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66603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44547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2738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61D5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067A6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52B5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D636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A5CDA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8DE27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F5888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</w:tr>
      <w:tr w:rsidR="00D625F6" w:rsidRPr="008D1D8F" w14:paraId="54A7F1E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505AF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7B51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9D9E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9BB35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F8185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8BE0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F2D46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88D4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0B52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1D01D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9BE8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01524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8D1D8F" w14:paraId="79CB995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7ED01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C2125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063DA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3931C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F8F1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1FB6A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6EDF9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4227A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B84E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75370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8B34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2582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.098</w:t>
            </w:r>
          </w:p>
        </w:tc>
      </w:tr>
      <w:tr w:rsidR="00D625F6" w:rsidRPr="008D1D8F" w14:paraId="5B7E667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69705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C4A65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EEBA4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2E273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6109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7879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A5733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FE5B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D75E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1DF04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4EB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A3134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.011</w:t>
            </w:r>
          </w:p>
        </w:tc>
      </w:tr>
      <w:tr w:rsidR="00D625F6" w:rsidRPr="008D1D8F" w14:paraId="6A75A26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EB802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DC19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98DD6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33404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F5F3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55C49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22E0B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D2774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F3D3F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D64E4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468D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74DE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.65</w:t>
            </w:r>
          </w:p>
        </w:tc>
      </w:tr>
      <w:tr w:rsidR="00D625F6" w:rsidRPr="008D1D8F" w14:paraId="0B5482D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3A4A1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8735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2EA78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A0537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6E02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120F6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A6870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5804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6293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7D029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9A30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090EB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</w:tr>
      <w:tr w:rsidR="00D625F6" w:rsidRPr="008D1D8F" w14:paraId="0BC616E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CCC39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3772F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FFCB2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E2276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CF4F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F6BDF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A1B4F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6829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D7D8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487BE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619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5727E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</w:tr>
      <w:tr w:rsidR="00D625F6" w:rsidRPr="008D1D8F" w14:paraId="51DA0E2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A630E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6EB94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837E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64A8E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6D9B1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A264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C515B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9F3C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A5D3A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779F9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F219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9944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8D1D8F" w14:paraId="56D3174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DEE5F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E842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1D87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A1B88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F032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7D0D8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3CFBA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4E39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B191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E138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5E9BA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449E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.49</w:t>
            </w:r>
          </w:p>
        </w:tc>
      </w:tr>
      <w:tr w:rsidR="00D625F6" w:rsidRPr="008D1D8F" w14:paraId="5327153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FDC46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2527A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305A3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C06AB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8C0C4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7CF3C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5F4D6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E668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FDFA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49DC7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5C265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F7423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</w:tr>
      <w:tr w:rsidR="00D625F6" w:rsidRPr="008D1D8F" w14:paraId="6F02EBB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5C928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2C5C4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9DFEB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033E7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416B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900C3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F2A35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3064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48F2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4E8AB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EBA9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A18B6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</w:tr>
      <w:tr w:rsidR="00D625F6" w:rsidRPr="008D1D8F" w14:paraId="02CF662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A8188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83086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A50A9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51DEB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96E8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206B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75905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EC87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C76A8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1028C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B5D8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08F89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</w:tr>
      <w:tr w:rsidR="00D625F6" w:rsidRPr="008D1D8F" w14:paraId="64E0DB4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E5827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8D1A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F92FD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6CAE6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2D55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F20C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958A5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A906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3814F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49A21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9A32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4EDBA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.39</w:t>
            </w:r>
          </w:p>
        </w:tc>
      </w:tr>
      <w:tr w:rsidR="00D625F6" w:rsidRPr="008D1D8F" w14:paraId="014A72F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808A2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FF54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C17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EB2A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58A8A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0B9A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E4C1A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A498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38FD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2162D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9ABD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23BB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8D1D8F" w14:paraId="22EF498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93524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85D8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8D2E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FDBC1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E744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F704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24AC0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A792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57E25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509CA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554A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CCB48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</w:tr>
      <w:tr w:rsidR="00D625F6" w:rsidRPr="008D1D8F" w14:paraId="4207227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44E47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BE743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3DDA4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AB06C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F02E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EAEC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41336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1CF51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B21F5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26B13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2A52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67659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</w:tr>
      <w:tr w:rsidR="00D625F6" w:rsidRPr="008D1D8F" w14:paraId="089325F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27C9C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341C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FC96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E919E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5376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946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BF92E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3114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BD50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717A0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2188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5121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.155</w:t>
            </w:r>
          </w:p>
        </w:tc>
      </w:tr>
      <w:tr w:rsidR="00D625F6" w:rsidRPr="008D1D8F" w14:paraId="6B008CC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43E03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BC54A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C9DA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997A4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B455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027D8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57272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4455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446B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896FE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56BE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A8BC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.11</w:t>
            </w:r>
          </w:p>
        </w:tc>
      </w:tr>
      <w:tr w:rsidR="00D625F6" w:rsidRPr="008D1D8F" w14:paraId="1A12F0A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6BA4B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581A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C86B1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FAA8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7EE6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0AF91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C2D96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D9A2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F88A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A819A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AD25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4A5A1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.021</w:t>
            </w:r>
          </w:p>
        </w:tc>
      </w:tr>
      <w:tr w:rsidR="00D625F6" w:rsidRPr="008D1D8F" w14:paraId="002CF0F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6DE01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FB411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BB2A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0F579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6104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B4E2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2309F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0006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B610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72B6E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F09A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0356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8D1D8F" w14:paraId="2F97B8C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4A03F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4886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18E6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15EC9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E1C8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9939A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06100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5FF9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BEFDE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DFC93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F86F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8A8FD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</w:tr>
      <w:tr w:rsidR="00D625F6" w:rsidRPr="008D1D8F" w14:paraId="4488AD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91724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9A04A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6F30E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70E17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4766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006EB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63E9D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CCD5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DBD25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E261B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8C8C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B5495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.108</w:t>
            </w:r>
          </w:p>
        </w:tc>
      </w:tr>
      <w:tr w:rsidR="00D625F6" w:rsidRPr="008D1D8F" w14:paraId="3E9A380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B30EA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517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2B8A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361EB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0607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29FCF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9A077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DCE0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57905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0A18A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1F41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ED33A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.189</w:t>
            </w:r>
          </w:p>
        </w:tc>
      </w:tr>
      <w:tr w:rsidR="00D625F6" w:rsidRPr="008D1D8F" w14:paraId="7031608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53EB6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3ACD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AEDC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0C953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873C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9898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0F05C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1DE0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07063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473BD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8D11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E28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.063</w:t>
            </w:r>
          </w:p>
        </w:tc>
      </w:tr>
      <w:tr w:rsidR="00D625F6" w:rsidRPr="008D1D8F" w14:paraId="62FD1C8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23008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973E8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04C52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CB2BE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1EB6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0BA17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FDEDF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5D4A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CA526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87468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665D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DBB74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</w:tr>
      <w:tr w:rsidR="00D625F6" w:rsidRPr="008D1D8F" w14:paraId="00C81F5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BE9D1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5C60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B35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D0467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EA26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A4CF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6CAD6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0554D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5317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8129A" w14:textId="77777777" w:rsidR="00D625F6" w:rsidRPr="008D1D8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E6C6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13F5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8D1D8F" w14:paraId="01C8FAD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5FBC8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8F895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531B4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07FC0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1B12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69A9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5A4DB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22971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CC39E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6FFF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A5D2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59BDB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</w:tr>
      <w:tr w:rsidR="00D625F6" w:rsidRPr="008D1D8F" w14:paraId="1E02285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C2BF4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EF04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5C7D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F4A7C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9525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783AE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38208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01BE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AA90A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38DD8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56D8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8FBD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.047</w:t>
            </w:r>
          </w:p>
        </w:tc>
      </w:tr>
      <w:tr w:rsidR="00D625F6" w:rsidRPr="008D1D8F" w14:paraId="1D8AAD1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38001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288B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4CDD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8C13D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A13B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3CD37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4A07C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D5EE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FBEE8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B9A15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2DC4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8DEDE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.25</w:t>
            </w:r>
          </w:p>
        </w:tc>
      </w:tr>
      <w:tr w:rsidR="00D625F6" w:rsidRPr="008D1D8F" w14:paraId="19B2683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FE96E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B0E2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9FADB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9687F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A87D0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8E878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AF605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D0106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D1500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B8854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C493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70EDF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.128</w:t>
            </w:r>
          </w:p>
        </w:tc>
      </w:tr>
      <w:tr w:rsidR="00D625F6" w:rsidRPr="008D1D8F" w14:paraId="75A8D17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3D7EB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8F5472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A77FD8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E0408F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19858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4F16F" w14:textId="77777777" w:rsidR="00D625F6" w:rsidRPr="008D1D8F" w:rsidRDefault="00D625F6" w:rsidP="00965B31">
            <w:pPr>
              <w:pStyle w:val="tabletext10"/>
              <w:jc w:val="center"/>
            </w:pPr>
            <w:r w:rsidRPr="008D1D8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4F1FE8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7CAB7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78BA99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B83E9" w14:textId="77777777" w:rsidR="00D625F6" w:rsidRPr="008D1D8F" w:rsidRDefault="00D625F6" w:rsidP="00965B31">
            <w:pPr>
              <w:pStyle w:val="tabletext10"/>
              <w:rPr>
                <w:b/>
              </w:rPr>
            </w:pPr>
            <w:r w:rsidRPr="008D1D8F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202CBB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60C66C" w14:textId="77777777" w:rsidR="00D625F6" w:rsidRPr="008D1D8F" w:rsidRDefault="00D625F6" w:rsidP="00965B31">
            <w:pPr>
              <w:pStyle w:val="tabletext10"/>
              <w:tabs>
                <w:tab w:val="decimal" w:pos="300"/>
              </w:tabs>
            </w:pPr>
            <w:r w:rsidRPr="008D1D8F">
              <w:t>.011</w:t>
            </w:r>
          </w:p>
        </w:tc>
      </w:tr>
      <w:tr w:rsidR="00D625F6" w:rsidRPr="008D1D8F" w14:paraId="6E00ECAD" w14:textId="77777777" w:rsidTr="00965B31">
        <w:trPr>
          <w:cantSplit/>
        </w:trPr>
        <w:tc>
          <w:tcPr>
            <w:tcW w:w="10080" w:type="dxa"/>
            <w:gridSpan w:val="12"/>
          </w:tcPr>
          <w:p w14:paraId="6878667E" w14:textId="77777777" w:rsidR="00D625F6" w:rsidRPr="008D1D8F" w:rsidRDefault="00D625F6" w:rsidP="00965B31">
            <w:pPr>
              <w:pStyle w:val="blocktext1"/>
            </w:pPr>
          </w:p>
        </w:tc>
      </w:tr>
      <w:tr w:rsidR="00D625F6" w:rsidRPr="008D1D8F" w14:paraId="5F28571F" w14:textId="77777777" w:rsidTr="00965B31">
        <w:trPr>
          <w:cantSplit/>
        </w:trPr>
        <w:tc>
          <w:tcPr>
            <w:tcW w:w="10080" w:type="dxa"/>
            <w:gridSpan w:val="12"/>
          </w:tcPr>
          <w:p w14:paraId="3484A12F" w14:textId="77777777" w:rsidR="00D625F6" w:rsidRPr="008D1D8F" w:rsidRDefault="00D625F6" w:rsidP="00965B31">
            <w:pPr>
              <w:pStyle w:val="blocktext1"/>
            </w:pPr>
          </w:p>
        </w:tc>
      </w:tr>
    </w:tbl>
    <w:p w14:paraId="29A3324E" w14:textId="77777777" w:rsidR="00D625F6" w:rsidRPr="008D1D8F" w:rsidRDefault="00D625F6" w:rsidP="00D625F6">
      <w:pPr>
        <w:pStyle w:val="isonormal"/>
      </w:pPr>
    </w:p>
    <w:p w14:paraId="3D2CEC7C" w14:textId="77777777" w:rsidR="00D625F6" w:rsidRDefault="00D625F6" w:rsidP="00D625F6">
      <w:pPr>
        <w:pStyle w:val="isonormal"/>
        <w:sectPr w:rsidR="00D625F6" w:rsidSect="00D625F6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E7704F" w14:paraId="645B500F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91D05" w14:textId="77777777" w:rsidR="00D625F6" w:rsidRPr="00E7704F" w:rsidRDefault="00D625F6" w:rsidP="00965B31">
            <w:pPr>
              <w:pStyle w:val="tablehead"/>
            </w:pPr>
            <w:r w:rsidRPr="00E7704F">
              <w:lastRenderedPageBreak/>
              <w:t>$100,000/200,000 BASIC LIMIT OCCURRENCE</w:t>
            </w:r>
            <w:r w:rsidRPr="00E7704F">
              <w:br/>
              <w:t>Premises/Operations (Prem/Ops) (Subline Code 334) Territory 502</w:t>
            </w:r>
            <w:r w:rsidRPr="00E7704F">
              <w:br/>
              <w:t>Products/Completed Operations (Prod/COps)</w:t>
            </w:r>
            <w:r w:rsidRPr="00E7704F">
              <w:tab/>
              <w:t xml:space="preserve">(Subline Code 336) Entire State Territory 999 </w:t>
            </w:r>
          </w:p>
        </w:tc>
      </w:tr>
      <w:tr w:rsidR="00D625F6" w:rsidRPr="00E7704F" w14:paraId="05597D1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1B4A69" w14:textId="77777777" w:rsidR="00D625F6" w:rsidRPr="00E7704F" w:rsidRDefault="00D625F6" w:rsidP="00965B31">
            <w:pPr>
              <w:pStyle w:val="tablehead"/>
            </w:pPr>
            <w:r w:rsidRPr="00E7704F">
              <w:t>Class</w:t>
            </w:r>
            <w:r w:rsidRPr="00E7704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25465" w14:textId="77777777" w:rsidR="00D625F6" w:rsidRPr="00E7704F" w:rsidRDefault="00D625F6" w:rsidP="00965B31">
            <w:pPr>
              <w:pStyle w:val="tablehead"/>
            </w:pPr>
            <w:r w:rsidRPr="00E7704F">
              <w:t>Prem/</w:t>
            </w:r>
            <w:r w:rsidRPr="00E7704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6C6DA6" w14:textId="77777777" w:rsidR="00D625F6" w:rsidRPr="00E7704F" w:rsidRDefault="00D625F6" w:rsidP="00965B31">
            <w:pPr>
              <w:pStyle w:val="tablehead"/>
            </w:pPr>
            <w:r w:rsidRPr="00E7704F">
              <w:t>Prod/</w:t>
            </w:r>
            <w:r w:rsidRPr="00E7704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753AB" w14:textId="77777777" w:rsidR="00D625F6" w:rsidRPr="00E7704F" w:rsidRDefault="00D625F6" w:rsidP="00965B31">
            <w:pPr>
              <w:pStyle w:val="tablehead"/>
            </w:pPr>
            <w:r w:rsidRPr="00E7704F">
              <w:t>Class</w:t>
            </w:r>
            <w:r w:rsidRPr="00E7704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11A335" w14:textId="77777777" w:rsidR="00D625F6" w:rsidRPr="00E7704F" w:rsidRDefault="00D625F6" w:rsidP="00965B31">
            <w:pPr>
              <w:pStyle w:val="tablehead"/>
            </w:pPr>
            <w:r w:rsidRPr="00E7704F">
              <w:t>Prem/</w:t>
            </w:r>
            <w:r w:rsidRPr="00E7704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F0B2A" w14:textId="77777777" w:rsidR="00D625F6" w:rsidRPr="00E7704F" w:rsidRDefault="00D625F6" w:rsidP="00965B31">
            <w:pPr>
              <w:pStyle w:val="tablehead"/>
            </w:pPr>
            <w:r w:rsidRPr="00E7704F">
              <w:t>Prod/</w:t>
            </w:r>
            <w:r w:rsidRPr="00E7704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4BF4BF" w14:textId="77777777" w:rsidR="00D625F6" w:rsidRPr="00E7704F" w:rsidRDefault="00D625F6" w:rsidP="00965B31">
            <w:pPr>
              <w:pStyle w:val="tablehead"/>
            </w:pPr>
            <w:r w:rsidRPr="00E7704F">
              <w:t>Class</w:t>
            </w:r>
            <w:r w:rsidRPr="00E7704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8F67D" w14:textId="77777777" w:rsidR="00D625F6" w:rsidRPr="00E7704F" w:rsidRDefault="00D625F6" w:rsidP="00965B31">
            <w:pPr>
              <w:pStyle w:val="tablehead"/>
            </w:pPr>
            <w:r w:rsidRPr="00E7704F">
              <w:t>Prem/</w:t>
            </w:r>
            <w:r w:rsidRPr="00E7704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14EE9B" w14:textId="77777777" w:rsidR="00D625F6" w:rsidRPr="00E7704F" w:rsidRDefault="00D625F6" w:rsidP="00965B31">
            <w:pPr>
              <w:pStyle w:val="tablehead"/>
            </w:pPr>
            <w:r w:rsidRPr="00E7704F">
              <w:t>Prod/</w:t>
            </w:r>
            <w:r w:rsidRPr="00E7704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277F1" w14:textId="77777777" w:rsidR="00D625F6" w:rsidRPr="00E7704F" w:rsidRDefault="00D625F6" w:rsidP="00965B31">
            <w:pPr>
              <w:pStyle w:val="tablehead"/>
            </w:pPr>
            <w:r w:rsidRPr="00E7704F">
              <w:t>Class</w:t>
            </w:r>
            <w:r w:rsidRPr="00E7704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9024E8" w14:textId="77777777" w:rsidR="00D625F6" w:rsidRPr="00E7704F" w:rsidRDefault="00D625F6" w:rsidP="00965B31">
            <w:pPr>
              <w:pStyle w:val="tablehead"/>
            </w:pPr>
            <w:r w:rsidRPr="00E7704F">
              <w:t>Prem/</w:t>
            </w:r>
            <w:r w:rsidRPr="00E7704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48F48" w14:textId="77777777" w:rsidR="00D625F6" w:rsidRPr="00E7704F" w:rsidRDefault="00D625F6" w:rsidP="00965B31">
            <w:pPr>
              <w:pStyle w:val="tablehead"/>
            </w:pPr>
            <w:r w:rsidRPr="00E7704F">
              <w:t>Prod/</w:t>
            </w:r>
            <w:r w:rsidRPr="00E7704F">
              <w:br/>
              <w:t>Cops</w:t>
            </w:r>
          </w:p>
        </w:tc>
      </w:tr>
      <w:tr w:rsidR="00D625F6" w:rsidRPr="00E7704F" w14:paraId="026462F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FF30E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C3FE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D006C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61835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B957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141B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289EE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24CB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71AB3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7FA4E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A3B6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6D48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1.86</w:t>
            </w:r>
          </w:p>
        </w:tc>
      </w:tr>
      <w:tr w:rsidR="00D625F6" w:rsidRPr="00E7704F" w14:paraId="1E4AC84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647DE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0063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A378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20D71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A6D3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C7D32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BB310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16D17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67.40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2E3FE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182E7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7CD0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18227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1.32</w:t>
            </w:r>
          </w:p>
        </w:tc>
      </w:tr>
      <w:tr w:rsidR="00D625F6" w:rsidRPr="00E7704F" w14:paraId="13A4CF2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1B816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0069A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9F6E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27F52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B40A2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B6A8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1C72E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3144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84.30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D4567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C4BF3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A605A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F2395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</w:tr>
      <w:tr w:rsidR="00D625F6" w:rsidRPr="00E7704F" w14:paraId="601EAA0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C5567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50D6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04971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E34CA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C00D2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8778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DED47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48CF7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0C736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7102D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4529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1F05B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</w:tr>
      <w:tr w:rsidR="00D625F6" w:rsidRPr="00E7704F" w14:paraId="03E7CB6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E8A25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639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86462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00874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0FF9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924B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21516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FC4F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3CE48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D93D8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B0B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04D7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5.38</w:t>
            </w:r>
          </w:p>
        </w:tc>
      </w:tr>
      <w:tr w:rsidR="00D625F6" w:rsidRPr="00E7704F" w14:paraId="7708D71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32939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164B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2C2B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58DD8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F98D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712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A1D0B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8FF3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4DBF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788E4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7DD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6F02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E7704F" w14:paraId="0A807B0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0B160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17AE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3DCC2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8E236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ADC0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7CB0A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517F3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48C8A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033A5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A0C8B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014E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EA4A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27.40</w:t>
            </w:r>
          </w:p>
        </w:tc>
      </w:tr>
      <w:tr w:rsidR="00D625F6" w:rsidRPr="00E7704F" w14:paraId="3A83F04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DABD0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541B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642A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8A7BD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7BCA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E0978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E2B85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8488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89.80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29019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EE601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A5C7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886F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</w:tr>
      <w:tr w:rsidR="00D625F6" w:rsidRPr="00E7704F" w14:paraId="2E8A527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69BFA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AB622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A415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9A4B6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0A87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CC37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36FF7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B385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E1543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27E23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DD38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93244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</w:tr>
      <w:tr w:rsidR="00D625F6" w:rsidRPr="00E7704F" w14:paraId="1F96B69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976B8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C372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BAF01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56DCF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2A41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E1D5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8464E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E051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511C7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7C666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31F5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6B9E7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</w:tr>
      <w:tr w:rsidR="00D625F6" w:rsidRPr="00E7704F" w14:paraId="46DA5BB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6EF34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39AD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935F3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79C7F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B793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6455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E0486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06942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30E59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A5276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427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3F77D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</w:tr>
      <w:tr w:rsidR="00D625F6" w:rsidRPr="00E7704F" w14:paraId="0F70399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D4523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2186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EBBD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A4A67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53CF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FB63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DBBC3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8FDA2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708D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BFE66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B490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E41D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E7704F" w14:paraId="648E349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ED61C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8D21A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118CC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10C6D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65B8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34C0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767AD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14338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CA06C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32A59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C6D5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DBEF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</w:tr>
      <w:tr w:rsidR="00D625F6" w:rsidRPr="00E7704F" w14:paraId="4BAC9E2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38939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434C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9DE2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B9366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269C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FBF5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C6F95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16E1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91C5B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1AB24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F8D5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E602E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</w:tr>
      <w:tr w:rsidR="00D625F6" w:rsidRPr="00E7704F" w14:paraId="205DE08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CF98B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E112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3EB57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845F8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0FB02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A533F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8515C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5F61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F7926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76CA3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F8E25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CEEB1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</w:tr>
      <w:tr w:rsidR="00D625F6" w:rsidRPr="00E7704F" w14:paraId="35110A1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C82C6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1C1F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A167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D8E62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BF85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2873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ABEAC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196F6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94A55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59F87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5F99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5509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2.57</w:t>
            </w:r>
          </w:p>
        </w:tc>
      </w:tr>
      <w:tr w:rsidR="00D625F6" w:rsidRPr="00E7704F" w14:paraId="78198E4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DFE42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0104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C6522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082D2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7985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C2ABA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01BB4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3A53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78.80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67DEF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A07FA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0C69A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FF869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</w:tr>
      <w:tr w:rsidR="00D625F6" w:rsidRPr="00E7704F" w14:paraId="147B19C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484ED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C3C0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8DBA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E4A3D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2DA1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532E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E37CF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FD80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EE6C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8F5AE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5D85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89FE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E7704F" w14:paraId="28C6AF9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92F0D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E94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9182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12AB8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0D3C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9216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266E4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2452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464B5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81E4F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FC37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BB04A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2.92</w:t>
            </w:r>
          </w:p>
        </w:tc>
      </w:tr>
      <w:tr w:rsidR="00D625F6" w:rsidRPr="00E7704F" w14:paraId="47F7CC7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A3FB7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B3ADA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DA232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452AC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469B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8C4DD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4FFEB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AA59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FC682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F40AB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0B8F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585B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1.10</w:t>
            </w:r>
          </w:p>
        </w:tc>
      </w:tr>
      <w:tr w:rsidR="00D625F6" w:rsidRPr="00E7704F" w14:paraId="7C9A0A6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AFAC6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32AB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B5FF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4F43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6909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59CC4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BCFC3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E4D6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54.40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C0890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1533A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2CCE2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ADAD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3.60</w:t>
            </w:r>
          </w:p>
        </w:tc>
      </w:tr>
      <w:tr w:rsidR="00D625F6" w:rsidRPr="00E7704F" w14:paraId="72FF2C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DCFFC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0C3C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44D5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8C3FA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30377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8EE87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3AC72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B97D7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CC17D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79C98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F584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B36B9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</w:tr>
      <w:tr w:rsidR="00D625F6" w:rsidRPr="00E7704F" w14:paraId="5BF11EB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1734F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1727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0439A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E29A9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1138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6374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33220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6CA37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8A2F5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057F6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B52B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1AC04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</w:tr>
      <w:tr w:rsidR="00D625F6" w:rsidRPr="00E7704F" w14:paraId="5117323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4700E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BA28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7D06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36081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A013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D7857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E87E3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FC09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D4D3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8C1FC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6D82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E664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E7704F" w14:paraId="11125FB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DAF0A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0C45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7F4F4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CEE7C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5ED9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81B22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5D56D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9638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D17D3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7E04E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4E45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85C1C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</w:tr>
      <w:tr w:rsidR="00D625F6" w:rsidRPr="00E7704F" w14:paraId="60B2F3C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F86AB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DF9A7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F69F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0EA97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4962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1DE5D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C819B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4FFC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49742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B9A63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EB8E2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785C0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</w:tr>
      <w:tr w:rsidR="00D625F6" w:rsidRPr="00E7704F" w14:paraId="14743A4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3CF7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FB7B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85F4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BA7D8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2D1E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70.80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C3D5F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B6244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5B52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45D89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5109C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B013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AA54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7.92</w:t>
            </w:r>
          </w:p>
        </w:tc>
      </w:tr>
      <w:tr w:rsidR="00D625F6" w:rsidRPr="00E7704F" w14:paraId="52AC67B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CEF04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A46E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E7BE2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36BE2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EB4B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60.70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699E1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A33B0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DD6C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67DF2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A6FFB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6931A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618A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4.45</w:t>
            </w:r>
          </w:p>
        </w:tc>
      </w:tr>
      <w:tr w:rsidR="00D625F6" w:rsidRPr="00E7704F" w14:paraId="13014F9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43917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EFE2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7D22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5719E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4794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CE863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C1122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9FFC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69.50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702A9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DE728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9DA9A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3FD1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3.80</w:t>
            </w:r>
          </w:p>
        </w:tc>
      </w:tr>
      <w:tr w:rsidR="00D625F6" w:rsidRPr="00E7704F" w14:paraId="427A01B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66350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CD4A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69CF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FFC68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2EB5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C107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1BD71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D61B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A256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AF4A9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8A8F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821EA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E7704F" w14:paraId="73ED4D1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FF4E3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27F8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360C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5242A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91F9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50.90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EF1B9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C33AD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5C3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9D186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BAD9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8076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FD7FA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1.54</w:t>
            </w:r>
          </w:p>
        </w:tc>
      </w:tr>
      <w:tr w:rsidR="00D625F6" w:rsidRPr="00E7704F" w14:paraId="6957F00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338D4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8165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D4AFC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2A7C6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B251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88.80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A5B69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1C19B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D37D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324F8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E020F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A34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10274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</w:tr>
      <w:tr w:rsidR="00D625F6" w:rsidRPr="00E7704F" w14:paraId="40B59C7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15A12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9509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561A3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F6735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7308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E51F6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B21CF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CDB1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71.60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CDEFD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35227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3452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1091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2.21</w:t>
            </w:r>
          </w:p>
        </w:tc>
      </w:tr>
      <w:tr w:rsidR="00D625F6" w:rsidRPr="00E7704F" w14:paraId="4393D12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0E338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9883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BEB58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05361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B83D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E5DAC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C65A6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48D2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84179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4A829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3E14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5ECA3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</w:tr>
      <w:tr w:rsidR="00D625F6" w:rsidRPr="00E7704F" w14:paraId="20EDEBE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B97E4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ECDA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593D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52360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B014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50.40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CCDBF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DE0C5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4AAE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C2DE3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9477C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8611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0E77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3.17</w:t>
            </w:r>
          </w:p>
        </w:tc>
      </w:tr>
      <w:tr w:rsidR="00D625F6" w:rsidRPr="00E7704F" w14:paraId="7E4784E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08F14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DE40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F03A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CB044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320A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99657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96D5C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52F8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CFDF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90311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77E7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A71A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E7704F" w14:paraId="183DD66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3C089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DF70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B78CE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62A77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7D07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5A978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32F92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4B8B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066E2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7AA5D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FAFD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8AC7C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</w:tr>
      <w:tr w:rsidR="00D625F6" w:rsidRPr="00E7704F" w14:paraId="56FDEE7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81B72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1A3F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BA2AD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CBB49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9C3B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57E40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91705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4F662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CBFBA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43045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C778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2FD58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</w:tr>
      <w:tr w:rsidR="00D625F6" w:rsidRPr="00E7704F" w14:paraId="3F17A1C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2085F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806B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785E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8074A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C9A12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F6581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5CBD8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A105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1782C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C3462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26BF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3DC4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.73</w:t>
            </w:r>
          </w:p>
        </w:tc>
      </w:tr>
      <w:tr w:rsidR="00D625F6" w:rsidRPr="00E7704F" w14:paraId="7D74CCA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662D5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A2B7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726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DD578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33B7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70.90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CA955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8F3B4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A015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2C60C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46080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6D37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A275C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1.03</w:t>
            </w:r>
          </w:p>
        </w:tc>
      </w:tr>
      <w:tr w:rsidR="00D625F6" w:rsidRPr="00E7704F" w14:paraId="3973748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D54BB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846DA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2E685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2678B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AF03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98.40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DB0EA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8D96D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9EAF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7BA55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415FC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C4CD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CF4AD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4.60</w:t>
            </w:r>
          </w:p>
        </w:tc>
      </w:tr>
      <w:tr w:rsidR="00D625F6" w:rsidRPr="00E7704F" w14:paraId="31ADAEC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942AC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F70B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4DB9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96DBA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336D7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B876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68E8C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7950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D3DA1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22EA4" w14:textId="77777777" w:rsidR="00D625F6" w:rsidRPr="00E7704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42BC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1830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E7704F" w14:paraId="1B97186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75B23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05329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33912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10DAE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6912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166.00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B2D7C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C96E2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535B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A909C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A966C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9A0B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6C958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</w:tr>
      <w:tr w:rsidR="00D625F6" w:rsidRPr="00E7704F" w14:paraId="6F037CA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FDC52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3F26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7579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85DEC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822B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152.00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99E1A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3256F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FF2EF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78BF9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19E6F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7CD08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19B66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3.33</w:t>
            </w:r>
          </w:p>
        </w:tc>
      </w:tr>
      <w:tr w:rsidR="00D625F6" w:rsidRPr="00E7704F" w14:paraId="3828395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31D3D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59B15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3A17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04671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B3ED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64CCB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CD24C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CA38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B0819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2A9FC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FE89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B8E20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</w:tr>
      <w:tr w:rsidR="00D625F6" w:rsidRPr="00E7704F" w14:paraId="2CF07AD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D9985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7835E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7975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50D64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F7EB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27.20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BD2BF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0B4B0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0B2D4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968A0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F9465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CD177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C95ED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</w:tr>
      <w:tr w:rsidR="00D625F6" w:rsidRPr="00E7704F" w14:paraId="7FB37B7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475F9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4EA75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75FB23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303B56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615957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D2544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7B6032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62460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4E31EB" w14:textId="77777777" w:rsidR="00D625F6" w:rsidRPr="00E7704F" w:rsidRDefault="00D625F6" w:rsidP="00965B31">
            <w:pPr>
              <w:pStyle w:val="tabletext10"/>
              <w:tabs>
                <w:tab w:val="decimal" w:pos="300"/>
              </w:tabs>
            </w:pPr>
            <w:r w:rsidRPr="00E7704F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DE34F" w14:textId="77777777" w:rsidR="00D625F6" w:rsidRPr="00E7704F" w:rsidRDefault="00D625F6" w:rsidP="00965B31">
            <w:pPr>
              <w:pStyle w:val="tabletext10"/>
              <w:rPr>
                <w:b/>
              </w:rPr>
            </w:pPr>
            <w:r w:rsidRPr="00E7704F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6614E3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3BEB01" w14:textId="77777777" w:rsidR="00D625F6" w:rsidRPr="00E7704F" w:rsidRDefault="00D625F6" w:rsidP="00965B31">
            <w:pPr>
              <w:pStyle w:val="tabletext10"/>
              <w:jc w:val="center"/>
            </w:pPr>
            <w:r w:rsidRPr="00E7704F">
              <w:t>(a)</w:t>
            </w:r>
          </w:p>
        </w:tc>
      </w:tr>
      <w:tr w:rsidR="00D625F6" w:rsidRPr="00E7704F" w14:paraId="7871A18E" w14:textId="77777777" w:rsidTr="00965B31">
        <w:trPr>
          <w:cantSplit/>
        </w:trPr>
        <w:tc>
          <w:tcPr>
            <w:tcW w:w="10080" w:type="dxa"/>
            <w:gridSpan w:val="12"/>
          </w:tcPr>
          <w:p w14:paraId="2393CECF" w14:textId="77777777" w:rsidR="00D625F6" w:rsidRPr="00E7704F" w:rsidRDefault="00D625F6" w:rsidP="00965B31">
            <w:pPr>
              <w:pStyle w:val="blocktext1"/>
            </w:pPr>
          </w:p>
        </w:tc>
      </w:tr>
      <w:tr w:rsidR="00D625F6" w:rsidRPr="00E7704F" w14:paraId="1EB6884E" w14:textId="77777777" w:rsidTr="00965B31">
        <w:trPr>
          <w:cantSplit/>
        </w:trPr>
        <w:tc>
          <w:tcPr>
            <w:tcW w:w="10080" w:type="dxa"/>
            <w:gridSpan w:val="12"/>
          </w:tcPr>
          <w:p w14:paraId="3A4FB3EE" w14:textId="77777777" w:rsidR="00D625F6" w:rsidRPr="00E7704F" w:rsidRDefault="00D625F6" w:rsidP="00965B31">
            <w:pPr>
              <w:pStyle w:val="blocktext1"/>
            </w:pPr>
          </w:p>
        </w:tc>
      </w:tr>
    </w:tbl>
    <w:p w14:paraId="5B97DFD1" w14:textId="77777777" w:rsidR="00D625F6" w:rsidRPr="00E7704F" w:rsidRDefault="00D625F6" w:rsidP="00D625F6">
      <w:pPr>
        <w:pStyle w:val="isonormal"/>
      </w:pPr>
    </w:p>
    <w:p w14:paraId="0CF0411C" w14:textId="77777777" w:rsidR="00D625F6" w:rsidRDefault="00D625F6" w:rsidP="00D625F6">
      <w:pPr>
        <w:pStyle w:val="isonormal"/>
        <w:sectPr w:rsidR="00D625F6" w:rsidSect="00D625F6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E748B7" w14:paraId="78C1B92A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E7B00" w14:textId="77777777" w:rsidR="00D625F6" w:rsidRPr="00E748B7" w:rsidRDefault="00D625F6" w:rsidP="00965B31">
            <w:pPr>
              <w:pStyle w:val="tablehead"/>
            </w:pPr>
            <w:r w:rsidRPr="00E748B7">
              <w:lastRenderedPageBreak/>
              <w:t>$100,000/200,000 BASIC LIMIT OCCURRENCE</w:t>
            </w:r>
            <w:r w:rsidRPr="00E748B7">
              <w:br/>
              <w:t>Premises/Operations (Prem/Ops) (Subline Code 334) Territory 502</w:t>
            </w:r>
            <w:r w:rsidRPr="00E748B7">
              <w:br/>
              <w:t>Products/Completed Operations (Prod/COps)</w:t>
            </w:r>
            <w:r w:rsidRPr="00E748B7">
              <w:tab/>
              <w:t xml:space="preserve">(Subline Code 336) Entire State Territory 999 </w:t>
            </w:r>
          </w:p>
        </w:tc>
      </w:tr>
      <w:tr w:rsidR="00D625F6" w:rsidRPr="00E748B7" w14:paraId="07352D4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E97E5D" w14:textId="77777777" w:rsidR="00D625F6" w:rsidRPr="00E748B7" w:rsidRDefault="00D625F6" w:rsidP="00965B31">
            <w:pPr>
              <w:pStyle w:val="tablehead"/>
            </w:pPr>
            <w:r w:rsidRPr="00E748B7">
              <w:t>Class</w:t>
            </w:r>
            <w:r w:rsidRPr="00E748B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1843D" w14:textId="77777777" w:rsidR="00D625F6" w:rsidRPr="00E748B7" w:rsidRDefault="00D625F6" w:rsidP="00965B31">
            <w:pPr>
              <w:pStyle w:val="tablehead"/>
            </w:pPr>
            <w:r w:rsidRPr="00E748B7">
              <w:t>Prem/</w:t>
            </w:r>
            <w:r w:rsidRPr="00E748B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5AD275" w14:textId="77777777" w:rsidR="00D625F6" w:rsidRPr="00E748B7" w:rsidRDefault="00D625F6" w:rsidP="00965B31">
            <w:pPr>
              <w:pStyle w:val="tablehead"/>
            </w:pPr>
            <w:r w:rsidRPr="00E748B7">
              <w:t>Prod/</w:t>
            </w:r>
            <w:r w:rsidRPr="00E748B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8921E" w14:textId="77777777" w:rsidR="00D625F6" w:rsidRPr="00E748B7" w:rsidRDefault="00D625F6" w:rsidP="00965B31">
            <w:pPr>
              <w:pStyle w:val="tablehead"/>
            </w:pPr>
            <w:r w:rsidRPr="00E748B7">
              <w:t>Class</w:t>
            </w:r>
            <w:r w:rsidRPr="00E748B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1A6AE7" w14:textId="77777777" w:rsidR="00D625F6" w:rsidRPr="00E748B7" w:rsidRDefault="00D625F6" w:rsidP="00965B31">
            <w:pPr>
              <w:pStyle w:val="tablehead"/>
            </w:pPr>
            <w:r w:rsidRPr="00E748B7">
              <w:t>Prem/</w:t>
            </w:r>
            <w:r w:rsidRPr="00E748B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4103C" w14:textId="77777777" w:rsidR="00D625F6" w:rsidRPr="00E748B7" w:rsidRDefault="00D625F6" w:rsidP="00965B31">
            <w:pPr>
              <w:pStyle w:val="tablehead"/>
            </w:pPr>
            <w:r w:rsidRPr="00E748B7">
              <w:t>Prod/</w:t>
            </w:r>
            <w:r w:rsidRPr="00E748B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6FB25A" w14:textId="77777777" w:rsidR="00D625F6" w:rsidRPr="00E748B7" w:rsidRDefault="00D625F6" w:rsidP="00965B31">
            <w:pPr>
              <w:pStyle w:val="tablehead"/>
            </w:pPr>
            <w:r w:rsidRPr="00E748B7">
              <w:t>Class</w:t>
            </w:r>
            <w:r w:rsidRPr="00E748B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9F765" w14:textId="77777777" w:rsidR="00D625F6" w:rsidRPr="00E748B7" w:rsidRDefault="00D625F6" w:rsidP="00965B31">
            <w:pPr>
              <w:pStyle w:val="tablehead"/>
            </w:pPr>
            <w:r w:rsidRPr="00E748B7">
              <w:t>Prem/</w:t>
            </w:r>
            <w:r w:rsidRPr="00E748B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34A939" w14:textId="77777777" w:rsidR="00D625F6" w:rsidRPr="00E748B7" w:rsidRDefault="00D625F6" w:rsidP="00965B31">
            <w:pPr>
              <w:pStyle w:val="tablehead"/>
            </w:pPr>
            <w:r w:rsidRPr="00E748B7">
              <w:t>Prod/</w:t>
            </w:r>
            <w:r w:rsidRPr="00E748B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CA6C7" w14:textId="77777777" w:rsidR="00D625F6" w:rsidRPr="00E748B7" w:rsidRDefault="00D625F6" w:rsidP="00965B31">
            <w:pPr>
              <w:pStyle w:val="tablehead"/>
            </w:pPr>
            <w:r w:rsidRPr="00E748B7">
              <w:t>Class</w:t>
            </w:r>
            <w:r w:rsidRPr="00E748B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A70D8A" w14:textId="77777777" w:rsidR="00D625F6" w:rsidRPr="00E748B7" w:rsidRDefault="00D625F6" w:rsidP="00965B31">
            <w:pPr>
              <w:pStyle w:val="tablehead"/>
            </w:pPr>
            <w:r w:rsidRPr="00E748B7">
              <w:t>Prem/</w:t>
            </w:r>
            <w:r w:rsidRPr="00E748B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F3A88" w14:textId="77777777" w:rsidR="00D625F6" w:rsidRPr="00E748B7" w:rsidRDefault="00D625F6" w:rsidP="00965B31">
            <w:pPr>
              <w:pStyle w:val="tablehead"/>
            </w:pPr>
            <w:r w:rsidRPr="00E748B7">
              <w:t>Prod/</w:t>
            </w:r>
            <w:r w:rsidRPr="00E748B7">
              <w:br/>
              <w:t>Cops</w:t>
            </w:r>
          </w:p>
        </w:tc>
      </w:tr>
      <w:tr w:rsidR="00D625F6" w:rsidRPr="00E748B7" w14:paraId="58F45EB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5D2C8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41707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42F40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57D9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F2347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94172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0868E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6F51D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63938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DF175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506B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FAC5D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1.07</w:t>
            </w:r>
          </w:p>
        </w:tc>
      </w:tr>
      <w:tr w:rsidR="00D625F6" w:rsidRPr="00E748B7" w14:paraId="101E36F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2D1A0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0A89C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5F6E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6FB58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52686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3CE6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30D15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99E2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5B2A9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3CB79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19EC6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4E62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2.34</w:t>
            </w:r>
          </w:p>
        </w:tc>
      </w:tr>
      <w:tr w:rsidR="00D625F6" w:rsidRPr="00E748B7" w14:paraId="4836F2F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E8E0B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C3BAC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A231C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192C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7EF0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A7FA4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FA01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CEF8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D630A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D2012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4172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9DB8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.81</w:t>
            </w:r>
          </w:p>
        </w:tc>
      </w:tr>
      <w:tr w:rsidR="00D625F6" w:rsidRPr="00E748B7" w14:paraId="0238759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4381C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97B77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25048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EC201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5974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93C76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1412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D372E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ABA87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2863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3B628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015FD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4CE1DBF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4AE5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07907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FC7F9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791C4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00523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1F026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6B2F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C099D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9B741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8360B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E2088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2E7C2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</w:tr>
      <w:tr w:rsidR="00D625F6" w:rsidRPr="00E748B7" w14:paraId="71EDC18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04815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A0DB1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C24C1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AD7B5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1FB31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E68B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4B749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82DD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314B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E0C72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016B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4C8F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E748B7" w14:paraId="587BC00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7560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C24B0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814C2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11F61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DC25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4CE2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6A75C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F366E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81B24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5F8CA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6268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05438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</w:tr>
      <w:tr w:rsidR="00D625F6" w:rsidRPr="00E748B7" w14:paraId="59CBCE5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1FA80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3B7F2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4A8A4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65A72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88A1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6D440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955B1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95B36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D26D3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7180A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1F1A1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F7799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</w:tr>
      <w:tr w:rsidR="00D625F6" w:rsidRPr="00E748B7" w14:paraId="258C4D0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7F4C9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6B5A8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3EAF1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8CB3C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992AA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C63BD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B3DA5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8EA0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7484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D23BD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0CFD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3590D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</w:tr>
      <w:tr w:rsidR="00D625F6" w:rsidRPr="00E748B7" w14:paraId="7A3F3AB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3980E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CFF63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82E8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0E78F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0144A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755B0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F360E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966F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FEE30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1AD30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DC6C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EBC6B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</w:tr>
      <w:tr w:rsidR="00D625F6" w:rsidRPr="00E748B7" w14:paraId="3A24641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BB92B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BA63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4BF5C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006B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2D41A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FAB01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04319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AC1C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8521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15C85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74E4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3E711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</w:tr>
      <w:tr w:rsidR="00D625F6" w:rsidRPr="00E748B7" w14:paraId="785B578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1D726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7972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DD46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9960E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E8ADA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19906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84E20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9FE6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0F0D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4FA0B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954D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84B3D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E748B7" w14:paraId="12F5010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98CE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EDF2B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45461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5EC52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7F2E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DB3EC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C4D30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9E60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99DB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437CC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D4570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DABD0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</w:tr>
      <w:tr w:rsidR="00D625F6" w:rsidRPr="00E748B7" w14:paraId="46B4394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59222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4075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B0233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05E0F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51EEB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0036D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02F36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FF07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850B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CFCEF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013B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265B2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1D39D3C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71E6F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74B8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9DFD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EB6DF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A592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C478D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1C038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7EF9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E9BF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22A19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5D2FB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BAF1D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7A114B9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DACB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7D04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D3D68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998EC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C5CE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56C4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7AF84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53EF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E0FE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50042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7E10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0CFD2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1560CBE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D77FD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0D04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3AD9A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7DD6A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5F7A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9F0AD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2C2C2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6893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B86E8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35064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FEB8F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CC7FB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38EBBEC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BA0C8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3EB2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107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22C4E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A7C3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BEF38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51BD3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9377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15A1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B3034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505A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7559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E748B7" w14:paraId="70F32C1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1A25E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EC91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54222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6F6D6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8131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1E8D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D9D5A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A501A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FB715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F7EF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6978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F1E8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27.20</w:t>
            </w:r>
          </w:p>
        </w:tc>
      </w:tr>
      <w:tr w:rsidR="00D625F6" w:rsidRPr="00E748B7" w14:paraId="2218057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00CCF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82490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F671A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33288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64CF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39D75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C89C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DEC3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B9C73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DB088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A398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EE8D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6.49</w:t>
            </w:r>
          </w:p>
        </w:tc>
      </w:tr>
      <w:tr w:rsidR="00D625F6" w:rsidRPr="00E748B7" w14:paraId="07E2637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62290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8A59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62D76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ACEE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02EE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3926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5693E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353D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4B45B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7B8BD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6EE8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A3A11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15.90</w:t>
            </w:r>
          </w:p>
        </w:tc>
      </w:tr>
      <w:tr w:rsidR="00D625F6" w:rsidRPr="00E748B7" w14:paraId="2B71C6C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F6690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E65F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ADC1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B62DB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C646C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53643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F7691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4646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D9BF0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4271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BB20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ABF18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3.80</w:t>
            </w:r>
          </w:p>
        </w:tc>
      </w:tr>
      <w:tr w:rsidR="00D625F6" w:rsidRPr="00E748B7" w14:paraId="3269CFA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45A19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150B1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1677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A75C1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431D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834C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DC148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CE530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129FF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4E106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95E4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36F84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4C2D918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F2191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7757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336FD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18E69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1076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6735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34718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B2236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C37D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67B0F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CD6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307C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E748B7" w14:paraId="73EF8BB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542D6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1CE3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07F26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AC1F9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06052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C1516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1CB0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6A3CF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714FE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D111D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6724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A16F5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3CC53E0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F0B92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BCD0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69D4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D7FB2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898A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4C8A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1CEC4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5D57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C4DF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8CF7C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C831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DE84B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4C73CF9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9F9B2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D095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1D9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5C7EF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3E2C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FED05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4B4E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CE4D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34381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15F0A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7DEC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AFB9E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</w:tr>
      <w:tr w:rsidR="00D625F6" w:rsidRPr="00E748B7" w14:paraId="2D1715E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EA81F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47AD1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8575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AFC3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ACDD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81868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D436B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0409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B40E5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548B6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35ED0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90C3B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439272B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F993A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6384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93548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E0E49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6B53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24596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4601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7089A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1E944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EB011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5844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7E540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16515DD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86FC2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46108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B5DE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E3345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1BB6D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02AE1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9AAE5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DCCAA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1557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7DF64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1C52A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59AD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E748B7" w14:paraId="40EEDDF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96B7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C080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CA193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F649D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3973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C7A4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8.71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B243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8736B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0C73B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809EA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10390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295F0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2D54AB2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56AE0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1E4A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E7766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74086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31E8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8318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129A9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830E1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8049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4574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499B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96BA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3.64</w:t>
            </w:r>
          </w:p>
        </w:tc>
      </w:tr>
      <w:tr w:rsidR="00D625F6" w:rsidRPr="00E748B7" w14:paraId="4AE325D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6F92C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1C61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8D6D8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6CD66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28CF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76B9A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7B482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4B698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DB71E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6C1D5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6CA3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97966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5CE0966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F25D0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A505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8E0CA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46E49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7DC9B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70A56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471F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4D9B6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0F1D0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9721D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B62D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B4F5D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2419D11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6AB6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9B0C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EDA5F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C247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F9450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9ABEA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4E43D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49C6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1D825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DAF20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4347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EA5C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.44</w:t>
            </w:r>
          </w:p>
        </w:tc>
      </w:tr>
      <w:tr w:rsidR="00D625F6" w:rsidRPr="00E748B7" w14:paraId="07BD9AD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7B32F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1C94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43D6D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5701C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AE97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C626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8359A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D3E8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44B9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56A99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6200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75B7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E748B7" w14:paraId="592B7CB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8CD38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5A4E6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3F74D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3269B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CD5CA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52D1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FEABF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DA4E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B69E9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AFA7D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88E8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0103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10.50</w:t>
            </w:r>
          </w:p>
        </w:tc>
      </w:tr>
      <w:tr w:rsidR="00D625F6" w:rsidRPr="00E748B7" w14:paraId="52D068E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BD3FD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07F8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8559A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8B15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83085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A36F5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B2A46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18E07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29124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6C974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B238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F01A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13.80</w:t>
            </w:r>
          </w:p>
        </w:tc>
      </w:tr>
      <w:tr w:rsidR="00D625F6" w:rsidRPr="00E748B7" w14:paraId="7E4F467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5F11D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FB50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0E965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69A5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BBC7F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B1326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A8FCA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B234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648E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73FB2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38CF3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2EE5C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</w:tr>
      <w:tr w:rsidR="00D625F6" w:rsidRPr="00E748B7" w14:paraId="2699FB3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E432E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4055D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EAFD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C393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B238F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FEA1C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500C1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A91A6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28D9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E65C5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30BD6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9DF58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</w:tr>
      <w:tr w:rsidR="00D625F6" w:rsidRPr="00E748B7" w14:paraId="081D64C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6B142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B3A1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09425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018B8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13D68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DB4A5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7ED11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E77D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79A8A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0858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C336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3D98A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75A938C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F80AD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86601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E298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CE35C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B11C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67CA1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7E4D5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2AFF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6A3C6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5D07A" w14:textId="77777777" w:rsidR="00D625F6" w:rsidRPr="00E748B7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BA13B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FDC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E748B7" w14:paraId="476551F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3F09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11FED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2AFEB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3CEFE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8D398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A4895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F5837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818E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F8D51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6.39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D0F86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9833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C82DD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60AEB1D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67056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05388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15C6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2A6A5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FEFD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1EF17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E1E39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A348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D948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8D4F0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DF4B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228A8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3FB5EBF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A3671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747A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4606E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42D7C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1B97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639F7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AAA19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C542E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62D0C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AF20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32FF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3C628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1.47</w:t>
            </w:r>
          </w:p>
        </w:tc>
      </w:tr>
      <w:tr w:rsidR="00D625F6" w:rsidRPr="00E748B7" w14:paraId="0139B70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AFB4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6159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69940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1CE7E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B91FD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C6510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DDB99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E4CAF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08FB7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65DE3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C916D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3D2C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3.64</w:t>
            </w:r>
          </w:p>
        </w:tc>
      </w:tr>
      <w:tr w:rsidR="00D625F6" w:rsidRPr="00E748B7" w14:paraId="1C093C4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FF4EB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D39FA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9FDB0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A2CDE9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C23982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53693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AB731B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B9425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1F3844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E66F6" w14:textId="77777777" w:rsidR="00D625F6" w:rsidRPr="00E748B7" w:rsidRDefault="00D625F6" w:rsidP="00965B31">
            <w:pPr>
              <w:pStyle w:val="tabletext10"/>
              <w:rPr>
                <w:b/>
              </w:rPr>
            </w:pPr>
            <w:r w:rsidRPr="00E748B7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80D889" w14:textId="77777777" w:rsidR="00D625F6" w:rsidRPr="00E748B7" w:rsidRDefault="00D625F6" w:rsidP="00965B31">
            <w:pPr>
              <w:pStyle w:val="tabletext10"/>
              <w:tabs>
                <w:tab w:val="decimal" w:pos="300"/>
              </w:tabs>
            </w:pPr>
            <w:r w:rsidRPr="00E748B7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FFF28F" w14:textId="77777777" w:rsidR="00D625F6" w:rsidRPr="00E748B7" w:rsidRDefault="00D625F6" w:rsidP="00965B31">
            <w:pPr>
              <w:pStyle w:val="tabletext10"/>
              <w:jc w:val="center"/>
            </w:pPr>
            <w:r w:rsidRPr="00E748B7">
              <w:t xml:space="preserve"> – </w:t>
            </w:r>
          </w:p>
        </w:tc>
      </w:tr>
      <w:tr w:rsidR="00D625F6" w:rsidRPr="00E748B7" w14:paraId="0906AF2C" w14:textId="77777777" w:rsidTr="00965B31">
        <w:trPr>
          <w:cantSplit/>
        </w:trPr>
        <w:tc>
          <w:tcPr>
            <w:tcW w:w="10080" w:type="dxa"/>
            <w:gridSpan w:val="12"/>
          </w:tcPr>
          <w:p w14:paraId="295A51F3" w14:textId="77777777" w:rsidR="00D625F6" w:rsidRPr="00E748B7" w:rsidRDefault="00D625F6" w:rsidP="00965B31">
            <w:pPr>
              <w:pStyle w:val="blocktext1"/>
            </w:pPr>
          </w:p>
        </w:tc>
      </w:tr>
      <w:tr w:rsidR="00D625F6" w:rsidRPr="00E748B7" w14:paraId="65140245" w14:textId="77777777" w:rsidTr="00965B31">
        <w:trPr>
          <w:cantSplit/>
        </w:trPr>
        <w:tc>
          <w:tcPr>
            <w:tcW w:w="10080" w:type="dxa"/>
            <w:gridSpan w:val="12"/>
          </w:tcPr>
          <w:p w14:paraId="607AE0EE" w14:textId="77777777" w:rsidR="00D625F6" w:rsidRPr="00E748B7" w:rsidRDefault="00D625F6" w:rsidP="00965B31">
            <w:pPr>
              <w:pStyle w:val="blocktext1"/>
            </w:pPr>
          </w:p>
        </w:tc>
      </w:tr>
    </w:tbl>
    <w:p w14:paraId="4BA7FBEA" w14:textId="77777777" w:rsidR="00D625F6" w:rsidRPr="00E748B7" w:rsidRDefault="00D625F6" w:rsidP="00D625F6">
      <w:pPr>
        <w:pStyle w:val="isonormal"/>
      </w:pPr>
    </w:p>
    <w:p w14:paraId="2F9DA4AE" w14:textId="77777777" w:rsidR="00D625F6" w:rsidRDefault="00D625F6" w:rsidP="00D625F6">
      <w:pPr>
        <w:pStyle w:val="isonormal"/>
        <w:sectPr w:rsidR="00D625F6" w:rsidSect="00D625F6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3100C4" w14:paraId="601B02D1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3803A" w14:textId="77777777" w:rsidR="00D625F6" w:rsidRPr="003100C4" w:rsidRDefault="00D625F6" w:rsidP="00965B31">
            <w:pPr>
              <w:pStyle w:val="tablehead"/>
            </w:pPr>
            <w:r w:rsidRPr="003100C4">
              <w:lastRenderedPageBreak/>
              <w:t>$100,000/200,000 BASIC LIMIT OCCURRENCE</w:t>
            </w:r>
            <w:r w:rsidRPr="003100C4">
              <w:br/>
              <w:t>Premises/Operations (Prem/Ops) (Subline Code 334) Territory 502</w:t>
            </w:r>
            <w:r w:rsidRPr="003100C4">
              <w:br/>
              <w:t>Products/Completed Operations (Prod/COps)</w:t>
            </w:r>
            <w:r w:rsidRPr="003100C4">
              <w:tab/>
              <w:t xml:space="preserve">(Subline Code 336) Entire State Territory 999 </w:t>
            </w:r>
          </w:p>
        </w:tc>
      </w:tr>
      <w:tr w:rsidR="00D625F6" w:rsidRPr="003100C4" w14:paraId="78367E3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747EC4A" w14:textId="77777777" w:rsidR="00D625F6" w:rsidRPr="003100C4" w:rsidRDefault="00D625F6" w:rsidP="00965B31">
            <w:pPr>
              <w:pStyle w:val="tablehead"/>
            </w:pPr>
            <w:r w:rsidRPr="003100C4">
              <w:t>Class</w:t>
            </w:r>
            <w:r w:rsidRPr="003100C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0769F" w14:textId="77777777" w:rsidR="00D625F6" w:rsidRPr="003100C4" w:rsidRDefault="00D625F6" w:rsidP="00965B31">
            <w:pPr>
              <w:pStyle w:val="tablehead"/>
            </w:pPr>
            <w:r w:rsidRPr="003100C4">
              <w:t>Prem/</w:t>
            </w:r>
            <w:r w:rsidRPr="003100C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13A440" w14:textId="77777777" w:rsidR="00D625F6" w:rsidRPr="003100C4" w:rsidRDefault="00D625F6" w:rsidP="00965B31">
            <w:pPr>
              <w:pStyle w:val="tablehead"/>
            </w:pPr>
            <w:r w:rsidRPr="003100C4">
              <w:t>Prod/</w:t>
            </w:r>
            <w:r w:rsidRPr="003100C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11A11" w14:textId="77777777" w:rsidR="00D625F6" w:rsidRPr="003100C4" w:rsidRDefault="00D625F6" w:rsidP="00965B31">
            <w:pPr>
              <w:pStyle w:val="tablehead"/>
            </w:pPr>
            <w:r w:rsidRPr="003100C4">
              <w:t>Class</w:t>
            </w:r>
            <w:r w:rsidRPr="003100C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A1F0D1" w14:textId="77777777" w:rsidR="00D625F6" w:rsidRPr="003100C4" w:rsidRDefault="00D625F6" w:rsidP="00965B31">
            <w:pPr>
              <w:pStyle w:val="tablehead"/>
            </w:pPr>
            <w:r w:rsidRPr="003100C4">
              <w:t>Prem/</w:t>
            </w:r>
            <w:r w:rsidRPr="003100C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05851" w14:textId="77777777" w:rsidR="00D625F6" w:rsidRPr="003100C4" w:rsidRDefault="00D625F6" w:rsidP="00965B31">
            <w:pPr>
              <w:pStyle w:val="tablehead"/>
            </w:pPr>
            <w:r w:rsidRPr="003100C4">
              <w:t>Prod/</w:t>
            </w:r>
            <w:r w:rsidRPr="003100C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6905D3" w14:textId="77777777" w:rsidR="00D625F6" w:rsidRPr="003100C4" w:rsidRDefault="00D625F6" w:rsidP="00965B31">
            <w:pPr>
              <w:pStyle w:val="tablehead"/>
            </w:pPr>
            <w:r w:rsidRPr="003100C4">
              <w:t>Class</w:t>
            </w:r>
            <w:r w:rsidRPr="003100C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146CB" w14:textId="77777777" w:rsidR="00D625F6" w:rsidRPr="003100C4" w:rsidRDefault="00D625F6" w:rsidP="00965B31">
            <w:pPr>
              <w:pStyle w:val="tablehead"/>
            </w:pPr>
            <w:r w:rsidRPr="003100C4">
              <w:t>Prem/</w:t>
            </w:r>
            <w:r w:rsidRPr="003100C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D5BD1B" w14:textId="77777777" w:rsidR="00D625F6" w:rsidRPr="003100C4" w:rsidRDefault="00D625F6" w:rsidP="00965B31">
            <w:pPr>
              <w:pStyle w:val="tablehead"/>
            </w:pPr>
            <w:r w:rsidRPr="003100C4">
              <w:t>Prod/</w:t>
            </w:r>
            <w:r w:rsidRPr="003100C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462E3" w14:textId="77777777" w:rsidR="00D625F6" w:rsidRPr="003100C4" w:rsidRDefault="00D625F6" w:rsidP="00965B31">
            <w:pPr>
              <w:pStyle w:val="tablehead"/>
            </w:pPr>
            <w:r w:rsidRPr="003100C4">
              <w:t>Class</w:t>
            </w:r>
            <w:r w:rsidRPr="003100C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129380" w14:textId="77777777" w:rsidR="00D625F6" w:rsidRPr="003100C4" w:rsidRDefault="00D625F6" w:rsidP="00965B31">
            <w:pPr>
              <w:pStyle w:val="tablehead"/>
            </w:pPr>
            <w:r w:rsidRPr="003100C4">
              <w:t>Prem/</w:t>
            </w:r>
            <w:r w:rsidRPr="003100C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18B37" w14:textId="77777777" w:rsidR="00D625F6" w:rsidRPr="003100C4" w:rsidRDefault="00D625F6" w:rsidP="00965B31">
            <w:pPr>
              <w:pStyle w:val="tablehead"/>
            </w:pPr>
            <w:r w:rsidRPr="003100C4">
              <w:t>Prod/</w:t>
            </w:r>
            <w:r w:rsidRPr="003100C4">
              <w:br/>
              <w:t>Cops</w:t>
            </w:r>
          </w:p>
        </w:tc>
      </w:tr>
      <w:tr w:rsidR="00D625F6" w:rsidRPr="003100C4" w14:paraId="09DBE36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5F26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055C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73AF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CD0E6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6B48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7DED4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C51AA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5E11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A073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31E6C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2E87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D88F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2A5AC83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2D34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2F99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9.62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EA7B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513B7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20D1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D6C1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7CF46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7770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D8BF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FC03A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E32B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C281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2E8CC0F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F6887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9FAA2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0C86E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60AEA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D7C8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E8EB3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52C16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937A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8346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FBC4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777C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A70F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19DED06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3D31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51F6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1647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7103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65E5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EA85D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DF9C9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47EF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6C51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489AD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2AF2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5537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78A42E5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E85D2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080D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A75E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98CDC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DB66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A8BA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BFBB5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3FC2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D8D9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D5B0E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FE5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BB8F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5B96C82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233D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BAE6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E9E0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2437F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432C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C0B3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7863D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5A7A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D952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09B36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F6BD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8EF7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7CD2E14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A1F38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C7C0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E62A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C2353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3DB8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9A29B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008FA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50B2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AAB9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4BAEF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433D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4E6B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38D2A4F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842FF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EF61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3DF2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55668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088D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7.72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E1DF0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F2966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4042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00B5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F9A70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49D5F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6017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6D0C069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F922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7277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170F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6CBA9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FBA6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F0179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842B2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361EF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0DB4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9EBC4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6B36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CE07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78EAB83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625D4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5EE7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90FE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43F0E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3B4A9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67030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AD58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D773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2C85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D02F5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737D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4F2F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1266C02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ADE5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FA17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23C7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703E3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D0710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4C45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DC533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3362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257E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26FD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B8B3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92FA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68F794C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5D2B7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15B5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A26E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2F68F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99DD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55C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C0211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8132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2A15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57ED2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F18C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75A8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112128C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44E1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3DAF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E1B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6F4DC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C6B6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1DD5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5E512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1A48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0AED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08756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4B34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D834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2761EE9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573A4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23A42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F474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BF75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D498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9C5D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772C5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AA2B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22F2F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907F3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2C20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97A3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399B229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9E3B3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13E9D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BFF26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4726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E375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D3FAB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07F2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9E01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5C62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18DD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6CDC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1DA2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5292CF0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A266A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06F26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4D8F3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3BB7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ABDB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DAD6A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2865D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962D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2CA9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405C9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EC98F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74F1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3B5DFED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DCC16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B41D5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95A0C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07E1D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2ECD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4A076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CBD17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ED65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1061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4902F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C020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6FE7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75A5BF0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5A7F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A6C3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5542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AAA39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113D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1FAD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1C421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E09A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4DFC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8964C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AE1B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2DA8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531931C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EA83D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9229F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0E58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D24F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070F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9E3DC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730A3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19C2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0743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61E3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125F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9C78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684BEF4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6A889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C471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F32F7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2F4C3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4BE2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7.62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075F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9CE8F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6114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195A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6FEB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74ED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827C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6776866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7C179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625C2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36568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6302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14AD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7.31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FEBD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6C476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BAF4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0B49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C4DA2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B1EC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8E42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33901F0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F51D8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B44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87F8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0652E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6967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622E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6A893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DFE6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45CB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619B8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592F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4EA6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25B4E23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2DADC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2EDC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9E767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F4617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0BAD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7.04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DC0A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56139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FA04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46BB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5B7A8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36FE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838B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0111D50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6CC4B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8263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E3AE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C1F4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B882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32A3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67477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ECAD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7F97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91009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8F4A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E53C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568CACB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693F6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7081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EBA94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89C0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59CD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5.12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ED31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45A32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4DEE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8C46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34D88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2110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4235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7BA9A66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B3987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AE7B5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7C161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269AC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CD79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6.42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8334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3AF5D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B5FB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3127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95C18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EC2F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B153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5A1B401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101C7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DF2A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2D5D2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1BB5F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DFC6F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A0EC2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4F98C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65E3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9C64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7E775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75BA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401F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445D254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6550C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98B0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71A9B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4736A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C91C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2860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D37B9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FAB5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D219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F6B49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3B4E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FAC2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1432E5B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BA9B3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A058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1F8A9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D3A4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2335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8D0F3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4B83E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D04A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95F1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244C2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497E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5239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2A392E9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38E78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D8E8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0968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4EBA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515B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E75F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FEA22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5E1A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FCD6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8496E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5C66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9DF5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07461BF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C7273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F96B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4FA51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3AC20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F1207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37E8C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A78D5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A512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833D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97D72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688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BB4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24EFB61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A7FCF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5F5D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4806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1C8D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A04BF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4DDB7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A9684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020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453C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E2BAC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E121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7F2F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6BC388A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915C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4439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1AD5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44A10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9FEB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E519C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D82F3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55D6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BEF1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FF635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5399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EB2F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504710B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EB5AD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C9879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21FA4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4AD93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38F7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3580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55DFD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36B0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DED9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1ACD4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0002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3C34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2848C5A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A51B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CD92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29B0F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360A4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F7DB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7E02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E207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F496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07AD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481F6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A92B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B098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49D380A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44496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7DBF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EC31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FF956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D553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B44A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55F15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D8D4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0F4A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62559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3A52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33FC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61AFC7F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A5C35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02E2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854C7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94DB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7C6F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7D46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B7C5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E974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E986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94278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7BF0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8235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2247C74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7645D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21EF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B1278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06188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A735F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902F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39684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24F8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18E0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2DE9D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303E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8963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5F3ED09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4959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C389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FE87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85CAE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85EA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4AFB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516F4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E7FEF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EBFE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3DC3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6D7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86A9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4C48CED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51C9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7216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A3880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6618A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8B93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60A6F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B188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96CA1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9380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82337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BBC4F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41FE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073F98D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3D37E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543E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A67BC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A4BFA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15D8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E0E9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264B7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E7A4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4C4CF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F380D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6387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2179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7B5C123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7C86D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0C04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D7D5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D9398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4222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E4C3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DC578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D8C8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3C04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50D7C" w14:textId="77777777" w:rsidR="00D625F6" w:rsidRPr="003100C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31AC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F7C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794540C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4878D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FA8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7B966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06C46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69AC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C02C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47C1F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A583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76DE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12608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CC58A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327A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3C07D98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30FF2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7A84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FA540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37306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080CD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A073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3EBDF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CC605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578F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EA30E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2053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EBA2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52BFBB4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0CE29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1C4A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0FDC6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471FF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5E7A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5BFD9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DC62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82D6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26A5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7302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E1A42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23F9F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4ED2647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1ABF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F6D5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25C1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32AF4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3BB9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1623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2565C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7FAF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38CA7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C1FB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96F7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5BAF6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4240595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428F3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83F3AE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  <w:r w:rsidRPr="003100C4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28285D" w14:textId="77777777" w:rsidR="00D625F6" w:rsidRPr="003100C4" w:rsidRDefault="00D625F6" w:rsidP="00965B31">
            <w:pPr>
              <w:pStyle w:val="tabletext10"/>
              <w:jc w:val="center"/>
            </w:pPr>
            <w:r w:rsidRPr="003100C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A13C91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9D7D23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6884C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37AA9E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95588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72E5A0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FECD6" w14:textId="77777777" w:rsidR="00D625F6" w:rsidRPr="003100C4" w:rsidRDefault="00D625F6" w:rsidP="00965B31">
            <w:pPr>
              <w:pStyle w:val="tabletext10"/>
              <w:rPr>
                <w:b/>
              </w:rPr>
            </w:pPr>
            <w:r w:rsidRPr="003100C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8DBE8B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D3D934" w14:textId="77777777" w:rsidR="00D625F6" w:rsidRPr="003100C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100C4" w14:paraId="57057EEE" w14:textId="77777777" w:rsidTr="00965B31">
        <w:trPr>
          <w:cantSplit/>
        </w:trPr>
        <w:tc>
          <w:tcPr>
            <w:tcW w:w="10080" w:type="dxa"/>
            <w:gridSpan w:val="12"/>
          </w:tcPr>
          <w:p w14:paraId="39B1047A" w14:textId="77777777" w:rsidR="00D625F6" w:rsidRPr="003100C4" w:rsidRDefault="00D625F6" w:rsidP="00965B31">
            <w:pPr>
              <w:pStyle w:val="blocktext1"/>
            </w:pPr>
          </w:p>
        </w:tc>
      </w:tr>
      <w:tr w:rsidR="00D625F6" w:rsidRPr="003100C4" w14:paraId="15667DF6" w14:textId="77777777" w:rsidTr="00965B31">
        <w:trPr>
          <w:cantSplit/>
        </w:trPr>
        <w:tc>
          <w:tcPr>
            <w:tcW w:w="10080" w:type="dxa"/>
            <w:gridSpan w:val="12"/>
          </w:tcPr>
          <w:p w14:paraId="08E35CA9" w14:textId="77777777" w:rsidR="00D625F6" w:rsidRPr="003100C4" w:rsidRDefault="00D625F6" w:rsidP="00965B31">
            <w:pPr>
              <w:pStyle w:val="blocktext1"/>
            </w:pPr>
          </w:p>
        </w:tc>
      </w:tr>
    </w:tbl>
    <w:p w14:paraId="17FB138C" w14:textId="77777777" w:rsidR="00D625F6" w:rsidRPr="003100C4" w:rsidRDefault="00D625F6" w:rsidP="00D625F6">
      <w:pPr>
        <w:pStyle w:val="isonormal"/>
      </w:pPr>
    </w:p>
    <w:p w14:paraId="7D42A209" w14:textId="77777777" w:rsidR="00D625F6" w:rsidRDefault="00D625F6" w:rsidP="00D625F6">
      <w:pPr>
        <w:pStyle w:val="isonormal"/>
        <w:sectPr w:rsidR="00D625F6" w:rsidSect="00D625F6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B62D8C" w14:paraId="75E2F3EE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F1B9D" w14:textId="77777777" w:rsidR="00D625F6" w:rsidRPr="00B62D8C" w:rsidRDefault="00D625F6" w:rsidP="00965B31">
            <w:pPr>
              <w:pStyle w:val="tablehead"/>
            </w:pPr>
            <w:r w:rsidRPr="00B62D8C">
              <w:lastRenderedPageBreak/>
              <w:t>$100,000/200,000 BASIC LIMIT OCCURRENCE</w:t>
            </w:r>
            <w:r w:rsidRPr="00B62D8C">
              <w:br/>
              <w:t>Premises/Operations (Prem/Ops) (Subline Code 334) Territory 504</w:t>
            </w:r>
            <w:r w:rsidRPr="00B62D8C">
              <w:br/>
              <w:t>Products/Completed Operations (Prod/COps)</w:t>
            </w:r>
            <w:r w:rsidRPr="00B62D8C">
              <w:tab/>
              <w:t xml:space="preserve">(Subline Code 336) Entire State Territory 999 </w:t>
            </w:r>
          </w:p>
        </w:tc>
      </w:tr>
      <w:tr w:rsidR="00D625F6" w:rsidRPr="00B62D8C" w14:paraId="346C4CC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B4DD83" w14:textId="77777777" w:rsidR="00D625F6" w:rsidRPr="00B62D8C" w:rsidRDefault="00D625F6" w:rsidP="00965B31">
            <w:pPr>
              <w:pStyle w:val="tablehead"/>
            </w:pPr>
            <w:r w:rsidRPr="00B62D8C">
              <w:t>Class</w:t>
            </w:r>
            <w:r w:rsidRPr="00B62D8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2A99B" w14:textId="77777777" w:rsidR="00D625F6" w:rsidRPr="00B62D8C" w:rsidRDefault="00D625F6" w:rsidP="00965B31">
            <w:pPr>
              <w:pStyle w:val="tablehead"/>
            </w:pPr>
            <w:r w:rsidRPr="00B62D8C">
              <w:t>Prem/</w:t>
            </w:r>
            <w:r w:rsidRPr="00B62D8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516FEE" w14:textId="77777777" w:rsidR="00D625F6" w:rsidRPr="00B62D8C" w:rsidRDefault="00D625F6" w:rsidP="00965B31">
            <w:pPr>
              <w:pStyle w:val="tablehead"/>
            </w:pPr>
            <w:r w:rsidRPr="00B62D8C">
              <w:t>Prod/</w:t>
            </w:r>
            <w:r w:rsidRPr="00B62D8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FE863" w14:textId="77777777" w:rsidR="00D625F6" w:rsidRPr="00B62D8C" w:rsidRDefault="00D625F6" w:rsidP="00965B31">
            <w:pPr>
              <w:pStyle w:val="tablehead"/>
            </w:pPr>
            <w:r w:rsidRPr="00B62D8C">
              <w:t>Class</w:t>
            </w:r>
            <w:r w:rsidRPr="00B62D8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C2D928" w14:textId="77777777" w:rsidR="00D625F6" w:rsidRPr="00B62D8C" w:rsidRDefault="00D625F6" w:rsidP="00965B31">
            <w:pPr>
              <w:pStyle w:val="tablehead"/>
            </w:pPr>
            <w:r w:rsidRPr="00B62D8C">
              <w:t>Prem/</w:t>
            </w:r>
            <w:r w:rsidRPr="00B62D8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1C066" w14:textId="77777777" w:rsidR="00D625F6" w:rsidRPr="00B62D8C" w:rsidRDefault="00D625F6" w:rsidP="00965B31">
            <w:pPr>
              <w:pStyle w:val="tablehead"/>
            </w:pPr>
            <w:r w:rsidRPr="00B62D8C">
              <w:t>Prod/</w:t>
            </w:r>
            <w:r w:rsidRPr="00B62D8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0F0669" w14:textId="77777777" w:rsidR="00D625F6" w:rsidRPr="00B62D8C" w:rsidRDefault="00D625F6" w:rsidP="00965B31">
            <w:pPr>
              <w:pStyle w:val="tablehead"/>
            </w:pPr>
            <w:r w:rsidRPr="00B62D8C">
              <w:t>Class</w:t>
            </w:r>
            <w:r w:rsidRPr="00B62D8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5BFA4" w14:textId="77777777" w:rsidR="00D625F6" w:rsidRPr="00B62D8C" w:rsidRDefault="00D625F6" w:rsidP="00965B31">
            <w:pPr>
              <w:pStyle w:val="tablehead"/>
            </w:pPr>
            <w:r w:rsidRPr="00B62D8C">
              <w:t>Prem/</w:t>
            </w:r>
            <w:r w:rsidRPr="00B62D8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45B3B9" w14:textId="77777777" w:rsidR="00D625F6" w:rsidRPr="00B62D8C" w:rsidRDefault="00D625F6" w:rsidP="00965B31">
            <w:pPr>
              <w:pStyle w:val="tablehead"/>
            </w:pPr>
            <w:r w:rsidRPr="00B62D8C">
              <w:t>Prod/</w:t>
            </w:r>
            <w:r w:rsidRPr="00B62D8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C7C14" w14:textId="77777777" w:rsidR="00D625F6" w:rsidRPr="00B62D8C" w:rsidRDefault="00D625F6" w:rsidP="00965B31">
            <w:pPr>
              <w:pStyle w:val="tablehead"/>
            </w:pPr>
            <w:r w:rsidRPr="00B62D8C">
              <w:t>Class</w:t>
            </w:r>
            <w:r w:rsidRPr="00B62D8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00C3C2" w14:textId="77777777" w:rsidR="00D625F6" w:rsidRPr="00B62D8C" w:rsidRDefault="00D625F6" w:rsidP="00965B31">
            <w:pPr>
              <w:pStyle w:val="tablehead"/>
            </w:pPr>
            <w:r w:rsidRPr="00B62D8C">
              <w:t>Prem/</w:t>
            </w:r>
            <w:r w:rsidRPr="00B62D8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E807" w14:textId="77777777" w:rsidR="00D625F6" w:rsidRPr="00B62D8C" w:rsidRDefault="00D625F6" w:rsidP="00965B31">
            <w:pPr>
              <w:pStyle w:val="tablehead"/>
            </w:pPr>
            <w:r w:rsidRPr="00B62D8C">
              <w:t>Prod/</w:t>
            </w:r>
            <w:r w:rsidRPr="00B62D8C">
              <w:br/>
              <w:t>Cops</w:t>
            </w:r>
          </w:p>
        </w:tc>
      </w:tr>
      <w:tr w:rsidR="00D625F6" w:rsidRPr="00B62D8C" w14:paraId="30E3B96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B42D8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0214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A4FBA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17AB9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DD11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C316E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13860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CBEE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4597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A0BBD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1511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19E5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.08</w:t>
            </w:r>
          </w:p>
        </w:tc>
      </w:tr>
      <w:tr w:rsidR="00D625F6" w:rsidRPr="00B62D8C" w14:paraId="3AD8267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DA4A7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25F8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7951C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02F8F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D595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A2B83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41B8E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1DDB2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2B79B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A62CA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CC30B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32ED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.054</w:t>
            </w:r>
          </w:p>
        </w:tc>
      </w:tr>
      <w:tr w:rsidR="00D625F6" w:rsidRPr="00B62D8C" w14:paraId="606FD89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8EE49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A105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14DFD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9DD31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78B6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C9A48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7934D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AADF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0B106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41A49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1139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9AD7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.123</w:t>
            </w:r>
          </w:p>
        </w:tc>
      </w:tr>
      <w:tr w:rsidR="00D625F6" w:rsidRPr="00B62D8C" w14:paraId="43A6FB0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4DB18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5F11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E3912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05935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B0ED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5E824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754DE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F9BC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8DAA4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8B73F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B47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B1FF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.86</w:t>
            </w:r>
          </w:p>
        </w:tc>
      </w:tr>
      <w:tr w:rsidR="00D625F6" w:rsidRPr="00B62D8C" w14:paraId="01DAF2A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A59A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EF28D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BE7C3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6E3D4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F1A8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87C36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20A0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82D7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46C5F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E38F3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BA436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76E9A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.34</w:t>
            </w:r>
          </w:p>
        </w:tc>
      </w:tr>
      <w:tr w:rsidR="00D625F6" w:rsidRPr="00B62D8C" w14:paraId="6B87106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A8E29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90EB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03F9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3805C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0055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AA69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6A92F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522E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7CB0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5D690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5438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C7D7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B62D8C" w14:paraId="5CC75FA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C4FA1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7923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0B002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CEB68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FD4D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510B3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E7FA4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37D8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4.87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3CB22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4B371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4B298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44210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</w:tr>
      <w:tr w:rsidR="00D625F6" w:rsidRPr="00B62D8C" w14:paraId="30183F3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CEBE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3924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07E7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FB999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008C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DD791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3B9A2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53B2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BA6C1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9148F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653C7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8E6BA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</w:tr>
      <w:tr w:rsidR="00D625F6" w:rsidRPr="00B62D8C" w14:paraId="72E73C7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F06EA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90D3B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D828D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2733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AB06A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E80A9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ACF66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36D9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F5AFF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2C420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D126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66A42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</w:tr>
      <w:tr w:rsidR="00D625F6" w:rsidRPr="00B62D8C" w14:paraId="29D8B8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6AC6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157F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8896F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D0D9D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012E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2241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EC5E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B9A1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45142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E1B14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1CC3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4673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.012</w:t>
            </w:r>
          </w:p>
        </w:tc>
      </w:tr>
      <w:tr w:rsidR="00D625F6" w:rsidRPr="00B62D8C" w14:paraId="3976AD9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107C0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339C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D3A6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72FFA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8757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03D4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C038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0C62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EE47D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08832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5B88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444F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.047</w:t>
            </w:r>
          </w:p>
        </w:tc>
      </w:tr>
      <w:tr w:rsidR="00D625F6" w:rsidRPr="00B62D8C" w14:paraId="0001B37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E6F6C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5357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1B92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9D91A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A878B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EDC2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18DC6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8E68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1B8B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82A3C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90CE6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0A9D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B62D8C" w14:paraId="7F854B7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DD150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3CD0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E04A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626F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2459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5C7D1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F7BB7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9C65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ACD8C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C5ACF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4A71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A185B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.034</w:t>
            </w:r>
          </w:p>
        </w:tc>
      </w:tr>
      <w:tr w:rsidR="00D625F6" w:rsidRPr="00B62D8C" w14:paraId="276E07E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C664D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D649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A20FF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0AC95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990B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1AC5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DB370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9B91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F56D1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25C48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AED2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8D77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1.66</w:t>
            </w:r>
          </w:p>
        </w:tc>
      </w:tr>
      <w:tr w:rsidR="00D625F6" w:rsidRPr="00B62D8C" w14:paraId="6B71373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3154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4C44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B8096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0C053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F151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893CF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B231E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F3B9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D2BA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16B4E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E78E9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159DD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</w:tr>
      <w:tr w:rsidR="00D625F6" w:rsidRPr="00B62D8C" w14:paraId="284B506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13C0F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9F31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F01D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631BA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E953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06248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7609D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235A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0767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CD126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0819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7343A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1.19</w:t>
            </w:r>
          </w:p>
        </w:tc>
      </w:tr>
      <w:tr w:rsidR="00D625F6" w:rsidRPr="00B62D8C" w14:paraId="1A04B36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8D273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E897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C69E1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6B9CD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2B7E1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27.30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4F460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FE536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9166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CE8F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36357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6DF3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10CF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</w:tr>
      <w:tr w:rsidR="00D625F6" w:rsidRPr="00B62D8C" w14:paraId="264182C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29CCE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65B61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CA28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5076B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A41A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57CD6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2D711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158E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D6D5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78183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0443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288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B62D8C" w14:paraId="1539131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24F01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D9CE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80A1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8614A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8FF4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5B41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993E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C6A7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E78F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31B48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6F8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63842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</w:tr>
      <w:tr w:rsidR="00D625F6" w:rsidRPr="00B62D8C" w14:paraId="59A24AA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F4941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16E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DA96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7EC0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73AD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9F419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62553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2842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4529D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21C57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5FE2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357F6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</w:tr>
      <w:tr w:rsidR="00D625F6" w:rsidRPr="00B62D8C" w14:paraId="53AA49B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639FD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728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59A2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7C6B3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E968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14FD3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00D85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3862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F448A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533F4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6FEF7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03626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</w:tr>
      <w:tr w:rsidR="00D625F6" w:rsidRPr="00B62D8C" w14:paraId="0D7A817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AB943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219A1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E0A9A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9C355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78ACB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44B69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DE7CA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218E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2650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ABB33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C5E7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07A8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.058</w:t>
            </w:r>
          </w:p>
        </w:tc>
      </w:tr>
      <w:tr w:rsidR="00D625F6" w:rsidRPr="00B62D8C" w14:paraId="0DC830D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47616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3000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43AA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AB7B1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5BC9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FFA84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A6CC0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AD09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0748B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3A381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6FB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FC1B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.134</w:t>
            </w:r>
          </w:p>
        </w:tc>
      </w:tr>
      <w:tr w:rsidR="00D625F6" w:rsidRPr="00B62D8C" w14:paraId="14478EB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6CFB8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BAC5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F986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607CC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6047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502A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44CFC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A4AD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61E8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D1320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3B1C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8029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B62D8C" w14:paraId="47AA72B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B60CC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D22D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61F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37FB2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6900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7.45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03783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E5456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6467A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A8AF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2EF7E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A779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B766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.61</w:t>
            </w:r>
          </w:p>
        </w:tc>
      </w:tr>
      <w:tr w:rsidR="00D625F6" w:rsidRPr="00B62D8C" w14:paraId="3C284A6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F7E6A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1A19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10C1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91628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3F3E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0593C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BF963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B135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202A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C2817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AE461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837FB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.34</w:t>
            </w:r>
          </w:p>
        </w:tc>
      </w:tr>
      <w:tr w:rsidR="00D625F6" w:rsidRPr="00B62D8C" w14:paraId="5DB5854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A8643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DBF1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7931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1CD3E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B83B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9B6AF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24D4A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BD111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07A6E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58E2C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C216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92F3A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.018</w:t>
            </w:r>
          </w:p>
        </w:tc>
      </w:tr>
      <w:tr w:rsidR="00D625F6" w:rsidRPr="00B62D8C" w14:paraId="25DDE09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60FDE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B77CA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F4670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E3086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8457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ED12E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BCCD1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D588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ADEE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64147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2EFD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8345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.015</w:t>
            </w:r>
          </w:p>
        </w:tc>
      </w:tr>
      <w:tr w:rsidR="00D625F6" w:rsidRPr="00B62D8C" w14:paraId="4E8EFC4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D4CEE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D250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2138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2D171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9C1E1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FA8C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BDF66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6098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724E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E9A1E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B245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F488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.111</w:t>
            </w:r>
          </w:p>
        </w:tc>
      </w:tr>
      <w:tr w:rsidR="00D625F6" w:rsidRPr="00B62D8C" w14:paraId="3417E7A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FF179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FA11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321E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959F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3C94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DA4C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8178D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C563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4353A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AC337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00A51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8B07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B62D8C" w14:paraId="0D56FDA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DF01F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1869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39.80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43014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57370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A796A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0964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2C3B1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A453B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E996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12F96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B558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BD85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.09</w:t>
            </w:r>
          </w:p>
        </w:tc>
      </w:tr>
      <w:tr w:rsidR="00D625F6" w:rsidRPr="00B62D8C" w14:paraId="312C467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D1800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EA44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0D6F6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38ACA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01EC1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7.35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8B4DE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F91EC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DEC7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47F7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BF9E4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E4FA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1CF5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.057</w:t>
            </w:r>
          </w:p>
        </w:tc>
      </w:tr>
      <w:tr w:rsidR="00D625F6" w:rsidRPr="00B62D8C" w14:paraId="26B1E6C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87231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17A4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D8DCD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5C34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1FB93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CFC62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B2E77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2769B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CD6F3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EFC6C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69466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7ECB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.095</w:t>
            </w:r>
          </w:p>
        </w:tc>
      </w:tr>
      <w:tr w:rsidR="00D625F6" w:rsidRPr="00B62D8C" w14:paraId="758FAF5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F2B26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715E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F916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B45B7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E30A8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D7932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F36AC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1579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97C3D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02833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2DF8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718C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.147</w:t>
            </w:r>
          </w:p>
        </w:tc>
      </w:tr>
      <w:tr w:rsidR="00D625F6" w:rsidRPr="00B62D8C" w14:paraId="6B5B143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58268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88A7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4403B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10B32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76F6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AA8F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051E2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24E1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B8C4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115E5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1E27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9A1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.01</w:t>
            </w:r>
          </w:p>
        </w:tc>
      </w:tr>
      <w:tr w:rsidR="00D625F6" w:rsidRPr="00B62D8C" w14:paraId="221B462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F82B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7450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06C0B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DD2E9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12A9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B6C3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3953B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0E00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0816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04FAA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CF60A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A9D6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B62D8C" w14:paraId="29BFC00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FA7C8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4540F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9AA53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81B21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586E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4EB16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B9A69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F8BC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339C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35E7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C91CB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1FF6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.038</w:t>
            </w:r>
          </w:p>
        </w:tc>
      </w:tr>
      <w:tr w:rsidR="00D625F6" w:rsidRPr="00B62D8C" w14:paraId="5621424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77DF4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7BB3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59142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262E1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7F34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DDF9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66FCE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BF92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2BD77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B45B6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E3BE5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CA5CC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.06</w:t>
            </w:r>
          </w:p>
        </w:tc>
      </w:tr>
      <w:tr w:rsidR="00D625F6" w:rsidRPr="00B62D8C" w14:paraId="41EDC6F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855FD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7AD9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B5C28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B76BA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66B5A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134DB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5BB9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B018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55D5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9FA1D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D16E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3A8C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.10</w:t>
            </w:r>
          </w:p>
        </w:tc>
      </w:tr>
      <w:tr w:rsidR="00D625F6" w:rsidRPr="00B62D8C" w14:paraId="2094101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78757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FEDA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BBE82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86195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4819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C96B6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E8C92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3AFA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77CC1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9CA16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A7CE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61AEF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</w:tr>
      <w:tr w:rsidR="00D625F6" w:rsidRPr="00B62D8C" w14:paraId="1636E3A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98D27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912B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F8EF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DA55E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DD7FF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42B1A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659A4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9B036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9D3F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5AE74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27E6B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8A676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.169</w:t>
            </w:r>
          </w:p>
        </w:tc>
      </w:tr>
      <w:tr w:rsidR="00D625F6" w:rsidRPr="00B62D8C" w14:paraId="601B6B9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8F90D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7511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E083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DF64E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EF464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26316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03D20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5D151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BB7F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E3B27" w14:textId="77777777" w:rsidR="00D625F6" w:rsidRPr="00B62D8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023A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3B6E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B62D8C" w14:paraId="3A9FD7F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C67BD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4813E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F2195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826EC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A04C1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50B80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6E77E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BBD3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7BFA6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03220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FC1FB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1712F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</w:tr>
      <w:tr w:rsidR="00D625F6" w:rsidRPr="00B62D8C" w14:paraId="2E5DAA2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DDC6E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216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55F0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ADF38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214C1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8.79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2E671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F249E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C714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2A43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3F249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2957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DB461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</w:tr>
      <w:tr w:rsidR="00D625F6" w:rsidRPr="00B62D8C" w14:paraId="2CCBB9B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58DD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FF5C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4D0BA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82599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710A2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5FD94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DF1B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5A0B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E19EF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5B9AB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0B8C7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D7419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</w:tr>
      <w:tr w:rsidR="00D625F6" w:rsidRPr="00B62D8C" w14:paraId="2425C5A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FE0F8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654D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2D37E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85294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4CE63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E5E8B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DC547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5F2E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49E60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C9886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429BD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2286E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</w:tr>
      <w:tr w:rsidR="00D625F6" w:rsidRPr="00B62D8C" w14:paraId="29F31A6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D3CC9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B1DB09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2CD75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4CF965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086FA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06350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DEC163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DDE2F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31AE81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06767" w14:textId="77777777" w:rsidR="00D625F6" w:rsidRPr="00B62D8C" w:rsidRDefault="00D625F6" w:rsidP="00965B31">
            <w:pPr>
              <w:pStyle w:val="tabletext10"/>
              <w:rPr>
                <w:b/>
              </w:rPr>
            </w:pPr>
            <w:r w:rsidRPr="00B62D8C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8B9A68" w14:textId="77777777" w:rsidR="00D625F6" w:rsidRPr="00B62D8C" w:rsidRDefault="00D625F6" w:rsidP="00965B31">
            <w:pPr>
              <w:pStyle w:val="tabletext10"/>
              <w:tabs>
                <w:tab w:val="decimal" w:pos="300"/>
              </w:tabs>
            </w:pPr>
            <w:r w:rsidRPr="00B62D8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AF6643" w14:textId="77777777" w:rsidR="00D625F6" w:rsidRPr="00B62D8C" w:rsidRDefault="00D625F6" w:rsidP="00965B31">
            <w:pPr>
              <w:pStyle w:val="tabletext10"/>
              <w:jc w:val="center"/>
            </w:pPr>
            <w:r w:rsidRPr="00B62D8C">
              <w:t xml:space="preserve"> – </w:t>
            </w:r>
          </w:p>
        </w:tc>
      </w:tr>
      <w:tr w:rsidR="00D625F6" w:rsidRPr="00B62D8C" w14:paraId="0A66C848" w14:textId="77777777" w:rsidTr="00965B31">
        <w:trPr>
          <w:cantSplit/>
        </w:trPr>
        <w:tc>
          <w:tcPr>
            <w:tcW w:w="10080" w:type="dxa"/>
            <w:gridSpan w:val="12"/>
          </w:tcPr>
          <w:p w14:paraId="6E493AEF" w14:textId="77777777" w:rsidR="00D625F6" w:rsidRPr="00B62D8C" w:rsidRDefault="00D625F6" w:rsidP="00965B31">
            <w:pPr>
              <w:pStyle w:val="blocktext1"/>
            </w:pPr>
          </w:p>
        </w:tc>
      </w:tr>
      <w:tr w:rsidR="00D625F6" w:rsidRPr="00B62D8C" w14:paraId="33460D25" w14:textId="77777777" w:rsidTr="00965B31">
        <w:trPr>
          <w:cantSplit/>
        </w:trPr>
        <w:tc>
          <w:tcPr>
            <w:tcW w:w="10080" w:type="dxa"/>
            <w:gridSpan w:val="12"/>
          </w:tcPr>
          <w:p w14:paraId="241E2389" w14:textId="77777777" w:rsidR="00D625F6" w:rsidRPr="00B62D8C" w:rsidRDefault="00D625F6" w:rsidP="00965B31">
            <w:pPr>
              <w:pStyle w:val="blocktext1"/>
            </w:pPr>
          </w:p>
        </w:tc>
      </w:tr>
    </w:tbl>
    <w:p w14:paraId="21731E22" w14:textId="77777777" w:rsidR="00D625F6" w:rsidRPr="00B62D8C" w:rsidRDefault="00D625F6" w:rsidP="00D625F6">
      <w:pPr>
        <w:pStyle w:val="isonormal"/>
      </w:pPr>
    </w:p>
    <w:p w14:paraId="4A336F8C" w14:textId="77777777" w:rsidR="00D625F6" w:rsidRDefault="00D625F6" w:rsidP="00D625F6">
      <w:pPr>
        <w:pStyle w:val="isonormal"/>
        <w:sectPr w:rsidR="00D625F6" w:rsidSect="00D625F6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610DD9" w14:paraId="0716BD06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B1FFB" w14:textId="77777777" w:rsidR="00D625F6" w:rsidRPr="00610DD9" w:rsidRDefault="00D625F6" w:rsidP="00965B31">
            <w:pPr>
              <w:pStyle w:val="tablehead"/>
            </w:pPr>
            <w:r w:rsidRPr="00610DD9">
              <w:lastRenderedPageBreak/>
              <w:t>$100,000/200,000 BASIC LIMIT OCCURRENCE</w:t>
            </w:r>
            <w:r w:rsidRPr="00610DD9">
              <w:br/>
              <w:t>Premises/Operations (Prem/Ops) (Subline Code 334) Territory 504</w:t>
            </w:r>
            <w:r w:rsidRPr="00610DD9">
              <w:br/>
              <w:t>Products/Completed Operations (Prod/COps)</w:t>
            </w:r>
            <w:r w:rsidRPr="00610DD9">
              <w:tab/>
              <w:t xml:space="preserve">(Subline Code 336) Entire State Territory 999 </w:t>
            </w:r>
          </w:p>
        </w:tc>
      </w:tr>
      <w:tr w:rsidR="00D625F6" w:rsidRPr="00610DD9" w14:paraId="3EBC70C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E5E44AF" w14:textId="77777777" w:rsidR="00D625F6" w:rsidRPr="00610DD9" w:rsidRDefault="00D625F6" w:rsidP="00965B31">
            <w:pPr>
              <w:pStyle w:val="tablehead"/>
            </w:pPr>
            <w:r w:rsidRPr="00610DD9">
              <w:t>Class</w:t>
            </w:r>
            <w:r w:rsidRPr="00610DD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D9536" w14:textId="77777777" w:rsidR="00D625F6" w:rsidRPr="00610DD9" w:rsidRDefault="00D625F6" w:rsidP="00965B31">
            <w:pPr>
              <w:pStyle w:val="tablehead"/>
            </w:pPr>
            <w:r w:rsidRPr="00610DD9">
              <w:t>Prem/</w:t>
            </w:r>
            <w:r w:rsidRPr="00610DD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D215D4" w14:textId="77777777" w:rsidR="00D625F6" w:rsidRPr="00610DD9" w:rsidRDefault="00D625F6" w:rsidP="00965B31">
            <w:pPr>
              <w:pStyle w:val="tablehead"/>
            </w:pPr>
            <w:r w:rsidRPr="00610DD9">
              <w:t>Prod/</w:t>
            </w:r>
            <w:r w:rsidRPr="00610DD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C3E5B" w14:textId="77777777" w:rsidR="00D625F6" w:rsidRPr="00610DD9" w:rsidRDefault="00D625F6" w:rsidP="00965B31">
            <w:pPr>
              <w:pStyle w:val="tablehead"/>
            </w:pPr>
            <w:r w:rsidRPr="00610DD9">
              <w:t>Class</w:t>
            </w:r>
            <w:r w:rsidRPr="00610DD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1108D1" w14:textId="77777777" w:rsidR="00D625F6" w:rsidRPr="00610DD9" w:rsidRDefault="00D625F6" w:rsidP="00965B31">
            <w:pPr>
              <w:pStyle w:val="tablehead"/>
            </w:pPr>
            <w:r w:rsidRPr="00610DD9">
              <w:t>Prem/</w:t>
            </w:r>
            <w:r w:rsidRPr="00610DD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C1928" w14:textId="77777777" w:rsidR="00D625F6" w:rsidRPr="00610DD9" w:rsidRDefault="00D625F6" w:rsidP="00965B31">
            <w:pPr>
              <w:pStyle w:val="tablehead"/>
            </w:pPr>
            <w:r w:rsidRPr="00610DD9">
              <w:t>Prod/</w:t>
            </w:r>
            <w:r w:rsidRPr="00610DD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AE0E91" w14:textId="77777777" w:rsidR="00D625F6" w:rsidRPr="00610DD9" w:rsidRDefault="00D625F6" w:rsidP="00965B31">
            <w:pPr>
              <w:pStyle w:val="tablehead"/>
            </w:pPr>
            <w:r w:rsidRPr="00610DD9">
              <w:t>Class</w:t>
            </w:r>
            <w:r w:rsidRPr="00610DD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18E0B" w14:textId="77777777" w:rsidR="00D625F6" w:rsidRPr="00610DD9" w:rsidRDefault="00D625F6" w:rsidP="00965B31">
            <w:pPr>
              <w:pStyle w:val="tablehead"/>
            </w:pPr>
            <w:r w:rsidRPr="00610DD9">
              <w:t>Prem/</w:t>
            </w:r>
            <w:r w:rsidRPr="00610DD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630CC5" w14:textId="77777777" w:rsidR="00D625F6" w:rsidRPr="00610DD9" w:rsidRDefault="00D625F6" w:rsidP="00965B31">
            <w:pPr>
              <w:pStyle w:val="tablehead"/>
            </w:pPr>
            <w:r w:rsidRPr="00610DD9">
              <w:t>Prod/</w:t>
            </w:r>
            <w:r w:rsidRPr="00610DD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DB411" w14:textId="77777777" w:rsidR="00D625F6" w:rsidRPr="00610DD9" w:rsidRDefault="00D625F6" w:rsidP="00965B31">
            <w:pPr>
              <w:pStyle w:val="tablehead"/>
            </w:pPr>
            <w:r w:rsidRPr="00610DD9">
              <w:t>Class</w:t>
            </w:r>
            <w:r w:rsidRPr="00610DD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21A321" w14:textId="77777777" w:rsidR="00D625F6" w:rsidRPr="00610DD9" w:rsidRDefault="00D625F6" w:rsidP="00965B31">
            <w:pPr>
              <w:pStyle w:val="tablehead"/>
            </w:pPr>
            <w:r w:rsidRPr="00610DD9">
              <w:t>Prem/</w:t>
            </w:r>
            <w:r w:rsidRPr="00610DD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BF03F" w14:textId="77777777" w:rsidR="00D625F6" w:rsidRPr="00610DD9" w:rsidRDefault="00D625F6" w:rsidP="00965B31">
            <w:pPr>
              <w:pStyle w:val="tablehead"/>
            </w:pPr>
            <w:r w:rsidRPr="00610DD9">
              <w:t>Prod/</w:t>
            </w:r>
            <w:r w:rsidRPr="00610DD9">
              <w:br/>
              <w:t>Cops</w:t>
            </w:r>
          </w:p>
        </w:tc>
      </w:tr>
      <w:tr w:rsidR="00D625F6" w:rsidRPr="00610DD9" w14:paraId="196FD45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EB471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377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54643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57279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568CB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6.58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20F9B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DA1AC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020C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604E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5E102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60F8C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F5795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2E613CE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2901B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F4EF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5875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5E920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D464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D902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FB59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5DC4F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1B1F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546D2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AA3F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52.40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0B44A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2C5A834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9F801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C1DE5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3CABC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5618B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BE3C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DC0FA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10A70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A5FC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A11B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675F2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77DF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71C6D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27197D2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BE4A2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EF58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D9A8D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E5B9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F9D2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CF52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5A90C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2D69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F8FFD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B6AD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3D58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45FBC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2C38E5C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2EA1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AE1D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20D8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3BE3C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5CD61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4C3F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E269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AEBC9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446B4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92236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23BA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71477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490DC73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5021B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E795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29711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A1615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DF23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289A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81C7F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9F08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D5452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88922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1B1C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EADC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610DD9" w14:paraId="4F41439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08909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5E202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C21FE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1011C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4887C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4B385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7D12D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0B6B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E5EA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F94B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86B92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371CA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4334BA1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B3008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E688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C5FF9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AD35D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B4CA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8B9E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F8EFC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D0D6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7D03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B460A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ABDBB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D8F71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645E386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3EE9A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5798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38231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3EFB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B115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49DCE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6BCF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BC3A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E479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D6F34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007B1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3D70F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5511CB0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6E572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CFCF6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14C3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50A69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D155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98BF9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B8B40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9EE23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1B765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548C6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5BEC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4C9E2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5F56DE1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6A2E9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4968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01A6D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2AFD3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FFE8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468D1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609CA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291E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5219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583CD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E3E4B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88F85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1B550E9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24304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1A833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E8BC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48C83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F3ACF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FDA0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C6603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240E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1BB02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01FAE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C3C0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81FB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610DD9" w14:paraId="4D29F11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D744C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35F5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DCE1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7623A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0352B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49440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84F18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EF84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87EB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2DE31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2ED3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35B15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19A693E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315F6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E5BF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A7476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29E06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506C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1B56C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99B6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B3D2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58AE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ED7A6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3CE53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F29E2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32859FE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3CADF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AA65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BABC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99ACE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49C71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25917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0B07A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F328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248C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EA4B3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15FE3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73.10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860C8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6E0554E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4A3E2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FE0B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C3DCC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B7DDF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8A7C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98057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D7DE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3906F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8CEC9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1D467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E560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6FF84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170B892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6F5C3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F1D9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E3ACF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31010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BE8D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04E5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9DEA2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EB8D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57DE5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BB514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E6F8C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A18F1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5E50738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A62F5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222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2012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2AD26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97A4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59A3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AEDD5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2A56C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0FE0B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ED5B8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9D8FF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690D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610DD9" w14:paraId="38DCAD6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C1A6B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E4CB2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109A0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B2B78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F98E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A792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71B8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7A072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6.11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31B2B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60DB9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9488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0201B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61C7FB8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65E7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26DE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EB74B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A8EA4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EED9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E772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EDCB4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5B9AF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155AD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0A54B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1E0C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7E990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5B00383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A1994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415F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A637E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7A14D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4009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2.02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7267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BE1B4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E5F8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38D2A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B7D44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1810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55.20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FD5F6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12A9910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8E3DB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A0E8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CB6FF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53FF0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291DB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27D3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9733B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65B4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87927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C9626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067F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B160D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7406480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D2B50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352E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08CFD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D7F62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C924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509DC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802C1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E8B0A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8F22D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F5F44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6B961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2738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752BBC2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6DDEF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CF11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AD6D3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04F12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6270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407F1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17E91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16E9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CA8F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AED37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B168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BC75C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610DD9" w14:paraId="4CC9656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D4888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45DB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B8321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2606E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A34D3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6CD3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0C342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F5DF7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4C644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70116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16F6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C788C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2763A7E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50D3E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9ED0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6CF6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0770C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3B0F2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8067C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DA35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FB70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CE4B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E958C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BF2A1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7CB01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6C710F1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D07C9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06CB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7288F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BB06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AE03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844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4D597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2B902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02937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9F241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F8832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8C52D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07274CD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D951D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E61C3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942B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14E42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4036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386EC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BD2EA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74A47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95598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6CDA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DCFB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6C598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6975243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A6CF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2989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9.78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5C648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48CAD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59E7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E12D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60F30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15DAF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3D3B8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E2F2F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4E2EF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2C1E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7A6AF07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B2A78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92B4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8CB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9830D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56E8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D0A1B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96CF9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66B0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45B22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09A8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457DC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B66F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610DD9" w14:paraId="7CC2A09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0F6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393CC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9C78F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9999B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6B54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5938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96BFF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0FA32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AFA7F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8CC07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805FB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3510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208F61E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6E13F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C106B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EAD3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8EB3B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509C2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40A5B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E055A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FFB5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990BE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2B0F3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B31B8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F38B6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0E8BBCA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CA9B3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70161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CDFC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7A62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0D811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DF58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1A897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D93A0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55B1C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50FEC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0A6E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FC169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5BE6C5A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10E8A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77CA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504A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1591C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44F1B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B80AB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4135C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79832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6A5F6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9822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8CA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99F09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331A8A0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8958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CD59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B36F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82FE4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2245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896F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348BD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A1C15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4058F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604B3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F3834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C1E1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</w:tr>
      <w:tr w:rsidR="00D625F6" w:rsidRPr="00610DD9" w14:paraId="350548A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F1C0C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3AD7C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33F91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A8F7E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FAB3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9348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0F211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3338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D2C4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825B7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B9E5F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7618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610DD9" w14:paraId="611D9E3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19839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97CD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78F3C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EDB1F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9047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BFDC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47564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867F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364.00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8C166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0440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E1EC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E88A9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35B866C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BE106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487BC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807FF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78D2A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F61B2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3B08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8BE41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7A3D3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4A8D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D71F4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98C8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13704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19312CE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C91D9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427B1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3A6DE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45E7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76BB0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AFE54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BA99F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6E8B8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A97EA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2A0E9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3C743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02D28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1B33073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362F2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7A20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F9E4B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85C1E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2BF92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C0142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903CF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41D4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4EB8A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CDB6E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B040C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70837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7D3F9AD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98029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665E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4EC7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7F0BF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BC20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F5D1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2E6F6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360A1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EE499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46879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8A7D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C0B05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1817C5D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392F5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96FAF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E6CA3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A5772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98D0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40C8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064DD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A4E6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D756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E5AB8" w14:textId="77777777" w:rsidR="00D625F6" w:rsidRPr="00610DD9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B1E5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691E4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610DD9" w14:paraId="606560C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CFC01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8FB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2927C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A7690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3522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33B7F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E39C0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A409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163.00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C790F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D01A1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4346A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B7F7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3213017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EA8C2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CD49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AFCE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635CD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AA349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6E8A3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762C5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50A30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4BF7D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2CF0B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880E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942C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490535A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C842F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7B0E7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A5FBD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7BCFC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9FBE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14CB1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80D99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E849E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279A9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2478D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FA925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89767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4D36FBD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7ABB8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39533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F99D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F464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877C5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7996F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5FB23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02FF4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C6CFE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E45CF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8E1A6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59A23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380ABFD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9549B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DF99CC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1BF8A2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1E2A4E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49C8CE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951D7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B57820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E475B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943ED6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B43E1" w14:textId="77777777" w:rsidR="00D625F6" w:rsidRPr="00610DD9" w:rsidRDefault="00D625F6" w:rsidP="00965B31">
            <w:pPr>
              <w:pStyle w:val="tabletext10"/>
              <w:rPr>
                <w:b/>
              </w:rPr>
            </w:pPr>
            <w:r w:rsidRPr="00610DD9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A7C1B1" w14:textId="77777777" w:rsidR="00D625F6" w:rsidRPr="00610DD9" w:rsidRDefault="00D625F6" w:rsidP="00965B31">
            <w:pPr>
              <w:pStyle w:val="tabletext10"/>
              <w:tabs>
                <w:tab w:val="decimal" w:pos="300"/>
              </w:tabs>
            </w:pPr>
            <w:r w:rsidRPr="00610DD9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BE6A8F" w14:textId="77777777" w:rsidR="00D625F6" w:rsidRPr="00610DD9" w:rsidRDefault="00D625F6" w:rsidP="00965B31">
            <w:pPr>
              <w:pStyle w:val="tabletext10"/>
              <w:jc w:val="center"/>
            </w:pPr>
            <w:r w:rsidRPr="00610DD9">
              <w:t xml:space="preserve"> – </w:t>
            </w:r>
          </w:p>
        </w:tc>
      </w:tr>
      <w:tr w:rsidR="00D625F6" w:rsidRPr="00610DD9" w14:paraId="02681B05" w14:textId="77777777" w:rsidTr="00965B31">
        <w:trPr>
          <w:cantSplit/>
        </w:trPr>
        <w:tc>
          <w:tcPr>
            <w:tcW w:w="10080" w:type="dxa"/>
            <w:gridSpan w:val="12"/>
          </w:tcPr>
          <w:p w14:paraId="0F6DCD42" w14:textId="77777777" w:rsidR="00D625F6" w:rsidRPr="00610DD9" w:rsidRDefault="00D625F6" w:rsidP="00965B31">
            <w:pPr>
              <w:pStyle w:val="blocktext1"/>
            </w:pPr>
          </w:p>
        </w:tc>
      </w:tr>
      <w:tr w:rsidR="00D625F6" w:rsidRPr="00610DD9" w14:paraId="55036E89" w14:textId="77777777" w:rsidTr="00965B31">
        <w:trPr>
          <w:cantSplit/>
        </w:trPr>
        <w:tc>
          <w:tcPr>
            <w:tcW w:w="10080" w:type="dxa"/>
            <w:gridSpan w:val="12"/>
          </w:tcPr>
          <w:p w14:paraId="6EE15193" w14:textId="77777777" w:rsidR="00D625F6" w:rsidRPr="00610DD9" w:rsidRDefault="00D625F6" w:rsidP="00965B31">
            <w:pPr>
              <w:pStyle w:val="blocktext1"/>
            </w:pPr>
          </w:p>
        </w:tc>
      </w:tr>
    </w:tbl>
    <w:p w14:paraId="7FB47188" w14:textId="77777777" w:rsidR="00D625F6" w:rsidRPr="00610DD9" w:rsidRDefault="00D625F6" w:rsidP="00D625F6">
      <w:pPr>
        <w:pStyle w:val="isonormal"/>
      </w:pPr>
    </w:p>
    <w:p w14:paraId="775AFF53" w14:textId="77777777" w:rsidR="00D625F6" w:rsidRDefault="00D625F6" w:rsidP="00D625F6">
      <w:pPr>
        <w:pStyle w:val="isonormal"/>
        <w:sectPr w:rsidR="00D625F6" w:rsidSect="00D625F6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D55098" w14:paraId="60F22D1D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21BD2" w14:textId="77777777" w:rsidR="00D625F6" w:rsidRPr="00D55098" w:rsidRDefault="00D625F6" w:rsidP="00965B31">
            <w:pPr>
              <w:pStyle w:val="tablehead"/>
            </w:pPr>
            <w:r w:rsidRPr="00D55098">
              <w:lastRenderedPageBreak/>
              <w:t>$100,000/200,000 BASIC LIMIT OCCURRENCE</w:t>
            </w:r>
            <w:r w:rsidRPr="00D55098">
              <w:br/>
              <w:t>Premises/Operations (Prem/Ops) (Subline Code 334) Territory 504</w:t>
            </w:r>
            <w:r w:rsidRPr="00D55098">
              <w:br/>
              <w:t>Products/Completed Operations (Prod/COps)</w:t>
            </w:r>
            <w:r w:rsidRPr="00D55098">
              <w:tab/>
              <w:t xml:space="preserve">(Subline Code 336) Entire State Territory 999 </w:t>
            </w:r>
          </w:p>
        </w:tc>
      </w:tr>
      <w:tr w:rsidR="00D625F6" w:rsidRPr="00D55098" w14:paraId="38BD6BE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5B9AC0B" w14:textId="77777777" w:rsidR="00D625F6" w:rsidRPr="00D55098" w:rsidRDefault="00D625F6" w:rsidP="00965B31">
            <w:pPr>
              <w:pStyle w:val="tablehead"/>
            </w:pPr>
            <w:r w:rsidRPr="00D55098">
              <w:t>Class</w:t>
            </w:r>
            <w:r w:rsidRPr="00D5509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9FB28" w14:textId="77777777" w:rsidR="00D625F6" w:rsidRPr="00D55098" w:rsidRDefault="00D625F6" w:rsidP="00965B31">
            <w:pPr>
              <w:pStyle w:val="tablehead"/>
            </w:pPr>
            <w:r w:rsidRPr="00D55098">
              <w:t>Prem/</w:t>
            </w:r>
            <w:r w:rsidRPr="00D5509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F53394" w14:textId="77777777" w:rsidR="00D625F6" w:rsidRPr="00D55098" w:rsidRDefault="00D625F6" w:rsidP="00965B31">
            <w:pPr>
              <w:pStyle w:val="tablehead"/>
            </w:pPr>
            <w:r w:rsidRPr="00D55098">
              <w:t>Prod/</w:t>
            </w:r>
            <w:r w:rsidRPr="00D5509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88CF5" w14:textId="77777777" w:rsidR="00D625F6" w:rsidRPr="00D55098" w:rsidRDefault="00D625F6" w:rsidP="00965B31">
            <w:pPr>
              <w:pStyle w:val="tablehead"/>
            </w:pPr>
            <w:r w:rsidRPr="00D55098">
              <w:t>Class</w:t>
            </w:r>
            <w:r w:rsidRPr="00D5509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D464D4" w14:textId="77777777" w:rsidR="00D625F6" w:rsidRPr="00D55098" w:rsidRDefault="00D625F6" w:rsidP="00965B31">
            <w:pPr>
              <w:pStyle w:val="tablehead"/>
            </w:pPr>
            <w:r w:rsidRPr="00D55098">
              <w:t>Prem/</w:t>
            </w:r>
            <w:r w:rsidRPr="00D5509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CD9FC" w14:textId="77777777" w:rsidR="00D625F6" w:rsidRPr="00D55098" w:rsidRDefault="00D625F6" w:rsidP="00965B31">
            <w:pPr>
              <w:pStyle w:val="tablehead"/>
            </w:pPr>
            <w:r w:rsidRPr="00D55098">
              <w:t>Prod/</w:t>
            </w:r>
            <w:r w:rsidRPr="00D5509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B3382B" w14:textId="77777777" w:rsidR="00D625F6" w:rsidRPr="00D55098" w:rsidRDefault="00D625F6" w:rsidP="00965B31">
            <w:pPr>
              <w:pStyle w:val="tablehead"/>
            </w:pPr>
            <w:r w:rsidRPr="00D55098">
              <w:t>Class</w:t>
            </w:r>
            <w:r w:rsidRPr="00D5509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E9620" w14:textId="77777777" w:rsidR="00D625F6" w:rsidRPr="00D55098" w:rsidRDefault="00D625F6" w:rsidP="00965B31">
            <w:pPr>
              <w:pStyle w:val="tablehead"/>
            </w:pPr>
            <w:r w:rsidRPr="00D55098">
              <w:t>Prem/</w:t>
            </w:r>
            <w:r w:rsidRPr="00D5509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520E8F" w14:textId="77777777" w:rsidR="00D625F6" w:rsidRPr="00D55098" w:rsidRDefault="00D625F6" w:rsidP="00965B31">
            <w:pPr>
              <w:pStyle w:val="tablehead"/>
            </w:pPr>
            <w:r w:rsidRPr="00D55098">
              <w:t>Prod/</w:t>
            </w:r>
            <w:r w:rsidRPr="00D5509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61FC" w14:textId="77777777" w:rsidR="00D625F6" w:rsidRPr="00D55098" w:rsidRDefault="00D625F6" w:rsidP="00965B31">
            <w:pPr>
              <w:pStyle w:val="tablehead"/>
            </w:pPr>
            <w:r w:rsidRPr="00D55098">
              <w:t>Class</w:t>
            </w:r>
            <w:r w:rsidRPr="00D5509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8CD8D1" w14:textId="77777777" w:rsidR="00D625F6" w:rsidRPr="00D55098" w:rsidRDefault="00D625F6" w:rsidP="00965B31">
            <w:pPr>
              <w:pStyle w:val="tablehead"/>
            </w:pPr>
            <w:r w:rsidRPr="00D55098">
              <w:t>Prem/</w:t>
            </w:r>
            <w:r w:rsidRPr="00D5509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67C5B" w14:textId="77777777" w:rsidR="00D625F6" w:rsidRPr="00D55098" w:rsidRDefault="00D625F6" w:rsidP="00965B31">
            <w:pPr>
              <w:pStyle w:val="tablehead"/>
            </w:pPr>
            <w:r w:rsidRPr="00D55098">
              <w:t>Prod/</w:t>
            </w:r>
            <w:r w:rsidRPr="00D55098">
              <w:br/>
              <w:t>Cops</w:t>
            </w:r>
          </w:p>
        </w:tc>
      </w:tr>
      <w:tr w:rsidR="00D625F6" w:rsidRPr="00D55098" w14:paraId="2FA4700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14346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EC3C6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99.10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959A0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008AB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97525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FCAEF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8F90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68951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EA0FE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335CB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3A0F5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2CCB7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771B9F0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ABDCB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FFB3F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8C4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1862C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506F3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85E43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4FCD7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4AF6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9E07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49A69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460B9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F63FD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059E8B4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09945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4E215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1F66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69ECB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68F6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89BC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D7CE9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DB91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31F12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BBC59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57A4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028E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649CE38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1D65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8C69D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823F1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7A32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AD76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641C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6C52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5B8FD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6A3B2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298B6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96F09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7BD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2E16381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2D9D6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D9D5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09A38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9280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0FAD7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3FEC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19E49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244BD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3E7F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7D33D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FAE71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3F260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13C067C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2EE3A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9E410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F0E1B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D08EA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BAA16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8E6DB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D49BC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2739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9F7FE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BC0B0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BEB9E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AD16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D55098" w14:paraId="5AA5DD1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A5E2A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B4A6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2F0EB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13F7C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D694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C1AC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C7CFE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3EC4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CF92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F02F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1A79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B20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3B4F0D1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04CD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0D3DB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C6D2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168F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237E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86.20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85FF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6F4C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952FB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1351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F606B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2BC6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31CA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1949450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6A7F0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587F1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CF5A7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8DDFD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8EFFB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B2515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A799D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82D7E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5E9C2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57DAF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383F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6.44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B131F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5AF631D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B1E27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07F82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96.90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860B0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21E3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D5155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61CA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6B072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C0DEE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F61D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459C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D41D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3E2F3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704DE69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2A301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230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53.80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15A5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041D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EA912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8FDE4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0F276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28285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5E04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A44A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8CFB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4EABB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595AF91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33252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E787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2144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5D69D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7259E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AFD6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864E9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4083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C5AC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38FF6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69A06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FA0DD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D55098" w14:paraId="3A03FFE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34AD7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ADF45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40048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B9610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8975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75.00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3A36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161F2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7301E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DD960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8EF9F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D85FF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A5C4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38D152C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D9D35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4D4FE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BECD7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9C269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3E280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75.50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536B8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1122D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2051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B8058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77D4C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E917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F7FA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7220B7D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19B12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6E844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953A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B8E3A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C2F60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2235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33DB6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35F49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B4A22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7F9A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16CE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B058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178CF0E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9367A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BC6E7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A6B01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7CC1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DA08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4B6A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033DC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236D2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DDD1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7D48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0638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820B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6BE6525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31D5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8A43D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17CA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7A087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64C0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FCBD0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ABC8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FB9A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2D687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CA0C1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FF04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24178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312A727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29558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84FF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0D8C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A060B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69841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BE1A9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CE763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59661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70A2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CC725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0958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559FF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D55098" w14:paraId="483FF1B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5149E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4DABF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8BA11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6C82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8B5C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1F763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C3E3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BDF75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861BF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B8D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23C37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70.30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CECA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3034CD9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845DB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CB6A1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710B0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7ED61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A79F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6608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327A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4826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AF891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E9C0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4B214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07491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351B609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F2D4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91BC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BFF4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E34E5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FFBB2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48.50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7D8F1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A8A5D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AF272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3BF08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4518D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9582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89AE7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40B772D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658EC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E598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DA3B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EF0F0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DDD10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50.30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6794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7FADA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F576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9.59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9254B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89965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187CB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330E4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3CC199A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E98E5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C78C3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19613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72A7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4458E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58.70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D593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54E5A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BC0B0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7.64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C12A7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46E07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DE8D3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997CD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5C1F643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11B3F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F2FD4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C01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817BC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357E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0BD4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AC7CE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FF05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436E2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A70EA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AA1BE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BBC9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D55098" w14:paraId="0F33FB6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39C92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A4EA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212F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AD5DB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AD47F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48.60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71735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20487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47254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2DEB4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65F3B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02AFB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DC323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7D1FC64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017D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ED418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B596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1EFEF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E4EAF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38.40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D6584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C5FE7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810EF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199.00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E8FF2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4F8B4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5D74D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16A82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6E161C8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695D1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E4ED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44941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B1BB4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2A11B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74.80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B650B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047D7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0CBB5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3DF55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B8E0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48DB1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C8F6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329CE9F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2985A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B9F05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8.59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052F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C9B6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1F8E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61.90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5E0B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B0541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5659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7C0BB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97C1B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AFE2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54961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32330CE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7F5B4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9DFD8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D390F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2DB41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2082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0B610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5461F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009F3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A7E55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D2831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BCB2D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E3C10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432A60A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3B524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9062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D4175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5100E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5A7CD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33E95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4D589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0C8D5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5419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2DA48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CE97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5C7B0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D55098" w14:paraId="722A7E6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B164D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358D2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349C0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1464F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30C68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FC51B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94FAF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2D33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E2C10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D537A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5E36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3373B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</w:tr>
      <w:tr w:rsidR="00D625F6" w:rsidRPr="00D55098" w14:paraId="4852F75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09A3F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A58E6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14C9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513CD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58779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B0B4B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D0A05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6507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37.40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A89C0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6962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EBE3F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57B9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0C0D201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7BA3E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0BD1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393D1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A9F0D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4A5A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452F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05A6C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9C90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68.50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14184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B6575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000C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A08B7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2436903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4AA0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BDE0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1ACC0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D2567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0D0BD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4A0E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E7BC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ED59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59F7B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41B6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C49F0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D37E8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59169A0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6FB52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4703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22913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EAD19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360D6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6D9E5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1EC19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B66F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A743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A25E5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CA507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3A10F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0237D6E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02016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BDD8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DA52F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6D790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880D7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35D32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B1DA2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CB1DB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00EE0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78C01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DA0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32C4F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D55098" w14:paraId="498C853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B12BD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A9B7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A83D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17D24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AAF56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5473D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AD690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61F44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A3C1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FDD4D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9AD7D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15812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62FC905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EED7D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9A6D5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20BB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8A9F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C9EC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4076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D6685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2BD35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15945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A7CB1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E56DB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384.00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7177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4687597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A3E76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AFB1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EE94F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95AA2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6D803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9B8C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30516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6DF75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74367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18D39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B67E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0A77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0BD729F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FE2BA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9D1C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0F7A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9F5B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48030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57.10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6A44D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A0946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7A1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30FB5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E920E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144D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5B96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6C0A53B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2D33B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E7618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553A1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62A5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255A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D5EB5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71A9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3448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9DC8B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E9BFB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2E412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451F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5B7EC3C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B6B06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5BEA3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F5DE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2A6A8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07444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92AA5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5E2E5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E34B1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871C6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17BFE" w14:textId="77777777" w:rsidR="00D625F6" w:rsidRPr="00D55098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E888E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97BC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D55098" w14:paraId="178034E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AA45B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00DD3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F3E88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EA9F0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A67C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C266A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AAAA3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13244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228B4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05E9A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A124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C5A47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6DF4375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96279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3816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8A7F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043C9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5516F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1D9E1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05C50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23F28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DB00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7F0B5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A57F8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59.10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CDFE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7CC638C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C6CBC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437A6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79C7D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B68AA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B01F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77A7B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2B665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C283F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0AD6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97BA6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9555D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53.80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CA442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51EEEE7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D7BCB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2EF7D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A78F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F343B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3A47C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9F5D9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966A4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36F21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219.00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B1EC1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79CD2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7DB6F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A258A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.36</w:t>
            </w:r>
          </w:p>
        </w:tc>
      </w:tr>
      <w:tr w:rsidR="00D625F6" w:rsidRPr="00D55098" w14:paraId="3FFE3F3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FCC3C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8AF4AF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D9C414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43F952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C0B8A0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7931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529F57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7991B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798C1B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0C5D8" w14:textId="77777777" w:rsidR="00D625F6" w:rsidRPr="00D55098" w:rsidRDefault="00D625F6" w:rsidP="00965B31">
            <w:pPr>
              <w:pStyle w:val="tabletext10"/>
              <w:rPr>
                <w:b/>
              </w:rPr>
            </w:pPr>
            <w:r w:rsidRPr="00D55098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B2C7BC" w14:textId="77777777" w:rsidR="00D625F6" w:rsidRPr="00D55098" w:rsidRDefault="00D625F6" w:rsidP="00965B31">
            <w:pPr>
              <w:pStyle w:val="tabletext10"/>
              <w:tabs>
                <w:tab w:val="decimal" w:pos="300"/>
              </w:tabs>
            </w:pPr>
            <w:r w:rsidRPr="00D55098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A55016" w14:textId="77777777" w:rsidR="00D625F6" w:rsidRPr="00D55098" w:rsidRDefault="00D625F6" w:rsidP="00965B31">
            <w:pPr>
              <w:pStyle w:val="tabletext10"/>
              <w:jc w:val="center"/>
            </w:pPr>
            <w:r w:rsidRPr="00D55098">
              <w:t xml:space="preserve"> – </w:t>
            </w:r>
          </w:p>
        </w:tc>
      </w:tr>
      <w:tr w:rsidR="00D625F6" w:rsidRPr="00D55098" w14:paraId="6D77C671" w14:textId="77777777" w:rsidTr="00965B31">
        <w:trPr>
          <w:cantSplit/>
        </w:trPr>
        <w:tc>
          <w:tcPr>
            <w:tcW w:w="10080" w:type="dxa"/>
            <w:gridSpan w:val="12"/>
          </w:tcPr>
          <w:p w14:paraId="17CB4DE3" w14:textId="77777777" w:rsidR="00D625F6" w:rsidRPr="00D55098" w:rsidRDefault="00D625F6" w:rsidP="00965B31">
            <w:pPr>
              <w:pStyle w:val="blocktext1"/>
            </w:pPr>
          </w:p>
        </w:tc>
      </w:tr>
      <w:tr w:rsidR="00D625F6" w:rsidRPr="00D55098" w14:paraId="00301DCC" w14:textId="77777777" w:rsidTr="00965B31">
        <w:trPr>
          <w:cantSplit/>
        </w:trPr>
        <w:tc>
          <w:tcPr>
            <w:tcW w:w="10080" w:type="dxa"/>
            <w:gridSpan w:val="12"/>
          </w:tcPr>
          <w:p w14:paraId="2704DA1C" w14:textId="77777777" w:rsidR="00D625F6" w:rsidRPr="00D55098" w:rsidRDefault="00D625F6" w:rsidP="00965B31">
            <w:pPr>
              <w:pStyle w:val="blocktext1"/>
            </w:pPr>
          </w:p>
        </w:tc>
      </w:tr>
    </w:tbl>
    <w:p w14:paraId="50F3C25F" w14:textId="77777777" w:rsidR="00D625F6" w:rsidRPr="00D55098" w:rsidRDefault="00D625F6" w:rsidP="00D625F6">
      <w:pPr>
        <w:pStyle w:val="isonormal"/>
      </w:pPr>
    </w:p>
    <w:p w14:paraId="288F54BA" w14:textId="77777777" w:rsidR="00D625F6" w:rsidRDefault="00D625F6" w:rsidP="00D625F6">
      <w:pPr>
        <w:pStyle w:val="isonormal"/>
        <w:sectPr w:rsidR="00D625F6" w:rsidSect="00D625F6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44133C" w14:paraId="57781302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22D14" w14:textId="77777777" w:rsidR="00D625F6" w:rsidRPr="0044133C" w:rsidRDefault="00D625F6" w:rsidP="00965B31">
            <w:pPr>
              <w:pStyle w:val="tablehead"/>
            </w:pPr>
            <w:r w:rsidRPr="0044133C">
              <w:lastRenderedPageBreak/>
              <w:t>$100,000/200,000 BASIC LIMIT OCCURRENCE</w:t>
            </w:r>
            <w:r w:rsidRPr="0044133C">
              <w:br/>
              <w:t>Premises/Operations (Prem/Ops) (Subline Code 334) Territory 504</w:t>
            </w:r>
            <w:r w:rsidRPr="0044133C">
              <w:br/>
              <w:t>Products/Completed Operations (Prod/COps)</w:t>
            </w:r>
            <w:r w:rsidRPr="0044133C">
              <w:tab/>
              <w:t xml:space="preserve">(Subline Code 336) Entire State Territory 999 </w:t>
            </w:r>
          </w:p>
        </w:tc>
      </w:tr>
      <w:tr w:rsidR="00D625F6" w:rsidRPr="0044133C" w14:paraId="26769A7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7E1D27" w14:textId="77777777" w:rsidR="00D625F6" w:rsidRPr="0044133C" w:rsidRDefault="00D625F6" w:rsidP="00965B31">
            <w:pPr>
              <w:pStyle w:val="tablehead"/>
            </w:pPr>
            <w:r w:rsidRPr="0044133C">
              <w:t>Class</w:t>
            </w:r>
            <w:r w:rsidRPr="0044133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12A72" w14:textId="77777777" w:rsidR="00D625F6" w:rsidRPr="0044133C" w:rsidRDefault="00D625F6" w:rsidP="00965B31">
            <w:pPr>
              <w:pStyle w:val="tablehead"/>
            </w:pPr>
            <w:r w:rsidRPr="0044133C">
              <w:t>Prem/</w:t>
            </w:r>
            <w:r w:rsidRPr="0044133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3649FB" w14:textId="77777777" w:rsidR="00D625F6" w:rsidRPr="0044133C" w:rsidRDefault="00D625F6" w:rsidP="00965B31">
            <w:pPr>
              <w:pStyle w:val="tablehead"/>
            </w:pPr>
            <w:r w:rsidRPr="0044133C">
              <w:t>Prod/</w:t>
            </w:r>
            <w:r w:rsidRPr="0044133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0F19B" w14:textId="77777777" w:rsidR="00D625F6" w:rsidRPr="0044133C" w:rsidRDefault="00D625F6" w:rsidP="00965B31">
            <w:pPr>
              <w:pStyle w:val="tablehead"/>
            </w:pPr>
            <w:r w:rsidRPr="0044133C">
              <w:t>Class</w:t>
            </w:r>
            <w:r w:rsidRPr="0044133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01B5D4" w14:textId="77777777" w:rsidR="00D625F6" w:rsidRPr="0044133C" w:rsidRDefault="00D625F6" w:rsidP="00965B31">
            <w:pPr>
              <w:pStyle w:val="tablehead"/>
            </w:pPr>
            <w:r w:rsidRPr="0044133C">
              <w:t>Prem/</w:t>
            </w:r>
            <w:r w:rsidRPr="0044133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95CDB" w14:textId="77777777" w:rsidR="00D625F6" w:rsidRPr="0044133C" w:rsidRDefault="00D625F6" w:rsidP="00965B31">
            <w:pPr>
              <w:pStyle w:val="tablehead"/>
            </w:pPr>
            <w:r w:rsidRPr="0044133C">
              <w:t>Prod/</w:t>
            </w:r>
            <w:r w:rsidRPr="0044133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5C2B67" w14:textId="77777777" w:rsidR="00D625F6" w:rsidRPr="0044133C" w:rsidRDefault="00D625F6" w:rsidP="00965B31">
            <w:pPr>
              <w:pStyle w:val="tablehead"/>
            </w:pPr>
            <w:r w:rsidRPr="0044133C">
              <w:t>Class</w:t>
            </w:r>
            <w:r w:rsidRPr="0044133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9F331" w14:textId="77777777" w:rsidR="00D625F6" w:rsidRPr="0044133C" w:rsidRDefault="00D625F6" w:rsidP="00965B31">
            <w:pPr>
              <w:pStyle w:val="tablehead"/>
            </w:pPr>
            <w:r w:rsidRPr="0044133C">
              <w:t>Prem/</w:t>
            </w:r>
            <w:r w:rsidRPr="0044133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F3AAC4" w14:textId="77777777" w:rsidR="00D625F6" w:rsidRPr="0044133C" w:rsidRDefault="00D625F6" w:rsidP="00965B31">
            <w:pPr>
              <w:pStyle w:val="tablehead"/>
            </w:pPr>
            <w:r w:rsidRPr="0044133C">
              <w:t>Prod/</w:t>
            </w:r>
            <w:r w:rsidRPr="0044133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B06BB" w14:textId="77777777" w:rsidR="00D625F6" w:rsidRPr="0044133C" w:rsidRDefault="00D625F6" w:rsidP="00965B31">
            <w:pPr>
              <w:pStyle w:val="tablehead"/>
            </w:pPr>
            <w:r w:rsidRPr="0044133C">
              <w:t>Class</w:t>
            </w:r>
            <w:r w:rsidRPr="0044133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6E127E" w14:textId="77777777" w:rsidR="00D625F6" w:rsidRPr="0044133C" w:rsidRDefault="00D625F6" w:rsidP="00965B31">
            <w:pPr>
              <w:pStyle w:val="tablehead"/>
            </w:pPr>
            <w:r w:rsidRPr="0044133C">
              <w:t>Prem/</w:t>
            </w:r>
            <w:r w:rsidRPr="0044133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84E74" w14:textId="77777777" w:rsidR="00D625F6" w:rsidRPr="0044133C" w:rsidRDefault="00D625F6" w:rsidP="00965B31">
            <w:pPr>
              <w:pStyle w:val="tablehead"/>
            </w:pPr>
            <w:r w:rsidRPr="0044133C">
              <w:t>Prod/</w:t>
            </w:r>
            <w:r w:rsidRPr="0044133C">
              <w:br/>
              <w:t>Cops</w:t>
            </w:r>
          </w:p>
        </w:tc>
      </w:tr>
      <w:tr w:rsidR="00D625F6" w:rsidRPr="0044133C" w14:paraId="0099EAE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FED3E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D3799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A946A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C8A4F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2F6C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30B4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4D040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6144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47FFF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F26E4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3B6B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58C0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.082</w:t>
            </w:r>
          </w:p>
        </w:tc>
      </w:tr>
      <w:tr w:rsidR="00D625F6" w:rsidRPr="0044133C" w14:paraId="41FA99A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6154F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C4CA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20B6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1CD85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6344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0037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1183D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B9E3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2B8AB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35388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8795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334B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.32</w:t>
            </w:r>
          </w:p>
        </w:tc>
      </w:tr>
      <w:tr w:rsidR="00D625F6" w:rsidRPr="0044133C" w14:paraId="20BF976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5DD48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6FAC9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FAC83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9FFF9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DB9F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40FA6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921C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0D82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157B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ED183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853C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1B953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.104</w:t>
            </w:r>
          </w:p>
        </w:tc>
      </w:tr>
      <w:tr w:rsidR="00D625F6" w:rsidRPr="0044133C" w14:paraId="31D78FF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0BDDB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08089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FB28E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1C090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5190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DC44F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0EF54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A412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36F7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89F7F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B8E7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6834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.197</w:t>
            </w:r>
          </w:p>
        </w:tc>
      </w:tr>
      <w:tr w:rsidR="00D625F6" w:rsidRPr="0044133C" w14:paraId="18501CE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AC7A7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321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0E08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21653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F36FC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D2A4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CB420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6F5A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C0E0C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3A32B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7AD6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3D070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514EF54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07C17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5597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625A3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EBE58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937E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224D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BD4A6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9B2E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1368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51D53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2DBE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B3C8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4133C" w14:paraId="20FB4EC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512B0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ADEF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8EC0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35582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41FF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B01FF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8877A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2261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D1BB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D6559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5B25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7977C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16FA59E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932BB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C09F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8623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CA502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30D1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797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53207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D1D0C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01B6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8AB58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20FC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44A1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.56</w:t>
            </w:r>
          </w:p>
        </w:tc>
      </w:tr>
      <w:tr w:rsidR="00D625F6" w:rsidRPr="0044133C" w14:paraId="360C249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8945E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0A79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77EC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4678F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5B61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73B5D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D42AB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3527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F8FD9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E51E5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8A4C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5E698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44A8C1D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3B63B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2A9F5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F0282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FFB49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7F2F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1BB1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31966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2592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36484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40800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3BEF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2EBB1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10D23CE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11519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3183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193.00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45E9B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E205F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CC1F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9F85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84897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5AAC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5CA73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440B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2B8D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AEC2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.27</w:t>
            </w:r>
          </w:p>
        </w:tc>
      </w:tr>
      <w:tr w:rsidR="00D625F6" w:rsidRPr="0044133C" w14:paraId="7C2CA3C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8491B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9780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FBCF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1A162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8E8E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C61A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C26AD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4AC3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F8D13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3FC99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E6C9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8FC8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4133C" w14:paraId="4E1826E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4EABB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DDA2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607CB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5CE7D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F5FC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A7BB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8B8DB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864D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0FD7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9BADE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2A64C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8EAC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638582D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8BA78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6459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79973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6BF9A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11CDC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CFA5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BB976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6BB0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11F1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23CEC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810E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D990E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2401329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8E99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51E6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BBD70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F6D19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911C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BD3E3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C8814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D2E3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31B13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25DA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EA60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451C1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1B1BA51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E2CF5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A10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161.00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0495A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ADF0F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C025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3814E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446CE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D32E3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61772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E0FE3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4360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A996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49BFE89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83689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0EE31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836A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43EC8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94E0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263E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FE2E5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051B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ADFBA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58FAE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C70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10F97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6DADAB0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B2021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C771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0A24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EC5EE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BF52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8D41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EAC3D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2671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AC443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81A94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6A3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8BB7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4133C" w14:paraId="6E7ECA7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859EF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EE67D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D19E2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6D017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9C5C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5C28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3ACE6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CCBD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41014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9B279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0925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9F668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4CD3A8B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A63DE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6024F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34F30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1D103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C1B3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CA62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F279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DDA1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56EDE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AF67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D24F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F0DD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.65</w:t>
            </w:r>
          </w:p>
        </w:tc>
      </w:tr>
      <w:tr w:rsidR="00D625F6" w:rsidRPr="0044133C" w14:paraId="51C6C71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CF8C7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0EB3E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D9A97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0707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673D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7FD2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81537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2BA7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85F1F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5CD59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3CC2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C326A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004BA49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10BEF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3A15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19EC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55B7C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3959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D965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D906C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A72F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A92E7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281D5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BA10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D1217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7DBA7E6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62372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AD08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E22CE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A2448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ECA4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2E3C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8346A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F7D0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D64EA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55540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455F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3874D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38CE31D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FD868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076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E59A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30D39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F399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0652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5CEE8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F5B2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965F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ADEA0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B64B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6F2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4133C" w14:paraId="670D3BE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B9BEA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356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37323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4C5B5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168D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1351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E736B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EB55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F08E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507A4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2FF3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686C6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334060B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13025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0B9A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E4C8C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B9FC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C839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FD39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67054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010C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02FA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01A12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4CB3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4593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.085</w:t>
            </w:r>
          </w:p>
        </w:tc>
      </w:tr>
      <w:tr w:rsidR="00D625F6" w:rsidRPr="0044133C" w14:paraId="4E16836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B010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269D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42FB4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70639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69FE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7F9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B7935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5A65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A56E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3CD54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8F65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E635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.195</w:t>
            </w:r>
          </w:p>
        </w:tc>
      </w:tr>
      <w:tr w:rsidR="00D625F6" w:rsidRPr="0044133C" w14:paraId="179A3FC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C1575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FF9D3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00910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89CDA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6429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499A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87C5B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7883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1D26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11E72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9C64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80A2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.058</w:t>
            </w:r>
          </w:p>
        </w:tc>
      </w:tr>
      <w:tr w:rsidR="00D625F6" w:rsidRPr="0044133C" w14:paraId="4C8869B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D8552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4DF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BD8E5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C8CB4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EA21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E32BD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D4E56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2EC4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EE14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5C5FF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9B9F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08CD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1.80</w:t>
            </w:r>
          </w:p>
        </w:tc>
      </w:tr>
      <w:tr w:rsidR="00D625F6" w:rsidRPr="0044133C" w14:paraId="434413D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CD8F1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B5D4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5804C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7BCD9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4B77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FE43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204F7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5576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755A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CA5FB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8534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F43A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4133C" w14:paraId="3ACB8F0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B2B8E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29C63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64579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4260D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4743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A9A33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A7012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A185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4851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3B3A2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EF843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6F4D6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3219685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BF9B5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764A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C4017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396C3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B799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4DCB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4352B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8808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8511A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C2EFB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3398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31B41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</w:tr>
      <w:tr w:rsidR="00D625F6" w:rsidRPr="0044133C" w14:paraId="6B1BF7E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41E95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5F93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6B0E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EA7A0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1870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70D6F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B43FF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C845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D333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21D92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52F0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AC45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.052</w:t>
            </w:r>
          </w:p>
        </w:tc>
      </w:tr>
      <w:tr w:rsidR="00D625F6" w:rsidRPr="0044133C" w14:paraId="778FF9C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33EA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65FF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200E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6A210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405A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96FDF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58B2F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98DB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ED19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B7076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63A3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3C6D8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39BC690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F033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A4F3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E81D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91004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858B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080E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F0E7F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BBE0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7077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614C2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7169D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B7175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6E2A2F4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6DF82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9322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5D74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0F28C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5B56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D3AB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32420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DB3C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665B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9969E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4038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7A9C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4133C" w14:paraId="60C6DB7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4C920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4C71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6777F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3418A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6357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D99A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D6954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E692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4A20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8F4D6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566B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37F4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.42</w:t>
            </w:r>
          </w:p>
        </w:tc>
      </w:tr>
      <w:tr w:rsidR="00D625F6" w:rsidRPr="0044133C" w14:paraId="77B7A55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DB30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8FA3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4DDF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3099D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4CC8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7A85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111A2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E1E0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32339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B2762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2C71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CE48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.052</w:t>
            </w:r>
          </w:p>
        </w:tc>
      </w:tr>
      <w:tr w:rsidR="00D625F6" w:rsidRPr="0044133C" w14:paraId="788B03F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00C4B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490E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7F13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CC7A2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35BBC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2F285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EAD23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E2D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03F9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4F8F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3B6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953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.241</w:t>
            </w:r>
          </w:p>
        </w:tc>
      </w:tr>
      <w:tr w:rsidR="00D625F6" w:rsidRPr="0044133C" w14:paraId="495DB05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3635D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7916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29D46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8536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39EFC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6EF02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BE1D1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2CA5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96D6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61328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9B52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882C5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.204</w:t>
            </w:r>
          </w:p>
        </w:tc>
      </w:tr>
      <w:tr w:rsidR="00D625F6" w:rsidRPr="0044133C" w14:paraId="5ECBFCC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94E2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65A12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A58AE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8D384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753A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132A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18D68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AACF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A65E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55260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5EA77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0BCE8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7E9BC11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D38BB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640F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808B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265E3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B8B6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FBBC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924CE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AD9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0F03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B5129" w14:textId="77777777" w:rsidR="00D625F6" w:rsidRPr="0044133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3EC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62A9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4133C" w14:paraId="2CC9ACE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B3C9D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121C9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9F22F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CF0EE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3BDF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B8EF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8524D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A3321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86D0D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C736D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4DF1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E20B6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2AF11FB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BCC86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21503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CCFE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FE8FE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A349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02FF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BF50A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434DC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CA68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E45C3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7422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876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.46</w:t>
            </w:r>
          </w:p>
        </w:tc>
      </w:tr>
      <w:tr w:rsidR="00D625F6" w:rsidRPr="0044133C" w14:paraId="57A596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B344D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2795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5D2C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2E8E9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E38B2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1B67E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2D199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F9B8C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F0FD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FB4F9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E96B0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7BCE0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2125B32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1C38F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8022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7EE7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3D93F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1F82A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A3886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761A6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9BF2C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7D8B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1ED9A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4EFDB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28643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3905468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6877B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9848E3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30DFB8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03529C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85106D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3F2B4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129359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B7A66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837650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EE468" w14:textId="77777777" w:rsidR="00D625F6" w:rsidRPr="0044133C" w:rsidRDefault="00D625F6" w:rsidP="00965B31">
            <w:pPr>
              <w:pStyle w:val="tabletext10"/>
              <w:rPr>
                <w:b/>
              </w:rPr>
            </w:pPr>
            <w:r w:rsidRPr="0044133C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6D41AC" w14:textId="77777777" w:rsidR="00D625F6" w:rsidRPr="0044133C" w:rsidRDefault="00D625F6" w:rsidP="00965B31">
            <w:pPr>
              <w:pStyle w:val="tabletext10"/>
              <w:tabs>
                <w:tab w:val="decimal" w:pos="300"/>
              </w:tabs>
            </w:pPr>
            <w:r w:rsidRPr="0044133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7D3FCC" w14:textId="77777777" w:rsidR="00D625F6" w:rsidRPr="0044133C" w:rsidRDefault="00D625F6" w:rsidP="00965B31">
            <w:pPr>
              <w:pStyle w:val="tabletext10"/>
              <w:jc w:val="center"/>
            </w:pPr>
            <w:r w:rsidRPr="0044133C">
              <w:t>(a)</w:t>
            </w:r>
          </w:p>
        </w:tc>
      </w:tr>
      <w:tr w:rsidR="00D625F6" w:rsidRPr="0044133C" w14:paraId="6DC79CE9" w14:textId="77777777" w:rsidTr="00965B31">
        <w:trPr>
          <w:cantSplit/>
        </w:trPr>
        <w:tc>
          <w:tcPr>
            <w:tcW w:w="10080" w:type="dxa"/>
            <w:gridSpan w:val="12"/>
          </w:tcPr>
          <w:p w14:paraId="1A70A070" w14:textId="77777777" w:rsidR="00D625F6" w:rsidRPr="0044133C" w:rsidRDefault="00D625F6" w:rsidP="00965B31">
            <w:pPr>
              <w:pStyle w:val="blocktext1"/>
            </w:pPr>
          </w:p>
        </w:tc>
      </w:tr>
      <w:tr w:rsidR="00D625F6" w:rsidRPr="0044133C" w14:paraId="09EF4EC3" w14:textId="77777777" w:rsidTr="00965B31">
        <w:trPr>
          <w:cantSplit/>
        </w:trPr>
        <w:tc>
          <w:tcPr>
            <w:tcW w:w="10080" w:type="dxa"/>
            <w:gridSpan w:val="12"/>
          </w:tcPr>
          <w:p w14:paraId="1DDB87A4" w14:textId="77777777" w:rsidR="00D625F6" w:rsidRPr="0044133C" w:rsidRDefault="00D625F6" w:rsidP="00965B31">
            <w:pPr>
              <w:pStyle w:val="blocktext1"/>
            </w:pPr>
          </w:p>
        </w:tc>
      </w:tr>
    </w:tbl>
    <w:p w14:paraId="3CAD3A73" w14:textId="77777777" w:rsidR="00D625F6" w:rsidRPr="0044133C" w:rsidRDefault="00D625F6" w:rsidP="00D625F6">
      <w:pPr>
        <w:pStyle w:val="isonormal"/>
      </w:pPr>
    </w:p>
    <w:p w14:paraId="78E46512" w14:textId="77777777" w:rsidR="00D625F6" w:rsidRDefault="00D625F6" w:rsidP="00D625F6">
      <w:pPr>
        <w:pStyle w:val="isonormal"/>
        <w:sectPr w:rsidR="00D625F6" w:rsidSect="00D625F6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343095" w14:paraId="26FF9ADC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65534" w14:textId="77777777" w:rsidR="00D625F6" w:rsidRPr="00343095" w:rsidRDefault="00D625F6" w:rsidP="00965B31">
            <w:pPr>
              <w:pStyle w:val="tablehead"/>
            </w:pPr>
            <w:r w:rsidRPr="00343095">
              <w:lastRenderedPageBreak/>
              <w:t>$100,000/200,000 BASIC LIMIT OCCURRENCE</w:t>
            </w:r>
            <w:r w:rsidRPr="00343095">
              <w:br/>
              <w:t>Premises/Operations (Prem/Ops) (Subline Code 334) Territory 504</w:t>
            </w:r>
            <w:r w:rsidRPr="00343095">
              <w:br/>
              <w:t>Products/Completed Operations (Prod/COps)</w:t>
            </w:r>
            <w:r w:rsidRPr="00343095">
              <w:tab/>
              <w:t xml:space="preserve">(Subline Code 336) Entire State Territory 999 </w:t>
            </w:r>
          </w:p>
        </w:tc>
      </w:tr>
      <w:tr w:rsidR="00D625F6" w:rsidRPr="00343095" w14:paraId="65B1305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6E4C436" w14:textId="77777777" w:rsidR="00D625F6" w:rsidRPr="00343095" w:rsidRDefault="00D625F6" w:rsidP="00965B31">
            <w:pPr>
              <w:pStyle w:val="tablehead"/>
            </w:pPr>
            <w:r w:rsidRPr="00343095">
              <w:t>Class</w:t>
            </w:r>
            <w:r w:rsidRPr="003430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820BD" w14:textId="77777777" w:rsidR="00D625F6" w:rsidRPr="00343095" w:rsidRDefault="00D625F6" w:rsidP="00965B31">
            <w:pPr>
              <w:pStyle w:val="tablehead"/>
            </w:pPr>
            <w:r w:rsidRPr="00343095">
              <w:t>Prem/</w:t>
            </w:r>
            <w:r w:rsidRPr="003430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1CB353" w14:textId="77777777" w:rsidR="00D625F6" w:rsidRPr="00343095" w:rsidRDefault="00D625F6" w:rsidP="00965B31">
            <w:pPr>
              <w:pStyle w:val="tablehead"/>
            </w:pPr>
            <w:r w:rsidRPr="00343095">
              <w:t>Prod/</w:t>
            </w:r>
            <w:r w:rsidRPr="003430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847A1" w14:textId="77777777" w:rsidR="00D625F6" w:rsidRPr="00343095" w:rsidRDefault="00D625F6" w:rsidP="00965B31">
            <w:pPr>
              <w:pStyle w:val="tablehead"/>
            </w:pPr>
            <w:r w:rsidRPr="00343095">
              <w:t>Class</w:t>
            </w:r>
            <w:r w:rsidRPr="003430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80AD93" w14:textId="77777777" w:rsidR="00D625F6" w:rsidRPr="00343095" w:rsidRDefault="00D625F6" w:rsidP="00965B31">
            <w:pPr>
              <w:pStyle w:val="tablehead"/>
            </w:pPr>
            <w:r w:rsidRPr="00343095">
              <w:t>Prem/</w:t>
            </w:r>
            <w:r w:rsidRPr="003430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FC22E" w14:textId="77777777" w:rsidR="00D625F6" w:rsidRPr="00343095" w:rsidRDefault="00D625F6" w:rsidP="00965B31">
            <w:pPr>
              <w:pStyle w:val="tablehead"/>
            </w:pPr>
            <w:r w:rsidRPr="00343095">
              <w:t>Prod/</w:t>
            </w:r>
            <w:r w:rsidRPr="0034309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19607D" w14:textId="77777777" w:rsidR="00D625F6" w:rsidRPr="00343095" w:rsidRDefault="00D625F6" w:rsidP="00965B31">
            <w:pPr>
              <w:pStyle w:val="tablehead"/>
            </w:pPr>
            <w:r w:rsidRPr="00343095">
              <w:t>Class</w:t>
            </w:r>
            <w:r w:rsidRPr="003430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765F7" w14:textId="77777777" w:rsidR="00D625F6" w:rsidRPr="00343095" w:rsidRDefault="00D625F6" w:rsidP="00965B31">
            <w:pPr>
              <w:pStyle w:val="tablehead"/>
            </w:pPr>
            <w:r w:rsidRPr="00343095">
              <w:t>Prem/</w:t>
            </w:r>
            <w:r w:rsidRPr="003430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2F844E" w14:textId="77777777" w:rsidR="00D625F6" w:rsidRPr="00343095" w:rsidRDefault="00D625F6" w:rsidP="00965B31">
            <w:pPr>
              <w:pStyle w:val="tablehead"/>
            </w:pPr>
            <w:r w:rsidRPr="00343095">
              <w:t>Prod/</w:t>
            </w:r>
            <w:r w:rsidRPr="003430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37A6E" w14:textId="77777777" w:rsidR="00D625F6" w:rsidRPr="00343095" w:rsidRDefault="00D625F6" w:rsidP="00965B31">
            <w:pPr>
              <w:pStyle w:val="tablehead"/>
            </w:pPr>
            <w:r w:rsidRPr="00343095">
              <w:t>Class</w:t>
            </w:r>
            <w:r w:rsidRPr="003430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AC9C7D" w14:textId="77777777" w:rsidR="00D625F6" w:rsidRPr="00343095" w:rsidRDefault="00D625F6" w:rsidP="00965B31">
            <w:pPr>
              <w:pStyle w:val="tablehead"/>
            </w:pPr>
            <w:r w:rsidRPr="00343095">
              <w:t>Prem/</w:t>
            </w:r>
            <w:r w:rsidRPr="003430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C28AB" w14:textId="77777777" w:rsidR="00D625F6" w:rsidRPr="00343095" w:rsidRDefault="00D625F6" w:rsidP="00965B31">
            <w:pPr>
              <w:pStyle w:val="tablehead"/>
            </w:pPr>
            <w:r w:rsidRPr="00343095">
              <w:t>Prod/</w:t>
            </w:r>
            <w:r w:rsidRPr="00343095">
              <w:br/>
              <w:t>Cops</w:t>
            </w:r>
          </w:p>
        </w:tc>
      </w:tr>
      <w:tr w:rsidR="00D625F6" w:rsidRPr="00343095" w14:paraId="796835B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85C23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37F1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F36B4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24459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4E39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B3EB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0E04C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8ED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98FAB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96A7D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70F5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311A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1.35</w:t>
            </w:r>
          </w:p>
        </w:tc>
      </w:tr>
      <w:tr w:rsidR="00D625F6" w:rsidRPr="00343095" w14:paraId="064C398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188B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7C42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CF1E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9B7D5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E631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B19E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CA800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5EAF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476FF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6105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DD59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8B31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.086</w:t>
            </w:r>
          </w:p>
        </w:tc>
      </w:tr>
      <w:tr w:rsidR="00D625F6" w:rsidRPr="00343095" w14:paraId="1AF7AF8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7A94A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64D0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5FAE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674C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C18B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C22ED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4DC21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DA58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4B13F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07928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4C10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D3C8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.042</w:t>
            </w:r>
          </w:p>
        </w:tc>
      </w:tr>
      <w:tr w:rsidR="00D625F6" w:rsidRPr="00343095" w14:paraId="0569A49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4C500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6625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8BA6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36D0A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AE2E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EF887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1399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C55C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3F5BB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6EE7C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7E5F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CE85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.45</w:t>
            </w:r>
          </w:p>
        </w:tc>
      </w:tr>
      <w:tr w:rsidR="00D625F6" w:rsidRPr="00343095" w14:paraId="04FFCCF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B6ED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9483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337D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25493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375F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0D08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BCDEA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756F5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FE3C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1020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8D3F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86E64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 xml:space="preserve"> – </w:t>
            </w:r>
          </w:p>
        </w:tc>
      </w:tr>
      <w:tr w:rsidR="00D625F6" w:rsidRPr="00343095" w14:paraId="03DECF7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7FDDE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3267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642A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88BDE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A6CC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C2A25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9A016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F533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956E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7AC8A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3150E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B9BA5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43095" w14:paraId="5436532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945B2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38C1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31532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0DEC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F5A4E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81CEE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AB1F3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988C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1EBEE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4B991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FBAAE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9783B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 xml:space="preserve"> – </w:t>
            </w:r>
          </w:p>
        </w:tc>
      </w:tr>
      <w:tr w:rsidR="00D625F6" w:rsidRPr="00343095" w14:paraId="26D933B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14308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55C6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B4BC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0578D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BB27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A249E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BB3B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B3A8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1BB04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05E19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6B02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0EEE3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 xml:space="preserve"> – </w:t>
            </w:r>
          </w:p>
        </w:tc>
      </w:tr>
      <w:tr w:rsidR="00D625F6" w:rsidRPr="00343095" w14:paraId="56189AB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19E43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165A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6891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54E9C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56CD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D80D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3D6C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345A5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38B0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88AD0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24BA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DAD92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 xml:space="preserve"> – </w:t>
            </w:r>
          </w:p>
        </w:tc>
      </w:tr>
      <w:tr w:rsidR="00D625F6" w:rsidRPr="00343095" w14:paraId="04EE628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384A5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4699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3697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11EF8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DEC4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D637C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E7F3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31B8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2D205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DF76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C7CF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229E7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 xml:space="preserve"> – </w:t>
            </w:r>
          </w:p>
        </w:tc>
      </w:tr>
      <w:tr w:rsidR="00D625F6" w:rsidRPr="00343095" w14:paraId="10BEE30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6A631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74C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6BB0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0DE7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46C6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F8316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4AA66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9E8DE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7500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541E2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D36D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CE736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 xml:space="preserve"> – </w:t>
            </w:r>
          </w:p>
        </w:tc>
      </w:tr>
      <w:tr w:rsidR="00D625F6" w:rsidRPr="00343095" w14:paraId="194FCA0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93ACD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16C1E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D83B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365B1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0F91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0AD4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3CF4F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5002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4056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01875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72AC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FF75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43095" w14:paraId="2999C48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61BBA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2765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334FC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47CB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24CA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39562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6ADF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C9CA4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23D7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C915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0764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7043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</w:t>
            </w:r>
          </w:p>
        </w:tc>
      </w:tr>
      <w:tr w:rsidR="00D625F6" w:rsidRPr="00343095" w14:paraId="773826C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5C711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27DF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8303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DCD7A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0769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284AD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8CA6C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A688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8CDF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29583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E8414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DC3A9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</w:tr>
      <w:tr w:rsidR="00D625F6" w:rsidRPr="00343095" w14:paraId="01A77FA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467DA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0DBA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77E1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E26A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EBC9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710A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7B2CA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29F1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F011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8A160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39C3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BE61B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</w:tr>
      <w:tr w:rsidR="00D625F6" w:rsidRPr="00343095" w14:paraId="48BADCE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8645D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EF69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6C3AD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DAAA6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8843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5DB25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5031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5663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F67C3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C492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F5F8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0D793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</w:tr>
      <w:tr w:rsidR="00D625F6" w:rsidRPr="00343095" w14:paraId="69B7DFA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A1E41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7794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3A40E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98713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FC38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C49B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5A6B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95FC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CDA1E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8ACE8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E0B6F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98249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</w:tr>
      <w:tr w:rsidR="00D625F6" w:rsidRPr="00343095" w14:paraId="56D8603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B8E76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536A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FAE0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4A700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77E0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A698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FF0A3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F495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DC02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147B6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8E17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D7B1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43095" w14:paraId="063D8E3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F5081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045C0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084E9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78DE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C882E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1005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6D9D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012A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8E83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235F6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D1B5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EFE4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.098</w:t>
            </w:r>
          </w:p>
        </w:tc>
      </w:tr>
      <w:tr w:rsidR="00D625F6" w:rsidRPr="00343095" w14:paraId="5C04252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56BBD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2D507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33D31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F74D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329F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E916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BC7D9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E9D9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131F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72885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A7B5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995C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.011</w:t>
            </w:r>
          </w:p>
        </w:tc>
      </w:tr>
      <w:tr w:rsidR="00D625F6" w:rsidRPr="00343095" w14:paraId="65D1F65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2EB12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0D31A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F63CF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4F475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31AE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ACC35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8D602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6F2E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067A6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510D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3D12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BEF8E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.65</w:t>
            </w:r>
          </w:p>
        </w:tc>
      </w:tr>
      <w:tr w:rsidR="00D625F6" w:rsidRPr="00343095" w14:paraId="05DF9E8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587E8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BB09C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34F00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A966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9D53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5CEAF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70DD4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A5A54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819F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8DD36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B619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AE8BE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</w:tr>
      <w:tr w:rsidR="00D625F6" w:rsidRPr="00343095" w14:paraId="4EE27A5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1BB9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79208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A4400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FA106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121A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589B2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02CB6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FFAB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11C9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2F5E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193B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B93D0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</w:tr>
      <w:tr w:rsidR="00D625F6" w:rsidRPr="00343095" w14:paraId="605F752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C251C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8844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7813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50AB2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8483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697D4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B8EE8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653E4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D242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19DBA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CB83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4196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43095" w14:paraId="06890BA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F7413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4DB3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B80E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E3F7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6A98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36BD3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C632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5BA45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7CBC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040B2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EAC2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E420E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.49</w:t>
            </w:r>
          </w:p>
        </w:tc>
      </w:tr>
      <w:tr w:rsidR="00D625F6" w:rsidRPr="00343095" w14:paraId="5389FDE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09CB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A2322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2775E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A0479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A800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F7AB8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3B252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CC69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B375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5FB8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094A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4E175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</w:tr>
      <w:tr w:rsidR="00D625F6" w:rsidRPr="00343095" w14:paraId="4E720F2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F3E51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6A5BB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0DDF6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FF6D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D731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52328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27B4A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0A3D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A66C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54A1D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91D5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86908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</w:tr>
      <w:tr w:rsidR="00D625F6" w:rsidRPr="00343095" w14:paraId="498AD4C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B39D0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5855B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9AEA8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E1828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1880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D4C8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E20A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85ED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A6D2F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BAE8B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3D7B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89EA5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</w:tr>
      <w:tr w:rsidR="00D625F6" w:rsidRPr="00343095" w14:paraId="4869746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13F36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FCE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D986A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CFA91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56145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170A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C8A2B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D6E0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41880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CEBA6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9109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EC0D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.39</w:t>
            </w:r>
          </w:p>
        </w:tc>
      </w:tr>
      <w:tr w:rsidR="00D625F6" w:rsidRPr="00343095" w14:paraId="032ADBF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2EA36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FD0D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B9CE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FFB3F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6A74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C57B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CCF4E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9D16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3562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DDCA1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5F5F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ABB2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43095" w14:paraId="63DD6EB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5D59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0F965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C973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21F2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2E76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41D0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A81BD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0149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2B209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4BA32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7C91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B12D0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</w:tr>
      <w:tr w:rsidR="00D625F6" w:rsidRPr="00343095" w14:paraId="040F37D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DEC7A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5D76B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5E835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A05E8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17F2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7EE4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C33D2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CAA9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988FA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886C1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6933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9D363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</w:tr>
      <w:tr w:rsidR="00D625F6" w:rsidRPr="00343095" w14:paraId="229E708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EC3EB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EF5C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779E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B9B7B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8A95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5E2A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4C4E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3DB5E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3771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DAF2A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59C0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E794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.155</w:t>
            </w:r>
          </w:p>
        </w:tc>
      </w:tr>
      <w:tr w:rsidR="00D625F6" w:rsidRPr="00343095" w14:paraId="17F0A0B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EE00D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62EB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BBE3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DD8D8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4902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B6FDA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EDAC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CFE2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F1EE4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1134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D6DC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91CC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.11</w:t>
            </w:r>
          </w:p>
        </w:tc>
      </w:tr>
      <w:tr w:rsidR="00D625F6" w:rsidRPr="00343095" w14:paraId="14AAC22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2FB81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747F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0F99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30EE9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FD56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A2183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483AB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C123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45CD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A842A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D13D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F6EC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.021</w:t>
            </w:r>
          </w:p>
        </w:tc>
      </w:tr>
      <w:tr w:rsidR="00D625F6" w:rsidRPr="00343095" w14:paraId="2F1679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752E4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3F74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241C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20BF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F14B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B1F8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45C20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EFD6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B768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439C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E9495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6FAF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43095" w14:paraId="761D269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6437A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74DC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F967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B745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C3BF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69D86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5E922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D93D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CAA4B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DD244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85E6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B9918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</w:tr>
      <w:tr w:rsidR="00D625F6" w:rsidRPr="00343095" w14:paraId="4BB6D03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DD52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72DD5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6171B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1084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8533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DCF6F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B965C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43AB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E2D0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2C44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1BED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374D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.108</w:t>
            </w:r>
          </w:p>
        </w:tc>
      </w:tr>
      <w:tr w:rsidR="00D625F6" w:rsidRPr="00343095" w14:paraId="497A30F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EEC74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1FE8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D3E9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78C6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36D25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EF0CA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8791C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AE73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5CE4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644D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BD2E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6F03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.189</w:t>
            </w:r>
          </w:p>
        </w:tc>
      </w:tr>
      <w:tr w:rsidR="00D625F6" w:rsidRPr="00343095" w14:paraId="7E579AB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55C8D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C91D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3F8C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C37C0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3767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4E2DD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00922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B36D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2C51E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0FDE4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9068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CDFE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.063</w:t>
            </w:r>
          </w:p>
        </w:tc>
      </w:tr>
      <w:tr w:rsidR="00D625F6" w:rsidRPr="00343095" w14:paraId="6152ED4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6E527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1C317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60C7F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A2506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B3C8E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F0A93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56DF6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857E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1E59B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24239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3798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9C40C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</w:tr>
      <w:tr w:rsidR="00D625F6" w:rsidRPr="00343095" w14:paraId="3AA7018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6A739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A000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03A4C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97E6E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40F8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3EE5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BE3C3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D8D5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4838D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76123" w14:textId="77777777" w:rsidR="00D625F6" w:rsidRPr="0034309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635F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FF0D5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343095" w14:paraId="1128564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1A1C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943E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F26F3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601E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4F68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1943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F1A21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A476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2AF22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58E56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22AB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CC402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</w:tr>
      <w:tr w:rsidR="00D625F6" w:rsidRPr="00343095" w14:paraId="5DA7BC1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365B8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221F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D6CD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6A21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6437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6517E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129E4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0BE8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96148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021D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EF3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52BA2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.047</w:t>
            </w:r>
          </w:p>
        </w:tc>
      </w:tr>
      <w:tr w:rsidR="00D625F6" w:rsidRPr="00343095" w14:paraId="05B8EE7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7C12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AE11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A385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FA37E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FDC5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5891E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A199D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5947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CAF5C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01D02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5C598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A396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.25</w:t>
            </w:r>
          </w:p>
        </w:tc>
      </w:tr>
      <w:tr w:rsidR="00D625F6" w:rsidRPr="00343095" w14:paraId="75C5B24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076F0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FA1C5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DA81A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6EDB9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AB64F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E850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D2965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9C37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D43EF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42A7F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F41F3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1CBD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.128</w:t>
            </w:r>
          </w:p>
        </w:tc>
      </w:tr>
      <w:tr w:rsidR="00D625F6" w:rsidRPr="00343095" w14:paraId="5D33D53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5FAA1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7CD76B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60F10C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0C36A6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993741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96DE4" w14:textId="77777777" w:rsidR="00D625F6" w:rsidRPr="00343095" w:rsidRDefault="00D625F6" w:rsidP="00965B31">
            <w:pPr>
              <w:pStyle w:val="tabletext10"/>
              <w:jc w:val="center"/>
            </w:pPr>
            <w:r w:rsidRPr="003430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2993EB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C6F99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F1F02A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73BD9" w14:textId="77777777" w:rsidR="00D625F6" w:rsidRPr="00343095" w:rsidRDefault="00D625F6" w:rsidP="00965B31">
            <w:pPr>
              <w:pStyle w:val="tabletext10"/>
              <w:rPr>
                <w:b/>
              </w:rPr>
            </w:pPr>
            <w:r w:rsidRPr="00343095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DFD457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E1E5A6" w14:textId="77777777" w:rsidR="00D625F6" w:rsidRPr="00343095" w:rsidRDefault="00D625F6" w:rsidP="00965B31">
            <w:pPr>
              <w:pStyle w:val="tabletext10"/>
              <w:tabs>
                <w:tab w:val="decimal" w:pos="300"/>
              </w:tabs>
            </w:pPr>
            <w:r w:rsidRPr="00343095">
              <w:t>.011</w:t>
            </w:r>
          </w:p>
        </w:tc>
      </w:tr>
      <w:tr w:rsidR="00D625F6" w:rsidRPr="00343095" w14:paraId="4B364BF6" w14:textId="77777777" w:rsidTr="00965B31">
        <w:trPr>
          <w:cantSplit/>
        </w:trPr>
        <w:tc>
          <w:tcPr>
            <w:tcW w:w="10080" w:type="dxa"/>
            <w:gridSpan w:val="12"/>
          </w:tcPr>
          <w:p w14:paraId="28868202" w14:textId="77777777" w:rsidR="00D625F6" w:rsidRPr="00343095" w:rsidRDefault="00D625F6" w:rsidP="00965B31">
            <w:pPr>
              <w:pStyle w:val="blocktext1"/>
            </w:pPr>
          </w:p>
        </w:tc>
      </w:tr>
      <w:tr w:rsidR="00D625F6" w:rsidRPr="00343095" w14:paraId="745CABC9" w14:textId="77777777" w:rsidTr="00965B31">
        <w:trPr>
          <w:cantSplit/>
        </w:trPr>
        <w:tc>
          <w:tcPr>
            <w:tcW w:w="10080" w:type="dxa"/>
            <w:gridSpan w:val="12"/>
          </w:tcPr>
          <w:p w14:paraId="7D0CEFE9" w14:textId="77777777" w:rsidR="00D625F6" w:rsidRPr="00343095" w:rsidRDefault="00D625F6" w:rsidP="00965B31">
            <w:pPr>
              <w:pStyle w:val="blocktext1"/>
            </w:pPr>
          </w:p>
        </w:tc>
      </w:tr>
    </w:tbl>
    <w:p w14:paraId="22373ED3" w14:textId="77777777" w:rsidR="00D625F6" w:rsidRPr="00343095" w:rsidRDefault="00D625F6" w:rsidP="00D625F6">
      <w:pPr>
        <w:pStyle w:val="isonormal"/>
      </w:pPr>
    </w:p>
    <w:p w14:paraId="634534FF" w14:textId="77777777" w:rsidR="00D625F6" w:rsidRDefault="00D625F6" w:rsidP="00D625F6">
      <w:pPr>
        <w:pStyle w:val="isonormal"/>
        <w:sectPr w:rsidR="00D625F6" w:rsidSect="00D625F6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DC1274" w14:paraId="69663438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F0CAD" w14:textId="77777777" w:rsidR="00D625F6" w:rsidRPr="00DC1274" w:rsidRDefault="00D625F6" w:rsidP="00965B31">
            <w:pPr>
              <w:pStyle w:val="tablehead"/>
            </w:pPr>
            <w:r w:rsidRPr="00DC1274">
              <w:lastRenderedPageBreak/>
              <w:t>$100,000/200,000 BASIC LIMIT OCCURRENCE</w:t>
            </w:r>
            <w:r w:rsidRPr="00DC1274">
              <w:br/>
              <w:t>Premises/Operations (Prem/Ops) (Subline Code 334) Territory 504</w:t>
            </w:r>
            <w:r w:rsidRPr="00DC1274">
              <w:br/>
              <w:t>Products/Completed Operations (Prod/COps)</w:t>
            </w:r>
            <w:r w:rsidRPr="00DC1274">
              <w:tab/>
              <w:t xml:space="preserve">(Subline Code 336) Entire State Territory 999 </w:t>
            </w:r>
          </w:p>
        </w:tc>
      </w:tr>
      <w:tr w:rsidR="00D625F6" w:rsidRPr="00DC1274" w14:paraId="238DD69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0EE2D6D" w14:textId="77777777" w:rsidR="00D625F6" w:rsidRPr="00DC1274" w:rsidRDefault="00D625F6" w:rsidP="00965B31">
            <w:pPr>
              <w:pStyle w:val="tablehead"/>
            </w:pPr>
            <w:r w:rsidRPr="00DC1274">
              <w:t>Class</w:t>
            </w:r>
            <w:r w:rsidRPr="00DC127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1635A" w14:textId="77777777" w:rsidR="00D625F6" w:rsidRPr="00DC1274" w:rsidRDefault="00D625F6" w:rsidP="00965B31">
            <w:pPr>
              <w:pStyle w:val="tablehead"/>
            </w:pPr>
            <w:r w:rsidRPr="00DC1274">
              <w:t>Prem/</w:t>
            </w:r>
            <w:r w:rsidRPr="00DC127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5D225F" w14:textId="77777777" w:rsidR="00D625F6" w:rsidRPr="00DC1274" w:rsidRDefault="00D625F6" w:rsidP="00965B31">
            <w:pPr>
              <w:pStyle w:val="tablehead"/>
            </w:pPr>
            <w:r w:rsidRPr="00DC1274">
              <w:t>Prod/</w:t>
            </w:r>
            <w:r w:rsidRPr="00DC127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C9CF0" w14:textId="77777777" w:rsidR="00D625F6" w:rsidRPr="00DC1274" w:rsidRDefault="00D625F6" w:rsidP="00965B31">
            <w:pPr>
              <w:pStyle w:val="tablehead"/>
            </w:pPr>
            <w:r w:rsidRPr="00DC1274">
              <w:t>Class</w:t>
            </w:r>
            <w:r w:rsidRPr="00DC127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1D5191" w14:textId="77777777" w:rsidR="00D625F6" w:rsidRPr="00DC1274" w:rsidRDefault="00D625F6" w:rsidP="00965B31">
            <w:pPr>
              <w:pStyle w:val="tablehead"/>
            </w:pPr>
            <w:r w:rsidRPr="00DC1274">
              <w:t>Prem/</w:t>
            </w:r>
            <w:r w:rsidRPr="00DC127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F123A" w14:textId="77777777" w:rsidR="00D625F6" w:rsidRPr="00DC1274" w:rsidRDefault="00D625F6" w:rsidP="00965B31">
            <w:pPr>
              <w:pStyle w:val="tablehead"/>
            </w:pPr>
            <w:r w:rsidRPr="00DC1274">
              <w:t>Prod/</w:t>
            </w:r>
            <w:r w:rsidRPr="00DC127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FAF9C8" w14:textId="77777777" w:rsidR="00D625F6" w:rsidRPr="00DC1274" w:rsidRDefault="00D625F6" w:rsidP="00965B31">
            <w:pPr>
              <w:pStyle w:val="tablehead"/>
            </w:pPr>
            <w:r w:rsidRPr="00DC1274">
              <w:t>Class</w:t>
            </w:r>
            <w:r w:rsidRPr="00DC127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D6F22" w14:textId="77777777" w:rsidR="00D625F6" w:rsidRPr="00DC1274" w:rsidRDefault="00D625F6" w:rsidP="00965B31">
            <w:pPr>
              <w:pStyle w:val="tablehead"/>
            </w:pPr>
            <w:r w:rsidRPr="00DC1274">
              <w:t>Prem/</w:t>
            </w:r>
            <w:r w:rsidRPr="00DC127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AD5779" w14:textId="77777777" w:rsidR="00D625F6" w:rsidRPr="00DC1274" w:rsidRDefault="00D625F6" w:rsidP="00965B31">
            <w:pPr>
              <w:pStyle w:val="tablehead"/>
            </w:pPr>
            <w:r w:rsidRPr="00DC1274">
              <w:t>Prod/</w:t>
            </w:r>
            <w:r w:rsidRPr="00DC127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9AEC" w14:textId="77777777" w:rsidR="00D625F6" w:rsidRPr="00DC1274" w:rsidRDefault="00D625F6" w:rsidP="00965B31">
            <w:pPr>
              <w:pStyle w:val="tablehead"/>
            </w:pPr>
            <w:r w:rsidRPr="00DC1274">
              <w:t>Class</w:t>
            </w:r>
            <w:r w:rsidRPr="00DC127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A0FAAB" w14:textId="77777777" w:rsidR="00D625F6" w:rsidRPr="00DC1274" w:rsidRDefault="00D625F6" w:rsidP="00965B31">
            <w:pPr>
              <w:pStyle w:val="tablehead"/>
            </w:pPr>
            <w:r w:rsidRPr="00DC1274">
              <w:t>Prem/</w:t>
            </w:r>
            <w:r w:rsidRPr="00DC127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D4F09" w14:textId="77777777" w:rsidR="00D625F6" w:rsidRPr="00DC1274" w:rsidRDefault="00D625F6" w:rsidP="00965B31">
            <w:pPr>
              <w:pStyle w:val="tablehead"/>
            </w:pPr>
            <w:r w:rsidRPr="00DC1274">
              <w:t>Prod/</w:t>
            </w:r>
            <w:r w:rsidRPr="00DC1274">
              <w:br/>
              <w:t>Cops</w:t>
            </w:r>
          </w:p>
        </w:tc>
      </w:tr>
      <w:tr w:rsidR="00D625F6" w:rsidRPr="00DC1274" w14:paraId="42B5078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E8C9E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5457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7C02D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44A2D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E734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9E10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9DEC5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0BA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ECDB8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6E875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09775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F643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1.86</w:t>
            </w:r>
          </w:p>
        </w:tc>
      </w:tr>
      <w:tr w:rsidR="00D625F6" w:rsidRPr="00DC1274" w14:paraId="2FAA7D8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E5C3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4C78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86C0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603EB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1160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5F0B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079D7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F136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76E1E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854BB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6FF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FFF8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1.32</w:t>
            </w:r>
          </w:p>
        </w:tc>
      </w:tr>
      <w:tr w:rsidR="00D625F6" w:rsidRPr="00DC1274" w14:paraId="203C29B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DEF85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A8E7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9550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0FFC2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0911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BE4F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CCE00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794C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50.90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3EB77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D0527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B899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AAA18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</w:tr>
      <w:tr w:rsidR="00D625F6" w:rsidRPr="00DC1274" w14:paraId="2489FEE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85660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66A0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D8CFE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6C3F1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7BBF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283D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7AC4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951A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72.40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F1590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B2C98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ACA0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4CC9A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</w:tr>
      <w:tr w:rsidR="00D625F6" w:rsidRPr="00DC1274" w14:paraId="0098623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56871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4A68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6072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C2E4B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8BAA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D8D7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98858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057B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68.50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290E1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CC972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9261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6BD49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5.38</w:t>
            </w:r>
          </w:p>
        </w:tc>
      </w:tr>
      <w:tr w:rsidR="00D625F6" w:rsidRPr="00DC1274" w14:paraId="517A14F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C1FB5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9532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7A98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E8564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02AC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5681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6E763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7A12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EF783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A5766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7B2B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07F2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DC1274" w14:paraId="5FCBFC4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32ADC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01FA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BFCF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3CC9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CC6A5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DA99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F02CE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B7EA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713D4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07E3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6C16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723F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27.40</w:t>
            </w:r>
          </w:p>
        </w:tc>
      </w:tr>
      <w:tr w:rsidR="00D625F6" w:rsidRPr="00DC1274" w14:paraId="6392DFB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9C3BA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6762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0CB1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BAE9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56EB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40045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B48F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ABC7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C01F0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30F9B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A88B9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C02C4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</w:tr>
      <w:tr w:rsidR="00D625F6" w:rsidRPr="00DC1274" w14:paraId="2B72BB4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D200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2C7B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4BE8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D1AA0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35C1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FE04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ADCA2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DD1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73.20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56619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A884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AD24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2AAE5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</w:tr>
      <w:tr w:rsidR="00D625F6" w:rsidRPr="00DC1274" w14:paraId="36C74C8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78A73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610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3128D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B9B7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801D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A83D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FE16A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755F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A5A0C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D4C5D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42A3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1932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</w:tr>
      <w:tr w:rsidR="00D625F6" w:rsidRPr="00DC1274" w14:paraId="7EDAF3B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0E90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C50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A7CD3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6CBE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F707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97A7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BF1C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77B97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D4C4F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567AA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6ACF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743A5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</w:tr>
      <w:tr w:rsidR="00D625F6" w:rsidRPr="00DC1274" w14:paraId="72AA81D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3DD17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84B5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10D4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79B2F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948F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1255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24CE0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C182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73D6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C4D59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0259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E54D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DC1274" w14:paraId="347F3A5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31F7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B11D7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83761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148A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CDBE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DE1D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E17FF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B8DA5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5BE05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79FCD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A817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4C38F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</w:tr>
      <w:tr w:rsidR="00D625F6" w:rsidRPr="00DC1274" w14:paraId="350205D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ECD77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D133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7F02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54F67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3FB9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762C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69DAF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BE71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C3C43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09BF3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B894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F2882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</w:tr>
      <w:tr w:rsidR="00D625F6" w:rsidRPr="00DC1274" w14:paraId="607E504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66092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3909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FAD2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19998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DFE1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96FBC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02C55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172B9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B05BE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7F808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3129C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DE45A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</w:tr>
      <w:tr w:rsidR="00D625F6" w:rsidRPr="00DC1274" w14:paraId="6AB6CB4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B5A42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2905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7FE7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A2985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7AAB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BCD79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662E4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C86B0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8012E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20320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EAC0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B6F39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2.57</w:t>
            </w:r>
          </w:p>
        </w:tc>
      </w:tr>
      <w:tr w:rsidR="00D625F6" w:rsidRPr="00DC1274" w14:paraId="4A44E59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045AC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D8EC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B6A7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F6A0F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4A8B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8C08E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FE625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CFC1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11391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88781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333E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C2A05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</w:tr>
      <w:tr w:rsidR="00D625F6" w:rsidRPr="00DC1274" w14:paraId="3E9895A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9DC81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D0F3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E70D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C1F01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E51F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B3A1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03129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AE39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8D3E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6B897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420A5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51EB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DC1274" w14:paraId="3999674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2A1A0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F758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CA65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73452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F156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5655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E832A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ACF0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1C08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E57D8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CB389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8635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2.92</w:t>
            </w:r>
          </w:p>
        </w:tc>
      </w:tr>
      <w:tr w:rsidR="00D625F6" w:rsidRPr="00DC1274" w14:paraId="0A6CBAF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B3E2B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CE6B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CC8D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0997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C7C7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0B6D5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2C0C1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9688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B0623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74E6C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86525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D0319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1.10</w:t>
            </w:r>
          </w:p>
        </w:tc>
      </w:tr>
      <w:tr w:rsidR="00D625F6" w:rsidRPr="00DC1274" w14:paraId="449D4BA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C4F6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EB71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3190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38DB0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F6D9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CB6E4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10BAB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9537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507B4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552D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7E2C3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338F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3.60</w:t>
            </w:r>
          </w:p>
        </w:tc>
      </w:tr>
      <w:tr w:rsidR="00D625F6" w:rsidRPr="00DC1274" w14:paraId="2235081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CED8F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26C4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FC34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2F6BF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0DE9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7511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DE4B3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B739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ECD36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36A8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ABC0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CEDA1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</w:tr>
      <w:tr w:rsidR="00D625F6" w:rsidRPr="00DC1274" w14:paraId="17520EF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4229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FB23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53DD3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1B0EC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D55C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1944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25CD5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026B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A951E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7A127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E154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43DC3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</w:tr>
      <w:tr w:rsidR="00D625F6" w:rsidRPr="00DC1274" w14:paraId="42A90E2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44117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1EDC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B4CF3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3CA76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AF5F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A200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B8196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7378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AF0D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55E9C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B7AF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9059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DC1274" w14:paraId="4C94CAD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00DBC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BC7E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0C441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5DB8F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4F70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4DD85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31054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65EA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9008F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73F07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9913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3A745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</w:tr>
      <w:tr w:rsidR="00D625F6" w:rsidRPr="00DC1274" w14:paraId="03D3B22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5C272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12EF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358E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675FA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8CC69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6DB1E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0FB38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6DB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794D7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5DF1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C26CE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9A88A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</w:tr>
      <w:tr w:rsidR="00D625F6" w:rsidRPr="00DC1274" w14:paraId="65E61D9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5DA3B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1EA6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D9F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B831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5F303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8914F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B47AA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8EE9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51827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C641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88A9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A951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7.92</w:t>
            </w:r>
          </w:p>
        </w:tc>
      </w:tr>
      <w:tr w:rsidR="00D625F6" w:rsidRPr="00DC1274" w14:paraId="1451959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B3241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CB1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4202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170EB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5ECF9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0BAD7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C8E4A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B91F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B658F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3D49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FCD85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C3C49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4.45</w:t>
            </w:r>
          </w:p>
        </w:tc>
      </w:tr>
      <w:tr w:rsidR="00D625F6" w:rsidRPr="00DC1274" w14:paraId="7D1A86B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55A64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9643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5E95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6AA1E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91B1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1F5B0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B25B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2FA4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962D8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1D084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90C7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08AD3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3.80</w:t>
            </w:r>
          </w:p>
        </w:tc>
      </w:tr>
      <w:tr w:rsidR="00D625F6" w:rsidRPr="00DC1274" w14:paraId="59000E7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EC795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BACD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1BA5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6BBCD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F8EA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054B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EC539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1064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9D0D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DB128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185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C55B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DC1274" w14:paraId="0DEA729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8AB2C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BA80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D84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92384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4878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0E4CC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61EE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C77F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54.60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3BFE3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529EC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6475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C5B6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1.54</w:t>
            </w:r>
          </w:p>
        </w:tc>
      </w:tr>
      <w:tr w:rsidR="00D625F6" w:rsidRPr="00DC1274" w14:paraId="2157515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B5A07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9C7C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34769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7609C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215D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DAD48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D6F83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BAB9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27FC6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C8015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A857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E5EB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</w:tr>
      <w:tr w:rsidR="00D625F6" w:rsidRPr="00DC1274" w14:paraId="100FCE4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8892B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2F52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FF9D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F0753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8B41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1FEB8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5B84D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C4B8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B1127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DD01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51B23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ECF3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2.21</w:t>
            </w:r>
          </w:p>
        </w:tc>
      </w:tr>
      <w:tr w:rsidR="00D625F6" w:rsidRPr="00DC1274" w14:paraId="4A614AA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9C2E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6DF79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810B3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5AB0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ED2B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729B2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782BB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F1D85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79.80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C4C23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1A5DF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5169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113CC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</w:tr>
      <w:tr w:rsidR="00D625F6" w:rsidRPr="00DC1274" w14:paraId="0AC87B9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8F44F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12AC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3EBD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B6A20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3315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940D4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FDE0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053B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7748F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F61D3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8A74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54D05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3.17</w:t>
            </w:r>
          </w:p>
        </w:tc>
      </w:tr>
      <w:tr w:rsidR="00D625F6" w:rsidRPr="00DC1274" w14:paraId="683DA55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9B089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6547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2DA6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28435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69B5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2AB15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A00E0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04659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7AE49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5D401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2E7A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DE1D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DC1274" w14:paraId="5DF3A1B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D935D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B219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375CA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AB67A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735F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4828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2F0EF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1E8D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DC4FE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AEBB0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0873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13A3B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</w:tr>
      <w:tr w:rsidR="00D625F6" w:rsidRPr="00DC1274" w14:paraId="3ED7838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F600A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43DD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46122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EFF8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E0EB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7B4E3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32E9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F7E05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268DE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E11F3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3502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967A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</w:tr>
      <w:tr w:rsidR="00D625F6" w:rsidRPr="00DC1274" w14:paraId="69872BC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E07F7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48FD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EB70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0101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5EA9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81.20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9173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9C683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1725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C833D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3C34F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862D3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40A2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.73</w:t>
            </w:r>
          </w:p>
        </w:tc>
      </w:tr>
      <w:tr w:rsidR="00D625F6" w:rsidRPr="00DC1274" w14:paraId="76CDC6D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82DF2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7418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AB79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2A48B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F219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25.90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876E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05E2E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9CEA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A6CA8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75081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85F25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6F91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1.03</w:t>
            </w:r>
          </w:p>
        </w:tc>
      </w:tr>
      <w:tr w:rsidR="00D625F6" w:rsidRPr="00DC1274" w14:paraId="0A545F5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2BCEA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6328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C3C01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6D49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6AA14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79975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6EF54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82A7A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276AB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F4A9F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EA11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59A7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4.60</w:t>
            </w:r>
          </w:p>
        </w:tc>
      </w:tr>
      <w:tr w:rsidR="00D625F6" w:rsidRPr="00DC1274" w14:paraId="4EAFF54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958DA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28666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AE3C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11246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6DE1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2B2B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8FDA4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7616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1A58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833D0" w14:textId="77777777" w:rsidR="00D625F6" w:rsidRPr="00DC127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8918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2944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DC1274" w14:paraId="32C223B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2BF6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594E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D59F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278CF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169A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60.40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E0374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75B4C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64A7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4ECD0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DB902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F6C9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51E24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</w:tr>
      <w:tr w:rsidR="00D625F6" w:rsidRPr="00DC1274" w14:paraId="131624C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11F1C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6A23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B88F2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189A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A881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55.30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290BA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6EAEA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EE773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21BD1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1F04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B94FC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F3C38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3.33</w:t>
            </w:r>
          </w:p>
        </w:tc>
      </w:tr>
      <w:tr w:rsidR="00D625F6" w:rsidRPr="00DC1274" w14:paraId="0B34AAD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DF0D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D15F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05E81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63011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EAE4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1ADAB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04FF6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87E3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EC28B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A420A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4308D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796E5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</w:tr>
      <w:tr w:rsidR="00D625F6" w:rsidRPr="00DC1274" w14:paraId="3F67DC6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A6679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A1989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24DB3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B96F4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B010F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9.93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45E03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77074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20A6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5D95A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01390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B21D4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D836D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</w:tr>
      <w:tr w:rsidR="00D625F6" w:rsidRPr="00DC1274" w14:paraId="6BFCC3B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EC278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F73CC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E36733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FADF40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537E47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05670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A0EF37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5D35E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8A9470" w14:textId="77777777" w:rsidR="00D625F6" w:rsidRPr="00DC1274" w:rsidRDefault="00D625F6" w:rsidP="00965B31">
            <w:pPr>
              <w:pStyle w:val="tabletext10"/>
              <w:tabs>
                <w:tab w:val="decimal" w:pos="300"/>
              </w:tabs>
            </w:pPr>
            <w:r w:rsidRPr="00DC1274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D7DFB" w14:textId="77777777" w:rsidR="00D625F6" w:rsidRPr="00DC1274" w:rsidRDefault="00D625F6" w:rsidP="00965B31">
            <w:pPr>
              <w:pStyle w:val="tabletext10"/>
              <w:rPr>
                <w:b/>
              </w:rPr>
            </w:pPr>
            <w:r w:rsidRPr="00DC1274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86D23C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3C2FA6" w14:textId="77777777" w:rsidR="00D625F6" w:rsidRPr="00DC1274" w:rsidRDefault="00D625F6" w:rsidP="00965B31">
            <w:pPr>
              <w:pStyle w:val="tabletext10"/>
              <w:jc w:val="center"/>
            </w:pPr>
            <w:r w:rsidRPr="00DC1274">
              <w:t>(a)</w:t>
            </w:r>
          </w:p>
        </w:tc>
      </w:tr>
      <w:tr w:rsidR="00D625F6" w:rsidRPr="00DC1274" w14:paraId="43B8D1B3" w14:textId="77777777" w:rsidTr="00965B31">
        <w:trPr>
          <w:cantSplit/>
        </w:trPr>
        <w:tc>
          <w:tcPr>
            <w:tcW w:w="10080" w:type="dxa"/>
            <w:gridSpan w:val="12"/>
          </w:tcPr>
          <w:p w14:paraId="5AECA668" w14:textId="77777777" w:rsidR="00D625F6" w:rsidRPr="00DC1274" w:rsidRDefault="00D625F6" w:rsidP="00965B31">
            <w:pPr>
              <w:pStyle w:val="blocktext1"/>
            </w:pPr>
          </w:p>
        </w:tc>
      </w:tr>
      <w:tr w:rsidR="00D625F6" w:rsidRPr="00DC1274" w14:paraId="6C37AC69" w14:textId="77777777" w:rsidTr="00965B31">
        <w:trPr>
          <w:cantSplit/>
        </w:trPr>
        <w:tc>
          <w:tcPr>
            <w:tcW w:w="10080" w:type="dxa"/>
            <w:gridSpan w:val="12"/>
          </w:tcPr>
          <w:p w14:paraId="2451ABC7" w14:textId="77777777" w:rsidR="00D625F6" w:rsidRPr="00DC1274" w:rsidRDefault="00D625F6" w:rsidP="00965B31">
            <w:pPr>
              <w:pStyle w:val="blocktext1"/>
            </w:pPr>
          </w:p>
        </w:tc>
      </w:tr>
    </w:tbl>
    <w:p w14:paraId="2EDE1E0C" w14:textId="77777777" w:rsidR="00D625F6" w:rsidRPr="00DC1274" w:rsidRDefault="00D625F6" w:rsidP="00D625F6">
      <w:pPr>
        <w:pStyle w:val="isonormal"/>
      </w:pPr>
    </w:p>
    <w:p w14:paraId="0F8FA455" w14:textId="77777777" w:rsidR="00D625F6" w:rsidRDefault="00D625F6" w:rsidP="00D625F6">
      <w:pPr>
        <w:pStyle w:val="isonormal"/>
        <w:sectPr w:rsidR="00D625F6" w:rsidSect="00D625F6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113AFE" w14:paraId="5907D1E9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FFF0A" w14:textId="77777777" w:rsidR="00D625F6" w:rsidRPr="00113AFE" w:rsidRDefault="00D625F6" w:rsidP="00965B31">
            <w:pPr>
              <w:pStyle w:val="tablehead"/>
            </w:pPr>
            <w:r w:rsidRPr="00113AFE">
              <w:lastRenderedPageBreak/>
              <w:t>$100,000/200,000 BASIC LIMIT OCCURRENCE</w:t>
            </w:r>
            <w:r w:rsidRPr="00113AFE">
              <w:br/>
              <w:t>Premises/Operations (Prem/Ops) (Subline Code 334) Territory 504</w:t>
            </w:r>
            <w:r w:rsidRPr="00113AFE">
              <w:br/>
              <w:t>Products/Completed Operations (Prod/COps)</w:t>
            </w:r>
            <w:r w:rsidRPr="00113AFE">
              <w:tab/>
              <w:t xml:space="preserve">(Subline Code 336) Entire State Territory 999 </w:t>
            </w:r>
          </w:p>
        </w:tc>
      </w:tr>
      <w:tr w:rsidR="00D625F6" w:rsidRPr="00113AFE" w14:paraId="41C7ABB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0CC917" w14:textId="77777777" w:rsidR="00D625F6" w:rsidRPr="00113AFE" w:rsidRDefault="00D625F6" w:rsidP="00965B31">
            <w:pPr>
              <w:pStyle w:val="tablehead"/>
            </w:pPr>
            <w:r w:rsidRPr="00113AFE">
              <w:t>Class</w:t>
            </w:r>
            <w:r w:rsidRPr="00113AF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B2AFB" w14:textId="77777777" w:rsidR="00D625F6" w:rsidRPr="00113AFE" w:rsidRDefault="00D625F6" w:rsidP="00965B31">
            <w:pPr>
              <w:pStyle w:val="tablehead"/>
            </w:pPr>
            <w:r w:rsidRPr="00113AFE">
              <w:t>Prem/</w:t>
            </w:r>
            <w:r w:rsidRPr="00113AF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FCBECB" w14:textId="77777777" w:rsidR="00D625F6" w:rsidRPr="00113AFE" w:rsidRDefault="00D625F6" w:rsidP="00965B31">
            <w:pPr>
              <w:pStyle w:val="tablehead"/>
            </w:pPr>
            <w:r w:rsidRPr="00113AFE">
              <w:t>Prod/</w:t>
            </w:r>
            <w:r w:rsidRPr="00113AF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042E4" w14:textId="77777777" w:rsidR="00D625F6" w:rsidRPr="00113AFE" w:rsidRDefault="00D625F6" w:rsidP="00965B31">
            <w:pPr>
              <w:pStyle w:val="tablehead"/>
            </w:pPr>
            <w:r w:rsidRPr="00113AFE">
              <w:t>Class</w:t>
            </w:r>
            <w:r w:rsidRPr="00113AF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831A2A" w14:textId="77777777" w:rsidR="00D625F6" w:rsidRPr="00113AFE" w:rsidRDefault="00D625F6" w:rsidP="00965B31">
            <w:pPr>
              <w:pStyle w:val="tablehead"/>
            </w:pPr>
            <w:r w:rsidRPr="00113AFE">
              <w:t>Prem/</w:t>
            </w:r>
            <w:r w:rsidRPr="00113AF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FA87B" w14:textId="77777777" w:rsidR="00D625F6" w:rsidRPr="00113AFE" w:rsidRDefault="00D625F6" w:rsidP="00965B31">
            <w:pPr>
              <w:pStyle w:val="tablehead"/>
            </w:pPr>
            <w:r w:rsidRPr="00113AFE">
              <w:t>Prod/</w:t>
            </w:r>
            <w:r w:rsidRPr="00113AF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3F4DC0" w14:textId="77777777" w:rsidR="00D625F6" w:rsidRPr="00113AFE" w:rsidRDefault="00D625F6" w:rsidP="00965B31">
            <w:pPr>
              <w:pStyle w:val="tablehead"/>
            </w:pPr>
            <w:r w:rsidRPr="00113AFE">
              <w:t>Class</w:t>
            </w:r>
            <w:r w:rsidRPr="00113AF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69B22" w14:textId="77777777" w:rsidR="00D625F6" w:rsidRPr="00113AFE" w:rsidRDefault="00D625F6" w:rsidP="00965B31">
            <w:pPr>
              <w:pStyle w:val="tablehead"/>
            </w:pPr>
            <w:r w:rsidRPr="00113AFE">
              <w:t>Prem/</w:t>
            </w:r>
            <w:r w:rsidRPr="00113AF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CA6622" w14:textId="77777777" w:rsidR="00D625F6" w:rsidRPr="00113AFE" w:rsidRDefault="00D625F6" w:rsidP="00965B31">
            <w:pPr>
              <w:pStyle w:val="tablehead"/>
            </w:pPr>
            <w:r w:rsidRPr="00113AFE">
              <w:t>Prod/</w:t>
            </w:r>
            <w:r w:rsidRPr="00113AF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CE6B6" w14:textId="77777777" w:rsidR="00D625F6" w:rsidRPr="00113AFE" w:rsidRDefault="00D625F6" w:rsidP="00965B31">
            <w:pPr>
              <w:pStyle w:val="tablehead"/>
            </w:pPr>
            <w:r w:rsidRPr="00113AFE">
              <w:t>Class</w:t>
            </w:r>
            <w:r w:rsidRPr="00113AF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EBD572" w14:textId="77777777" w:rsidR="00D625F6" w:rsidRPr="00113AFE" w:rsidRDefault="00D625F6" w:rsidP="00965B31">
            <w:pPr>
              <w:pStyle w:val="tablehead"/>
            </w:pPr>
            <w:r w:rsidRPr="00113AFE">
              <w:t>Prem/</w:t>
            </w:r>
            <w:r w:rsidRPr="00113AF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8490F" w14:textId="77777777" w:rsidR="00D625F6" w:rsidRPr="00113AFE" w:rsidRDefault="00D625F6" w:rsidP="00965B31">
            <w:pPr>
              <w:pStyle w:val="tablehead"/>
            </w:pPr>
            <w:r w:rsidRPr="00113AFE">
              <w:t>Prod/</w:t>
            </w:r>
            <w:r w:rsidRPr="00113AFE">
              <w:br/>
              <w:t>Cops</w:t>
            </w:r>
          </w:p>
        </w:tc>
      </w:tr>
      <w:tr w:rsidR="00D625F6" w:rsidRPr="00113AFE" w14:paraId="35CB3B0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2D768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E8169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73757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E62B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4B6C4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4716C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FE52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69D06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2CE3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CED90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29D4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7AED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1.07</w:t>
            </w:r>
          </w:p>
        </w:tc>
      </w:tr>
      <w:tr w:rsidR="00D625F6" w:rsidRPr="00113AFE" w14:paraId="6708F36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576D4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C8EAF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D074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BB5CE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A5423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A945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8937C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ECE65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0C411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EB60A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A6CD5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E00FE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2.34</w:t>
            </w:r>
          </w:p>
        </w:tc>
      </w:tr>
      <w:tr w:rsidR="00D625F6" w:rsidRPr="00113AFE" w14:paraId="2A56BC5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E9C2B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A1115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4F4F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56D22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8664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7883B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21741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2C79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FE7C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BF4A4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523A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4881D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.81</w:t>
            </w:r>
          </w:p>
        </w:tc>
      </w:tr>
      <w:tr w:rsidR="00D625F6" w:rsidRPr="00113AFE" w14:paraId="799DD3F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34BF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602B8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32B54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2113A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BC48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E2197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B7572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57D38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188EA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E3BFF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067F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A59B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40D3E02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A951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E58F8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82C69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C9DF9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52D87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0663D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F15F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A7C79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5FC68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10271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768A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723C3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</w:tr>
      <w:tr w:rsidR="00D625F6" w:rsidRPr="00113AFE" w14:paraId="16631C6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B4316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973B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818D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5A73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3DB0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64893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B0F9D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2B63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4BD43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D7B0D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64EAE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54273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113AFE" w14:paraId="24145EC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67BF4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E313B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38C5C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C7CDD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F0326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8B2F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70980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41D76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B1DE9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4D7B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45FB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8EF62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</w:tr>
      <w:tr w:rsidR="00D625F6" w:rsidRPr="00113AFE" w14:paraId="47479D8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448B7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66135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C0818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5263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89FB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42425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B722B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7941F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A1B17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E1EAE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BB1D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304B0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</w:tr>
      <w:tr w:rsidR="00D625F6" w:rsidRPr="00113AFE" w14:paraId="6E2F93A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2B908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126D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1C7C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DB017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943B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68EE7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51733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7CCD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AB26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B89F0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7989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517D1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</w:tr>
      <w:tr w:rsidR="00D625F6" w:rsidRPr="00113AFE" w14:paraId="5DA3404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05419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7023F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E0973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D3D19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DA40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A6B82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B3CFC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F5275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B343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ED00F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0C47D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EBE9D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</w:tr>
      <w:tr w:rsidR="00D625F6" w:rsidRPr="00113AFE" w14:paraId="3C6F112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613A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CAD0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E58C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E288A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6199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F8493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DDE62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92D7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31716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97871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4B8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4A15C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</w:tr>
      <w:tr w:rsidR="00D625F6" w:rsidRPr="00113AFE" w14:paraId="6CBA92E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0D624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3CA9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EEBF2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EA9DC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73C02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5DF75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A7754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0939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B5CB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126FD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15C1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72105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113AFE" w14:paraId="61CD7D3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2C32B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63040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5C2BF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CD568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3BD36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EB6ED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C9B1B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74223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0FEC5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AC56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C13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8D2D9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</w:tr>
      <w:tr w:rsidR="00D625F6" w:rsidRPr="00113AFE" w14:paraId="0D6DB51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96B2B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11ACD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DFD92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58E60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3C587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D9EEB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64CCC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D2D7D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6E62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86CE5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630EE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0CF3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130B649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94C5C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33BD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A84F6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BA882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C669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8366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CB469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1FE8E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F6255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C1B10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719E5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91AF0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1B4619B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EFB5A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D8742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AC777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30DED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A13F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BCC0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F33AF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EA62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9F1E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0FD02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71F5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B8410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7E29DB6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5CC1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347D3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74FC8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C753D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A66D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95E50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41314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CD562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2F8C0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DCA05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C0DB6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6EE89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1C25060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3E6C0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81AD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B2BD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E6AC5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2C4D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F5B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DB744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C654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50EE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9BF22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667E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DAA2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113AFE" w14:paraId="6C3A8E0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4803F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8E4F3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425FA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1D0A5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E284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BF99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21E59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2FAC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A56FC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80D70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86052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4137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27.20</w:t>
            </w:r>
          </w:p>
        </w:tc>
      </w:tr>
      <w:tr w:rsidR="00D625F6" w:rsidRPr="00113AFE" w14:paraId="2884D1F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749F5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D0476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0EF25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334D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EB9C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9DE6F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72BAE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38682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BE9F6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B802C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0F0D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49F02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6.49</w:t>
            </w:r>
          </w:p>
        </w:tc>
      </w:tr>
      <w:tr w:rsidR="00D625F6" w:rsidRPr="00113AFE" w14:paraId="090ADF3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7BA17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AB12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B6390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753D9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858B6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036C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14EAC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3FE0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5B282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DD5C8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F281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2747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15.90</w:t>
            </w:r>
          </w:p>
        </w:tc>
      </w:tr>
      <w:tr w:rsidR="00D625F6" w:rsidRPr="00113AFE" w14:paraId="64CB049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1D644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5924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A2BCD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F33AC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E27B4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5CC2D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6C57F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3693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9034F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09F60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F102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A64D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3.80</w:t>
            </w:r>
          </w:p>
        </w:tc>
      </w:tr>
      <w:tr w:rsidR="00D625F6" w:rsidRPr="00113AFE" w14:paraId="43F4548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CCE94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F1E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651E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212F2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D8E93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3943E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AC52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A063E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E3E47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82E1D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E065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648D0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7F708D4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B16A9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1088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18A5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5479B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8E5E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83AD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609E0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5799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67DEE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A0FC5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BB93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DDCE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113AFE" w14:paraId="20F4315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85381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8419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A4EB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AE081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391C7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C3BC3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D71B8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07D6E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8B9C9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BF8D0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4FE2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72004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596333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5A20F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6EFE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ED56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C96F9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892C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44266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415ED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9FAE5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AD5D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A9138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CB5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292B6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1ACBF1E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1DDA4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0A9AE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A4E8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37479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8213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F4454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CFBF8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B2E6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15441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A2C1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A261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492AD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</w:tr>
      <w:tr w:rsidR="00D625F6" w:rsidRPr="00113AFE" w14:paraId="00309EE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B2878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C545E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D6CA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DCF41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4DE3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E73B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B38F5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4EF4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CAD05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66911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97942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DA8C6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6AE121E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DD29F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6068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4B54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ADE33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B24F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5FAC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2CFCD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AE30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58C64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7BF47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1F6AA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09280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554EDBC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F55D7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D03B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4E29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69E64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737BE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276ED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9222A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0645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681ED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3388A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CDF0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3C6C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113AFE" w14:paraId="31D2E4C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310D4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9683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EC4BE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E758E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09BD5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70CA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8.71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D2715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0FDE3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8BC38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9602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A674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9B21D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6618E95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F1211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4C80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9A03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32967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837B3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D9B5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DB6EB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F2C8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B80F2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E983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2105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A4A8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3.64</w:t>
            </w:r>
          </w:p>
        </w:tc>
      </w:tr>
      <w:tr w:rsidR="00D625F6" w:rsidRPr="00113AFE" w14:paraId="5FB50C5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D7EF5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C659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2B4A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9B0EE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565C3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DD8BC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0778B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6E1C4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006FA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87884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435A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BD987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1270C96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7995C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32EE6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AE42D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07C25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78390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F0947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393BB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7237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90884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879D5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6BDF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2818E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51C4A47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48D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8FD3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7BB60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C0FFE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E4D0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CEF03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A232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35993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01E1D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023D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BB8C2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BD985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.44</w:t>
            </w:r>
          </w:p>
        </w:tc>
      </w:tr>
      <w:tr w:rsidR="00D625F6" w:rsidRPr="00113AFE" w14:paraId="7AC4046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78C9A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9E26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0AB25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276CC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4271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D1D1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1C382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64F5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F3D16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74578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0C33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DFEC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113AFE" w14:paraId="4FC7D85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A3478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B10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3B77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2C445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07C0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421FE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8DF40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942C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3FD20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298F4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2AAC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F2C0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10.50</w:t>
            </w:r>
          </w:p>
        </w:tc>
      </w:tr>
      <w:tr w:rsidR="00D625F6" w:rsidRPr="00113AFE" w14:paraId="065E9F2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24683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7D412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FB77E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F277A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A50D5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BC93C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3ABB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F1F56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20541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04E60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BA8D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8422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13.80</w:t>
            </w:r>
          </w:p>
        </w:tc>
      </w:tr>
      <w:tr w:rsidR="00D625F6" w:rsidRPr="00113AFE" w14:paraId="0D5F5C6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B30A4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5FAC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15305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AB44B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3740A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798D2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E8D6E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45FF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290F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07F2A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B5EDF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39171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</w:tr>
      <w:tr w:rsidR="00D625F6" w:rsidRPr="00113AFE" w14:paraId="50A011C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92979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8CE10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6241D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44062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6ACE5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39700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48B41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F158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ACA5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2538F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C85DE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8653A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</w:tr>
      <w:tr w:rsidR="00D625F6" w:rsidRPr="00113AFE" w14:paraId="329E185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7B400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1254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F5D33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7298C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1A64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55B32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85FBC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D8F9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A0A43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8A2F4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032B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B301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0A20724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969F2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251A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BE3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48364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17D8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8801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72ECD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B500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A096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7FE6C" w14:textId="77777777" w:rsidR="00D625F6" w:rsidRPr="00113AF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86A0D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92F1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113AFE" w14:paraId="4F182E0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DD1DC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8AF4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80B48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5AB9D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5737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A5B83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5A9E7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3B952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92D52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6.39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C74EA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DEB7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FA98C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33EAD5B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9EDDF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77A7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2548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21124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8783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852D6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E9D75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B5072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9EF11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54E38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69BAD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F13E3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0221219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596AF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2A32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AA287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A0343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C0299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C7894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AAD2A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21793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F2AD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C0632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6A8E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B29D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1.47</w:t>
            </w:r>
          </w:p>
        </w:tc>
      </w:tr>
      <w:tr w:rsidR="00D625F6" w:rsidRPr="00113AFE" w14:paraId="789C909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20A00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676A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378B4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A7186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1FD3D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D0C03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2BCDC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421B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EECA8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9CE2F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7C32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6A675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3.64</w:t>
            </w:r>
          </w:p>
        </w:tc>
      </w:tr>
      <w:tr w:rsidR="00D625F6" w:rsidRPr="00113AFE" w14:paraId="16BBAF2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3287A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14987A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2A571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5BCDDE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F5A68C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32E17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0BEB0B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4D1CD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315FEB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987EB" w14:textId="77777777" w:rsidR="00D625F6" w:rsidRPr="00113AFE" w:rsidRDefault="00D625F6" w:rsidP="00965B31">
            <w:pPr>
              <w:pStyle w:val="tabletext10"/>
              <w:rPr>
                <w:b/>
              </w:rPr>
            </w:pPr>
            <w:r w:rsidRPr="00113AFE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20427F" w14:textId="77777777" w:rsidR="00D625F6" w:rsidRPr="00113AFE" w:rsidRDefault="00D625F6" w:rsidP="00965B31">
            <w:pPr>
              <w:pStyle w:val="tabletext10"/>
              <w:tabs>
                <w:tab w:val="decimal" w:pos="300"/>
              </w:tabs>
            </w:pPr>
            <w:r w:rsidRPr="00113AFE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A3F35A" w14:textId="77777777" w:rsidR="00D625F6" w:rsidRPr="00113AFE" w:rsidRDefault="00D625F6" w:rsidP="00965B31">
            <w:pPr>
              <w:pStyle w:val="tabletext10"/>
              <w:jc w:val="center"/>
            </w:pPr>
            <w:r w:rsidRPr="00113AFE">
              <w:t xml:space="preserve"> – </w:t>
            </w:r>
          </w:p>
        </w:tc>
      </w:tr>
      <w:tr w:rsidR="00D625F6" w:rsidRPr="00113AFE" w14:paraId="2351567D" w14:textId="77777777" w:rsidTr="00965B31">
        <w:trPr>
          <w:cantSplit/>
        </w:trPr>
        <w:tc>
          <w:tcPr>
            <w:tcW w:w="10080" w:type="dxa"/>
            <w:gridSpan w:val="12"/>
          </w:tcPr>
          <w:p w14:paraId="393AE433" w14:textId="77777777" w:rsidR="00D625F6" w:rsidRPr="00113AFE" w:rsidRDefault="00D625F6" w:rsidP="00965B31">
            <w:pPr>
              <w:pStyle w:val="blocktext1"/>
            </w:pPr>
          </w:p>
        </w:tc>
      </w:tr>
      <w:tr w:rsidR="00D625F6" w:rsidRPr="00113AFE" w14:paraId="15C05EAB" w14:textId="77777777" w:rsidTr="00965B31">
        <w:trPr>
          <w:cantSplit/>
        </w:trPr>
        <w:tc>
          <w:tcPr>
            <w:tcW w:w="10080" w:type="dxa"/>
            <w:gridSpan w:val="12"/>
          </w:tcPr>
          <w:p w14:paraId="026FCAB6" w14:textId="77777777" w:rsidR="00D625F6" w:rsidRPr="00113AFE" w:rsidRDefault="00D625F6" w:rsidP="00965B31">
            <w:pPr>
              <w:pStyle w:val="blocktext1"/>
            </w:pPr>
          </w:p>
        </w:tc>
      </w:tr>
    </w:tbl>
    <w:p w14:paraId="0FFC8298" w14:textId="77777777" w:rsidR="00D625F6" w:rsidRPr="00113AFE" w:rsidRDefault="00D625F6" w:rsidP="00D625F6">
      <w:pPr>
        <w:pStyle w:val="isonormal"/>
      </w:pPr>
    </w:p>
    <w:p w14:paraId="70E594F8" w14:textId="77777777" w:rsidR="00D625F6" w:rsidRDefault="00D625F6" w:rsidP="00D625F6">
      <w:pPr>
        <w:pStyle w:val="isonormal"/>
        <w:sectPr w:rsidR="00D625F6" w:rsidSect="00D625F6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FB189C" w14:paraId="7C4F3426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0E934" w14:textId="77777777" w:rsidR="00D625F6" w:rsidRPr="00FB189C" w:rsidRDefault="00D625F6" w:rsidP="00965B31">
            <w:pPr>
              <w:pStyle w:val="tablehead"/>
            </w:pPr>
            <w:r w:rsidRPr="00FB189C">
              <w:lastRenderedPageBreak/>
              <w:t>$100,000/200,000 BASIC LIMIT OCCURRENCE</w:t>
            </w:r>
            <w:r w:rsidRPr="00FB189C">
              <w:br/>
              <w:t>Premises/Operations (Prem/Ops) (Subline Code 334) Territory 504</w:t>
            </w:r>
            <w:r w:rsidRPr="00FB189C">
              <w:br/>
              <w:t>Products/Completed Operations (Prod/COps)</w:t>
            </w:r>
            <w:r w:rsidRPr="00FB189C">
              <w:tab/>
              <w:t xml:space="preserve">(Subline Code 336) Entire State Territory 999 </w:t>
            </w:r>
          </w:p>
        </w:tc>
      </w:tr>
      <w:tr w:rsidR="00D625F6" w:rsidRPr="00FB189C" w14:paraId="0BC3819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59081DB" w14:textId="77777777" w:rsidR="00D625F6" w:rsidRPr="00FB189C" w:rsidRDefault="00D625F6" w:rsidP="00965B31">
            <w:pPr>
              <w:pStyle w:val="tablehead"/>
            </w:pPr>
            <w:r w:rsidRPr="00FB189C">
              <w:t>Class</w:t>
            </w:r>
            <w:r w:rsidRPr="00FB189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25F57" w14:textId="77777777" w:rsidR="00D625F6" w:rsidRPr="00FB189C" w:rsidRDefault="00D625F6" w:rsidP="00965B31">
            <w:pPr>
              <w:pStyle w:val="tablehead"/>
            </w:pPr>
            <w:r w:rsidRPr="00FB189C">
              <w:t>Prem/</w:t>
            </w:r>
            <w:r w:rsidRPr="00FB189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A0499A" w14:textId="77777777" w:rsidR="00D625F6" w:rsidRPr="00FB189C" w:rsidRDefault="00D625F6" w:rsidP="00965B31">
            <w:pPr>
              <w:pStyle w:val="tablehead"/>
            </w:pPr>
            <w:r w:rsidRPr="00FB189C">
              <w:t>Prod/</w:t>
            </w:r>
            <w:r w:rsidRPr="00FB189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446E1" w14:textId="77777777" w:rsidR="00D625F6" w:rsidRPr="00FB189C" w:rsidRDefault="00D625F6" w:rsidP="00965B31">
            <w:pPr>
              <w:pStyle w:val="tablehead"/>
            </w:pPr>
            <w:r w:rsidRPr="00FB189C">
              <w:t>Class</w:t>
            </w:r>
            <w:r w:rsidRPr="00FB189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8FE67A" w14:textId="77777777" w:rsidR="00D625F6" w:rsidRPr="00FB189C" w:rsidRDefault="00D625F6" w:rsidP="00965B31">
            <w:pPr>
              <w:pStyle w:val="tablehead"/>
            </w:pPr>
            <w:r w:rsidRPr="00FB189C">
              <w:t>Prem/</w:t>
            </w:r>
            <w:r w:rsidRPr="00FB189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9ADC4" w14:textId="77777777" w:rsidR="00D625F6" w:rsidRPr="00FB189C" w:rsidRDefault="00D625F6" w:rsidP="00965B31">
            <w:pPr>
              <w:pStyle w:val="tablehead"/>
            </w:pPr>
            <w:r w:rsidRPr="00FB189C">
              <w:t>Prod/</w:t>
            </w:r>
            <w:r w:rsidRPr="00FB189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DBEAB4" w14:textId="77777777" w:rsidR="00D625F6" w:rsidRPr="00FB189C" w:rsidRDefault="00D625F6" w:rsidP="00965B31">
            <w:pPr>
              <w:pStyle w:val="tablehead"/>
            </w:pPr>
            <w:r w:rsidRPr="00FB189C">
              <w:t>Class</w:t>
            </w:r>
            <w:r w:rsidRPr="00FB189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7E590" w14:textId="77777777" w:rsidR="00D625F6" w:rsidRPr="00FB189C" w:rsidRDefault="00D625F6" w:rsidP="00965B31">
            <w:pPr>
              <w:pStyle w:val="tablehead"/>
            </w:pPr>
            <w:r w:rsidRPr="00FB189C">
              <w:t>Prem/</w:t>
            </w:r>
            <w:r w:rsidRPr="00FB189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BEADFD" w14:textId="77777777" w:rsidR="00D625F6" w:rsidRPr="00FB189C" w:rsidRDefault="00D625F6" w:rsidP="00965B31">
            <w:pPr>
              <w:pStyle w:val="tablehead"/>
            </w:pPr>
            <w:r w:rsidRPr="00FB189C">
              <w:t>Prod/</w:t>
            </w:r>
            <w:r w:rsidRPr="00FB189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5933C" w14:textId="77777777" w:rsidR="00D625F6" w:rsidRPr="00FB189C" w:rsidRDefault="00D625F6" w:rsidP="00965B31">
            <w:pPr>
              <w:pStyle w:val="tablehead"/>
            </w:pPr>
            <w:r w:rsidRPr="00FB189C">
              <w:t>Class</w:t>
            </w:r>
            <w:r w:rsidRPr="00FB189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8E33D8" w14:textId="77777777" w:rsidR="00D625F6" w:rsidRPr="00FB189C" w:rsidRDefault="00D625F6" w:rsidP="00965B31">
            <w:pPr>
              <w:pStyle w:val="tablehead"/>
            </w:pPr>
            <w:r w:rsidRPr="00FB189C">
              <w:t>Prem/</w:t>
            </w:r>
            <w:r w:rsidRPr="00FB189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7D782" w14:textId="77777777" w:rsidR="00D625F6" w:rsidRPr="00FB189C" w:rsidRDefault="00D625F6" w:rsidP="00965B31">
            <w:pPr>
              <w:pStyle w:val="tablehead"/>
            </w:pPr>
            <w:r w:rsidRPr="00FB189C">
              <w:t>Prod/</w:t>
            </w:r>
            <w:r w:rsidRPr="00FB189C">
              <w:br/>
              <w:t>Cops</w:t>
            </w:r>
          </w:p>
        </w:tc>
      </w:tr>
      <w:tr w:rsidR="00D625F6" w:rsidRPr="00FB189C" w14:paraId="1AFB914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FAF95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FE1A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0036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E7FED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E58E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64DEB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817B2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1F40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AE3B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FC2E6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4A12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67C4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5CF7D67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23693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48C0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9.62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DC91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7F5D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FBA7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1FE6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9FA67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82FB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B415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699D8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8DB6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5890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2E1BA79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C9C02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9B258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BCDF6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910BC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3E93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7CD90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5BF49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859A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3C7C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54B3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3FA0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B2E4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2CC739D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A5753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4FFD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6C7B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8D308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4B70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EF25E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4E42E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27F1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19E8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B2B02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DCBA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9F2E0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0836FDD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3BFD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15F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B83A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6EFEA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ED81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4123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C96F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91FC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60F2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04BE4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C6C4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2C2C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5A70E5D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3D9A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C0E6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0FD2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D81F0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E9ED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F8E7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96391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D809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A6B8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B277B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579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A7D9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4292BDE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F5196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9BC7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FD3F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336B9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70D1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DA91B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D5FC6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02F8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B5C6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3BA05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4484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5AC60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7E15137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B6D3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A3A0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06D2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8C98F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962F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7.72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68CC6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3691C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4479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A4AD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5C051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FD5B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5C14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394C5FE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999ED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2C1C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107B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12309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9F54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35293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3AA92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35C5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B0D8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331FC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17BF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EAB3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77B46AC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8472F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FB23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591A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24036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63176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4272E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FC2BC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E9AE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8C23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FAA53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5ECD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B16B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3090F5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19335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9519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ADE1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53CC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98B3D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F4A4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1323A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0A9E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2935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ACEE4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FBE7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BD46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5854413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D4CB3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44E90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6B47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718DE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1E75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50DF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64F6A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191A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DFFD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D00A0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DB6F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10E7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5C50F1C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F8D3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7927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9C01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AC6F7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FA35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9D72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00D39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8089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D79B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44A68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77690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C32A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2B5D48D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98B2C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CE79C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E103B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88FD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13EC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2559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9B6DA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8A9D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8F62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8D7FD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2F53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96A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6B35906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F922E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CC26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94B0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7F755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8581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82685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AB71F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01560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0DA1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C8D5C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7E1C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E7E7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4BC985A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10FE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C57DA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329D9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96577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654F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6F75A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C0D30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2CDF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378C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D6F84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BF32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BA44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3DC56A2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9B71C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25350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2E8FF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15CAC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D0AC0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2408A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2D156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5BCF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F18C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6B4AD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E52F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2EE1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13D179D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767E3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4F00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87D2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720CE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2698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7796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9F71C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99C9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998F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DE71D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823E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5D24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0040A6C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AEFFC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58510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EB3F2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A0B94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AFD3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1EA26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0773D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B4B4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3E73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91B25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313D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CD7D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7E9C7D5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9D935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EAEB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11F90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487A3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47E7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7.62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5481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A9908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D8E1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1CFF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32F7D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1873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CC9F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520CCE8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15B6E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D694D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D5663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7DC45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A334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7.31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DCB5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D8F76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55BB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C37A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FAFAD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3478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CE5E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4043548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BAAF8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AC01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7FD9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8250D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2617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1880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CCCDD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BFCF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4A94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E29CA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5D19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5A7C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13A0596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F0FA4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7FAC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D0D18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3944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DE6F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7.04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2053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F025F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AC5D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5707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8ACD8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BC0F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D68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3A21F70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36B6A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C798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0115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5AE23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660C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AEFD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F93DF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8B59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B4B20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E12B3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00B1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6FFD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256CDD8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EC785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91C7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5272B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C69B9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0B48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5.12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A5C1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C796F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B7A4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FDA2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0DF83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B7A3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D1AD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1AFA3A1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AD822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27F9E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6C67D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96715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4308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6.42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7533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10D40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60BD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03A4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8781C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742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80B6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2231E3A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39618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1D55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2FE92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CD9D7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DECC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1D97F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1CE5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63E3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DB6E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F47A4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C123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33480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7CD962E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72647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5CD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B79DA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E8BCA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5BE4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20B1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0C5B4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D5B8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D8C1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4D308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0B0F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21CD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27A5908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35ED4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9C60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D529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6A14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F2F1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F9864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63654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F140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100E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C712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E2A8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267D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07D18A0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7199D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E4BD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04C9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76D17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0C73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7B49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6F705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F343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2DAB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CF220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17B1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BBD1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1505CDF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9C9C6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E7B7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13A0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190DA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EF016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D3D41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3C879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E85F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68E40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C2390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D1DF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3274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3B37B1B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C59F9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470F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F50F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29A6F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B415B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72045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DB33C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1D92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50E5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37FD7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C0DF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3CD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4CD49C8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A6AE3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36E6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EC9B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C8390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FF33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379BF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287A1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9ECE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2235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2E779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6D42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53D7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2E2FB87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5E932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FEA33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8617E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11D1A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651E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FD9A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D2533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8C6F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6608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1F09C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87B2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188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3B32491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4352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8BC9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6C996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06133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DB5F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AE02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5478E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6C5D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085E0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CA1C4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6A94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9EBA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1E9C5B2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B1F59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E55F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4231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32510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1AC6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EEFB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EF74D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22B2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F2DE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08E26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A071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FF66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391A0FB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0E40A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958C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FC1F4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08AA1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305E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71AD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E2186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8BC9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8AFF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2B9BE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C9E4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0744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2F836AF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9378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4B07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22DA1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D4B03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37D8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413F6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EB5E2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48010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19B1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77A73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1775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C8EE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4253DF1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B7C57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E040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E3686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E7751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4209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3033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038D0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074D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FC19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36586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A961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C534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6475E70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1C7A7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50CC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860EC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B18C6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2320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5348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D8CB8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C289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EEA9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AC812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A483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FCA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5FCB2C5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E0F3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B09A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EF103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0DEBA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D48DB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0D7B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17A3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AD39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5385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FBA60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DBB0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C162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6D12222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FD7DA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8710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5FC0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27F80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1F4A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318A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6DB01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C584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38E5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92EDA" w14:textId="77777777" w:rsidR="00D625F6" w:rsidRPr="00FB18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719F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CF2F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471B18B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5415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91E6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FD68B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661C4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1A32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CC7E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D3CA3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C05A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148E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6CE6F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769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3E81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4F494DD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FE8F6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92652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FE27F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0D948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C935F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E72C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6699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17F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9D1C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13C38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01F6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0FA2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16B11AC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BCFE7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39D7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DDD09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5A29F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C8D60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846A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905E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E513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EC0D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8B65F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322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6D61E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70ADBCD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D5B5A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6465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6403D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B57ED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8EB0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C38EA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041A6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35294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3A00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E0E97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2BAF5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B057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50E4DE4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23B54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1ADA69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  <w:r w:rsidRPr="00FB189C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39C043" w14:textId="77777777" w:rsidR="00D625F6" w:rsidRPr="00FB189C" w:rsidRDefault="00D625F6" w:rsidP="00965B31">
            <w:pPr>
              <w:pStyle w:val="tabletext10"/>
              <w:jc w:val="center"/>
            </w:pPr>
            <w:r w:rsidRPr="00FB18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91CD8B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870313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D9E81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06BA52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8E38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2AB730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272CC" w14:textId="77777777" w:rsidR="00D625F6" w:rsidRPr="00FB189C" w:rsidRDefault="00D625F6" w:rsidP="00965B31">
            <w:pPr>
              <w:pStyle w:val="tabletext10"/>
              <w:rPr>
                <w:b/>
              </w:rPr>
            </w:pPr>
            <w:r w:rsidRPr="00FB189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BAC517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27DA0C" w14:textId="77777777" w:rsidR="00D625F6" w:rsidRPr="00FB18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B189C" w14:paraId="7E74750F" w14:textId="77777777" w:rsidTr="00965B31">
        <w:trPr>
          <w:cantSplit/>
        </w:trPr>
        <w:tc>
          <w:tcPr>
            <w:tcW w:w="10080" w:type="dxa"/>
            <w:gridSpan w:val="12"/>
          </w:tcPr>
          <w:p w14:paraId="772FC3B9" w14:textId="77777777" w:rsidR="00D625F6" w:rsidRPr="00FB189C" w:rsidRDefault="00D625F6" w:rsidP="00965B31">
            <w:pPr>
              <w:pStyle w:val="blocktext1"/>
            </w:pPr>
          </w:p>
        </w:tc>
      </w:tr>
      <w:tr w:rsidR="00D625F6" w:rsidRPr="00FB189C" w14:paraId="3EEF3A0A" w14:textId="77777777" w:rsidTr="00965B31">
        <w:trPr>
          <w:cantSplit/>
        </w:trPr>
        <w:tc>
          <w:tcPr>
            <w:tcW w:w="10080" w:type="dxa"/>
            <w:gridSpan w:val="12"/>
          </w:tcPr>
          <w:p w14:paraId="54BBAD2B" w14:textId="77777777" w:rsidR="00D625F6" w:rsidRPr="00FB189C" w:rsidRDefault="00D625F6" w:rsidP="00965B31">
            <w:pPr>
              <w:pStyle w:val="blocktext1"/>
            </w:pPr>
          </w:p>
        </w:tc>
      </w:tr>
    </w:tbl>
    <w:p w14:paraId="7A926F4A" w14:textId="77777777" w:rsidR="00D625F6" w:rsidRPr="00FB189C" w:rsidRDefault="00D625F6" w:rsidP="00D625F6">
      <w:pPr>
        <w:pStyle w:val="isonormal"/>
      </w:pPr>
    </w:p>
    <w:p w14:paraId="56318E87" w14:textId="77777777" w:rsidR="00D625F6" w:rsidRDefault="00D625F6" w:rsidP="00D625F6">
      <w:pPr>
        <w:pStyle w:val="isonormal"/>
        <w:sectPr w:rsidR="00D625F6" w:rsidSect="00D625F6">
          <w:headerReference w:type="default" r:id="rId57"/>
          <w:footerReference w:type="default" r:id="rId5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5D358E" w14:paraId="137F1690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5A81C" w14:textId="77777777" w:rsidR="00D625F6" w:rsidRPr="005D358E" w:rsidRDefault="00D625F6" w:rsidP="00965B31">
            <w:pPr>
              <w:pStyle w:val="tablehead"/>
            </w:pPr>
            <w:r w:rsidRPr="005D358E">
              <w:lastRenderedPageBreak/>
              <w:t>$100,000/200,000 BASIC LIMIT OCCURRENCE</w:t>
            </w:r>
            <w:r w:rsidRPr="005D358E">
              <w:br/>
              <w:t>Premises/Operations (Prem/Ops) (Subline Code 334) Territory 506</w:t>
            </w:r>
            <w:r w:rsidRPr="005D358E">
              <w:br/>
              <w:t>Products/Completed Operations (Prod/COps)</w:t>
            </w:r>
            <w:r w:rsidRPr="005D358E">
              <w:tab/>
              <w:t xml:space="preserve">(Subline Code 336) Entire State Territory 999 </w:t>
            </w:r>
          </w:p>
        </w:tc>
      </w:tr>
      <w:tr w:rsidR="00D625F6" w:rsidRPr="005D358E" w14:paraId="08A70E2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D91445E" w14:textId="77777777" w:rsidR="00D625F6" w:rsidRPr="005D358E" w:rsidRDefault="00D625F6" w:rsidP="00965B31">
            <w:pPr>
              <w:pStyle w:val="tablehead"/>
            </w:pPr>
            <w:r w:rsidRPr="005D358E">
              <w:t>Class</w:t>
            </w:r>
            <w:r w:rsidRPr="005D358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88A84" w14:textId="77777777" w:rsidR="00D625F6" w:rsidRPr="005D358E" w:rsidRDefault="00D625F6" w:rsidP="00965B31">
            <w:pPr>
              <w:pStyle w:val="tablehead"/>
            </w:pPr>
            <w:r w:rsidRPr="005D358E">
              <w:t>Prem/</w:t>
            </w:r>
            <w:r w:rsidRPr="005D358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E69E8E" w14:textId="77777777" w:rsidR="00D625F6" w:rsidRPr="005D358E" w:rsidRDefault="00D625F6" w:rsidP="00965B31">
            <w:pPr>
              <w:pStyle w:val="tablehead"/>
            </w:pPr>
            <w:r w:rsidRPr="005D358E">
              <w:t>Prod/</w:t>
            </w:r>
            <w:r w:rsidRPr="005D358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D74B1" w14:textId="77777777" w:rsidR="00D625F6" w:rsidRPr="005D358E" w:rsidRDefault="00D625F6" w:rsidP="00965B31">
            <w:pPr>
              <w:pStyle w:val="tablehead"/>
            </w:pPr>
            <w:r w:rsidRPr="005D358E">
              <w:t>Class</w:t>
            </w:r>
            <w:r w:rsidRPr="005D358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52929A" w14:textId="77777777" w:rsidR="00D625F6" w:rsidRPr="005D358E" w:rsidRDefault="00D625F6" w:rsidP="00965B31">
            <w:pPr>
              <w:pStyle w:val="tablehead"/>
            </w:pPr>
            <w:r w:rsidRPr="005D358E">
              <w:t>Prem/</w:t>
            </w:r>
            <w:r w:rsidRPr="005D358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EF1CA" w14:textId="77777777" w:rsidR="00D625F6" w:rsidRPr="005D358E" w:rsidRDefault="00D625F6" w:rsidP="00965B31">
            <w:pPr>
              <w:pStyle w:val="tablehead"/>
            </w:pPr>
            <w:r w:rsidRPr="005D358E">
              <w:t>Prod/</w:t>
            </w:r>
            <w:r w:rsidRPr="005D358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1EB60A" w14:textId="77777777" w:rsidR="00D625F6" w:rsidRPr="005D358E" w:rsidRDefault="00D625F6" w:rsidP="00965B31">
            <w:pPr>
              <w:pStyle w:val="tablehead"/>
            </w:pPr>
            <w:r w:rsidRPr="005D358E">
              <w:t>Class</w:t>
            </w:r>
            <w:r w:rsidRPr="005D358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A6795" w14:textId="77777777" w:rsidR="00D625F6" w:rsidRPr="005D358E" w:rsidRDefault="00D625F6" w:rsidP="00965B31">
            <w:pPr>
              <w:pStyle w:val="tablehead"/>
            </w:pPr>
            <w:r w:rsidRPr="005D358E">
              <w:t>Prem/</w:t>
            </w:r>
            <w:r w:rsidRPr="005D358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A4CA0B" w14:textId="77777777" w:rsidR="00D625F6" w:rsidRPr="005D358E" w:rsidRDefault="00D625F6" w:rsidP="00965B31">
            <w:pPr>
              <w:pStyle w:val="tablehead"/>
            </w:pPr>
            <w:r w:rsidRPr="005D358E">
              <w:t>Prod/</w:t>
            </w:r>
            <w:r w:rsidRPr="005D358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7FF36" w14:textId="77777777" w:rsidR="00D625F6" w:rsidRPr="005D358E" w:rsidRDefault="00D625F6" w:rsidP="00965B31">
            <w:pPr>
              <w:pStyle w:val="tablehead"/>
            </w:pPr>
            <w:r w:rsidRPr="005D358E">
              <w:t>Class</w:t>
            </w:r>
            <w:r w:rsidRPr="005D358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366DCB" w14:textId="77777777" w:rsidR="00D625F6" w:rsidRPr="005D358E" w:rsidRDefault="00D625F6" w:rsidP="00965B31">
            <w:pPr>
              <w:pStyle w:val="tablehead"/>
            </w:pPr>
            <w:r w:rsidRPr="005D358E">
              <w:t>Prem/</w:t>
            </w:r>
            <w:r w:rsidRPr="005D358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EE0E9" w14:textId="77777777" w:rsidR="00D625F6" w:rsidRPr="005D358E" w:rsidRDefault="00D625F6" w:rsidP="00965B31">
            <w:pPr>
              <w:pStyle w:val="tablehead"/>
            </w:pPr>
            <w:r w:rsidRPr="005D358E">
              <w:t>Prod/</w:t>
            </w:r>
            <w:r w:rsidRPr="005D358E">
              <w:br/>
              <w:t>Cops</w:t>
            </w:r>
          </w:p>
        </w:tc>
      </w:tr>
      <w:tr w:rsidR="00D625F6" w:rsidRPr="005D358E" w14:paraId="73D1707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6E143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C7AD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0759A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C47F9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1E9A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EAA53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9247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9D6A8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CBF8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D59D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D64C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0ED6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.08</w:t>
            </w:r>
          </w:p>
        </w:tc>
      </w:tr>
      <w:tr w:rsidR="00D625F6" w:rsidRPr="005D358E" w14:paraId="2B31736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3BD4D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FE6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A7210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6C12D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DD4C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9CD9C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1AD5F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4C4DD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14AB2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B6489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C956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BEAF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.054</w:t>
            </w:r>
          </w:p>
        </w:tc>
      </w:tr>
      <w:tr w:rsidR="00D625F6" w:rsidRPr="005D358E" w14:paraId="73184CC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3F076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C966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244A9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0C20F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1C24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69E9E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FED2A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A2EF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870E0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F3596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7B13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5FF8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.123</w:t>
            </w:r>
          </w:p>
        </w:tc>
      </w:tr>
      <w:tr w:rsidR="00D625F6" w:rsidRPr="005D358E" w14:paraId="5406390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78395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FB1A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7.93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E9122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293C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D0BA2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4141E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47EFD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8A3A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9.09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BEFC1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972AA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0BC6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8815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.86</w:t>
            </w:r>
          </w:p>
        </w:tc>
      </w:tr>
      <w:tr w:rsidR="00D625F6" w:rsidRPr="005D358E" w14:paraId="525A7D7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770C8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E5FF4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3EF6D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15FF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9929B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A1C46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B8CB5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1EF72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BAD47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32D7F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53D8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6161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.34</w:t>
            </w:r>
          </w:p>
        </w:tc>
      </w:tr>
      <w:tr w:rsidR="00D625F6" w:rsidRPr="005D358E" w14:paraId="4C38C6E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B5960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0A55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40958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74FC7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C8B3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4A10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37027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2486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FA4A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B83D7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D904A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56822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D358E" w14:paraId="0770AC1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4657D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63BC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6908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D0C6F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2BE7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1A14A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5675A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ACEE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7.32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F1F6B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546FB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0CF71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30E1A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</w:tr>
      <w:tr w:rsidR="00D625F6" w:rsidRPr="005D358E" w14:paraId="00EAE93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273D4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25AA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C979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5E35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DEA8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A02C5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92A58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A1F4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FA2B0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13259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55634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8C282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</w:tr>
      <w:tr w:rsidR="00D625F6" w:rsidRPr="005D358E" w14:paraId="008C869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1C3B6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E0A1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4F129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49A91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AA35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5.22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9F5D5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8DE6B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99A6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4E157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5BFD6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D710C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C050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</w:tr>
      <w:tr w:rsidR="00D625F6" w:rsidRPr="005D358E" w14:paraId="4A9D6C9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49C9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2671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9656A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47F4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9618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FB56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E7108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001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8724A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5503B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3CEF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8749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.012</w:t>
            </w:r>
          </w:p>
        </w:tc>
      </w:tr>
      <w:tr w:rsidR="00D625F6" w:rsidRPr="005D358E" w14:paraId="5CDB347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ADADC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AD7C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4CD6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9AA3D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49F5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14A1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30B8C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EDB7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73E41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BF032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A8AE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07AF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.047</w:t>
            </w:r>
          </w:p>
        </w:tc>
      </w:tr>
      <w:tr w:rsidR="00D625F6" w:rsidRPr="005D358E" w14:paraId="2F4DD6D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8C366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CF7C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B1B7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A3DBC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F3F6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FE75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A28A0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57B4A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76E5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1031B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10B2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688E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D358E" w14:paraId="4348CD5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6B072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BD8C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95D68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1414F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36E6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0602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6A5F8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9EC1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315C1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6806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C46A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1092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.034</w:t>
            </w:r>
          </w:p>
        </w:tc>
      </w:tr>
      <w:tr w:rsidR="00D625F6" w:rsidRPr="005D358E" w14:paraId="794EDCB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AA161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DDC1B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1D7CB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05460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1A13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3B478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F3DA1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C21C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7C1E7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69E1F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CF7F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24788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1.66</w:t>
            </w:r>
          </w:p>
        </w:tc>
      </w:tr>
      <w:tr w:rsidR="00D625F6" w:rsidRPr="005D358E" w14:paraId="595CC42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6F834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CCFEA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1027F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9AEB5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0372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0FED4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CEA2C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08E0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64A2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EA39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44773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5F034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</w:tr>
      <w:tr w:rsidR="00D625F6" w:rsidRPr="005D358E" w14:paraId="3F037A8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E982F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138D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F3E7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B4BD2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877C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8DC60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B0DBD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AF4B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AB6EB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8362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3504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AF41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1.19</w:t>
            </w:r>
          </w:p>
        </w:tc>
      </w:tr>
      <w:tr w:rsidR="00D625F6" w:rsidRPr="005D358E" w14:paraId="34CE068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FD11B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5B74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5CB2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0851F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FAED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30089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87BD6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3821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2221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2AA9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8363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45BAE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</w:tr>
      <w:tr w:rsidR="00D625F6" w:rsidRPr="005D358E" w14:paraId="5B7CA7D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DBE5D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CD4A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6962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A6841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E272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1F7F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18D73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C57C2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F854B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96398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E6D6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8B2B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D358E" w14:paraId="56A6A37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0A885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CAF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1092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7F9D2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7EE6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14AF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5E170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65B4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7B71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7A51A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B5A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7A8E2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</w:tr>
      <w:tr w:rsidR="00D625F6" w:rsidRPr="005D358E" w14:paraId="57692BD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A035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FFFA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F364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1493C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352A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75C17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49C66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B7D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8A0B3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9A95A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2AFA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83D01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</w:tr>
      <w:tr w:rsidR="00D625F6" w:rsidRPr="005D358E" w14:paraId="7A32A4F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31D08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C4D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6A0B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05024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F4FB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2FD9F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88F2F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9D06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D8A9D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B788A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BEEE5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899D7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</w:tr>
      <w:tr w:rsidR="00D625F6" w:rsidRPr="005D358E" w14:paraId="4397B82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0A6F4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189B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D690D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418AD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36F7A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871DD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4FD42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49BE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CC47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A6FF0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5081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C27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.058</w:t>
            </w:r>
          </w:p>
        </w:tc>
      </w:tr>
      <w:tr w:rsidR="00D625F6" w:rsidRPr="005D358E" w14:paraId="46465D0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08C1B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BBCC8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5F762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4351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356A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0823D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126EA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EC728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B35C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BE560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B3692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9365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.134</w:t>
            </w:r>
          </w:p>
        </w:tc>
      </w:tr>
      <w:tr w:rsidR="00D625F6" w:rsidRPr="005D358E" w14:paraId="5FBB841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BC2F1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2528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4904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FFD6F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A7F0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7815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8B121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01B6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70A4A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29F9D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1FEA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27A52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D358E" w14:paraId="17F679C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73A33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09A2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7C6E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57C6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367D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49CAB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B30FA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2AD2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A86B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E0AF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8922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CDBB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.61</w:t>
            </w:r>
          </w:p>
        </w:tc>
      </w:tr>
      <w:tr w:rsidR="00D625F6" w:rsidRPr="005D358E" w14:paraId="05B5E04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B0097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2824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C234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213A9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9356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8.62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37A54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8B94B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91E6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F488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F36D7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7CC5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17B8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.34</w:t>
            </w:r>
          </w:p>
        </w:tc>
      </w:tr>
      <w:tr w:rsidR="00D625F6" w:rsidRPr="005D358E" w14:paraId="62B4A7E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92BE7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6144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066A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3FEC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2E6B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7.47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92DE8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2DEB1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61C1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09EDC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B251B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B45B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E4D3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.018</w:t>
            </w:r>
          </w:p>
        </w:tc>
      </w:tr>
      <w:tr w:rsidR="00D625F6" w:rsidRPr="005D358E" w14:paraId="09C4896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ACF18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794B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06DB8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E0BC1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5B1C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1B76C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67071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4807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0E76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B92D9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D5CB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974D8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.015</w:t>
            </w:r>
          </w:p>
        </w:tc>
      </w:tr>
      <w:tr w:rsidR="00D625F6" w:rsidRPr="005D358E" w14:paraId="22E9FDD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88697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03BF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8C51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E3888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B9B3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D5BDA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984C1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68952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F0B3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F3E7C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D09A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7B65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.111</w:t>
            </w:r>
          </w:p>
        </w:tc>
      </w:tr>
      <w:tr w:rsidR="00D625F6" w:rsidRPr="005D358E" w14:paraId="76802B5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B2434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89A3B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1C43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24D47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B4C9A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6761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CB7B4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0577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78F3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D68D2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B439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BCE2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D358E" w14:paraId="5C4CADD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AC660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925C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AC8B0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1E4C6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25BCB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848B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BA499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659E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4927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4CADB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720A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C927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.09</w:t>
            </w:r>
          </w:p>
        </w:tc>
      </w:tr>
      <w:tr w:rsidR="00D625F6" w:rsidRPr="005D358E" w14:paraId="5C0D561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6B2B5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27EC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76F6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91EFA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639E2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75D81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B05D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CCD9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91A8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BE871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0F56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2DBF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.057</w:t>
            </w:r>
          </w:p>
        </w:tc>
      </w:tr>
      <w:tr w:rsidR="00D625F6" w:rsidRPr="005D358E" w14:paraId="22D8A1B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C9583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07E4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A6DA0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C4D31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A483C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21452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23E45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BA48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473A4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519D1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C4C7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DDCB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.095</w:t>
            </w:r>
          </w:p>
        </w:tc>
      </w:tr>
      <w:tr w:rsidR="00D625F6" w:rsidRPr="005D358E" w14:paraId="176D93D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07F0F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7484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C9FF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0935B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1C361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1385B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BC5EA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46718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3C953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F6B8B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D66A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B0A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.147</w:t>
            </w:r>
          </w:p>
        </w:tc>
      </w:tr>
      <w:tr w:rsidR="00D625F6" w:rsidRPr="005D358E" w14:paraId="5F75805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C85BA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3116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E83CB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2B638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57A6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4B4C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81275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8D60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7242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3D28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13CE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9F69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.01</w:t>
            </w:r>
          </w:p>
        </w:tc>
      </w:tr>
      <w:tr w:rsidR="00D625F6" w:rsidRPr="005D358E" w14:paraId="0725DA8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9EED0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B6D8B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6280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9F5FA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E271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EDB8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87DAB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9E8B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21F1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F379B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4FA0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85AF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D358E" w14:paraId="2F857D8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DDE2A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0C42B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26BC1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CA58C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7F548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983BA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F55BC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8B4A2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6928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1140D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AEE9E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11092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.038</w:t>
            </w:r>
          </w:p>
        </w:tc>
      </w:tr>
      <w:tr w:rsidR="00D625F6" w:rsidRPr="005D358E" w14:paraId="0C94B6A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E026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0140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BF5E7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577B5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E3DF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BCCBA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9C48D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62BEB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F8FEA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0F108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B7E7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FB52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.06</w:t>
            </w:r>
          </w:p>
        </w:tc>
      </w:tr>
      <w:tr w:rsidR="00D625F6" w:rsidRPr="005D358E" w14:paraId="13DE865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F6A86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6725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C6CE2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A03D4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19AC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CB2EB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8BDE9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A53A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74C5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85B08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908E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8C08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.10</w:t>
            </w:r>
          </w:p>
        </w:tc>
      </w:tr>
      <w:tr w:rsidR="00D625F6" w:rsidRPr="005D358E" w14:paraId="4563075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53B4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10EE8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59F83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55E80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71C4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4D071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D7A89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29A7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B64CD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6C319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7598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0914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</w:tr>
      <w:tr w:rsidR="00D625F6" w:rsidRPr="005D358E" w14:paraId="2D4526F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CEACD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8605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3AC7D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D1690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750BA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0D52D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EDE83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B262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3627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6115A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48F8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2DBC0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.169</w:t>
            </w:r>
          </w:p>
        </w:tc>
      </w:tr>
      <w:tr w:rsidR="00D625F6" w:rsidRPr="005D358E" w14:paraId="4820BB8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3F5B8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66B96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A27D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84957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2526B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0951B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51C86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43A3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A1B4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5880C" w14:textId="77777777" w:rsidR="00D625F6" w:rsidRPr="005D358E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12DF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D555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D358E" w14:paraId="4AD77EC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830A5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FFA8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2C871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06CEC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F535B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D97AF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0F54F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F9E48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80E0A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F8653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0FF2F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A9087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</w:tr>
      <w:tr w:rsidR="00D625F6" w:rsidRPr="005D358E" w14:paraId="0632731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89707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6BA7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D2A2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7AEE2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CBFDD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5.42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937C2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CE958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07C9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9238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47DA7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575CB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4A59E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</w:tr>
      <w:tr w:rsidR="00D625F6" w:rsidRPr="005D358E" w14:paraId="141B1F0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536C1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2735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E9EC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EF70A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8091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14B4A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2157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F8B25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9D464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60B3F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A40B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245C3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</w:tr>
      <w:tr w:rsidR="00D625F6" w:rsidRPr="005D358E" w14:paraId="09DB44F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263E6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F614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3718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628D1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8DAA7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914E9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3D2C2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94B72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02EB4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C8482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4564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DCC15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</w:tr>
      <w:tr w:rsidR="00D625F6" w:rsidRPr="005D358E" w14:paraId="2186245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214B2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10BD64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3E7F2C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A1664C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DE24A3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04F7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646DC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43D1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976372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EE0EE" w14:textId="77777777" w:rsidR="00D625F6" w:rsidRPr="005D358E" w:rsidRDefault="00D625F6" w:rsidP="00965B31">
            <w:pPr>
              <w:pStyle w:val="tabletext10"/>
              <w:rPr>
                <w:b/>
              </w:rPr>
            </w:pPr>
            <w:r w:rsidRPr="005D358E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980679" w14:textId="77777777" w:rsidR="00D625F6" w:rsidRPr="005D358E" w:rsidRDefault="00D625F6" w:rsidP="00965B31">
            <w:pPr>
              <w:pStyle w:val="tabletext10"/>
              <w:tabs>
                <w:tab w:val="decimal" w:pos="300"/>
              </w:tabs>
            </w:pPr>
            <w:r w:rsidRPr="005D358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3CF4BF" w14:textId="77777777" w:rsidR="00D625F6" w:rsidRPr="005D358E" w:rsidRDefault="00D625F6" w:rsidP="00965B31">
            <w:pPr>
              <w:pStyle w:val="tabletext10"/>
              <w:jc w:val="center"/>
            </w:pPr>
            <w:r w:rsidRPr="005D358E">
              <w:t xml:space="preserve"> – </w:t>
            </w:r>
          </w:p>
        </w:tc>
      </w:tr>
      <w:tr w:rsidR="00D625F6" w:rsidRPr="005D358E" w14:paraId="081C9D08" w14:textId="77777777" w:rsidTr="00965B31">
        <w:trPr>
          <w:cantSplit/>
        </w:trPr>
        <w:tc>
          <w:tcPr>
            <w:tcW w:w="10080" w:type="dxa"/>
            <w:gridSpan w:val="12"/>
          </w:tcPr>
          <w:p w14:paraId="322D1F75" w14:textId="77777777" w:rsidR="00D625F6" w:rsidRPr="005D358E" w:rsidRDefault="00D625F6" w:rsidP="00965B31">
            <w:pPr>
              <w:pStyle w:val="blocktext1"/>
            </w:pPr>
          </w:p>
        </w:tc>
      </w:tr>
      <w:tr w:rsidR="00D625F6" w:rsidRPr="005D358E" w14:paraId="1E846D1B" w14:textId="77777777" w:rsidTr="00965B31">
        <w:trPr>
          <w:cantSplit/>
        </w:trPr>
        <w:tc>
          <w:tcPr>
            <w:tcW w:w="10080" w:type="dxa"/>
            <w:gridSpan w:val="12"/>
          </w:tcPr>
          <w:p w14:paraId="4CC0E0FF" w14:textId="77777777" w:rsidR="00D625F6" w:rsidRPr="005D358E" w:rsidRDefault="00D625F6" w:rsidP="00965B31">
            <w:pPr>
              <w:pStyle w:val="blocktext1"/>
            </w:pPr>
          </w:p>
        </w:tc>
      </w:tr>
    </w:tbl>
    <w:p w14:paraId="595A6FD0" w14:textId="77777777" w:rsidR="00D625F6" w:rsidRPr="005D358E" w:rsidRDefault="00D625F6" w:rsidP="00D625F6">
      <w:pPr>
        <w:pStyle w:val="isonormal"/>
      </w:pPr>
    </w:p>
    <w:p w14:paraId="3E9EFDEA" w14:textId="77777777" w:rsidR="00D625F6" w:rsidRDefault="00D625F6" w:rsidP="00D625F6">
      <w:pPr>
        <w:pStyle w:val="isonormal"/>
        <w:sectPr w:rsidR="00D625F6" w:rsidSect="00D625F6">
          <w:headerReference w:type="default" r:id="rId59"/>
          <w:footerReference w:type="default" r:id="rId6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46679C" w14:paraId="647699F4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FC35C" w14:textId="77777777" w:rsidR="00D625F6" w:rsidRPr="0046679C" w:rsidRDefault="00D625F6" w:rsidP="00965B31">
            <w:pPr>
              <w:pStyle w:val="tablehead"/>
            </w:pPr>
            <w:r w:rsidRPr="0046679C">
              <w:lastRenderedPageBreak/>
              <w:t>$100,000/200,000 BASIC LIMIT OCCURRENCE</w:t>
            </w:r>
            <w:r w:rsidRPr="0046679C">
              <w:br/>
              <w:t>Premises/Operations (Prem/Ops) (Subline Code 334) Territory 506</w:t>
            </w:r>
            <w:r w:rsidRPr="0046679C">
              <w:br/>
              <w:t>Products/Completed Operations (Prod/COps)</w:t>
            </w:r>
            <w:r w:rsidRPr="0046679C">
              <w:tab/>
              <w:t xml:space="preserve">(Subline Code 336) Entire State Territory 999 </w:t>
            </w:r>
          </w:p>
        </w:tc>
      </w:tr>
      <w:tr w:rsidR="00D625F6" w:rsidRPr="0046679C" w14:paraId="22647A4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FD1775" w14:textId="77777777" w:rsidR="00D625F6" w:rsidRPr="0046679C" w:rsidRDefault="00D625F6" w:rsidP="00965B31">
            <w:pPr>
              <w:pStyle w:val="tablehead"/>
            </w:pPr>
            <w:r w:rsidRPr="0046679C">
              <w:t>Class</w:t>
            </w:r>
            <w:r w:rsidRPr="0046679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9B9F8" w14:textId="77777777" w:rsidR="00D625F6" w:rsidRPr="0046679C" w:rsidRDefault="00D625F6" w:rsidP="00965B31">
            <w:pPr>
              <w:pStyle w:val="tablehead"/>
            </w:pPr>
            <w:r w:rsidRPr="0046679C">
              <w:t>Prem/</w:t>
            </w:r>
            <w:r w:rsidRPr="0046679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E05077" w14:textId="77777777" w:rsidR="00D625F6" w:rsidRPr="0046679C" w:rsidRDefault="00D625F6" w:rsidP="00965B31">
            <w:pPr>
              <w:pStyle w:val="tablehead"/>
            </w:pPr>
            <w:r w:rsidRPr="0046679C">
              <w:t>Prod/</w:t>
            </w:r>
            <w:r w:rsidRPr="0046679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B91F6" w14:textId="77777777" w:rsidR="00D625F6" w:rsidRPr="0046679C" w:rsidRDefault="00D625F6" w:rsidP="00965B31">
            <w:pPr>
              <w:pStyle w:val="tablehead"/>
            </w:pPr>
            <w:r w:rsidRPr="0046679C">
              <w:t>Class</w:t>
            </w:r>
            <w:r w:rsidRPr="0046679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9B7511" w14:textId="77777777" w:rsidR="00D625F6" w:rsidRPr="0046679C" w:rsidRDefault="00D625F6" w:rsidP="00965B31">
            <w:pPr>
              <w:pStyle w:val="tablehead"/>
            </w:pPr>
            <w:r w:rsidRPr="0046679C">
              <w:t>Prem/</w:t>
            </w:r>
            <w:r w:rsidRPr="0046679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6D9D5" w14:textId="77777777" w:rsidR="00D625F6" w:rsidRPr="0046679C" w:rsidRDefault="00D625F6" w:rsidP="00965B31">
            <w:pPr>
              <w:pStyle w:val="tablehead"/>
            </w:pPr>
            <w:r w:rsidRPr="0046679C">
              <w:t>Prod/</w:t>
            </w:r>
            <w:r w:rsidRPr="0046679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3F6CE4" w14:textId="77777777" w:rsidR="00D625F6" w:rsidRPr="0046679C" w:rsidRDefault="00D625F6" w:rsidP="00965B31">
            <w:pPr>
              <w:pStyle w:val="tablehead"/>
            </w:pPr>
            <w:r w:rsidRPr="0046679C">
              <w:t>Class</w:t>
            </w:r>
            <w:r w:rsidRPr="0046679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11643" w14:textId="77777777" w:rsidR="00D625F6" w:rsidRPr="0046679C" w:rsidRDefault="00D625F6" w:rsidP="00965B31">
            <w:pPr>
              <w:pStyle w:val="tablehead"/>
            </w:pPr>
            <w:r w:rsidRPr="0046679C">
              <w:t>Prem/</w:t>
            </w:r>
            <w:r w:rsidRPr="0046679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FFBAFE" w14:textId="77777777" w:rsidR="00D625F6" w:rsidRPr="0046679C" w:rsidRDefault="00D625F6" w:rsidP="00965B31">
            <w:pPr>
              <w:pStyle w:val="tablehead"/>
            </w:pPr>
            <w:r w:rsidRPr="0046679C">
              <w:t>Prod/</w:t>
            </w:r>
            <w:r w:rsidRPr="0046679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57406" w14:textId="77777777" w:rsidR="00D625F6" w:rsidRPr="0046679C" w:rsidRDefault="00D625F6" w:rsidP="00965B31">
            <w:pPr>
              <w:pStyle w:val="tablehead"/>
            </w:pPr>
            <w:r w:rsidRPr="0046679C">
              <w:t>Class</w:t>
            </w:r>
            <w:r w:rsidRPr="0046679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30C42D" w14:textId="77777777" w:rsidR="00D625F6" w:rsidRPr="0046679C" w:rsidRDefault="00D625F6" w:rsidP="00965B31">
            <w:pPr>
              <w:pStyle w:val="tablehead"/>
            </w:pPr>
            <w:r w:rsidRPr="0046679C">
              <w:t>Prem/</w:t>
            </w:r>
            <w:r w:rsidRPr="0046679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2BC73" w14:textId="77777777" w:rsidR="00D625F6" w:rsidRPr="0046679C" w:rsidRDefault="00D625F6" w:rsidP="00965B31">
            <w:pPr>
              <w:pStyle w:val="tablehead"/>
            </w:pPr>
            <w:r w:rsidRPr="0046679C">
              <w:t>Prod/</w:t>
            </w:r>
            <w:r w:rsidRPr="0046679C">
              <w:br/>
              <w:t>Cops</w:t>
            </w:r>
          </w:p>
        </w:tc>
      </w:tr>
      <w:tr w:rsidR="00D625F6" w:rsidRPr="0046679C" w14:paraId="73B66B3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37187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6EDF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3A66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35B16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A587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1E391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40D04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4160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E515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2D93D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4A4D8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4C856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6DAA8BE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C5DB2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35665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64DA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D4440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02398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2379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C611F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6A8F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E0418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FF52B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D546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BCED5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37DD96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71F66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C624B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3DA12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1C413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BD715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713BA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C8AE7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9B2E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24DB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B7B74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C108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2900F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491E3E4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9C009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8E83F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27D98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91FB7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26DB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9100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9B07F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4AFA8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3B0BA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F8A3D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7289E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E02CC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543BE6A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8E2EC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62E23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4A33F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77A02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07B91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11F2C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5CF59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0669E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D9AB6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4ED64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3F4C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8.76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2B80F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30ED6CA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C47EC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FE581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44540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19BB8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F91C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9228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EE379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95C8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01431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37185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6CD5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13EA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6679C" w14:paraId="08DCB4B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E104C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3EDFA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D7CC4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84916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8C1AF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B379C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117C4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9879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41123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23EAA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AB628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AF16D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2384C64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DD3AF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E9613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024E7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48F21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3BD55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31F4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39F84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B51B1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9A96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48D70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2E44B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CF80D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4EBEB12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7EE3C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B361C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7A07F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4F72F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BB81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31C0E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8381A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D1051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7C939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F425B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1952C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4730E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24A6ECB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F39E8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D1BBF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E5D82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60618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46D3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F5835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7D90C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E7B80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4A4AE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E967C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FBC7C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EA5AE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7D4D9E7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4D10C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490A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E2199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BB6A2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A4CB3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D65CA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6CC79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F32D9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E7019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F2A93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12BC8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99B75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77F2B9D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EF3C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A86AC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D3EF8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55257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4877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D61A8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82ED2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8D80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43EB1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5BDFA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60A1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D293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6679C" w14:paraId="5350868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00994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C4D8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6266E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D1842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89510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B4EAC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5D761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4753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2663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77F7B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25A10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6037C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099D657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705F9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CFC1E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102DB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78458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CF650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24CCF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94A55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5945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9C3E0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C272B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7585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4D288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3519548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ACA64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34CB3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237EE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89B8D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42DE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14A1D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4FC8C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961AC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4E305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600FF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109B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52.30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F35A1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3030F34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BABBC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8211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A485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73642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9625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E4759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3ED76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99052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28C6D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22E5A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91D19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DF8DC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36EFA72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1BF16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C9618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6EE28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B73C2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4C3C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85FA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A246B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3F0CC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96001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4F269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4889A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94958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43EEF97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CA2D8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FEED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8F8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E99B1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AFF1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9868E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B9D99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9D04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7E82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29230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F09BC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56A61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6679C" w14:paraId="6DAA3C7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4DED6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58FB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6F608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98498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0A670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E141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69F70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F4BAC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70A55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43AAB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B792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3AE80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51CFD4F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E8483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E62FE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8761A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79665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1571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6E23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2835E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6B059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82244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78608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DE05C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33.50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50224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695EE33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95F1F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2F0DE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F4EDC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1426F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E8778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FFD0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BE2AC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39935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94CFD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B4B5F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73D99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37.40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2F85D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209E49F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EE614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D833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F382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94CD0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4A6F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57485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3EDA7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1099E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AC63E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41C2E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9DA8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D091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6361F90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8ED09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A5DB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A219A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7EEE9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50B9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A09A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214AD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02116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24CF0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E8E72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7D9C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EAD7B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273DBFF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CA930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37020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165B9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84BD7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2449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DDAE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484EC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C2ED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EF26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57D7B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BB66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10AF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6679C" w14:paraId="2CCED40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AC067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3D61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8B2FA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70860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8FF8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0924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951CA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3869B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FA215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9B4D3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B018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5AB05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608EABF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80781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48AD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070E3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7B989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5AD6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9891A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D97FE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CB42E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9186F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B3E5B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3EF5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95.80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1C4FB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6AE2520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9352B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9A32A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5555B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84865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E175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25DD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6D70D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4CE4F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B9C92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247DC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B8CF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B31CD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336085A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288A1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03C1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F0425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ED096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4FFD5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7531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B627C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E13AE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5AB84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1AE5C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ADD3C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60A29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6631063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56CA8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639F5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6.99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A2612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377FA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E79FA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A429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95B5E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30E20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1A775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2186F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02793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B16A9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07E5465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86E5C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E7500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B2F9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E3D66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62E9A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6746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D796D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82B4C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1B291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C21BE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75149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64081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6679C" w14:paraId="5A8CB2D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766C6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E692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427D3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8BEC3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B3B7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460F3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830A1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E6EF9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4222A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FB20D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E5BE3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7F205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1433A88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6844D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E6AC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2D78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2B585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AB5F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387F1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2FFC5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AEC87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0C737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77075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20C80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655BA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056B276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3E795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7F1A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D97AA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016FF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EFDFE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5.25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2CC7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9FCB8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0E760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9211E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7488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B7055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12812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5B303A7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3BE0F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3A4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AFD13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B887D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FDAE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ECD2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13234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FB0FB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580F3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0B62E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9DCA1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55.10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1BEC4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1303022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0028E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EF02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0F273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1E22B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E74E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76548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5712C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35BC2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3F2D9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852B6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9EED4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C0546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</w:tr>
      <w:tr w:rsidR="00D625F6" w:rsidRPr="0046679C" w14:paraId="4D95876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59290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491B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675BE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FBB36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DE18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0F85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4F435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968B9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3686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85615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B65B5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990D1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6679C" w14:paraId="31BE2CB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76BFA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64A90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729CA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FC0E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47E7A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4DC8C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DB29D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9FD0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247.00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C3CF8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BF0FA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87C76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AC50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61669C9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3B8B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A3B0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68AB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3E01A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90E93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10209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7C4A6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FE2A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48.80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806E7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D8FA8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CDB4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5E673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5EF9664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1823A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DC835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66A9F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56002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0E526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3B407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E467B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2E9F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7CBA7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CB4B6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D8B73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B92BE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2C80A37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68BAA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8BD9D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2D78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00A9F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427D0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83D49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41AD8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6BE1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7483B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CB09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FCAD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93B9B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32FEDBE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B0E46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F86A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E35E5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681FC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57AB0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0791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3632B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03858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E6C00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0249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E6C88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67839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5A3096F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610EA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3DA7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0F201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0E410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9E92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2E8AA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4BDFE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9730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F4890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F6E71" w14:textId="77777777" w:rsidR="00D625F6" w:rsidRPr="0046679C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CAC61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E0273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46679C" w14:paraId="245BB80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C93D8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08C0E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9AC9D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FA700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68C09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6F15C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64A31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8DF4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A06A5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EB11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FC039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E0468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58295F7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F27B3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2EB58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B8FC5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75BB2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5A16A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E52F8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1F0D9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19F4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95173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661A5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CF1F9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BC109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3830B6D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05955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FEA72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1E5B7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67034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B42BF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C7AA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9DCF0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DCA96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1CFCF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E00A8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BF94E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82217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4DF7CB5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2C120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7C7D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B1798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4DF95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24E45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15932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7D2D8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06FBA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B0272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99B04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CCCDB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BD6AF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76C77A6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0CBA8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D1B9F4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D7C23E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43C76D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4660A9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718D8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81146D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95A0A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FFED34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BA6E1" w14:textId="77777777" w:rsidR="00D625F6" w:rsidRPr="0046679C" w:rsidRDefault="00D625F6" w:rsidP="00965B31">
            <w:pPr>
              <w:pStyle w:val="tabletext10"/>
              <w:rPr>
                <w:b/>
              </w:rPr>
            </w:pPr>
            <w:r w:rsidRPr="0046679C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7DC80C" w14:textId="77777777" w:rsidR="00D625F6" w:rsidRPr="0046679C" w:rsidRDefault="00D625F6" w:rsidP="00965B31">
            <w:pPr>
              <w:pStyle w:val="tabletext10"/>
              <w:tabs>
                <w:tab w:val="decimal" w:pos="300"/>
              </w:tabs>
            </w:pPr>
            <w:r w:rsidRPr="0046679C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706B0B" w14:textId="77777777" w:rsidR="00D625F6" w:rsidRPr="0046679C" w:rsidRDefault="00D625F6" w:rsidP="00965B31">
            <w:pPr>
              <w:pStyle w:val="tabletext10"/>
              <w:jc w:val="center"/>
            </w:pPr>
            <w:r w:rsidRPr="0046679C">
              <w:t xml:space="preserve"> – </w:t>
            </w:r>
          </w:p>
        </w:tc>
      </w:tr>
      <w:tr w:rsidR="00D625F6" w:rsidRPr="0046679C" w14:paraId="3E4438D0" w14:textId="77777777" w:rsidTr="00965B31">
        <w:trPr>
          <w:cantSplit/>
        </w:trPr>
        <w:tc>
          <w:tcPr>
            <w:tcW w:w="10080" w:type="dxa"/>
            <w:gridSpan w:val="12"/>
          </w:tcPr>
          <w:p w14:paraId="5DAFD9D2" w14:textId="77777777" w:rsidR="00D625F6" w:rsidRPr="0046679C" w:rsidRDefault="00D625F6" w:rsidP="00965B31">
            <w:pPr>
              <w:pStyle w:val="blocktext1"/>
            </w:pPr>
          </w:p>
        </w:tc>
      </w:tr>
      <w:tr w:rsidR="00D625F6" w:rsidRPr="0046679C" w14:paraId="09C340FC" w14:textId="77777777" w:rsidTr="00965B31">
        <w:trPr>
          <w:cantSplit/>
        </w:trPr>
        <w:tc>
          <w:tcPr>
            <w:tcW w:w="10080" w:type="dxa"/>
            <w:gridSpan w:val="12"/>
          </w:tcPr>
          <w:p w14:paraId="5A445023" w14:textId="77777777" w:rsidR="00D625F6" w:rsidRPr="0046679C" w:rsidRDefault="00D625F6" w:rsidP="00965B31">
            <w:pPr>
              <w:pStyle w:val="blocktext1"/>
            </w:pPr>
          </w:p>
        </w:tc>
      </w:tr>
    </w:tbl>
    <w:p w14:paraId="22A0B71A" w14:textId="77777777" w:rsidR="00D625F6" w:rsidRPr="0046679C" w:rsidRDefault="00D625F6" w:rsidP="00D625F6">
      <w:pPr>
        <w:pStyle w:val="isonormal"/>
      </w:pPr>
    </w:p>
    <w:p w14:paraId="41804ECD" w14:textId="77777777" w:rsidR="00D625F6" w:rsidRDefault="00D625F6" w:rsidP="00D625F6">
      <w:pPr>
        <w:pStyle w:val="isonormal"/>
        <w:sectPr w:rsidR="00D625F6" w:rsidSect="00D625F6">
          <w:headerReference w:type="default" r:id="rId61"/>
          <w:footerReference w:type="default" r:id="rId6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A82856" w14:paraId="4C5EE60D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BF1FA" w14:textId="77777777" w:rsidR="00D625F6" w:rsidRPr="00A82856" w:rsidRDefault="00D625F6" w:rsidP="00965B31">
            <w:pPr>
              <w:pStyle w:val="tablehead"/>
            </w:pPr>
            <w:r w:rsidRPr="00A82856">
              <w:lastRenderedPageBreak/>
              <w:t>$100,000/200,000 BASIC LIMIT OCCURRENCE</w:t>
            </w:r>
            <w:r w:rsidRPr="00A82856">
              <w:br/>
              <w:t>Premises/Operations (Prem/Ops) (Subline Code 334) Territory 506</w:t>
            </w:r>
            <w:r w:rsidRPr="00A82856">
              <w:br/>
              <w:t>Products/Completed Operations (Prod/COps)</w:t>
            </w:r>
            <w:r w:rsidRPr="00A82856">
              <w:tab/>
              <w:t xml:space="preserve">(Subline Code 336) Entire State Territory 999 </w:t>
            </w:r>
          </w:p>
        </w:tc>
      </w:tr>
      <w:tr w:rsidR="00D625F6" w:rsidRPr="00A82856" w14:paraId="23B9DB8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FAC5FA7" w14:textId="77777777" w:rsidR="00D625F6" w:rsidRPr="00A82856" w:rsidRDefault="00D625F6" w:rsidP="00965B31">
            <w:pPr>
              <w:pStyle w:val="tablehead"/>
            </w:pPr>
            <w:r w:rsidRPr="00A82856">
              <w:t>Class</w:t>
            </w:r>
            <w:r w:rsidRPr="00A8285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E8F31" w14:textId="77777777" w:rsidR="00D625F6" w:rsidRPr="00A82856" w:rsidRDefault="00D625F6" w:rsidP="00965B31">
            <w:pPr>
              <w:pStyle w:val="tablehead"/>
            </w:pPr>
            <w:r w:rsidRPr="00A82856">
              <w:t>Prem/</w:t>
            </w:r>
            <w:r w:rsidRPr="00A8285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2818A6" w14:textId="77777777" w:rsidR="00D625F6" w:rsidRPr="00A82856" w:rsidRDefault="00D625F6" w:rsidP="00965B31">
            <w:pPr>
              <w:pStyle w:val="tablehead"/>
            </w:pPr>
            <w:r w:rsidRPr="00A82856">
              <w:t>Prod/</w:t>
            </w:r>
            <w:r w:rsidRPr="00A8285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68DF1" w14:textId="77777777" w:rsidR="00D625F6" w:rsidRPr="00A82856" w:rsidRDefault="00D625F6" w:rsidP="00965B31">
            <w:pPr>
              <w:pStyle w:val="tablehead"/>
            </w:pPr>
            <w:r w:rsidRPr="00A82856">
              <w:t>Class</w:t>
            </w:r>
            <w:r w:rsidRPr="00A8285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C03748" w14:textId="77777777" w:rsidR="00D625F6" w:rsidRPr="00A82856" w:rsidRDefault="00D625F6" w:rsidP="00965B31">
            <w:pPr>
              <w:pStyle w:val="tablehead"/>
            </w:pPr>
            <w:r w:rsidRPr="00A82856">
              <w:t>Prem/</w:t>
            </w:r>
            <w:r w:rsidRPr="00A8285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5B22E" w14:textId="77777777" w:rsidR="00D625F6" w:rsidRPr="00A82856" w:rsidRDefault="00D625F6" w:rsidP="00965B31">
            <w:pPr>
              <w:pStyle w:val="tablehead"/>
            </w:pPr>
            <w:r w:rsidRPr="00A82856">
              <w:t>Prod/</w:t>
            </w:r>
            <w:r w:rsidRPr="00A8285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614D34" w14:textId="77777777" w:rsidR="00D625F6" w:rsidRPr="00A82856" w:rsidRDefault="00D625F6" w:rsidP="00965B31">
            <w:pPr>
              <w:pStyle w:val="tablehead"/>
            </w:pPr>
            <w:r w:rsidRPr="00A82856">
              <w:t>Class</w:t>
            </w:r>
            <w:r w:rsidRPr="00A8285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B8A1A" w14:textId="77777777" w:rsidR="00D625F6" w:rsidRPr="00A82856" w:rsidRDefault="00D625F6" w:rsidP="00965B31">
            <w:pPr>
              <w:pStyle w:val="tablehead"/>
            </w:pPr>
            <w:r w:rsidRPr="00A82856">
              <w:t>Prem/</w:t>
            </w:r>
            <w:r w:rsidRPr="00A8285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4DC27E" w14:textId="77777777" w:rsidR="00D625F6" w:rsidRPr="00A82856" w:rsidRDefault="00D625F6" w:rsidP="00965B31">
            <w:pPr>
              <w:pStyle w:val="tablehead"/>
            </w:pPr>
            <w:r w:rsidRPr="00A82856">
              <w:t>Prod/</w:t>
            </w:r>
            <w:r w:rsidRPr="00A8285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B1459" w14:textId="77777777" w:rsidR="00D625F6" w:rsidRPr="00A82856" w:rsidRDefault="00D625F6" w:rsidP="00965B31">
            <w:pPr>
              <w:pStyle w:val="tablehead"/>
            </w:pPr>
            <w:r w:rsidRPr="00A82856">
              <w:t>Class</w:t>
            </w:r>
            <w:r w:rsidRPr="00A8285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B85EA0" w14:textId="77777777" w:rsidR="00D625F6" w:rsidRPr="00A82856" w:rsidRDefault="00D625F6" w:rsidP="00965B31">
            <w:pPr>
              <w:pStyle w:val="tablehead"/>
            </w:pPr>
            <w:r w:rsidRPr="00A82856">
              <w:t>Prem/</w:t>
            </w:r>
            <w:r w:rsidRPr="00A8285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30BD7" w14:textId="77777777" w:rsidR="00D625F6" w:rsidRPr="00A82856" w:rsidRDefault="00D625F6" w:rsidP="00965B31">
            <w:pPr>
              <w:pStyle w:val="tablehead"/>
            </w:pPr>
            <w:r w:rsidRPr="00A82856">
              <w:t>Prod/</w:t>
            </w:r>
            <w:r w:rsidRPr="00A82856">
              <w:br/>
              <w:t>Cops</w:t>
            </w:r>
          </w:p>
        </w:tc>
      </w:tr>
      <w:tr w:rsidR="00D625F6" w:rsidRPr="00A82856" w14:paraId="56A5329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61CC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F98D6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66.60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73FC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5AC3F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DE49F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88BCB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7B107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F41EC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0AF2F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D7D9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893DA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CE54A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6C3568A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24AC8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BAD86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CE9D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38FD6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1B718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9EFF4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7547B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0E1A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D9DE2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EB540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C436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27027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60D0123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D8CE3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2CACA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A778F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96A10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6BBB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CDF8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936A1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1BBFE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5E2A1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40EC9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7F5C2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BEAE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11625EC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871F9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91FB2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95.80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1B904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3C7F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C005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6C640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0769E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35E7E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CF278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D89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8AB9F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CA92A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6BD4512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B3D82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35AB3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B60E4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0D8D5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B1A3B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9FB69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ECAE7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ADF01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9F018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CB48A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6FA94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807E9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5C621C0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956E0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69AD3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E8D7B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69932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01A8F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7C27B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CBD0E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D89CB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C0411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4D96B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59E2A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15EE3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A82856" w14:paraId="1B674D6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B2D03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AA376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D9168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FE45A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8128F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89.40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CD054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0F68A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EE5AB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DD3A6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D4AF7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1C064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EB44A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0DD6139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05B8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51DD8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6B757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47692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5A371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57.90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C0F2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F0531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70C74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5AE4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CE351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9735E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BA7E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73A89F3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9DE7E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97DC9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651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1A108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B97E9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F7D9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2E42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85AA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A9D5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42425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B892A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F568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707B5F5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14512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384A8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65.10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4CE96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63B1E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6B396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8.27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4321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3A4AF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18F3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FE8F3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8A66B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51F2D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6.37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9E60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581813F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60FB5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5711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04D2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BD9A9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9E6BC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5.56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598EF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8CC1C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B2C5C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190BA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9F81A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FD0B0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E89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62C1FB5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2A5ED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3B9A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F803A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6FF86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571FA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24370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1E6D5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151FC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2EF2F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ED894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7A54C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D0E15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A82856" w14:paraId="6E0A3B4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33B66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AA441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C102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581E2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4BEC0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63.20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6AB21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019F4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0A758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192.00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09EA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26128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5FDC3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509EA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434AF83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235B8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39C9A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B81B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CCF35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5E9CA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63.50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6B371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EAD59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D0B1F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06B4B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0FD94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EECE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23F1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59ABAA3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081C3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EE963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C42BF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973AC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788F8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E52C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9ACF2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CC343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37.50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BCB36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FC9B5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9FE99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8DEE4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0C9D8F4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E0B93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EC917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54429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49356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53E29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E5E4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45450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35E93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FFB41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6BBE3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2D40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DAF5F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094656A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E6060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40496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0D3C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02C4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8E1E2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E7C48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2C68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7D463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B802F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1309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2D0F4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6D2EB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60B2571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6A02D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BCCF1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21749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42E46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01CB5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A072C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1FE66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9599D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F853F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797FB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E5518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35C8D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A82856" w14:paraId="7020018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45E08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82DB9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F03BA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EB13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2539E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EA1C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2014C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8B9EB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14936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2521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516E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47.20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C52C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0BAF72F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81142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AC9D8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E5E80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C3814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04076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21.40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5EFF7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3D5A8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882B1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AB963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6D2D3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2A38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902D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3EE4F98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A1451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A562C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89B4B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A66C2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50A7F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40.90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0AB2A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33C02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1D2B9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DCD4F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A4232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A1A4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E224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3995F7B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C2E9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65329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1491B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E3201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115BF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42.30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C21D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C278C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62744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9.96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D037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BBD8F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3E70D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397D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7856E99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C0530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FCBA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43E2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217E6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B73F9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49.40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CF1BF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31883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01130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02FB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41C36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B0016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F15DF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339564B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C6767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7A592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7B2FF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ABC20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FE925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02242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F1473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0246A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1EFE4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CE18F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5FBB9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6BAB4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A82856" w14:paraId="6A146CC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53B04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5B1F7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91C56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0CD48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02C48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40.90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F9A00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3D5A8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857D7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E835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2395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F6F91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7E2C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1C98498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DB867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2468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96D37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FC31A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C9A6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32.40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C5914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2312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56E2D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0A497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71298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10DB0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E2D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1FE26D0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FB69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1B64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B6291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302B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18CC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63.00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2A01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53FA5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75EE1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FB19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C84C9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EDCD4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A614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10C6D1C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CB081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C295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ADEB3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48A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6F1E8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52.10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B420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1AE5B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ADDC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A2954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04ACB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207F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56.20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86DB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0F5EAC4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AFBF7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0F471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E785A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C04B6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DA928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F6B3A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1681C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3E46B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ECC70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5D048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45411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9D7F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3DD2A35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48E5D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66CD0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93808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78E42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93D7C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8B123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0658F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4CA41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01F5E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02773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63980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8AB5B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A82856" w14:paraId="6CBDDF5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02B92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47560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7CEF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B0968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4BF69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FF6E3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F30D7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181C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D32D8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46A1B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7434E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DFBB4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</w:tr>
      <w:tr w:rsidR="00D625F6" w:rsidRPr="00A82856" w14:paraId="654F641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CDF5F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21B2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4.06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86044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D3EA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B8F3A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2737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5974B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9EF04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32CF8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0E8A1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94DB8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74E9A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4F08D77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F301A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53150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171B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3BD3E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FA580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CFF43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96610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D3A8C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46.50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BD251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055E0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B542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85DF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7725FB1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EE62B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0D5B8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9C01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4B9F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000D8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D217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947D0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4ED3F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E7F4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678A7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F63D3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58899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58321E4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FAE2E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9CCFC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9DB2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A424F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EBF4A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D7DFB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6E904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60868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D625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24DF0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4E215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1F6B3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51981AC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0425E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EC8F3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FB99E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0A3BD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64C1F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31F86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D1E7C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76DD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D8F12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687B1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08FB4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5D6A4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A82856" w14:paraId="30D35A7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85641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1CF29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51FA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D0A22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AB5D6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E9367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9CD41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4139A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0BE6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47B5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D5661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7BEE7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20E32D1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26A10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BB1B2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CB0E3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AC949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8C0A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46771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13589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FC0A7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EB87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84396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5C9D3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260.00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C98EA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67BAE4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67EC9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AC94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5D9F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C526A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2621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99499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68AAB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2C133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A9DC4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332AF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C2C2E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BAE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2ACD490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3300A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6995E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68BA7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8412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F90CA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38.40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25EB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94BD5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EF5A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4031B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7F60F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7495C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12D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7198DAB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653C0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7C2EA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D86D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BAFDD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69A8F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441A7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79E79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77D13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5F1B4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6823F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F8E78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9546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780F4C1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ADD99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3DEAC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226C7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68645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9E713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28DDB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8EF1D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9FC3B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E5554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C2E96" w14:textId="77777777" w:rsidR="00D625F6" w:rsidRPr="00A82856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41DBC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5AF34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A82856" w14:paraId="5D4887A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7AF80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4BFE8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2EB3E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779B3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48923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DFDFF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60A43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47206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7272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69866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183F4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00E10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515D61C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8033B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0BCCE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82AE4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30A3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0C5D1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1AC48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B1953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776D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61EE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C1167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490EE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8E59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216CB4F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CA314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8E7F1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6F2CC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D6BD4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E774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179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0A671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E3708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2230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64CFC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4350A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3A423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181B486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686C6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3220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8A116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889F5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141F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D5369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5CE70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DA315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65B56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AABB6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A4B2C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29998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.36</w:t>
            </w:r>
          </w:p>
        </w:tc>
      </w:tr>
      <w:tr w:rsidR="00D625F6" w:rsidRPr="00A82856" w14:paraId="29A8205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5EF6F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AF68DE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56C391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999759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500CF9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E658D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5ABBCB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363F0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7DDE82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DDF7E" w14:textId="77777777" w:rsidR="00D625F6" w:rsidRPr="00A82856" w:rsidRDefault="00D625F6" w:rsidP="00965B31">
            <w:pPr>
              <w:pStyle w:val="tabletext10"/>
              <w:rPr>
                <w:b/>
              </w:rPr>
            </w:pPr>
            <w:r w:rsidRPr="00A82856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03BC71" w14:textId="77777777" w:rsidR="00D625F6" w:rsidRPr="00A82856" w:rsidRDefault="00D625F6" w:rsidP="00965B31">
            <w:pPr>
              <w:pStyle w:val="tabletext10"/>
              <w:tabs>
                <w:tab w:val="decimal" w:pos="300"/>
              </w:tabs>
            </w:pPr>
            <w:r w:rsidRPr="00A8285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610275" w14:textId="77777777" w:rsidR="00D625F6" w:rsidRPr="00A82856" w:rsidRDefault="00D625F6" w:rsidP="00965B31">
            <w:pPr>
              <w:pStyle w:val="tabletext10"/>
              <w:jc w:val="center"/>
            </w:pPr>
            <w:r w:rsidRPr="00A82856">
              <w:t xml:space="preserve"> – </w:t>
            </w:r>
          </w:p>
        </w:tc>
      </w:tr>
      <w:tr w:rsidR="00D625F6" w:rsidRPr="00A82856" w14:paraId="59FBB22C" w14:textId="77777777" w:rsidTr="00965B31">
        <w:trPr>
          <w:cantSplit/>
        </w:trPr>
        <w:tc>
          <w:tcPr>
            <w:tcW w:w="10080" w:type="dxa"/>
            <w:gridSpan w:val="12"/>
          </w:tcPr>
          <w:p w14:paraId="31EC86CA" w14:textId="77777777" w:rsidR="00D625F6" w:rsidRPr="00A82856" w:rsidRDefault="00D625F6" w:rsidP="00965B31">
            <w:pPr>
              <w:pStyle w:val="blocktext1"/>
            </w:pPr>
          </w:p>
        </w:tc>
      </w:tr>
      <w:tr w:rsidR="00D625F6" w:rsidRPr="00A82856" w14:paraId="1C47711A" w14:textId="77777777" w:rsidTr="00965B31">
        <w:trPr>
          <w:cantSplit/>
        </w:trPr>
        <w:tc>
          <w:tcPr>
            <w:tcW w:w="10080" w:type="dxa"/>
            <w:gridSpan w:val="12"/>
          </w:tcPr>
          <w:p w14:paraId="27EF2411" w14:textId="77777777" w:rsidR="00D625F6" w:rsidRPr="00A82856" w:rsidRDefault="00D625F6" w:rsidP="00965B31">
            <w:pPr>
              <w:pStyle w:val="blocktext1"/>
            </w:pPr>
          </w:p>
        </w:tc>
      </w:tr>
    </w:tbl>
    <w:p w14:paraId="7BCAAC83" w14:textId="77777777" w:rsidR="00D625F6" w:rsidRPr="00A82856" w:rsidRDefault="00D625F6" w:rsidP="00D625F6">
      <w:pPr>
        <w:pStyle w:val="isonormal"/>
      </w:pPr>
    </w:p>
    <w:p w14:paraId="0111DD38" w14:textId="77777777" w:rsidR="00D625F6" w:rsidRDefault="00D625F6" w:rsidP="00D625F6">
      <w:pPr>
        <w:pStyle w:val="isonormal"/>
        <w:sectPr w:rsidR="00D625F6" w:rsidSect="00D625F6">
          <w:headerReference w:type="default" r:id="rId63"/>
          <w:footerReference w:type="default" r:id="rId6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5A273F" w14:paraId="7BBA3D9E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556F" w14:textId="77777777" w:rsidR="00D625F6" w:rsidRPr="005A273F" w:rsidRDefault="00D625F6" w:rsidP="00965B31">
            <w:pPr>
              <w:pStyle w:val="tablehead"/>
            </w:pPr>
            <w:r w:rsidRPr="005A273F">
              <w:lastRenderedPageBreak/>
              <w:t>$100,000/200,000 BASIC LIMIT OCCURRENCE</w:t>
            </w:r>
            <w:r w:rsidRPr="005A273F">
              <w:br/>
              <w:t>Premises/Operations (Prem/Ops) (Subline Code 334) Territory 506</w:t>
            </w:r>
            <w:r w:rsidRPr="005A273F">
              <w:br/>
              <w:t>Products/Completed Operations (Prod/COps)</w:t>
            </w:r>
            <w:r w:rsidRPr="005A273F">
              <w:tab/>
              <w:t xml:space="preserve">(Subline Code 336) Entire State Territory 999 </w:t>
            </w:r>
          </w:p>
        </w:tc>
      </w:tr>
      <w:tr w:rsidR="00D625F6" w:rsidRPr="005A273F" w14:paraId="3D1C418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2DAC7E1" w14:textId="77777777" w:rsidR="00D625F6" w:rsidRPr="005A273F" w:rsidRDefault="00D625F6" w:rsidP="00965B31">
            <w:pPr>
              <w:pStyle w:val="tablehead"/>
            </w:pPr>
            <w:r w:rsidRPr="005A273F">
              <w:t>Class</w:t>
            </w:r>
            <w:r w:rsidRPr="005A273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2CD25" w14:textId="77777777" w:rsidR="00D625F6" w:rsidRPr="005A273F" w:rsidRDefault="00D625F6" w:rsidP="00965B31">
            <w:pPr>
              <w:pStyle w:val="tablehead"/>
            </w:pPr>
            <w:r w:rsidRPr="005A273F">
              <w:t>Prem/</w:t>
            </w:r>
            <w:r w:rsidRPr="005A273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F4C614" w14:textId="77777777" w:rsidR="00D625F6" w:rsidRPr="005A273F" w:rsidRDefault="00D625F6" w:rsidP="00965B31">
            <w:pPr>
              <w:pStyle w:val="tablehead"/>
            </w:pPr>
            <w:r w:rsidRPr="005A273F">
              <w:t>Prod/</w:t>
            </w:r>
            <w:r w:rsidRPr="005A273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FCB9A" w14:textId="77777777" w:rsidR="00D625F6" w:rsidRPr="005A273F" w:rsidRDefault="00D625F6" w:rsidP="00965B31">
            <w:pPr>
              <w:pStyle w:val="tablehead"/>
            </w:pPr>
            <w:r w:rsidRPr="005A273F">
              <w:t>Class</w:t>
            </w:r>
            <w:r w:rsidRPr="005A273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12A0B8" w14:textId="77777777" w:rsidR="00D625F6" w:rsidRPr="005A273F" w:rsidRDefault="00D625F6" w:rsidP="00965B31">
            <w:pPr>
              <w:pStyle w:val="tablehead"/>
            </w:pPr>
            <w:r w:rsidRPr="005A273F">
              <w:t>Prem/</w:t>
            </w:r>
            <w:r w:rsidRPr="005A273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CA184" w14:textId="77777777" w:rsidR="00D625F6" w:rsidRPr="005A273F" w:rsidRDefault="00D625F6" w:rsidP="00965B31">
            <w:pPr>
              <w:pStyle w:val="tablehead"/>
            </w:pPr>
            <w:r w:rsidRPr="005A273F">
              <w:t>Prod/</w:t>
            </w:r>
            <w:r w:rsidRPr="005A273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BD035F" w14:textId="77777777" w:rsidR="00D625F6" w:rsidRPr="005A273F" w:rsidRDefault="00D625F6" w:rsidP="00965B31">
            <w:pPr>
              <w:pStyle w:val="tablehead"/>
            </w:pPr>
            <w:r w:rsidRPr="005A273F">
              <w:t>Class</w:t>
            </w:r>
            <w:r w:rsidRPr="005A273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712C0" w14:textId="77777777" w:rsidR="00D625F6" w:rsidRPr="005A273F" w:rsidRDefault="00D625F6" w:rsidP="00965B31">
            <w:pPr>
              <w:pStyle w:val="tablehead"/>
            </w:pPr>
            <w:r w:rsidRPr="005A273F">
              <w:t>Prem/</w:t>
            </w:r>
            <w:r w:rsidRPr="005A273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D73547" w14:textId="77777777" w:rsidR="00D625F6" w:rsidRPr="005A273F" w:rsidRDefault="00D625F6" w:rsidP="00965B31">
            <w:pPr>
              <w:pStyle w:val="tablehead"/>
            </w:pPr>
            <w:r w:rsidRPr="005A273F">
              <w:t>Prod/</w:t>
            </w:r>
            <w:r w:rsidRPr="005A273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3C35A" w14:textId="77777777" w:rsidR="00D625F6" w:rsidRPr="005A273F" w:rsidRDefault="00D625F6" w:rsidP="00965B31">
            <w:pPr>
              <w:pStyle w:val="tablehead"/>
            </w:pPr>
            <w:r w:rsidRPr="005A273F">
              <w:t>Class</w:t>
            </w:r>
            <w:r w:rsidRPr="005A273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0A3660" w14:textId="77777777" w:rsidR="00D625F6" w:rsidRPr="005A273F" w:rsidRDefault="00D625F6" w:rsidP="00965B31">
            <w:pPr>
              <w:pStyle w:val="tablehead"/>
            </w:pPr>
            <w:r w:rsidRPr="005A273F">
              <w:t>Prem/</w:t>
            </w:r>
            <w:r w:rsidRPr="005A273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4E32E" w14:textId="77777777" w:rsidR="00D625F6" w:rsidRPr="005A273F" w:rsidRDefault="00D625F6" w:rsidP="00965B31">
            <w:pPr>
              <w:pStyle w:val="tablehead"/>
            </w:pPr>
            <w:r w:rsidRPr="005A273F">
              <w:t>Prod/</w:t>
            </w:r>
            <w:r w:rsidRPr="005A273F">
              <w:br/>
              <w:t>Cops</w:t>
            </w:r>
          </w:p>
        </w:tc>
      </w:tr>
      <w:tr w:rsidR="00D625F6" w:rsidRPr="005A273F" w14:paraId="7DFFB34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B1F48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BBFF5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FF9B0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ABAB1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8E56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576B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8EDBA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4D3D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F755D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6223C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C538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C518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.082</w:t>
            </w:r>
          </w:p>
        </w:tc>
      </w:tr>
      <w:tr w:rsidR="00D625F6" w:rsidRPr="005A273F" w14:paraId="541530B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E9153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9FCD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8.28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575DB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743C7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FEE6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8C4D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488DB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3131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0823E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16E66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50BD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4B15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.32</w:t>
            </w:r>
          </w:p>
        </w:tc>
      </w:tr>
      <w:tr w:rsidR="00D625F6" w:rsidRPr="005A273F" w14:paraId="5BC0B61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A1CCB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F6273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0B34A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AEBBB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25A93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973A0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579C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D60B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3563F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070BF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242A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2DC0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.104</w:t>
            </w:r>
          </w:p>
        </w:tc>
      </w:tr>
      <w:tr w:rsidR="00D625F6" w:rsidRPr="005A273F" w14:paraId="5F97289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66268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9DF48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7D380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9C991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6811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318C8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AB128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B392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C5D1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D1A78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D4DE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173E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.197</w:t>
            </w:r>
          </w:p>
        </w:tc>
      </w:tr>
      <w:tr w:rsidR="00D625F6" w:rsidRPr="005A273F" w14:paraId="05A60F6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E4A3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1A30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914B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CBF5F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661E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68BD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FCEC3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BDAE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944A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C979D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111B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07ADB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27D911E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8E4B0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A15B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00F4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62188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12DF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DCC4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28E64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D80E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7BB7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FCD59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5B89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7F404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A273F" w14:paraId="165DC5A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0733B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16DA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7B97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2ED5C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8C82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43EEA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E654F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15A6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6A91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1B89D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4300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38A50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25348B4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4600D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5980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6456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203E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C42D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9D2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2DA08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17D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71A2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4269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141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4C13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.56</w:t>
            </w:r>
          </w:p>
        </w:tc>
      </w:tr>
      <w:tr w:rsidR="00D625F6" w:rsidRPr="005A273F" w14:paraId="65BE87B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F329F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6013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58FD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AD7DA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775E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3D39F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A6263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D51D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8C7AC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0D7EB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8225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9765D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45E7DDC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8EDE3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B1414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E0B58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62522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B4E1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E84F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EF62D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71A6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BC2CB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CD17F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DB06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55342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6947605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3C3C0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9A04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129.00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88B3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9FF83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C1F2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4F25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1CA2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4E5C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FD25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545A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DB65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8001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.27</w:t>
            </w:r>
          </w:p>
        </w:tc>
      </w:tr>
      <w:tr w:rsidR="00D625F6" w:rsidRPr="005A273F" w14:paraId="6FCB968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702F3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92A53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98A5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D23CA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2E3B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6832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328D1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1C11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9E0D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4064D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2A28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1AD8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A273F" w14:paraId="67BB040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B45A9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C454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A8963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577A7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C0F9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F107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75B5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7905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A1A6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29F82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DEE6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FDDC0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1A52CC3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5CB33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10A6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968C3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4DC08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9D48F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C278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514A6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5FD6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6E46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54604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BF84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14437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4A3012B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06850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EB03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AD7DD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827CE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BE0A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73AB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37D1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24DDF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2232E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C53E9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BCDF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938AC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49570BD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A2C61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5466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B9E7C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BE18D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8A44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331A1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3AE4D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29E6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2EA59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51C8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3D90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9E305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0219D31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ED6FB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A2FC7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7C1E8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6A83E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1068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41EC4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D281C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88B0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A1848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2575A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DDF53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D65DF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2AE0948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3B9E0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E99C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E11C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CD8D5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73F8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7B0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4C874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AE3F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8E5D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6DBF3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0C78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2771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A273F" w14:paraId="1F47B1B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EB9F1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FFD2F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0DB79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0A446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AD9E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5A5BF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4406A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80CE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3F76C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7CD98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6EE2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B0EE9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5811A48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9DF13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F9FB7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EF1B7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BE933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E1CC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2AA33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8514D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3CA9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FF7F8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8BB56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7AEB4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60EC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.65</w:t>
            </w:r>
          </w:p>
        </w:tc>
      </w:tr>
      <w:tr w:rsidR="00D625F6" w:rsidRPr="005A273F" w14:paraId="697267C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1F71C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1B0C1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6D62B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32BC6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34A6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96A6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36189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18B2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339F8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3B5C9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1BFE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CD41E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5E57CA4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31D52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8B43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5C11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DBB3E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5076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8BD2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D3B63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C23F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CED95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35D12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6639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6356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084131E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73518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CC1D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64DEB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81C58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42BFF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888CF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56FB9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BF63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21019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060AF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9C5A3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FAA33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475E3C3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460C8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1A7C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E764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D4F3A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5233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5935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2ECE4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6B0B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5ED5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EF76D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6DBC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935B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A273F" w14:paraId="1333DCC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9E80D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7DFD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20509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7CEE9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993A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2C47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8C02E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19D9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6C35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14150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3904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3A593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292A79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AB3F6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6B82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2F367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0846C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4DA1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F2FF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01CDA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FB64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0BA5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9F280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8F03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548E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.085</w:t>
            </w:r>
          </w:p>
        </w:tc>
      </w:tr>
      <w:tr w:rsidR="00D625F6" w:rsidRPr="005A273F" w14:paraId="160C447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A299F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B9A6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EE22C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75E6B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DFDB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A72C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2F3D9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1895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EFA0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B4241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6B63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9A28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.195</w:t>
            </w:r>
          </w:p>
        </w:tc>
      </w:tr>
      <w:tr w:rsidR="00D625F6" w:rsidRPr="005A273F" w14:paraId="41D5A21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C8BDC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E5AF3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40900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A0DFA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72CE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16D5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D300D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91D1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DE84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5B002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14F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82D1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.058</w:t>
            </w:r>
          </w:p>
        </w:tc>
      </w:tr>
      <w:tr w:rsidR="00D625F6" w:rsidRPr="005A273F" w14:paraId="539660F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8400C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DD13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02869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B2088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BD9D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03405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8587E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7A7D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F140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F8B4F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035D4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E0804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1.80</w:t>
            </w:r>
          </w:p>
        </w:tc>
      </w:tr>
      <w:tr w:rsidR="00D625F6" w:rsidRPr="005A273F" w14:paraId="200503D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39417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50973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86B7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FF3F8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F6A54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EEE7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EE575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5830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FC4D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F08CD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1901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29B1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A273F" w14:paraId="7D73E05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4A2A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42A63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AFEFE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526BE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C4A6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E0863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48AB1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98223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270BF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C4F24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4E64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40A18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11AD417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1FDC2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0F66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ADCF0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AAA2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E27C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9E5E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671B8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5514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CA5F5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7573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976B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C9BAE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</w:tr>
      <w:tr w:rsidR="00D625F6" w:rsidRPr="005A273F" w14:paraId="06EF4A1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4871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F143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71E7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822E1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EEA4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F80A3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6C002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101E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34B2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69BD1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45E7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7F3C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.052</w:t>
            </w:r>
          </w:p>
        </w:tc>
      </w:tr>
      <w:tr w:rsidR="00D625F6" w:rsidRPr="005A273F" w14:paraId="639F9CB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A54C9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3633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2C1D2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8B01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B668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A0A1D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2BAAE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044E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04BC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6F76E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EFDB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75B1F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0ABA819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BD3E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CF9F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69A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7D4E0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E91D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D66F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4736B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C873E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D384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4E512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49EE1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0188B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13CF8F4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B13D7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4F49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8751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0AF39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EFC9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C1ED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8FC78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A6EE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E19C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05438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BA92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541F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A273F" w14:paraId="1CFC562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91ACC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5C2D4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FF3C5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77B40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FFFF3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AD283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ABF22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3698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3076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0B5B8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8200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23BC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.42</w:t>
            </w:r>
          </w:p>
        </w:tc>
      </w:tr>
      <w:tr w:rsidR="00D625F6" w:rsidRPr="005A273F" w14:paraId="5147D1B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2D31E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9E66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9330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81239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FFDD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9A82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4967F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E2DB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C0246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FED9A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B134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0401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.052</w:t>
            </w:r>
          </w:p>
        </w:tc>
      </w:tr>
      <w:tr w:rsidR="00D625F6" w:rsidRPr="005A273F" w14:paraId="2B1E82F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5B3D2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064A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2C4BF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297F3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C007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AE878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4F426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7244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6B24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1E70C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9730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DB75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.241</w:t>
            </w:r>
          </w:p>
        </w:tc>
      </w:tr>
      <w:tr w:rsidR="00D625F6" w:rsidRPr="005A273F" w14:paraId="0680879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3A7E2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C54A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781ED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027FB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A9B9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F5CFA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E9EFD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6244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AA5D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9E29B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2D8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B3A84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.204</w:t>
            </w:r>
          </w:p>
        </w:tc>
      </w:tr>
      <w:tr w:rsidR="00D625F6" w:rsidRPr="005A273F" w14:paraId="25BCA02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E50B9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B8AC4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77EEF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D68DF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D08E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A7FB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2A9D6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A311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AEC1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118C9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0A16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D943C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12931FA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80634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2C82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5D3D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CBE1D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644A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4F76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46644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4009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6878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B1400" w14:textId="77777777" w:rsidR="00D625F6" w:rsidRPr="005A273F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B0D6F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F0F1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5A273F" w14:paraId="3C0D056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12C6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0EE6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73C8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A406A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60AE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C5AE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8A28B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078A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257F1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4A353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A7AC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4CCAE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3524AD3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42FBB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7FC7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36EC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3B43D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62AA1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E2B3F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DDD2D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DBE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3194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D1235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0403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B4F79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.46</w:t>
            </w:r>
          </w:p>
        </w:tc>
      </w:tr>
      <w:tr w:rsidR="00D625F6" w:rsidRPr="005A273F" w14:paraId="48057EF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63C7F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BB75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57153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96C93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6FAB3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C80D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698F4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6D056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34B48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BF367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5A5FD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DA026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6A0552A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577B2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D9B9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6C4F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F6B7D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B448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07F4D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096C7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4EFAF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C10E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12464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DEC30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AE1CE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677DD56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1DBEA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9E7FC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98614A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D91A9E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DEE4DB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E8E02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9AC482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18AB7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E36001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6D1D0" w14:textId="77777777" w:rsidR="00D625F6" w:rsidRPr="005A273F" w:rsidRDefault="00D625F6" w:rsidP="00965B31">
            <w:pPr>
              <w:pStyle w:val="tabletext10"/>
              <w:rPr>
                <w:b/>
              </w:rPr>
            </w:pPr>
            <w:r w:rsidRPr="005A273F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0C1565" w14:textId="77777777" w:rsidR="00D625F6" w:rsidRPr="005A273F" w:rsidRDefault="00D625F6" w:rsidP="00965B31">
            <w:pPr>
              <w:pStyle w:val="tabletext10"/>
              <w:tabs>
                <w:tab w:val="decimal" w:pos="300"/>
              </w:tabs>
            </w:pPr>
            <w:r w:rsidRPr="005A273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9D8ED8" w14:textId="77777777" w:rsidR="00D625F6" w:rsidRPr="005A273F" w:rsidRDefault="00D625F6" w:rsidP="00965B31">
            <w:pPr>
              <w:pStyle w:val="tabletext10"/>
              <w:jc w:val="center"/>
            </w:pPr>
            <w:r w:rsidRPr="005A273F">
              <w:t>(a)</w:t>
            </w:r>
          </w:p>
        </w:tc>
      </w:tr>
      <w:tr w:rsidR="00D625F6" w:rsidRPr="005A273F" w14:paraId="5D03E741" w14:textId="77777777" w:rsidTr="00965B31">
        <w:trPr>
          <w:cantSplit/>
        </w:trPr>
        <w:tc>
          <w:tcPr>
            <w:tcW w:w="10080" w:type="dxa"/>
            <w:gridSpan w:val="12"/>
          </w:tcPr>
          <w:p w14:paraId="6171923C" w14:textId="77777777" w:rsidR="00D625F6" w:rsidRPr="005A273F" w:rsidRDefault="00D625F6" w:rsidP="00965B31">
            <w:pPr>
              <w:pStyle w:val="blocktext1"/>
            </w:pPr>
          </w:p>
        </w:tc>
      </w:tr>
      <w:tr w:rsidR="00D625F6" w:rsidRPr="005A273F" w14:paraId="11B412A8" w14:textId="77777777" w:rsidTr="00965B31">
        <w:trPr>
          <w:cantSplit/>
        </w:trPr>
        <w:tc>
          <w:tcPr>
            <w:tcW w:w="10080" w:type="dxa"/>
            <w:gridSpan w:val="12"/>
          </w:tcPr>
          <w:p w14:paraId="79CB922F" w14:textId="77777777" w:rsidR="00D625F6" w:rsidRPr="005A273F" w:rsidRDefault="00D625F6" w:rsidP="00965B31">
            <w:pPr>
              <w:pStyle w:val="blocktext1"/>
            </w:pPr>
          </w:p>
        </w:tc>
      </w:tr>
    </w:tbl>
    <w:p w14:paraId="443C7AFE" w14:textId="77777777" w:rsidR="00D625F6" w:rsidRPr="005A273F" w:rsidRDefault="00D625F6" w:rsidP="00D625F6">
      <w:pPr>
        <w:pStyle w:val="isonormal"/>
      </w:pPr>
    </w:p>
    <w:p w14:paraId="62EC7EAC" w14:textId="77777777" w:rsidR="00D625F6" w:rsidRDefault="00D625F6" w:rsidP="00D625F6">
      <w:pPr>
        <w:pStyle w:val="isonormal"/>
        <w:sectPr w:rsidR="00D625F6" w:rsidSect="00D625F6">
          <w:headerReference w:type="default" r:id="rId65"/>
          <w:footerReference w:type="default" r:id="rId6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2C6C41" w14:paraId="7B5CA6E6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46B7F" w14:textId="77777777" w:rsidR="00D625F6" w:rsidRPr="002C6C41" w:rsidRDefault="00D625F6" w:rsidP="00965B31">
            <w:pPr>
              <w:pStyle w:val="tablehead"/>
            </w:pPr>
            <w:r w:rsidRPr="002C6C41">
              <w:lastRenderedPageBreak/>
              <w:t>$100,000/200,000 BASIC LIMIT OCCURRENCE</w:t>
            </w:r>
            <w:r w:rsidRPr="002C6C41">
              <w:br/>
              <w:t>Premises/Operations (Prem/Ops) (Subline Code 334) Territory 506</w:t>
            </w:r>
            <w:r w:rsidRPr="002C6C41">
              <w:br/>
              <w:t>Products/Completed Operations (Prod/COps)</w:t>
            </w:r>
            <w:r w:rsidRPr="002C6C41">
              <w:tab/>
              <w:t xml:space="preserve">(Subline Code 336) Entire State Territory 999 </w:t>
            </w:r>
          </w:p>
        </w:tc>
      </w:tr>
      <w:tr w:rsidR="00D625F6" w:rsidRPr="002C6C41" w14:paraId="4C7BC81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C7BB580" w14:textId="77777777" w:rsidR="00D625F6" w:rsidRPr="002C6C41" w:rsidRDefault="00D625F6" w:rsidP="00965B31">
            <w:pPr>
              <w:pStyle w:val="tablehead"/>
            </w:pPr>
            <w:r w:rsidRPr="002C6C41">
              <w:t>Class</w:t>
            </w:r>
            <w:r w:rsidRPr="002C6C4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EB15D" w14:textId="77777777" w:rsidR="00D625F6" w:rsidRPr="002C6C41" w:rsidRDefault="00D625F6" w:rsidP="00965B31">
            <w:pPr>
              <w:pStyle w:val="tablehead"/>
            </w:pPr>
            <w:r w:rsidRPr="002C6C41">
              <w:t>Prem/</w:t>
            </w:r>
            <w:r w:rsidRPr="002C6C4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1709AA" w14:textId="77777777" w:rsidR="00D625F6" w:rsidRPr="002C6C41" w:rsidRDefault="00D625F6" w:rsidP="00965B31">
            <w:pPr>
              <w:pStyle w:val="tablehead"/>
            </w:pPr>
            <w:r w:rsidRPr="002C6C41">
              <w:t>Prod/</w:t>
            </w:r>
            <w:r w:rsidRPr="002C6C4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A802C" w14:textId="77777777" w:rsidR="00D625F6" w:rsidRPr="002C6C41" w:rsidRDefault="00D625F6" w:rsidP="00965B31">
            <w:pPr>
              <w:pStyle w:val="tablehead"/>
            </w:pPr>
            <w:r w:rsidRPr="002C6C41">
              <w:t>Class</w:t>
            </w:r>
            <w:r w:rsidRPr="002C6C4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73E16A" w14:textId="77777777" w:rsidR="00D625F6" w:rsidRPr="002C6C41" w:rsidRDefault="00D625F6" w:rsidP="00965B31">
            <w:pPr>
              <w:pStyle w:val="tablehead"/>
            </w:pPr>
            <w:r w:rsidRPr="002C6C41">
              <w:t>Prem/</w:t>
            </w:r>
            <w:r w:rsidRPr="002C6C4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B874D" w14:textId="77777777" w:rsidR="00D625F6" w:rsidRPr="002C6C41" w:rsidRDefault="00D625F6" w:rsidP="00965B31">
            <w:pPr>
              <w:pStyle w:val="tablehead"/>
            </w:pPr>
            <w:r w:rsidRPr="002C6C41">
              <w:t>Prod/</w:t>
            </w:r>
            <w:r w:rsidRPr="002C6C4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A27D0D" w14:textId="77777777" w:rsidR="00D625F6" w:rsidRPr="002C6C41" w:rsidRDefault="00D625F6" w:rsidP="00965B31">
            <w:pPr>
              <w:pStyle w:val="tablehead"/>
            </w:pPr>
            <w:r w:rsidRPr="002C6C41">
              <w:t>Class</w:t>
            </w:r>
            <w:r w:rsidRPr="002C6C4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41AA9" w14:textId="77777777" w:rsidR="00D625F6" w:rsidRPr="002C6C41" w:rsidRDefault="00D625F6" w:rsidP="00965B31">
            <w:pPr>
              <w:pStyle w:val="tablehead"/>
            </w:pPr>
            <w:r w:rsidRPr="002C6C41">
              <w:t>Prem/</w:t>
            </w:r>
            <w:r w:rsidRPr="002C6C4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9FB56A" w14:textId="77777777" w:rsidR="00D625F6" w:rsidRPr="002C6C41" w:rsidRDefault="00D625F6" w:rsidP="00965B31">
            <w:pPr>
              <w:pStyle w:val="tablehead"/>
            </w:pPr>
            <w:r w:rsidRPr="002C6C41">
              <w:t>Prod/</w:t>
            </w:r>
            <w:r w:rsidRPr="002C6C4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F6C44" w14:textId="77777777" w:rsidR="00D625F6" w:rsidRPr="002C6C41" w:rsidRDefault="00D625F6" w:rsidP="00965B31">
            <w:pPr>
              <w:pStyle w:val="tablehead"/>
            </w:pPr>
            <w:r w:rsidRPr="002C6C41">
              <w:t>Class</w:t>
            </w:r>
            <w:r w:rsidRPr="002C6C4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E92E7D" w14:textId="77777777" w:rsidR="00D625F6" w:rsidRPr="002C6C41" w:rsidRDefault="00D625F6" w:rsidP="00965B31">
            <w:pPr>
              <w:pStyle w:val="tablehead"/>
            </w:pPr>
            <w:r w:rsidRPr="002C6C41">
              <w:t>Prem/</w:t>
            </w:r>
            <w:r w:rsidRPr="002C6C4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95DAF" w14:textId="77777777" w:rsidR="00D625F6" w:rsidRPr="002C6C41" w:rsidRDefault="00D625F6" w:rsidP="00965B31">
            <w:pPr>
              <w:pStyle w:val="tablehead"/>
            </w:pPr>
            <w:r w:rsidRPr="002C6C41">
              <w:t>Prod/</w:t>
            </w:r>
            <w:r w:rsidRPr="002C6C41">
              <w:br/>
              <w:t>Cops</w:t>
            </w:r>
          </w:p>
        </w:tc>
      </w:tr>
      <w:tr w:rsidR="00D625F6" w:rsidRPr="002C6C41" w14:paraId="2EB1350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8A33A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AC5B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072B9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DEA3E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0077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C44B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5E9F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C8FF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B4F77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4818A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A67F8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370F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1.35</w:t>
            </w:r>
          </w:p>
        </w:tc>
      </w:tr>
      <w:tr w:rsidR="00D625F6" w:rsidRPr="002C6C41" w14:paraId="184E64F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B4493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293B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ABFC8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C3ABE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651C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B44F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06D5A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FD81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174ED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F4CA9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CE1D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FAA2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.086</w:t>
            </w:r>
          </w:p>
        </w:tc>
      </w:tr>
      <w:tr w:rsidR="00D625F6" w:rsidRPr="002C6C41" w14:paraId="5909E95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5362C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BFDE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8E23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BE4AC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08269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7CD95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6CC5C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AA963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0E4C7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56768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CD4B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8C1A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.042</w:t>
            </w:r>
          </w:p>
        </w:tc>
      </w:tr>
      <w:tr w:rsidR="00D625F6" w:rsidRPr="002C6C41" w14:paraId="4857064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9F8A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64D5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27898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45A6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1B078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BCA27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7285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25F5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0D4D1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11696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C6F5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7C68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.45</w:t>
            </w:r>
          </w:p>
        </w:tc>
      </w:tr>
      <w:tr w:rsidR="00D625F6" w:rsidRPr="002C6C41" w14:paraId="484C62B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97DBB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94CE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7BE7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39E52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D929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EA7A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21C5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50BD2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33A3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C983C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90A3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ABB33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 xml:space="preserve"> – </w:t>
            </w:r>
          </w:p>
        </w:tc>
      </w:tr>
      <w:tr w:rsidR="00D625F6" w:rsidRPr="002C6C41" w14:paraId="4A47FC4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4532F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8153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251A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2F40A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9204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9807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33D1C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C451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48A1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1176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1CC09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D4BF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C6C41" w14:paraId="441FEF1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5F673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C7EA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D30E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7C7DC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AFB7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EEFE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77185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B097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69703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C08D6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BBCC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6F41E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 xml:space="preserve"> – </w:t>
            </w:r>
          </w:p>
        </w:tc>
      </w:tr>
      <w:tr w:rsidR="00D625F6" w:rsidRPr="002C6C41" w14:paraId="6335DAC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487D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D3E2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6CE62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892D8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62B1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F8A7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FB5CD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E2049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96DCD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65725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A021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98BA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 xml:space="preserve"> – </w:t>
            </w:r>
          </w:p>
        </w:tc>
      </w:tr>
      <w:tr w:rsidR="00D625F6" w:rsidRPr="002C6C41" w14:paraId="391C8D7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701E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FB25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5D6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192FC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0A18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21CB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4CD23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E68B8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42CB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53CF5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044D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EC586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 xml:space="preserve"> – </w:t>
            </w:r>
          </w:p>
        </w:tc>
      </w:tr>
      <w:tr w:rsidR="00D625F6" w:rsidRPr="002C6C41" w14:paraId="295690F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B8AF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DCCF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CE6E9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367EA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64BC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708D6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ABBE7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775A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9F86A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BC56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25B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EAB84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 xml:space="preserve"> – </w:t>
            </w:r>
          </w:p>
        </w:tc>
      </w:tr>
      <w:tr w:rsidR="00D625F6" w:rsidRPr="002C6C41" w14:paraId="6B53501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50FED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0E50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EB64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83E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7308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D39BA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C857C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9DBF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928A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8EA1A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9CF13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9C765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 xml:space="preserve"> – </w:t>
            </w:r>
          </w:p>
        </w:tc>
      </w:tr>
      <w:tr w:rsidR="00D625F6" w:rsidRPr="002C6C41" w14:paraId="37DABDA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3AF68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D2623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CE23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EEEC3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A6AB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C809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EDF3A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685F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E430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E2569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DD3A9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DBBD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C6C41" w14:paraId="64AE987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9A3A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71EA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07563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44D0D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CCFC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AE566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F3C1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032F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0F37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82697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D685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7AFC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</w:t>
            </w:r>
          </w:p>
        </w:tc>
      </w:tr>
      <w:tr w:rsidR="00D625F6" w:rsidRPr="002C6C41" w14:paraId="1ED06AC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CECA6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F62B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BBC9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F7F3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14DC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2C155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FD07D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E39E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1364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D15D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AD7B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1F9FF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</w:tr>
      <w:tr w:rsidR="00D625F6" w:rsidRPr="002C6C41" w14:paraId="0272187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E1908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32A9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59EC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9DDF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4145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CDA0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5B7A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4665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6865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DCCE5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A339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B5113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</w:tr>
      <w:tr w:rsidR="00D625F6" w:rsidRPr="002C6C41" w14:paraId="6AE45C8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1BA3D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29FA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3FDB8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9683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EEC4D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C314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B021B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C77B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959E9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AFC7C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50DC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E078B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</w:tr>
      <w:tr w:rsidR="00D625F6" w:rsidRPr="002C6C41" w14:paraId="392D833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F6D34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D57F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41356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6D96E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02F4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34463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35244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805C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2353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FCF2D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BCF89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57A9B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</w:tr>
      <w:tr w:rsidR="00D625F6" w:rsidRPr="002C6C41" w14:paraId="3C9DED4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FDF4D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64C49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9790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468E5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8D5E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21DE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15EC2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D3BC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A179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77903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A1F5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014E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C6C41" w14:paraId="4136032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3B793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63787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D0790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8112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5F57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65482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4D24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2AA1D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52053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5BCBD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6550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9F559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.098</w:t>
            </w:r>
          </w:p>
        </w:tc>
      </w:tr>
      <w:tr w:rsidR="00D625F6" w:rsidRPr="002C6C41" w14:paraId="1E19FFA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4461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AB8E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234F7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69B0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7522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8B6B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60B4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C892D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7550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57A35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117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1676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.011</w:t>
            </w:r>
          </w:p>
        </w:tc>
      </w:tr>
      <w:tr w:rsidR="00D625F6" w:rsidRPr="002C6C41" w14:paraId="526B56D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1FDA3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5119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001B9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F07A7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5454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02DDA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C0735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D2BF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D3112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072A2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A645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7BC3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.65</w:t>
            </w:r>
          </w:p>
        </w:tc>
      </w:tr>
      <w:tr w:rsidR="00D625F6" w:rsidRPr="002C6C41" w14:paraId="547F249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ED13D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E0347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086D7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1F452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6BE5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0CD31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CDCD7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110A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99E4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9028E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3AB0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4C9D0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</w:tr>
      <w:tr w:rsidR="00D625F6" w:rsidRPr="002C6C41" w14:paraId="56B0CE2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B860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0A356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70551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3BD8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BD53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F76A6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785DD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734A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C659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2AAD8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121D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D3617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</w:tr>
      <w:tr w:rsidR="00D625F6" w:rsidRPr="002C6C41" w14:paraId="2674C38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24234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2A50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1B2B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2FB83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7BE49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BCD5D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23045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2857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7A54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CD28C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63212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BB03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C6C41" w14:paraId="41C9E28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D70F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4E2D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03EA2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F9A7B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61B0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8AEAA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1B40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37B22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788FD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304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AAEA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B781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.49</w:t>
            </w:r>
          </w:p>
        </w:tc>
      </w:tr>
      <w:tr w:rsidR="00D625F6" w:rsidRPr="002C6C41" w14:paraId="42407D8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3C096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02425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7576A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14B49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1F7D3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D3E5A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E07B2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9FB0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FFA5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370F7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15E4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B1D52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</w:tr>
      <w:tr w:rsidR="00D625F6" w:rsidRPr="002C6C41" w14:paraId="0A3F12B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B5F82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BDE10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2CB80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5D67A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1CC2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1D919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26155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CDE2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2998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91F38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F8A4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7A12D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</w:tr>
      <w:tr w:rsidR="00D625F6" w:rsidRPr="002C6C41" w14:paraId="30EC8B0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DC86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CF92B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FCED9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F27C9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6126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CBEB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DC029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1AF8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77E39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222AE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3C1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3E247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</w:tr>
      <w:tr w:rsidR="00D625F6" w:rsidRPr="002C6C41" w14:paraId="74034AA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F093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2B77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41FC7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3D1D5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5CF98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9AD52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AF7FB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8462D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91F10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9863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00C2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E47B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.39</w:t>
            </w:r>
          </w:p>
        </w:tc>
      </w:tr>
      <w:tr w:rsidR="00D625F6" w:rsidRPr="002C6C41" w14:paraId="2D02B53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46BB2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462F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51BE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D6BE0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0583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5797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1C69D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D3C9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A589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ED6D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2548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08D8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C6C41" w14:paraId="3E94B31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E966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DF48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B58A2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3F42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94F1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BC233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61C1C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1222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74287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FF627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3073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69667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</w:tr>
      <w:tr w:rsidR="00D625F6" w:rsidRPr="002C6C41" w14:paraId="29F01E3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7C36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1751B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66959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43B52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4974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C342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92F8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4D63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5D3E4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E8E4B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5C37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97025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</w:tr>
      <w:tr w:rsidR="00D625F6" w:rsidRPr="002C6C41" w14:paraId="675F977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34D6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EA36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F2E23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9C364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9A28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CEEA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C8629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3B8B9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2655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706DC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F059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6E36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.155</w:t>
            </w:r>
          </w:p>
        </w:tc>
      </w:tr>
      <w:tr w:rsidR="00D625F6" w:rsidRPr="002C6C41" w14:paraId="1091CCE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2024C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F108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ABD2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64E8A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FDCC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56D32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B0C2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D1638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A401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92205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B033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82AE2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.11</w:t>
            </w:r>
          </w:p>
        </w:tc>
      </w:tr>
      <w:tr w:rsidR="00D625F6" w:rsidRPr="002C6C41" w14:paraId="696DE47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EE8F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B3C2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EA69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9B836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CC2DD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C6A8F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0B45B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4010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8D1B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3628D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8B73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A1D9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.021</w:t>
            </w:r>
          </w:p>
        </w:tc>
      </w:tr>
      <w:tr w:rsidR="00D625F6" w:rsidRPr="002C6C41" w14:paraId="1CCD7FB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1EB44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B6139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DB98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32039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7FCA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56E1D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E0C48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9CD0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C033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58971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669B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1D3F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C6C41" w14:paraId="5ED2856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8CF1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E8A9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8854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D98FC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2CB1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73A5A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68395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2D2C2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C17F9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06779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E79C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1B110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</w:tr>
      <w:tr w:rsidR="00D625F6" w:rsidRPr="002C6C41" w14:paraId="2B9EBF7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3E0E2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7279A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70F32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EB93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575A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0A593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CBA9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E0F1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4B01B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4C6BD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90CB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989F8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.108</w:t>
            </w:r>
          </w:p>
        </w:tc>
      </w:tr>
      <w:tr w:rsidR="00D625F6" w:rsidRPr="002C6C41" w14:paraId="6CDB826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51ACC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1A54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66B8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48253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8902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E23FF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7B798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B0069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B8CD8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7060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DE512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9D0C9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.189</w:t>
            </w:r>
          </w:p>
        </w:tc>
      </w:tr>
      <w:tr w:rsidR="00D625F6" w:rsidRPr="002C6C41" w14:paraId="5393EDC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6FCB7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9DB03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3D67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73493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8BEC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C7851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09DF4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8946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0EE95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D9D74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E1E0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2661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.063</w:t>
            </w:r>
          </w:p>
        </w:tc>
      </w:tr>
      <w:tr w:rsidR="00D625F6" w:rsidRPr="002C6C41" w14:paraId="033B899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6C31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624BE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C3E1A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7445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474E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4779C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D8B63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94E92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82FC0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CA434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4355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FD56D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</w:tr>
      <w:tr w:rsidR="00D625F6" w:rsidRPr="002C6C41" w14:paraId="535D73A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B5621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400C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E2258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833DB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A20A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30360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564DF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BA78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71B9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A747B" w14:textId="77777777" w:rsidR="00D625F6" w:rsidRPr="002C6C41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359A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2C2F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2C6C41" w14:paraId="4D7AFD7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A171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D11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3F8A2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65A68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735D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9BF84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5043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EB275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0E049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929AE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0FE43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7022B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</w:tr>
      <w:tr w:rsidR="00D625F6" w:rsidRPr="002C6C41" w14:paraId="187DE30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9BF62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FB239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5013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C508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B2C8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91CAD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DF19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8FD8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3D4B3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3C5F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FA1ED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3D63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.047</w:t>
            </w:r>
          </w:p>
        </w:tc>
      </w:tr>
      <w:tr w:rsidR="00D625F6" w:rsidRPr="002C6C41" w14:paraId="7475352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A9447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72562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2064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7BE4B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BF752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BE7D9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A2841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716D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3E5AF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F5188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7718C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BE8F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.25</w:t>
            </w:r>
          </w:p>
        </w:tc>
      </w:tr>
      <w:tr w:rsidR="00D625F6" w:rsidRPr="002C6C41" w14:paraId="07F5279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508CF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FDFEA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DF15F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1896D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1F21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2225F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D5633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0CB82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BD9B3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B6699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BB96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4524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.128</w:t>
            </w:r>
          </w:p>
        </w:tc>
      </w:tr>
      <w:tr w:rsidR="00D625F6" w:rsidRPr="002C6C41" w14:paraId="4A3F90F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B9AE0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715BDD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DE1AFB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BDE607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2E6207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364F5" w14:textId="77777777" w:rsidR="00D625F6" w:rsidRPr="002C6C41" w:rsidRDefault="00D625F6" w:rsidP="00965B31">
            <w:pPr>
              <w:pStyle w:val="tabletext10"/>
              <w:jc w:val="center"/>
            </w:pPr>
            <w:r w:rsidRPr="002C6C4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F4F09B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F4FD6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66A361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68386" w14:textId="77777777" w:rsidR="00D625F6" w:rsidRPr="002C6C41" w:rsidRDefault="00D625F6" w:rsidP="00965B31">
            <w:pPr>
              <w:pStyle w:val="tabletext10"/>
              <w:rPr>
                <w:b/>
              </w:rPr>
            </w:pPr>
            <w:r w:rsidRPr="002C6C41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4089DE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F5C97D" w14:textId="77777777" w:rsidR="00D625F6" w:rsidRPr="002C6C41" w:rsidRDefault="00D625F6" w:rsidP="00965B31">
            <w:pPr>
              <w:pStyle w:val="tabletext10"/>
              <w:tabs>
                <w:tab w:val="decimal" w:pos="300"/>
              </w:tabs>
            </w:pPr>
            <w:r w:rsidRPr="002C6C41">
              <w:t>.011</w:t>
            </w:r>
          </w:p>
        </w:tc>
      </w:tr>
      <w:tr w:rsidR="00D625F6" w:rsidRPr="002C6C41" w14:paraId="024A9EB0" w14:textId="77777777" w:rsidTr="00965B31">
        <w:trPr>
          <w:cantSplit/>
        </w:trPr>
        <w:tc>
          <w:tcPr>
            <w:tcW w:w="10080" w:type="dxa"/>
            <w:gridSpan w:val="12"/>
          </w:tcPr>
          <w:p w14:paraId="03A8EAF6" w14:textId="77777777" w:rsidR="00D625F6" w:rsidRPr="002C6C41" w:rsidRDefault="00D625F6" w:rsidP="00965B31">
            <w:pPr>
              <w:pStyle w:val="blocktext1"/>
            </w:pPr>
          </w:p>
        </w:tc>
      </w:tr>
      <w:tr w:rsidR="00D625F6" w:rsidRPr="002C6C41" w14:paraId="0768AB33" w14:textId="77777777" w:rsidTr="00965B31">
        <w:trPr>
          <w:cantSplit/>
        </w:trPr>
        <w:tc>
          <w:tcPr>
            <w:tcW w:w="10080" w:type="dxa"/>
            <w:gridSpan w:val="12"/>
          </w:tcPr>
          <w:p w14:paraId="03B665B6" w14:textId="77777777" w:rsidR="00D625F6" w:rsidRPr="002C6C41" w:rsidRDefault="00D625F6" w:rsidP="00965B31">
            <w:pPr>
              <w:pStyle w:val="blocktext1"/>
            </w:pPr>
          </w:p>
        </w:tc>
      </w:tr>
    </w:tbl>
    <w:p w14:paraId="557C70D9" w14:textId="77777777" w:rsidR="00D625F6" w:rsidRPr="002C6C41" w:rsidRDefault="00D625F6" w:rsidP="00D625F6">
      <w:pPr>
        <w:pStyle w:val="isonormal"/>
      </w:pPr>
    </w:p>
    <w:p w14:paraId="49F25E41" w14:textId="77777777" w:rsidR="00D625F6" w:rsidRDefault="00D625F6" w:rsidP="00D625F6">
      <w:pPr>
        <w:pStyle w:val="isonormal"/>
        <w:sectPr w:rsidR="00D625F6" w:rsidSect="00D625F6">
          <w:headerReference w:type="default" r:id="rId67"/>
          <w:footerReference w:type="default" r:id="rId6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C14A45" w14:paraId="6D943B21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6BE6C" w14:textId="77777777" w:rsidR="00D625F6" w:rsidRPr="00C14A45" w:rsidRDefault="00D625F6" w:rsidP="00965B31">
            <w:pPr>
              <w:pStyle w:val="tablehead"/>
            </w:pPr>
            <w:r w:rsidRPr="00C14A45">
              <w:lastRenderedPageBreak/>
              <w:t>$100,000/200,000 BASIC LIMIT OCCURRENCE</w:t>
            </w:r>
            <w:r w:rsidRPr="00C14A45">
              <w:br/>
              <w:t>Premises/Operations (Prem/Ops) (Subline Code 334) Territory 506</w:t>
            </w:r>
            <w:r w:rsidRPr="00C14A45">
              <w:br/>
              <w:t>Products/Completed Operations (Prod/COps)</w:t>
            </w:r>
            <w:r w:rsidRPr="00C14A45">
              <w:tab/>
              <w:t xml:space="preserve">(Subline Code 336) Entire State Territory 999 </w:t>
            </w:r>
          </w:p>
        </w:tc>
      </w:tr>
      <w:tr w:rsidR="00D625F6" w:rsidRPr="00C14A45" w14:paraId="0FF2FAC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AAD519A" w14:textId="77777777" w:rsidR="00D625F6" w:rsidRPr="00C14A45" w:rsidRDefault="00D625F6" w:rsidP="00965B31">
            <w:pPr>
              <w:pStyle w:val="tablehead"/>
            </w:pPr>
            <w:r w:rsidRPr="00C14A45">
              <w:t>Class</w:t>
            </w:r>
            <w:r w:rsidRPr="00C14A4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08173" w14:textId="77777777" w:rsidR="00D625F6" w:rsidRPr="00C14A45" w:rsidRDefault="00D625F6" w:rsidP="00965B31">
            <w:pPr>
              <w:pStyle w:val="tablehead"/>
            </w:pPr>
            <w:r w:rsidRPr="00C14A45">
              <w:t>Prem/</w:t>
            </w:r>
            <w:r w:rsidRPr="00C14A4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12DFF5" w14:textId="77777777" w:rsidR="00D625F6" w:rsidRPr="00C14A45" w:rsidRDefault="00D625F6" w:rsidP="00965B31">
            <w:pPr>
              <w:pStyle w:val="tablehead"/>
            </w:pPr>
            <w:r w:rsidRPr="00C14A45">
              <w:t>Prod/</w:t>
            </w:r>
            <w:r w:rsidRPr="00C14A4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6A947" w14:textId="77777777" w:rsidR="00D625F6" w:rsidRPr="00C14A45" w:rsidRDefault="00D625F6" w:rsidP="00965B31">
            <w:pPr>
              <w:pStyle w:val="tablehead"/>
            </w:pPr>
            <w:r w:rsidRPr="00C14A45">
              <w:t>Class</w:t>
            </w:r>
            <w:r w:rsidRPr="00C14A4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38B23A" w14:textId="77777777" w:rsidR="00D625F6" w:rsidRPr="00C14A45" w:rsidRDefault="00D625F6" w:rsidP="00965B31">
            <w:pPr>
              <w:pStyle w:val="tablehead"/>
            </w:pPr>
            <w:r w:rsidRPr="00C14A45">
              <w:t>Prem/</w:t>
            </w:r>
            <w:r w:rsidRPr="00C14A4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A4612" w14:textId="77777777" w:rsidR="00D625F6" w:rsidRPr="00C14A45" w:rsidRDefault="00D625F6" w:rsidP="00965B31">
            <w:pPr>
              <w:pStyle w:val="tablehead"/>
            </w:pPr>
            <w:r w:rsidRPr="00C14A45">
              <w:t>Prod/</w:t>
            </w:r>
            <w:r w:rsidRPr="00C14A4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FEE2B4" w14:textId="77777777" w:rsidR="00D625F6" w:rsidRPr="00C14A45" w:rsidRDefault="00D625F6" w:rsidP="00965B31">
            <w:pPr>
              <w:pStyle w:val="tablehead"/>
            </w:pPr>
            <w:r w:rsidRPr="00C14A45">
              <w:t>Class</w:t>
            </w:r>
            <w:r w:rsidRPr="00C14A4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BD5C8" w14:textId="77777777" w:rsidR="00D625F6" w:rsidRPr="00C14A45" w:rsidRDefault="00D625F6" w:rsidP="00965B31">
            <w:pPr>
              <w:pStyle w:val="tablehead"/>
            </w:pPr>
            <w:r w:rsidRPr="00C14A45">
              <w:t>Prem/</w:t>
            </w:r>
            <w:r w:rsidRPr="00C14A4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550A96" w14:textId="77777777" w:rsidR="00D625F6" w:rsidRPr="00C14A45" w:rsidRDefault="00D625F6" w:rsidP="00965B31">
            <w:pPr>
              <w:pStyle w:val="tablehead"/>
            </w:pPr>
            <w:r w:rsidRPr="00C14A45">
              <w:t>Prod/</w:t>
            </w:r>
            <w:r w:rsidRPr="00C14A4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3E76B" w14:textId="77777777" w:rsidR="00D625F6" w:rsidRPr="00C14A45" w:rsidRDefault="00D625F6" w:rsidP="00965B31">
            <w:pPr>
              <w:pStyle w:val="tablehead"/>
            </w:pPr>
            <w:r w:rsidRPr="00C14A45">
              <w:t>Class</w:t>
            </w:r>
            <w:r w:rsidRPr="00C14A4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51E64A" w14:textId="77777777" w:rsidR="00D625F6" w:rsidRPr="00C14A45" w:rsidRDefault="00D625F6" w:rsidP="00965B31">
            <w:pPr>
              <w:pStyle w:val="tablehead"/>
            </w:pPr>
            <w:r w:rsidRPr="00C14A45">
              <w:t>Prem/</w:t>
            </w:r>
            <w:r w:rsidRPr="00C14A4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C6673" w14:textId="77777777" w:rsidR="00D625F6" w:rsidRPr="00C14A45" w:rsidRDefault="00D625F6" w:rsidP="00965B31">
            <w:pPr>
              <w:pStyle w:val="tablehead"/>
            </w:pPr>
            <w:r w:rsidRPr="00C14A45">
              <w:t>Prod/</w:t>
            </w:r>
            <w:r w:rsidRPr="00C14A45">
              <w:br/>
              <w:t>Cops</w:t>
            </w:r>
          </w:p>
        </w:tc>
      </w:tr>
      <w:tr w:rsidR="00D625F6" w:rsidRPr="00C14A45" w14:paraId="4AD0832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B9C8D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1BB8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39F2D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E7496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B864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ACE9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39826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0ACD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489ED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C472A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2F47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87942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1.86</w:t>
            </w:r>
          </w:p>
        </w:tc>
      </w:tr>
      <w:tr w:rsidR="00D625F6" w:rsidRPr="00C14A45" w14:paraId="4665655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49FD9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52D8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FC0B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53A6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2C400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5EC6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BBC75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9AA7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CBE5D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FE5A7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A18C7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54D5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1.32</w:t>
            </w:r>
          </w:p>
        </w:tc>
      </w:tr>
      <w:tr w:rsidR="00D625F6" w:rsidRPr="00C14A45" w14:paraId="3325463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D86CF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98E16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CC87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47632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72FA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B4107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A87F4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E706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A4A26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B78E2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95137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D8006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</w:tr>
      <w:tr w:rsidR="00D625F6" w:rsidRPr="00C14A45" w14:paraId="43D3717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466C1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6D6B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86488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56967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996D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DBC8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781BB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8BD3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68.80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008D4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F6DAD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F7CA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F22B5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</w:tr>
      <w:tr w:rsidR="00D625F6" w:rsidRPr="00C14A45" w14:paraId="037BF94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5AC71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5315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2724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6026D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7EF22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DB587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9F581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C1A4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65.10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8C30C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F9878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9303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AF0F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5.38</w:t>
            </w:r>
          </w:p>
        </w:tc>
      </w:tr>
      <w:tr w:rsidR="00D625F6" w:rsidRPr="00C14A45" w14:paraId="14BADA1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794DA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64A8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62D5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6CFC2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CF4D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9616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B688B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65D2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0BE5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3F923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97726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CD8E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14A45" w14:paraId="75DC3A5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C42BF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9764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C2470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ECCEE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8A43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FF4E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3C4A6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BCFA6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9E7C0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C7F6D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47C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C36B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27.40</w:t>
            </w:r>
          </w:p>
        </w:tc>
      </w:tr>
      <w:tr w:rsidR="00D625F6" w:rsidRPr="00C14A45" w14:paraId="6B6AE99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6DAFF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C35E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C29B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95308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335E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8544F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72FAB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C8C37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BCC54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AB51E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30A7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4D3B7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</w:tr>
      <w:tr w:rsidR="00D625F6" w:rsidRPr="00C14A45" w14:paraId="236EDC9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F7AEC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BDB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A442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4DC11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B3A7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F9DB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30458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A960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9B61A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BC217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19A22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309E2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</w:tr>
      <w:tr w:rsidR="00D625F6" w:rsidRPr="00C14A45" w14:paraId="7B466B3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0B317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3625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01CC9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D36FE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37E60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3E306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90EDB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BD1C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CD268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0C250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B4B6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9A909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</w:tr>
      <w:tr w:rsidR="00D625F6" w:rsidRPr="00C14A45" w14:paraId="6D049F1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C694F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0E26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B4A8F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83D6B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91A2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DDDD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3F1BE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DFD3C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8C055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77F68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F7C7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5D5B6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</w:tr>
      <w:tr w:rsidR="00D625F6" w:rsidRPr="00C14A45" w14:paraId="4109912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794AF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FF64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819E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65C34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C1407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921E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6F1E3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A702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E389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E4602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0A14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FA5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14A45" w14:paraId="3E06F1C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1ACE8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2F4CE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66957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3F4AA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DF13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C253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DC060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9D83A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8E921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4A2CF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6909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54C25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</w:tr>
      <w:tr w:rsidR="00D625F6" w:rsidRPr="00C14A45" w14:paraId="20D9B75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5F39A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F170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3A80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22D19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8EB0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D484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BAD3C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182A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D3E4B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B9AFC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5AA4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8C35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</w:tr>
      <w:tr w:rsidR="00D625F6" w:rsidRPr="00C14A45" w14:paraId="24BBFD5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BD953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D38F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3B12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6F070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2DCC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D24FF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12EE4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BC2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F8134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CA1F2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DBD13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348D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</w:tr>
      <w:tr w:rsidR="00D625F6" w:rsidRPr="00C14A45" w14:paraId="23CA539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2864F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77C2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212B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0C0A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BA46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E521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10ECE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1E0BC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7555A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23B5C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BEDD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064D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2.57</w:t>
            </w:r>
          </w:p>
        </w:tc>
      </w:tr>
      <w:tr w:rsidR="00D625F6" w:rsidRPr="00C14A45" w14:paraId="385CA9A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6AC5E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F4F1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90C8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175B8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E1146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986D1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5D858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9685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45FD8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DA8B9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EB77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05C2A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</w:tr>
      <w:tr w:rsidR="00D625F6" w:rsidRPr="00C14A45" w14:paraId="618B436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61355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09AA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95B9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BC423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05E76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4B65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45A3C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68AD6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901D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7931C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3470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8B7A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14A45" w14:paraId="5E65210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5EBA3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D938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238B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618DF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507C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8B60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D49F3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AA35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996C1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92288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EB2F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59BC0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2.92</w:t>
            </w:r>
          </w:p>
        </w:tc>
      </w:tr>
      <w:tr w:rsidR="00D625F6" w:rsidRPr="00C14A45" w14:paraId="01FF372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0717D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EBCD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FB502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0084E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B9ED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92D04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0D1EA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1C13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E588F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85047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C5D9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FC46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1.10</w:t>
            </w:r>
          </w:p>
        </w:tc>
      </w:tr>
      <w:tr w:rsidR="00D625F6" w:rsidRPr="00C14A45" w14:paraId="10B4E09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3BDCB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4DA6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9BF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D25B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DCA7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E3106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B6037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6D7D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29C2E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E8B73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85C45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8A452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3.60</w:t>
            </w:r>
          </w:p>
        </w:tc>
      </w:tr>
      <w:tr w:rsidR="00D625F6" w:rsidRPr="00C14A45" w14:paraId="69594A7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9C693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3993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9CC7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4CF64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4D59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3E14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5EA02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F35A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B1DDE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59654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4F5B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29E22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</w:tr>
      <w:tr w:rsidR="00D625F6" w:rsidRPr="00C14A45" w14:paraId="2E08ABC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B24A5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9828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1D59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C5D51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4EDA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EEC6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0DEA0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6F7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65C82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7C21D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EB90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D7AB1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</w:tr>
      <w:tr w:rsidR="00D625F6" w:rsidRPr="00C14A45" w14:paraId="76AD7B7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28BBF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7D66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A351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B7BA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F1970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FA060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84FAE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580A7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57A9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C7FF9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61EC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71E9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14A45" w14:paraId="18240BA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5902A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88DA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FE769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7E97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E195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FA23B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F9A08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514A0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5115E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83BC8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A529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ED953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</w:tr>
      <w:tr w:rsidR="00D625F6" w:rsidRPr="00C14A45" w14:paraId="540E96C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02950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B08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97240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0C0DD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3C04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4C733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AD416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6FA5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E340B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F7E70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24C82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DC515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</w:tr>
      <w:tr w:rsidR="00D625F6" w:rsidRPr="00C14A45" w14:paraId="287B6A2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A9267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F51E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61EF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F33A9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DC83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7B0F0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BCCCA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46E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93734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7A893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ACB5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7D4C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7.92</w:t>
            </w:r>
          </w:p>
        </w:tc>
      </w:tr>
      <w:tr w:rsidR="00D625F6" w:rsidRPr="00C14A45" w14:paraId="106D2B3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538E9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0016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123B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4B1AD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0ED2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79B15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55644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B2152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A01DE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69740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53C2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09B9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4.45</w:t>
            </w:r>
          </w:p>
        </w:tc>
      </w:tr>
      <w:tr w:rsidR="00D625F6" w:rsidRPr="00C14A45" w14:paraId="7DE3EE8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FF4DC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17CE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09F3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94598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FA3A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6D3F4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E02A5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846F6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76.10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72F19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6A2DA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27E0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AB87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3.80</w:t>
            </w:r>
          </w:p>
        </w:tc>
      </w:tr>
      <w:tr w:rsidR="00D625F6" w:rsidRPr="00C14A45" w14:paraId="329D6BC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33C9D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1F17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A76D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E0CDE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076A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545A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EE9AC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72D9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C1BD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439B5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6963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E98E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14A45" w14:paraId="5A8B169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B92AB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695D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04722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5A2F6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9BFB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D7F9E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58E96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C078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A9E30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37BD8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2D03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B3B3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1.54</w:t>
            </w:r>
          </w:p>
        </w:tc>
      </w:tr>
      <w:tr w:rsidR="00D625F6" w:rsidRPr="00C14A45" w14:paraId="1D325AB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DF9B1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0D18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39DF5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F9F63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27B9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B6B61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32BE6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7F13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DC2F2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C69F9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A47C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180AD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</w:tr>
      <w:tr w:rsidR="00D625F6" w:rsidRPr="00C14A45" w14:paraId="5204D78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E1D15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E6DD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9C32E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173E8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86DF7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F58AD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9A451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1652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19B8C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92DAB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C19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4170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2.21</w:t>
            </w:r>
          </w:p>
        </w:tc>
      </w:tr>
      <w:tr w:rsidR="00D625F6" w:rsidRPr="00C14A45" w14:paraId="3C98412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D9B1B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429B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0E8DC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20D2C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0353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74059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C726B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E55C6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D8425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3328B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6D3B0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3F4EF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</w:tr>
      <w:tr w:rsidR="00D625F6" w:rsidRPr="00C14A45" w14:paraId="516986C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938B6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15E0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1306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B7F11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6954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A9AEB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5EB16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869E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4BF7B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29A5D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8C2F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C6E20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3.17</w:t>
            </w:r>
          </w:p>
        </w:tc>
      </w:tr>
      <w:tr w:rsidR="00D625F6" w:rsidRPr="00C14A45" w14:paraId="1840058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49998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54E7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0C4F7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0EA02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E23F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7BC3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D3863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93210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272A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4EDE6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74EB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C61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14A45" w14:paraId="7109535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9CC0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5EF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B302F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442DC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5A5D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84AF3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0334E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D07C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16D2F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68DE1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D9022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F4650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</w:tr>
      <w:tr w:rsidR="00D625F6" w:rsidRPr="00C14A45" w14:paraId="49FACE5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FEAA2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90637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0631D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7488B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6E3B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BFBC4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65ED3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0AF9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C7BF5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C52E0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4324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A35B2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</w:tr>
      <w:tr w:rsidR="00D625F6" w:rsidRPr="00C14A45" w14:paraId="4093478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A05C4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C1236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36B92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2A499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12BE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84.40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EA1E6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5D1FD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5C42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305ED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7354E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4D3D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0C00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.73</w:t>
            </w:r>
          </w:p>
        </w:tc>
      </w:tr>
      <w:tr w:rsidR="00D625F6" w:rsidRPr="00C14A45" w14:paraId="1B7A54A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BB2FF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EE03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6AE3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A616E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8801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26.90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5F47A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0C02A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8EEE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250F6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8D1EC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A1B70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B3CDA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1.03</w:t>
            </w:r>
          </w:p>
        </w:tc>
      </w:tr>
      <w:tr w:rsidR="00D625F6" w:rsidRPr="00C14A45" w14:paraId="134A740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D9D33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478E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F2BC8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F66C7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6D94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B464C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4BDF4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82C82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03C3C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3AECE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5C29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009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4.60</w:t>
            </w:r>
          </w:p>
        </w:tc>
      </w:tr>
      <w:tr w:rsidR="00D625F6" w:rsidRPr="00C14A45" w14:paraId="36F147E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0D5C1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517F7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54A2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B8C78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8B5A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CB9C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EF9E8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5F61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FEFF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65F86" w14:textId="77777777" w:rsidR="00D625F6" w:rsidRPr="00C14A45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B94B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5D03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C14A45" w14:paraId="3AEA941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9A7F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3E6B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68F2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EF6D5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0022D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62.80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0460D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C2210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38246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9ACB2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2E669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DF10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4A429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</w:tr>
      <w:tr w:rsidR="00D625F6" w:rsidRPr="00C14A45" w14:paraId="5DE7087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FC5A4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E008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69CE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E2D2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0915E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57.50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59F63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06371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3D50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FFB07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E300E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6744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8D1D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3.33</w:t>
            </w:r>
          </w:p>
        </w:tc>
      </w:tr>
      <w:tr w:rsidR="00D625F6" w:rsidRPr="00C14A45" w14:paraId="3E16C2A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C6B2A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7EAFF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F101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8BF23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95C76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CDDEE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ABCBE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7913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B2D7E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D294C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5F90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ECEF8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</w:tr>
      <w:tr w:rsidR="00D625F6" w:rsidRPr="00C14A45" w14:paraId="126100D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57FB8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1788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9C635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5C010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5F35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6108C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5BC14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D106C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BF22C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67441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952A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544E6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</w:tr>
      <w:tr w:rsidR="00D625F6" w:rsidRPr="00C14A45" w14:paraId="5BA1E15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96D41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911ED9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592234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8207A5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6C2E38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5D5C3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567541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D092B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B58631" w14:textId="77777777" w:rsidR="00D625F6" w:rsidRPr="00C14A45" w:rsidRDefault="00D625F6" w:rsidP="00965B31">
            <w:pPr>
              <w:pStyle w:val="tabletext10"/>
              <w:tabs>
                <w:tab w:val="decimal" w:pos="300"/>
              </w:tabs>
            </w:pPr>
            <w:r w:rsidRPr="00C14A45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A0242" w14:textId="77777777" w:rsidR="00D625F6" w:rsidRPr="00C14A45" w:rsidRDefault="00D625F6" w:rsidP="00965B31">
            <w:pPr>
              <w:pStyle w:val="tabletext10"/>
              <w:rPr>
                <w:b/>
              </w:rPr>
            </w:pPr>
            <w:r w:rsidRPr="00C14A45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656C93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0331FE" w14:textId="77777777" w:rsidR="00D625F6" w:rsidRPr="00C14A45" w:rsidRDefault="00D625F6" w:rsidP="00965B31">
            <w:pPr>
              <w:pStyle w:val="tabletext10"/>
              <w:jc w:val="center"/>
            </w:pPr>
            <w:r w:rsidRPr="00C14A45">
              <w:t>(a)</w:t>
            </w:r>
          </w:p>
        </w:tc>
      </w:tr>
      <w:tr w:rsidR="00D625F6" w:rsidRPr="00C14A45" w14:paraId="4EC4E5D9" w14:textId="77777777" w:rsidTr="00965B31">
        <w:trPr>
          <w:cantSplit/>
        </w:trPr>
        <w:tc>
          <w:tcPr>
            <w:tcW w:w="10080" w:type="dxa"/>
            <w:gridSpan w:val="12"/>
          </w:tcPr>
          <w:p w14:paraId="6C4FDC57" w14:textId="77777777" w:rsidR="00D625F6" w:rsidRPr="00C14A45" w:rsidRDefault="00D625F6" w:rsidP="00965B31">
            <w:pPr>
              <w:pStyle w:val="blocktext1"/>
            </w:pPr>
          </w:p>
        </w:tc>
      </w:tr>
      <w:tr w:rsidR="00D625F6" w:rsidRPr="00C14A45" w14:paraId="47D4046E" w14:textId="77777777" w:rsidTr="00965B31">
        <w:trPr>
          <w:cantSplit/>
        </w:trPr>
        <w:tc>
          <w:tcPr>
            <w:tcW w:w="10080" w:type="dxa"/>
            <w:gridSpan w:val="12"/>
          </w:tcPr>
          <w:p w14:paraId="72B29391" w14:textId="77777777" w:rsidR="00D625F6" w:rsidRPr="00C14A45" w:rsidRDefault="00D625F6" w:rsidP="00965B31">
            <w:pPr>
              <w:pStyle w:val="blocktext1"/>
            </w:pPr>
          </w:p>
        </w:tc>
      </w:tr>
    </w:tbl>
    <w:p w14:paraId="2BBAD963" w14:textId="77777777" w:rsidR="00D625F6" w:rsidRPr="00C14A45" w:rsidRDefault="00D625F6" w:rsidP="00D625F6">
      <w:pPr>
        <w:pStyle w:val="isonormal"/>
      </w:pPr>
    </w:p>
    <w:p w14:paraId="37892BF1" w14:textId="77777777" w:rsidR="00D625F6" w:rsidRDefault="00D625F6" w:rsidP="00D625F6">
      <w:pPr>
        <w:pStyle w:val="isonormal"/>
        <w:sectPr w:rsidR="00D625F6" w:rsidSect="00D625F6">
          <w:headerReference w:type="default" r:id="rId69"/>
          <w:footerReference w:type="default" r:id="rId7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FA36CD" w14:paraId="351B2AD6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9711" w14:textId="77777777" w:rsidR="00D625F6" w:rsidRPr="00FA36CD" w:rsidRDefault="00D625F6" w:rsidP="00965B31">
            <w:pPr>
              <w:pStyle w:val="tablehead"/>
            </w:pPr>
            <w:r w:rsidRPr="00FA36CD">
              <w:lastRenderedPageBreak/>
              <w:t>$100,000/200,000 BASIC LIMIT OCCURRENCE</w:t>
            </w:r>
            <w:r w:rsidRPr="00FA36CD">
              <w:br/>
              <w:t>Premises/Operations (Prem/Ops) (Subline Code 334) Territory 506</w:t>
            </w:r>
            <w:r w:rsidRPr="00FA36CD">
              <w:br/>
              <w:t>Products/Completed Operations (Prod/COps)</w:t>
            </w:r>
            <w:r w:rsidRPr="00FA36CD">
              <w:tab/>
              <w:t xml:space="preserve">(Subline Code 336) Entire State Territory 999 </w:t>
            </w:r>
          </w:p>
        </w:tc>
      </w:tr>
      <w:tr w:rsidR="00D625F6" w:rsidRPr="00FA36CD" w14:paraId="7E87F6C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E472E67" w14:textId="77777777" w:rsidR="00D625F6" w:rsidRPr="00FA36CD" w:rsidRDefault="00D625F6" w:rsidP="00965B31">
            <w:pPr>
              <w:pStyle w:val="tablehead"/>
            </w:pPr>
            <w:r w:rsidRPr="00FA36CD">
              <w:t>Class</w:t>
            </w:r>
            <w:r w:rsidRPr="00FA36C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C1D61" w14:textId="77777777" w:rsidR="00D625F6" w:rsidRPr="00FA36CD" w:rsidRDefault="00D625F6" w:rsidP="00965B31">
            <w:pPr>
              <w:pStyle w:val="tablehead"/>
            </w:pPr>
            <w:r w:rsidRPr="00FA36CD">
              <w:t>Prem/</w:t>
            </w:r>
            <w:r w:rsidRPr="00FA36C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8FE4BD" w14:textId="77777777" w:rsidR="00D625F6" w:rsidRPr="00FA36CD" w:rsidRDefault="00D625F6" w:rsidP="00965B31">
            <w:pPr>
              <w:pStyle w:val="tablehead"/>
            </w:pPr>
            <w:r w:rsidRPr="00FA36CD">
              <w:t>Prod/</w:t>
            </w:r>
            <w:r w:rsidRPr="00FA36C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6D99C" w14:textId="77777777" w:rsidR="00D625F6" w:rsidRPr="00FA36CD" w:rsidRDefault="00D625F6" w:rsidP="00965B31">
            <w:pPr>
              <w:pStyle w:val="tablehead"/>
            </w:pPr>
            <w:r w:rsidRPr="00FA36CD">
              <w:t>Class</w:t>
            </w:r>
            <w:r w:rsidRPr="00FA36C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17234A" w14:textId="77777777" w:rsidR="00D625F6" w:rsidRPr="00FA36CD" w:rsidRDefault="00D625F6" w:rsidP="00965B31">
            <w:pPr>
              <w:pStyle w:val="tablehead"/>
            </w:pPr>
            <w:r w:rsidRPr="00FA36CD">
              <w:t>Prem/</w:t>
            </w:r>
            <w:r w:rsidRPr="00FA36C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1C41F" w14:textId="77777777" w:rsidR="00D625F6" w:rsidRPr="00FA36CD" w:rsidRDefault="00D625F6" w:rsidP="00965B31">
            <w:pPr>
              <w:pStyle w:val="tablehead"/>
            </w:pPr>
            <w:r w:rsidRPr="00FA36CD">
              <w:t>Prod/</w:t>
            </w:r>
            <w:r w:rsidRPr="00FA36C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BDA505" w14:textId="77777777" w:rsidR="00D625F6" w:rsidRPr="00FA36CD" w:rsidRDefault="00D625F6" w:rsidP="00965B31">
            <w:pPr>
              <w:pStyle w:val="tablehead"/>
            </w:pPr>
            <w:r w:rsidRPr="00FA36CD">
              <w:t>Class</w:t>
            </w:r>
            <w:r w:rsidRPr="00FA36C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0566F" w14:textId="77777777" w:rsidR="00D625F6" w:rsidRPr="00FA36CD" w:rsidRDefault="00D625F6" w:rsidP="00965B31">
            <w:pPr>
              <w:pStyle w:val="tablehead"/>
            </w:pPr>
            <w:r w:rsidRPr="00FA36CD">
              <w:t>Prem/</w:t>
            </w:r>
            <w:r w:rsidRPr="00FA36C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B09AD9" w14:textId="77777777" w:rsidR="00D625F6" w:rsidRPr="00FA36CD" w:rsidRDefault="00D625F6" w:rsidP="00965B31">
            <w:pPr>
              <w:pStyle w:val="tablehead"/>
            </w:pPr>
            <w:r w:rsidRPr="00FA36CD">
              <w:t>Prod/</w:t>
            </w:r>
            <w:r w:rsidRPr="00FA36C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1307B" w14:textId="77777777" w:rsidR="00D625F6" w:rsidRPr="00FA36CD" w:rsidRDefault="00D625F6" w:rsidP="00965B31">
            <w:pPr>
              <w:pStyle w:val="tablehead"/>
            </w:pPr>
            <w:r w:rsidRPr="00FA36CD">
              <w:t>Class</w:t>
            </w:r>
            <w:r w:rsidRPr="00FA36C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1DE1B3" w14:textId="77777777" w:rsidR="00D625F6" w:rsidRPr="00FA36CD" w:rsidRDefault="00D625F6" w:rsidP="00965B31">
            <w:pPr>
              <w:pStyle w:val="tablehead"/>
            </w:pPr>
            <w:r w:rsidRPr="00FA36CD">
              <w:t>Prem/</w:t>
            </w:r>
            <w:r w:rsidRPr="00FA36C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84767" w14:textId="77777777" w:rsidR="00D625F6" w:rsidRPr="00FA36CD" w:rsidRDefault="00D625F6" w:rsidP="00965B31">
            <w:pPr>
              <w:pStyle w:val="tablehead"/>
            </w:pPr>
            <w:r w:rsidRPr="00FA36CD">
              <w:t>Prod/</w:t>
            </w:r>
            <w:r w:rsidRPr="00FA36CD">
              <w:br/>
              <w:t>Cops</w:t>
            </w:r>
          </w:p>
        </w:tc>
      </w:tr>
      <w:tr w:rsidR="00D625F6" w:rsidRPr="00FA36CD" w14:paraId="4B797B0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44C79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69FBD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AF112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F3075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2C814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27D5C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000F2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12B8A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02F1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A623D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78771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3C64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1.07</w:t>
            </w:r>
          </w:p>
        </w:tc>
      </w:tr>
      <w:tr w:rsidR="00D625F6" w:rsidRPr="00FA36CD" w14:paraId="2433519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1F6CB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57A26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BEAAE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6FE1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F5D6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EFB1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4079D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4CC7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5583C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6CF91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5920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F80F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2.34</w:t>
            </w:r>
          </w:p>
        </w:tc>
      </w:tr>
      <w:tr w:rsidR="00D625F6" w:rsidRPr="00FA36CD" w14:paraId="26B3ADD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D9067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9A000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BFF03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2D5DA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2FC2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FB2C9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AD4A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E2D9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7E8FA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1809B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FA69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667AA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.81</w:t>
            </w:r>
          </w:p>
        </w:tc>
      </w:tr>
      <w:tr w:rsidR="00D625F6" w:rsidRPr="00FA36CD" w14:paraId="7EAF83E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FE239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6807F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C4F2B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605F4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F399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1D297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8B82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EA7EE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D52E5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1D138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40365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3206A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2FE934A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44FC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609F8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94629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56F48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AF593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BC8C5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1E22A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E52BA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891E0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0EBDB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5143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4BC8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</w:tr>
      <w:tr w:rsidR="00D625F6" w:rsidRPr="00FA36CD" w14:paraId="3A1BDA0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52A28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F0B5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1BA2E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04070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4FEB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BF62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F7AA1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05685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3F29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EBFF6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6F4D1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AD57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A36CD" w14:paraId="30718F5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8D174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839D6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FB9C2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61A6B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07DF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E74A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F1745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C86A9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6DE01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FB9A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348F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1FB47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</w:tr>
      <w:tr w:rsidR="00D625F6" w:rsidRPr="00FA36CD" w14:paraId="50764CF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4A718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AF6D2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BAB7B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E7BAD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B8E91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907AD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837C4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00B5B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081E5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3EDE2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9B9B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66750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</w:tr>
      <w:tr w:rsidR="00D625F6" w:rsidRPr="00FA36CD" w14:paraId="3BFD25E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47973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40E1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C5B1F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08FE7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D4A0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D3EAB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9D6FA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9072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4100D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894F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8BF0D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602FA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</w:tr>
      <w:tr w:rsidR="00D625F6" w:rsidRPr="00FA36CD" w14:paraId="26B0C26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517FD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640C4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F82C9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91BDB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E7B4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CEB2C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6EBA7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B120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F5E6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56750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9565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2C949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</w:tr>
      <w:tr w:rsidR="00D625F6" w:rsidRPr="00FA36CD" w14:paraId="2A792FD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E8477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CB90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2F552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A11F9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0465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82D81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6B841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7825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FE63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FEF66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FFBF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1F964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</w:tr>
      <w:tr w:rsidR="00D625F6" w:rsidRPr="00FA36CD" w14:paraId="54A84D0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C5180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F568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F16E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5E832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99AD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5C0F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86034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85A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64A0E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3C962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1ADA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100C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A36CD" w14:paraId="7416285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EF082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A091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59F62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06219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0175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C8901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08C69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74F9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5491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17811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806A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4B23A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</w:tr>
      <w:tr w:rsidR="00D625F6" w:rsidRPr="00FA36CD" w14:paraId="6F026F5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5B60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59F5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E69D4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EBDB6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0C4D6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C17C9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97640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A556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A6C2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45FB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A102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AAC57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4D437F4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5CEBE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9382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BDD94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2D16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EA4C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4719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654AB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B016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1D21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597FE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4CABB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251A9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6155444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5F007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6095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155C6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480D9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FB84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E806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F95E7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68D25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19BB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ED64A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B62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B5413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31F9164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A314A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1AC4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A7203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4B79B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478F8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19CC2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79014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EFB53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C7180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B1258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B8172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1FD8F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7C119D9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7F4D6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8902E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017C5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C98FC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5F321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D354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26546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3FEE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6C0E8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347B8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3239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9A8E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A36CD" w14:paraId="647B54D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713AD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AB6AE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EFB16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37EF1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9B87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5BF8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1C79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3612D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3A2FC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08642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B4B0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8FB3E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27.20</w:t>
            </w:r>
          </w:p>
        </w:tc>
      </w:tr>
      <w:tr w:rsidR="00D625F6" w:rsidRPr="00FA36CD" w14:paraId="79CE238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365DE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7EFB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3C878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E9C02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3A84E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C9F4A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7A364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3EE1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111F7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AFA02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6114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239BE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6.49</w:t>
            </w:r>
          </w:p>
        </w:tc>
      </w:tr>
      <w:tr w:rsidR="00D625F6" w:rsidRPr="00FA36CD" w14:paraId="262E47E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52B3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8842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185AF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25E0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EB32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C7D6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36070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76CD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88C17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32977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AB5A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70E5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15.90</w:t>
            </w:r>
          </w:p>
        </w:tc>
      </w:tr>
      <w:tr w:rsidR="00D625F6" w:rsidRPr="00FA36CD" w14:paraId="1F28FDD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8F4AE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FA4E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62F1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A61A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33EBD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AA5EA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BBFE7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DB5BE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2160A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44198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5346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7C7CD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3.80</w:t>
            </w:r>
          </w:p>
        </w:tc>
      </w:tr>
      <w:tr w:rsidR="00D625F6" w:rsidRPr="00FA36CD" w14:paraId="58494B7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E9F9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DE53D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0062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96229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77DC3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06488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D5BD8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94E46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CC759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854B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77B0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68C83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6B7A429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FFD54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639B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1C04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B5678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0DCD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3D94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337BC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DF0F3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1895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DEFF9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BED7D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29991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A36CD" w14:paraId="7C0D447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A7373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BEAB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7D2C1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D2E5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8E0E2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80701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1A774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1CACE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E2D7B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3B00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60A5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76BBE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524BF6C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79CF6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D513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1D8F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D4CBA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562F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2B76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2FF86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1A35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48E35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07148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68B8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3B8F8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18D07AA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64333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CC36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067D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D3411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3658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A3DD1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22BA1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09BE1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8B8CA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6041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8812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EE2D2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</w:tr>
      <w:tr w:rsidR="00D625F6" w:rsidRPr="00FA36CD" w14:paraId="374A0A8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EA693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90E93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0E795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11239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4FF68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7056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84631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9C1F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2AD18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74A82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2406F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EA8AF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1179681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3C048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443B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6170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F0C36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4605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0B29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FFB2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419F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59F35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972B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3CF97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FDBA0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6F62B4D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9E6AE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9C3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DDA4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AC064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3689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10FE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CB61D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3472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DB47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0A7B3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E5B8A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A8AFD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A36CD" w14:paraId="4AEEB72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FBCE0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DA1A3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EAFE6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EE18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F8D4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BB95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8.71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1B1D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17021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7A411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DEBC7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B15B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C36C9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4D7CFA6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53001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F723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DE91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334B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B821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A8C1D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E139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3817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BAA9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C71A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18EE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40F55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3.64</w:t>
            </w:r>
          </w:p>
        </w:tc>
      </w:tr>
      <w:tr w:rsidR="00D625F6" w:rsidRPr="00FA36CD" w14:paraId="335CF71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043E6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9A4A5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E42D5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6A6A4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3C37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D5BB4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3F530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20262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26289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B020D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A963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1D8F5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05C275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FD6CB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FEE6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8E7C3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00C97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FD426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A80BD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97859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AD62E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79978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78CFA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81A61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8C09E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08F20D8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8B181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E5D8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60E2F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ADF44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4046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9AEF2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9575A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8DE9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FA72A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CB01B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CB7FA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AC63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.44</w:t>
            </w:r>
          </w:p>
        </w:tc>
      </w:tr>
      <w:tr w:rsidR="00D625F6" w:rsidRPr="00FA36CD" w14:paraId="6B250E0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D078C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75F1A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828B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F884B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C707A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3B9E3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EEA77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5CF7E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5DCC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3AD7C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35D2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FC6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A36CD" w14:paraId="3C921CE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8F4A0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D40D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C6F9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1A949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7F631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70C4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F0D88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6FDB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F1656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8D36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41C45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D5FD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10.50</w:t>
            </w:r>
          </w:p>
        </w:tc>
      </w:tr>
      <w:tr w:rsidR="00D625F6" w:rsidRPr="00FA36CD" w14:paraId="2A5788B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BE8C4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D840A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F4F80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98923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EE0EE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7C7E7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CC0A9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7E1C5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D1C41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1D3B6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3CEC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F694E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13.80</w:t>
            </w:r>
          </w:p>
        </w:tc>
      </w:tr>
      <w:tr w:rsidR="00D625F6" w:rsidRPr="00FA36CD" w14:paraId="36195D0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5855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A1E4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1777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5D924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81AA9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3A467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6E98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A6971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BD5C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47F25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E7819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1FC3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</w:tr>
      <w:tr w:rsidR="00D625F6" w:rsidRPr="00FA36CD" w14:paraId="2C2FF0F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27936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0D1C8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C8BD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B5EA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5ABEC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15560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51926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6F0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AC13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3ABCE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F797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066A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</w:tr>
      <w:tr w:rsidR="00D625F6" w:rsidRPr="00FA36CD" w14:paraId="3BBF56E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B1EA0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2A821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8E92F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678D5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6452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84887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34EF0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83C9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9E40C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E5CC1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91B0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8.09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E96E3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0B39B27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5F752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DD3F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A6A8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79D0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EDFF3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260BD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62F57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3000A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53488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D2864" w14:textId="77777777" w:rsidR="00D625F6" w:rsidRPr="00FA36CD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335D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5EED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FA36CD" w14:paraId="0407240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01D5A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2E04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9.68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1B25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5759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4C361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8361C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089C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2FE5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5633E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6.39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D2E78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C8FA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EEBC0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4BBFDD3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F7F1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A9DA2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E3BD3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9DDB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CEF43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38F04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276B3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0A0C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3928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A4340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2DD25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AA7B1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1E3F96EE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62508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7512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18702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52DE5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E7FA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54014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8217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9E40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C85F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CA795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5C63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2D41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1.47</w:t>
            </w:r>
          </w:p>
        </w:tc>
      </w:tr>
      <w:tr w:rsidR="00D625F6" w:rsidRPr="00FA36CD" w14:paraId="009BCF2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DE5C2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3E6E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E9BFC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311DB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0A30D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BEECE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540CF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4154D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1E51F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F87F0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EEC7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14E0B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3.64</w:t>
            </w:r>
          </w:p>
        </w:tc>
      </w:tr>
      <w:tr w:rsidR="00D625F6" w:rsidRPr="00FA36CD" w14:paraId="4C4DAF1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76FEC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3D9FA1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21C246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26C8A7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EC849D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83BA0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0432A2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72B9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F04FA4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C363A" w14:textId="77777777" w:rsidR="00D625F6" w:rsidRPr="00FA36CD" w:rsidRDefault="00D625F6" w:rsidP="00965B31">
            <w:pPr>
              <w:pStyle w:val="tabletext10"/>
              <w:rPr>
                <w:b/>
              </w:rPr>
            </w:pPr>
            <w:r w:rsidRPr="00FA36C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28F4E9" w14:textId="77777777" w:rsidR="00D625F6" w:rsidRPr="00FA36CD" w:rsidRDefault="00D625F6" w:rsidP="00965B31">
            <w:pPr>
              <w:pStyle w:val="tabletext10"/>
              <w:tabs>
                <w:tab w:val="decimal" w:pos="300"/>
              </w:tabs>
            </w:pPr>
            <w:r w:rsidRPr="00FA36CD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485E12" w14:textId="77777777" w:rsidR="00D625F6" w:rsidRPr="00FA36CD" w:rsidRDefault="00D625F6" w:rsidP="00965B31">
            <w:pPr>
              <w:pStyle w:val="tabletext10"/>
              <w:jc w:val="center"/>
            </w:pPr>
            <w:r w:rsidRPr="00FA36CD">
              <w:t xml:space="preserve"> – </w:t>
            </w:r>
          </w:p>
        </w:tc>
      </w:tr>
      <w:tr w:rsidR="00D625F6" w:rsidRPr="00FA36CD" w14:paraId="22CC04D9" w14:textId="77777777" w:rsidTr="00965B31">
        <w:trPr>
          <w:cantSplit/>
        </w:trPr>
        <w:tc>
          <w:tcPr>
            <w:tcW w:w="10080" w:type="dxa"/>
            <w:gridSpan w:val="12"/>
          </w:tcPr>
          <w:p w14:paraId="5B428A99" w14:textId="77777777" w:rsidR="00D625F6" w:rsidRPr="00FA36CD" w:rsidRDefault="00D625F6" w:rsidP="00965B31">
            <w:pPr>
              <w:pStyle w:val="blocktext1"/>
            </w:pPr>
          </w:p>
        </w:tc>
      </w:tr>
      <w:tr w:rsidR="00D625F6" w:rsidRPr="00FA36CD" w14:paraId="1F82F2A8" w14:textId="77777777" w:rsidTr="00965B31">
        <w:trPr>
          <w:cantSplit/>
        </w:trPr>
        <w:tc>
          <w:tcPr>
            <w:tcW w:w="10080" w:type="dxa"/>
            <w:gridSpan w:val="12"/>
          </w:tcPr>
          <w:p w14:paraId="07E2B694" w14:textId="77777777" w:rsidR="00D625F6" w:rsidRPr="00FA36CD" w:rsidRDefault="00D625F6" w:rsidP="00965B31">
            <w:pPr>
              <w:pStyle w:val="blocktext1"/>
            </w:pPr>
          </w:p>
        </w:tc>
      </w:tr>
    </w:tbl>
    <w:p w14:paraId="7DA3D4EB" w14:textId="77777777" w:rsidR="00D625F6" w:rsidRPr="00FA36CD" w:rsidRDefault="00D625F6" w:rsidP="00D625F6">
      <w:pPr>
        <w:pStyle w:val="isonormal"/>
      </w:pPr>
    </w:p>
    <w:p w14:paraId="56AA17BC" w14:textId="77777777" w:rsidR="00D625F6" w:rsidRDefault="00D625F6" w:rsidP="00D625F6">
      <w:pPr>
        <w:pStyle w:val="isonormal"/>
        <w:sectPr w:rsidR="00D625F6" w:rsidSect="00D625F6">
          <w:headerReference w:type="default" r:id="rId71"/>
          <w:footerReference w:type="default" r:id="rId7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D625F6" w:rsidRPr="000A0C34" w14:paraId="590DBA3F" w14:textId="77777777" w:rsidTr="00965B31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D6C39" w14:textId="77777777" w:rsidR="00D625F6" w:rsidRPr="000A0C34" w:rsidRDefault="00D625F6" w:rsidP="00965B31">
            <w:pPr>
              <w:pStyle w:val="tablehead"/>
            </w:pPr>
            <w:r w:rsidRPr="000A0C34">
              <w:lastRenderedPageBreak/>
              <w:t>$100,000/200,000 BASIC LIMIT OCCURRENCE</w:t>
            </w:r>
            <w:r w:rsidRPr="000A0C34">
              <w:br/>
              <w:t>Premises/Operations (Prem/Ops) (Subline Code 334) Territory 506</w:t>
            </w:r>
            <w:r w:rsidRPr="000A0C34">
              <w:br/>
              <w:t>Products/Completed Operations (Prod/COps)</w:t>
            </w:r>
            <w:r w:rsidRPr="000A0C34">
              <w:tab/>
              <w:t xml:space="preserve">(Subline Code 336) Entire State Territory 999 </w:t>
            </w:r>
          </w:p>
        </w:tc>
      </w:tr>
      <w:tr w:rsidR="00D625F6" w:rsidRPr="000A0C34" w14:paraId="2A75100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AEE02B" w14:textId="77777777" w:rsidR="00D625F6" w:rsidRPr="000A0C34" w:rsidRDefault="00D625F6" w:rsidP="00965B31">
            <w:pPr>
              <w:pStyle w:val="tablehead"/>
            </w:pPr>
            <w:r w:rsidRPr="000A0C34">
              <w:t>Class</w:t>
            </w:r>
            <w:r w:rsidRPr="000A0C3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AD74C" w14:textId="77777777" w:rsidR="00D625F6" w:rsidRPr="000A0C34" w:rsidRDefault="00D625F6" w:rsidP="00965B31">
            <w:pPr>
              <w:pStyle w:val="tablehead"/>
            </w:pPr>
            <w:r w:rsidRPr="000A0C34">
              <w:t>Prem/</w:t>
            </w:r>
            <w:r w:rsidRPr="000A0C3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8233E3" w14:textId="77777777" w:rsidR="00D625F6" w:rsidRPr="000A0C34" w:rsidRDefault="00D625F6" w:rsidP="00965B31">
            <w:pPr>
              <w:pStyle w:val="tablehead"/>
            </w:pPr>
            <w:r w:rsidRPr="000A0C34">
              <w:t>Prod/</w:t>
            </w:r>
            <w:r w:rsidRPr="000A0C3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D4490" w14:textId="77777777" w:rsidR="00D625F6" w:rsidRPr="000A0C34" w:rsidRDefault="00D625F6" w:rsidP="00965B31">
            <w:pPr>
              <w:pStyle w:val="tablehead"/>
            </w:pPr>
            <w:r w:rsidRPr="000A0C34">
              <w:t>Class</w:t>
            </w:r>
            <w:r w:rsidRPr="000A0C3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0C0B85" w14:textId="77777777" w:rsidR="00D625F6" w:rsidRPr="000A0C34" w:rsidRDefault="00D625F6" w:rsidP="00965B31">
            <w:pPr>
              <w:pStyle w:val="tablehead"/>
            </w:pPr>
            <w:r w:rsidRPr="000A0C34">
              <w:t>Prem/</w:t>
            </w:r>
            <w:r w:rsidRPr="000A0C3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2EAE5" w14:textId="77777777" w:rsidR="00D625F6" w:rsidRPr="000A0C34" w:rsidRDefault="00D625F6" w:rsidP="00965B31">
            <w:pPr>
              <w:pStyle w:val="tablehead"/>
            </w:pPr>
            <w:r w:rsidRPr="000A0C34">
              <w:t>Prod/</w:t>
            </w:r>
            <w:r w:rsidRPr="000A0C3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9A3D84" w14:textId="77777777" w:rsidR="00D625F6" w:rsidRPr="000A0C34" w:rsidRDefault="00D625F6" w:rsidP="00965B31">
            <w:pPr>
              <w:pStyle w:val="tablehead"/>
            </w:pPr>
            <w:r w:rsidRPr="000A0C34">
              <w:t>Class</w:t>
            </w:r>
            <w:r w:rsidRPr="000A0C3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6C120" w14:textId="77777777" w:rsidR="00D625F6" w:rsidRPr="000A0C34" w:rsidRDefault="00D625F6" w:rsidP="00965B31">
            <w:pPr>
              <w:pStyle w:val="tablehead"/>
            </w:pPr>
            <w:r w:rsidRPr="000A0C34">
              <w:t>Prem/</w:t>
            </w:r>
            <w:r w:rsidRPr="000A0C3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9BD01A" w14:textId="77777777" w:rsidR="00D625F6" w:rsidRPr="000A0C34" w:rsidRDefault="00D625F6" w:rsidP="00965B31">
            <w:pPr>
              <w:pStyle w:val="tablehead"/>
            </w:pPr>
            <w:r w:rsidRPr="000A0C34">
              <w:t>Prod/</w:t>
            </w:r>
            <w:r w:rsidRPr="000A0C3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B495E" w14:textId="77777777" w:rsidR="00D625F6" w:rsidRPr="000A0C34" w:rsidRDefault="00D625F6" w:rsidP="00965B31">
            <w:pPr>
              <w:pStyle w:val="tablehead"/>
            </w:pPr>
            <w:r w:rsidRPr="000A0C34">
              <w:t>Class</w:t>
            </w:r>
            <w:r w:rsidRPr="000A0C3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8A5F68" w14:textId="77777777" w:rsidR="00D625F6" w:rsidRPr="000A0C34" w:rsidRDefault="00D625F6" w:rsidP="00965B31">
            <w:pPr>
              <w:pStyle w:val="tablehead"/>
            </w:pPr>
            <w:r w:rsidRPr="000A0C34">
              <w:t>Prem/</w:t>
            </w:r>
            <w:r w:rsidRPr="000A0C3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B04D5" w14:textId="77777777" w:rsidR="00D625F6" w:rsidRPr="000A0C34" w:rsidRDefault="00D625F6" w:rsidP="00965B31">
            <w:pPr>
              <w:pStyle w:val="tablehead"/>
            </w:pPr>
            <w:r w:rsidRPr="000A0C34">
              <w:t>Prod/</w:t>
            </w:r>
            <w:r w:rsidRPr="000A0C34">
              <w:br/>
              <w:t>Cops</w:t>
            </w:r>
          </w:p>
        </w:tc>
      </w:tr>
      <w:tr w:rsidR="00D625F6" w:rsidRPr="000A0C34" w14:paraId="1220B8E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3F225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D51F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ECA2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ED878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34F6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929A1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F0D2F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99C1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6EEC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35E3A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29C4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32FE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214870F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19065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D387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9.62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B71B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730F6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E03E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90AD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1A3FC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CD82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C652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21424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B63A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B98F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5B91ED2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335EE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8E91E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3EEE7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0E6F1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868E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DD025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6EDF0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2E98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4C11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1922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0145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84BD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1A99D95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351DA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7CE8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A923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92AC5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A7DA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3C223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BC1AF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231E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1A19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117E9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F41B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94E9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1290C76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3C58F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EC87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CEB4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9B94F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6FB5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52B2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60669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0B24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50AB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DB89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7FFA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8285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79FCF7C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DC767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79B3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ACD9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F2699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8B39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8DF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50C5A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79C3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069F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E9C06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463D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77B9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568C170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AF977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143F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A213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83E4C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AE03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8B2DE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29F0E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C9C9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0827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A8DEA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30CB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AD57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31191DB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CA82F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ECD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6BEC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2E8B6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65BF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7.72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3085E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4DEBB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18AF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C25A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E4DCA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B267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F3BE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6CC4F98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62D22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E2C8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FBD5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9611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9D8A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3.33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852C9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CA8A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E30D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531E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742ED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F752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E718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4D709B3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60C41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113D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242F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F07B9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7F475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A2BCE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F6F0E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313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20A76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432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4494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B8E5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4B9025C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41C2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9E1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7F64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FBE2F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FFA80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9C9C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EC9DB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2CC5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63A7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EA42E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D44B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264C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6464EC3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6A2F3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64C0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0474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BE767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94E7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4AC7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8F45F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3C19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7B3D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A6EEE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E930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B42F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1B7C2C9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82A05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0C25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F96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7.45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C3CBD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2E15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BE02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25929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35E8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E125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2A7BE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9DB7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5745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1D93B46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70BDA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54C1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6508B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CDBEF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E27D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ADF36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1E360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C9BA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C8EA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9FBA7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8251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39AB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344BBCD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C9D4C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B4A32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A34FD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F72B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01DF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B2808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BB2CB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6E13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A37F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2FCA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2F29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1BB5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37DA8BB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8303D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F6D79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7A893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B05A5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4305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EF8DC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DCA71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C259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A27A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12FA6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DF3A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953A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30ACCDA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F2D8B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31891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2622C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CF03F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99EE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264ED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6C3D8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416F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14E2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115C0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C34D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366D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698B29A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B26A8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6FFC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0569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65664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D0016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929F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B46EF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D421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D9BE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329E3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AC70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3128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0EA20E2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9A657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F13B3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3876F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F52CB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7E25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28D46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2B1AF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77F2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51F3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BF925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CAB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9E8B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7C051BE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594E7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E5E9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FF703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4095A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7A4A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7.62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558A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74719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F860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50B9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9716D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129D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866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3C70493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D3780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7129F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257F9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5A8D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A776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7.31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4631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A691C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F257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D65A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28C11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497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1F85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6E85A1B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4A9C1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1197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BE27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B09EE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8B31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C86E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103B2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7961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59C56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B80FB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0130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7827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1C0D2429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8EA8E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B08C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B8C50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29561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98C8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7.04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1965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0C238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7D6E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C3FB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573F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DFFA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5835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18ABC88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0F42A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3BCB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C4B1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9A68B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6FFA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9BB3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05D97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3224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6CF0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0A266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2E3A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3FA7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6CF68D64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87FBE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9654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02D8A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FD68F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6F41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5.12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F869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A9C47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A38C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0A36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964FD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3E4B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A817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2DE9EF60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B1C1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D825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0FC13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34FAE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4738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6.42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17136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11D06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36B6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C7B4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22E6D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C116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51F9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2521D90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0F199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13C26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D2ED0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9A419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9385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217BF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5ED8D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71B1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7AF5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DFF29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292F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D347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70EC1DBF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F8C54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7417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8437C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1B52E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063F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8457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E93F7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F567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567F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1C930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0369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A236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7343302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E1C9A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C0F4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397CD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4800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DE82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F7324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0D942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BA71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72A8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83858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648A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D3F5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5F969377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A9883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C5B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2B52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C716F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8881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AA3B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87662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256A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348B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88A16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65B76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FA62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77662F9A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41FF6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AF12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1C493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F14B8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A9E1A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01B51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4E464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AB4C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732E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9A41C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9A33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7FF3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38A2202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D0C40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BBCE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AD8F6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2368D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38941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547C5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F4382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D9E2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831E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F438E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F9A3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C24F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1764E80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8092D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4E61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C5CB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DE08D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C55A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F4FCC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5144E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8F45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1843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9318E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EE1B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4F34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5A73E85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6C956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6ABD5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AB7B5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696D7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561C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5584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76F62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8DE2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FC9C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B9214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0067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5178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402754AB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50CBA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5FB1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3C36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5B1C5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1975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827C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B775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DB08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9EAC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1D0C7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34A5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8DD8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053F287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7E8AE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63CC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6181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667D3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9B1B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4805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B8967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3166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01D8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A8EC8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438F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B33C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2981CF2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F899C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F0A9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6831E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1198C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DFDA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7E74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13856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AFA1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9C6D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EB2BA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440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D1B0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4E2417F2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3EFB0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F36C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6976A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B8CDC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7951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02E0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3DBF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9E5B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DD79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3EA30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BE75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7AFE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4143A40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76F6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905F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62514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93606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A622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3D06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DCFC9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934D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D592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1EB6F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1D8F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E4FA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44A15C9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83D8A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BC4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D1E9A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CADF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2957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CE8D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E8967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A1EE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FEF0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12C4A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D09C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D94C6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53924D18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95BED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87BD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40B46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1554C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2086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9D97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8C050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6904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AF8F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E2CDD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C144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269D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620655D1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46737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8661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2957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DE1B5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8BBE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DCDB6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98088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4AAD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AADE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D7E49" w14:textId="77777777" w:rsidR="00D625F6" w:rsidRPr="000A0C34" w:rsidRDefault="00D625F6" w:rsidP="00965B31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27F6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F485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36F20793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71F9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30C6B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01952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83E5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BC054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E4FF9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EEE3B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6210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EE4D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DBBE8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EAF2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1B53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11819556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97142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AEF8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4064D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2A645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166E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6855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61C2C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374F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BDFC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5D022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E6A3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D8CD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7B51D67D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ACDBF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3F97E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4033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6ADD0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6AA6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400D7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126A0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39EF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65793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A872E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0D55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4439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49FBDB3C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E6310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B14CA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9.71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930C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1CA69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F293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CDB4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40FF9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A89D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24AC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A9F09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3FCB5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25676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3F2BDF35" w14:textId="77777777" w:rsidTr="00965B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67BFD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9F8808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  <w:r w:rsidRPr="000A0C34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325CB1" w14:textId="77777777" w:rsidR="00D625F6" w:rsidRPr="000A0C34" w:rsidRDefault="00D625F6" w:rsidP="00965B31">
            <w:pPr>
              <w:pStyle w:val="tabletext10"/>
              <w:jc w:val="center"/>
            </w:pPr>
            <w:r w:rsidRPr="000A0C3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1ADE9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D972F0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B2A3F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306A2F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668DC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D1AD52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2DDC3" w14:textId="77777777" w:rsidR="00D625F6" w:rsidRPr="000A0C34" w:rsidRDefault="00D625F6" w:rsidP="00965B31">
            <w:pPr>
              <w:pStyle w:val="tabletext10"/>
              <w:rPr>
                <w:b/>
              </w:rPr>
            </w:pPr>
            <w:r w:rsidRPr="000A0C3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323371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EC5956" w14:textId="77777777" w:rsidR="00D625F6" w:rsidRPr="000A0C34" w:rsidRDefault="00D625F6" w:rsidP="00965B31">
            <w:pPr>
              <w:pStyle w:val="tabletext10"/>
              <w:tabs>
                <w:tab w:val="decimal" w:pos="300"/>
              </w:tabs>
            </w:pPr>
          </w:p>
        </w:tc>
      </w:tr>
      <w:tr w:rsidR="00D625F6" w:rsidRPr="000A0C34" w14:paraId="62B0649A" w14:textId="77777777" w:rsidTr="00965B31">
        <w:trPr>
          <w:cantSplit/>
        </w:trPr>
        <w:tc>
          <w:tcPr>
            <w:tcW w:w="10080" w:type="dxa"/>
            <w:gridSpan w:val="12"/>
          </w:tcPr>
          <w:p w14:paraId="111EB91E" w14:textId="77777777" w:rsidR="00D625F6" w:rsidRPr="000A0C34" w:rsidRDefault="00D625F6" w:rsidP="00965B31">
            <w:pPr>
              <w:pStyle w:val="blocktext1"/>
            </w:pPr>
          </w:p>
        </w:tc>
      </w:tr>
      <w:tr w:rsidR="00D625F6" w:rsidRPr="000A0C34" w14:paraId="1F1A494C" w14:textId="77777777" w:rsidTr="00965B31">
        <w:trPr>
          <w:cantSplit/>
        </w:trPr>
        <w:tc>
          <w:tcPr>
            <w:tcW w:w="10080" w:type="dxa"/>
            <w:gridSpan w:val="12"/>
          </w:tcPr>
          <w:p w14:paraId="24104455" w14:textId="77777777" w:rsidR="00D625F6" w:rsidRPr="000A0C34" w:rsidRDefault="00D625F6" w:rsidP="00965B31">
            <w:pPr>
              <w:pStyle w:val="blocktext1"/>
            </w:pPr>
          </w:p>
        </w:tc>
      </w:tr>
    </w:tbl>
    <w:p w14:paraId="511BF1B0" w14:textId="77F6EB34" w:rsidR="00E11D70" w:rsidRDefault="00E11D70" w:rsidP="00D625F6">
      <w:pPr>
        <w:pStyle w:val="isonormal"/>
      </w:pPr>
    </w:p>
    <w:sectPr w:rsidR="00E11D70" w:rsidSect="00D625F6">
      <w:headerReference w:type="default" r:id="rId73"/>
      <w:footerReference w:type="default" r:id="rId74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D0E6E" w14:textId="77777777" w:rsidR="00D625F6" w:rsidRDefault="00D625F6" w:rsidP="00D625F6">
      <w:pPr>
        <w:spacing w:before="0" w:line="240" w:lineRule="auto"/>
      </w:pPr>
      <w:r>
        <w:separator/>
      </w:r>
    </w:p>
  </w:endnote>
  <w:endnote w:type="continuationSeparator" w:id="0">
    <w:p w14:paraId="286CA617" w14:textId="77777777" w:rsidR="00D625F6" w:rsidRDefault="00D625F6" w:rsidP="00D625F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2401E76" w14:textId="77777777">
      <w:trPr>
        <w:cantSplit/>
      </w:trPr>
      <w:tc>
        <w:tcPr>
          <w:tcW w:w="2420" w:type="dxa"/>
        </w:tcPr>
        <w:p w14:paraId="24D2B43C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42592F93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7282E2B5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1EA0724C" w14:textId="77777777">
      <w:trPr>
        <w:cantSplit/>
      </w:trPr>
      <w:tc>
        <w:tcPr>
          <w:tcW w:w="2420" w:type="dxa"/>
        </w:tcPr>
        <w:p w14:paraId="10DD4D24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14E5215E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353DCAF9" w14:textId="77777777" w:rsidR="00E23B56" w:rsidRDefault="00D625F6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0C4D9E29" w14:textId="77777777" w:rsidR="00E23B56" w:rsidRDefault="00D625F6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C7E6607" w14:textId="77777777">
      <w:trPr>
        <w:cantSplit/>
      </w:trPr>
      <w:tc>
        <w:tcPr>
          <w:tcW w:w="2420" w:type="dxa"/>
        </w:tcPr>
        <w:p w14:paraId="14014D32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10FB446B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127C7AC4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2215A78C" w14:textId="77777777">
      <w:trPr>
        <w:cantSplit/>
      </w:trPr>
      <w:tc>
        <w:tcPr>
          <w:tcW w:w="2420" w:type="dxa"/>
        </w:tcPr>
        <w:p w14:paraId="281CF68F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7A2B8185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214C6A5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33C96639" w14:textId="77777777" w:rsidR="00E23B56" w:rsidRDefault="00D625F6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244C7C5" w14:textId="77777777">
      <w:trPr>
        <w:cantSplit/>
      </w:trPr>
      <w:tc>
        <w:tcPr>
          <w:tcW w:w="2420" w:type="dxa"/>
        </w:tcPr>
        <w:p w14:paraId="3E6D9576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0D0BA510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12C81E72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03DC2159" w14:textId="77777777">
      <w:trPr>
        <w:cantSplit/>
      </w:trPr>
      <w:tc>
        <w:tcPr>
          <w:tcW w:w="2420" w:type="dxa"/>
        </w:tcPr>
        <w:p w14:paraId="43B08790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664D8596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70AC95F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2EF81306" w14:textId="77777777" w:rsidR="00E23B56" w:rsidRDefault="00D625F6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B7B02D3" w14:textId="77777777">
      <w:trPr>
        <w:cantSplit/>
      </w:trPr>
      <w:tc>
        <w:tcPr>
          <w:tcW w:w="2420" w:type="dxa"/>
        </w:tcPr>
        <w:p w14:paraId="07791255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4AC1018C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69653A50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012479F7" w14:textId="77777777">
      <w:trPr>
        <w:cantSplit/>
      </w:trPr>
      <w:tc>
        <w:tcPr>
          <w:tcW w:w="2420" w:type="dxa"/>
        </w:tcPr>
        <w:p w14:paraId="69284AD7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49CC136A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511A645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6F67A47C" w14:textId="77777777" w:rsidR="00E23B56" w:rsidRDefault="00D625F6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3D1FBD8" w14:textId="77777777">
      <w:trPr>
        <w:cantSplit/>
      </w:trPr>
      <w:tc>
        <w:tcPr>
          <w:tcW w:w="2420" w:type="dxa"/>
        </w:tcPr>
        <w:p w14:paraId="4B9A338A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75B8066D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2FDB86E0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1B191CD4" w14:textId="77777777">
      <w:trPr>
        <w:cantSplit/>
      </w:trPr>
      <w:tc>
        <w:tcPr>
          <w:tcW w:w="2420" w:type="dxa"/>
        </w:tcPr>
        <w:p w14:paraId="79B75758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099ECEEC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C74E244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2D73A77D" w14:textId="77777777" w:rsidR="00E23B56" w:rsidRDefault="00D625F6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4259AF0" w14:textId="77777777">
      <w:trPr>
        <w:cantSplit/>
      </w:trPr>
      <w:tc>
        <w:tcPr>
          <w:tcW w:w="2420" w:type="dxa"/>
        </w:tcPr>
        <w:p w14:paraId="4278026C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1101B1D8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09105F53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2BB8E194" w14:textId="77777777">
      <w:trPr>
        <w:cantSplit/>
      </w:trPr>
      <w:tc>
        <w:tcPr>
          <w:tcW w:w="2420" w:type="dxa"/>
        </w:tcPr>
        <w:p w14:paraId="41B5D456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779FB756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549651D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6EB2AEA6" w14:textId="77777777" w:rsidR="00E23B56" w:rsidRDefault="00D625F6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B50C24E" w14:textId="77777777">
      <w:trPr>
        <w:cantSplit/>
      </w:trPr>
      <w:tc>
        <w:tcPr>
          <w:tcW w:w="2420" w:type="dxa"/>
        </w:tcPr>
        <w:p w14:paraId="76A1CBC4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38130874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4D38137F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7AC082D9" w14:textId="77777777">
      <w:trPr>
        <w:cantSplit/>
      </w:trPr>
      <w:tc>
        <w:tcPr>
          <w:tcW w:w="2420" w:type="dxa"/>
        </w:tcPr>
        <w:p w14:paraId="643B1C00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4AAE1AF8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44D764F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4668A9FB" w14:textId="77777777" w:rsidR="00E23B56" w:rsidRDefault="00D625F6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6C3AD08" w14:textId="77777777">
      <w:trPr>
        <w:cantSplit/>
      </w:trPr>
      <w:tc>
        <w:tcPr>
          <w:tcW w:w="2420" w:type="dxa"/>
        </w:tcPr>
        <w:p w14:paraId="63EC6ACB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7FC9DDFC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7E56107E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1CC8FBA7" w14:textId="77777777">
      <w:trPr>
        <w:cantSplit/>
      </w:trPr>
      <w:tc>
        <w:tcPr>
          <w:tcW w:w="2420" w:type="dxa"/>
        </w:tcPr>
        <w:p w14:paraId="5BD1DE1A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1D426F41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8B2C1FE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656AE8FE" w14:textId="77777777" w:rsidR="00E23B56" w:rsidRDefault="00D625F6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7AFCAE5" w14:textId="77777777">
      <w:trPr>
        <w:cantSplit/>
      </w:trPr>
      <w:tc>
        <w:tcPr>
          <w:tcW w:w="2420" w:type="dxa"/>
        </w:tcPr>
        <w:p w14:paraId="6AC6FBAD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6EB211DB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4064020F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0CC45ACA" w14:textId="77777777">
      <w:trPr>
        <w:cantSplit/>
      </w:trPr>
      <w:tc>
        <w:tcPr>
          <w:tcW w:w="2420" w:type="dxa"/>
        </w:tcPr>
        <w:p w14:paraId="0E079E0B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5546C038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6491557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63DBA2FD" w14:textId="77777777" w:rsidR="00E23B56" w:rsidRDefault="00D625F6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9E035A" w14:textId="77777777">
      <w:trPr>
        <w:cantSplit/>
      </w:trPr>
      <w:tc>
        <w:tcPr>
          <w:tcW w:w="2420" w:type="dxa"/>
        </w:tcPr>
        <w:p w14:paraId="4C7F7915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5154E7F4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415366DD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7B8F0E3E" w14:textId="77777777">
      <w:trPr>
        <w:cantSplit/>
      </w:trPr>
      <w:tc>
        <w:tcPr>
          <w:tcW w:w="2420" w:type="dxa"/>
        </w:tcPr>
        <w:p w14:paraId="43F37015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6D1FAE0B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364C2B8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3A22550A" w14:textId="77777777" w:rsidR="00E23B56" w:rsidRDefault="00D625F6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48CF897" w14:textId="77777777">
      <w:trPr>
        <w:cantSplit/>
      </w:trPr>
      <w:tc>
        <w:tcPr>
          <w:tcW w:w="2420" w:type="dxa"/>
        </w:tcPr>
        <w:p w14:paraId="790117DB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39FD21F9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3F0D1936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2A3A6DD8" w14:textId="77777777">
      <w:trPr>
        <w:cantSplit/>
      </w:trPr>
      <w:tc>
        <w:tcPr>
          <w:tcW w:w="2420" w:type="dxa"/>
        </w:tcPr>
        <w:p w14:paraId="5F29C019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5FBB7A0A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645AE3F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1E94D1D6" w14:textId="77777777" w:rsidR="00E23B56" w:rsidRDefault="00D625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E9F6825" w14:textId="77777777">
      <w:trPr>
        <w:cantSplit/>
      </w:trPr>
      <w:tc>
        <w:tcPr>
          <w:tcW w:w="2420" w:type="dxa"/>
        </w:tcPr>
        <w:p w14:paraId="34C7FF2A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7794C0E7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20B9452C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5EF25660" w14:textId="77777777">
      <w:trPr>
        <w:cantSplit/>
      </w:trPr>
      <w:tc>
        <w:tcPr>
          <w:tcW w:w="2420" w:type="dxa"/>
        </w:tcPr>
        <w:p w14:paraId="446B585D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6529CA9D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F4ED948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11E89C0F" w14:textId="77777777" w:rsidR="00E23B56" w:rsidRDefault="00D625F6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DD96EC3" w14:textId="77777777">
      <w:trPr>
        <w:cantSplit/>
      </w:trPr>
      <w:tc>
        <w:tcPr>
          <w:tcW w:w="2420" w:type="dxa"/>
        </w:tcPr>
        <w:p w14:paraId="425B04BB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38D14516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4F543DF3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5E4FF84E" w14:textId="77777777">
      <w:trPr>
        <w:cantSplit/>
      </w:trPr>
      <w:tc>
        <w:tcPr>
          <w:tcW w:w="2420" w:type="dxa"/>
        </w:tcPr>
        <w:p w14:paraId="497B26BA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14897907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8F4B1A5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3CF5C1CC" w14:textId="77777777" w:rsidR="00E23B56" w:rsidRDefault="00D625F6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F0886D3" w14:textId="77777777">
      <w:trPr>
        <w:cantSplit/>
      </w:trPr>
      <w:tc>
        <w:tcPr>
          <w:tcW w:w="2420" w:type="dxa"/>
        </w:tcPr>
        <w:p w14:paraId="7E745A56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50BA9F56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227F7718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62CB97AC" w14:textId="77777777">
      <w:trPr>
        <w:cantSplit/>
      </w:trPr>
      <w:tc>
        <w:tcPr>
          <w:tcW w:w="2420" w:type="dxa"/>
        </w:tcPr>
        <w:p w14:paraId="5528FB7B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20448BAE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0AF5E91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378687C3" w14:textId="77777777" w:rsidR="00E23B56" w:rsidRDefault="00D625F6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695C82A" w14:textId="77777777">
      <w:trPr>
        <w:cantSplit/>
      </w:trPr>
      <w:tc>
        <w:tcPr>
          <w:tcW w:w="2420" w:type="dxa"/>
        </w:tcPr>
        <w:p w14:paraId="6764F1C8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269C7C92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5C63AAA1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5B20A772" w14:textId="77777777">
      <w:trPr>
        <w:cantSplit/>
      </w:trPr>
      <w:tc>
        <w:tcPr>
          <w:tcW w:w="2420" w:type="dxa"/>
        </w:tcPr>
        <w:p w14:paraId="6B2CDFC0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3390C98E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491095A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0EC4B3E2" w14:textId="77777777" w:rsidR="00E23B56" w:rsidRDefault="00D625F6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D34FC4" w14:textId="77777777">
      <w:trPr>
        <w:cantSplit/>
      </w:trPr>
      <w:tc>
        <w:tcPr>
          <w:tcW w:w="2420" w:type="dxa"/>
        </w:tcPr>
        <w:p w14:paraId="2D561938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5B12574D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69AC1CA2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1113A055" w14:textId="77777777">
      <w:trPr>
        <w:cantSplit/>
      </w:trPr>
      <w:tc>
        <w:tcPr>
          <w:tcW w:w="2420" w:type="dxa"/>
        </w:tcPr>
        <w:p w14:paraId="67A7CEAB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2BB0665E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953DB5F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38FAA808" w14:textId="77777777" w:rsidR="00E23B56" w:rsidRDefault="00D625F6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30EEC44" w14:textId="77777777">
      <w:trPr>
        <w:cantSplit/>
      </w:trPr>
      <w:tc>
        <w:tcPr>
          <w:tcW w:w="2420" w:type="dxa"/>
        </w:tcPr>
        <w:p w14:paraId="3B2CE67C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449303A1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56FF167F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56E0B850" w14:textId="77777777">
      <w:trPr>
        <w:cantSplit/>
      </w:trPr>
      <w:tc>
        <w:tcPr>
          <w:tcW w:w="2420" w:type="dxa"/>
        </w:tcPr>
        <w:p w14:paraId="3E8AB648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6A7FD03B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4644CBD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060BC41C" w14:textId="77777777" w:rsidR="00E23B56" w:rsidRDefault="00D625F6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AFC2C89" w14:textId="77777777">
      <w:trPr>
        <w:cantSplit/>
      </w:trPr>
      <w:tc>
        <w:tcPr>
          <w:tcW w:w="2420" w:type="dxa"/>
        </w:tcPr>
        <w:p w14:paraId="2B63B612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2B4CACC7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25</w:t>
          </w:r>
        </w:p>
      </w:tc>
      <w:tc>
        <w:tcPr>
          <w:tcW w:w="2420" w:type="dxa"/>
        </w:tcPr>
        <w:p w14:paraId="378D18C6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63BE6088" w14:textId="77777777">
      <w:trPr>
        <w:cantSplit/>
      </w:trPr>
      <w:tc>
        <w:tcPr>
          <w:tcW w:w="2420" w:type="dxa"/>
        </w:tcPr>
        <w:p w14:paraId="77455DFB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3B335AB3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C2B49E3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198A1DCC" w14:textId="77777777" w:rsidR="00E23B56" w:rsidRDefault="00D625F6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EBBACAA" w14:textId="77777777">
      <w:trPr>
        <w:cantSplit/>
      </w:trPr>
      <w:tc>
        <w:tcPr>
          <w:tcW w:w="2420" w:type="dxa"/>
        </w:tcPr>
        <w:p w14:paraId="634EB14D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5CF4BB73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26</w:t>
          </w:r>
        </w:p>
      </w:tc>
      <w:tc>
        <w:tcPr>
          <w:tcW w:w="2420" w:type="dxa"/>
        </w:tcPr>
        <w:p w14:paraId="33C81ADF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70F3E27D" w14:textId="77777777">
      <w:trPr>
        <w:cantSplit/>
      </w:trPr>
      <w:tc>
        <w:tcPr>
          <w:tcW w:w="2420" w:type="dxa"/>
        </w:tcPr>
        <w:p w14:paraId="20DBAC75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2673CEE9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3D58248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5744C98C" w14:textId="77777777" w:rsidR="00E23B56" w:rsidRDefault="00D625F6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3BD3A7A" w14:textId="77777777">
      <w:trPr>
        <w:cantSplit/>
      </w:trPr>
      <w:tc>
        <w:tcPr>
          <w:tcW w:w="2420" w:type="dxa"/>
        </w:tcPr>
        <w:p w14:paraId="3F95B056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6C9A9BEC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27</w:t>
          </w:r>
        </w:p>
      </w:tc>
      <w:tc>
        <w:tcPr>
          <w:tcW w:w="2420" w:type="dxa"/>
        </w:tcPr>
        <w:p w14:paraId="025C8DEC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46FFAF78" w14:textId="77777777">
      <w:trPr>
        <w:cantSplit/>
      </w:trPr>
      <w:tc>
        <w:tcPr>
          <w:tcW w:w="2420" w:type="dxa"/>
        </w:tcPr>
        <w:p w14:paraId="7D792672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2BC4E93D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C348C85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59FB70AC" w14:textId="77777777" w:rsidR="00E23B56" w:rsidRDefault="00D625F6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E1A074F" w14:textId="77777777">
      <w:trPr>
        <w:cantSplit/>
      </w:trPr>
      <w:tc>
        <w:tcPr>
          <w:tcW w:w="2420" w:type="dxa"/>
        </w:tcPr>
        <w:p w14:paraId="1047AAAB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286B0FE7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28</w:t>
          </w:r>
        </w:p>
      </w:tc>
      <w:tc>
        <w:tcPr>
          <w:tcW w:w="2420" w:type="dxa"/>
        </w:tcPr>
        <w:p w14:paraId="2E4DEA16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3A286873" w14:textId="77777777">
      <w:trPr>
        <w:cantSplit/>
      </w:trPr>
      <w:tc>
        <w:tcPr>
          <w:tcW w:w="2420" w:type="dxa"/>
        </w:tcPr>
        <w:p w14:paraId="4797602E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15518F91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4FD72C2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3B3BD3E0" w14:textId="77777777" w:rsidR="00E23B56" w:rsidRDefault="00D625F6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A2D01C2" w14:textId="77777777">
      <w:trPr>
        <w:cantSplit/>
      </w:trPr>
      <w:tc>
        <w:tcPr>
          <w:tcW w:w="2420" w:type="dxa"/>
        </w:tcPr>
        <w:p w14:paraId="3B90EE44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42117A8C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29</w:t>
          </w:r>
        </w:p>
      </w:tc>
      <w:tc>
        <w:tcPr>
          <w:tcW w:w="2420" w:type="dxa"/>
        </w:tcPr>
        <w:p w14:paraId="33973084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6DB47976" w14:textId="77777777">
      <w:trPr>
        <w:cantSplit/>
      </w:trPr>
      <w:tc>
        <w:tcPr>
          <w:tcW w:w="2420" w:type="dxa"/>
        </w:tcPr>
        <w:p w14:paraId="3BA94618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67F2DFA8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B7B212C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3FA49409" w14:textId="77777777" w:rsidR="00E23B56" w:rsidRDefault="00D625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394694B" w14:textId="77777777">
      <w:trPr>
        <w:cantSplit/>
      </w:trPr>
      <w:tc>
        <w:tcPr>
          <w:tcW w:w="2420" w:type="dxa"/>
        </w:tcPr>
        <w:p w14:paraId="494976B6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225C0E5E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409FF55B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3C3506BD" w14:textId="77777777">
      <w:trPr>
        <w:cantSplit/>
      </w:trPr>
      <w:tc>
        <w:tcPr>
          <w:tcW w:w="2420" w:type="dxa"/>
        </w:tcPr>
        <w:p w14:paraId="7F9835CA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0D547488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C07397A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59505F98" w14:textId="77777777" w:rsidR="00E23B56" w:rsidRDefault="00D625F6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9FD9520" w14:textId="77777777">
      <w:trPr>
        <w:cantSplit/>
      </w:trPr>
      <w:tc>
        <w:tcPr>
          <w:tcW w:w="2420" w:type="dxa"/>
        </w:tcPr>
        <w:p w14:paraId="365378A4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3B47E9D8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30</w:t>
          </w:r>
        </w:p>
      </w:tc>
      <w:tc>
        <w:tcPr>
          <w:tcW w:w="2420" w:type="dxa"/>
        </w:tcPr>
        <w:p w14:paraId="50E2DB22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2105553E" w14:textId="77777777">
      <w:trPr>
        <w:cantSplit/>
      </w:trPr>
      <w:tc>
        <w:tcPr>
          <w:tcW w:w="2420" w:type="dxa"/>
        </w:tcPr>
        <w:p w14:paraId="004EA413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63F93043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9BD5F7E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64A3F7A6" w14:textId="77777777" w:rsidR="00E23B56" w:rsidRDefault="00D625F6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8296929" w14:textId="77777777">
      <w:trPr>
        <w:cantSplit/>
      </w:trPr>
      <w:tc>
        <w:tcPr>
          <w:tcW w:w="2420" w:type="dxa"/>
        </w:tcPr>
        <w:p w14:paraId="38543300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1135542E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31</w:t>
          </w:r>
        </w:p>
      </w:tc>
      <w:tc>
        <w:tcPr>
          <w:tcW w:w="2420" w:type="dxa"/>
        </w:tcPr>
        <w:p w14:paraId="45EB1FA2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1BB85337" w14:textId="77777777">
      <w:trPr>
        <w:cantSplit/>
      </w:trPr>
      <w:tc>
        <w:tcPr>
          <w:tcW w:w="2420" w:type="dxa"/>
        </w:tcPr>
        <w:p w14:paraId="17B42589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7510B1DD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C8454DD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095D2FEA" w14:textId="77777777" w:rsidR="00E23B56" w:rsidRDefault="00D625F6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2FFDCFF" w14:textId="77777777">
      <w:trPr>
        <w:cantSplit/>
      </w:trPr>
      <w:tc>
        <w:tcPr>
          <w:tcW w:w="2420" w:type="dxa"/>
        </w:tcPr>
        <w:p w14:paraId="3D12D0C2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15DF88FB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32</w:t>
          </w:r>
        </w:p>
      </w:tc>
      <w:tc>
        <w:tcPr>
          <w:tcW w:w="2420" w:type="dxa"/>
        </w:tcPr>
        <w:p w14:paraId="3B96CB3E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466FD642" w14:textId="77777777">
      <w:trPr>
        <w:cantSplit/>
      </w:trPr>
      <w:tc>
        <w:tcPr>
          <w:tcW w:w="2420" w:type="dxa"/>
        </w:tcPr>
        <w:p w14:paraId="4CCDE373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119B9131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81DB32F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4B7B870E" w14:textId="77777777" w:rsidR="00E23B56" w:rsidRDefault="00D625F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8CDC02E" w14:textId="77777777">
      <w:trPr>
        <w:cantSplit/>
      </w:trPr>
      <w:tc>
        <w:tcPr>
          <w:tcW w:w="2420" w:type="dxa"/>
        </w:tcPr>
        <w:p w14:paraId="49974C46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4C55FD75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19E95E27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37C1CEDD" w14:textId="77777777">
      <w:trPr>
        <w:cantSplit/>
      </w:trPr>
      <w:tc>
        <w:tcPr>
          <w:tcW w:w="2420" w:type="dxa"/>
        </w:tcPr>
        <w:p w14:paraId="78527F85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0FF31737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BCE633B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2129B4A7" w14:textId="77777777" w:rsidR="00E23B56" w:rsidRDefault="00D625F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C4E2CC" w14:textId="77777777">
      <w:trPr>
        <w:cantSplit/>
      </w:trPr>
      <w:tc>
        <w:tcPr>
          <w:tcW w:w="2420" w:type="dxa"/>
        </w:tcPr>
        <w:p w14:paraId="553ED324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6636F2A7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6507E40E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116CBA1C" w14:textId="77777777">
      <w:trPr>
        <w:cantSplit/>
      </w:trPr>
      <w:tc>
        <w:tcPr>
          <w:tcW w:w="2420" w:type="dxa"/>
        </w:tcPr>
        <w:p w14:paraId="6E3D93A8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4B56956F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3AF9179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132C6DE9" w14:textId="77777777" w:rsidR="00E23B56" w:rsidRDefault="00D625F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202FFCB" w14:textId="77777777">
      <w:trPr>
        <w:cantSplit/>
      </w:trPr>
      <w:tc>
        <w:tcPr>
          <w:tcW w:w="2420" w:type="dxa"/>
        </w:tcPr>
        <w:p w14:paraId="0AC9067A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5D0A3FE6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6D4242A1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1FAC4ABC" w14:textId="77777777">
      <w:trPr>
        <w:cantSplit/>
      </w:trPr>
      <w:tc>
        <w:tcPr>
          <w:tcW w:w="2420" w:type="dxa"/>
        </w:tcPr>
        <w:p w14:paraId="681BD866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0F49B01A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8F59044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2FBBD375" w14:textId="77777777" w:rsidR="00E23B56" w:rsidRDefault="00D625F6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5D69695" w14:textId="77777777">
      <w:trPr>
        <w:cantSplit/>
      </w:trPr>
      <w:tc>
        <w:tcPr>
          <w:tcW w:w="2420" w:type="dxa"/>
        </w:tcPr>
        <w:p w14:paraId="521AAF19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64BC38A8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23D6786C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5FD38054" w14:textId="77777777">
      <w:trPr>
        <w:cantSplit/>
      </w:trPr>
      <w:tc>
        <w:tcPr>
          <w:tcW w:w="2420" w:type="dxa"/>
        </w:tcPr>
        <w:p w14:paraId="445BB9AE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0DEF2341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A281C54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4FEF1119" w14:textId="77777777" w:rsidR="00E23B56" w:rsidRDefault="00D625F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CD900BF" w14:textId="77777777">
      <w:trPr>
        <w:cantSplit/>
      </w:trPr>
      <w:tc>
        <w:tcPr>
          <w:tcW w:w="2420" w:type="dxa"/>
        </w:tcPr>
        <w:p w14:paraId="19C7AB4E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1C037E52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4D11BEFE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4-23  </w:t>
          </w:r>
          <w:r>
            <w:rPr>
              <w:b/>
            </w:rPr>
            <w:sym w:font="Wingdings" w:char="F06F"/>
          </w:r>
        </w:p>
      </w:tc>
    </w:tr>
    <w:tr w:rsidR="00E23B56" w14:paraId="1FA9A52A" w14:textId="77777777">
      <w:trPr>
        <w:cantSplit/>
      </w:trPr>
      <w:tc>
        <w:tcPr>
          <w:tcW w:w="2420" w:type="dxa"/>
        </w:tcPr>
        <w:p w14:paraId="6BFE7D7F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1D21505F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2152142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4A31FAF9" w14:textId="77777777" w:rsidR="00E23B56" w:rsidRDefault="00D625F6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1F6E193" w14:textId="77777777">
      <w:trPr>
        <w:cantSplit/>
      </w:trPr>
      <w:tc>
        <w:tcPr>
          <w:tcW w:w="2420" w:type="dxa"/>
        </w:tcPr>
        <w:p w14:paraId="7CA0224B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265092E1" w14:textId="77777777" w:rsidR="00E23B56" w:rsidRDefault="00D625F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7C1F907C" w14:textId="77777777" w:rsidR="00E23B56" w:rsidRDefault="00D625F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4-23  </w:t>
          </w:r>
          <w:r>
            <w:rPr>
              <w:b/>
            </w:rPr>
            <w:sym w:font="Wingdings" w:char="F06F"/>
          </w:r>
        </w:p>
      </w:tc>
    </w:tr>
    <w:tr w:rsidR="00E23B56" w14:paraId="7AF19F45" w14:textId="77777777">
      <w:trPr>
        <w:cantSplit/>
      </w:trPr>
      <w:tc>
        <w:tcPr>
          <w:tcW w:w="2420" w:type="dxa"/>
        </w:tcPr>
        <w:p w14:paraId="5738C068" w14:textId="77777777" w:rsidR="00E23B56" w:rsidRDefault="00D625F6">
          <w:pPr>
            <w:pStyle w:val="Footer"/>
          </w:pPr>
        </w:p>
      </w:tc>
      <w:tc>
        <w:tcPr>
          <w:tcW w:w="5440" w:type="dxa"/>
        </w:tcPr>
        <w:p w14:paraId="373A4739" w14:textId="77777777" w:rsidR="00E23B56" w:rsidRDefault="00D625F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1CB2FB2" w14:textId="77777777" w:rsidR="00E23B56" w:rsidRDefault="00D625F6">
          <w:pPr>
            <w:pStyle w:val="Footer"/>
            <w:jc w:val="right"/>
            <w:rPr>
              <w:b/>
            </w:rPr>
          </w:pPr>
        </w:p>
      </w:tc>
    </w:tr>
  </w:tbl>
  <w:p w14:paraId="22781194" w14:textId="77777777" w:rsidR="00E23B56" w:rsidRDefault="00D625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BA91C" w14:textId="77777777" w:rsidR="00D625F6" w:rsidRDefault="00D625F6" w:rsidP="00D625F6">
      <w:pPr>
        <w:spacing w:before="0" w:line="240" w:lineRule="auto"/>
      </w:pPr>
      <w:r>
        <w:separator/>
      </w:r>
    </w:p>
  </w:footnote>
  <w:footnote w:type="continuationSeparator" w:id="0">
    <w:p w14:paraId="4068D5B6" w14:textId="77777777" w:rsidR="00D625F6" w:rsidRDefault="00D625F6" w:rsidP="00D625F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C8B0D56" w14:textId="77777777">
      <w:trPr>
        <w:cantSplit/>
      </w:trPr>
      <w:tc>
        <w:tcPr>
          <w:tcW w:w="2420" w:type="dxa"/>
        </w:tcPr>
        <w:p w14:paraId="2AB7DF00" w14:textId="77777777" w:rsidR="00E23B56" w:rsidRDefault="00D625F6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6AF2DDD0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34541A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05CBDF0E" w14:textId="77777777">
      <w:trPr>
        <w:cantSplit/>
      </w:trPr>
      <w:tc>
        <w:tcPr>
          <w:tcW w:w="2420" w:type="dxa"/>
        </w:tcPr>
        <w:p w14:paraId="6D8B764E" w14:textId="77777777" w:rsidR="00E23B56" w:rsidRDefault="00D625F6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1A468BEB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F727A55" w14:textId="77777777" w:rsidR="00E23B56" w:rsidRDefault="00D625F6">
          <w:pPr>
            <w:pStyle w:val="Header"/>
            <w:jc w:val="right"/>
          </w:pPr>
        </w:p>
      </w:tc>
    </w:tr>
    <w:tr w:rsidR="00E23B56" w14:paraId="4262CE51" w14:textId="77777777">
      <w:trPr>
        <w:cantSplit/>
      </w:trPr>
      <w:tc>
        <w:tcPr>
          <w:tcW w:w="2420" w:type="dxa"/>
        </w:tcPr>
        <w:p w14:paraId="7938DD32" w14:textId="77777777" w:rsidR="00E23B56" w:rsidRDefault="00D625F6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158AC173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72C1D0A" w14:textId="77777777" w:rsidR="00E23B56" w:rsidRDefault="00D625F6">
          <w:pPr>
            <w:pStyle w:val="Header"/>
            <w:jc w:val="right"/>
          </w:pPr>
        </w:p>
      </w:tc>
    </w:tr>
    <w:tr w:rsidR="00E23B56" w14:paraId="08CB944D" w14:textId="77777777">
      <w:trPr>
        <w:cantSplit/>
      </w:trPr>
      <w:tc>
        <w:tcPr>
          <w:tcW w:w="2420" w:type="dxa"/>
        </w:tcPr>
        <w:p w14:paraId="6391D06A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BF56E49" w14:textId="77777777" w:rsidR="00E23B56" w:rsidRDefault="00D625F6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4194E96B" w14:textId="77777777" w:rsidR="00E23B56" w:rsidRDefault="00D625F6">
          <w:pPr>
            <w:pStyle w:val="Header"/>
            <w:jc w:val="right"/>
          </w:pPr>
        </w:p>
      </w:tc>
    </w:tr>
    <w:tr w:rsidR="00E23B56" w14:paraId="6D65AA46" w14:textId="77777777">
      <w:trPr>
        <w:cantSplit/>
      </w:trPr>
      <w:tc>
        <w:tcPr>
          <w:tcW w:w="2420" w:type="dxa"/>
        </w:tcPr>
        <w:p w14:paraId="05050D11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2DD2F668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1143B439" w14:textId="77777777" w:rsidR="00E23B56" w:rsidRDefault="00D625F6">
          <w:pPr>
            <w:pStyle w:val="Header"/>
            <w:jc w:val="right"/>
          </w:pPr>
        </w:p>
      </w:tc>
    </w:tr>
  </w:tbl>
  <w:p w14:paraId="704228C7" w14:textId="77777777" w:rsidR="00E23B56" w:rsidRDefault="00D625F6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7588FDD" w14:textId="77777777">
      <w:trPr>
        <w:cantSplit/>
      </w:trPr>
      <w:tc>
        <w:tcPr>
          <w:tcW w:w="2420" w:type="dxa"/>
        </w:tcPr>
        <w:p w14:paraId="50696ECE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77CCAD40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1F56FB" w14:textId="77777777" w:rsidR="00E23B56" w:rsidRDefault="00D625F6">
          <w:pPr>
            <w:pStyle w:val="Header"/>
            <w:jc w:val="right"/>
          </w:pPr>
          <w:r>
            <w:t>CLASSES 14855–43152</w:t>
          </w:r>
        </w:p>
      </w:tc>
    </w:tr>
    <w:tr w:rsidR="00E23B56" w14:paraId="5D61168F" w14:textId="77777777">
      <w:trPr>
        <w:cantSplit/>
      </w:trPr>
      <w:tc>
        <w:tcPr>
          <w:tcW w:w="2420" w:type="dxa"/>
        </w:tcPr>
        <w:p w14:paraId="6B93B8FF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1D2D09D0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3DE2C94" w14:textId="77777777" w:rsidR="00E23B56" w:rsidRDefault="00D625F6">
          <w:pPr>
            <w:pStyle w:val="Header"/>
            <w:jc w:val="right"/>
          </w:pPr>
          <w:r>
            <w:t>PREM/OPS TERR. 502</w:t>
          </w:r>
        </w:p>
      </w:tc>
    </w:tr>
    <w:tr w:rsidR="00E23B56" w14:paraId="3AD6356A" w14:textId="77777777">
      <w:trPr>
        <w:cantSplit/>
      </w:trPr>
      <w:tc>
        <w:tcPr>
          <w:tcW w:w="2420" w:type="dxa"/>
        </w:tcPr>
        <w:p w14:paraId="70AB6242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9E576E8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0FA913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37849924" w14:textId="77777777">
      <w:trPr>
        <w:cantSplit/>
      </w:trPr>
      <w:tc>
        <w:tcPr>
          <w:tcW w:w="2420" w:type="dxa"/>
        </w:tcPr>
        <w:p w14:paraId="46CBF28F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192523A1" w14:textId="77777777" w:rsidR="00E23B56" w:rsidRDefault="00D625F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0D49C7F" w14:textId="77777777" w:rsidR="00E23B56" w:rsidRDefault="00D625F6">
          <w:pPr>
            <w:pStyle w:val="Header"/>
            <w:jc w:val="right"/>
          </w:pPr>
        </w:p>
      </w:tc>
    </w:tr>
    <w:tr w:rsidR="00E23B56" w14:paraId="508EE785" w14:textId="77777777">
      <w:trPr>
        <w:cantSplit/>
      </w:trPr>
      <w:tc>
        <w:tcPr>
          <w:tcW w:w="2420" w:type="dxa"/>
        </w:tcPr>
        <w:p w14:paraId="74F3CE38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483B39DF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2327FFD9" w14:textId="77777777" w:rsidR="00E23B56" w:rsidRDefault="00D625F6">
          <w:pPr>
            <w:pStyle w:val="Header"/>
            <w:jc w:val="right"/>
          </w:pPr>
        </w:p>
      </w:tc>
    </w:tr>
  </w:tbl>
  <w:p w14:paraId="1554C24B" w14:textId="77777777" w:rsidR="00E23B56" w:rsidRDefault="00D625F6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B5476D1" w14:textId="77777777">
      <w:trPr>
        <w:cantSplit/>
      </w:trPr>
      <w:tc>
        <w:tcPr>
          <w:tcW w:w="2420" w:type="dxa"/>
        </w:tcPr>
        <w:p w14:paraId="3A22D675" w14:textId="77777777" w:rsidR="00E23B56" w:rsidRDefault="00D625F6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58A10AE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AEDCAB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425ED08F" w14:textId="77777777">
      <w:trPr>
        <w:cantSplit/>
      </w:trPr>
      <w:tc>
        <w:tcPr>
          <w:tcW w:w="2420" w:type="dxa"/>
        </w:tcPr>
        <w:p w14:paraId="525F22F1" w14:textId="77777777" w:rsidR="00E23B56" w:rsidRDefault="00D625F6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6CC4A6C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64FE708" w14:textId="77777777" w:rsidR="00E23B56" w:rsidRDefault="00D625F6">
          <w:pPr>
            <w:pStyle w:val="Header"/>
            <w:jc w:val="right"/>
          </w:pPr>
        </w:p>
      </w:tc>
    </w:tr>
    <w:tr w:rsidR="00E23B56" w14:paraId="3A526CA6" w14:textId="77777777">
      <w:trPr>
        <w:cantSplit/>
      </w:trPr>
      <w:tc>
        <w:tcPr>
          <w:tcW w:w="2420" w:type="dxa"/>
        </w:tcPr>
        <w:p w14:paraId="4A73CFB2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7F3C005" w14:textId="77777777" w:rsidR="00E23B56" w:rsidRDefault="00D625F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D1A7049" w14:textId="77777777" w:rsidR="00E23B56" w:rsidRDefault="00D625F6">
          <w:pPr>
            <w:pStyle w:val="Header"/>
            <w:jc w:val="right"/>
          </w:pPr>
        </w:p>
      </w:tc>
    </w:tr>
    <w:tr w:rsidR="00E23B56" w14:paraId="496B4348" w14:textId="77777777">
      <w:trPr>
        <w:cantSplit/>
      </w:trPr>
      <w:tc>
        <w:tcPr>
          <w:tcW w:w="2420" w:type="dxa"/>
        </w:tcPr>
        <w:p w14:paraId="071EE4C4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473AD91E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A82A4B" w14:textId="77777777" w:rsidR="00E23B56" w:rsidRDefault="00D625F6">
          <w:pPr>
            <w:pStyle w:val="Header"/>
            <w:jc w:val="right"/>
          </w:pPr>
        </w:p>
      </w:tc>
    </w:tr>
    <w:tr w:rsidR="00E23B56" w14:paraId="76BB1347" w14:textId="77777777">
      <w:trPr>
        <w:cantSplit/>
      </w:trPr>
      <w:tc>
        <w:tcPr>
          <w:tcW w:w="2420" w:type="dxa"/>
        </w:tcPr>
        <w:p w14:paraId="3300F84D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47425EF7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5841FE06" w14:textId="77777777" w:rsidR="00E23B56" w:rsidRDefault="00D625F6">
          <w:pPr>
            <w:pStyle w:val="Header"/>
            <w:jc w:val="right"/>
          </w:pPr>
        </w:p>
      </w:tc>
    </w:tr>
  </w:tbl>
  <w:p w14:paraId="01DF889A" w14:textId="77777777" w:rsidR="00E23B56" w:rsidRDefault="00D625F6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ADB5AF8" w14:textId="77777777">
      <w:trPr>
        <w:cantSplit/>
      </w:trPr>
      <w:tc>
        <w:tcPr>
          <w:tcW w:w="2420" w:type="dxa"/>
        </w:tcPr>
        <w:p w14:paraId="5E9C6282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307C0060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2732FA" w14:textId="77777777" w:rsidR="00E23B56" w:rsidRDefault="00D625F6">
          <w:pPr>
            <w:pStyle w:val="Header"/>
            <w:jc w:val="right"/>
          </w:pPr>
          <w:r>
            <w:t>CLASSES 49305–53271</w:t>
          </w:r>
        </w:p>
      </w:tc>
    </w:tr>
    <w:tr w:rsidR="00E23B56" w14:paraId="69BF5453" w14:textId="77777777">
      <w:trPr>
        <w:cantSplit/>
      </w:trPr>
      <w:tc>
        <w:tcPr>
          <w:tcW w:w="2420" w:type="dxa"/>
        </w:tcPr>
        <w:p w14:paraId="6C3D8DC5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1074A8D1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67D2347" w14:textId="77777777" w:rsidR="00E23B56" w:rsidRDefault="00D625F6">
          <w:pPr>
            <w:pStyle w:val="Header"/>
            <w:jc w:val="right"/>
          </w:pPr>
          <w:r>
            <w:t>PREM/OPS TERR. 502</w:t>
          </w:r>
        </w:p>
      </w:tc>
    </w:tr>
    <w:tr w:rsidR="00E23B56" w14:paraId="6C9F520A" w14:textId="77777777">
      <w:trPr>
        <w:cantSplit/>
      </w:trPr>
      <w:tc>
        <w:tcPr>
          <w:tcW w:w="2420" w:type="dxa"/>
        </w:tcPr>
        <w:p w14:paraId="6C12E5D1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2C0771D2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4A65889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5DCBACAE" w14:textId="77777777">
      <w:trPr>
        <w:cantSplit/>
      </w:trPr>
      <w:tc>
        <w:tcPr>
          <w:tcW w:w="2420" w:type="dxa"/>
        </w:tcPr>
        <w:p w14:paraId="371B3468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29B64D7A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C7170A" w14:textId="77777777" w:rsidR="00E23B56" w:rsidRDefault="00D625F6">
          <w:pPr>
            <w:pStyle w:val="Header"/>
            <w:jc w:val="right"/>
          </w:pPr>
        </w:p>
      </w:tc>
    </w:tr>
    <w:tr w:rsidR="00E23B56" w14:paraId="1B87D61C" w14:textId="77777777">
      <w:trPr>
        <w:cantSplit/>
      </w:trPr>
      <w:tc>
        <w:tcPr>
          <w:tcW w:w="2420" w:type="dxa"/>
        </w:tcPr>
        <w:p w14:paraId="69AC6514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15AE9040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64E0B4E0" w14:textId="77777777" w:rsidR="00E23B56" w:rsidRDefault="00D625F6">
          <w:pPr>
            <w:pStyle w:val="Header"/>
            <w:jc w:val="right"/>
          </w:pPr>
        </w:p>
      </w:tc>
    </w:tr>
  </w:tbl>
  <w:p w14:paraId="452DB6C1" w14:textId="77777777" w:rsidR="00E23B56" w:rsidRDefault="00D625F6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B2CD01C" w14:textId="77777777">
      <w:trPr>
        <w:cantSplit/>
      </w:trPr>
      <w:tc>
        <w:tcPr>
          <w:tcW w:w="2420" w:type="dxa"/>
        </w:tcPr>
        <w:p w14:paraId="74CD9F58" w14:textId="77777777" w:rsidR="00E23B56" w:rsidRDefault="00D625F6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F66D7FA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7783F99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387CAFE1" w14:textId="77777777">
      <w:trPr>
        <w:cantSplit/>
      </w:trPr>
      <w:tc>
        <w:tcPr>
          <w:tcW w:w="2420" w:type="dxa"/>
        </w:tcPr>
        <w:p w14:paraId="6138A201" w14:textId="77777777" w:rsidR="00E23B56" w:rsidRDefault="00D625F6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4ABE66A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1B3597B" w14:textId="77777777" w:rsidR="00E23B56" w:rsidRDefault="00D625F6">
          <w:pPr>
            <w:pStyle w:val="Header"/>
            <w:jc w:val="right"/>
          </w:pPr>
        </w:p>
      </w:tc>
    </w:tr>
    <w:tr w:rsidR="00E23B56" w14:paraId="3D1FF080" w14:textId="77777777">
      <w:trPr>
        <w:cantSplit/>
      </w:trPr>
      <w:tc>
        <w:tcPr>
          <w:tcW w:w="2420" w:type="dxa"/>
        </w:tcPr>
        <w:p w14:paraId="22742FAB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E55804C" w14:textId="77777777" w:rsidR="00E23B56" w:rsidRDefault="00D625F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127C0E6" w14:textId="77777777" w:rsidR="00E23B56" w:rsidRDefault="00D625F6">
          <w:pPr>
            <w:pStyle w:val="Header"/>
            <w:jc w:val="right"/>
          </w:pPr>
        </w:p>
      </w:tc>
    </w:tr>
    <w:tr w:rsidR="00E23B56" w14:paraId="67D0D22A" w14:textId="77777777">
      <w:trPr>
        <w:cantSplit/>
      </w:trPr>
      <w:tc>
        <w:tcPr>
          <w:tcW w:w="2420" w:type="dxa"/>
        </w:tcPr>
        <w:p w14:paraId="0D5A3A24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975302C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FC5F18E" w14:textId="77777777" w:rsidR="00E23B56" w:rsidRDefault="00D625F6">
          <w:pPr>
            <w:pStyle w:val="Header"/>
            <w:jc w:val="right"/>
          </w:pPr>
        </w:p>
      </w:tc>
    </w:tr>
    <w:tr w:rsidR="00E23B56" w14:paraId="6DB1DBB2" w14:textId="77777777">
      <w:trPr>
        <w:cantSplit/>
      </w:trPr>
      <w:tc>
        <w:tcPr>
          <w:tcW w:w="2420" w:type="dxa"/>
        </w:tcPr>
        <w:p w14:paraId="511B7F95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26FA474E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6A8E3C72" w14:textId="77777777" w:rsidR="00E23B56" w:rsidRDefault="00D625F6">
          <w:pPr>
            <w:pStyle w:val="Header"/>
            <w:jc w:val="right"/>
          </w:pPr>
        </w:p>
      </w:tc>
    </w:tr>
  </w:tbl>
  <w:p w14:paraId="5B462649" w14:textId="77777777" w:rsidR="00E23B56" w:rsidRDefault="00D625F6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603031B" w14:textId="77777777">
      <w:trPr>
        <w:cantSplit/>
      </w:trPr>
      <w:tc>
        <w:tcPr>
          <w:tcW w:w="2420" w:type="dxa"/>
        </w:tcPr>
        <w:p w14:paraId="6C7239B4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751C93FE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4665CCD" w14:textId="77777777" w:rsidR="00E23B56" w:rsidRDefault="00D625F6">
          <w:pPr>
            <w:pStyle w:val="Header"/>
            <w:jc w:val="right"/>
          </w:pPr>
          <w:r>
            <w:t>CLASSES 59306–91582</w:t>
          </w:r>
        </w:p>
      </w:tc>
    </w:tr>
    <w:tr w:rsidR="00E23B56" w14:paraId="1750D580" w14:textId="77777777">
      <w:trPr>
        <w:cantSplit/>
      </w:trPr>
      <w:tc>
        <w:tcPr>
          <w:tcW w:w="2420" w:type="dxa"/>
        </w:tcPr>
        <w:p w14:paraId="7C9B0C74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339C2B0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9EEC037" w14:textId="77777777" w:rsidR="00E23B56" w:rsidRDefault="00D625F6">
          <w:pPr>
            <w:pStyle w:val="Header"/>
            <w:jc w:val="right"/>
          </w:pPr>
          <w:r>
            <w:t>PREM/OPS TERR. 502</w:t>
          </w:r>
        </w:p>
      </w:tc>
    </w:tr>
    <w:tr w:rsidR="00E23B56" w14:paraId="75EFEAB4" w14:textId="77777777">
      <w:trPr>
        <w:cantSplit/>
      </w:trPr>
      <w:tc>
        <w:tcPr>
          <w:tcW w:w="2420" w:type="dxa"/>
        </w:tcPr>
        <w:p w14:paraId="131B48F9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18CB3826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735CC6A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3F0445A7" w14:textId="77777777">
      <w:trPr>
        <w:cantSplit/>
      </w:trPr>
      <w:tc>
        <w:tcPr>
          <w:tcW w:w="2420" w:type="dxa"/>
        </w:tcPr>
        <w:p w14:paraId="100BE053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32A9770B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A489EE3" w14:textId="77777777" w:rsidR="00E23B56" w:rsidRDefault="00D625F6">
          <w:pPr>
            <w:pStyle w:val="Header"/>
            <w:jc w:val="right"/>
          </w:pPr>
        </w:p>
      </w:tc>
    </w:tr>
    <w:tr w:rsidR="00E23B56" w14:paraId="425A9905" w14:textId="77777777">
      <w:trPr>
        <w:cantSplit/>
      </w:trPr>
      <w:tc>
        <w:tcPr>
          <w:tcW w:w="2420" w:type="dxa"/>
        </w:tcPr>
        <w:p w14:paraId="21F0F3AF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33C13626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164724C7" w14:textId="77777777" w:rsidR="00E23B56" w:rsidRDefault="00D625F6">
          <w:pPr>
            <w:pStyle w:val="Header"/>
            <w:jc w:val="right"/>
          </w:pPr>
        </w:p>
      </w:tc>
    </w:tr>
  </w:tbl>
  <w:p w14:paraId="28AD2D89" w14:textId="77777777" w:rsidR="00E23B56" w:rsidRDefault="00D625F6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58D66DD" w14:textId="77777777">
      <w:trPr>
        <w:cantSplit/>
      </w:trPr>
      <w:tc>
        <w:tcPr>
          <w:tcW w:w="2420" w:type="dxa"/>
        </w:tcPr>
        <w:p w14:paraId="06781A9A" w14:textId="77777777" w:rsidR="00E23B56" w:rsidRDefault="00D625F6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8A12A36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9DD3028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0DE10471" w14:textId="77777777">
      <w:trPr>
        <w:cantSplit/>
      </w:trPr>
      <w:tc>
        <w:tcPr>
          <w:tcW w:w="2420" w:type="dxa"/>
        </w:tcPr>
        <w:p w14:paraId="7CB0218B" w14:textId="77777777" w:rsidR="00E23B56" w:rsidRDefault="00D625F6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0C03DBF8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B1A5FFC" w14:textId="77777777" w:rsidR="00E23B56" w:rsidRDefault="00D625F6">
          <w:pPr>
            <w:pStyle w:val="Header"/>
            <w:jc w:val="right"/>
          </w:pPr>
        </w:p>
      </w:tc>
    </w:tr>
    <w:tr w:rsidR="00E23B56" w14:paraId="66ADC7E2" w14:textId="77777777">
      <w:trPr>
        <w:cantSplit/>
      </w:trPr>
      <w:tc>
        <w:tcPr>
          <w:tcW w:w="2420" w:type="dxa"/>
        </w:tcPr>
        <w:p w14:paraId="0C7417E1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CC4C863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44859E8" w14:textId="77777777" w:rsidR="00E23B56" w:rsidRDefault="00D625F6">
          <w:pPr>
            <w:pStyle w:val="Header"/>
            <w:jc w:val="right"/>
          </w:pPr>
        </w:p>
      </w:tc>
    </w:tr>
    <w:tr w:rsidR="00E23B56" w14:paraId="5C03D818" w14:textId="77777777">
      <w:trPr>
        <w:cantSplit/>
      </w:trPr>
      <w:tc>
        <w:tcPr>
          <w:tcW w:w="2420" w:type="dxa"/>
        </w:tcPr>
        <w:p w14:paraId="33DA288E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352A84D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0F6E36" w14:textId="77777777" w:rsidR="00E23B56" w:rsidRDefault="00D625F6">
          <w:pPr>
            <w:pStyle w:val="Header"/>
            <w:jc w:val="right"/>
          </w:pPr>
        </w:p>
      </w:tc>
    </w:tr>
    <w:tr w:rsidR="00E23B56" w14:paraId="23F7E193" w14:textId="77777777">
      <w:trPr>
        <w:cantSplit/>
      </w:trPr>
      <w:tc>
        <w:tcPr>
          <w:tcW w:w="2420" w:type="dxa"/>
        </w:tcPr>
        <w:p w14:paraId="1A85FFB1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21AEDD27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4C66EF51" w14:textId="77777777" w:rsidR="00E23B56" w:rsidRDefault="00D625F6">
          <w:pPr>
            <w:pStyle w:val="Header"/>
            <w:jc w:val="right"/>
          </w:pPr>
        </w:p>
      </w:tc>
    </w:tr>
  </w:tbl>
  <w:p w14:paraId="7795947F" w14:textId="77777777" w:rsidR="00E23B56" w:rsidRDefault="00D625F6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40BF9B" w14:textId="77777777">
      <w:trPr>
        <w:cantSplit/>
      </w:trPr>
      <w:tc>
        <w:tcPr>
          <w:tcW w:w="2420" w:type="dxa"/>
        </w:tcPr>
        <w:p w14:paraId="162998C9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54D70FF7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8C525E" w14:textId="77777777" w:rsidR="00E23B56" w:rsidRDefault="00D625F6">
          <w:pPr>
            <w:pStyle w:val="Header"/>
            <w:jc w:val="right"/>
          </w:pPr>
          <w:r>
            <w:t>CLASSES 98813–99988</w:t>
          </w:r>
        </w:p>
      </w:tc>
    </w:tr>
    <w:tr w:rsidR="00E23B56" w14:paraId="5C8673D0" w14:textId="77777777">
      <w:trPr>
        <w:cantSplit/>
      </w:trPr>
      <w:tc>
        <w:tcPr>
          <w:tcW w:w="2420" w:type="dxa"/>
        </w:tcPr>
        <w:p w14:paraId="0A0386E3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445A6365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AA3E49E" w14:textId="77777777" w:rsidR="00E23B56" w:rsidRDefault="00D625F6">
          <w:pPr>
            <w:pStyle w:val="Header"/>
            <w:jc w:val="right"/>
          </w:pPr>
          <w:r>
            <w:t>PREM/OPS TERR. 502</w:t>
          </w:r>
        </w:p>
      </w:tc>
    </w:tr>
    <w:tr w:rsidR="00E23B56" w14:paraId="74EE4787" w14:textId="77777777">
      <w:trPr>
        <w:cantSplit/>
      </w:trPr>
      <w:tc>
        <w:tcPr>
          <w:tcW w:w="2420" w:type="dxa"/>
        </w:tcPr>
        <w:p w14:paraId="2D15DA6A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3A68E4E8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5226E4C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2A50BF21" w14:textId="77777777">
      <w:trPr>
        <w:cantSplit/>
      </w:trPr>
      <w:tc>
        <w:tcPr>
          <w:tcW w:w="2420" w:type="dxa"/>
        </w:tcPr>
        <w:p w14:paraId="743AF1C9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145AB404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6B8CB00" w14:textId="77777777" w:rsidR="00E23B56" w:rsidRDefault="00D625F6">
          <w:pPr>
            <w:pStyle w:val="Header"/>
            <w:jc w:val="right"/>
          </w:pPr>
        </w:p>
      </w:tc>
    </w:tr>
    <w:tr w:rsidR="00E23B56" w14:paraId="09ABDCEF" w14:textId="77777777">
      <w:trPr>
        <w:cantSplit/>
      </w:trPr>
      <w:tc>
        <w:tcPr>
          <w:tcW w:w="2420" w:type="dxa"/>
        </w:tcPr>
        <w:p w14:paraId="76C11FD7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9EF668D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203E1B59" w14:textId="77777777" w:rsidR="00E23B56" w:rsidRDefault="00D625F6">
          <w:pPr>
            <w:pStyle w:val="Header"/>
            <w:jc w:val="right"/>
          </w:pPr>
        </w:p>
      </w:tc>
    </w:tr>
  </w:tbl>
  <w:p w14:paraId="214767C3" w14:textId="77777777" w:rsidR="00E23B56" w:rsidRDefault="00D625F6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03D50BD" w14:textId="77777777">
      <w:trPr>
        <w:cantSplit/>
      </w:trPr>
      <w:tc>
        <w:tcPr>
          <w:tcW w:w="2420" w:type="dxa"/>
        </w:tcPr>
        <w:p w14:paraId="5857C216" w14:textId="77777777" w:rsidR="00E23B56" w:rsidRDefault="00D625F6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9BDA7A0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D4729A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274BC41D" w14:textId="77777777">
      <w:trPr>
        <w:cantSplit/>
      </w:trPr>
      <w:tc>
        <w:tcPr>
          <w:tcW w:w="2420" w:type="dxa"/>
        </w:tcPr>
        <w:p w14:paraId="2B4F57D9" w14:textId="77777777" w:rsidR="00E23B56" w:rsidRDefault="00D625F6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1DE9FCF8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49A8778" w14:textId="77777777" w:rsidR="00E23B56" w:rsidRDefault="00D625F6">
          <w:pPr>
            <w:pStyle w:val="Header"/>
            <w:jc w:val="right"/>
          </w:pPr>
        </w:p>
      </w:tc>
    </w:tr>
    <w:tr w:rsidR="00E23B56" w14:paraId="207530FE" w14:textId="77777777">
      <w:trPr>
        <w:cantSplit/>
      </w:trPr>
      <w:tc>
        <w:tcPr>
          <w:tcW w:w="2420" w:type="dxa"/>
        </w:tcPr>
        <w:p w14:paraId="20AF44E2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EF25C5A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2CDE920" w14:textId="77777777" w:rsidR="00E23B56" w:rsidRDefault="00D625F6">
          <w:pPr>
            <w:pStyle w:val="Header"/>
            <w:jc w:val="right"/>
          </w:pPr>
        </w:p>
      </w:tc>
    </w:tr>
    <w:tr w:rsidR="00E23B56" w14:paraId="35CDF165" w14:textId="77777777">
      <w:trPr>
        <w:cantSplit/>
      </w:trPr>
      <w:tc>
        <w:tcPr>
          <w:tcW w:w="2420" w:type="dxa"/>
        </w:tcPr>
        <w:p w14:paraId="4AE534DF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62A3C7B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5F22FC" w14:textId="77777777" w:rsidR="00E23B56" w:rsidRDefault="00D625F6">
          <w:pPr>
            <w:pStyle w:val="Header"/>
            <w:jc w:val="right"/>
          </w:pPr>
        </w:p>
      </w:tc>
    </w:tr>
    <w:tr w:rsidR="00E23B56" w14:paraId="3FA0CE01" w14:textId="77777777">
      <w:trPr>
        <w:cantSplit/>
      </w:trPr>
      <w:tc>
        <w:tcPr>
          <w:tcW w:w="2420" w:type="dxa"/>
        </w:tcPr>
        <w:p w14:paraId="38B26CFC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300BC95A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4F385850" w14:textId="77777777" w:rsidR="00E23B56" w:rsidRDefault="00D625F6">
          <w:pPr>
            <w:pStyle w:val="Header"/>
            <w:jc w:val="right"/>
          </w:pPr>
        </w:p>
      </w:tc>
    </w:tr>
  </w:tbl>
  <w:p w14:paraId="170BC725" w14:textId="77777777" w:rsidR="00E23B56" w:rsidRDefault="00D625F6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8B2AEBB" w14:textId="77777777">
      <w:trPr>
        <w:cantSplit/>
      </w:trPr>
      <w:tc>
        <w:tcPr>
          <w:tcW w:w="2420" w:type="dxa"/>
        </w:tcPr>
        <w:p w14:paraId="48746099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33AAA087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DD37CE" w14:textId="77777777" w:rsidR="00E23B56" w:rsidRDefault="00D625F6">
          <w:pPr>
            <w:pStyle w:val="Header"/>
            <w:jc w:val="right"/>
          </w:pPr>
          <w:r>
            <w:t>CLASSES 14855–43152</w:t>
          </w:r>
        </w:p>
      </w:tc>
    </w:tr>
    <w:tr w:rsidR="00E23B56" w14:paraId="2F2C1395" w14:textId="77777777">
      <w:trPr>
        <w:cantSplit/>
      </w:trPr>
      <w:tc>
        <w:tcPr>
          <w:tcW w:w="2420" w:type="dxa"/>
        </w:tcPr>
        <w:p w14:paraId="09E60E0F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9B60BEC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7F43899" w14:textId="77777777" w:rsidR="00E23B56" w:rsidRDefault="00D625F6">
          <w:pPr>
            <w:pStyle w:val="Header"/>
            <w:jc w:val="right"/>
          </w:pPr>
          <w:r>
            <w:t>PREM/OPS TERR. 504</w:t>
          </w:r>
        </w:p>
      </w:tc>
    </w:tr>
    <w:tr w:rsidR="00E23B56" w14:paraId="10397DB9" w14:textId="77777777">
      <w:trPr>
        <w:cantSplit/>
      </w:trPr>
      <w:tc>
        <w:tcPr>
          <w:tcW w:w="2420" w:type="dxa"/>
        </w:tcPr>
        <w:p w14:paraId="48F81857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0CA99F1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780B8AD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57C58207" w14:textId="77777777">
      <w:trPr>
        <w:cantSplit/>
      </w:trPr>
      <w:tc>
        <w:tcPr>
          <w:tcW w:w="2420" w:type="dxa"/>
        </w:tcPr>
        <w:p w14:paraId="0898D084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984152B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2CFBD3" w14:textId="77777777" w:rsidR="00E23B56" w:rsidRDefault="00D625F6">
          <w:pPr>
            <w:pStyle w:val="Header"/>
            <w:jc w:val="right"/>
          </w:pPr>
        </w:p>
      </w:tc>
    </w:tr>
    <w:tr w:rsidR="00E23B56" w14:paraId="5BB11A11" w14:textId="77777777">
      <w:trPr>
        <w:cantSplit/>
      </w:trPr>
      <w:tc>
        <w:tcPr>
          <w:tcW w:w="2420" w:type="dxa"/>
        </w:tcPr>
        <w:p w14:paraId="4F1A1F1C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38284379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7BB14BAD" w14:textId="77777777" w:rsidR="00E23B56" w:rsidRDefault="00D625F6">
          <w:pPr>
            <w:pStyle w:val="Header"/>
            <w:jc w:val="right"/>
          </w:pPr>
        </w:p>
      </w:tc>
    </w:tr>
  </w:tbl>
  <w:p w14:paraId="3441DF82" w14:textId="77777777" w:rsidR="00E23B56" w:rsidRDefault="00D625F6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9A49B04" w14:textId="77777777">
      <w:trPr>
        <w:cantSplit/>
      </w:trPr>
      <w:tc>
        <w:tcPr>
          <w:tcW w:w="2420" w:type="dxa"/>
        </w:tcPr>
        <w:p w14:paraId="3274973F" w14:textId="77777777" w:rsidR="00E23B56" w:rsidRDefault="00D625F6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DDB20DB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884AA7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44847743" w14:textId="77777777">
      <w:trPr>
        <w:cantSplit/>
      </w:trPr>
      <w:tc>
        <w:tcPr>
          <w:tcW w:w="2420" w:type="dxa"/>
        </w:tcPr>
        <w:p w14:paraId="3ADBEB0E" w14:textId="77777777" w:rsidR="00E23B56" w:rsidRDefault="00D625F6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21D542A4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6A5D28" w14:textId="77777777" w:rsidR="00E23B56" w:rsidRDefault="00D625F6">
          <w:pPr>
            <w:pStyle w:val="Header"/>
            <w:jc w:val="right"/>
          </w:pPr>
        </w:p>
      </w:tc>
    </w:tr>
    <w:tr w:rsidR="00E23B56" w14:paraId="23D078E2" w14:textId="77777777">
      <w:trPr>
        <w:cantSplit/>
      </w:trPr>
      <w:tc>
        <w:tcPr>
          <w:tcW w:w="2420" w:type="dxa"/>
        </w:tcPr>
        <w:p w14:paraId="28E013DE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766ECE9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29B8881" w14:textId="77777777" w:rsidR="00E23B56" w:rsidRDefault="00D625F6">
          <w:pPr>
            <w:pStyle w:val="Header"/>
            <w:jc w:val="right"/>
          </w:pPr>
        </w:p>
      </w:tc>
    </w:tr>
    <w:tr w:rsidR="00E23B56" w14:paraId="4B23EB4C" w14:textId="77777777">
      <w:trPr>
        <w:cantSplit/>
      </w:trPr>
      <w:tc>
        <w:tcPr>
          <w:tcW w:w="2420" w:type="dxa"/>
        </w:tcPr>
        <w:p w14:paraId="0FBA3C8A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6B13AB8" w14:textId="77777777" w:rsidR="00E23B56" w:rsidRDefault="00D625F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82694B7" w14:textId="77777777" w:rsidR="00E23B56" w:rsidRDefault="00D625F6">
          <w:pPr>
            <w:pStyle w:val="Header"/>
            <w:jc w:val="right"/>
          </w:pPr>
        </w:p>
      </w:tc>
    </w:tr>
    <w:tr w:rsidR="00E23B56" w14:paraId="640B6EE1" w14:textId="77777777">
      <w:trPr>
        <w:cantSplit/>
      </w:trPr>
      <w:tc>
        <w:tcPr>
          <w:tcW w:w="2420" w:type="dxa"/>
        </w:tcPr>
        <w:p w14:paraId="3C06B301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80DF285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7A1DCB41" w14:textId="77777777" w:rsidR="00E23B56" w:rsidRDefault="00D625F6">
          <w:pPr>
            <w:pStyle w:val="Header"/>
            <w:jc w:val="right"/>
          </w:pPr>
        </w:p>
      </w:tc>
    </w:tr>
  </w:tbl>
  <w:p w14:paraId="25A987BB" w14:textId="77777777" w:rsidR="00E23B56" w:rsidRDefault="00D625F6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C45418D" w14:textId="77777777">
      <w:trPr>
        <w:cantSplit/>
      </w:trPr>
      <w:tc>
        <w:tcPr>
          <w:tcW w:w="2420" w:type="dxa"/>
        </w:tcPr>
        <w:p w14:paraId="636C6A72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513C7021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A67E3A" w14:textId="77777777" w:rsidR="00E23B56" w:rsidRDefault="00D625F6">
          <w:pPr>
            <w:pStyle w:val="Header"/>
            <w:jc w:val="right"/>
          </w:pPr>
          <w:r>
            <w:t>CLASSES 14855–43152</w:t>
          </w:r>
        </w:p>
      </w:tc>
    </w:tr>
    <w:tr w:rsidR="00E23B56" w14:paraId="234CA547" w14:textId="77777777">
      <w:trPr>
        <w:cantSplit/>
      </w:trPr>
      <w:tc>
        <w:tcPr>
          <w:tcW w:w="2420" w:type="dxa"/>
        </w:tcPr>
        <w:p w14:paraId="57F086D4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41714D3B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2AC9E96" w14:textId="77777777" w:rsidR="00E23B56" w:rsidRDefault="00D625F6">
          <w:pPr>
            <w:pStyle w:val="Header"/>
            <w:jc w:val="right"/>
          </w:pPr>
          <w:r>
            <w:t>PREM/OPS TERR. 501</w:t>
          </w:r>
        </w:p>
      </w:tc>
    </w:tr>
    <w:tr w:rsidR="00E23B56" w14:paraId="77843A67" w14:textId="77777777">
      <w:trPr>
        <w:cantSplit/>
      </w:trPr>
      <w:tc>
        <w:tcPr>
          <w:tcW w:w="2420" w:type="dxa"/>
        </w:tcPr>
        <w:p w14:paraId="4E6D64E4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5C45F56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98A3E48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215ED896" w14:textId="77777777">
      <w:trPr>
        <w:cantSplit/>
      </w:trPr>
      <w:tc>
        <w:tcPr>
          <w:tcW w:w="2420" w:type="dxa"/>
        </w:tcPr>
        <w:p w14:paraId="26C170FD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6185F38" w14:textId="77777777" w:rsidR="00E23B56" w:rsidRDefault="00D625F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009C1DB" w14:textId="77777777" w:rsidR="00E23B56" w:rsidRDefault="00D625F6">
          <w:pPr>
            <w:pStyle w:val="Header"/>
            <w:jc w:val="right"/>
          </w:pPr>
        </w:p>
      </w:tc>
    </w:tr>
    <w:tr w:rsidR="00E23B56" w14:paraId="68CCABAC" w14:textId="77777777">
      <w:trPr>
        <w:cantSplit/>
      </w:trPr>
      <w:tc>
        <w:tcPr>
          <w:tcW w:w="2420" w:type="dxa"/>
        </w:tcPr>
        <w:p w14:paraId="4EA7A6CB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10B68B59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460C8164" w14:textId="77777777" w:rsidR="00E23B56" w:rsidRDefault="00D625F6">
          <w:pPr>
            <w:pStyle w:val="Header"/>
            <w:jc w:val="right"/>
          </w:pPr>
        </w:p>
      </w:tc>
    </w:tr>
  </w:tbl>
  <w:p w14:paraId="0EE2D73B" w14:textId="77777777" w:rsidR="00E23B56" w:rsidRDefault="00D625F6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21DB415" w14:textId="77777777">
      <w:trPr>
        <w:cantSplit/>
      </w:trPr>
      <w:tc>
        <w:tcPr>
          <w:tcW w:w="2420" w:type="dxa"/>
        </w:tcPr>
        <w:p w14:paraId="5CA81CAD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3860FCF4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BD4E9E3" w14:textId="77777777" w:rsidR="00E23B56" w:rsidRDefault="00D625F6">
          <w:pPr>
            <w:pStyle w:val="Header"/>
            <w:jc w:val="right"/>
          </w:pPr>
          <w:r>
            <w:t>CLASSES 49305–53271</w:t>
          </w:r>
        </w:p>
      </w:tc>
    </w:tr>
    <w:tr w:rsidR="00E23B56" w14:paraId="2C9D3100" w14:textId="77777777">
      <w:trPr>
        <w:cantSplit/>
      </w:trPr>
      <w:tc>
        <w:tcPr>
          <w:tcW w:w="2420" w:type="dxa"/>
        </w:tcPr>
        <w:p w14:paraId="389264F8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33841AD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03C83E9" w14:textId="77777777" w:rsidR="00E23B56" w:rsidRDefault="00D625F6">
          <w:pPr>
            <w:pStyle w:val="Header"/>
            <w:jc w:val="right"/>
          </w:pPr>
          <w:r>
            <w:t>PREM/OPS TERR. 504</w:t>
          </w:r>
        </w:p>
      </w:tc>
    </w:tr>
    <w:tr w:rsidR="00E23B56" w14:paraId="30AD4BCC" w14:textId="77777777">
      <w:trPr>
        <w:cantSplit/>
      </w:trPr>
      <w:tc>
        <w:tcPr>
          <w:tcW w:w="2420" w:type="dxa"/>
        </w:tcPr>
        <w:p w14:paraId="256D9F0D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97B739C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00F293A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74BE020E" w14:textId="77777777">
      <w:trPr>
        <w:cantSplit/>
      </w:trPr>
      <w:tc>
        <w:tcPr>
          <w:tcW w:w="2420" w:type="dxa"/>
        </w:tcPr>
        <w:p w14:paraId="03418DA8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04E41085" w14:textId="77777777" w:rsidR="00E23B56" w:rsidRDefault="00D625F6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3C5A716C" w14:textId="77777777" w:rsidR="00E23B56" w:rsidRDefault="00D625F6">
          <w:pPr>
            <w:pStyle w:val="Header"/>
            <w:jc w:val="right"/>
          </w:pPr>
        </w:p>
      </w:tc>
    </w:tr>
    <w:tr w:rsidR="00E23B56" w14:paraId="30BB0A95" w14:textId="77777777">
      <w:trPr>
        <w:cantSplit/>
      </w:trPr>
      <w:tc>
        <w:tcPr>
          <w:tcW w:w="2420" w:type="dxa"/>
        </w:tcPr>
        <w:p w14:paraId="3861CF18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1B5296E0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4A72C9F8" w14:textId="77777777" w:rsidR="00E23B56" w:rsidRDefault="00D625F6">
          <w:pPr>
            <w:pStyle w:val="Header"/>
            <w:jc w:val="right"/>
          </w:pPr>
        </w:p>
      </w:tc>
    </w:tr>
  </w:tbl>
  <w:p w14:paraId="1291C7A7" w14:textId="77777777" w:rsidR="00E23B56" w:rsidRDefault="00D625F6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D6A1577" w14:textId="77777777">
      <w:trPr>
        <w:cantSplit/>
      </w:trPr>
      <w:tc>
        <w:tcPr>
          <w:tcW w:w="2420" w:type="dxa"/>
        </w:tcPr>
        <w:p w14:paraId="3C71E16B" w14:textId="77777777" w:rsidR="00E23B56" w:rsidRDefault="00D625F6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7E1AB9F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81E63A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2CB1B0F3" w14:textId="77777777">
      <w:trPr>
        <w:cantSplit/>
      </w:trPr>
      <w:tc>
        <w:tcPr>
          <w:tcW w:w="2420" w:type="dxa"/>
        </w:tcPr>
        <w:p w14:paraId="29C63A44" w14:textId="77777777" w:rsidR="00E23B56" w:rsidRDefault="00D625F6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34B619D9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90A56D3" w14:textId="77777777" w:rsidR="00E23B56" w:rsidRDefault="00D625F6">
          <w:pPr>
            <w:pStyle w:val="Header"/>
            <w:jc w:val="right"/>
          </w:pPr>
        </w:p>
      </w:tc>
    </w:tr>
    <w:tr w:rsidR="00E23B56" w14:paraId="1218BC43" w14:textId="77777777">
      <w:trPr>
        <w:cantSplit/>
      </w:trPr>
      <w:tc>
        <w:tcPr>
          <w:tcW w:w="2420" w:type="dxa"/>
        </w:tcPr>
        <w:p w14:paraId="37DE1B04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EBF3FE5" w14:textId="77777777" w:rsidR="00E23B56" w:rsidRDefault="00D625F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A030D0E" w14:textId="77777777" w:rsidR="00E23B56" w:rsidRDefault="00D625F6">
          <w:pPr>
            <w:pStyle w:val="Header"/>
            <w:jc w:val="right"/>
          </w:pPr>
        </w:p>
      </w:tc>
    </w:tr>
    <w:tr w:rsidR="00E23B56" w14:paraId="24BC6CA1" w14:textId="77777777">
      <w:trPr>
        <w:cantSplit/>
      </w:trPr>
      <w:tc>
        <w:tcPr>
          <w:tcW w:w="2420" w:type="dxa"/>
        </w:tcPr>
        <w:p w14:paraId="59FB1893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10EAAF20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4D0B6F" w14:textId="77777777" w:rsidR="00E23B56" w:rsidRDefault="00D625F6">
          <w:pPr>
            <w:pStyle w:val="Header"/>
            <w:jc w:val="right"/>
          </w:pPr>
        </w:p>
      </w:tc>
    </w:tr>
    <w:tr w:rsidR="00E23B56" w14:paraId="58226C59" w14:textId="77777777">
      <w:trPr>
        <w:cantSplit/>
      </w:trPr>
      <w:tc>
        <w:tcPr>
          <w:tcW w:w="2420" w:type="dxa"/>
        </w:tcPr>
        <w:p w14:paraId="6BA02504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9B9040F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49DDAC29" w14:textId="77777777" w:rsidR="00E23B56" w:rsidRDefault="00D625F6">
          <w:pPr>
            <w:pStyle w:val="Header"/>
            <w:jc w:val="right"/>
          </w:pPr>
        </w:p>
      </w:tc>
    </w:tr>
  </w:tbl>
  <w:p w14:paraId="3BA368CD" w14:textId="77777777" w:rsidR="00E23B56" w:rsidRDefault="00D625F6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584D3D7" w14:textId="77777777">
      <w:trPr>
        <w:cantSplit/>
      </w:trPr>
      <w:tc>
        <w:tcPr>
          <w:tcW w:w="2420" w:type="dxa"/>
        </w:tcPr>
        <w:p w14:paraId="1A338D66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46C45021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442E62A" w14:textId="77777777" w:rsidR="00E23B56" w:rsidRDefault="00D625F6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5DE9395C" w14:textId="77777777">
      <w:trPr>
        <w:cantSplit/>
      </w:trPr>
      <w:tc>
        <w:tcPr>
          <w:tcW w:w="2420" w:type="dxa"/>
        </w:tcPr>
        <w:p w14:paraId="13BFBF3E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3E1862B9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8902BB2" w14:textId="77777777" w:rsidR="00E23B56" w:rsidRDefault="00D625F6">
          <w:pPr>
            <w:pStyle w:val="Header"/>
            <w:jc w:val="right"/>
          </w:pPr>
          <w:r>
            <w:t>PREM/OPS TERR. 504</w:t>
          </w:r>
        </w:p>
      </w:tc>
    </w:tr>
    <w:tr w:rsidR="00E23B56" w14:paraId="7EE1C4CB" w14:textId="77777777">
      <w:trPr>
        <w:cantSplit/>
      </w:trPr>
      <w:tc>
        <w:tcPr>
          <w:tcW w:w="2420" w:type="dxa"/>
        </w:tcPr>
        <w:p w14:paraId="574A5543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9B5D92F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059C4DB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04997D06" w14:textId="77777777">
      <w:trPr>
        <w:cantSplit/>
      </w:trPr>
      <w:tc>
        <w:tcPr>
          <w:tcW w:w="2420" w:type="dxa"/>
        </w:tcPr>
        <w:p w14:paraId="3647ABA3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6906AD9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D5FF07C" w14:textId="77777777" w:rsidR="00E23B56" w:rsidRDefault="00D625F6">
          <w:pPr>
            <w:pStyle w:val="Header"/>
            <w:jc w:val="right"/>
          </w:pPr>
        </w:p>
      </w:tc>
    </w:tr>
    <w:tr w:rsidR="00E23B56" w14:paraId="1290183D" w14:textId="77777777">
      <w:trPr>
        <w:cantSplit/>
      </w:trPr>
      <w:tc>
        <w:tcPr>
          <w:tcW w:w="2420" w:type="dxa"/>
        </w:tcPr>
        <w:p w14:paraId="0F5DF698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22C9ED87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37AA1262" w14:textId="77777777" w:rsidR="00E23B56" w:rsidRDefault="00D625F6">
          <w:pPr>
            <w:pStyle w:val="Header"/>
            <w:jc w:val="right"/>
          </w:pPr>
        </w:p>
      </w:tc>
    </w:tr>
  </w:tbl>
  <w:p w14:paraId="3CFE9F72" w14:textId="77777777" w:rsidR="00E23B56" w:rsidRDefault="00D625F6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9E94623" w14:textId="77777777">
      <w:trPr>
        <w:cantSplit/>
      </w:trPr>
      <w:tc>
        <w:tcPr>
          <w:tcW w:w="2420" w:type="dxa"/>
        </w:tcPr>
        <w:p w14:paraId="652ABBBC" w14:textId="77777777" w:rsidR="00E23B56" w:rsidRDefault="00D625F6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371162E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6CB85B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3EF56CDB" w14:textId="77777777">
      <w:trPr>
        <w:cantSplit/>
      </w:trPr>
      <w:tc>
        <w:tcPr>
          <w:tcW w:w="2420" w:type="dxa"/>
        </w:tcPr>
        <w:p w14:paraId="753486B3" w14:textId="77777777" w:rsidR="00E23B56" w:rsidRDefault="00D625F6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7B2086FF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E7DC26" w14:textId="77777777" w:rsidR="00E23B56" w:rsidRDefault="00D625F6">
          <w:pPr>
            <w:pStyle w:val="Header"/>
            <w:jc w:val="right"/>
          </w:pPr>
        </w:p>
      </w:tc>
    </w:tr>
    <w:tr w:rsidR="00E23B56" w14:paraId="4E853A45" w14:textId="77777777">
      <w:trPr>
        <w:cantSplit/>
      </w:trPr>
      <w:tc>
        <w:tcPr>
          <w:tcW w:w="2420" w:type="dxa"/>
        </w:tcPr>
        <w:p w14:paraId="685DD93C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363BE2B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4835CA0" w14:textId="77777777" w:rsidR="00E23B56" w:rsidRDefault="00D625F6">
          <w:pPr>
            <w:pStyle w:val="Header"/>
            <w:jc w:val="right"/>
          </w:pPr>
        </w:p>
      </w:tc>
    </w:tr>
    <w:tr w:rsidR="00E23B56" w14:paraId="0279F850" w14:textId="77777777">
      <w:trPr>
        <w:cantSplit/>
      </w:trPr>
      <w:tc>
        <w:tcPr>
          <w:tcW w:w="2420" w:type="dxa"/>
        </w:tcPr>
        <w:p w14:paraId="6819423B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2C0EB11E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ADA404" w14:textId="77777777" w:rsidR="00E23B56" w:rsidRDefault="00D625F6">
          <w:pPr>
            <w:pStyle w:val="Header"/>
            <w:jc w:val="right"/>
          </w:pPr>
        </w:p>
      </w:tc>
    </w:tr>
    <w:tr w:rsidR="00E23B56" w14:paraId="2B8DA66D" w14:textId="77777777">
      <w:trPr>
        <w:cantSplit/>
      </w:trPr>
      <w:tc>
        <w:tcPr>
          <w:tcW w:w="2420" w:type="dxa"/>
        </w:tcPr>
        <w:p w14:paraId="1C37B3C9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1FF8EBA2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2B746684" w14:textId="77777777" w:rsidR="00E23B56" w:rsidRDefault="00D625F6">
          <w:pPr>
            <w:pStyle w:val="Header"/>
            <w:jc w:val="right"/>
          </w:pPr>
        </w:p>
      </w:tc>
    </w:tr>
  </w:tbl>
  <w:p w14:paraId="74368095" w14:textId="77777777" w:rsidR="00E23B56" w:rsidRDefault="00D625F6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F0D0D31" w14:textId="77777777">
      <w:trPr>
        <w:cantSplit/>
      </w:trPr>
      <w:tc>
        <w:tcPr>
          <w:tcW w:w="2420" w:type="dxa"/>
        </w:tcPr>
        <w:p w14:paraId="5EC46C08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30715C61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F1B72E" w14:textId="77777777" w:rsidR="00E23B56" w:rsidRDefault="00D625F6">
          <w:pPr>
            <w:pStyle w:val="Header"/>
            <w:jc w:val="right"/>
          </w:pPr>
          <w:r>
            <w:t>CLASSES 98813–99988</w:t>
          </w:r>
        </w:p>
      </w:tc>
    </w:tr>
    <w:tr w:rsidR="00E23B56" w14:paraId="6875FB5D" w14:textId="77777777">
      <w:trPr>
        <w:cantSplit/>
      </w:trPr>
      <w:tc>
        <w:tcPr>
          <w:tcW w:w="2420" w:type="dxa"/>
        </w:tcPr>
        <w:p w14:paraId="12BFF475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911F64E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230B50" w14:textId="77777777" w:rsidR="00E23B56" w:rsidRDefault="00D625F6">
          <w:pPr>
            <w:pStyle w:val="Header"/>
            <w:jc w:val="right"/>
          </w:pPr>
          <w:r>
            <w:t>PREM/OPS TERR. 504</w:t>
          </w:r>
        </w:p>
      </w:tc>
    </w:tr>
    <w:tr w:rsidR="00E23B56" w14:paraId="1F68D5FE" w14:textId="77777777">
      <w:trPr>
        <w:cantSplit/>
      </w:trPr>
      <w:tc>
        <w:tcPr>
          <w:tcW w:w="2420" w:type="dxa"/>
        </w:tcPr>
        <w:p w14:paraId="11391001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527BB72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04EF062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4370B29D" w14:textId="77777777">
      <w:trPr>
        <w:cantSplit/>
      </w:trPr>
      <w:tc>
        <w:tcPr>
          <w:tcW w:w="2420" w:type="dxa"/>
        </w:tcPr>
        <w:p w14:paraId="13E62474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F112BF0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CF800F" w14:textId="77777777" w:rsidR="00E23B56" w:rsidRDefault="00D625F6">
          <w:pPr>
            <w:pStyle w:val="Header"/>
            <w:jc w:val="right"/>
          </w:pPr>
        </w:p>
      </w:tc>
    </w:tr>
    <w:tr w:rsidR="00E23B56" w14:paraId="7B8A94D4" w14:textId="77777777">
      <w:trPr>
        <w:cantSplit/>
      </w:trPr>
      <w:tc>
        <w:tcPr>
          <w:tcW w:w="2420" w:type="dxa"/>
        </w:tcPr>
        <w:p w14:paraId="558111D7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3965905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49E1EE95" w14:textId="77777777" w:rsidR="00E23B56" w:rsidRDefault="00D625F6">
          <w:pPr>
            <w:pStyle w:val="Header"/>
            <w:jc w:val="right"/>
          </w:pPr>
        </w:p>
      </w:tc>
    </w:tr>
  </w:tbl>
  <w:p w14:paraId="0E7C8CE5" w14:textId="77777777" w:rsidR="00E23B56" w:rsidRDefault="00D625F6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386CB09" w14:textId="77777777">
      <w:trPr>
        <w:cantSplit/>
      </w:trPr>
      <w:tc>
        <w:tcPr>
          <w:tcW w:w="2420" w:type="dxa"/>
        </w:tcPr>
        <w:p w14:paraId="7D805194" w14:textId="77777777" w:rsidR="00E23B56" w:rsidRDefault="00D625F6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EC6A4DC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AF5CC4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0D1301C3" w14:textId="77777777">
      <w:trPr>
        <w:cantSplit/>
      </w:trPr>
      <w:tc>
        <w:tcPr>
          <w:tcW w:w="2420" w:type="dxa"/>
        </w:tcPr>
        <w:p w14:paraId="3527C71A" w14:textId="77777777" w:rsidR="00E23B56" w:rsidRDefault="00D625F6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520DF813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F2E39D" w14:textId="77777777" w:rsidR="00E23B56" w:rsidRDefault="00D625F6">
          <w:pPr>
            <w:pStyle w:val="Header"/>
            <w:jc w:val="right"/>
          </w:pPr>
        </w:p>
      </w:tc>
    </w:tr>
    <w:tr w:rsidR="00E23B56" w14:paraId="4D60943F" w14:textId="77777777">
      <w:trPr>
        <w:cantSplit/>
      </w:trPr>
      <w:tc>
        <w:tcPr>
          <w:tcW w:w="2420" w:type="dxa"/>
        </w:tcPr>
        <w:p w14:paraId="2D3755E8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EE7645F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E02681A" w14:textId="77777777" w:rsidR="00E23B56" w:rsidRDefault="00D625F6">
          <w:pPr>
            <w:pStyle w:val="Header"/>
            <w:jc w:val="right"/>
          </w:pPr>
        </w:p>
      </w:tc>
    </w:tr>
    <w:tr w:rsidR="00E23B56" w14:paraId="02E2AB23" w14:textId="77777777">
      <w:trPr>
        <w:cantSplit/>
      </w:trPr>
      <w:tc>
        <w:tcPr>
          <w:tcW w:w="2420" w:type="dxa"/>
        </w:tcPr>
        <w:p w14:paraId="0D2416D2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3C8C3947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7E1B1A" w14:textId="77777777" w:rsidR="00E23B56" w:rsidRDefault="00D625F6">
          <w:pPr>
            <w:pStyle w:val="Header"/>
            <w:jc w:val="right"/>
          </w:pPr>
        </w:p>
      </w:tc>
    </w:tr>
    <w:tr w:rsidR="00E23B56" w14:paraId="638034A7" w14:textId="77777777">
      <w:trPr>
        <w:cantSplit/>
      </w:trPr>
      <w:tc>
        <w:tcPr>
          <w:tcW w:w="2420" w:type="dxa"/>
        </w:tcPr>
        <w:p w14:paraId="4CCC0667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4A1E6919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0BB2C019" w14:textId="77777777" w:rsidR="00E23B56" w:rsidRDefault="00D625F6">
          <w:pPr>
            <w:pStyle w:val="Header"/>
            <w:jc w:val="right"/>
          </w:pPr>
        </w:p>
      </w:tc>
    </w:tr>
  </w:tbl>
  <w:p w14:paraId="4870E600" w14:textId="77777777" w:rsidR="00E23B56" w:rsidRDefault="00D625F6">
    <w:pPr>
      <w:pStyle w:val="isonormal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98DFBF8" w14:textId="77777777">
      <w:trPr>
        <w:cantSplit/>
      </w:trPr>
      <w:tc>
        <w:tcPr>
          <w:tcW w:w="2420" w:type="dxa"/>
        </w:tcPr>
        <w:p w14:paraId="0A9D12BA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46E4187A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78BCEEC" w14:textId="77777777" w:rsidR="00E23B56" w:rsidRDefault="00D625F6">
          <w:pPr>
            <w:pStyle w:val="Header"/>
            <w:jc w:val="right"/>
          </w:pPr>
          <w:r>
            <w:t>CLASSES 14855–43152</w:t>
          </w:r>
        </w:p>
      </w:tc>
    </w:tr>
    <w:tr w:rsidR="00E23B56" w14:paraId="42FDD512" w14:textId="77777777">
      <w:trPr>
        <w:cantSplit/>
      </w:trPr>
      <w:tc>
        <w:tcPr>
          <w:tcW w:w="2420" w:type="dxa"/>
        </w:tcPr>
        <w:p w14:paraId="27081078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B6C87FC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A9B7D3" w14:textId="77777777" w:rsidR="00E23B56" w:rsidRDefault="00D625F6">
          <w:pPr>
            <w:pStyle w:val="Header"/>
            <w:jc w:val="right"/>
          </w:pPr>
          <w:r>
            <w:t>PREM/OPS TERR. 506</w:t>
          </w:r>
        </w:p>
      </w:tc>
    </w:tr>
    <w:tr w:rsidR="00E23B56" w14:paraId="7A4A3AC0" w14:textId="77777777">
      <w:trPr>
        <w:cantSplit/>
      </w:trPr>
      <w:tc>
        <w:tcPr>
          <w:tcW w:w="2420" w:type="dxa"/>
        </w:tcPr>
        <w:p w14:paraId="1EE3EEF4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2952D132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9303ABC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1AACC4C0" w14:textId="77777777">
      <w:trPr>
        <w:cantSplit/>
      </w:trPr>
      <w:tc>
        <w:tcPr>
          <w:tcW w:w="2420" w:type="dxa"/>
        </w:tcPr>
        <w:p w14:paraId="0CBCCCA4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420370D7" w14:textId="77777777" w:rsidR="00E23B56" w:rsidRDefault="00D625F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90CC9F7" w14:textId="77777777" w:rsidR="00E23B56" w:rsidRDefault="00D625F6">
          <w:pPr>
            <w:pStyle w:val="Header"/>
            <w:jc w:val="right"/>
          </w:pPr>
        </w:p>
      </w:tc>
    </w:tr>
    <w:tr w:rsidR="00E23B56" w14:paraId="73D610E7" w14:textId="77777777">
      <w:trPr>
        <w:cantSplit/>
      </w:trPr>
      <w:tc>
        <w:tcPr>
          <w:tcW w:w="2420" w:type="dxa"/>
        </w:tcPr>
        <w:p w14:paraId="7104C02E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E4D9B05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624107D3" w14:textId="77777777" w:rsidR="00E23B56" w:rsidRDefault="00D625F6">
          <w:pPr>
            <w:pStyle w:val="Header"/>
            <w:jc w:val="right"/>
          </w:pPr>
        </w:p>
      </w:tc>
    </w:tr>
  </w:tbl>
  <w:p w14:paraId="7653534B" w14:textId="77777777" w:rsidR="00E23B56" w:rsidRDefault="00D625F6">
    <w:pPr>
      <w:pStyle w:val="isonormal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0DE94C6" w14:textId="77777777">
      <w:trPr>
        <w:cantSplit/>
      </w:trPr>
      <w:tc>
        <w:tcPr>
          <w:tcW w:w="2420" w:type="dxa"/>
        </w:tcPr>
        <w:p w14:paraId="29491507" w14:textId="77777777" w:rsidR="00E23B56" w:rsidRDefault="00D625F6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3B875B2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882ACC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6AE26B1A" w14:textId="77777777">
      <w:trPr>
        <w:cantSplit/>
      </w:trPr>
      <w:tc>
        <w:tcPr>
          <w:tcW w:w="2420" w:type="dxa"/>
        </w:tcPr>
        <w:p w14:paraId="65FE4067" w14:textId="77777777" w:rsidR="00E23B56" w:rsidRDefault="00D625F6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65F98C67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18C3538" w14:textId="77777777" w:rsidR="00E23B56" w:rsidRDefault="00D625F6">
          <w:pPr>
            <w:pStyle w:val="Header"/>
            <w:jc w:val="right"/>
          </w:pPr>
        </w:p>
      </w:tc>
    </w:tr>
    <w:tr w:rsidR="00E23B56" w14:paraId="55F569F5" w14:textId="77777777">
      <w:trPr>
        <w:cantSplit/>
      </w:trPr>
      <w:tc>
        <w:tcPr>
          <w:tcW w:w="2420" w:type="dxa"/>
        </w:tcPr>
        <w:p w14:paraId="0B33A269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6EA413A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D538EA" w14:textId="77777777" w:rsidR="00E23B56" w:rsidRDefault="00D625F6">
          <w:pPr>
            <w:pStyle w:val="Header"/>
            <w:jc w:val="right"/>
          </w:pPr>
        </w:p>
      </w:tc>
    </w:tr>
    <w:tr w:rsidR="00E23B56" w14:paraId="2258A7AE" w14:textId="77777777">
      <w:trPr>
        <w:cantSplit/>
      </w:trPr>
      <w:tc>
        <w:tcPr>
          <w:tcW w:w="2420" w:type="dxa"/>
        </w:tcPr>
        <w:p w14:paraId="42EECD12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E3E090C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CEE0594" w14:textId="77777777" w:rsidR="00E23B56" w:rsidRDefault="00D625F6">
          <w:pPr>
            <w:pStyle w:val="Header"/>
            <w:jc w:val="right"/>
          </w:pPr>
        </w:p>
      </w:tc>
    </w:tr>
    <w:tr w:rsidR="00E23B56" w14:paraId="6A9E2649" w14:textId="77777777">
      <w:trPr>
        <w:cantSplit/>
      </w:trPr>
      <w:tc>
        <w:tcPr>
          <w:tcW w:w="2420" w:type="dxa"/>
        </w:tcPr>
        <w:p w14:paraId="3E25786E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3E89F2F8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4D3AFA38" w14:textId="77777777" w:rsidR="00E23B56" w:rsidRDefault="00D625F6">
          <w:pPr>
            <w:pStyle w:val="Header"/>
            <w:jc w:val="right"/>
          </w:pPr>
        </w:p>
      </w:tc>
    </w:tr>
  </w:tbl>
  <w:p w14:paraId="502FA698" w14:textId="77777777" w:rsidR="00E23B56" w:rsidRDefault="00D625F6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7FAA603" w14:textId="77777777">
      <w:trPr>
        <w:cantSplit/>
      </w:trPr>
      <w:tc>
        <w:tcPr>
          <w:tcW w:w="2420" w:type="dxa"/>
        </w:tcPr>
        <w:p w14:paraId="5F473272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496726E4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54BCCC0" w14:textId="77777777" w:rsidR="00E23B56" w:rsidRDefault="00D625F6">
          <w:pPr>
            <w:pStyle w:val="Header"/>
            <w:jc w:val="right"/>
          </w:pPr>
          <w:r>
            <w:t>CLASSES 49305–53271</w:t>
          </w:r>
        </w:p>
      </w:tc>
    </w:tr>
    <w:tr w:rsidR="00E23B56" w14:paraId="06EEEBB5" w14:textId="77777777">
      <w:trPr>
        <w:cantSplit/>
      </w:trPr>
      <w:tc>
        <w:tcPr>
          <w:tcW w:w="2420" w:type="dxa"/>
        </w:tcPr>
        <w:p w14:paraId="05BF86C7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1FA230EC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C3BA327" w14:textId="77777777" w:rsidR="00E23B56" w:rsidRDefault="00D625F6">
          <w:pPr>
            <w:pStyle w:val="Header"/>
            <w:jc w:val="right"/>
          </w:pPr>
          <w:r>
            <w:t>PREM/OPS TERR. 506</w:t>
          </w:r>
        </w:p>
      </w:tc>
    </w:tr>
    <w:tr w:rsidR="00E23B56" w14:paraId="28FEA09E" w14:textId="77777777">
      <w:trPr>
        <w:cantSplit/>
      </w:trPr>
      <w:tc>
        <w:tcPr>
          <w:tcW w:w="2420" w:type="dxa"/>
        </w:tcPr>
        <w:p w14:paraId="16D53EBF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0DD4DD83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A429FF1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0BA74F68" w14:textId="77777777">
      <w:trPr>
        <w:cantSplit/>
      </w:trPr>
      <w:tc>
        <w:tcPr>
          <w:tcW w:w="2420" w:type="dxa"/>
        </w:tcPr>
        <w:p w14:paraId="4B648C7D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B6E6F00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6A539CE" w14:textId="77777777" w:rsidR="00E23B56" w:rsidRDefault="00D625F6">
          <w:pPr>
            <w:pStyle w:val="Header"/>
            <w:jc w:val="right"/>
          </w:pPr>
        </w:p>
      </w:tc>
    </w:tr>
    <w:tr w:rsidR="00E23B56" w14:paraId="4F7192DC" w14:textId="77777777">
      <w:trPr>
        <w:cantSplit/>
      </w:trPr>
      <w:tc>
        <w:tcPr>
          <w:tcW w:w="2420" w:type="dxa"/>
        </w:tcPr>
        <w:p w14:paraId="2C9E0BC5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463646E1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2B49F610" w14:textId="77777777" w:rsidR="00E23B56" w:rsidRDefault="00D625F6">
          <w:pPr>
            <w:pStyle w:val="Header"/>
            <w:jc w:val="right"/>
          </w:pPr>
        </w:p>
      </w:tc>
    </w:tr>
  </w:tbl>
  <w:p w14:paraId="531BF3F6" w14:textId="77777777" w:rsidR="00E23B56" w:rsidRDefault="00D625F6">
    <w:pPr>
      <w:pStyle w:val="isonormal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4E29393" w14:textId="77777777">
      <w:trPr>
        <w:cantSplit/>
      </w:trPr>
      <w:tc>
        <w:tcPr>
          <w:tcW w:w="2420" w:type="dxa"/>
        </w:tcPr>
        <w:p w14:paraId="220221A8" w14:textId="77777777" w:rsidR="00E23B56" w:rsidRDefault="00D625F6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46D20166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8C77F5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2AFD0289" w14:textId="77777777">
      <w:trPr>
        <w:cantSplit/>
      </w:trPr>
      <w:tc>
        <w:tcPr>
          <w:tcW w:w="2420" w:type="dxa"/>
        </w:tcPr>
        <w:p w14:paraId="03443045" w14:textId="77777777" w:rsidR="00E23B56" w:rsidRDefault="00D625F6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69FC7913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5BDBCB4" w14:textId="77777777" w:rsidR="00E23B56" w:rsidRDefault="00D625F6">
          <w:pPr>
            <w:pStyle w:val="Header"/>
            <w:jc w:val="right"/>
          </w:pPr>
        </w:p>
      </w:tc>
    </w:tr>
    <w:tr w:rsidR="00E23B56" w14:paraId="32C9549E" w14:textId="77777777">
      <w:trPr>
        <w:cantSplit/>
      </w:trPr>
      <w:tc>
        <w:tcPr>
          <w:tcW w:w="2420" w:type="dxa"/>
        </w:tcPr>
        <w:p w14:paraId="4756FDA3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F4D3512" w14:textId="77777777" w:rsidR="00E23B56" w:rsidRDefault="00D625F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FF9F217" w14:textId="77777777" w:rsidR="00E23B56" w:rsidRDefault="00D625F6">
          <w:pPr>
            <w:pStyle w:val="Header"/>
            <w:jc w:val="right"/>
          </w:pPr>
        </w:p>
      </w:tc>
    </w:tr>
    <w:tr w:rsidR="00E23B56" w14:paraId="21098B89" w14:textId="77777777">
      <w:trPr>
        <w:cantSplit/>
      </w:trPr>
      <w:tc>
        <w:tcPr>
          <w:tcW w:w="2420" w:type="dxa"/>
        </w:tcPr>
        <w:p w14:paraId="70BFF967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0FCFD39D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2F5F6CB" w14:textId="77777777" w:rsidR="00E23B56" w:rsidRDefault="00D625F6">
          <w:pPr>
            <w:pStyle w:val="Header"/>
            <w:jc w:val="right"/>
          </w:pPr>
        </w:p>
      </w:tc>
    </w:tr>
    <w:tr w:rsidR="00E23B56" w14:paraId="781628B5" w14:textId="77777777">
      <w:trPr>
        <w:cantSplit/>
      </w:trPr>
      <w:tc>
        <w:tcPr>
          <w:tcW w:w="2420" w:type="dxa"/>
        </w:tcPr>
        <w:p w14:paraId="063ACCAE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18CAF4BF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3D1C0C71" w14:textId="77777777" w:rsidR="00E23B56" w:rsidRDefault="00D625F6">
          <w:pPr>
            <w:pStyle w:val="Header"/>
            <w:jc w:val="right"/>
          </w:pPr>
        </w:p>
      </w:tc>
    </w:tr>
  </w:tbl>
  <w:p w14:paraId="0524A9E9" w14:textId="77777777" w:rsidR="00E23B56" w:rsidRDefault="00D625F6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29634D7" w14:textId="77777777">
      <w:trPr>
        <w:cantSplit/>
      </w:trPr>
      <w:tc>
        <w:tcPr>
          <w:tcW w:w="2420" w:type="dxa"/>
        </w:tcPr>
        <w:p w14:paraId="16769018" w14:textId="77777777" w:rsidR="00E23B56" w:rsidRDefault="00D625F6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D82AC27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134049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4799D453" w14:textId="77777777">
      <w:trPr>
        <w:cantSplit/>
      </w:trPr>
      <w:tc>
        <w:tcPr>
          <w:tcW w:w="2420" w:type="dxa"/>
        </w:tcPr>
        <w:p w14:paraId="077613EB" w14:textId="77777777" w:rsidR="00E23B56" w:rsidRDefault="00D625F6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7E6E2EE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F9CA604" w14:textId="77777777" w:rsidR="00E23B56" w:rsidRDefault="00D625F6">
          <w:pPr>
            <w:pStyle w:val="Header"/>
            <w:jc w:val="right"/>
          </w:pPr>
        </w:p>
      </w:tc>
    </w:tr>
    <w:tr w:rsidR="00E23B56" w14:paraId="5C18D986" w14:textId="77777777">
      <w:trPr>
        <w:cantSplit/>
      </w:trPr>
      <w:tc>
        <w:tcPr>
          <w:tcW w:w="2420" w:type="dxa"/>
        </w:tcPr>
        <w:p w14:paraId="73734B11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913BFFE" w14:textId="77777777" w:rsidR="00E23B56" w:rsidRDefault="00D625F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5B92DA4" w14:textId="77777777" w:rsidR="00E23B56" w:rsidRDefault="00D625F6">
          <w:pPr>
            <w:pStyle w:val="Header"/>
            <w:jc w:val="right"/>
          </w:pPr>
        </w:p>
      </w:tc>
    </w:tr>
    <w:tr w:rsidR="00E23B56" w14:paraId="7412808D" w14:textId="77777777">
      <w:trPr>
        <w:cantSplit/>
      </w:trPr>
      <w:tc>
        <w:tcPr>
          <w:tcW w:w="2420" w:type="dxa"/>
        </w:tcPr>
        <w:p w14:paraId="405DC7B7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8C38FBE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6E6B2E" w14:textId="77777777" w:rsidR="00E23B56" w:rsidRDefault="00D625F6">
          <w:pPr>
            <w:pStyle w:val="Header"/>
            <w:jc w:val="right"/>
          </w:pPr>
        </w:p>
      </w:tc>
    </w:tr>
    <w:tr w:rsidR="00E23B56" w14:paraId="7A2B7FE6" w14:textId="77777777">
      <w:trPr>
        <w:cantSplit/>
      </w:trPr>
      <w:tc>
        <w:tcPr>
          <w:tcW w:w="2420" w:type="dxa"/>
        </w:tcPr>
        <w:p w14:paraId="04DA8DF3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4F8445F8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207D18C2" w14:textId="77777777" w:rsidR="00E23B56" w:rsidRDefault="00D625F6">
          <w:pPr>
            <w:pStyle w:val="Header"/>
            <w:jc w:val="right"/>
          </w:pPr>
        </w:p>
      </w:tc>
    </w:tr>
  </w:tbl>
  <w:p w14:paraId="71D687F3" w14:textId="77777777" w:rsidR="00E23B56" w:rsidRDefault="00D625F6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5D386D0" w14:textId="77777777">
      <w:trPr>
        <w:cantSplit/>
      </w:trPr>
      <w:tc>
        <w:tcPr>
          <w:tcW w:w="2420" w:type="dxa"/>
        </w:tcPr>
        <w:p w14:paraId="3A32743F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3CA26117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C737EC8" w14:textId="77777777" w:rsidR="00E23B56" w:rsidRDefault="00D625F6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4F885C4C" w14:textId="77777777">
      <w:trPr>
        <w:cantSplit/>
      </w:trPr>
      <w:tc>
        <w:tcPr>
          <w:tcW w:w="2420" w:type="dxa"/>
        </w:tcPr>
        <w:p w14:paraId="0EE7B055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9646D64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CC57E3A" w14:textId="77777777" w:rsidR="00E23B56" w:rsidRDefault="00D625F6">
          <w:pPr>
            <w:pStyle w:val="Header"/>
            <w:jc w:val="right"/>
          </w:pPr>
          <w:r>
            <w:t>PREM/OPS TERR. 506</w:t>
          </w:r>
        </w:p>
      </w:tc>
    </w:tr>
    <w:tr w:rsidR="00E23B56" w14:paraId="404BFC02" w14:textId="77777777">
      <w:trPr>
        <w:cantSplit/>
      </w:trPr>
      <w:tc>
        <w:tcPr>
          <w:tcW w:w="2420" w:type="dxa"/>
        </w:tcPr>
        <w:p w14:paraId="3D49B8A9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03DF832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46776F8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49800082" w14:textId="77777777">
      <w:trPr>
        <w:cantSplit/>
      </w:trPr>
      <w:tc>
        <w:tcPr>
          <w:tcW w:w="2420" w:type="dxa"/>
        </w:tcPr>
        <w:p w14:paraId="3E0FB291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B423658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2BCDB9" w14:textId="77777777" w:rsidR="00E23B56" w:rsidRDefault="00D625F6">
          <w:pPr>
            <w:pStyle w:val="Header"/>
            <w:jc w:val="right"/>
          </w:pPr>
        </w:p>
      </w:tc>
    </w:tr>
    <w:tr w:rsidR="00E23B56" w14:paraId="517569D2" w14:textId="77777777">
      <w:trPr>
        <w:cantSplit/>
      </w:trPr>
      <w:tc>
        <w:tcPr>
          <w:tcW w:w="2420" w:type="dxa"/>
        </w:tcPr>
        <w:p w14:paraId="4EA04DF2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6DB2B21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5112989C" w14:textId="77777777" w:rsidR="00E23B56" w:rsidRDefault="00D625F6">
          <w:pPr>
            <w:pStyle w:val="Header"/>
            <w:jc w:val="right"/>
          </w:pPr>
        </w:p>
      </w:tc>
    </w:tr>
  </w:tbl>
  <w:p w14:paraId="20696C44" w14:textId="77777777" w:rsidR="00E23B56" w:rsidRDefault="00D625F6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2624B03" w14:textId="77777777">
      <w:trPr>
        <w:cantSplit/>
      </w:trPr>
      <w:tc>
        <w:tcPr>
          <w:tcW w:w="2420" w:type="dxa"/>
        </w:tcPr>
        <w:p w14:paraId="112C3CED" w14:textId="77777777" w:rsidR="00E23B56" w:rsidRDefault="00D625F6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92A05D2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C2E2C33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7FA5361A" w14:textId="77777777">
      <w:trPr>
        <w:cantSplit/>
      </w:trPr>
      <w:tc>
        <w:tcPr>
          <w:tcW w:w="2420" w:type="dxa"/>
        </w:tcPr>
        <w:p w14:paraId="6FE48B8D" w14:textId="77777777" w:rsidR="00E23B56" w:rsidRDefault="00D625F6">
          <w:pPr>
            <w:pStyle w:val="Header"/>
            <w:jc w:val="left"/>
          </w:pPr>
          <w:r>
            <w:t>PREM/OPS TERR. 506</w:t>
          </w:r>
        </w:p>
      </w:tc>
      <w:tc>
        <w:tcPr>
          <w:tcW w:w="5440" w:type="dxa"/>
        </w:tcPr>
        <w:p w14:paraId="2DCA9BC8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0C70F5D" w14:textId="77777777" w:rsidR="00E23B56" w:rsidRDefault="00D625F6">
          <w:pPr>
            <w:pStyle w:val="Header"/>
            <w:jc w:val="right"/>
          </w:pPr>
        </w:p>
      </w:tc>
    </w:tr>
    <w:tr w:rsidR="00E23B56" w14:paraId="633C73E5" w14:textId="77777777">
      <w:trPr>
        <w:cantSplit/>
      </w:trPr>
      <w:tc>
        <w:tcPr>
          <w:tcW w:w="2420" w:type="dxa"/>
        </w:tcPr>
        <w:p w14:paraId="0019830D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DC54A15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4B808F5" w14:textId="77777777" w:rsidR="00E23B56" w:rsidRDefault="00D625F6">
          <w:pPr>
            <w:pStyle w:val="Header"/>
            <w:jc w:val="right"/>
          </w:pPr>
        </w:p>
      </w:tc>
    </w:tr>
    <w:tr w:rsidR="00E23B56" w14:paraId="0ADA58B1" w14:textId="77777777">
      <w:trPr>
        <w:cantSplit/>
      </w:trPr>
      <w:tc>
        <w:tcPr>
          <w:tcW w:w="2420" w:type="dxa"/>
        </w:tcPr>
        <w:p w14:paraId="213710AE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88799AF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51FAA6F" w14:textId="77777777" w:rsidR="00E23B56" w:rsidRDefault="00D625F6">
          <w:pPr>
            <w:pStyle w:val="Header"/>
            <w:jc w:val="right"/>
          </w:pPr>
        </w:p>
      </w:tc>
    </w:tr>
    <w:tr w:rsidR="00E23B56" w14:paraId="4030A57B" w14:textId="77777777">
      <w:trPr>
        <w:cantSplit/>
      </w:trPr>
      <w:tc>
        <w:tcPr>
          <w:tcW w:w="2420" w:type="dxa"/>
        </w:tcPr>
        <w:p w14:paraId="75893525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2BC8CB26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51262A46" w14:textId="77777777" w:rsidR="00E23B56" w:rsidRDefault="00D625F6">
          <w:pPr>
            <w:pStyle w:val="Header"/>
            <w:jc w:val="right"/>
          </w:pPr>
        </w:p>
      </w:tc>
    </w:tr>
  </w:tbl>
  <w:p w14:paraId="254948A9" w14:textId="77777777" w:rsidR="00E23B56" w:rsidRDefault="00D625F6">
    <w:pPr>
      <w:pStyle w:val="isonormal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90B4A21" w14:textId="77777777">
      <w:trPr>
        <w:cantSplit/>
      </w:trPr>
      <w:tc>
        <w:tcPr>
          <w:tcW w:w="2420" w:type="dxa"/>
        </w:tcPr>
        <w:p w14:paraId="52B1336B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730E7D57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EB5AE9" w14:textId="77777777" w:rsidR="00E23B56" w:rsidRDefault="00D625F6">
          <w:pPr>
            <w:pStyle w:val="Header"/>
            <w:jc w:val="right"/>
          </w:pPr>
          <w:r>
            <w:t>CLASSES 98813–99988</w:t>
          </w:r>
        </w:p>
      </w:tc>
    </w:tr>
    <w:tr w:rsidR="00E23B56" w14:paraId="08E9E37E" w14:textId="77777777">
      <w:trPr>
        <w:cantSplit/>
      </w:trPr>
      <w:tc>
        <w:tcPr>
          <w:tcW w:w="2420" w:type="dxa"/>
        </w:tcPr>
        <w:p w14:paraId="61279147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45FD40F6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FB1F3FD" w14:textId="77777777" w:rsidR="00E23B56" w:rsidRDefault="00D625F6">
          <w:pPr>
            <w:pStyle w:val="Header"/>
            <w:jc w:val="right"/>
          </w:pPr>
          <w:r>
            <w:t>PREM/OPS TERR. 506</w:t>
          </w:r>
        </w:p>
      </w:tc>
    </w:tr>
    <w:tr w:rsidR="00E23B56" w14:paraId="38818018" w14:textId="77777777">
      <w:trPr>
        <w:cantSplit/>
      </w:trPr>
      <w:tc>
        <w:tcPr>
          <w:tcW w:w="2420" w:type="dxa"/>
        </w:tcPr>
        <w:p w14:paraId="0FC8FD31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2CA5FEEB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7314719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24337951" w14:textId="77777777">
      <w:trPr>
        <w:cantSplit/>
      </w:trPr>
      <w:tc>
        <w:tcPr>
          <w:tcW w:w="2420" w:type="dxa"/>
        </w:tcPr>
        <w:p w14:paraId="5B1BF5DA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AB3A3EE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A4C557" w14:textId="77777777" w:rsidR="00E23B56" w:rsidRDefault="00D625F6">
          <w:pPr>
            <w:pStyle w:val="Header"/>
            <w:jc w:val="right"/>
          </w:pPr>
        </w:p>
      </w:tc>
    </w:tr>
    <w:tr w:rsidR="00E23B56" w14:paraId="0846ECC2" w14:textId="77777777">
      <w:trPr>
        <w:cantSplit/>
      </w:trPr>
      <w:tc>
        <w:tcPr>
          <w:tcW w:w="2420" w:type="dxa"/>
        </w:tcPr>
        <w:p w14:paraId="65C1E2AE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A220746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667DEF01" w14:textId="77777777" w:rsidR="00E23B56" w:rsidRDefault="00D625F6">
          <w:pPr>
            <w:pStyle w:val="Header"/>
            <w:jc w:val="right"/>
          </w:pPr>
        </w:p>
      </w:tc>
    </w:tr>
  </w:tbl>
  <w:p w14:paraId="23F57777" w14:textId="77777777" w:rsidR="00E23B56" w:rsidRDefault="00D625F6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6CCC37A" w14:textId="77777777">
      <w:trPr>
        <w:cantSplit/>
      </w:trPr>
      <w:tc>
        <w:tcPr>
          <w:tcW w:w="2420" w:type="dxa"/>
        </w:tcPr>
        <w:p w14:paraId="0E0138A6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5FE6E329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7A59834" w14:textId="77777777" w:rsidR="00E23B56" w:rsidRDefault="00D625F6">
          <w:pPr>
            <w:pStyle w:val="Header"/>
            <w:jc w:val="right"/>
          </w:pPr>
          <w:r>
            <w:t>CLASSES 49305–53271</w:t>
          </w:r>
        </w:p>
      </w:tc>
    </w:tr>
    <w:tr w:rsidR="00E23B56" w14:paraId="3D883D17" w14:textId="77777777">
      <w:trPr>
        <w:cantSplit/>
      </w:trPr>
      <w:tc>
        <w:tcPr>
          <w:tcW w:w="2420" w:type="dxa"/>
        </w:tcPr>
        <w:p w14:paraId="58740F30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777858B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4B0EEC" w14:textId="77777777" w:rsidR="00E23B56" w:rsidRDefault="00D625F6">
          <w:pPr>
            <w:pStyle w:val="Header"/>
            <w:jc w:val="right"/>
          </w:pPr>
          <w:r>
            <w:t>PREM/OPS TERR. 501</w:t>
          </w:r>
        </w:p>
      </w:tc>
    </w:tr>
    <w:tr w:rsidR="00E23B56" w14:paraId="4578B388" w14:textId="77777777">
      <w:trPr>
        <w:cantSplit/>
      </w:trPr>
      <w:tc>
        <w:tcPr>
          <w:tcW w:w="2420" w:type="dxa"/>
        </w:tcPr>
        <w:p w14:paraId="2E9C6E87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4248FC59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505AADE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777D1A59" w14:textId="77777777">
      <w:trPr>
        <w:cantSplit/>
      </w:trPr>
      <w:tc>
        <w:tcPr>
          <w:tcW w:w="2420" w:type="dxa"/>
        </w:tcPr>
        <w:p w14:paraId="428C3AAD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18B3E9A0" w14:textId="77777777" w:rsidR="00E23B56" w:rsidRDefault="00D625F6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49164C62" w14:textId="77777777" w:rsidR="00E23B56" w:rsidRDefault="00D625F6">
          <w:pPr>
            <w:pStyle w:val="Header"/>
            <w:jc w:val="right"/>
          </w:pPr>
        </w:p>
      </w:tc>
    </w:tr>
    <w:tr w:rsidR="00E23B56" w14:paraId="0DC0A846" w14:textId="77777777">
      <w:trPr>
        <w:cantSplit/>
      </w:trPr>
      <w:tc>
        <w:tcPr>
          <w:tcW w:w="2420" w:type="dxa"/>
        </w:tcPr>
        <w:p w14:paraId="1568C4DE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F5527ED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30E9A08A" w14:textId="77777777" w:rsidR="00E23B56" w:rsidRDefault="00D625F6">
          <w:pPr>
            <w:pStyle w:val="Header"/>
            <w:jc w:val="right"/>
          </w:pPr>
        </w:p>
      </w:tc>
    </w:tr>
  </w:tbl>
  <w:p w14:paraId="33044C9D" w14:textId="77777777" w:rsidR="00E23B56" w:rsidRDefault="00D625F6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25E38C" w14:textId="77777777">
      <w:trPr>
        <w:cantSplit/>
      </w:trPr>
      <w:tc>
        <w:tcPr>
          <w:tcW w:w="2420" w:type="dxa"/>
        </w:tcPr>
        <w:p w14:paraId="512F75AA" w14:textId="77777777" w:rsidR="00E23B56" w:rsidRDefault="00D625F6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4C1CF6E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A3F6C2E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72681045" w14:textId="77777777">
      <w:trPr>
        <w:cantSplit/>
      </w:trPr>
      <w:tc>
        <w:tcPr>
          <w:tcW w:w="2420" w:type="dxa"/>
        </w:tcPr>
        <w:p w14:paraId="7E974C98" w14:textId="77777777" w:rsidR="00E23B56" w:rsidRDefault="00D625F6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0D626227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25C1A42" w14:textId="77777777" w:rsidR="00E23B56" w:rsidRDefault="00D625F6">
          <w:pPr>
            <w:pStyle w:val="Header"/>
            <w:jc w:val="right"/>
          </w:pPr>
        </w:p>
      </w:tc>
    </w:tr>
    <w:tr w:rsidR="00E23B56" w14:paraId="7504AADE" w14:textId="77777777">
      <w:trPr>
        <w:cantSplit/>
      </w:trPr>
      <w:tc>
        <w:tcPr>
          <w:tcW w:w="2420" w:type="dxa"/>
        </w:tcPr>
        <w:p w14:paraId="1D450D0C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D124113" w14:textId="77777777" w:rsidR="00E23B56" w:rsidRDefault="00D625F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0576D30" w14:textId="77777777" w:rsidR="00E23B56" w:rsidRDefault="00D625F6">
          <w:pPr>
            <w:pStyle w:val="Header"/>
            <w:jc w:val="right"/>
          </w:pPr>
        </w:p>
      </w:tc>
    </w:tr>
    <w:tr w:rsidR="00E23B56" w14:paraId="7F6DDA10" w14:textId="77777777">
      <w:trPr>
        <w:cantSplit/>
      </w:trPr>
      <w:tc>
        <w:tcPr>
          <w:tcW w:w="2420" w:type="dxa"/>
        </w:tcPr>
        <w:p w14:paraId="4F1BFE15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FEF5A25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C623A93" w14:textId="77777777" w:rsidR="00E23B56" w:rsidRDefault="00D625F6">
          <w:pPr>
            <w:pStyle w:val="Header"/>
            <w:jc w:val="right"/>
          </w:pPr>
        </w:p>
      </w:tc>
    </w:tr>
    <w:tr w:rsidR="00E23B56" w14:paraId="6627FE1D" w14:textId="77777777">
      <w:trPr>
        <w:cantSplit/>
      </w:trPr>
      <w:tc>
        <w:tcPr>
          <w:tcW w:w="2420" w:type="dxa"/>
        </w:tcPr>
        <w:p w14:paraId="34538EA6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04945372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4951E76C" w14:textId="77777777" w:rsidR="00E23B56" w:rsidRDefault="00D625F6">
          <w:pPr>
            <w:pStyle w:val="Header"/>
            <w:jc w:val="right"/>
          </w:pPr>
        </w:p>
      </w:tc>
    </w:tr>
  </w:tbl>
  <w:p w14:paraId="274C7D3F" w14:textId="77777777" w:rsidR="00E23B56" w:rsidRDefault="00D625F6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EB19B8C" w14:textId="77777777">
      <w:trPr>
        <w:cantSplit/>
      </w:trPr>
      <w:tc>
        <w:tcPr>
          <w:tcW w:w="2420" w:type="dxa"/>
        </w:tcPr>
        <w:p w14:paraId="74A142AA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69877382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C6736E5" w14:textId="77777777" w:rsidR="00E23B56" w:rsidRDefault="00D625F6">
          <w:pPr>
            <w:pStyle w:val="Header"/>
            <w:jc w:val="right"/>
          </w:pPr>
          <w:r>
            <w:t>CLASSES 59306–91582</w:t>
          </w:r>
        </w:p>
      </w:tc>
    </w:tr>
    <w:tr w:rsidR="00E23B56" w14:paraId="23436724" w14:textId="77777777">
      <w:trPr>
        <w:cantSplit/>
      </w:trPr>
      <w:tc>
        <w:tcPr>
          <w:tcW w:w="2420" w:type="dxa"/>
        </w:tcPr>
        <w:p w14:paraId="2EA93815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2CD93899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45D1D8D" w14:textId="77777777" w:rsidR="00E23B56" w:rsidRDefault="00D625F6">
          <w:pPr>
            <w:pStyle w:val="Header"/>
            <w:jc w:val="right"/>
          </w:pPr>
          <w:r>
            <w:t>PREM/OPS TERR. 501</w:t>
          </w:r>
        </w:p>
      </w:tc>
    </w:tr>
    <w:tr w:rsidR="00E23B56" w14:paraId="2013B347" w14:textId="77777777">
      <w:trPr>
        <w:cantSplit/>
      </w:trPr>
      <w:tc>
        <w:tcPr>
          <w:tcW w:w="2420" w:type="dxa"/>
        </w:tcPr>
        <w:p w14:paraId="6BD89D67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01B63A3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5CA61B8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7F72EECC" w14:textId="77777777">
      <w:trPr>
        <w:cantSplit/>
      </w:trPr>
      <w:tc>
        <w:tcPr>
          <w:tcW w:w="2420" w:type="dxa"/>
        </w:tcPr>
        <w:p w14:paraId="2ED15FB2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3150EC48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855DFA" w14:textId="77777777" w:rsidR="00E23B56" w:rsidRDefault="00D625F6">
          <w:pPr>
            <w:pStyle w:val="Header"/>
            <w:jc w:val="right"/>
          </w:pPr>
        </w:p>
      </w:tc>
    </w:tr>
    <w:tr w:rsidR="00E23B56" w14:paraId="6B6DBD54" w14:textId="77777777">
      <w:trPr>
        <w:cantSplit/>
      </w:trPr>
      <w:tc>
        <w:tcPr>
          <w:tcW w:w="2420" w:type="dxa"/>
        </w:tcPr>
        <w:p w14:paraId="7740040A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DE7DE41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73464FBB" w14:textId="77777777" w:rsidR="00E23B56" w:rsidRDefault="00D625F6">
          <w:pPr>
            <w:pStyle w:val="Header"/>
            <w:jc w:val="right"/>
          </w:pPr>
        </w:p>
      </w:tc>
    </w:tr>
  </w:tbl>
  <w:p w14:paraId="6C053E38" w14:textId="77777777" w:rsidR="00E23B56" w:rsidRDefault="00D625F6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78A0B1" w14:textId="77777777">
      <w:trPr>
        <w:cantSplit/>
      </w:trPr>
      <w:tc>
        <w:tcPr>
          <w:tcW w:w="2420" w:type="dxa"/>
        </w:tcPr>
        <w:p w14:paraId="4938A3BD" w14:textId="77777777" w:rsidR="00E23B56" w:rsidRDefault="00D625F6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CEE70FD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715FE6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2A8097BA" w14:textId="77777777">
      <w:trPr>
        <w:cantSplit/>
      </w:trPr>
      <w:tc>
        <w:tcPr>
          <w:tcW w:w="2420" w:type="dxa"/>
        </w:tcPr>
        <w:p w14:paraId="78B99199" w14:textId="77777777" w:rsidR="00E23B56" w:rsidRDefault="00D625F6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02138FA0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379961C" w14:textId="77777777" w:rsidR="00E23B56" w:rsidRDefault="00D625F6">
          <w:pPr>
            <w:pStyle w:val="Header"/>
            <w:jc w:val="right"/>
          </w:pPr>
        </w:p>
      </w:tc>
    </w:tr>
    <w:tr w:rsidR="00E23B56" w14:paraId="462A5313" w14:textId="77777777">
      <w:trPr>
        <w:cantSplit/>
      </w:trPr>
      <w:tc>
        <w:tcPr>
          <w:tcW w:w="2420" w:type="dxa"/>
        </w:tcPr>
        <w:p w14:paraId="2249861A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9AA4A84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4F99734" w14:textId="77777777" w:rsidR="00E23B56" w:rsidRDefault="00D625F6">
          <w:pPr>
            <w:pStyle w:val="Header"/>
            <w:jc w:val="right"/>
          </w:pPr>
        </w:p>
      </w:tc>
    </w:tr>
    <w:tr w:rsidR="00E23B56" w14:paraId="70D56B71" w14:textId="77777777">
      <w:trPr>
        <w:cantSplit/>
      </w:trPr>
      <w:tc>
        <w:tcPr>
          <w:tcW w:w="2420" w:type="dxa"/>
        </w:tcPr>
        <w:p w14:paraId="60C1C7AF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05165EDE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6421967" w14:textId="77777777" w:rsidR="00E23B56" w:rsidRDefault="00D625F6">
          <w:pPr>
            <w:pStyle w:val="Header"/>
            <w:jc w:val="right"/>
          </w:pPr>
        </w:p>
      </w:tc>
    </w:tr>
    <w:tr w:rsidR="00E23B56" w14:paraId="1BD3B54F" w14:textId="77777777">
      <w:trPr>
        <w:cantSplit/>
      </w:trPr>
      <w:tc>
        <w:tcPr>
          <w:tcW w:w="2420" w:type="dxa"/>
        </w:tcPr>
        <w:p w14:paraId="4687C4E3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1991599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48DE8651" w14:textId="77777777" w:rsidR="00E23B56" w:rsidRDefault="00D625F6">
          <w:pPr>
            <w:pStyle w:val="Header"/>
            <w:jc w:val="right"/>
          </w:pPr>
        </w:p>
      </w:tc>
    </w:tr>
  </w:tbl>
  <w:p w14:paraId="23DF500C" w14:textId="77777777" w:rsidR="00E23B56" w:rsidRDefault="00D625F6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D78C10B" w14:textId="77777777">
      <w:trPr>
        <w:cantSplit/>
      </w:trPr>
      <w:tc>
        <w:tcPr>
          <w:tcW w:w="2420" w:type="dxa"/>
        </w:tcPr>
        <w:p w14:paraId="5130AD50" w14:textId="77777777" w:rsidR="00E23B56" w:rsidRDefault="00D625F6">
          <w:pPr>
            <w:pStyle w:val="Header"/>
            <w:jc w:val="left"/>
          </w:pPr>
          <w:r>
            <w:t>INDIANA (13)</w:t>
          </w:r>
        </w:p>
      </w:tc>
      <w:tc>
        <w:tcPr>
          <w:tcW w:w="5440" w:type="dxa"/>
        </w:tcPr>
        <w:p w14:paraId="5375B0BA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09A12A" w14:textId="77777777" w:rsidR="00E23B56" w:rsidRDefault="00D625F6">
          <w:pPr>
            <w:pStyle w:val="Header"/>
            <w:jc w:val="right"/>
          </w:pPr>
          <w:r>
            <w:t>CLASSES 98813–99988</w:t>
          </w:r>
        </w:p>
      </w:tc>
    </w:tr>
    <w:tr w:rsidR="00E23B56" w14:paraId="32242794" w14:textId="77777777">
      <w:trPr>
        <w:cantSplit/>
      </w:trPr>
      <w:tc>
        <w:tcPr>
          <w:tcW w:w="2420" w:type="dxa"/>
        </w:tcPr>
        <w:p w14:paraId="5C929557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E781C58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E451D4" w14:textId="77777777" w:rsidR="00E23B56" w:rsidRDefault="00D625F6">
          <w:pPr>
            <w:pStyle w:val="Header"/>
            <w:jc w:val="right"/>
          </w:pPr>
          <w:r>
            <w:t>PREM/OPS TERR. 501</w:t>
          </w:r>
        </w:p>
      </w:tc>
    </w:tr>
    <w:tr w:rsidR="00E23B56" w14:paraId="15DE6006" w14:textId="77777777">
      <w:trPr>
        <w:cantSplit/>
      </w:trPr>
      <w:tc>
        <w:tcPr>
          <w:tcW w:w="2420" w:type="dxa"/>
        </w:tcPr>
        <w:p w14:paraId="300F3262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520C965E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7F179E7" w14:textId="77777777" w:rsidR="00E23B56" w:rsidRDefault="00D625F6">
          <w:pPr>
            <w:pStyle w:val="Header"/>
            <w:jc w:val="right"/>
          </w:pPr>
          <w:r>
            <w:t>PROD/COPS</w:t>
          </w:r>
        </w:p>
      </w:tc>
    </w:tr>
    <w:tr w:rsidR="00E23B56" w14:paraId="3B1E2280" w14:textId="77777777">
      <w:trPr>
        <w:cantSplit/>
      </w:trPr>
      <w:tc>
        <w:tcPr>
          <w:tcW w:w="2420" w:type="dxa"/>
        </w:tcPr>
        <w:p w14:paraId="0F167623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6BBED9C7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B5A8EC" w14:textId="77777777" w:rsidR="00E23B56" w:rsidRDefault="00D625F6">
          <w:pPr>
            <w:pStyle w:val="Header"/>
            <w:jc w:val="right"/>
          </w:pPr>
        </w:p>
      </w:tc>
    </w:tr>
    <w:tr w:rsidR="00E23B56" w14:paraId="07B3EF8B" w14:textId="77777777">
      <w:trPr>
        <w:cantSplit/>
      </w:trPr>
      <w:tc>
        <w:tcPr>
          <w:tcW w:w="2420" w:type="dxa"/>
        </w:tcPr>
        <w:p w14:paraId="0E1E6E42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407880B7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69EEC2CC" w14:textId="77777777" w:rsidR="00E23B56" w:rsidRDefault="00D625F6">
          <w:pPr>
            <w:pStyle w:val="Header"/>
            <w:jc w:val="right"/>
          </w:pPr>
        </w:p>
      </w:tc>
    </w:tr>
  </w:tbl>
  <w:p w14:paraId="1CF95C66" w14:textId="77777777" w:rsidR="00E23B56" w:rsidRDefault="00D625F6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65EF23" w14:textId="77777777">
      <w:trPr>
        <w:cantSplit/>
      </w:trPr>
      <w:tc>
        <w:tcPr>
          <w:tcW w:w="2420" w:type="dxa"/>
        </w:tcPr>
        <w:p w14:paraId="1FD9C36C" w14:textId="77777777" w:rsidR="00E23B56" w:rsidRDefault="00D625F6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002ABAD7" w14:textId="77777777" w:rsidR="00E23B56" w:rsidRDefault="00D625F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4E6ADA" w14:textId="77777777" w:rsidR="00E23B56" w:rsidRDefault="00D625F6">
          <w:pPr>
            <w:pStyle w:val="Header"/>
            <w:jc w:val="right"/>
          </w:pPr>
          <w:r>
            <w:t>INDIANA (13)</w:t>
          </w:r>
        </w:p>
      </w:tc>
    </w:tr>
    <w:tr w:rsidR="00E23B56" w14:paraId="18D2D216" w14:textId="77777777">
      <w:trPr>
        <w:cantSplit/>
      </w:trPr>
      <w:tc>
        <w:tcPr>
          <w:tcW w:w="2420" w:type="dxa"/>
        </w:tcPr>
        <w:p w14:paraId="0293CD93" w14:textId="77777777" w:rsidR="00E23B56" w:rsidRDefault="00D625F6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7B423902" w14:textId="77777777" w:rsidR="00E23B56" w:rsidRDefault="00D625F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691F78E" w14:textId="77777777" w:rsidR="00E23B56" w:rsidRDefault="00D625F6">
          <w:pPr>
            <w:pStyle w:val="Header"/>
            <w:jc w:val="right"/>
          </w:pPr>
        </w:p>
      </w:tc>
    </w:tr>
    <w:tr w:rsidR="00E23B56" w14:paraId="2498E5A3" w14:textId="77777777">
      <w:trPr>
        <w:cantSplit/>
      </w:trPr>
      <w:tc>
        <w:tcPr>
          <w:tcW w:w="2420" w:type="dxa"/>
        </w:tcPr>
        <w:p w14:paraId="6AD2651D" w14:textId="77777777" w:rsidR="00E23B56" w:rsidRDefault="00D625F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47E028C" w14:textId="77777777" w:rsidR="00E23B56" w:rsidRDefault="00D625F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13475D3" w14:textId="77777777" w:rsidR="00E23B56" w:rsidRDefault="00D625F6">
          <w:pPr>
            <w:pStyle w:val="Header"/>
            <w:jc w:val="right"/>
          </w:pPr>
        </w:p>
      </w:tc>
    </w:tr>
    <w:tr w:rsidR="00E23B56" w14:paraId="6FDABFDA" w14:textId="77777777">
      <w:trPr>
        <w:cantSplit/>
      </w:trPr>
      <w:tc>
        <w:tcPr>
          <w:tcW w:w="2420" w:type="dxa"/>
        </w:tcPr>
        <w:p w14:paraId="18AE6AB8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7640D9C6" w14:textId="77777777" w:rsidR="00E23B56" w:rsidRDefault="00D625F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EF8554" w14:textId="77777777" w:rsidR="00E23B56" w:rsidRDefault="00D625F6">
          <w:pPr>
            <w:pStyle w:val="Header"/>
            <w:jc w:val="right"/>
          </w:pPr>
        </w:p>
      </w:tc>
    </w:tr>
    <w:tr w:rsidR="00E23B56" w14:paraId="2E93C765" w14:textId="77777777">
      <w:trPr>
        <w:cantSplit/>
      </w:trPr>
      <w:tc>
        <w:tcPr>
          <w:tcW w:w="2420" w:type="dxa"/>
        </w:tcPr>
        <w:p w14:paraId="35FF1451" w14:textId="77777777" w:rsidR="00E23B56" w:rsidRDefault="00D625F6">
          <w:pPr>
            <w:pStyle w:val="Header"/>
            <w:jc w:val="left"/>
          </w:pPr>
        </w:p>
      </w:tc>
      <w:tc>
        <w:tcPr>
          <w:tcW w:w="5440" w:type="dxa"/>
        </w:tcPr>
        <w:p w14:paraId="15BB46AA" w14:textId="77777777" w:rsidR="00E23B56" w:rsidRDefault="00D625F6">
          <w:pPr>
            <w:pStyle w:val="Header"/>
            <w:jc w:val="center"/>
          </w:pPr>
        </w:p>
      </w:tc>
      <w:tc>
        <w:tcPr>
          <w:tcW w:w="2420" w:type="dxa"/>
        </w:tcPr>
        <w:p w14:paraId="4C929610" w14:textId="77777777" w:rsidR="00E23B56" w:rsidRDefault="00D625F6">
          <w:pPr>
            <w:pStyle w:val="Header"/>
            <w:jc w:val="right"/>
          </w:pPr>
        </w:p>
      </w:tc>
    </w:tr>
  </w:tbl>
  <w:p w14:paraId="76553086" w14:textId="77777777" w:rsidR="00E23B56" w:rsidRDefault="00D625F6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D625F6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5F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D625F6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D625F6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625F6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D625F6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D625F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625F6"/>
  </w:style>
  <w:style w:type="paragraph" w:styleId="Header">
    <w:name w:val="header"/>
    <w:basedOn w:val="isonormal"/>
    <w:link w:val="HeaderChar"/>
    <w:rsid w:val="00D625F6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D625F6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D625F6"/>
    <w:pPr>
      <w:spacing w:before="0" w:line="240" w:lineRule="auto"/>
    </w:pPr>
  </w:style>
  <w:style w:type="character" w:customStyle="1" w:styleId="FooterChar">
    <w:name w:val="Footer Char"/>
    <w:link w:val="Footer"/>
    <w:rsid w:val="00D625F6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D625F6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D625F6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D625F6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D625F6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D625F6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D625F6"/>
    <w:pPr>
      <w:spacing w:before="20" w:after="20"/>
      <w:jc w:val="left"/>
    </w:pPr>
  </w:style>
  <w:style w:type="paragraph" w:customStyle="1" w:styleId="isonormal">
    <w:name w:val="isonormal"/>
    <w:rsid w:val="00D625F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D625F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625F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625F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625F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625F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625F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625F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625F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625F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625F6"/>
    <w:pPr>
      <w:keepLines/>
    </w:pPr>
  </w:style>
  <w:style w:type="paragraph" w:customStyle="1" w:styleId="blocktext10">
    <w:name w:val="blocktext10"/>
    <w:basedOn w:val="isonormal"/>
    <w:rsid w:val="00D625F6"/>
    <w:pPr>
      <w:keepLines/>
      <w:ind w:left="2700"/>
    </w:pPr>
  </w:style>
  <w:style w:type="paragraph" w:customStyle="1" w:styleId="blocktext2">
    <w:name w:val="blocktext2"/>
    <w:basedOn w:val="isonormal"/>
    <w:rsid w:val="00D625F6"/>
    <w:pPr>
      <w:keepLines/>
      <w:ind w:left="300"/>
    </w:pPr>
  </w:style>
  <w:style w:type="paragraph" w:customStyle="1" w:styleId="blocktext3">
    <w:name w:val="blocktext3"/>
    <w:basedOn w:val="isonormal"/>
    <w:rsid w:val="00D625F6"/>
    <w:pPr>
      <w:keepLines/>
      <w:ind w:left="600"/>
    </w:pPr>
  </w:style>
  <w:style w:type="paragraph" w:customStyle="1" w:styleId="blocktext4">
    <w:name w:val="blocktext4"/>
    <w:basedOn w:val="isonormal"/>
    <w:rsid w:val="00D625F6"/>
    <w:pPr>
      <w:keepLines/>
      <w:ind w:left="900"/>
    </w:pPr>
  </w:style>
  <w:style w:type="paragraph" w:customStyle="1" w:styleId="blocktext5">
    <w:name w:val="blocktext5"/>
    <w:basedOn w:val="isonormal"/>
    <w:rsid w:val="00D625F6"/>
    <w:pPr>
      <w:keepLines/>
      <w:ind w:left="1200"/>
    </w:pPr>
  </w:style>
  <w:style w:type="paragraph" w:customStyle="1" w:styleId="blocktext6">
    <w:name w:val="blocktext6"/>
    <w:basedOn w:val="isonormal"/>
    <w:rsid w:val="00D625F6"/>
    <w:pPr>
      <w:keepLines/>
      <w:ind w:left="1500"/>
    </w:pPr>
  </w:style>
  <w:style w:type="paragraph" w:customStyle="1" w:styleId="blocktext7">
    <w:name w:val="blocktext7"/>
    <w:basedOn w:val="isonormal"/>
    <w:rsid w:val="00D625F6"/>
    <w:pPr>
      <w:keepLines/>
      <w:ind w:left="1800"/>
    </w:pPr>
  </w:style>
  <w:style w:type="paragraph" w:customStyle="1" w:styleId="blocktext8">
    <w:name w:val="blocktext8"/>
    <w:basedOn w:val="isonormal"/>
    <w:rsid w:val="00D625F6"/>
    <w:pPr>
      <w:keepLines/>
      <w:ind w:left="2100"/>
    </w:pPr>
  </w:style>
  <w:style w:type="paragraph" w:customStyle="1" w:styleId="blocktext9">
    <w:name w:val="blocktext9"/>
    <w:basedOn w:val="isonormal"/>
    <w:rsid w:val="00D625F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625F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625F6"/>
    <w:pPr>
      <w:jc w:val="center"/>
    </w:pPr>
    <w:rPr>
      <w:b/>
    </w:rPr>
  </w:style>
  <w:style w:type="paragraph" w:customStyle="1" w:styleId="ctoutlinetxt1">
    <w:name w:val="ctoutlinetxt1"/>
    <w:basedOn w:val="isonormal"/>
    <w:rsid w:val="00D625F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625F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625F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625F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D625F6"/>
    <w:rPr>
      <w:b/>
    </w:rPr>
  </w:style>
  <w:style w:type="paragraph" w:customStyle="1" w:styleId="icblock">
    <w:name w:val="i/cblock"/>
    <w:basedOn w:val="isonormal"/>
    <w:rsid w:val="00D625F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625F6"/>
  </w:style>
  <w:style w:type="paragraph" w:styleId="MacroText">
    <w:name w:val="macro"/>
    <w:link w:val="MacroTextChar"/>
    <w:rsid w:val="00D625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D625F6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D625F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625F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625F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625F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625F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625F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625F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625F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625F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625F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625F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625F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625F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625F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625F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625F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625F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625F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625F6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D625F6"/>
  </w:style>
  <w:style w:type="character" w:customStyle="1" w:styleId="rulelink">
    <w:name w:val="rulelink"/>
    <w:rsid w:val="00D625F6"/>
    <w:rPr>
      <w:b/>
    </w:rPr>
  </w:style>
  <w:style w:type="paragraph" w:styleId="Signature">
    <w:name w:val="Signature"/>
    <w:basedOn w:val="Normal"/>
    <w:link w:val="SignatureChar"/>
    <w:rsid w:val="00D625F6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D625F6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D625F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625F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625F6"/>
    <w:pPr>
      <w:spacing w:before="0" w:line="160" w:lineRule="exact"/>
    </w:pPr>
  </w:style>
  <w:style w:type="character" w:customStyle="1" w:styleId="spotlinksource">
    <w:name w:val="spotlinksource"/>
    <w:rsid w:val="00D625F6"/>
    <w:rPr>
      <w:b/>
    </w:rPr>
  </w:style>
  <w:style w:type="character" w:customStyle="1" w:styleId="spotlinktarget">
    <w:name w:val="spotlinktarget"/>
    <w:rsid w:val="00D625F6"/>
    <w:rPr>
      <w:b/>
    </w:rPr>
  </w:style>
  <w:style w:type="paragraph" w:customStyle="1" w:styleId="subcap">
    <w:name w:val="subcap"/>
    <w:basedOn w:val="isonormal"/>
    <w:rsid w:val="00D625F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D625F6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D625F6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D625F6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D625F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D625F6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D625F6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D625F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625F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625F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D625F6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D625F6"/>
    <w:pPr>
      <w:jc w:val="left"/>
    </w:pPr>
    <w:rPr>
      <w:b/>
    </w:rPr>
  </w:style>
  <w:style w:type="character" w:customStyle="1" w:styleId="tablelink">
    <w:name w:val="tablelink"/>
    <w:rsid w:val="00D625F6"/>
    <w:rPr>
      <w:b/>
    </w:rPr>
  </w:style>
  <w:style w:type="paragraph" w:customStyle="1" w:styleId="tabletext00">
    <w:name w:val="tabletext0/0"/>
    <w:basedOn w:val="isonormal"/>
    <w:rsid w:val="00D625F6"/>
    <w:pPr>
      <w:spacing w:before="0"/>
      <w:jc w:val="left"/>
    </w:pPr>
  </w:style>
  <w:style w:type="paragraph" w:customStyle="1" w:styleId="tabletext01">
    <w:name w:val="tabletext0/1"/>
    <w:basedOn w:val="isonormal"/>
    <w:rsid w:val="00D625F6"/>
    <w:pPr>
      <w:spacing w:before="0" w:after="20"/>
      <w:jc w:val="left"/>
    </w:pPr>
  </w:style>
  <w:style w:type="paragraph" w:customStyle="1" w:styleId="tabletext10">
    <w:name w:val="tabletext1/0"/>
    <w:basedOn w:val="isonormal"/>
    <w:rsid w:val="00D625F6"/>
    <w:pPr>
      <w:spacing w:before="20"/>
      <w:jc w:val="left"/>
    </w:pPr>
  </w:style>
  <w:style w:type="paragraph" w:customStyle="1" w:styleId="tabletext40">
    <w:name w:val="tabletext4/0"/>
    <w:basedOn w:val="isonormal"/>
    <w:rsid w:val="00D625F6"/>
    <w:pPr>
      <w:jc w:val="left"/>
    </w:pPr>
  </w:style>
  <w:style w:type="paragraph" w:customStyle="1" w:styleId="tabletext44">
    <w:name w:val="tabletext4/4"/>
    <w:basedOn w:val="isonormal"/>
    <w:rsid w:val="00D625F6"/>
    <w:pPr>
      <w:spacing w:after="80"/>
      <w:jc w:val="left"/>
    </w:pPr>
  </w:style>
  <w:style w:type="paragraph" w:customStyle="1" w:styleId="terr2colblock1">
    <w:name w:val="terr2colblock1"/>
    <w:basedOn w:val="isonormal"/>
    <w:rsid w:val="00D625F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625F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625F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625F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625F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625F6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D625F6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D625F6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D625F6"/>
  </w:style>
  <w:style w:type="paragraph" w:customStyle="1" w:styleId="tabletext1">
    <w:name w:val="tabletext1"/>
    <w:rsid w:val="00D625F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D625F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D625F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D625F6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D625F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625F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625F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625F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625F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625F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625F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D625F6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D625F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625F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625F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625F6"/>
  </w:style>
  <w:style w:type="paragraph" w:customStyle="1" w:styleId="spacesingle">
    <w:name w:val="spacesingle"/>
    <w:basedOn w:val="isonormal"/>
    <w:next w:val="isonormal"/>
    <w:rsid w:val="00D625F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footer" Target="footer8.xml"/><Relationship Id="rId21" Type="http://schemas.openxmlformats.org/officeDocument/2006/relationships/header" Target="header6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63" Type="http://schemas.openxmlformats.org/officeDocument/2006/relationships/header" Target="header27.xml"/><Relationship Id="rId68" Type="http://schemas.openxmlformats.org/officeDocument/2006/relationships/footer" Target="footer29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66" Type="http://schemas.openxmlformats.org/officeDocument/2006/relationships/footer" Target="footer28.xml"/><Relationship Id="rId74" Type="http://schemas.openxmlformats.org/officeDocument/2006/relationships/footer" Target="footer32.xml"/><Relationship Id="rId5" Type="http://schemas.openxmlformats.org/officeDocument/2006/relationships/numbering" Target="numbering.xml"/><Relationship Id="rId61" Type="http://schemas.openxmlformats.org/officeDocument/2006/relationships/header" Target="header26.xml"/><Relationship Id="rId19" Type="http://schemas.openxmlformats.org/officeDocument/2006/relationships/header" Target="header5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64" Type="http://schemas.openxmlformats.org/officeDocument/2006/relationships/footer" Target="footer27.xml"/><Relationship Id="rId69" Type="http://schemas.openxmlformats.org/officeDocument/2006/relationships/header" Target="header30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header" Target="header25.xml"/><Relationship Id="rId67" Type="http://schemas.openxmlformats.org/officeDocument/2006/relationships/header" Target="header29.xml"/><Relationship Id="rId20" Type="http://schemas.openxmlformats.org/officeDocument/2006/relationships/footer" Target="footer5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62" Type="http://schemas.openxmlformats.org/officeDocument/2006/relationships/footer" Target="footer26.xml"/><Relationship Id="rId70" Type="http://schemas.openxmlformats.org/officeDocument/2006/relationships/footer" Target="footer30.xm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73" Type="http://schemas.openxmlformats.org/officeDocument/2006/relationships/header" Target="header3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header" Target="header15.xml"/><Relationship Id="rId34" Type="http://schemas.openxmlformats.org/officeDocument/2006/relationships/footer" Target="footer12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76" Type="http://schemas.openxmlformats.org/officeDocument/2006/relationships/theme" Target="theme/theme1.xml"/><Relationship Id="rId7" Type="http://schemas.openxmlformats.org/officeDocument/2006/relationships/settings" Target="settings.xml"/><Relationship Id="rId71" Type="http://schemas.openxmlformats.org/officeDocument/2006/relationships/header" Target="header3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LI-GL-2022-284 - 005 -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Manual Pages</CircularDocDescription>
    <Date_x0020_Modified xmlns="a86cc342-0045-41e2-80e9-abdb777d2eca">2022-11-03T17:03:04+00:00</Date_x0020_Modified>
    <CircularDate xmlns="a86cc342-0045-41e2-80e9-abdb777d2eca">2022-11-08T05:00:00+00:00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-0.4% to be implemented.</KeyMessage>
    <CircularNumber xmlns="a86cc342-0045-41e2-80e9-abdb777d2eca">LI-GL-2022-284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4</Sequence>
    <ServiceModuleString xmlns="a86cc342-0045-41e2-80e9-abdb777d2eca">Loss Costs;</ServiceModuleString>
    <CircId xmlns="a86cc342-0045-41e2-80e9-abdb777d2eca">36697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INDIANA GENERAL LIABILITY ADVISORY PROSPECTIVE LOSS COST REVISION TO BE IMPLEMENTED; NEW FILING FORMAT</CircularTitle>
    <Jurs xmlns="a86cc342-0045-41e2-80e9-abdb777d2eca">
      <Value>16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8F18B7-D5C1-474E-BB07-0831EC23E173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29807466-B32C-44C0-AC20-6BCAECD0EB5D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32</Pages>
  <Words>13800</Words>
  <Characters>62581</Characters>
  <Application>Microsoft Office Word</Application>
  <DocSecurity>0</DocSecurity>
  <Lines>19038</Lines>
  <Paragraphs>12776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2022-10-21T17:42:00Z</dcterms:created>
  <dcterms:modified xsi:type="dcterms:W3CDTF">2022-10-21T17:42:00Z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