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64A67" w14:textId="77777777" w:rsidR="009713FD" w:rsidRPr="00D5227F" w:rsidRDefault="009713FD" w:rsidP="009713FD">
      <w:pPr>
        <w:pStyle w:val="subcap"/>
      </w:pPr>
      <w:bookmarkStart w:id="0" w:name="BeginDoc"/>
      <w:bookmarkEnd w:id="0"/>
      <w:r w:rsidRPr="00D5227F">
        <w:t>TERRITORY 105</w:t>
      </w:r>
    </w:p>
    <w:p w14:paraId="4E5132C0" w14:textId="77777777" w:rsidR="009713FD" w:rsidRPr="00D5227F" w:rsidRDefault="009713FD" w:rsidP="009713FD">
      <w:pPr>
        <w:pStyle w:val="subcap2"/>
      </w:pPr>
      <w:r w:rsidRPr="00D5227F">
        <w:t>LIAB, MED PAY</w:t>
      </w:r>
    </w:p>
    <w:p w14:paraId="1C14C7B8" w14:textId="77777777" w:rsidR="009713FD" w:rsidRPr="00D5227F" w:rsidRDefault="009713FD" w:rsidP="009713FD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713FD" w:rsidRPr="00D5227F" w14:paraId="6A4AF122" w14:textId="77777777" w:rsidTr="001A0DB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C3F82A" w14:textId="77777777" w:rsidR="009713FD" w:rsidRPr="00D5227F" w:rsidRDefault="009713FD" w:rsidP="001A0DBC">
            <w:pPr>
              <w:pStyle w:val="tablehead"/>
              <w:rPr>
                <w:kern w:val="18"/>
              </w:rPr>
            </w:pPr>
            <w:r w:rsidRPr="00D5227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9144E7C" w14:textId="77777777" w:rsidR="009713FD" w:rsidRPr="00D5227F" w:rsidRDefault="009713FD" w:rsidP="001A0DBC">
            <w:pPr>
              <w:pStyle w:val="tablehead"/>
              <w:rPr>
                <w:kern w:val="18"/>
              </w:rPr>
            </w:pPr>
            <w:r w:rsidRPr="00D5227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B139BBF" w14:textId="77777777" w:rsidR="009713FD" w:rsidRPr="00D5227F" w:rsidRDefault="009713FD" w:rsidP="001A0DBC">
            <w:pPr>
              <w:pStyle w:val="tablehead"/>
              <w:rPr>
                <w:kern w:val="18"/>
              </w:rPr>
            </w:pPr>
            <w:r w:rsidRPr="00D5227F">
              <w:rPr>
                <w:kern w:val="18"/>
              </w:rPr>
              <w:t>PERSONAL INJURY PROTECTION</w:t>
            </w:r>
          </w:p>
        </w:tc>
      </w:tr>
      <w:tr w:rsidR="009713FD" w:rsidRPr="00D5227F" w14:paraId="3888C3B9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811A434" w14:textId="77777777" w:rsidR="009713FD" w:rsidRPr="00D5227F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7D54C96" w14:textId="77777777" w:rsidR="009713FD" w:rsidRPr="00D5227F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CE7ED56" w14:textId="77777777" w:rsidR="009713FD" w:rsidRPr="00D5227F" w:rsidRDefault="009713FD" w:rsidP="001A0DBC">
            <w:pPr>
              <w:pStyle w:val="tablehead"/>
              <w:rPr>
                <w:kern w:val="18"/>
              </w:rPr>
            </w:pPr>
          </w:p>
        </w:tc>
      </w:tr>
      <w:tr w:rsidR="009713FD" w:rsidRPr="00D5227F" w14:paraId="435F6B70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1C974FC" w14:textId="77777777" w:rsidR="009713FD" w:rsidRPr="00D5227F" w:rsidRDefault="009713FD" w:rsidP="001A0DBC">
            <w:pPr>
              <w:pStyle w:val="tablehead"/>
              <w:rPr>
                <w:kern w:val="18"/>
              </w:rPr>
            </w:pPr>
            <w:r w:rsidRPr="00D5227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899CD26" w14:textId="77777777" w:rsidR="009713FD" w:rsidRPr="00D5227F" w:rsidRDefault="009713FD" w:rsidP="001A0DBC">
            <w:pPr>
              <w:pStyle w:val="tablehead"/>
              <w:rPr>
                <w:kern w:val="18"/>
              </w:rPr>
            </w:pPr>
            <w:r w:rsidRPr="00D5227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F601056" w14:textId="77777777" w:rsidR="009713FD" w:rsidRPr="00D5227F" w:rsidRDefault="009713FD" w:rsidP="001A0DBC">
            <w:pPr>
              <w:pStyle w:val="tablehead"/>
              <w:rPr>
                <w:kern w:val="18"/>
              </w:rPr>
            </w:pPr>
            <w:r w:rsidRPr="00D5227F">
              <w:rPr>
                <w:kern w:val="18"/>
              </w:rPr>
              <w:t>Basic Limits</w:t>
            </w:r>
          </w:p>
        </w:tc>
      </w:tr>
      <w:tr w:rsidR="009713FD" w:rsidRPr="00D5227F" w14:paraId="092E1A75" w14:textId="77777777" w:rsidTr="001A0DBC">
        <w:trPr>
          <w:cantSplit/>
        </w:trPr>
        <w:tc>
          <w:tcPr>
            <w:tcW w:w="9360" w:type="dxa"/>
            <w:gridSpan w:val="7"/>
          </w:tcPr>
          <w:p w14:paraId="3EA98A5E" w14:textId="77777777" w:rsidR="009713FD" w:rsidRPr="00D5227F" w:rsidRDefault="009713FD" w:rsidP="001A0DBC">
            <w:pPr>
              <w:pStyle w:val="tabletext11"/>
              <w:rPr>
                <w:b/>
                <w:kern w:val="18"/>
              </w:rPr>
            </w:pPr>
            <w:r w:rsidRPr="00D5227F">
              <w:rPr>
                <w:b/>
                <w:kern w:val="18"/>
              </w:rPr>
              <w:t>RULE 223. TRUCKS, TRACTORS AND TRAILERS CLASSIFICATIONS</w:t>
            </w:r>
          </w:p>
        </w:tc>
      </w:tr>
      <w:tr w:rsidR="009713FD" w:rsidRPr="00D5227F" w14:paraId="488A2B68" w14:textId="77777777" w:rsidTr="001A0DBC">
        <w:trPr>
          <w:cantSplit/>
        </w:trPr>
        <w:tc>
          <w:tcPr>
            <w:tcW w:w="3120" w:type="dxa"/>
            <w:gridSpan w:val="3"/>
          </w:tcPr>
          <w:p w14:paraId="48B9B9F8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478</w:t>
            </w:r>
          </w:p>
        </w:tc>
        <w:tc>
          <w:tcPr>
            <w:tcW w:w="3120" w:type="dxa"/>
          </w:tcPr>
          <w:p w14:paraId="1820332B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657A475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4CD9F3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51F0A8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D5227F" w14:paraId="3827FBB1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B00E78" w14:textId="77777777" w:rsidR="009713FD" w:rsidRPr="00D5227F" w:rsidRDefault="009713FD" w:rsidP="001A0DBC">
            <w:pPr>
              <w:pStyle w:val="tabletext11"/>
              <w:rPr>
                <w:b/>
                <w:kern w:val="18"/>
              </w:rPr>
            </w:pPr>
            <w:r w:rsidRPr="00D5227F">
              <w:rPr>
                <w:b/>
                <w:kern w:val="18"/>
              </w:rPr>
              <w:t>RULE 232. PRIVATE PASSENGER TYPES CLASSIFICATIONS</w:t>
            </w:r>
          </w:p>
        </w:tc>
      </w:tr>
      <w:tr w:rsidR="009713FD" w:rsidRPr="00D5227F" w14:paraId="36DDB802" w14:textId="77777777" w:rsidTr="001A0DBC">
        <w:trPr>
          <w:cantSplit/>
        </w:trPr>
        <w:tc>
          <w:tcPr>
            <w:tcW w:w="3120" w:type="dxa"/>
            <w:gridSpan w:val="3"/>
          </w:tcPr>
          <w:p w14:paraId="70EF96EE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433</w:t>
            </w:r>
          </w:p>
        </w:tc>
        <w:tc>
          <w:tcPr>
            <w:tcW w:w="3120" w:type="dxa"/>
          </w:tcPr>
          <w:p w14:paraId="327E1C4D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2B1088EB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617C22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E3F93F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D5227F" w14:paraId="6FEDCD2C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2E9018F" w14:textId="77777777" w:rsidR="009713FD" w:rsidRPr="00D5227F" w:rsidRDefault="009713FD" w:rsidP="001A0DBC">
            <w:pPr>
              <w:pStyle w:val="tabletext11"/>
              <w:rPr>
                <w:b/>
                <w:kern w:val="18"/>
              </w:rPr>
            </w:pPr>
            <w:r w:rsidRPr="00D5227F">
              <w:rPr>
                <w:b/>
                <w:kern w:val="18"/>
              </w:rPr>
              <w:t>RULE 240. PUBLIC AUTO CLASSIFICATIONS –</w:t>
            </w:r>
          </w:p>
        </w:tc>
      </w:tr>
      <w:tr w:rsidR="009713FD" w:rsidRPr="00D5227F" w14:paraId="4749D47D" w14:textId="77777777" w:rsidTr="001A0DBC">
        <w:trPr>
          <w:cantSplit/>
        </w:trPr>
        <w:tc>
          <w:tcPr>
            <w:tcW w:w="540" w:type="dxa"/>
            <w:gridSpan w:val="2"/>
          </w:tcPr>
          <w:p w14:paraId="10E50580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10C45C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b/>
                <w:kern w:val="18"/>
              </w:rPr>
              <w:t>– TAXICABS AND LIMOUSINES</w:t>
            </w:r>
          </w:p>
        </w:tc>
      </w:tr>
      <w:tr w:rsidR="009713FD" w:rsidRPr="00D5227F" w14:paraId="10BEC38A" w14:textId="77777777" w:rsidTr="001A0DBC">
        <w:trPr>
          <w:cantSplit/>
        </w:trPr>
        <w:tc>
          <w:tcPr>
            <w:tcW w:w="3120" w:type="dxa"/>
            <w:gridSpan w:val="3"/>
          </w:tcPr>
          <w:p w14:paraId="76699BCB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1922</w:t>
            </w:r>
          </w:p>
        </w:tc>
        <w:tc>
          <w:tcPr>
            <w:tcW w:w="3120" w:type="dxa"/>
          </w:tcPr>
          <w:p w14:paraId="4C8AB986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 80</w:t>
            </w:r>
          </w:p>
        </w:tc>
        <w:tc>
          <w:tcPr>
            <w:tcW w:w="1040" w:type="dxa"/>
          </w:tcPr>
          <w:p w14:paraId="00FC3069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D9E0BE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8FC67E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D5227F" w14:paraId="2A3B03B8" w14:textId="77777777" w:rsidTr="001A0DBC">
        <w:trPr>
          <w:cantSplit/>
        </w:trPr>
        <w:tc>
          <w:tcPr>
            <w:tcW w:w="540" w:type="dxa"/>
            <w:gridSpan w:val="2"/>
          </w:tcPr>
          <w:p w14:paraId="0160510A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711A02E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b/>
                <w:kern w:val="18"/>
              </w:rPr>
              <w:t>– SCHOOL AND CHURCH BUSES</w:t>
            </w:r>
          </w:p>
        </w:tc>
      </w:tr>
      <w:tr w:rsidR="009713FD" w:rsidRPr="00D5227F" w14:paraId="58F89D4F" w14:textId="77777777" w:rsidTr="001A0DBC">
        <w:trPr>
          <w:cantSplit/>
        </w:trPr>
        <w:tc>
          <w:tcPr>
            <w:tcW w:w="3120" w:type="dxa"/>
            <w:gridSpan w:val="3"/>
          </w:tcPr>
          <w:p w14:paraId="350A6437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182</w:t>
            </w:r>
          </w:p>
        </w:tc>
        <w:tc>
          <w:tcPr>
            <w:tcW w:w="3120" w:type="dxa"/>
          </w:tcPr>
          <w:p w14:paraId="6AB35890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D596A32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4BF0DB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63E296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D5227F" w14:paraId="05BE0E2E" w14:textId="77777777" w:rsidTr="001A0DBC">
        <w:trPr>
          <w:cantSplit/>
        </w:trPr>
        <w:tc>
          <w:tcPr>
            <w:tcW w:w="540" w:type="dxa"/>
            <w:gridSpan w:val="2"/>
          </w:tcPr>
          <w:p w14:paraId="54B7D39D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3E07CD" w14:textId="77777777" w:rsidR="009713FD" w:rsidRPr="00D5227F" w:rsidRDefault="009713FD" w:rsidP="001A0DBC">
            <w:pPr>
              <w:pStyle w:val="tabletext11"/>
              <w:rPr>
                <w:b/>
                <w:kern w:val="18"/>
              </w:rPr>
            </w:pPr>
            <w:r w:rsidRPr="00D5227F">
              <w:rPr>
                <w:b/>
                <w:kern w:val="18"/>
              </w:rPr>
              <w:t>– OTHER BUSES</w:t>
            </w:r>
          </w:p>
        </w:tc>
      </w:tr>
      <w:tr w:rsidR="009713FD" w:rsidRPr="00D5227F" w14:paraId="0F6545DC" w14:textId="77777777" w:rsidTr="001A0DBC">
        <w:trPr>
          <w:cantSplit/>
        </w:trPr>
        <w:tc>
          <w:tcPr>
            <w:tcW w:w="3120" w:type="dxa"/>
            <w:gridSpan w:val="3"/>
          </w:tcPr>
          <w:p w14:paraId="6732B1DB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1510</w:t>
            </w:r>
          </w:p>
        </w:tc>
        <w:tc>
          <w:tcPr>
            <w:tcW w:w="3120" w:type="dxa"/>
          </w:tcPr>
          <w:p w14:paraId="1EDE12C6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 35</w:t>
            </w:r>
          </w:p>
        </w:tc>
        <w:tc>
          <w:tcPr>
            <w:tcW w:w="1040" w:type="dxa"/>
          </w:tcPr>
          <w:p w14:paraId="48830534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6B7C79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930CF7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D5227F" w14:paraId="205ACCB5" w14:textId="77777777" w:rsidTr="001A0DBC">
        <w:trPr>
          <w:cantSplit/>
        </w:trPr>
        <w:tc>
          <w:tcPr>
            <w:tcW w:w="540" w:type="dxa"/>
            <w:gridSpan w:val="2"/>
          </w:tcPr>
          <w:p w14:paraId="3B35D281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AD96094" w14:textId="77777777" w:rsidR="009713FD" w:rsidRPr="00D5227F" w:rsidRDefault="009713FD" w:rsidP="001A0DBC">
            <w:pPr>
              <w:pStyle w:val="tabletext11"/>
              <w:rPr>
                <w:b/>
                <w:kern w:val="18"/>
              </w:rPr>
            </w:pPr>
            <w:r w:rsidRPr="00D5227F">
              <w:rPr>
                <w:b/>
                <w:kern w:val="18"/>
              </w:rPr>
              <w:t>– VAN POOLS</w:t>
            </w:r>
          </w:p>
        </w:tc>
      </w:tr>
      <w:tr w:rsidR="009713FD" w:rsidRPr="00D5227F" w14:paraId="6E4F1EEE" w14:textId="77777777" w:rsidTr="001A0DBC">
        <w:trPr>
          <w:cantSplit/>
        </w:trPr>
        <w:tc>
          <w:tcPr>
            <w:tcW w:w="3120" w:type="dxa"/>
            <w:gridSpan w:val="3"/>
          </w:tcPr>
          <w:p w14:paraId="566C0568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454</w:t>
            </w:r>
          </w:p>
        </w:tc>
        <w:tc>
          <w:tcPr>
            <w:tcW w:w="3120" w:type="dxa"/>
          </w:tcPr>
          <w:p w14:paraId="091855D4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05A160D7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0CBBC6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8C6016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D5227F" w14:paraId="1A3DF390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C6282B9" w14:textId="77777777" w:rsidR="009713FD" w:rsidRPr="00D5227F" w:rsidRDefault="009713FD" w:rsidP="001A0DBC">
            <w:pPr>
              <w:pStyle w:val="tabletext11"/>
              <w:rPr>
                <w:b/>
                <w:kern w:val="18"/>
              </w:rPr>
            </w:pPr>
            <w:r w:rsidRPr="00D5227F">
              <w:rPr>
                <w:b/>
                <w:kern w:val="18"/>
              </w:rPr>
              <w:t>RULE 249. AUTO DEALERS – PREMIUM DEVELOPMENT</w:t>
            </w:r>
          </w:p>
        </w:tc>
      </w:tr>
      <w:tr w:rsidR="009713FD" w:rsidRPr="00D5227F" w14:paraId="71C1E0B6" w14:textId="77777777" w:rsidTr="001A0DBC">
        <w:trPr>
          <w:cantSplit/>
        </w:trPr>
        <w:tc>
          <w:tcPr>
            <w:tcW w:w="3120" w:type="dxa"/>
            <w:gridSpan w:val="3"/>
          </w:tcPr>
          <w:p w14:paraId="55B594A2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$   341</w:t>
            </w:r>
          </w:p>
        </w:tc>
        <w:tc>
          <w:tcPr>
            <w:tcW w:w="3120" w:type="dxa"/>
          </w:tcPr>
          <w:p w14:paraId="3213E2F8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 xml:space="preserve">Refer to Rule </w:t>
            </w:r>
            <w:r w:rsidRPr="00D5227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FF70EF3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05455D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D522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42C664" w14:textId="77777777" w:rsidR="009713FD" w:rsidRPr="00D5227F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D5227F" w14:paraId="06ABEA0F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D6A605" w14:textId="77777777" w:rsidR="009713FD" w:rsidRPr="00D5227F" w:rsidRDefault="009713FD" w:rsidP="001A0DBC">
            <w:pPr>
              <w:pStyle w:val="tabletext11"/>
              <w:rPr>
                <w:b/>
                <w:kern w:val="18"/>
              </w:rPr>
            </w:pPr>
          </w:p>
        </w:tc>
      </w:tr>
      <w:tr w:rsidR="009713FD" w:rsidRPr="00D5227F" w14:paraId="7D86085E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0C3EE591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F9B448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kern w:val="18"/>
              </w:rPr>
              <w:t xml:space="preserve">For Other Than Zone-rated Trucks, Tractors and Trailers Classifications, refer to Rule </w:t>
            </w:r>
            <w:r w:rsidRPr="00D5227F">
              <w:rPr>
                <w:b/>
                <w:kern w:val="18"/>
              </w:rPr>
              <w:t>222.</w:t>
            </w:r>
            <w:r w:rsidRPr="00D5227F">
              <w:rPr>
                <w:kern w:val="18"/>
              </w:rPr>
              <w:t xml:space="preserve"> for premium development.</w:t>
            </w:r>
          </w:p>
        </w:tc>
      </w:tr>
      <w:tr w:rsidR="009713FD" w:rsidRPr="00D5227F" w14:paraId="1BB80C78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19FBF2AA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99289D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kern w:val="18"/>
              </w:rPr>
              <w:t xml:space="preserve">For Private Passenger Types Classifications, refer to Rule </w:t>
            </w:r>
            <w:r w:rsidRPr="00D5227F">
              <w:rPr>
                <w:b/>
                <w:kern w:val="18"/>
              </w:rPr>
              <w:t>232.</w:t>
            </w:r>
            <w:r w:rsidRPr="00D5227F">
              <w:rPr>
                <w:kern w:val="18"/>
              </w:rPr>
              <w:t xml:space="preserve"> for premium development.</w:t>
            </w:r>
          </w:p>
        </w:tc>
      </w:tr>
      <w:tr w:rsidR="009713FD" w:rsidRPr="00D5227F" w14:paraId="7A796C38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7EC30DC3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F3FE8F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kern w:val="18"/>
              </w:rPr>
              <w:t xml:space="preserve">For Other Than Zone-rated Public Autos, refer to Rule </w:t>
            </w:r>
            <w:r w:rsidRPr="00D5227F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  <w:r w:rsidRPr="00D5227F">
              <w:rPr>
                <w:rStyle w:val="rulelink"/>
              </w:rPr>
              <w:t xml:space="preserve"> </w:t>
            </w:r>
          </w:p>
        </w:tc>
      </w:tr>
      <w:tr w:rsidR="009713FD" w:rsidRPr="00D5227F" w14:paraId="414A3573" w14:textId="77777777" w:rsidTr="001A0DBC">
        <w:trPr>
          <w:cantSplit/>
        </w:trPr>
        <w:tc>
          <w:tcPr>
            <w:tcW w:w="220" w:type="dxa"/>
          </w:tcPr>
          <w:p w14:paraId="1F3989FF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D6FB39B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kern w:val="18"/>
              </w:rPr>
              <w:t xml:space="preserve">For liability increased limits factors, refer to Rule </w:t>
            </w:r>
            <w:r w:rsidRPr="00D5227F">
              <w:rPr>
                <w:rStyle w:val="rulelink"/>
              </w:rPr>
              <w:t>300.</w:t>
            </w:r>
          </w:p>
        </w:tc>
      </w:tr>
      <w:tr w:rsidR="009713FD" w:rsidRPr="00D5227F" w14:paraId="0C563E4C" w14:textId="77777777" w:rsidTr="001A0DB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6F1453B" w14:textId="77777777" w:rsidR="009713FD" w:rsidRPr="00D5227F" w:rsidRDefault="009713FD" w:rsidP="001A0DBC">
            <w:pPr>
              <w:pStyle w:val="tabletext11"/>
              <w:jc w:val="both"/>
              <w:rPr>
                <w:kern w:val="18"/>
              </w:rPr>
            </w:pPr>
            <w:r w:rsidRPr="00D522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0F9DB14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  <w:r w:rsidRPr="00D5227F">
              <w:rPr>
                <w:kern w:val="18"/>
              </w:rPr>
              <w:t xml:space="preserve">Other Than Auto losses for </w:t>
            </w:r>
            <w:r w:rsidRPr="00D5227F">
              <w:t>Auto Dealers</w:t>
            </w:r>
            <w:r w:rsidRPr="00D5227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5227F">
              <w:rPr>
                <w:rStyle w:val="rulelink"/>
              </w:rPr>
              <w:t>249.</w:t>
            </w:r>
          </w:p>
        </w:tc>
      </w:tr>
      <w:tr w:rsidR="009713FD" w:rsidRPr="00D5227F" w14:paraId="78D5C72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A0ADA5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327596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22BF77CF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46A7FE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A7A059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6F81E7B8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64153F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8FCB94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0E62AE4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A380D1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91BF3F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353821A7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C3A955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442B26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17D0607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6FDD22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83368B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72F42FD2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128E20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E33EFC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42AC463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DB892C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2A1675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584E868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0DAEC6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F6CE21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1F5DFAF0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8CC2C3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189020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309FDDE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707E75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B05454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0DC71C8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0FBF88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33801F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5F8DC2A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9F1515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F88186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70642545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724E3F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30BA34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329345E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F6B3BD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A3440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05F943E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EC9F48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A75F21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40D7A823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AE3F92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C9914B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03866467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5A21E7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D376EF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626914C8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C67206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112945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1817363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4F18E4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7AD3AC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3BCC09F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88AA4F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A84F9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03B04C2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A81E55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A05A2D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D5227F" w14:paraId="5DE453CF" w14:textId="77777777" w:rsidTr="001A0DB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D65A1C0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EFAFDB8" w14:textId="77777777" w:rsidR="009713FD" w:rsidRPr="00D5227F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511BF1B0" w14:textId="6E71EC56" w:rsidR="00E11D70" w:rsidRDefault="00E11D70">
      <w:bookmarkStart w:id="1" w:name="EndDoc"/>
      <w:bookmarkEnd w:id="1"/>
    </w:p>
    <w:p w14:paraId="23847FFA" w14:textId="2D2E607B" w:rsidR="009713FD" w:rsidRDefault="009713FD" w:rsidP="009713FD">
      <w:pPr>
        <w:pStyle w:val="isonormal"/>
        <w:jc w:val="left"/>
      </w:pPr>
    </w:p>
    <w:p w14:paraId="766C51FD" w14:textId="1806347F" w:rsidR="009713FD" w:rsidRPr="00E1676E" w:rsidRDefault="006909C9" w:rsidP="009713FD">
      <w:pPr>
        <w:pStyle w:val="subcap"/>
      </w:pPr>
      <w:r>
        <w:br w:type="page"/>
      </w:r>
      <w:r w:rsidR="009713FD" w:rsidRPr="00E1676E">
        <w:lastRenderedPageBreak/>
        <w:t>TERRITORY 106</w:t>
      </w:r>
    </w:p>
    <w:p w14:paraId="34925C35" w14:textId="77777777" w:rsidR="009713FD" w:rsidRPr="00E1676E" w:rsidRDefault="009713FD" w:rsidP="009713FD">
      <w:pPr>
        <w:pStyle w:val="subcap2"/>
      </w:pPr>
      <w:r w:rsidRPr="00E1676E">
        <w:t>LIAB, MED PAY</w:t>
      </w:r>
    </w:p>
    <w:p w14:paraId="6DE83C7C" w14:textId="77777777" w:rsidR="009713FD" w:rsidRPr="00E1676E" w:rsidRDefault="009713FD" w:rsidP="009713FD">
      <w:pPr>
        <w:pStyle w:val="isonormal"/>
      </w:pPr>
    </w:p>
    <w:p w14:paraId="01655C15" w14:textId="77777777" w:rsidR="009713FD" w:rsidRPr="00E1676E" w:rsidRDefault="009713FD" w:rsidP="009713FD">
      <w:pPr>
        <w:pStyle w:val="isonormal"/>
        <w:sectPr w:rsidR="009713FD" w:rsidRPr="00E1676E" w:rsidSect="009713FD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713FD" w:rsidRPr="00E1676E" w14:paraId="15314415" w14:textId="77777777" w:rsidTr="001A0DB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88A4EFF" w14:textId="77777777" w:rsidR="009713FD" w:rsidRPr="00E1676E" w:rsidRDefault="009713FD" w:rsidP="001A0DBC">
            <w:pPr>
              <w:pStyle w:val="tablehead"/>
              <w:rPr>
                <w:kern w:val="18"/>
              </w:rPr>
            </w:pPr>
            <w:r w:rsidRPr="00E1676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D055D69" w14:textId="77777777" w:rsidR="009713FD" w:rsidRPr="00E1676E" w:rsidRDefault="009713FD" w:rsidP="001A0DBC">
            <w:pPr>
              <w:pStyle w:val="tablehead"/>
              <w:rPr>
                <w:kern w:val="18"/>
              </w:rPr>
            </w:pPr>
            <w:r w:rsidRPr="00E1676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1DD6325" w14:textId="77777777" w:rsidR="009713FD" w:rsidRPr="00E1676E" w:rsidRDefault="009713FD" w:rsidP="001A0DBC">
            <w:pPr>
              <w:pStyle w:val="tablehead"/>
              <w:rPr>
                <w:kern w:val="18"/>
              </w:rPr>
            </w:pPr>
            <w:r w:rsidRPr="00E1676E">
              <w:rPr>
                <w:kern w:val="18"/>
              </w:rPr>
              <w:t>PERSONAL INJURY PROTECTION</w:t>
            </w:r>
          </w:p>
        </w:tc>
      </w:tr>
      <w:tr w:rsidR="009713FD" w:rsidRPr="00E1676E" w14:paraId="59D1E14B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E0D919A" w14:textId="77777777" w:rsidR="009713FD" w:rsidRPr="00E1676E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9978EB9" w14:textId="77777777" w:rsidR="009713FD" w:rsidRPr="00E1676E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64B1784" w14:textId="77777777" w:rsidR="009713FD" w:rsidRPr="00E1676E" w:rsidRDefault="009713FD" w:rsidP="001A0DBC">
            <w:pPr>
              <w:pStyle w:val="tablehead"/>
              <w:rPr>
                <w:kern w:val="18"/>
              </w:rPr>
            </w:pPr>
          </w:p>
        </w:tc>
      </w:tr>
      <w:tr w:rsidR="009713FD" w:rsidRPr="00E1676E" w14:paraId="77C49D01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3BCD8E1" w14:textId="77777777" w:rsidR="009713FD" w:rsidRPr="00E1676E" w:rsidRDefault="009713FD" w:rsidP="001A0DBC">
            <w:pPr>
              <w:pStyle w:val="tablehead"/>
              <w:rPr>
                <w:kern w:val="18"/>
              </w:rPr>
            </w:pPr>
            <w:r w:rsidRPr="00E1676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ED91963" w14:textId="77777777" w:rsidR="009713FD" w:rsidRPr="00E1676E" w:rsidRDefault="009713FD" w:rsidP="001A0DBC">
            <w:pPr>
              <w:pStyle w:val="tablehead"/>
              <w:rPr>
                <w:kern w:val="18"/>
              </w:rPr>
            </w:pPr>
            <w:r w:rsidRPr="00E1676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9AFC926" w14:textId="77777777" w:rsidR="009713FD" w:rsidRPr="00E1676E" w:rsidRDefault="009713FD" w:rsidP="001A0DBC">
            <w:pPr>
              <w:pStyle w:val="tablehead"/>
              <w:rPr>
                <w:kern w:val="18"/>
              </w:rPr>
            </w:pPr>
            <w:r w:rsidRPr="00E1676E">
              <w:rPr>
                <w:kern w:val="18"/>
              </w:rPr>
              <w:t>Basic Limits</w:t>
            </w:r>
          </w:p>
        </w:tc>
      </w:tr>
      <w:tr w:rsidR="009713FD" w:rsidRPr="00E1676E" w14:paraId="35712F76" w14:textId="77777777" w:rsidTr="001A0DBC">
        <w:trPr>
          <w:cantSplit/>
        </w:trPr>
        <w:tc>
          <w:tcPr>
            <w:tcW w:w="9360" w:type="dxa"/>
            <w:gridSpan w:val="7"/>
          </w:tcPr>
          <w:p w14:paraId="4CC82646" w14:textId="77777777" w:rsidR="009713FD" w:rsidRPr="00E1676E" w:rsidRDefault="009713FD" w:rsidP="001A0DBC">
            <w:pPr>
              <w:pStyle w:val="tabletext11"/>
              <w:rPr>
                <w:b/>
                <w:kern w:val="18"/>
              </w:rPr>
            </w:pPr>
            <w:r w:rsidRPr="00E1676E">
              <w:rPr>
                <w:b/>
                <w:kern w:val="18"/>
              </w:rPr>
              <w:t>RULE 223. TRUCKS, TRACTORS AND TRAILERS CLASSIFICATIONS</w:t>
            </w:r>
          </w:p>
        </w:tc>
      </w:tr>
      <w:tr w:rsidR="009713FD" w:rsidRPr="00E1676E" w14:paraId="0E09B0DD" w14:textId="77777777" w:rsidTr="001A0DBC">
        <w:trPr>
          <w:cantSplit/>
        </w:trPr>
        <w:tc>
          <w:tcPr>
            <w:tcW w:w="3120" w:type="dxa"/>
            <w:gridSpan w:val="3"/>
          </w:tcPr>
          <w:p w14:paraId="52368826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329</w:t>
            </w:r>
          </w:p>
        </w:tc>
        <w:tc>
          <w:tcPr>
            <w:tcW w:w="3120" w:type="dxa"/>
          </w:tcPr>
          <w:p w14:paraId="1112022F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AEA7985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44E937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B3AD3C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E1676E" w14:paraId="4648D187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D2CE80" w14:textId="77777777" w:rsidR="009713FD" w:rsidRPr="00E1676E" w:rsidRDefault="009713FD" w:rsidP="001A0DBC">
            <w:pPr>
              <w:pStyle w:val="tabletext11"/>
              <w:rPr>
                <w:b/>
                <w:kern w:val="18"/>
              </w:rPr>
            </w:pPr>
            <w:r w:rsidRPr="00E1676E">
              <w:rPr>
                <w:b/>
                <w:kern w:val="18"/>
              </w:rPr>
              <w:t>RULE 232. PRIVATE PASSENGER TYPES CLASSIFICATIONS</w:t>
            </w:r>
          </w:p>
        </w:tc>
      </w:tr>
      <w:tr w:rsidR="009713FD" w:rsidRPr="00E1676E" w14:paraId="6486B4BC" w14:textId="77777777" w:rsidTr="001A0DBC">
        <w:trPr>
          <w:cantSplit/>
        </w:trPr>
        <w:tc>
          <w:tcPr>
            <w:tcW w:w="3120" w:type="dxa"/>
            <w:gridSpan w:val="3"/>
          </w:tcPr>
          <w:p w14:paraId="729AF764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431</w:t>
            </w:r>
          </w:p>
        </w:tc>
        <w:tc>
          <w:tcPr>
            <w:tcW w:w="3120" w:type="dxa"/>
          </w:tcPr>
          <w:p w14:paraId="3E119EE1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4508F8C7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3CB85F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79D254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E1676E" w14:paraId="3D760786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D0706F" w14:textId="77777777" w:rsidR="009713FD" w:rsidRPr="00E1676E" w:rsidRDefault="009713FD" w:rsidP="001A0DBC">
            <w:pPr>
              <w:pStyle w:val="tabletext11"/>
              <w:rPr>
                <w:b/>
                <w:kern w:val="18"/>
              </w:rPr>
            </w:pPr>
            <w:r w:rsidRPr="00E1676E">
              <w:rPr>
                <w:b/>
                <w:kern w:val="18"/>
              </w:rPr>
              <w:t>RULE 240. PUBLIC AUTO CLASSIFICATIONS –</w:t>
            </w:r>
          </w:p>
        </w:tc>
      </w:tr>
      <w:tr w:rsidR="009713FD" w:rsidRPr="00E1676E" w14:paraId="6DD5B544" w14:textId="77777777" w:rsidTr="001A0DBC">
        <w:trPr>
          <w:cantSplit/>
        </w:trPr>
        <w:tc>
          <w:tcPr>
            <w:tcW w:w="540" w:type="dxa"/>
            <w:gridSpan w:val="2"/>
          </w:tcPr>
          <w:p w14:paraId="740B782B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0DF750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b/>
                <w:kern w:val="18"/>
              </w:rPr>
              <w:t>– TAXICABS AND LIMOUSINES</w:t>
            </w:r>
          </w:p>
        </w:tc>
      </w:tr>
      <w:tr w:rsidR="009713FD" w:rsidRPr="00E1676E" w14:paraId="67160EA2" w14:textId="77777777" w:rsidTr="001A0DBC">
        <w:trPr>
          <w:cantSplit/>
        </w:trPr>
        <w:tc>
          <w:tcPr>
            <w:tcW w:w="3120" w:type="dxa"/>
            <w:gridSpan w:val="3"/>
          </w:tcPr>
          <w:p w14:paraId="3A97DFA0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1323</w:t>
            </w:r>
          </w:p>
        </w:tc>
        <w:tc>
          <w:tcPr>
            <w:tcW w:w="3120" w:type="dxa"/>
          </w:tcPr>
          <w:p w14:paraId="6F6AC295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6DB7B694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E42DB3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B9EF17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E1676E" w14:paraId="574FAAC4" w14:textId="77777777" w:rsidTr="001A0DBC">
        <w:trPr>
          <w:cantSplit/>
        </w:trPr>
        <w:tc>
          <w:tcPr>
            <w:tcW w:w="540" w:type="dxa"/>
            <w:gridSpan w:val="2"/>
          </w:tcPr>
          <w:p w14:paraId="543C4F6A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BF8B4C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b/>
                <w:kern w:val="18"/>
              </w:rPr>
              <w:t>– SCHOOL AND CHURCH BUSES</w:t>
            </w:r>
          </w:p>
        </w:tc>
      </w:tr>
      <w:tr w:rsidR="009713FD" w:rsidRPr="00E1676E" w14:paraId="1057D21B" w14:textId="77777777" w:rsidTr="001A0DBC">
        <w:trPr>
          <w:cantSplit/>
        </w:trPr>
        <w:tc>
          <w:tcPr>
            <w:tcW w:w="3120" w:type="dxa"/>
            <w:gridSpan w:val="3"/>
          </w:tcPr>
          <w:p w14:paraId="2656F7F9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125</w:t>
            </w:r>
          </w:p>
        </w:tc>
        <w:tc>
          <w:tcPr>
            <w:tcW w:w="3120" w:type="dxa"/>
          </w:tcPr>
          <w:p w14:paraId="7173CBF8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264D1FF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D8E280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76318D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E1676E" w14:paraId="1B529F16" w14:textId="77777777" w:rsidTr="001A0DBC">
        <w:trPr>
          <w:cantSplit/>
        </w:trPr>
        <w:tc>
          <w:tcPr>
            <w:tcW w:w="540" w:type="dxa"/>
            <w:gridSpan w:val="2"/>
          </w:tcPr>
          <w:p w14:paraId="14240E28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3FDEC9" w14:textId="77777777" w:rsidR="009713FD" w:rsidRPr="00E1676E" w:rsidRDefault="009713FD" w:rsidP="001A0DBC">
            <w:pPr>
              <w:pStyle w:val="tabletext11"/>
              <w:rPr>
                <w:b/>
                <w:kern w:val="18"/>
              </w:rPr>
            </w:pPr>
            <w:r w:rsidRPr="00E1676E">
              <w:rPr>
                <w:b/>
                <w:kern w:val="18"/>
              </w:rPr>
              <w:t>– OTHER BUSES</w:t>
            </w:r>
          </w:p>
        </w:tc>
      </w:tr>
      <w:tr w:rsidR="009713FD" w:rsidRPr="00E1676E" w14:paraId="41818C32" w14:textId="77777777" w:rsidTr="001A0DBC">
        <w:trPr>
          <w:cantSplit/>
        </w:trPr>
        <w:tc>
          <w:tcPr>
            <w:tcW w:w="3120" w:type="dxa"/>
            <w:gridSpan w:val="3"/>
          </w:tcPr>
          <w:p w14:paraId="4BADCF35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1040</w:t>
            </w:r>
          </w:p>
        </w:tc>
        <w:tc>
          <w:tcPr>
            <w:tcW w:w="3120" w:type="dxa"/>
          </w:tcPr>
          <w:p w14:paraId="65F2F147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341F2682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150A6A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3D5F66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E1676E" w14:paraId="73CFEB85" w14:textId="77777777" w:rsidTr="001A0DBC">
        <w:trPr>
          <w:cantSplit/>
        </w:trPr>
        <w:tc>
          <w:tcPr>
            <w:tcW w:w="540" w:type="dxa"/>
            <w:gridSpan w:val="2"/>
          </w:tcPr>
          <w:p w14:paraId="21EC2039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9CFE2D" w14:textId="77777777" w:rsidR="009713FD" w:rsidRPr="00E1676E" w:rsidRDefault="009713FD" w:rsidP="001A0DBC">
            <w:pPr>
              <w:pStyle w:val="tabletext11"/>
              <w:rPr>
                <w:b/>
                <w:kern w:val="18"/>
              </w:rPr>
            </w:pPr>
            <w:r w:rsidRPr="00E1676E">
              <w:rPr>
                <w:b/>
                <w:kern w:val="18"/>
              </w:rPr>
              <w:t>– VAN POOLS</w:t>
            </w:r>
          </w:p>
        </w:tc>
      </w:tr>
      <w:tr w:rsidR="009713FD" w:rsidRPr="00E1676E" w14:paraId="720B70B3" w14:textId="77777777" w:rsidTr="001A0DBC">
        <w:trPr>
          <w:cantSplit/>
        </w:trPr>
        <w:tc>
          <w:tcPr>
            <w:tcW w:w="3120" w:type="dxa"/>
            <w:gridSpan w:val="3"/>
          </w:tcPr>
          <w:p w14:paraId="0A8B522B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313</w:t>
            </w:r>
          </w:p>
        </w:tc>
        <w:tc>
          <w:tcPr>
            <w:tcW w:w="3120" w:type="dxa"/>
          </w:tcPr>
          <w:p w14:paraId="1DDBF10C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9BB2065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D67DA9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9F945C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E1676E" w14:paraId="6CAA35B3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EF76B8" w14:textId="77777777" w:rsidR="009713FD" w:rsidRPr="00E1676E" w:rsidRDefault="009713FD" w:rsidP="001A0DBC">
            <w:pPr>
              <w:pStyle w:val="tabletext11"/>
              <w:rPr>
                <w:b/>
                <w:kern w:val="18"/>
              </w:rPr>
            </w:pPr>
            <w:r w:rsidRPr="00E1676E">
              <w:rPr>
                <w:b/>
                <w:kern w:val="18"/>
              </w:rPr>
              <w:t>RULE 249. AUTO DEALERS – PREMIUM DEVELOPMENT</w:t>
            </w:r>
          </w:p>
        </w:tc>
      </w:tr>
      <w:tr w:rsidR="009713FD" w:rsidRPr="00E1676E" w14:paraId="549D06D3" w14:textId="77777777" w:rsidTr="001A0DBC">
        <w:trPr>
          <w:cantSplit/>
        </w:trPr>
        <w:tc>
          <w:tcPr>
            <w:tcW w:w="3120" w:type="dxa"/>
            <w:gridSpan w:val="3"/>
          </w:tcPr>
          <w:p w14:paraId="58DB1175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$   222</w:t>
            </w:r>
          </w:p>
        </w:tc>
        <w:tc>
          <w:tcPr>
            <w:tcW w:w="3120" w:type="dxa"/>
          </w:tcPr>
          <w:p w14:paraId="6739920A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 xml:space="preserve">Refer to Rule </w:t>
            </w:r>
            <w:r w:rsidRPr="00E1676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6A46FFD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68F509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E1676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8D0F9F" w14:textId="77777777" w:rsidR="009713FD" w:rsidRPr="00E1676E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E1676E" w14:paraId="6C8C8D66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71BB21B" w14:textId="77777777" w:rsidR="009713FD" w:rsidRPr="00E1676E" w:rsidRDefault="009713FD" w:rsidP="001A0DBC">
            <w:pPr>
              <w:pStyle w:val="tabletext11"/>
              <w:rPr>
                <w:b/>
                <w:kern w:val="18"/>
              </w:rPr>
            </w:pPr>
          </w:p>
        </w:tc>
      </w:tr>
      <w:tr w:rsidR="009713FD" w:rsidRPr="00E1676E" w14:paraId="100653C3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671968DB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D87B7D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kern w:val="18"/>
              </w:rPr>
              <w:t xml:space="preserve">For Other Than Zone-rated Trucks, Tractors and Trailers Classifications, refer to Rule </w:t>
            </w:r>
            <w:r w:rsidRPr="00E1676E">
              <w:rPr>
                <w:b/>
                <w:kern w:val="18"/>
              </w:rPr>
              <w:t>222.</w:t>
            </w:r>
            <w:r w:rsidRPr="00E1676E">
              <w:rPr>
                <w:kern w:val="18"/>
              </w:rPr>
              <w:t xml:space="preserve"> for premium development.</w:t>
            </w:r>
          </w:p>
        </w:tc>
      </w:tr>
      <w:tr w:rsidR="009713FD" w:rsidRPr="00E1676E" w14:paraId="77136AD2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5DC82226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D3027D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kern w:val="18"/>
              </w:rPr>
              <w:t xml:space="preserve">For Private Passenger Types Classifications, refer to Rule </w:t>
            </w:r>
            <w:r w:rsidRPr="00E1676E">
              <w:rPr>
                <w:b/>
                <w:kern w:val="18"/>
              </w:rPr>
              <w:t>232.</w:t>
            </w:r>
            <w:r w:rsidRPr="00E1676E">
              <w:rPr>
                <w:kern w:val="18"/>
              </w:rPr>
              <w:t xml:space="preserve"> for premium development.</w:t>
            </w:r>
          </w:p>
        </w:tc>
      </w:tr>
      <w:tr w:rsidR="009713FD" w:rsidRPr="00E1676E" w14:paraId="4EF0D235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3EF5EC55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B783E09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kern w:val="18"/>
              </w:rPr>
              <w:t xml:space="preserve">For Other Than Zone-rated Public Autos, refer to Rule </w:t>
            </w:r>
            <w:r w:rsidRPr="00E1676E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  <w:r w:rsidRPr="00E1676E">
              <w:rPr>
                <w:rStyle w:val="rulelink"/>
              </w:rPr>
              <w:t xml:space="preserve"> </w:t>
            </w:r>
          </w:p>
        </w:tc>
      </w:tr>
      <w:tr w:rsidR="009713FD" w:rsidRPr="00E1676E" w14:paraId="00FC80DC" w14:textId="77777777" w:rsidTr="001A0DBC">
        <w:trPr>
          <w:cantSplit/>
        </w:trPr>
        <w:tc>
          <w:tcPr>
            <w:tcW w:w="220" w:type="dxa"/>
          </w:tcPr>
          <w:p w14:paraId="07BD2DAC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F8DE0F8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kern w:val="18"/>
              </w:rPr>
              <w:t xml:space="preserve">For liability increased limits factors, refer to Rule </w:t>
            </w:r>
            <w:r w:rsidRPr="00E1676E">
              <w:rPr>
                <w:rStyle w:val="rulelink"/>
              </w:rPr>
              <w:t>300.</w:t>
            </w:r>
          </w:p>
        </w:tc>
      </w:tr>
      <w:tr w:rsidR="009713FD" w:rsidRPr="00E1676E" w14:paraId="02824AF8" w14:textId="77777777" w:rsidTr="001A0DB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1E827A6" w14:textId="77777777" w:rsidR="009713FD" w:rsidRPr="00E1676E" w:rsidRDefault="009713FD" w:rsidP="001A0DBC">
            <w:pPr>
              <w:pStyle w:val="tabletext11"/>
              <w:jc w:val="both"/>
              <w:rPr>
                <w:kern w:val="18"/>
              </w:rPr>
            </w:pPr>
            <w:r w:rsidRPr="00E167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2460031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  <w:r w:rsidRPr="00E1676E">
              <w:rPr>
                <w:kern w:val="18"/>
              </w:rPr>
              <w:t xml:space="preserve">Other Than Auto losses for </w:t>
            </w:r>
            <w:r w:rsidRPr="00E1676E">
              <w:t>Auto Dealers</w:t>
            </w:r>
            <w:r w:rsidRPr="00E1676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1676E">
              <w:rPr>
                <w:rStyle w:val="rulelink"/>
              </w:rPr>
              <w:t>249.</w:t>
            </w:r>
          </w:p>
        </w:tc>
      </w:tr>
      <w:tr w:rsidR="009713FD" w:rsidRPr="00E1676E" w14:paraId="7CB4B93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82C69D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0A498F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6B66267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32F4CF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E68417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274CF6E6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DF9C32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77FDB6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0CC54F86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A8AFD8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6EC697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1E6012F3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8871CB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822F5E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0168ADBC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C3BA09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C4C93A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259C393F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DDBBEC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7F102D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12A7B9A8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4CEC21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0BB190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10D9174F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8A1B6D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4B03AF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77E7FC1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5FF728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99A1FB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3183455C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BFCDE3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4A3FEC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3D6C5008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08A162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23E09A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11AC2EB0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4725CF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826D68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2FC1C5B6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87CBBD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9FD52C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18695E3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AB0F5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F378AC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47C21DB6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511876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243996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0266097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FAB05F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4D23E0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33DC92C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86D455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8C8525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49F08AE5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F73721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0AC33B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3F778C1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0D5294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25B403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3B3D7C7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452BC2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ACAB89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2609637F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DD9975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54F360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E1676E" w14:paraId="1CEA0EFD" w14:textId="77777777" w:rsidTr="001A0DB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13ACCC3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7CE3592" w14:textId="77777777" w:rsidR="009713FD" w:rsidRPr="00E1676E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67380D2C" w14:textId="67536845" w:rsidR="009713FD" w:rsidRDefault="009713FD" w:rsidP="009713FD">
      <w:pPr>
        <w:pStyle w:val="isonormal"/>
      </w:pPr>
    </w:p>
    <w:p w14:paraId="05D404F9" w14:textId="31CF7922" w:rsidR="009713FD" w:rsidRDefault="009713FD" w:rsidP="009713FD">
      <w:pPr>
        <w:pStyle w:val="isonormal"/>
        <w:jc w:val="left"/>
      </w:pPr>
    </w:p>
    <w:p w14:paraId="27FCC8C7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AF4E97" w14:textId="77777777" w:rsidR="009713FD" w:rsidRPr="002C54DD" w:rsidRDefault="009713FD" w:rsidP="009713FD">
      <w:pPr>
        <w:pStyle w:val="subcap"/>
      </w:pPr>
      <w:r w:rsidRPr="002C54DD">
        <w:lastRenderedPageBreak/>
        <w:t>TERRITORY 108</w:t>
      </w:r>
    </w:p>
    <w:p w14:paraId="0B66B799" w14:textId="77777777" w:rsidR="009713FD" w:rsidRPr="002C54DD" w:rsidRDefault="009713FD" w:rsidP="009713FD">
      <w:pPr>
        <w:pStyle w:val="subcap2"/>
      </w:pPr>
      <w:r w:rsidRPr="002C54DD">
        <w:t>LIAB, MED PAY</w:t>
      </w:r>
    </w:p>
    <w:p w14:paraId="7E9E19A8" w14:textId="77777777" w:rsidR="009713FD" w:rsidRPr="002C54DD" w:rsidRDefault="009713FD" w:rsidP="009713FD">
      <w:pPr>
        <w:pStyle w:val="isonormal"/>
      </w:pPr>
    </w:p>
    <w:p w14:paraId="124B4143" w14:textId="77777777" w:rsidR="009713FD" w:rsidRPr="002C54DD" w:rsidRDefault="009713FD" w:rsidP="009713FD">
      <w:pPr>
        <w:pStyle w:val="isonormal"/>
        <w:sectPr w:rsidR="009713FD" w:rsidRPr="002C54DD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713FD" w:rsidRPr="002C54DD" w14:paraId="0D5EF609" w14:textId="77777777" w:rsidTr="001A0DB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136B4C" w14:textId="77777777" w:rsidR="009713FD" w:rsidRPr="002C54DD" w:rsidRDefault="009713FD" w:rsidP="001A0DBC">
            <w:pPr>
              <w:pStyle w:val="tablehead"/>
              <w:rPr>
                <w:kern w:val="18"/>
              </w:rPr>
            </w:pPr>
            <w:r w:rsidRPr="002C54D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0083925" w14:textId="77777777" w:rsidR="009713FD" w:rsidRPr="002C54DD" w:rsidRDefault="009713FD" w:rsidP="001A0DBC">
            <w:pPr>
              <w:pStyle w:val="tablehead"/>
              <w:rPr>
                <w:kern w:val="18"/>
              </w:rPr>
            </w:pPr>
            <w:r w:rsidRPr="002C54D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6852812" w14:textId="77777777" w:rsidR="009713FD" w:rsidRPr="002C54DD" w:rsidRDefault="009713FD" w:rsidP="001A0DBC">
            <w:pPr>
              <w:pStyle w:val="tablehead"/>
              <w:rPr>
                <w:kern w:val="18"/>
              </w:rPr>
            </w:pPr>
            <w:r w:rsidRPr="002C54DD">
              <w:rPr>
                <w:kern w:val="18"/>
              </w:rPr>
              <w:t>PERSONAL INJURY PROTECTION</w:t>
            </w:r>
          </w:p>
        </w:tc>
      </w:tr>
      <w:tr w:rsidR="009713FD" w:rsidRPr="002C54DD" w14:paraId="24524073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F11734A" w14:textId="77777777" w:rsidR="009713FD" w:rsidRPr="002C54DD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B80A451" w14:textId="77777777" w:rsidR="009713FD" w:rsidRPr="002C54DD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12C8761" w14:textId="77777777" w:rsidR="009713FD" w:rsidRPr="002C54DD" w:rsidRDefault="009713FD" w:rsidP="001A0DBC">
            <w:pPr>
              <w:pStyle w:val="tablehead"/>
              <w:rPr>
                <w:kern w:val="18"/>
              </w:rPr>
            </w:pPr>
          </w:p>
        </w:tc>
      </w:tr>
      <w:tr w:rsidR="009713FD" w:rsidRPr="002C54DD" w14:paraId="7902767D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7F35B4" w14:textId="77777777" w:rsidR="009713FD" w:rsidRPr="002C54DD" w:rsidRDefault="009713FD" w:rsidP="001A0DBC">
            <w:pPr>
              <w:pStyle w:val="tablehead"/>
              <w:rPr>
                <w:kern w:val="18"/>
              </w:rPr>
            </w:pPr>
            <w:r w:rsidRPr="002C54D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53BE2AA" w14:textId="77777777" w:rsidR="009713FD" w:rsidRPr="002C54DD" w:rsidRDefault="009713FD" w:rsidP="001A0DBC">
            <w:pPr>
              <w:pStyle w:val="tablehead"/>
              <w:rPr>
                <w:kern w:val="18"/>
              </w:rPr>
            </w:pPr>
            <w:r w:rsidRPr="002C54D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57372A8" w14:textId="77777777" w:rsidR="009713FD" w:rsidRPr="002C54DD" w:rsidRDefault="009713FD" w:rsidP="001A0DBC">
            <w:pPr>
              <w:pStyle w:val="tablehead"/>
              <w:rPr>
                <w:kern w:val="18"/>
              </w:rPr>
            </w:pPr>
            <w:r w:rsidRPr="002C54DD">
              <w:rPr>
                <w:kern w:val="18"/>
              </w:rPr>
              <w:t>Basic Limits</w:t>
            </w:r>
          </w:p>
        </w:tc>
      </w:tr>
      <w:tr w:rsidR="009713FD" w:rsidRPr="002C54DD" w14:paraId="0615D4D8" w14:textId="77777777" w:rsidTr="001A0DBC">
        <w:trPr>
          <w:cantSplit/>
        </w:trPr>
        <w:tc>
          <w:tcPr>
            <w:tcW w:w="9360" w:type="dxa"/>
            <w:gridSpan w:val="7"/>
          </w:tcPr>
          <w:p w14:paraId="6E8882FB" w14:textId="77777777" w:rsidR="009713FD" w:rsidRPr="002C54DD" w:rsidRDefault="009713FD" w:rsidP="001A0DBC">
            <w:pPr>
              <w:pStyle w:val="tabletext11"/>
              <w:rPr>
                <w:b/>
                <w:kern w:val="18"/>
              </w:rPr>
            </w:pPr>
            <w:r w:rsidRPr="002C54DD">
              <w:rPr>
                <w:b/>
                <w:kern w:val="18"/>
              </w:rPr>
              <w:t>RULE 223. TRUCKS, TRACTORS AND TRAILERS CLASSIFICATIONS</w:t>
            </w:r>
          </w:p>
        </w:tc>
      </w:tr>
      <w:tr w:rsidR="009713FD" w:rsidRPr="002C54DD" w14:paraId="3D093E92" w14:textId="77777777" w:rsidTr="001A0DBC">
        <w:trPr>
          <w:cantSplit/>
        </w:trPr>
        <w:tc>
          <w:tcPr>
            <w:tcW w:w="3120" w:type="dxa"/>
            <w:gridSpan w:val="3"/>
          </w:tcPr>
          <w:p w14:paraId="0E93071D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1002</w:t>
            </w:r>
          </w:p>
        </w:tc>
        <w:tc>
          <w:tcPr>
            <w:tcW w:w="3120" w:type="dxa"/>
          </w:tcPr>
          <w:p w14:paraId="39849031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D9C8B88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A1B12D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170434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C54DD" w14:paraId="1CA6E97C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6B22E4C" w14:textId="77777777" w:rsidR="009713FD" w:rsidRPr="002C54DD" w:rsidRDefault="009713FD" w:rsidP="001A0DBC">
            <w:pPr>
              <w:pStyle w:val="tabletext11"/>
              <w:rPr>
                <w:b/>
                <w:kern w:val="18"/>
              </w:rPr>
            </w:pPr>
            <w:r w:rsidRPr="002C54DD">
              <w:rPr>
                <w:b/>
                <w:kern w:val="18"/>
              </w:rPr>
              <w:t>RULE 232. PRIVATE PASSENGER TYPES CLASSIFICATIONS</w:t>
            </w:r>
          </w:p>
        </w:tc>
      </w:tr>
      <w:tr w:rsidR="009713FD" w:rsidRPr="002C54DD" w14:paraId="4AE569EF" w14:textId="77777777" w:rsidTr="001A0DBC">
        <w:trPr>
          <w:cantSplit/>
        </w:trPr>
        <w:tc>
          <w:tcPr>
            <w:tcW w:w="3120" w:type="dxa"/>
            <w:gridSpan w:val="3"/>
          </w:tcPr>
          <w:p w14:paraId="4A5805A6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990</w:t>
            </w:r>
          </w:p>
        </w:tc>
        <w:tc>
          <w:tcPr>
            <w:tcW w:w="3120" w:type="dxa"/>
          </w:tcPr>
          <w:p w14:paraId="2DDD95B6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 31</w:t>
            </w:r>
          </w:p>
        </w:tc>
        <w:tc>
          <w:tcPr>
            <w:tcW w:w="1040" w:type="dxa"/>
          </w:tcPr>
          <w:p w14:paraId="28C529E1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E47082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BD07EB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C54DD" w14:paraId="382A84A3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E1DCC11" w14:textId="77777777" w:rsidR="009713FD" w:rsidRPr="002C54DD" w:rsidRDefault="009713FD" w:rsidP="001A0DBC">
            <w:pPr>
              <w:pStyle w:val="tabletext11"/>
              <w:rPr>
                <w:b/>
                <w:kern w:val="18"/>
              </w:rPr>
            </w:pPr>
            <w:r w:rsidRPr="002C54DD">
              <w:rPr>
                <w:b/>
                <w:kern w:val="18"/>
              </w:rPr>
              <w:t>RULE 240. PUBLIC AUTO CLASSIFICATIONS –</w:t>
            </w:r>
          </w:p>
        </w:tc>
      </w:tr>
      <w:tr w:rsidR="009713FD" w:rsidRPr="002C54DD" w14:paraId="714FDCC6" w14:textId="77777777" w:rsidTr="001A0DBC">
        <w:trPr>
          <w:cantSplit/>
        </w:trPr>
        <w:tc>
          <w:tcPr>
            <w:tcW w:w="540" w:type="dxa"/>
            <w:gridSpan w:val="2"/>
          </w:tcPr>
          <w:p w14:paraId="522F4099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9CE102F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b/>
                <w:kern w:val="18"/>
              </w:rPr>
              <w:t>– TAXICABS AND LIMOUSINES</w:t>
            </w:r>
          </w:p>
        </w:tc>
      </w:tr>
      <w:tr w:rsidR="009713FD" w:rsidRPr="002C54DD" w14:paraId="0B523F8C" w14:textId="77777777" w:rsidTr="001A0DBC">
        <w:trPr>
          <w:cantSplit/>
        </w:trPr>
        <w:tc>
          <w:tcPr>
            <w:tcW w:w="3120" w:type="dxa"/>
            <w:gridSpan w:val="3"/>
          </w:tcPr>
          <w:p w14:paraId="1FD581F5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4028</w:t>
            </w:r>
          </w:p>
        </w:tc>
        <w:tc>
          <w:tcPr>
            <w:tcW w:w="3120" w:type="dxa"/>
          </w:tcPr>
          <w:p w14:paraId="5CE74861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168</w:t>
            </w:r>
          </w:p>
        </w:tc>
        <w:tc>
          <w:tcPr>
            <w:tcW w:w="1040" w:type="dxa"/>
          </w:tcPr>
          <w:p w14:paraId="2FD089CE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437222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7E7B70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C54DD" w14:paraId="4D341AA6" w14:textId="77777777" w:rsidTr="001A0DBC">
        <w:trPr>
          <w:cantSplit/>
        </w:trPr>
        <w:tc>
          <w:tcPr>
            <w:tcW w:w="540" w:type="dxa"/>
            <w:gridSpan w:val="2"/>
          </w:tcPr>
          <w:p w14:paraId="6D5C98C0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45CF51D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b/>
                <w:kern w:val="18"/>
              </w:rPr>
              <w:t>– SCHOOL AND CHURCH BUSES</w:t>
            </w:r>
          </w:p>
        </w:tc>
      </w:tr>
      <w:tr w:rsidR="009713FD" w:rsidRPr="002C54DD" w14:paraId="27CA59A7" w14:textId="77777777" w:rsidTr="001A0DBC">
        <w:trPr>
          <w:cantSplit/>
        </w:trPr>
        <w:tc>
          <w:tcPr>
            <w:tcW w:w="3120" w:type="dxa"/>
            <w:gridSpan w:val="3"/>
          </w:tcPr>
          <w:p w14:paraId="62EF2639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381</w:t>
            </w:r>
          </w:p>
        </w:tc>
        <w:tc>
          <w:tcPr>
            <w:tcW w:w="3120" w:type="dxa"/>
          </w:tcPr>
          <w:p w14:paraId="0B9A4355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3815D990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48404E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D7C5C2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C54DD" w14:paraId="42E6D5AA" w14:textId="77777777" w:rsidTr="001A0DBC">
        <w:trPr>
          <w:cantSplit/>
        </w:trPr>
        <w:tc>
          <w:tcPr>
            <w:tcW w:w="540" w:type="dxa"/>
            <w:gridSpan w:val="2"/>
          </w:tcPr>
          <w:p w14:paraId="18DE1BA9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BD7DA85" w14:textId="77777777" w:rsidR="009713FD" w:rsidRPr="002C54DD" w:rsidRDefault="009713FD" w:rsidP="001A0DBC">
            <w:pPr>
              <w:pStyle w:val="tabletext11"/>
              <w:rPr>
                <w:b/>
                <w:kern w:val="18"/>
              </w:rPr>
            </w:pPr>
            <w:r w:rsidRPr="002C54DD">
              <w:rPr>
                <w:b/>
                <w:kern w:val="18"/>
              </w:rPr>
              <w:t>– OTHER BUSES</w:t>
            </w:r>
          </w:p>
        </w:tc>
      </w:tr>
      <w:tr w:rsidR="009713FD" w:rsidRPr="002C54DD" w14:paraId="11F06AEF" w14:textId="77777777" w:rsidTr="001A0DBC">
        <w:trPr>
          <w:cantSplit/>
        </w:trPr>
        <w:tc>
          <w:tcPr>
            <w:tcW w:w="3120" w:type="dxa"/>
            <w:gridSpan w:val="3"/>
          </w:tcPr>
          <w:p w14:paraId="2C9FC130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3166</w:t>
            </w:r>
          </w:p>
        </w:tc>
        <w:tc>
          <w:tcPr>
            <w:tcW w:w="3120" w:type="dxa"/>
          </w:tcPr>
          <w:p w14:paraId="07C30D88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 84</w:t>
            </w:r>
          </w:p>
        </w:tc>
        <w:tc>
          <w:tcPr>
            <w:tcW w:w="1040" w:type="dxa"/>
          </w:tcPr>
          <w:p w14:paraId="60EACBA2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92ECA8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8DA499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C54DD" w14:paraId="0C043EB0" w14:textId="77777777" w:rsidTr="001A0DBC">
        <w:trPr>
          <w:cantSplit/>
        </w:trPr>
        <w:tc>
          <w:tcPr>
            <w:tcW w:w="540" w:type="dxa"/>
            <w:gridSpan w:val="2"/>
          </w:tcPr>
          <w:p w14:paraId="4F431523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8EB009" w14:textId="77777777" w:rsidR="009713FD" w:rsidRPr="002C54DD" w:rsidRDefault="009713FD" w:rsidP="001A0DBC">
            <w:pPr>
              <w:pStyle w:val="tabletext11"/>
              <w:rPr>
                <w:b/>
                <w:kern w:val="18"/>
              </w:rPr>
            </w:pPr>
            <w:r w:rsidRPr="002C54DD">
              <w:rPr>
                <w:b/>
                <w:kern w:val="18"/>
              </w:rPr>
              <w:t>– VAN POOLS</w:t>
            </w:r>
          </w:p>
        </w:tc>
      </w:tr>
      <w:tr w:rsidR="009713FD" w:rsidRPr="002C54DD" w14:paraId="30216ED2" w14:textId="77777777" w:rsidTr="001A0DBC">
        <w:trPr>
          <w:cantSplit/>
        </w:trPr>
        <w:tc>
          <w:tcPr>
            <w:tcW w:w="3120" w:type="dxa"/>
            <w:gridSpan w:val="3"/>
          </w:tcPr>
          <w:p w14:paraId="19E58B41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952</w:t>
            </w:r>
          </w:p>
        </w:tc>
        <w:tc>
          <w:tcPr>
            <w:tcW w:w="3120" w:type="dxa"/>
          </w:tcPr>
          <w:p w14:paraId="161C01A0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 31</w:t>
            </w:r>
          </w:p>
        </w:tc>
        <w:tc>
          <w:tcPr>
            <w:tcW w:w="1040" w:type="dxa"/>
          </w:tcPr>
          <w:p w14:paraId="4B7715C4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8AD459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013380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C54DD" w14:paraId="188ACEA3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A54668" w14:textId="77777777" w:rsidR="009713FD" w:rsidRPr="002C54DD" w:rsidRDefault="009713FD" w:rsidP="001A0DBC">
            <w:pPr>
              <w:pStyle w:val="tabletext11"/>
              <w:rPr>
                <w:b/>
                <w:kern w:val="18"/>
              </w:rPr>
            </w:pPr>
            <w:r w:rsidRPr="002C54DD">
              <w:rPr>
                <w:b/>
                <w:kern w:val="18"/>
              </w:rPr>
              <w:t>RULE 249. AUTO DEALERS – PREMIUM DEVELOPMENT</w:t>
            </w:r>
          </w:p>
        </w:tc>
      </w:tr>
      <w:tr w:rsidR="009713FD" w:rsidRPr="002C54DD" w14:paraId="14D8BDE2" w14:textId="77777777" w:rsidTr="001A0DBC">
        <w:trPr>
          <w:cantSplit/>
        </w:trPr>
        <w:tc>
          <w:tcPr>
            <w:tcW w:w="3120" w:type="dxa"/>
            <w:gridSpan w:val="3"/>
          </w:tcPr>
          <w:p w14:paraId="2026084D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$   630</w:t>
            </w:r>
          </w:p>
        </w:tc>
        <w:tc>
          <w:tcPr>
            <w:tcW w:w="3120" w:type="dxa"/>
          </w:tcPr>
          <w:p w14:paraId="6E193794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 xml:space="preserve">Refer to Rule </w:t>
            </w:r>
            <w:r w:rsidRPr="002C54D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8761F27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95F4B5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C54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D99FEB" w14:textId="77777777" w:rsidR="009713FD" w:rsidRPr="002C54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C54DD" w14:paraId="4D11DCDB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F953D4" w14:textId="77777777" w:rsidR="009713FD" w:rsidRPr="002C54DD" w:rsidRDefault="009713FD" w:rsidP="001A0DBC">
            <w:pPr>
              <w:pStyle w:val="tabletext11"/>
              <w:rPr>
                <w:b/>
                <w:kern w:val="18"/>
              </w:rPr>
            </w:pPr>
          </w:p>
        </w:tc>
      </w:tr>
      <w:tr w:rsidR="009713FD" w:rsidRPr="002C54DD" w14:paraId="061E5F21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4152AC87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B19142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kern w:val="18"/>
              </w:rPr>
              <w:t xml:space="preserve">For Other Than Zone-rated Trucks, Tractors and Trailers Classifications, refer to Rule </w:t>
            </w:r>
            <w:r w:rsidRPr="002C54DD">
              <w:rPr>
                <w:b/>
                <w:kern w:val="18"/>
              </w:rPr>
              <w:t>222.</w:t>
            </w:r>
            <w:r w:rsidRPr="002C54DD">
              <w:rPr>
                <w:kern w:val="18"/>
              </w:rPr>
              <w:t xml:space="preserve"> for premium development.</w:t>
            </w:r>
          </w:p>
        </w:tc>
      </w:tr>
      <w:tr w:rsidR="009713FD" w:rsidRPr="002C54DD" w14:paraId="0BFABA0E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563439C5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C993108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kern w:val="18"/>
              </w:rPr>
              <w:t xml:space="preserve">For Private Passenger Types Classifications, refer to Rule </w:t>
            </w:r>
            <w:r w:rsidRPr="002C54DD">
              <w:rPr>
                <w:b/>
                <w:kern w:val="18"/>
              </w:rPr>
              <w:t>232.</w:t>
            </w:r>
            <w:r w:rsidRPr="002C54DD">
              <w:rPr>
                <w:kern w:val="18"/>
              </w:rPr>
              <w:t xml:space="preserve"> for premium development.</w:t>
            </w:r>
          </w:p>
        </w:tc>
      </w:tr>
      <w:tr w:rsidR="009713FD" w:rsidRPr="002C54DD" w14:paraId="05852E90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2CC05CC4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AB38F16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kern w:val="18"/>
              </w:rPr>
              <w:t xml:space="preserve">For Other Than Zone-rated Public Autos, refer to Rule </w:t>
            </w:r>
            <w:r w:rsidRPr="002C54DD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  <w:r w:rsidRPr="002C54DD">
              <w:rPr>
                <w:rStyle w:val="rulelink"/>
              </w:rPr>
              <w:t xml:space="preserve"> </w:t>
            </w:r>
          </w:p>
        </w:tc>
      </w:tr>
      <w:tr w:rsidR="009713FD" w:rsidRPr="002C54DD" w14:paraId="1D2EFA91" w14:textId="77777777" w:rsidTr="001A0DBC">
        <w:trPr>
          <w:cantSplit/>
        </w:trPr>
        <w:tc>
          <w:tcPr>
            <w:tcW w:w="220" w:type="dxa"/>
          </w:tcPr>
          <w:p w14:paraId="61580F8B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A594168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kern w:val="18"/>
              </w:rPr>
              <w:t xml:space="preserve">For liability increased limits factors, refer to Rule </w:t>
            </w:r>
            <w:r w:rsidRPr="002C54DD">
              <w:rPr>
                <w:rStyle w:val="rulelink"/>
              </w:rPr>
              <w:t>300.</w:t>
            </w:r>
          </w:p>
        </w:tc>
      </w:tr>
      <w:tr w:rsidR="009713FD" w:rsidRPr="002C54DD" w14:paraId="6A2A31D6" w14:textId="77777777" w:rsidTr="001A0DB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E4F409A" w14:textId="77777777" w:rsidR="009713FD" w:rsidRPr="002C54DD" w:rsidRDefault="009713FD" w:rsidP="001A0DBC">
            <w:pPr>
              <w:pStyle w:val="tabletext11"/>
              <w:jc w:val="both"/>
              <w:rPr>
                <w:kern w:val="18"/>
              </w:rPr>
            </w:pPr>
            <w:r w:rsidRPr="002C54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16E2911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  <w:r w:rsidRPr="002C54DD">
              <w:rPr>
                <w:kern w:val="18"/>
              </w:rPr>
              <w:t xml:space="preserve">Other Than Auto losses for </w:t>
            </w:r>
            <w:r w:rsidRPr="002C54DD">
              <w:t>Auto Dealers</w:t>
            </w:r>
            <w:r w:rsidRPr="002C54D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C54DD">
              <w:rPr>
                <w:rStyle w:val="rulelink"/>
              </w:rPr>
              <w:t>249.</w:t>
            </w:r>
          </w:p>
        </w:tc>
      </w:tr>
      <w:tr w:rsidR="009713FD" w:rsidRPr="002C54DD" w14:paraId="23BE8EA0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C6D593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FC6BC1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080BB7F2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725CDA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60F109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6C13B60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9C71F1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CBF8C7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37CB79E3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3BB656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CEE246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70CB6143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0FC6DE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4CFE7A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09EA397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5F4A77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B88C45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6BF7F8B5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AC4527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E5D3B7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0B584CC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0D20CE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B04BC9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6D099B77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85C083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373C1B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6DC26790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9E2542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0826B9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02A0A25A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0BEFC7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FA97DC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28927E3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80F87C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C9AA2E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3F713012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0156E8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6FC1F9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6851E14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4DE85F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D86970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68BEC8E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3D2B4E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B30B21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3758AC8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2D3C0C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65902C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3E95E323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E0320D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ED0998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7C9339F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37842B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D61FEA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4D0469B0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245A8E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B2C38B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0C516B76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5755A3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7D19BE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425EF4A6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9454C0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841D26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29DEC43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DC66D6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61F41C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C54DD" w14:paraId="51FE9A68" w14:textId="77777777" w:rsidTr="001A0DB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21B51D8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D1FA4B5" w14:textId="77777777" w:rsidR="009713FD" w:rsidRPr="002C54DD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7F66DB6C" w14:textId="352FAC40" w:rsidR="009713FD" w:rsidRDefault="009713FD" w:rsidP="009713FD">
      <w:pPr>
        <w:pStyle w:val="isonormal"/>
      </w:pPr>
    </w:p>
    <w:p w14:paraId="00EFE41A" w14:textId="0E0E6C8D" w:rsidR="009713FD" w:rsidRDefault="009713FD" w:rsidP="009713FD">
      <w:pPr>
        <w:pStyle w:val="isonormal"/>
        <w:jc w:val="left"/>
      </w:pPr>
    </w:p>
    <w:p w14:paraId="3E464838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4D674F" w14:textId="77777777" w:rsidR="009713FD" w:rsidRPr="004F7699" w:rsidRDefault="009713FD" w:rsidP="009713FD">
      <w:pPr>
        <w:pStyle w:val="subcap"/>
      </w:pPr>
      <w:r w:rsidRPr="004F7699">
        <w:lastRenderedPageBreak/>
        <w:t>TERRITORY 109</w:t>
      </w:r>
    </w:p>
    <w:p w14:paraId="198108CF" w14:textId="77777777" w:rsidR="009713FD" w:rsidRPr="004F7699" w:rsidRDefault="009713FD" w:rsidP="009713FD">
      <w:pPr>
        <w:pStyle w:val="subcap2"/>
      </w:pPr>
      <w:r w:rsidRPr="004F7699">
        <w:t>LIAB, MED PAY</w:t>
      </w:r>
    </w:p>
    <w:p w14:paraId="063BAF24" w14:textId="77777777" w:rsidR="009713FD" w:rsidRPr="004F7699" w:rsidRDefault="009713FD" w:rsidP="009713FD">
      <w:pPr>
        <w:pStyle w:val="isonormal"/>
      </w:pPr>
    </w:p>
    <w:p w14:paraId="3ABAA58F" w14:textId="77777777" w:rsidR="009713FD" w:rsidRPr="004F7699" w:rsidRDefault="009713FD" w:rsidP="009713FD">
      <w:pPr>
        <w:pStyle w:val="isonormal"/>
        <w:sectPr w:rsidR="009713FD" w:rsidRPr="004F7699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713FD" w:rsidRPr="004F7699" w14:paraId="243D321C" w14:textId="77777777" w:rsidTr="001A0DB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56E429B" w14:textId="77777777" w:rsidR="009713FD" w:rsidRPr="004F7699" w:rsidRDefault="009713FD" w:rsidP="001A0DBC">
            <w:pPr>
              <w:pStyle w:val="tablehead"/>
              <w:rPr>
                <w:kern w:val="18"/>
              </w:rPr>
            </w:pPr>
            <w:r w:rsidRPr="004F769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1FDFE1E" w14:textId="77777777" w:rsidR="009713FD" w:rsidRPr="004F7699" w:rsidRDefault="009713FD" w:rsidP="001A0DBC">
            <w:pPr>
              <w:pStyle w:val="tablehead"/>
              <w:rPr>
                <w:kern w:val="18"/>
              </w:rPr>
            </w:pPr>
            <w:r w:rsidRPr="004F769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80A7527" w14:textId="77777777" w:rsidR="009713FD" w:rsidRPr="004F7699" w:rsidRDefault="009713FD" w:rsidP="001A0DBC">
            <w:pPr>
              <w:pStyle w:val="tablehead"/>
              <w:rPr>
                <w:kern w:val="18"/>
              </w:rPr>
            </w:pPr>
            <w:r w:rsidRPr="004F7699">
              <w:rPr>
                <w:kern w:val="18"/>
              </w:rPr>
              <w:t>PERSONAL INJURY PROTECTION</w:t>
            </w:r>
          </w:p>
        </w:tc>
      </w:tr>
      <w:tr w:rsidR="009713FD" w:rsidRPr="004F7699" w14:paraId="1786A8E8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AB826F3" w14:textId="77777777" w:rsidR="009713FD" w:rsidRPr="004F7699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5BB1CC1" w14:textId="77777777" w:rsidR="009713FD" w:rsidRPr="004F7699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64B0834" w14:textId="77777777" w:rsidR="009713FD" w:rsidRPr="004F7699" w:rsidRDefault="009713FD" w:rsidP="001A0DBC">
            <w:pPr>
              <w:pStyle w:val="tablehead"/>
              <w:rPr>
                <w:kern w:val="18"/>
              </w:rPr>
            </w:pPr>
          </w:p>
        </w:tc>
      </w:tr>
      <w:tr w:rsidR="009713FD" w:rsidRPr="004F7699" w14:paraId="30E8C31C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40A82FB" w14:textId="77777777" w:rsidR="009713FD" w:rsidRPr="004F7699" w:rsidRDefault="009713FD" w:rsidP="001A0DBC">
            <w:pPr>
              <w:pStyle w:val="tablehead"/>
              <w:rPr>
                <w:kern w:val="18"/>
              </w:rPr>
            </w:pPr>
            <w:r w:rsidRPr="004F769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24FA196" w14:textId="77777777" w:rsidR="009713FD" w:rsidRPr="004F7699" w:rsidRDefault="009713FD" w:rsidP="001A0DBC">
            <w:pPr>
              <w:pStyle w:val="tablehead"/>
              <w:rPr>
                <w:kern w:val="18"/>
              </w:rPr>
            </w:pPr>
            <w:r w:rsidRPr="004F769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F6DF7F" w14:textId="77777777" w:rsidR="009713FD" w:rsidRPr="004F7699" w:rsidRDefault="009713FD" w:rsidP="001A0DBC">
            <w:pPr>
              <w:pStyle w:val="tablehead"/>
              <w:rPr>
                <w:kern w:val="18"/>
              </w:rPr>
            </w:pPr>
            <w:r w:rsidRPr="004F7699">
              <w:rPr>
                <w:kern w:val="18"/>
              </w:rPr>
              <w:t>Basic Limits</w:t>
            </w:r>
          </w:p>
        </w:tc>
      </w:tr>
      <w:tr w:rsidR="009713FD" w:rsidRPr="004F7699" w14:paraId="31EFF096" w14:textId="77777777" w:rsidTr="001A0DBC">
        <w:trPr>
          <w:cantSplit/>
        </w:trPr>
        <w:tc>
          <w:tcPr>
            <w:tcW w:w="9360" w:type="dxa"/>
            <w:gridSpan w:val="7"/>
          </w:tcPr>
          <w:p w14:paraId="6C91D6F2" w14:textId="77777777" w:rsidR="009713FD" w:rsidRPr="004F7699" w:rsidRDefault="009713FD" w:rsidP="001A0DBC">
            <w:pPr>
              <w:pStyle w:val="tabletext11"/>
              <w:rPr>
                <w:b/>
                <w:kern w:val="18"/>
              </w:rPr>
            </w:pPr>
            <w:r w:rsidRPr="004F7699">
              <w:rPr>
                <w:b/>
                <w:kern w:val="18"/>
              </w:rPr>
              <w:t>RULE 223. TRUCKS, TRACTORS AND TRAILERS CLASSIFICATIONS</w:t>
            </w:r>
          </w:p>
        </w:tc>
      </w:tr>
      <w:tr w:rsidR="009713FD" w:rsidRPr="004F7699" w14:paraId="57003BF0" w14:textId="77777777" w:rsidTr="001A0DBC">
        <w:trPr>
          <w:cantSplit/>
        </w:trPr>
        <w:tc>
          <w:tcPr>
            <w:tcW w:w="3120" w:type="dxa"/>
            <w:gridSpan w:val="3"/>
          </w:tcPr>
          <w:p w14:paraId="5CED68E8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1566</w:t>
            </w:r>
          </w:p>
        </w:tc>
        <w:tc>
          <w:tcPr>
            <w:tcW w:w="3120" w:type="dxa"/>
          </w:tcPr>
          <w:p w14:paraId="1ADE71E3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2C3D0A1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278F0D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A7A20A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F7699" w14:paraId="3C590986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084C04" w14:textId="77777777" w:rsidR="009713FD" w:rsidRPr="004F7699" w:rsidRDefault="009713FD" w:rsidP="001A0DBC">
            <w:pPr>
              <w:pStyle w:val="tabletext11"/>
              <w:rPr>
                <w:b/>
                <w:kern w:val="18"/>
              </w:rPr>
            </w:pPr>
            <w:r w:rsidRPr="004F7699">
              <w:rPr>
                <w:b/>
                <w:kern w:val="18"/>
              </w:rPr>
              <w:t>RULE 232. PRIVATE PASSENGER TYPES CLASSIFICATIONS</w:t>
            </w:r>
          </w:p>
        </w:tc>
      </w:tr>
      <w:tr w:rsidR="009713FD" w:rsidRPr="004F7699" w14:paraId="1DABAAAE" w14:textId="77777777" w:rsidTr="001A0DBC">
        <w:trPr>
          <w:cantSplit/>
        </w:trPr>
        <w:tc>
          <w:tcPr>
            <w:tcW w:w="3120" w:type="dxa"/>
            <w:gridSpan w:val="3"/>
          </w:tcPr>
          <w:p w14:paraId="3ECF2BE0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 944</w:t>
            </w:r>
          </w:p>
        </w:tc>
        <w:tc>
          <w:tcPr>
            <w:tcW w:w="3120" w:type="dxa"/>
          </w:tcPr>
          <w:p w14:paraId="2CD3142E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  30</w:t>
            </w:r>
          </w:p>
        </w:tc>
        <w:tc>
          <w:tcPr>
            <w:tcW w:w="1040" w:type="dxa"/>
          </w:tcPr>
          <w:p w14:paraId="38BA0074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B03084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4211A4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F7699" w14:paraId="19168C2A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BF907A" w14:textId="77777777" w:rsidR="009713FD" w:rsidRPr="004F7699" w:rsidRDefault="009713FD" w:rsidP="001A0DBC">
            <w:pPr>
              <w:pStyle w:val="tabletext11"/>
              <w:rPr>
                <w:b/>
                <w:kern w:val="18"/>
              </w:rPr>
            </w:pPr>
            <w:r w:rsidRPr="004F7699">
              <w:rPr>
                <w:b/>
                <w:kern w:val="18"/>
              </w:rPr>
              <w:t>RULE 240. PUBLIC AUTO CLASSIFICATIONS –</w:t>
            </w:r>
          </w:p>
        </w:tc>
      </w:tr>
      <w:tr w:rsidR="009713FD" w:rsidRPr="004F7699" w14:paraId="590934C2" w14:textId="77777777" w:rsidTr="001A0DBC">
        <w:trPr>
          <w:cantSplit/>
        </w:trPr>
        <w:tc>
          <w:tcPr>
            <w:tcW w:w="540" w:type="dxa"/>
            <w:gridSpan w:val="2"/>
          </w:tcPr>
          <w:p w14:paraId="110BD3B2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C4FC21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b/>
                <w:kern w:val="18"/>
              </w:rPr>
              <w:t>– TAXICABS AND LIMOUSINES</w:t>
            </w:r>
          </w:p>
        </w:tc>
      </w:tr>
      <w:tr w:rsidR="009713FD" w:rsidRPr="004F7699" w14:paraId="044D93AB" w14:textId="77777777" w:rsidTr="001A0DBC">
        <w:trPr>
          <w:cantSplit/>
        </w:trPr>
        <w:tc>
          <w:tcPr>
            <w:tcW w:w="3120" w:type="dxa"/>
            <w:gridSpan w:val="3"/>
          </w:tcPr>
          <w:p w14:paraId="5139EE36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6295</w:t>
            </w:r>
          </w:p>
        </w:tc>
        <w:tc>
          <w:tcPr>
            <w:tcW w:w="3120" w:type="dxa"/>
          </w:tcPr>
          <w:p w14:paraId="3674717F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 262</w:t>
            </w:r>
          </w:p>
        </w:tc>
        <w:tc>
          <w:tcPr>
            <w:tcW w:w="1040" w:type="dxa"/>
          </w:tcPr>
          <w:p w14:paraId="2C32F3D9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C19616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A7A40E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F7699" w14:paraId="7F1E48B2" w14:textId="77777777" w:rsidTr="001A0DBC">
        <w:trPr>
          <w:cantSplit/>
        </w:trPr>
        <w:tc>
          <w:tcPr>
            <w:tcW w:w="540" w:type="dxa"/>
            <w:gridSpan w:val="2"/>
          </w:tcPr>
          <w:p w14:paraId="2F26ADC9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9E5C75E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b/>
                <w:kern w:val="18"/>
              </w:rPr>
              <w:t>– SCHOOL AND CHURCH BUSES</w:t>
            </w:r>
          </w:p>
        </w:tc>
      </w:tr>
      <w:tr w:rsidR="009713FD" w:rsidRPr="004F7699" w14:paraId="7A681466" w14:textId="77777777" w:rsidTr="001A0DBC">
        <w:trPr>
          <w:cantSplit/>
        </w:trPr>
        <w:tc>
          <w:tcPr>
            <w:tcW w:w="3120" w:type="dxa"/>
            <w:gridSpan w:val="3"/>
          </w:tcPr>
          <w:p w14:paraId="47D7D611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 595</w:t>
            </w:r>
          </w:p>
        </w:tc>
        <w:tc>
          <w:tcPr>
            <w:tcW w:w="3120" w:type="dxa"/>
          </w:tcPr>
          <w:p w14:paraId="3E3C1854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227E134D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B74112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48300B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F7699" w14:paraId="6C74BD78" w14:textId="77777777" w:rsidTr="001A0DBC">
        <w:trPr>
          <w:cantSplit/>
        </w:trPr>
        <w:tc>
          <w:tcPr>
            <w:tcW w:w="540" w:type="dxa"/>
            <w:gridSpan w:val="2"/>
          </w:tcPr>
          <w:p w14:paraId="05E3774F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264B4B2" w14:textId="77777777" w:rsidR="009713FD" w:rsidRPr="004F7699" w:rsidRDefault="009713FD" w:rsidP="001A0DBC">
            <w:pPr>
              <w:pStyle w:val="tabletext11"/>
              <w:rPr>
                <w:b/>
                <w:kern w:val="18"/>
              </w:rPr>
            </w:pPr>
            <w:r w:rsidRPr="004F7699">
              <w:rPr>
                <w:b/>
                <w:kern w:val="18"/>
              </w:rPr>
              <w:t>– OTHER BUSES</w:t>
            </w:r>
          </w:p>
        </w:tc>
      </w:tr>
      <w:tr w:rsidR="009713FD" w:rsidRPr="004F7699" w14:paraId="61F6E84B" w14:textId="77777777" w:rsidTr="001A0DBC">
        <w:trPr>
          <w:cantSplit/>
        </w:trPr>
        <w:tc>
          <w:tcPr>
            <w:tcW w:w="3120" w:type="dxa"/>
            <w:gridSpan w:val="3"/>
          </w:tcPr>
          <w:p w14:paraId="55959643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4949</w:t>
            </w:r>
          </w:p>
        </w:tc>
        <w:tc>
          <w:tcPr>
            <w:tcW w:w="3120" w:type="dxa"/>
          </w:tcPr>
          <w:p w14:paraId="66B267DF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 102</w:t>
            </w:r>
          </w:p>
        </w:tc>
        <w:tc>
          <w:tcPr>
            <w:tcW w:w="1040" w:type="dxa"/>
          </w:tcPr>
          <w:p w14:paraId="6547C68D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9908AF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EEE5E9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F7699" w14:paraId="1085C357" w14:textId="77777777" w:rsidTr="001A0DBC">
        <w:trPr>
          <w:cantSplit/>
        </w:trPr>
        <w:tc>
          <w:tcPr>
            <w:tcW w:w="540" w:type="dxa"/>
            <w:gridSpan w:val="2"/>
          </w:tcPr>
          <w:p w14:paraId="583A7E7B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7130A7A" w14:textId="77777777" w:rsidR="009713FD" w:rsidRPr="004F7699" w:rsidRDefault="009713FD" w:rsidP="001A0DBC">
            <w:pPr>
              <w:pStyle w:val="tabletext11"/>
              <w:rPr>
                <w:b/>
                <w:kern w:val="18"/>
              </w:rPr>
            </w:pPr>
            <w:r w:rsidRPr="004F7699">
              <w:rPr>
                <w:b/>
                <w:kern w:val="18"/>
              </w:rPr>
              <w:t>– VAN POOLS</w:t>
            </w:r>
          </w:p>
        </w:tc>
      </w:tr>
      <w:tr w:rsidR="009713FD" w:rsidRPr="004F7699" w14:paraId="388C48D9" w14:textId="77777777" w:rsidTr="001A0DBC">
        <w:trPr>
          <w:cantSplit/>
        </w:trPr>
        <w:tc>
          <w:tcPr>
            <w:tcW w:w="3120" w:type="dxa"/>
            <w:gridSpan w:val="3"/>
          </w:tcPr>
          <w:p w14:paraId="76A38BFC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1488</w:t>
            </w:r>
          </w:p>
        </w:tc>
        <w:tc>
          <w:tcPr>
            <w:tcW w:w="3120" w:type="dxa"/>
          </w:tcPr>
          <w:p w14:paraId="7B3E4944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1F8DA653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3271EE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497EA4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F7699" w14:paraId="645E379D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D37C8D" w14:textId="77777777" w:rsidR="009713FD" w:rsidRPr="004F7699" w:rsidRDefault="009713FD" w:rsidP="001A0DBC">
            <w:pPr>
              <w:pStyle w:val="tabletext11"/>
              <w:rPr>
                <w:b/>
                <w:kern w:val="18"/>
              </w:rPr>
            </w:pPr>
            <w:r w:rsidRPr="004F7699">
              <w:rPr>
                <w:b/>
                <w:kern w:val="18"/>
              </w:rPr>
              <w:t>RULE 249. AUTO DEALERS – PREMIUM DEVELOPMENT</w:t>
            </w:r>
          </w:p>
        </w:tc>
      </w:tr>
      <w:tr w:rsidR="009713FD" w:rsidRPr="004F7699" w14:paraId="1EFB5FCE" w14:textId="77777777" w:rsidTr="001A0DBC">
        <w:trPr>
          <w:cantSplit/>
        </w:trPr>
        <w:tc>
          <w:tcPr>
            <w:tcW w:w="3120" w:type="dxa"/>
            <w:gridSpan w:val="3"/>
          </w:tcPr>
          <w:p w14:paraId="0D886EC2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$   902</w:t>
            </w:r>
          </w:p>
        </w:tc>
        <w:tc>
          <w:tcPr>
            <w:tcW w:w="3120" w:type="dxa"/>
          </w:tcPr>
          <w:p w14:paraId="460DD175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 xml:space="preserve">Refer to Rule </w:t>
            </w:r>
            <w:r w:rsidRPr="004F769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B294C33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5CFA13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F769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F2718E" w14:textId="77777777" w:rsidR="009713FD" w:rsidRPr="004F7699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F7699" w14:paraId="3DEDCF25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C972832" w14:textId="77777777" w:rsidR="009713FD" w:rsidRPr="004F7699" w:rsidRDefault="009713FD" w:rsidP="001A0DBC">
            <w:pPr>
              <w:pStyle w:val="tabletext11"/>
              <w:rPr>
                <w:b/>
                <w:kern w:val="18"/>
              </w:rPr>
            </w:pPr>
          </w:p>
        </w:tc>
      </w:tr>
      <w:tr w:rsidR="009713FD" w:rsidRPr="004F7699" w14:paraId="2993E600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67309522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D61942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kern w:val="18"/>
              </w:rPr>
              <w:t xml:space="preserve">For Other Than Zone-rated Trucks, Tractors and Trailers Classifications, refer to Rule </w:t>
            </w:r>
            <w:r w:rsidRPr="004F7699">
              <w:rPr>
                <w:b/>
                <w:kern w:val="18"/>
              </w:rPr>
              <w:t>222.</w:t>
            </w:r>
            <w:r w:rsidRPr="004F7699">
              <w:rPr>
                <w:kern w:val="18"/>
              </w:rPr>
              <w:t xml:space="preserve"> for premium development.</w:t>
            </w:r>
          </w:p>
        </w:tc>
      </w:tr>
      <w:tr w:rsidR="009713FD" w:rsidRPr="004F7699" w14:paraId="7D56D596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29EB4C7E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2E243FB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kern w:val="18"/>
              </w:rPr>
              <w:t xml:space="preserve">For Private Passenger Types Classifications, refer to Rule </w:t>
            </w:r>
            <w:r w:rsidRPr="004F7699">
              <w:rPr>
                <w:b/>
                <w:kern w:val="18"/>
              </w:rPr>
              <w:t>232.</w:t>
            </w:r>
            <w:r w:rsidRPr="004F7699">
              <w:rPr>
                <w:kern w:val="18"/>
              </w:rPr>
              <w:t xml:space="preserve"> for premium development.</w:t>
            </w:r>
          </w:p>
        </w:tc>
      </w:tr>
      <w:tr w:rsidR="009713FD" w:rsidRPr="004F7699" w14:paraId="7DE47610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074CE0CB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B58849E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kern w:val="18"/>
              </w:rPr>
              <w:t xml:space="preserve">For Other Than Zone-rated Public Autos, refer to Rule </w:t>
            </w:r>
            <w:r w:rsidRPr="004F7699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  <w:r w:rsidRPr="004F7699">
              <w:rPr>
                <w:rStyle w:val="rulelink"/>
              </w:rPr>
              <w:t xml:space="preserve"> </w:t>
            </w:r>
          </w:p>
        </w:tc>
      </w:tr>
      <w:tr w:rsidR="009713FD" w:rsidRPr="004F7699" w14:paraId="57A38DAC" w14:textId="77777777" w:rsidTr="001A0DBC">
        <w:trPr>
          <w:cantSplit/>
        </w:trPr>
        <w:tc>
          <w:tcPr>
            <w:tcW w:w="220" w:type="dxa"/>
          </w:tcPr>
          <w:p w14:paraId="40924DC1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7BDCE63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kern w:val="18"/>
              </w:rPr>
              <w:t xml:space="preserve">For liability increased limits factors, refer to Rule </w:t>
            </w:r>
            <w:r w:rsidRPr="004F7699">
              <w:rPr>
                <w:rStyle w:val="rulelink"/>
              </w:rPr>
              <w:t>300.</w:t>
            </w:r>
          </w:p>
        </w:tc>
      </w:tr>
      <w:tr w:rsidR="009713FD" w:rsidRPr="004F7699" w14:paraId="17FEADEB" w14:textId="77777777" w:rsidTr="001A0DB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87ED3EE" w14:textId="77777777" w:rsidR="009713FD" w:rsidRPr="004F7699" w:rsidRDefault="009713FD" w:rsidP="001A0DBC">
            <w:pPr>
              <w:pStyle w:val="tabletext11"/>
              <w:jc w:val="both"/>
              <w:rPr>
                <w:kern w:val="18"/>
              </w:rPr>
            </w:pPr>
            <w:r w:rsidRPr="004F76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4952022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  <w:r w:rsidRPr="004F7699">
              <w:rPr>
                <w:kern w:val="18"/>
              </w:rPr>
              <w:t xml:space="preserve">Other Than Auto losses for </w:t>
            </w:r>
            <w:r w:rsidRPr="004F7699">
              <w:t>Auto Dealers</w:t>
            </w:r>
            <w:r w:rsidRPr="004F769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F7699">
              <w:rPr>
                <w:rStyle w:val="rulelink"/>
              </w:rPr>
              <w:t>249.</w:t>
            </w:r>
          </w:p>
        </w:tc>
      </w:tr>
      <w:tr w:rsidR="009713FD" w:rsidRPr="004F7699" w14:paraId="2D51B379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62C3B3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FA6DC4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06501B17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5EF66F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20D320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50459987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2BF821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DAE9BC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00084BA3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1FADC8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5A8E0C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5D1641E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4A67A2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768D45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736340DA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EAC004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D51A6A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7DDEC112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BBDE36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489090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5EDD822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A1CACB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EDC64F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1620679A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D676D1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9924AA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24D9C9AA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332A40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E8D900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6AF2C663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1A517A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B4A38A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6BDE627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B1BB52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6C46A2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1F02756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74FA46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B2375C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0CA0EC68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5FA87F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CFD812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694CD89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99F84C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D73D05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7390144A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1EB2D0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BE9CBE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328277FC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6750F7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9A1E20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7D42783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41C787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905CBC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73A60EA7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0A4FE8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A88292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7E02DB8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8D00FF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6C18DD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625CC547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ABE291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1FB483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212C31FC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091DC5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7D467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F7699" w14:paraId="2D4A4415" w14:textId="77777777" w:rsidTr="001A0DB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7865DB9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8C65F7E" w14:textId="77777777" w:rsidR="009713FD" w:rsidRPr="004F7699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5A670C0D" w14:textId="7ECEF94B" w:rsidR="009713FD" w:rsidRDefault="009713FD" w:rsidP="009713FD">
      <w:pPr>
        <w:pStyle w:val="isonormal"/>
      </w:pPr>
    </w:p>
    <w:p w14:paraId="653EBC56" w14:textId="32CC2674" w:rsidR="009713FD" w:rsidRDefault="009713FD" w:rsidP="009713FD">
      <w:pPr>
        <w:pStyle w:val="isonormal"/>
        <w:jc w:val="left"/>
      </w:pPr>
    </w:p>
    <w:p w14:paraId="66395480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6BA07F" w14:textId="77777777" w:rsidR="009713FD" w:rsidRPr="00267284" w:rsidRDefault="009713FD" w:rsidP="009713FD">
      <w:pPr>
        <w:pStyle w:val="subcap"/>
      </w:pPr>
      <w:r w:rsidRPr="00267284">
        <w:lastRenderedPageBreak/>
        <w:t>TERRITORY 110</w:t>
      </w:r>
    </w:p>
    <w:p w14:paraId="7BF8F47C" w14:textId="77777777" w:rsidR="009713FD" w:rsidRPr="00267284" w:rsidRDefault="009713FD" w:rsidP="009713FD">
      <w:pPr>
        <w:pStyle w:val="subcap2"/>
      </w:pPr>
      <w:r w:rsidRPr="00267284">
        <w:t>LIAB, MED PAY</w:t>
      </w:r>
    </w:p>
    <w:p w14:paraId="18C83CC6" w14:textId="77777777" w:rsidR="009713FD" w:rsidRPr="00267284" w:rsidRDefault="009713FD" w:rsidP="009713FD">
      <w:pPr>
        <w:pStyle w:val="isonormal"/>
      </w:pPr>
    </w:p>
    <w:p w14:paraId="54D037FE" w14:textId="77777777" w:rsidR="009713FD" w:rsidRPr="00267284" w:rsidRDefault="009713FD" w:rsidP="009713FD">
      <w:pPr>
        <w:pStyle w:val="isonormal"/>
        <w:sectPr w:rsidR="009713FD" w:rsidRPr="00267284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713FD" w:rsidRPr="00267284" w14:paraId="5A4BEC98" w14:textId="77777777" w:rsidTr="001A0DB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300F0BA" w14:textId="77777777" w:rsidR="009713FD" w:rsidRPr="00267284" w:rsidRDefault="009713FD" w:rsidP="001A0DBC">
            <w:pPr>
              <w:pStyle w:val="tablehead"/>
              <w:rPr>
                <w:kern w:val="18"/>
              </w:rPr>
            </w:pPr>
            <w:r w:rsidRPr="0026728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61FE729" w14:textId="77777777" w:rsidR="009713FD" w:rsidRPr="00267284" w:rsidRDefault="009713FD" w:rsidP="001A0DBC">
            <w:pPr>
              <w:pStyle w:val="tablehead"/>
              <w:rPr>
                <w:kern w:val="18"/>
              </w:rPr>
            </w:pPr>
            <w:r w:rsidRPr="0026728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0F3F6B2" w14:textId="77777777" w:rsidR="009713FD" w:rsidRPr="00267284" w:rsidRDefault="009713FD" w:rsidP="001A0DBC">
            <w:pPr>
              <w:pStyle w:val="tablehead"/>
              <w:rPr>
                <w:kern w:val="18"/>
              </w:rPr>
            </w:pPr>
            <w:r w:rsidRPr="00267284">
              <w:rPr>
                <w:kern w:val="18"/>
              </w:rPr>
              <w:t>PERSONAL INJURY PROTECTION</w:t>
            </w:r>
          </w:p>
        </w:tc>
      </w:tr>
      <w:tr w:rsidR="009713FD" w:rsidRPr="00267284" w14:paraId="1900EF12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DC06CA5" w14:textId="77777777" w:rsidR="009713FD" w:rsidRPr="00267284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A14BF39" w14:textId="77777777" w:rsidR="009713FD" w:rsidRPr="00267284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8F8B9E9" w14:textId="77777777" w:rsidR="009713FD" w:rsidRPr="00267284" w:rsidRDefault="009713FD" w:rsidP="001A0DBC">
            <w:pPr>
              <w:pStyle w:val="tablehead"/>
              <w:rPr>
                <w:kern w:val="18"/>
              </w:rPr>
            </w:pPr>
          </w:p>
        </w:tc>
      </w:tr>
      <w:tr w:rsidR="009713FD" w:rsidRPr="00267284" w14:paraId="62ABF0A4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3E04DB2" w14:textId="77777777" w:rsidR="009713FD" w:rsidRPr="00267284" w:rsidRDefault="009713FD" w:rsidP="001A0DBC">
            <w:pPr>
              <w:pStyle w:val="tablehead"/>
              <w:rPr>
                <w:kern w:val="18"/>
              </w:rPr>
            </w:pPr>
            <w:r w:rsidRPr="0026728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F117C6E" w14:textId="77777777" w:rsidR="009713FD" w:rsidRPr="00267284" w:rsidRDefault="009713FD" w:rsidP="001A0DBC">
            <w:pPr>
              <w:pStyle w:val="tablehead"/>
              <w:rPr>
                <w:kern w:val="18"/>
              </w:rPr>
            </w:pPr>
            <w:r w:rsidRPr="0026728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CDF6ED7" w14:textId="77777777" w:rsidR="009713FD" w:rsidRPr="00267284" w:rsidRDefault="009713FD" w:rsidP="001A0DBC">
            <w:pPr>
              <w:pStyle w:val="tablehead"/>
              <w:rPr>
                <w:kern w:val="18"/>
              </w:rPr>
            </w:pPr>
            <w:r w:rsidRPr="00267284">
              <w:rPr>
                <w:kern w:val="18"/>
              </w:rPr>
              <w:t>Basic Limits</w:t>
            </w:r>
          </w:p>
        </w:tc>
      </w:tr>
      <w:tr w:rsidR="009713FD" w:rsidRPr="00267284" w14:paraId="00C7CFE4" w14:textId="77777777" w:rsidTr="001A0DBC">
        <w:trPr>
          <w:cantSplit/>
        </w:trPr>
        <w:tc>
          <w:tcPr>
            <w:tcW w:w="9360" w:type="dxa"/>
            <w:gridSpan w:val="7"/>
          </w:tcPr>
          <w:p w14:paraId="793BA8CE" w14:textId="77777777" w:rsidR="009713FD" w:rsidRPr="00267284" w:rsidRDefault="009713FD" w:rsidP="001A0DBC">
            <w:pPr>
              <w:pStyle w:val="tabletext11"/>
              <w:rPr>
                <w:b/>
                <w:kern w:val="18"/>
              </w:rPr>
            </w:pPr>
            <w:r w:rsidRPr="00267284">
              <w:rPr>
                <w:b/>
                <w:kern w:val="18"/>
              </w:rPr>
              <w:t>RULE 223. TRUCKS, TRACTORS AND TRAILERS CLASSIFICATIONS</w:t>
            </w:r>
          </w:p>
        </w:tc>
      </w:tr>
      <w:tr w:rsidR="009713FD" w:rsidRPr="00267284" w14:paraId="0BAF0446" w14:textId="77777777" w:rsidTr="001A0DBC">
        <w:trPr>
          <w:cantSplit/>
        </w:trPr>
        <w:tc>
          <w:tcPr>
            <w:tcW w:w="3120" w:type="dxa"/>
            <w:gridSpan w:val="3"/>
          </w:tcPr>
          <w:p w14:paraId="0C7F046B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556</w:t>
            </w:r>
          </w:p>
        </w:tc>
        <w:tc>
          <w:tcPr>
            <w:tcW w:w="3120" w:type="dxa"/>
          </w:tcPr>
          <w:p w14:paraId="7FD94540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D429F6C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EADB83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F3EBEF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67284" w14:paraId="406DDD39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4399BD" w14:textId="77777777" w:rsidR="009713FD" w:rsidRPr="00267284" w:rsidRDefault="009713FD" w:rsidP="001A0DBC">
            <w:pPr>
              <w:pStyle w:val="tabletext11"/>
              <w:rPr>
                <w:b/>
                <w:kern w:val="18"/>
              </w:rPr>
            </w:pPr>
            <w:r w:rsidRPr="00267284">
              <w:rPr>
                <w:b/>
                <w:kern w:val="18"/>
              </w:rPr>
              <w:t>RULE 232. PRIVATE PASSENGER TYPES CLASSIFICATIONS</w:t>
            </w:r>
          </w:p>
        </w:tc>
      </w:tr>
      <w:tr w:rsidR="009713FD" w:rsidRPr="00267284" w14:paraId="0F40A6E6" w14:textId="77777777" w:rsidTr="001A0DBC">
        <w:trPr>
          <w:cantSplit/>
        </w:trPr>
        <w:tc>
          <w:tcPr>
            <w:tcW w:w="3120" w:type="dxa"/>
            <w:gridSpan w:val="3"/>
          </w:tcPr>
          <w:p w14:paraId="51CCAD52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437</w:t>
            </w:r>
          </w:p>
        </w:tc>
        <w:tc>
          <w:tcPr>
            <w:tcW w:w="3120" w:type="dxa"/>
          </w:tcPr>
          <w:p w14:paraId="342205EC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1849EE20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410EB9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DECBE3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67284" w14:paraId="0A199720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4F7A74" w14:textId="77777777" w:rsidR="009713FD" w:rsidRPr="00267284" w:rsidRDefault="009713FD" w:rsidP="001A0DBC">
            <w:pPr>
              <w:pStyle w:val="tabletext11"/>
              <w:rPr>
                <w:b/>
                <w:kern w:val="18"/>
              </w:rPr>
            </w:pPr>
            <w:r w:rsidRPr="00267284">
              <w:rPr>
                <w:b/>
                <w:kern w:val="18"/>
              </w:rPr>
              <w:t>RULE 240. PUBLIC AUTO CLASSIFICATIONS –</w:t>
            </w:r>
          </w:p>
        </w:tc>
      </w:tr>
      <w:tr w:rsidR="009713FD" w:rsidRPr="00267284" w14:paraId="5BD8523D" w14:textId="77777777" w:rsidTr="001A0DBC">
        <w:trPr>
          <w:cantSplit/>
        </w:trPr>
        <w:tc>
          <w:tcPr>
            <w:tcW w:w="540" w:type="dxa"/>
            <w:gridSpan w:val="2"/>
          </w:tcPr>
          <w:p w14:paraId="12C75815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8ACC9D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b/>
                <w:kern w:val="18"/>
              </w:rPr>
              <w:t>– TAXICABS AND LIMOUSINES</w:t>
            </w:r>
          </w:p>
        </w:tc>
      </w:tr>
      <w:tr w:rsidR="009713FD" w:rsidRPr="00267284" w14:paraId="58AE223C" w14:textId="77777777" w:rsidTr="001A0DBC">
        <w:trPr>
          <w:cantSplit/>
        </w:trPr>
        <w:tc>
          <w:tcPr>
            <w:tcW w:w="3120" w:type="dxa"/>
            <w:gridSpan w:val="3"/>
          </w:tcPr>
          <w:p w14:paraId="14D7D8A3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2235</w:t>
            </w:r>
          </w:p>
        </w:tc>
        <w:tc>
          <w:tcPr>
            <w:tcW w:w="3120" w:type="dxa"/>
          </w:tcPr>
          <w:p w14:paraId="379E9CF6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 93</w:t>
            </w:r>
          </w:p>
        </w:tc>
        <w:tc>
          <w:tcPr>
            <w:tcW w:w="1040" w:type="dxa"/>
          </w:tcPr>
          <w:p w14:paraId="5AF8689A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D1B09E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715A9E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67284" w14:paraId="430ED38B" w14:textId="77777777" w:rsidTr="001A0DBC">
        <w:trPr>
          <w:cantSplit/>
        </w:trPr>
        <w:tc>
          <w:tcPr>
            <w:tcW w:w="540" w:type="dxa"/>
            <w:gridSpan w:val="2"/>
          </w:tcPr>
          <w:p w14:paraId="2B643289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F38A56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b/>
                <w:kern w:val="18"/>
              </w:rPr>
              <w:t>– SCHOOL AND CHURCH BUSES</w:t>
            </w:r>
          </w:p>
        </w:tc>
      </w:tr>
      <w:tr w:rsidR="009713FD" w:rsidRPr="00267284" w14:paraId="41821D4B" w14:textId="77777777" w:rsidTr="001A0DBC">
        <w:trPr>
          <w:cantSplit/>
        </w:trPr>
        <w:tc>
          <w:tcPr>
            <w:tcW w:w="3120" w:type="dxa"/>
            <w:gridSpan w:val="3"/>
          </w:tcPr>
          <w:p w14:paraId="2AD64E38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211</w:t>
            </w:r>
          </w:p>
        </w:tc>
        <w:tc>
          <w:tcPr>
            <w:tcW w:w="3120" w:type="dxa"/>
          </w:tcPr>
          <w:p w14:paraId="7A838232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226BFC9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98532B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BB6798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67284" w14:paraId="52103E87" w14:textId="77777777" w:rsidTr="001A0DBC">
        <w:trPr>
          <w:cantSplit/>
        </w:trPr>
        <w:tc>
          <w:tcPr>
            <w:tcW w:w="540" w:type="dxa"/>
            <w:gridSpan w:val="2"/>
          </w:tcPr>
          <w:p w14:paraId="37AA8F60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4B3A81" w14:textId="77777777" w:rsidR="009713FD" w:rsidRPr="00267284" w:rsidRDefault="009713FD" w:rsidP="001A0DBC">
            <w:pPr>
              <w:pStyle w:val="tabletext11"/>
              <w:rPr>
                <w:b/>
                <w:kern w:val="18"/>
              </w:rPr>
            </w:pPr>
            <w:r w:rsidRPr="00267284">
              <w:rPr>
                <w:b/>
                <w:kern w:val="18"/>
              </w:rPr>
              <w:t>– OTHER BUSES</w:t>
            </w:r>
          </w:p>
        </w:tc>
      </w:tr>
      <w:tr w:rsidR="009713FD" w:rsidRPr="00267284" w14:paraId="0025D559" w14:textId="77777777" w:rsidTr="001A0DBC">
        <w:trPr>
          <w:cantSplit/>
        </w:trPr>
        <w:tc>
          <w:tcPr>
            <w:tcW w:w="3120" w:type="dxa"/>
            <w:gridSpan w:val="3"/>
          </w:tcPr>
          <w:p w14:paraId="543BAED0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1757</w:t>
            </w:r>
          </w:p>
        </w:tc>
        <w:tc>
          <w:tcPr>
            <w:tcW w:w="3120" w:type="dxa"/>
          </w:tcPr>
          <w:p w14:paraId="10AE3F60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 41</w:t>
            </w:r>
          </w:p>
        </w:tc>
        <w:tc>
          <w:tcPr>
            <w:tcW w:w="1040" w:type="dxa"/>
          </w:tcPr>
          <w:p w14:paraId="07C2093D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E927F3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AE775C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67284" w14:paraId="394EB12B" w14:textId="77777777" w:rsidTr="001A0DBC">
        <w:trPr>
          <w:cantSplit/>
        </w:trPr>
        <w:tc>
          <w:tcPr>
            <w:tcW w:w="540" w:type="dxa"/>
            <w:gridSpan w:val="2"/>
          </w:tcPr>
          <w:p w14:paraId="46767167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E94D7E" w14:textId="77777777" w:rsidR="009713FD" w:rsidRPr="00267284" w:rsidRDefault="009713FD" w:rsidP="001A0DBC">
            <w:pPr>
              <w:pStyle w:val="tabletext11"/>
              <w:rPr>
                <w:b/>
                <w:kern w:val="18"/>
              </w:rPr>
            </w:pPr>
            <w:r w:rsidRPr="00267284">
              <w:rPr>
                <w:b/>
                <w:kern w:val="18"/>
              </w:rPr>
              <w:t>– VAN POOLS</w:t>
            </w:r>
          </w:p>
        </w:tc>
      </w:tr>
      <w:tr w:rsidR="009713FD" w:rsidRPr="00267284" w14:paraId="67A58867" w14:textId="77777777" w:rsidTr="001A0DBC">
        <w:trPr>
          <w:cantSplit/>
        </w:trPr>
        <w:tc>
          <w:tcPr>
            <w:tcW w:w="3120" w:type="dxa"/>
            <w:gridSpan w:val="3"/>
          </w:tcPr>
          <w:p w14:paraId="1AEF82A9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528</w:t>
            </w:r>
          </w:p>
        </w:tc>
        <w:tc>
          <w:tcPr>
            <w:tcW w:w="3120" w:type="dxa"/>
          </w:tcPr>
          <w:p w14:paraId="71743E2C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13820158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7A3B0C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383065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67284" w14:paraId="37A10AFC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6EBEF8" w14:textId="77777777" w:rsidR="009713FD" w:rsidRPr="00267284" w:rsidRDefault="009713FD" w:rsidP="001A0DBC">
            <w:pPr>
              <w:pStyle w:val="tabletext11"/>
              <w:rPr>
                <w:b/>
                <w:kern w:val="18"/>
              </w:rPr>
            </w:pPr>
            <w:r w:rsidRPr="00267284">
              <w:rPr>
                <w:b/>
                <w:kern w:val="18"/>
              </w:rPr>
              <w:t>RULE 249. AUTO DEALERS – PREMIUM DEVELOPMENT</w:t>
            </w:r>
          </w:p>
        </w:tc>
      </w:tr>
      <w:tr w:rsidR="009713FD" w:rsidRPr="00267284" w14:paraId="4AECB2BF" w14:textId="77777777" w:rsidTr="001A0DBC">
        <w:trPr>
          <w:cantSplit/>
        </w:trPr>
        <w:tc>
          <w:tcPr>
            <w:tcW w:w="3120" w:type="dxa"/>
            <w:gridSpan w:val="3"/>
          </w:tcPr>
          <w:p w14:paraId="382F25B0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$   359</w:t>
            </w:r>
          </w:p>
        </w:tc>
        <w:tc>
          <w:tcPr>
            <w:tcW w:w="3120" w:type="dxa"/>
          </w:tcPr>
          <w:p w14:paraId="03C59700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 xml:space="preserve">Refer to Rule </w:t>
            </w:r>
            <w:r w:rsidRPr="0026728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E3E881B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F85AFC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26728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C753F6" w14:textId="77777777" w:rsidR="009713FD" w:rsidRPr="00267284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267284" w14:paraId="04DF3CE8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9233EF" w14:textId="77777777" w:rsidR="009713FD" w:rsidRPr="00267284" w:rsidRDefault="009713FD" w:rsidP="001A0DBC">
            <w:pPr>
              <w:pStyle w:val="tabletext11"/>
              <w:rPr>
                <w:b/>
                <w:kern w:val="18"/>
              </w:rPr>
            </w:pPr>
          </w:p>
        </w:tc>
      </w:tr>
      <w:tr w:rsidR="009713FD" w:rsidRPr="00267284" w14:paraId="11716C3B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0330451C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DD7F8D1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kern w:val="18"/>
              </w:rPr>
              <w:t xml:space="preserve">For Other Than Zone-rated Trucks, Tractors and Trailers Classifications, refer to Rule </w:t>
            </w:r>
            <w:r w:rsidRPr="00267284">
              <w:rPr>
                <w:b/>
                <w:kern w:val="18"/>
              </w:rPr>
              <w:t>222.</w:t>
            </w:r>
            <w:r w:rsidRPr="00267284">
              <w:rPr>
                <w:kern w:val="18"/>
              </w:rPr>
              <w:t xml:space="preserve"> for premium development.</w:t>
            </w:r>
          </w:p>
        </w:tc>
      </w:tr>
      <w:tr w:rsidR="009713FD" w:rsidRPr="00267284" w14:paraId="684AD85B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4751D90B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A004B05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kern w:val="18"/>
              </w:rPr>
              <w:t xml:space="preserve">For Private Passenger Types Classifications, refer to Rule </w:t>
            </w:r>
            <w:r w:rsidRPr="00267284">
              <w:rPr>
                <w:b/>
                <w:kern w:val="18"/>
              </w:rPr>
              <w:t>232.</w:t>
            </w:r>
            <w:r w:rsidRPr="00267284">
              <w:rPr>
                <w:kern w:val="18"/>
              </w:rPr>
              <w:t xml:space="preserve"> for premium development.</w:t>
            </w:r>
          </w:p>
        </w:tc>
      </w:tr>
      <w:tr w:rsidR="009713FD" w:rsidRPr="00267284" w14:paraId="3E2D7612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1A5AF739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CB0938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kern w:val="18"/>
              </w:rPr>
              <w:t xml:space="preserve">For Other Than Zone-rated Public Autos, refer to Rule </w:t>
            </w:r>
            <w:r w:rsidRPr="00267284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  <w:r w:rsidRPr="00267284">
              <w:rPr>
                <w:rStyle w:val="rulelink"/>
              </w:rPr>
              <w:t xml:space="preserve"> </w:t>
            </w:r>
          </w:p>
        </w:tc>
      </w:tr>
      <w:tr w:rsidR="009713FD" w:rsidRPr="00267284" w14:paraId="2E1FB02F" w14:textId="77777777" w:rsidTr="001A0DBC">
        <w:trPr>
          <w:cantSplit/>
        </w:trPr>
        <w:tc>
          <w:tcPr>
            <w:tcW w:w="220" w:type="dxa"/>
          </w:tcPr>
          <w:p w14:paraId="71176A60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A58DCE9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kern w:val="18"/>
              </w:rPr>
              <w:t xml:space="preserve">For liability increased limits factors, refer to Rule </w:t>
            </w:r>
            <w:r w:rsidRPr="00267284">
              <w:rPr>
                <w:rStyle w:val="rulelink"/>
              </w:rPr>
              <w:t>300.</w:t>
            </w:r>
          </w:p>
        </w:tc>
      </w:tr>
      <w:tr w:rsidR="009713FD" w:rsidRPr="00267284" w14:paraId="37AF4D36" w14:textId="77777777" w:rsidTr="001A0DB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0B6D73D" w14:textId="77777777" w:rsidR="009713FD" w:rsidRPr="00267284" w:rsidRDefault="009713FD" w:rsidP="001A0DBC">
            <w:pPr>
              <w:pStyle w:val="tabletext11"/>
              <w:jc w:val="both"/>
              <w:rPr>
                <w:kern w:val="18"/>
              </w:rPr>
            </w:pPr>
            <w:r w:rsidRPr="00267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16C02AB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  <w:r w:rsidRPr="00267284">
              <w:rPr>
                <w:kern w:val="18"/>
              </w:rPr>
              <w:t xml:space="preserve">Other Than Auto losses for </w:t>
            </w:r>
            <w:r w:rsidRPr="00267284">
              <w:t>Auto Dealers</w:t>
            </w:r>
            <w:r w:rsidRPr="0026728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67284">
              <w:rPr>
                <w:rStyle w:val="rulelink"/>
              </w:rPr>
              <w:t>249.</w:t>
            </w:r>
          </w:p>
        </w:tc>
      </w:tr>
      <w:tr w:rsidR="009713FD" w:rsidRPr="00267284" w14:paraId="006903B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31EA74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FC5C2D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0345FDB6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C137E2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89CB38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0D2B2DF2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22E4D8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B1EF03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2ADF612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8E46F3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44AE4C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25C8E360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9F7401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322BD8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386A98CA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C78E8D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B4854C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437817E7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74519A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6B6114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44334712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9D860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2EC473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61C874D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3A4877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FAEFA6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524663A0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384003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FCAB5A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350CAEF7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68D959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671E92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4E9A0E1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A11119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19BDFB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60E7AB4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1C56C4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3943B7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15A3A3E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A1CC68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2B8BED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52F1A1F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D43747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596E85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14576625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E006D5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72DB65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143CE03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F6529C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CC1B37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448C3BEF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72E357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886B62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1894755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E4158B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1B478C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2AF42F89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6750C5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926332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4B4AF988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D06159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339794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38EC089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3BE7C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BF59FD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267284" w14:paraId="03FC0B8E" w14:textId="77777777" w:rsidTr="001A0DB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2116B5B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150633F" w14:textId="77777777" w:rsidR="009713FD" w:rsidRPr="00267284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5CEC099B" w14:textId="477098C1" w:rsidR="009713FD" w:rsidRDefault="009713FD" w:rsidP="009713FD">
      <w:pPr>
        <w:pStyle w:val="isonormal"/>
      </w:pPr>
    </w:p>
    <w:p w14:paraId="45A1060B" w14:textId="4D71BD58" w:rsidR="009713FD" w:rsidRDefault="009713FD" w:rsidP="009713FD">
      <w:pPr>
        <w:pStyle w:val="isonormal"/>
        <w:jc w:val="left"/>
      </w:pPr>
    </w:p>
    <w:p w14:paraId="1D06A744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34BAAC1" w14:textId="77777777" w:rsidR="009713FD" w:rsidRPr="004215B0" w:rsidRDefault="009713FD" w:rsidP="009713FD">
      <w:pPr>
        <w:pStyle w:val="subcap"/>
      </w:pPr>
      <w:r w:rsidRPr="004215B0">
        <w:lastRenderedPageBreak/>
        <w:t>TERRITORY 111</w:t>
      </w:r>
    </w:p>
    <w:p w14:paraId="28E279CB" w14:textId="77777777" w:rsidR="009713FD" w:rsidRPr="004215B0" w:rsidRDefault="009713FD" w:rsidP="009713FD">
      <w:pPr>
        <w:pStyle w:val="subcap2"/>
      </w:pPr>
      <w:r w:rsidRPr="004215B0">
        <w:t>LIAB, MED PAY</w:t>
      </w:r>
    </w:p>
    <w:p w14:paraId="136725C2" w14:textId="77777777" w:rsidR="009713FD" w:rsidRPr="004215B0" w:rsidRDefault="009713FD" w:rsidP="009713FD">
      <w:pPr>
        <w:pStyle w:val="isonormal"/>
      </w:pPr>
    </w:p>
    <w:p w14:paraId="7720421D" w14:textId="77777777" w:rsidR="009713FD" w:rsidRPr="004215B0" w:rsidRDefault="009713FD" w:rsidP="009713FD">
      <w:pPr>
        <w:pStyle w:val="isonormal"/>
        <w:sectPr w:rsidR="009713FD" w:rsidRPr="004215B0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9713FD" w:rsidRPr="004215B0" w14:paraId="5A211BC5" w14:textId="77777777" w:rsidTr="001A0DB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B954D0B" w14:textId="77777777" w:rsidR="009713FD" w:rsidRPr="004215B0" w:rsidRDefault="009713FD" w:rsidP="001A0DBC">
            <w:pPr>
              <w:pStyle w:val="tablehead"/>
              <w:rPr>
                <w:kern w:val="18"/>
              </w:rPr>
            </w:pPr>
            <w:r w:rsidRPr="004215B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9B9783D" w14:textId="77777777" w:rsidR="009713FD" w:rsidRPr="004215B0" w:rsidRDefault="009713FD" w:rsidP="001A0DBC">
            <w:pPr>
              <w:pStyle w:val="tablehead"/>
              <w:rPr>
                <w:kern w:val="18"/>
              </w:rPr>
            </w:pPr>
            <w:r w:rsidRPr="004215B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B467C72" w14:textId="77777777" w:rsidR="009713FD" w:rsidRPr="004215B0" w:rsidRDefault="009713FD" w:rsidP="001A0DBC">
            <w:pPr>
              <w:pStyle w:val="tablehead"/>
              <w:rPr>
                <w:kern w:val="18"/>
              </w:rPr>
            </w:pPr>
            <w:r w:rsidRPr="004215B0">
              <w:rPr>
                <w:kern w:val="18"/>
              </w:rPr>
              <w:t>PERSONAL INJURY PROTECTION</w:t>
            </w:r>
          </w:p>
        </w:tc>
      </w:tr>
      <w:tr w:rsidR="009713FD" w:rsidRPr="004215B0" w14:paraId="5AF2041C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333463C" w14:textId="77777777" w:rsidR="009713FD" w:rsidRPr="004215B0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11A3454" w14:textId="77777777" w:rsidR="009713FD" w:rsidRPr="004215B0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5564DC4" w14:textId="77777777" w:rsidR="009713FD" w:rsidRPr="004215B0" w:rsidRDefault="009713FD" w:rsidP="001A0DBC">
            <w:pPr>
              <w:pStyle w:val="tablehead"/>
              <w:rPr>
                <w:kern w:val="18"/>
              </w:rPr>
            </w:pPr>
          </w:p>
        </w:tc>
      </w:tr>
      <w:tr w:rsidR="009713FD" w:rsidRPr="004215B0" w14:paraId="41EDE17C" w14:textId="77777777" w:rsidTr="001A0DB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19490F3" w14:textId="77777777" w:rsidR="009713FD" w:rsidRPr="004215B0" w:rsidRDefault="009713FD" w:rsidP="001A0DBC">
            <w:pPr>
              <w:pStyle w:val="tablehead"/>
              <w:rPr>
                <w:kern w:val="18"/>
              </w:rPr>
            </w:pPr>
            <w:r w:rsidRPr="004215B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B89678A" w14:textId="77777777" w:rsidR="009713FD" w:rsidRPr="004215B0" w:rsidRDefault="009713FD" w:rsidP="001A0DBC">
            <w:pPr>
              <w:pStyle w:val="tablehead"/>
              <w:rPr>
                <w:kern w:val="18"/>
              </w:rPr>
            </w:pPr>
            <w:r w:rsidRPr="004215B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155C185" w14:textId="77777777" w:rsidR="009713FD" w:rsidRPr="004215B0" w:rsidRDefault="009713FD" w:rsidP="001A0DBC">
            <w:pPr>
              <w:pStyle w:val="tablehead"/>
              <w:rPr>
                <w:kern w:val="18"/>
              </w:rPr>
            </w:pPr>
            <w:r w:rsidRPr="004215B0">
              <w:rPr>
                <w:kern w:val="18"/>
              </w:rPr>
              <w:t>Basic Limits</w:t>
            </w:r>
          </w:p>
        </w:tc>
      </w:tr>
      <w:tr w:rsidR="009713FD" w:rsidRPr="004215B0" w14:paraId="6129BCA3" w14:textId="77777777" w:rsidTr="001A0DBC">
        <w:trPr>
          <w:cantSplit/>
        </w:trPr>
        <w:tc>
          <w:tcPr>
            <w:tcW w:w="9360" w:type="dxa"/>
            <w:gridSpan w:val="7"/>
          </w:tcPr>
          <w:p w14:paraId="5DF0278A" w14:textId="77777777" w:rsidR="009713FD" w:rsidRPr="004215B0" w:rsidRDefault="009713FD" w:rsidP="001A0DBC">
            <w:pPr>
              <w:pStyle w:val="tabletext11"/>
              <w:rPr>
                <w:b/>
                <w:kern w:val="18"/>
              </w:rPr>
            </w:pPr>
            <w:r w:rsidRPr="004215B0">
              <w:rPr>
                <w:b/>
                <w:kern w:val="18"/>
              </w:rPr>
              <w:t>RULE 223. TRUCKS, TRACTORS AND TRAILERS CLASSIFICATIONS</w:t>
            </w:r>
          </w:p>
        </w:tc>
      </w:tr>
      <w:tr w:rsidR="009713FD" w:rsidRPr="004215B0" w14:paraId="7721A67C" w14:textId="77777777" w:rsidTr="001A0DBC">
        <w:trPr>
          <w:cantSplit/>
        </w:trPr>
        <w:tc>
          <w:tcPr>
            <w:tcW w:w="3120" w:type="dxa"/>
            <w:gridSpan w:val="3"/>
          </w:tcPr>
          <w:p w14:paraId="19369B73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482</w:t>
            </w:r>
          </w:p>
        </w:tc>
        <w:tc>
          <w:tcPr>
            <w:tcW w:w="3120" w:type="dxa"/>
          </w:tcPr>
          <w:p w14:paraId="5EF64346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87FAC9F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0E2195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2B3874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215B0" w14:paraId="5EA73704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FCD5E9" w14:textId="77777777" w:rsidR="009713FD" w:rsidRPr="004215B0" w:rsidRDefault="009713FD" w:rsidP="001A0DBC">
            <w:pPr>
              <w:pStyle w:val="tabletext11"/>
              <w:rPr>
                <w:b/>
                <w:kern w:val="18"/>
              </w:rPr>
            </w:pPr>
            <w:r w:rsidRPr="004215B0">
              <w:rPr>
                <w:b/>
                <w:kern w:val="18"/>
              </w:rPr>
              <w:t>RULE 232. PRIVATE PASSENGER TYPES CLASSIFICATIONS</w:t>
            </w:r>
          </w:p>
        </w:tc>
      </w:tr>
      <w:tr w:rsidR="009713FD" w:rsidRPr="004215B0" w14:paraId="0300F55F" w14:textId="77777777" w:rsidTr="001A0DBC">
        <w:trPr>
          <w:cantSplit/>
        </w:trPr>
        <w:tc>
          <w:tcPr>
            <w:tcW w:w="3120" w:type="dxa"/>
            <w:gridSpan w:val="3"/>
          </w:tcPr>
          <w:p w14:paraId="4FF67975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428</w:t>
            </w:r>
          </w:p>
        </w:tc>
        <w:tc>
          <w:tcPr>
            <w:tcW w:w="3120" w:type="dxa"/>
          </w:tcPr>
          <w:p w14:paraId="3D9E51A6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7DAF2677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63A947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61E0FB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215B0" w14:paraId="511C544E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D1FE79" w14:textId="77777777" w:rsidR="009713FD" w:rsidRPr="004215B0" w:rsidRDefault="009713FD" w:rsidP="001A0DBC">
            <w:pPr>
              <w:pStyle w:val="tabletext11"/>
              <w:rPr>
                <w:b/>
                <w:kern w:val="18"/>
              </w:rPr>
            </w:pPr>
            <w:r w:rsidRPr="004215B0">
              <w:rPr>
                <w:b/>
                <w:kern w:val="18"/>
              </w:rPr>
              <w:t>RULE 240. PUBLIC AUTO CLASSIFICATIONS –</w:t>
            </w:r>
          </w:p>
        </w:tc>
      </w:tr>
      <w:tr w:rsidR="009713FD" w:rsidRPr="004215B0" w14:paraId="3758431A" w14:textId="77777777" w:rsidTr="001A0DBC">
        <w:trPr>
          <w:cantSplit/>
        </w:trPr>
        <w:tc>
          <w:tcPr>
            <w:tcW w:w="540" w:type="dxa"/>
            <w:gridSpan w:val="2"/>
          </w:tcPr>
          <w:p w14:paraId="46DB17D7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2E7556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b/>
                <w:kern w:val="18"/>
              </w:rPr>
              <w:t>– TAXICABS AND LIMOUSINES</w:t>
            </w:r>
          </w:p>
        </w:tc>
      </w:tr>
      <w:tr w:rsidR="009713FD" w:rsidRPr="004215B0" w14:paraId="793972A4" w14:textId="77777777" w:rsidTr="001A0DBC">
        <w:trPr>
          <w:cantSplit/>
        </w:trPr>
        <w:tc>
          <w:tcPr>
            <w:tcW w:w="3120" w:type="dxa"/>
            <w:gridSpan w:val="3"/>
          </w:tcPr>
          <w:p w14:paraId="501314A3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1938</w:t>
            </w:r>
          </w:p>
        </w:tc>
        <w:tc>
          <w:tcPr>
            <w:tcW w:w="3120" w:type="dxa"/>
          </w:tcPr>
          <w:p w14:paraId="070B830A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 81</w:t>
            </w:r>
          </w:p>
        </w:tc>
        <w:tc>
          <w:tcPr>
            <w:tcW w:w="1040" w:type="dxa"/>
          </w:tcPr>
          <w:p w14:paraId="5FAED798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91CE90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AE5D2D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215B0" w14:paraId="634180A7" w14:textId="77777777" w:rsidTr="001A0DBC">
        <w:trPr>
          <w:cantSplit/>
        </w:trPr>
        <w:tc>
          <w:tcPr>
            <w:tcW w:w="540" w:type="dxa"/>
            <w:gridSpan w:val="2"/>
          </w:tcPr>
          <w:p w14:paraId="2BF001FA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188AC29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b/>
                <w:kern w:val="18"/>
              </w:rPr>
              <w:t>– SCHOOL AND CHURCH BUSES</w:t>
            </w:r>
          </w:p>
        </w:tc>
      </w:tr>
      <w:tr w:rsidR="009713FD" w:rsidRPr="004215B0" w14:paraId="2009D08D" w14:textId="77777777" w:rsidTr="001A0DBC">
        <w:trPr>
          <w:cantSplit/>
        </w:trPr>
        <w:tc>
          <w:tcPr>
            <w:tcW w:w="3120" w:type="dxa"/>
            <w:gridSpan w:val="3"/>
          </w:tcPr>
          <w:p w14:paraId="62F165C0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183</w:t>
            </w:r>
          </w:p>
        </w:tc>
        <w:tc>
          <w:tcPr>
            <w:tcW w:w="3120" w:type="dxa"/>
          </w:tcPr>
          <w:p w14:paraId="61D963D8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BD8414A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4D9C55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734ACF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215B0" w14:paraId="5320AAC4" w14:textId="77777777" w:rsidTr="001A0DBC">
        <w:trPr>
          <w:cantSplit/>
        </w:trPr>
        <w:tc>
          <w:tcPr>
            <w:tcW w:w="540" w:type="dxa"/>
            <w:gridSpan w:val="2"/>
          </w:tcPr>
          <w:p w14:paraId="33927389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4671F18" w14:textId="77777777" w:rsidR="009713FD" w:rsidRPr="004215B0" w:rsidRDefault="009713FD" w:rsidP="001A0DBC">
            <w:pPr>
              <w:pStyle w:val="tabletext11"/>
              <w:rPr>
                <w:b/>
                <w:kern w:val="18"/>
              </w:rPr>
            </w:pPr>
            <w:r w:rsidRPr="004215B0">
              <w:rPr>
                <w:b/>
                <w:kern w:val="18"/>
              </w:rPr>
              <w:t>– OTHER BUSES</w:t>
            </w:r>
          </w:p>
        </w:tc>
      </w:tr>
      <w:tr w:rsidR="009713FD" w:rsidRPr="004215B0" w14:paraId="6927E86E" w14:textId="77777777" w:rsidTr="001A0DBC">
        <w:trPr>
          <w:cantSplit/>
        </w:trPr>
        <w:tc>
          <w:tcPr>
            <w:tcW w:w="3120" w:type="dxa"/>
            <w:gridSpan w:val="3"/>
          </w:tcPr>
          <w:p w14:paraId="2744133F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1523</w:t>
            </w:r>
          </w:p>
        </w:tc>
        <w:tc>
          <w:tcPr>
            <w:tcW w:w="3120" w:type="dxa"/>
          </w:tcPr>
          <w:p w14:paraId="79A31CE4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 63</w:t>
            </w:r>
          </w:p>
        </w:tc>
        <w:tc>
          <w:tcPr>
            <w:tcW w:w="1040" w:type="dxa"/>
          </w:tcPr>
          <w:p w14:paraId="01986233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FBEC4F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A56BDD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215B0" w14:paraId="4D41CE10" w14:textId="77777777" w:rsidTr="001A0DBC">
        <w:trPr>
          <w:cantSplit/>
        </w:trPr>
        <w:tc>
          <w:tcPr>
            <w:tcW w:w="540" w:type="dxa"/>
            <w:gridSpan w:val="2"/>
          </w:tcPr>
          <w:p w14:paraId="3B0CBA6C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258A1BD" w14:textId="77777777" w:rsidR="009713FD" w:rsidRPr="004215B0" w:rsidRDefault="009713FD" w:rsidP="001A0DBC">
            <w:pPr>
              <w:pStyle w:val="tabletext11"/>
              <w:rPr>
                <w:b/>
                <w:kern w:val="18"/>
              </w:rPr>
            </w:pPr>
            <w:r w:rsidRPr="004215B0">
              <w:rPr>
                <w:b/>
                <w:kern w:val="18"/>
              </w:rPr>
              <w:t>– VAN POOLS</w:t>
            </w:r>
          </w:p>
        </w:tc>
      </w:tr>
      <w:tr w:rsidR="009713FD" w:rsidRPr="004215B0" w14:paraId="0F01C470" w14:textId="77777777" w:rsidTr="001A0DBC">
        <w:trPr>
          <w:cantSplit/>
        </w:trPr>
        <w:tc>
          <w:tcPr>
            <w:tcW w:w="3120" w:type="dxa"/>
            <w:gridSpan w:val="3"/>
          </w:tcPr>
          <w:p w14:paraId="708B2622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458</w:t>
            </w:r>
          </w:p>
        </w:tc>
        <w:tc>
          <w:tcPr>
            <w:tcW w:w="3120" w:type="dxa"/>
          </w:tcPr>
          <w:p w14:paraId="2542DCE4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1120D818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0ECC36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BD1600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215B0" w14:paraId="25CC9E01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D9A646" w14:textId="77777777" w:rsidR="009713FD" w:rsidRPr="004215B0" w:rsidRDefault="009713FD" w:rsidP="001A0DBC">
            <w:pPr>
              <w:pStyle w:val="tabletext11"/>
              <w:rPr>
                <w:b/>
                <w:kern w:val="18"/>
              </w:rPr>
            </w:pPr>
            <w:r w:rsidRPr="004215B0">
              <w:rPr>
                <w:b/>
                <w:kern w:val="18"/>
              </w:rPr>
              <w:t>RULE 249. AUTO DEALERS – PREMIUM DEVELOPMENT</w:t>
            </w:r>
          </w:p>
        </w:tc>
      </w:tr>
      <w:tr w:rsidR="009713FD" w:rsidRPr="004215B0" w14:paraId="4759D6E4" w14:textId="77777777" w:rsidTr="001A0DBC">
        <w:trPr>
          <w:cantSplit/>
        </w:trPr>
        <w:tc>
          <w:tcPr>
            <w:tcW w:w="3120" w:type="dxa"/>
            <w:gridSpan w:val="3"/>
          </w:tcPr>
          <w:p w14:paraId="35D64649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$   302</w:t>
            </w:r>
          </w:p>
        </w:tc>
        <w:tc>
          <w:tcPr>
            <w:tcW w:w="3120" w:type="dxa"/>
          </w:tcPr>
          <w:p w14:paraId="785321A7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 xml:space="preserve">Refer to Rule </w:t>
            </w:r>
            <w:r w:rsidRPr="004215B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83EFA48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146451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4215B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5927D5" w14:textId="77777777" w:rsidR="009713FD" w:rsidRPr="004215B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4215B0" w14:paraId="7A9BB1CC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95D1BA" w14:textId="77777777" w:rsidR="009713FD" w:rsidRPr="004215B0" w:rsidRDefault="009713FD" w:rsidP="001A0DBC">
            <w:pPr>
              <w:pStyle w:val="tabletext11"/>
              <w:rPr>
                <w:b/>
                <w:kern w:val="18"/>
              </w:rPr>
            </w:pPr>
          </w:p>
        </w:tc>
      </w:tr>
      <w:tr w:rsidR="009713FD" w:rsidRPr="004215B0" w14:paraId="5F19E236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4200C829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30B99D9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kern w:val="18"/>
              </w:rPr>
              <w:t xml:space="preserve">For Other Than Zone-rated Trucks, Tractors and Trailers Classifications, refer to Rule </w:t>
            </w:r>
            <w:r w:rsidRPr="004215B0">
              <w:rPr>
                <w:b/>
                <w:kern w:val="18"/>
              </w:rPr>
              <w:t>222.</w:t>
            </w:r>
            <w:r w:rsidRPr="004215B0">
              <w:rPr>
                <w:kern w:val="18"/>
              </w:rPr>
              <w:t xml:space="preserve"> for premium development.</w:t>
            </w:r>
          </w:p>
        </w:tc>
      </w:tr>
      <w:tr w:rsidR="009713FD" w:rsidRPr="004215B0" w14:paraId="5E5C5EB7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7F081D49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5587A65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kern w:val="18"/>
              </w:rPr>
              <w:t xml:space="preserve">For Private Passenger Types Classifications, refer to Rule </w:t>
            </w:r>
            <w:r w:rsidRPr="004215B0">
              <w:rPr>
                <w:b/>
                <w:kern w:val="18"/>
              </w:rPr>
              <w:t>232.</w:t>
            </w:r>
            <w:r w:rsidRPr="004215B0">
              <w:rPr>
                <w:kern w:val="18"/>
              </w:rPr>
              <w:t xml:space="preserve"> for premium development.</w:t>
            </w:r>
          </w:p>
        </w:tc>
      </w:tr>
      <w:tr w:rsidR="009713FD" w:rsidRPr="004215B0" w14:paraId="1C1719F2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18AA6D39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2CD5E8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kern w:val="18"/>
              </w:rPr>
              <w:t xml:space="preserve">For Other Than Zone-rated Public Autos, refer to Rule </w:t>
            </w:r>
            <w:r w:rsidRPr="004215B0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  <w:r w:rsidRPr="004215B0">
              <w:rPr>
                <w:rStyle w:val="rulelink"/>
              </w:rPr>
              <w:t xml:space="preserve"> </w:t>
            </w:r>
          </w:p>
        </w:tc>
      </w:tr>
      <w:tr w:rsidR="009713FD" w:rsidRPr="004215B0" w14:paraId="313597CC" w14:textId="77777777" w:rsidTr="001A0DBC">
        <w:trPr>
          <w:cantSplit/>
        </w:trPr>
        <w:tc>
          <w:tcPr>
            <w:tcW w:w="220" w:type="dxa"/>
          </w:tcPr>
          <w:p w14:paraId="3D4B2BA3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7D5D413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kern w:val="18"/>
              </w:rPr>
              <w:t xml:space="preserve">For liability increased limits factors, refer to Rule </w:t>
            </w:r>
            <w:r w:rsidRPr="004215B0">
              <w:rPr>
                <w:rStyle w:val="rulelink"/>
              </w:rPr>
              <w:t>300.</w:t>
            </w:r>
          </w:p>
        </w:tc>
      </w:tr>
      <w:tr w:rsidR="009713FD" w:rsidRPr="004215B0" w14:paraId="777AD991" w14:textId="77777777" w:rsidTr="001A0DB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00D3E1B" w14:textId="77777777" w:rsidR="009713FD" w:rsidRPr="004215B0" w:rsidRDefault="009713FD" w:rsidP="001A0DBC">
            <w:pPr>
              <w:pStyle w:val="tabletext11"/>
              <w:jc w:val="both"/>
              <w:rPr>
                <w:kern w:val="18"/>
              </w:rPr>
            </w:pPr>
            <w:r w:rsidRPr="004215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7147936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  <w:r w:rsidRPr="004215B0">
              <w:rPr>
                <w:kern w:val="18"/>
              </w:rPr>
              <w:t xml:space="preserve">Other Than Auto losses for </w:t>
            </w:r>
            <w:r w:rsidRPr="004215B0">
              <w:t>Auto Dealers</w:t>
            </w:r>
            <w:r w:rsidRPr="004215B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215B0">
              <w:rPr>
                <w:rStyle w:val="rulelink"/>
              </w:rPr>
              <w:t>249.</w:t>
            </w:r>
          </w:p>
        </w:tc>
      </w:tr>
      <w:tr w:rsidR="009713FD" w:rsidRPr="004215B0" w14:paraId="66CE00C0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F97E6C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73BAB2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042C2DD9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FFA789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CAE7D1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3675B5C6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E7871E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3766F6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47D1F3D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CB2E91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C64F02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2FF18E63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85541A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F85C17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1A1E8BBC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F03000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6E5E24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63FE7F1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E35A21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056B9F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7143E61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5F58E6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E22F78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7B59A75A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DFA001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0A2C7E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3D1A5D8A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760FC5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47DDF3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511848A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833BB2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95E252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1851458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A7A827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EA9B36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46D333AD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E61163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35AA4E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19A75C5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7241D0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538F25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68DB1FF4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8DCCD8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85B81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58ADAF9E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65C768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9FAC9D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2AB45181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371D2A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6682CA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73AE3CD3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A79EB3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8014E3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2131BEFB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606E39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717F69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2437C8BF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7862E0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75EDFE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331C215C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1D05F5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7A3A51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0899EFBC" w14:textId="77777777" w:rsidTr="001A0DB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38A641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EF1AA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4215B0" w14:paraId="0B3ED971" w14:textId="77777777" w:rsidTr="001A0DB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8EC535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43047CA" w14:textId="77777777" w:rsidR="009713FD" w:rsidRPr="004215B0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1F79C1A5" w14:textId="3502EED3" w:rsidR="009713FD" w:rsidRDefault="009713FD" w:rsidP="009713FD">
      <w:pPr>
        <w:pStyle w:val="isonormal"/>
      </w:pPr>
    </w:p>
    <w:p w14:paraId="4C90F649" w14:textId="70451BFE" w:rsidR="009713FD" w:rsidRDefault="009713FD" w:rsidP="009713FD">
      <w:pPr>
        <w:pStyle w:val="isonormal"/>
        <w:jc w:val="left"/>
      </w:pPr>
    </w:p>
    <w:p w14:paraId="602EE939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B613D1" w14:textId="77777777" w:rsidR="009713FD" w:rsidRPr="00A47FBC" w:rsidRDefault="009713FD" w:rsidP="009713FD">
      <w:pPr>
        <w:pStyle w:val="subcap"/>
      </w:pPr>
      <w:r w:rsidRPr="00A47FBC">
        <w:lastRenderedPageBreak/>
        <w:t>TERRITORY 105</w:t>
      </w:r>
    </w:p>
    <w:p w14:paraId="1E22DFD1" w14:textId="77777777" w:rsidR="009713FD" w:rsidRPr="00A47FBC" w:rsidRDefault="009713FD" w:rsidP="009713FD">
      <w:pPr>
        <w:pStyle w:val="subcap2"/>
      </w:pPr>
      <w:r w:rsidRPr="00A47FBC">
        <w:t>PHYS DAM</w:t>
      </w:r>
    </w:p>
    <w:p w14:paraId="3AF112D2" w14:textId="77777777" w:rsidR="009713FD" w:rsidRPr="00A47FBC" w:rsidRDefault="009713FD" w:rsidP="009713FD">
      <w:pPr>
        <w:pStyle w:val="isonormal"/>
      </w:pPr>
    </w:p>
    <w:p w14:paraId="4D6BCE1E" w14:textId="77777777" w:rsidR="009713FD" w:rsidRPr="00A47FBC" w:rsidRDefault="009713FD" w:rsidP="009713FD">
      <w:pPr>
        <w:pStyle w:val="isonormal"/>
        <w:sectPr w:rsidR="009713FD" w:rsidRPr="00A47FBC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713FD" w:rsidRPr="00A47FBC" w14:paraId="1538663C" w14:textId="77777777" w:rsidTr="001A0DB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BCF27D8" w14:textId="77777777" w:rsidR="009713FD" w:rsidRPr="00A47FBC" w:rsidRDefault="009713FD" w:rsidP="001A0DBC">
            <w:pPr>
              <w:pStyle w:val="tablehead"/>
              <w:rPr>
                <w:kern w:val="18"/>
              </w:rPr>
            </w:pPr>
            <w:r w:rsidRPr="00A47FBC">
              <w:rPr>
                <w:kern w:val="18"/>
              </w:rPr>
              <w:t>PHYSICAL DAMAGE</w:t>
            </w:r>
            <w:r w:rsidRPr="00A47FBC">
              <w:rPr>
                <w:kern w:val="18"/>
              </w:rPr>
              <w:br/>
              <w:t>Original Cost New Range</w:t>
            </w:r>
            <w:r w:rsidRPr="00A47FBC">
              <w:rPr>
                <w:kern w:val="18"/>
              </w:rPr>
              <w:br/>
              <w:t>$25,000 – 29,999</w:t>
            </w:r>
          </w:p>
        </w:tc>
      </w:tr>
      <w:tr w:rsidR="009713FD" w:rsidRPr="00A47FBC" w14:paraId="01C41A7F" w14:textId="77777777" w:rsidTr="001A0DB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FB6BA54" w14:textId="77777777" w:rsidR="009713FD" w:rsidRPr="00A47FBC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016FAA4" w14:textId="77777777" w:rsidR="009713FD" w:rsidRPr="00A47FBC" w:rsidRDefault="009713FD" w:rsidP="001A0DBC">
            <w:pPr>
              <w:pStyle w:val="tablehead"/>
              <w:rPr>
                <w:kern w:val="18"/>
              </w:rPr>
            </w:pPr>
            <w:r w:rsidRPr="00A47FBC">
              <w:rPr>
                <w:kern w:val="18"/>
              </w:rPr>
              <w:t>Specified</w:t>
            </w:r>
            <w:r w:rsidRPr="00A47FBC">
              <w:rPr>
                <w:kern w:val="18"/>
              </w:rPr>
              <w:br/>
              <w:t>Causes</w:t>
            </w:r>
            <w:r w:rsidRPr="00A47FB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9A1C0D" w14:textId="77777777" w:rsidR="009713FD" w:rsidRPr="00A47FBC" w:rsidRDefault="009713FD" w:rsidP="001A0DBC">
            <w:pPr>
              <w:pStyle w:val="tablehead"/>
              <w:rPr>
                <w:kern w:val="18"/>
              </w:rPr>
            </w:pPr>
            <w:r w:rsidRPr="00A47FBC">
              <w:rPr>
                <w:kern w:val="18"/>
              </w:rPr>
              <w:br/>
            </w:r>
            <w:r w:rsidRPr="00A47FB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F32FA96" w14:textId="77777777" w:rsidR="009713FD" w:rsidRPr="00A47FBC" w:rsidRDefault="009713FD" w:rsidP="001A0DBC">
            <w:pPr>
              <w:pStyle w:val="tablehead"/>
              <w:rPr>
                <w:kern w:val="18"/>
              </w:rPr>
            </w:pPr>
            <w:r w:rsidRPr="00A47FBC">
              <w:rPr>
                <w:kern w:val="18"/>
              </w:rPr>
              <w:t>$500</w:t>
            </w:r>
            <w:r w:rsidRPr="00A47FBC">
              <w:rPr>
                <w:kern w:val="18"/>
              </w:rPr>
              <w:br/>
              <w:t>Ded.</w:t>
            </w:r>
            <w:r w:rsidRPr="00A47FBC">
              <w:rPr>
                <w:kern w:val="18"/>
              </w:rPr>
              <w:br/>
              <w:t>Coll.</w:t>
            </w:r>
          </w:p>
        </w:tc>
      </w:tr>
      <w:tr w:rsidR="009713FD" w:rsidRPr="00A47FBC" w14:paraId="3C190BE4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B3930FC" w14:textId="77777777" w:rsidR="009713FD" w:rsidRPr="00A47FBC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A47FB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713FD" w:rsidRPr="00A47FBC" w14:paraId="3E338EEA" w14:textId="77777777" w:rsidTr="001A0DBC">
        <w:trPr>
          <w:cantSplit/>
        </w:trPr>
        <w:tc>
          <w:tcPr>
            <w:tcW w:w="540" w:type="dxa"/>
            <w:gridSpan w:val="2"/>
          </w:tcPr>
          <w:p w14:paraId="27E9FA3A" w14:textId="77777777" w:rsidR="009713FD" w:rsidRPr="00A47FBC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315916" w14:textId="77777777" w:rsidR="009713FD" w:rsidRPr="00A47FBC" w:rsidRDefault="009713FD" w:rsidP="001A0DBC">
            <w:pPr>
              <w:pStyle w:val="tabletext11"/>
              <w:rPr>
                <w:b/>
                <w:kern w:val="18"/>
              </w:rPr>
            </w:pPr>
            <w:r w:rsidRPr="00A47FBC">
              <w:rPr>
                <w:b/>
                <w:kern w:val="18"/>
              </w:rPr>
              <w:t>– Local And Intermediate – All Vehicles</w:t>
            </w:r>
          </w:p>
        </w:tc>
      </w:tr>
      <w:tr w:rsidR="009713FD" w:rsidRPr="00A47FBC" w14:paraId="72980019" w14:textId="77777777" w:rsidTr="001A0DBC">
        <w:trPr>
          <w:cantSplit/>
        </w:trPr>
        <w:tc>
          <w:tcPr>
            <w:tcW w:w="540" w:type="dxa"/>
            <w:gridSpan w:val="2"/>
          </w:tcPr>
          <w:p w14:paraId="5AFE6C64" w14:textId="77777777" w:rsidR="009713FD" w:rsidRPr="00A47FBC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9119CF" w14:textId="77777777" w:rsidR="009713FD" w:rsidRPr="00A47FBC" w:rsidRDefault="009713FD" w:rsidP="001A0DBC">
            <w:pPr>
              <w:pStyle w:val="tabletext11"/>
              <w:rPr>
                <w:b/>
                <w:kern w:val="18"/>
              </w:rPr>
            </w:pPr>
            <w:r w:rsidRPr="00A47FB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713FD" w:rsidRPr="00A47FBC" w14:paraId="7FA89E79" w14:textId="77777777" w:rsidTr="001A0DBC">
        <w:trPr>
          <w:cantSplit/>
        </w:trPr>
        <w:tc>
          <w:tcPr>
            <w:tcW w:w="4860" w:type="dxa"/>
            <w:gridSpan w:val="3"/>
          </w:tcPr>
          <w:p w14:paraId="4C48C07C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0D2333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790C204F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61406D29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275</w:t>
            </w:r>
          </w:p>
        </w:tc>
      </w:tr>
      <w:tr w:rsidR="009713FD" w:rsidRPr="00A47FBC" w14:paraId="2F3EB5A5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D48D55" w14:textId="77777777" w:rsidR="009713FD" w:rsidRPr="00A47FBC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A47FB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713FD" w:rsidRPr="00A47FBC" w14:paraId="2BA17D07" w14:textId="77777777" w:rsidTr="001A0DBC">
        <w:trPr>
          <w:cantSplit/>
        </w:trPr>
        <w:tc>
          <w:tcPr>
            <w:tcW w:w="4860" w:type="dxa"/>
            <w:gridSpan w:val="3"/>
          </w:tcPr>
          <w:p w14:paraId="13CB4487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10A164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0C7BEE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FB2404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A47FBC" w14:paraId="22817B42" w14:textId="77777777" w:rsidTr="001A0DBC">
        <w:trPr>
          <w:cantSplit/>
        </w:trPr>
        <w:tc>
          <w:tcPr>
            <w:tcW w:w="4860" w:type="dxa"/>
            <w:gridSpan w:val="3"/>
          </w:tcPr>
          <w:p w14:paraId="6D464BA2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D07ABD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25018C4A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476FAE60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362</w:t>
            </w:r>
          </w:p>
        </w:tc>
      </w:tr>
      <w:tr w:rsidR="009713FD" w:rsidRPr="00A47FBC" w14:paraId="440CE118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625968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2F2A7F2B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24284A" w14:textId="77777777" w:rsidR="009713FD" w:rsidRPr="00A47FBC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A47FB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713FD" w:rsidRPr="00A47FBC" w14:paraId="387010A7" w14:textId="77777777" w:rsidTr="001A0DBC">
        <w:trPr>
          <w:cantSplit/>
        </w:trPr>
        <w:tc>
          <w:tcPr>
            <w:tcW w:w="540" w:type="dxa"/>
            <w:gridSpan w:val="2"/>
          </w:tcPr>
          <w:p w14:paraId="0C5D57C3" w14:textId="77777777" w:rsidR="009713FD" w:rsidRPr="00A47FBC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FC7DB9" w14:textId="77777777" w:rsidR="009713FD" w:rsidRPr="00A47FBC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A47FBC">
              <w:rPr>
                <w:b/>
                <w:caps/>
                <w:kern w:val="18"/>
              </w:rPr>
              <w:t>– taxicabs and limousines</w:t>
            </w:r>
          </w:p>
        </w:tc>
      </w:tr>
      <w:tr w:rsidR="009713FD" w:rsidRPr="00A47FBC" w14:paraId="0964AA20" w14:textId="77777777" w:rsidTr="001A0DBC">
        <w:trPr>
          <w:cantSplit/>
        </w:trPr>
        <w:tc>
          <w:tcPr>
            <w:tcW w:w="4860" w:type="dxa"/>
            <w:gridSpan w:val="3"/>
          </w:tcPr>
          <w:p w14:paraId="3E3BA69E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73CDF9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22B18361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0F09E361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619</w:t>
            </w:r>
          </w:p>
        </w:tc>
      </w:tr>
      <w:tr w:rsidR="009713FD" w:rsidRPr="00A47FBC" w14:paraId="3F389C4C" w14:textId="77777777" w:rsidTr="001A0DBC">
        <w:trPr>
          <w:cantSplit/>
        </w:trPr>
        <w:tc>
          <w:tcPr>
            <w:tcW w:w="540" w:type="dxa"/>
            <w:gridSpan w:val="2"/>
          </w:tcPr>
          <w:p w14:paraId="75DF55B4" w14:textId="77777777" w:rsidR="009713FD" w:rsidRPr="00A47FBC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E7D08E" w14:textId="77777777" w:rsidR="009713FD" w:rsidRPr="00A47FBC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A47FBC">
              <w:rPr>
                <w:b/>
                <w:caps/>
                <w:kern w:val="18"/>
              </w:rPr>
              <w:t>– SCHOOL AND CHURCH BUSES</w:t>
            </w:r>
          </w:p>
        </w:tc>
      </w:tr>
      <w:tr w:rsidR="009713FD" w:rsidRPr="00A47FBC" w14:paraId="79DAF930" w14:textId="77777777" w:rsidTr="001A0DBC">
        <w:trPr>
          <w:cantSplit/>
        </w:trPr>
        <w:tc>
          <w:tcPr>
            <w:tcW w:w="4860" w:type="dxa"/>
            <w:gridSpan w:val="3"/>
          </w:tcPr>
          <w:p w14:paraId="79D0D8BC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17AF4A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3AC81A0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5BF5A580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173</w:t>
            </w:r>
          </w:p>
        </w:tc>
      </w:tr>
      <w:tr w:rsidR="009713FD" w:rsidRPr="00A47FBC" w14:paraId="5A5C71E4" w14:textId="77777777" w:rsidTr="001A0DBC">
        <w:trPr>
          <w:cantSplit/>
        </w:trPr>
        <w:tc>
          <w:tcPr>
            <w:tcW w:w="540" w:type="dxa"/>
            <w:gridSpan w:val="2"/>
          </w:tcPr>
          <w:p w14:paraId="60969089" w14:textId="77777777" w:rsidR="009713FD" w:rsidRPr="00A47FBC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33B968" w14:textId="77777777" w:rsidR="009713FD" w:rsidRPr="00A47FBC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A47FBC">
              <w:rPr>
                <w:b/>
                <w:caps/>
                <w:kern w:val="18"/>
              </w:rPr>
              <w:t>– OTHER BUSES</w:t>
            </w:r>
          </w:p>
        </w:tc>
      </w:tr>
      <w:tr w:rsidR="009713FD" w:rsidRPr="00A47FBC" w14:paraId="5AAB106A" w14:textId="77777777" w:rsidTr="001A0DBC">
        <w:trPr>
          <w:cantSplit/>
        </w:trPr>
        <w:tc>
          <w:tcPr>
            <w:tcW w:w="4860" w:type="dxa"/>
            <w:gridSpan w:val="3"/>
          </w:tcPr>
          <w:p w14:paraId="278A30FD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8628BB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4D5916E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03920C5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173</w:t>
            </w:r>
          </w:p>
        </w:tc>
      </w:tr>
      <w:tr w:rsidR="009713FD" w:rsidRPr="00A47FBC" w14:paraId="5EFD6A97" w14:textId="77777777" w:rsidTr="001A0DBC">
        <w:trPr>
          <w:cantSplit/>
        </w:trPr>
        <w:tc>
          <w:tcPr>
            <w:tcW w:w="540" w:type="dxa"/>
            <w:gridSpan w:val="2"/>
          </w:tcPr>
          <w:p w14:paraId="6FA18D3E" w14:textId="77777777" w:rsidR="009713FD" w:rsidRPr="00A47FBC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B48274" w14:textId="77777777" w:rsidR="009713FD" w:rsidRPr="00A47FBC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A47FBC">
              <w:rPr>
                <w:b/>
                <w:caps/>
                <w:kern w:val="18"/>
              </w:rPr>
              <w:t>– VAN POOLS</w:t>
            </w:r>
          </w:p>
        </w:tc>
      </w:tr>
      <w:tr w:rsidR="009713FD" w:rsidRPr="00A47FBC" w14:paraId="5F88C898" w14:textId="77777777" w:rsidTr="001A0DBC">
        <w:trPr>
          <w:cantSplit/>
        </w:trPr>
        <w:tc>
          <w:tcPr>
            <w:tcW w:w="4860" w:type="dxa"/>
            <w:gridSpan w:val="3"/>
          </w:tcPr>
          <w:p w14:paraId="3AEF0383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669E90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41DE02AF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7D19BD86" w14:textId="77777777" w:rsidR="009713FD" w:rsidRPr="00A47FBC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A47FBC">
              <w:rPr>
                <w:kern w:val="18"/>
              </w:rPr>
              <w:t>$   619</w:t>
            </w:r>
          </w:p>
        </w:tc>
      </w:tr>
      <w:tr w:rsidR="009713FD" w:rsidRPr="00A47FBC" w14:paraId="7B5A636C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84666F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3B0E3074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A521CA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6CF7E775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2A65A576" w14:textId="77777777" w:rsidR="009713FD" w:rsidRPr="00A47FBC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A47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889791C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Trucks, Tractors and Trailers Classifications, refer to Rule </w:t>
            </w:r>
            <w:r w:rsidRPr="00A47FBC">
              <w:rPr>
                <w:rStyle w:val="rulelink"/>
              </w:rPr>
              <w:t xml:space="preserve">222.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713FD" w:rsidRPr="00A47FBC" w14:paraId="4CA4A376" w14:textId="77777777" w:rsidTr="001A0DBC">
        <w:trPr>
          <w:cantSplit/>
        </w:trPr>
        <w:tc>
          <w:tcPr>
            <w:tcW w:w="220" w:type="dxa"/>
          </w:tcPr>
          <w:p w14:paraId="7D776DDC" w14:textId="77777777" w:rsidR="009713FD" w:rsidRPr="00A47FBC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A47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BE8296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Private Passenger Types Classifications, refer to Rule </w:t>
            </w:r>
            <w:r w:rsidRPr="00A47FBC">
              <w:rPr>
                <w:rStyle w:val="rulelink"/>
              </w:rPr>
              <w:t xml:space="preserve">232.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713FD" w:rsidRPr="00A47FBC" w14:paraId="52B5C471" w14:textId="77777777" w:rsidTr="001A0DBC">
        <w:trPr>
          <w:cantSplit/>
        </w:trPr>
        <w:tc>
          <w:tcPr>
            <w:tcW w:w="220" w:type="dxa"/>
          </w:tcPr>
          <w:p w14:paraId="631FC014" w14:textId="77777777" w:rsidR="009713FD" w:rsidRPr="00A47FBC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A47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18B3C7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Publics Autos, refer to Rule </w:t>
            </w:r>
            <w:r w:rsidRPr="00A47FBC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713FD" w:rsidRPr="00A47FBC" w14:paraId="1E8EAA1B" w14:textId="77777777" w:rsidTr="001A0DBC">
        <w:trPr>
          <w:cantSplit/>
        </w:trPr>
        <w:tc>
          <w:tcPr>
            <w:tcW w:w="220" w:type="dxa"/>
          </w:tcPr>
          <w:p w14:paraId="223DF327" w14:textId="77777777" w:rsidR="009713FD" w:rsidRPr="00A47FBC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A47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A5D950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Deductible factors, refer to Rule </w:t>
            </w:r>
            <w:r w:rsidRPr="00A47FBC">
              <w:rPr>
                <w:rStyle w:val="rulelink"/>
              </w:rPr>
              <w:t>298.</w:t>
            </w:r>
          </w:p>
        </w:tc>
      </w:tr>
      <w:tr w:rsidR="009713FD" w:rsidRPr="00A47FBC" w14:paraId="19808A40" w14:textId="77777777" w:rsidTr="001A0DBC">
        <w:trPr>
          <w:cantSplit/>
        </w:trPr>
        <w:tc>
          <w:tcPr>
            <w:tcW w:w="220" w:type="dxa"/>
          </w:tcPr>
          <w:p w14:paraId="622091B1" w14:textId="77777777" w:rsidR="009713FD" w:rsidRPr="00A47FBC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A47F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8222DF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Vehicle Value factors, refer to Rule </w:t>
            </w:r>
            <w:r w:rsidRPr="00A47FBC">
              <w:rPr>
                <w:rStyle w:val="rulelink"/>
              </w:rPr>
              <w:t>301.</w:t>
            </w:r>
          </w:p>
        </w:tc>
      </w:tr>
      <w:tr w:rsidR="009713FD" w:rsidRPr="00A47FBC" w14:paraId="6C7E7E3F" w14:textId="77777777" w:rsidTr="001A0DBC">
        <w:trPr>
          <w:cantSplit/>
        </w:trPr>
        <w:tc>
          <w:tcPr>
            <w:tcW w:w="220" w:type="dxa"/>
          </w:tcPr>
          <w:p w14:paraId="7344666E" w14:textId="77777777" w:rsidR="009713FD" w:rsidRPr="00A47FBC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221A781C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3909A135" w14:textId="77777777" w:rsidTr="001A0DBC">
        <w:trPr>
          <w:cantSplit/>
        </w:trPr>
        <w:tc>
          <w:tcPr>
            <w:tcW w:w="220" w:type="dxa"/>
          </w:tcPr>
          <w:p w14:paraId="4BBE19F1" w14:textId="77777777" w:rsidR="009713FD" w:rsidRPr="00A47FBC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F6117C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7F69DD6D" w14:textId="77777777" w:rsidTr="001A0DBC">
        <w:trPr>
          <w:cantSplit/>
        </w:trPr>
        <w:tc>
          <w:tcPr>
            <w:tcW w:w="220" w:type="dxa"/>
          </w:tcPr>
          <w:p w14:paraId="417A3BF4" w14:textId="77777777" w:rsidR="009713FD" w:rsidRPr="00A47FBC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5AE758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1021BC20" w14:textId="77777777" w:rsidTr="001A0DBC">
        <w:trPr>
          <w:cantSplit/>
        </w:trPr>
        <w:tc>
          <w:tcPr>
            <w:tcW w:w="220" w:type="dxa"/>
          </w:tcPr>
          <w:p w14:paraId="1B60A339" w14:textId="77777777" w:rsidR="009713FD" w:rsidRPr="00A47FBC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6288AA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63969F02" w14:textId="77777777" w:rsidTr="001A0DBC">
        <w:trPr>
          <w:cantSplit/>
        </w:trPr>
        <w:tc>
          <w:tcPr>
            <w:tcW w:w="220" w:type="dxa"/>
          </w:tcPr>
          <w:p w14:paraId="793ACD58" w14:textId="77777777" w:rsidR="009713FD" w:rsidRPr="00A47FBC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E4B23C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6798EB44" w14:textId="77777777" w:rsidTr="001A0DBC">
        <w:trPr>
          <w:cantSplit/>
        </w:trPr>
        <w:tc>
          <w:tcPr>
            <w:tcW w:w="220" w:type="dxa"/>
          </w:tcPr>
          <w:p w14:paraId="245EE931" w14:textId="77777777" w:rsidR="009713FD" w:rsidRPr="00A47FBC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24D1FE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644F5DDC" w14:textId="77777777" w:rsidTr="001A0DBC">
        <w:trPr>
          <w:cantSplit/>
        </w:trPr>
        <w:tc>
          <w:tcPr>
            <w:tcW w:w="220" w:type="dxa"/>
          </w:tcPr>
          <w:p w14:paraId="7086826A" w14:textId="77777777" w:rsidR="009713FD" w:rsidRPr="00A47FBC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46203B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20458DED" w14:textId="77777777" w:rsidTr="001A0DBC">
        <w:trPr>
          <w:cantSplit/>
        </w:trPr>
        <w:tc>
          <w:tcPr>
            <w:tcW w:w="220" w:type="dxa"/>
          </w:tcPr>
          <w:p w14:paraId="53D0A673" w14:textId="77777777" w:rsidR="009713FD" w:rsidRPr="00A47FBC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8E6857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78FD34EF" w14:textId="77777777" w:rsidTr="001A0DBC">
        <w:trPr>
          <w:cantSplit/>
        </w:trPr>
        <w:tc>
          <w:tcPr>
            <w:tcW w:w="220" w:type="dxa"/>
          </w:tcPr>
          <w:p w14:paraId="2762790B" w14:textId="77777777" w:rsidR="009713FD" w:rsidRPr="00A47FBC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CA5A77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A47FBC" w14:paraId="6A3A8964" w14:textId="77777777" w:rsidTr="001A0DBC">
        <w:trPr>
          <w:cantSplit/>
        </w:trPr>
        <w:tc>
          <w:tcPr>
            <w:tcW w:w="220" w:type="dxa"/>
          </w:tcPr>
          <w:p w14:paraId="24E4AD63" w14:textId="77777777" w:rsidR="009713FD" w:rsidRPr="00A47FBC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DC6C7A" w14:textId="77777777" w:rsidR="009713FD" w:rsidRPr="00A47FBC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264FD86F" w14:textId="3227D42E" w:rsidR="009713FD" w:rsidRDefault="009713FD" w:rsidP="009713FD">
      <w:pPr>
        <w:pStyle w:val="isonormal"/>
      </w:pPr>
    </w:p>
    <w:p w14:paraId="3D03C433" w14:textId="548AAA0C" w:rsidR="009713FD" w:rsidRDefault="009713FD" w:rsidP="009713FD">
      <w:pPr>
        <w:pStyle w:val="isonormal"/>
        <w:jc w:val="left"/>
      </w:pPr>
    </w:p>
    <w:p w14:paraId="360414D1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9F60EE" w14:textId="77777777" w:rsidR="009713FD" w:rsidRPr="003249F7" w:rsidRDefault="009713FD" w:rsidP="009713FD">
      <w:pPr>
        <w:pStyle w:val="subcap"/>
      </w:pPr>
      <w:r w:rsidRPr="003249F7">
        <w:lastRenderedPageBreak/>
        <w:t>TERRITORY 106</w:t>
      </w:r>
    </w:p>
    <w:p w14:paraId="5E565D7B" w14:textId="77777777" w:rsidR="009713FD" w:rsidRPr="003249F7" w:rsidRDefault="009713FD" w:rsidP="009713FD">
      <w:pPr>
        <w:pStyle w:val="subcap2"/>
      </w:pPr>
      <w:r w:rsidRPr="003249F7">
        <w:t>PHYS DAM</w:t>
      </w:r>
    </w:p>
    <w:p w14:paraId="324D1B6A" w14:textId="77777777" w:rsidR="009713FD" w:rsidRPr="003249F7" w:rsidRDefault="009713FD" w:rsidP="009713FD">
      <w:pPr>
        <w:pStyle w:val="isonormal"/>
      </w:pPr>
    </w:p>
    <w:p w14:paraId="53218248" w14:textId="77777777" w:rsidR="009713FD" w:rsidRPr="003249F7" w:rsidRDefault="009713FD" w:rsidP="009713FD">
      <w:pPr>
        <w:pStyle w:val="isonormal"/>
        <w:sectPr w:rsidR="009713FD" w:rsidRPr="003249F7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713FD" w:rsidRPr="003249F7" w14:paraId="742A9DFB" w14:textId="77777777" w:rsidTr="001A0DB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78FD6A7" w14:textId="77777777" w:rsidR="009713FD" w:rsidRPr="003249F7" w:rsidRDefault="009713FD" w:rsidP="001A0DBC">
            <w:pPr>
              <w:pStyle w:val="tablehead"/>
              <w:rPr>
                <w:kern w:val="18"/>
              </w:rPr>
            </w:pPr>
            <w:r w:rsidRPr="003249F7">
              <w:rPr>
                <w:kern w:val="18"/>
              </w:rPr>
              <w:t>PHYSICAL DAMAGE</w:t>
            </w:r>
            <w:r w:rsidRPr="003249F7">
              <w:rPr>
                <w:kern w:val="18"/>
              </w:rPr>
              <w:br/>
              <w:t>Original Cost New Range</w:t>
            </w:r>
            <w:r w:rsidRPr="003249F7">
              <w:rPr>
                <w:kern w:val="18"/>
              </w:rPr>
              <w:br/>
              <w:t>$25,000 – 29,999</w:t>
            </w:r>
          </w:p>
        </w:tc>
      </w:tr>
      <w:tr w:rsidR="009713FD" w:rsidRPr="003249F7" w14:paraId="7C14A736" w14:textId="77777777" w:rsidTr="001A0DB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1FB93CE" w14:textId="77777777" w:rsidR="009713FD" w:rsidRPr="003249F7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6215C9" w14:textId="77777777" w:rsidR="009713FD" w:rsidRPr="003249F7" w:rsidRDefault="009713FD" w:rsidP="001A0DBC">
            <w:pPr>
              <w:pStyle w:val="tablehead"/>
              <w:rPr>
                <w:kern w:val="18"/>
              </w:rPr>
            </w:pPr>
            <w:r w:rsidRPr="003249F7">
              <w:rPr>
                <w:kern w:val="18"/>
              </w:rPr>
              <w:t>Specified</w:t>
            </w:r>
            <w:r w:rsidRPr="003249F7">
              <w:rPr>
                <w:kern w:val="18"/>
              </w:rPr>
              <w:br/>
              <w:t>Causes</w:t>
            </w:r>
            <w:r w:rsidRPr="003249F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EA9298" w14:textId="77777777" w:rsidR="009713FD" w:rsidRPr="003249F7" w:rsidRDefault="009713FD" w:rsidP="001A0DBC">
            <w:pPr>
              <w:pStyle w:val="tablehead"/>
              <w:rPr>
                <w:kern w:val="18"/>
              </w:rPr>
            </w:pPr>
            <w:r w:rsidRPr="003249F7">
              <w:rPr>
                <w:kern w:val="18"/>
              </w:rPr>
              <w:br/>
            </w:r>
            <w:r w:rsidRPr="003249F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068B24" w14:textId="77777777" w:rsidR="009713FD" w:rsidRPr="003249F7" w:rsidRDefault="009713FD" w:rsidP="001A0DBC">
            <w:pPr>
              <w:pStyle w:val="tablehead"/>
              <w:rPr>
                <w:kern w:val="18"/>
              </w:rPr>
            </w:pPr>
            <w:r w:rsidRPr="003249F7">
              <w:rPr>
                <w:kern w:val="18"/>
              </w:rPr>
              <w:t>$500</w:t>
            </w:r>
            <w:r w:rsidRPr="003249F7">
              <w:rPr>
                <w:kern w:val="18"/>
              </w:rPr>
              <w:br/>
              <w:t>Ded.</w:t>
            </w:r>
            <w:r w:rsidRPr="003249F7">
              <w:rPr>
                <w:kern w:val="18"/>
              </w:rPr>
              <w:br/>
              <w:t>Coll.</w:t>
            </w:r>
          </w:p>
        </w:tc>
      </w:tr>
      <w:tr w:rsidR="009713FD" w:rsidRPr="003249F7" w14:paraId="5651D497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F5FB93B" w14:textId="77777777" w:rsidR="009713FD" w:rsidRPr="003249F7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3249F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713FD" w:rsidRPr="003249F7" w14:paraId="0B057B1E" w14:textId="77777777" w:rsidTr="001A0DBC">
        <w:trPr>
          <w:cantSplit/>
        </w:trPr>
        <w:tc>
          <w:tcPr>
            <w:tcW w:w="540" w:type="dxa"/>
            <w:gridSpan w:val="2"/>
          </w:tcPr>
          <w:p w14:paraId="1C557BA0" w14:textId="77777777" w:rsidR="009713FD" w:rsidRPr="003249F7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7469A4" w14:textId="77777777" w:rsidR="009713FD" w:rsidRPr="003249F7" w:rsidRDefault="009713FD" w:rsidP="001A0DBC">
            <w:pPr>
              <w:pStyle w:val="tabletext11"/>
              <w:rPr>
                <w:b/>
                <w:kern w:val="18"/>
              </w:rPr>
            </w:pPr>
            <w:r w:rsidRPr="003249F7">
              <w:rPr>
                <w:b/>
                <w:kern w:val="18"/>
              </w:rPr>
              <w:t>– Local And Intermediate – All Vehicles</w:t>
            </w:r>
          </w:p>
        </w:tc>
      </w:tr>
      <w:tr w:rsidR="009713FD" w:rsidRPr="003249F7" w14:paraId="182840C8" w14:textId="77777777" w:rsidTr="001A0DBC">
        <w:trPr>
          <w:cantSplit/>
        </w:trPr>
        <w:tc>
          <w:tcPr>
            <w:tcW w:w="540" w:type="dxa"/>
            <w:gridSpan w:val="2"/>
          </w:tcPr>
          <w:p w14:paraId="6C50ECC3" w14:textId="77777777" w:rsidR="009713FD" w:rsidRPr="003249F7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97DDE3" w14:textId="77777777" w:rsidR="009713FD" w:rsidRPr="003249F7" w:rsidRDefault="009713FD" w:rsidP="001A0DBC">
            <w:pPr>
              <w:pStyle w:val="tabletext11"/>
              <w:rPr>
                <w:b/>
                <w:kern w:val="18"/>
              </w:rPr>
            </w:pPr>
            <w:r w:rsidRPr="003249F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713FD" w:rsidRPr="003249F7" w14:paraId="6ADB53C6" w14:textId="77777777" w:rsidTr="001A0DBC">
        <w:trPr>
          <w:cantSplit/>
        </w:trPr>
        <w:tc>
          <w:tcPr>
            <w:tcW w:w="4860" w:type="dxa"/>
            <w:gridSpan w:val="3"/>
          </w:tcPr>
          <w:p w14:paraId="5B4A011C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1981D0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0A95DEF5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3297210A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253</w:t>
            </w:r>
          </w:p>
        </w:tc>
      </w:tr>
      <w:tr w:rsidR="009713FD" w:rsidRPr="003249F7" w14:paraId="0A42E2F8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29B648" w14:textId="77777777" w:rsidR="009713FD" w:rsidRPr="003249F7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3249F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713FD" w:rsidRPr="003249F7" w14:paraId="74598826" w14:textId="77777777" w:rsidTr="001A0DBC">
        <w:trPr>
          <w:cantSplit/>
        </w:trPr>
        <w:tc>
          <w:tcPr>
            <w:tcW w:w="4860" w:type="dxa"/>
            <w:gridSpan w:val="3"/>
          </w:tcPr>
          <w:p w14:paraId="4309EC7B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C200D9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A780B1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00C384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3249F7" w14:paraId="6B0FC0F6" w14:textId="77777777" w:rsidTr="001A0DBC">
        <w:trPr>
          <w:cantSplit/>
        </w:trPr>
        <w:tc>
          <w:tcPr>
            <w:tcW w:w="4860" w:type="dxa"/>
            <w:gridSpan w:val="3"/>
          </w:tcPr>
          <w:p w14:paraId="29C91AE8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1A0EEC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39BB4901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60EC79F6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319</w:t>
            </w:r>
          </w:p>
        </w:tc>
      </w:tr>
      <w:tr w:rsidR="009713FD" w:rsidRPr="003249F7" w14:paraId="4E017746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66A7B1A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09D8AC13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49A8AD" w14:textId="77777777" w:rsidR="009713FD" w:rsidRPr="003249F7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3249F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713FD" w:rsidRPr="003249F7" w14:paraId="103A075D" w14:textId="77777777" w:rsidTr="001A0DBC">
        <w:trPr>
          <w:cantSplit/>
        </w:trPr>
        <w:tc>
          <w:tcPr>
            <w:tcW w:w="540" w:type="dxa"/>
            <w:gridSpan w:val="2"/>
          </w:tcPr>
          <w:p w14:paraId="584E035B" w14:textId="77777777" w:rsidR="009713FD" w:rsidRPr="003249F7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E3AB93" w14:textId="77777777" w:rsidR="009713FD" w:rsidRPr="003249F7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3249F7">
              <w:rPr>
                <w:b/>
                <w:caps/>
                <w:kern w:val="18"/>
              </w:rPr>
              <w:t>– taxicabs and limousines</w:t>
            </w:r>
          </w:p>
        </w:tc>
      </w:tr>
      <w:tr w:rsidR="009713FD" w:rsidRPr="003249F7" w14:paraId="41528A84" w14:textId="77777777" w:rsidTr="001A0DBC">
        <w:trPr>
          <w:cantSplit/>
        </w:trPr>
        <w:tc>
          <w:tcPr>
            <w:tcW w:w="4860" w:type="dxa"/>
            <w:gridSpan w:val="3"/>
          </w:tcPr>
          <w:p w14:paraId="1D392FE9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EFCF2B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BEB7013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22375F5F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569</w:t>
            </w:r>
          </w:p>
        </w:tc>
      </w:tr>
      <w:tr w:rsidR="009713FD" w:rsidRPr="003249F7" w14:paraId="34C08236" w14:textId="77777777" w:rsidTr="001A0DBC">
        <w:trPr>
          <w:cantSplit/>
        </w:trPr>
        <w:tc>
          <w:tcPr>
            <w:tcW w:w="540" w:type="dxa"/>
            <w:gridSpan w:val="2"/>
          </w:tcPr>
          <w:p w14:paraId="1698BCFA" w14:textId="77777777" w:rsidR="009713FD" w:rsidRPr="003249F7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96802F" w14:textId="77777777" w:rsidR="009713FD" w:rsidRPr="003249F7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3249F7">
              <w:rPr>
                <w:b/>
                <w:caps/>
                <w:kern w:val="18"/>
              </w:rPr>
              <w:t>– SCHOOL AND CHURCH BUSES</w:t>
            </w:r>
          </w:p>
        </w:tc>
      </w:tr>
      <w:tr w:rsidR="009713FD" w:rsidRPr="003249F7" w14:paraId="201318CC" w14:textId="77777777" w:rsidTr="001A0DBC">
        <w:trPr>
          <w:cantSplit/>
        </w:trPr>
        <w:tc>
          <w:tcPr>
            <w:tcW w:w="4860" w:type="dxa"/>
            <w:gridSpan w:val="3"/>
          </w:tcPr>
          <w:p w14:paraId="58502443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8C0598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7BF573C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4282696B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159</w:t>
            </w:r>
          </w:p>
        </w:tc>
      </w:tr>
      <w:tr w:rsidR="009713FD" w:rsidRPr="003249F7" w14:paraId="278C0063" w14:textId="77777777" w:rsidTr="001A0DBC">
        <w:trPr>
          <w:cantSplit/>
        </w:trPr>
        <w:tc>
          <w:tcPr>
            <w:tcW w:w="540" w:type="dxa"/>
            <w:gridSpan w:val="2"/>
          </w:tcPr>
          <w:p w14:paraId="17AB054E" w14:textId="77777777" w:rsidR="009713FD" w:rsidRPr="003249F7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F747D9" w14:textId="77777777" w:rsidR="009713FD" w:rsidRPr="003249F7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3249F7">
              <w:rPr>
                <w:b/>
                <w:caps/>
                <w:kern w:val="18"/>
              </w:rPr>
              <w:t>– OTHER BUSES</w:t>
            </w:r>
          </w:p>
        </w:tc>
      </w:tr>
      <w:tr w:rsidR="009713FD" w:rsidRPr="003249F7" w14:paraId="1389B7BD" w14:textId="77777777" w:rsidTr="001A0DBC">
        <w:trPr>
          <w:cantSplit/>
        </w:trPr>
        <w:tc>
          <w:tcPr>
            <w:tcW w:w="4860" w:type="dxa"/>
            <w:gridSpan w:val="3"/>
          </w:tcPr>
          <w:p w14:paraId="40F7A46A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6B572A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BFBCC3C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5D6FBE1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159</w:t>
            </w:r>
          </w:p>
        </w:tc>
      </w:tr>
      <w:tr w:rsidR="009713FD" w:rsidRPr="003249F7" w14:paraId="7B20A690" w14:textId="77777777" w:rsidTr="001A0DBC">
        <w:trPr>
          <w:cantSplit/>
        </w:trPr>
        <w:tc>
          <w:tcPr>
            <w:tcW w:w="540" w:type="dxa"/>
            <w:gridSpan w:val="2"/>
          </w:tcPr>
          <w:p w14:paraId="255A8EB3" w14:textId="77777777" w:rsidR="009713FD" w:rsidRPr="003249F7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2135FB" w14:textId="77777777" w:rsidR="009713FD" w:rsidRPr="003249F7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3249F7">
              <w:rPr>
                <w:b/>
                <w:caps/>
                <w:kern w:val="18"/>
              </w:rPr>
              <w:t>– VAN POOLS</w:t>
            </w:r>
          </w:p>
        </w:tc>
      </w:tr>
      <w:tr w:rsidR="009713FD" w:rsidRPr="003249F7" w14:paraId="1A182590" w14:textId="77777777" w:rsidTr="001A0DBC">
        <w:trPr>
          <w:cantSplit/>
        </w:trPr>
        <w:tc>
          <w:tcPr>
            <w:tcW w:w="4860" w:type="dxa"/>
            <w:gridSpan w:val="3"/>
          </w:tcPr>
          <w:p w14:paraId="2EA2CDFC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C51723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2156458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49B75A83" w14:textId="77777777" w:rsidR="009713FD" w:rsidRPr="003249F7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3249F7">
              <w:rPr>
                <w:kern w:val="18"/>
              </w:rPr>
              <w:t>$   569</w:t>
            </w:r>
          </w:p>
        </w:tc>
      </w:tr>
      <w:tr w:rsidR="009713FD" w:rsidRPr="003249F7" w14:paraId="7C8AFFB8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B65D437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252051D6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812974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DB3FC8" w:rsidRPr="003249F7" w14:paraId="7115A698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63F03A9C" w14:textId="77777777" w:rsidR="00DB3FC8" w:rsidRPr="003249F7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3249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2055189" w14:textId="3238631D" w:rsidR="00DB3FC8" w:rsidRPr="003249F7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Trucks, Tractors and Trailers Classifications, refer to Rule </w:t>
            </w:r>
            <w:r w:rsidRPr="00A47FBC">
              <w:rPr>
                <w:rStyle w:val="rulelink"/>
              </w:rPr>
              <w:t xml:space="preserve">222.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3249F7" w14:paraId="4E68D85F" w14:textId="77777777" w:rsidTr="001A0DBC">
        <w:trPr>
          <w:cantSplit/>
        </w:trPr>
        <w:tc>
          <w:tcPr>
            <w:tcW w:w="220" w:type="dxa"/>
          </w:tcPr>
          <w:p w14:paraId="66A50D67" w14:textId="77777777" w:rsidR="00DB3FC8" w:rsidRPr="003249F7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3249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000FBE" w14:textId="6834AFCA" w:rsidR="00DB3FC8" w:rsidRPr="003249F7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Private Passenger Types Classifications, refer to Rule </w:t>
            </w:r>
            <w:r w:rsidRPr="00A47FBC">
              <w:rPr>
                <w:rStyle w:val="rulelink"/>
              </w:rPr>
              <w:t xml:space="preserve">232.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3249F7" w14:paraId="58962300" w14:textId="77777777" w:rsidTr="001A0DBC">
        <w:trPr>
          <w:cantSplit/>
        </w:trPr>
        <w:tc>
          <w:tcPr>
            <w:tcW w:w="220" w:type="dxa"/>
          </w:tcPr>
          <w:p w14:paraId="27418104" w14:textId="77777777" w:rsidR="00DB3FC8" w:rsidRPr="003249F7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3249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FF3B64" w14:textId="2A96279A" w:rsidR="00DB3FC8" w:rsidRPr="003249F7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Publics Autos, refer to Rule </w:t>
            </w:r>
            <w:r w:rsidRPr="00A47FBC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713FD" w:rsidRPr="003249F7" w14:paraId="1DA850FB" w14:textId="77777777" w:rsidTr="001A0DBC">
        <w:trPr>
          <w:cantSplit/>
        </w:trPr>
        <w:tc>
          <w:tcPr>
            <w:tcW w:w="220" w:type="dxa"/>
          </w:tcPr>
          <w:p w14:paraId="12C98F45" w14:textId="77777777" w:rsidR="009713FD" w:rsidRPr="003249F7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3249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89FC7E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  <w:r w:rsidRPr="003249F7">
              <w:rPr>
                <w:kern w:val="18"/>
              </w:rPr>
              <w:t xml:space="preserve">For Deductible factors, refer to Rule </w:t>
            </w:r>
            <w:r w:rsidRPr="003249F7">
              <w:rPr>
                <w:rStyle w:val="rulelink"/>
              </w:rPr>
              <w:t>298.</w:t>
            </w:r>
          </w:p>
        </w:tc>
      </w:tr>
      <w:tr w:rsidR="009713FD" w:rsidRPr="003249F7" w14:paraId="61137303" w14:textId="77777777" w:rsidTr="001A0DBC">
        <w:trPr>
          <w:cantSplit/>
        </w:trPr>
        <w:tc>
          <w:tcPr>
            <w:tcW w:w="220" w:type="dxa"/>
          </w:tcPr>
          <w:p w14:paraId="5D37738A" w14:textId="77777777" w:rsidR="009713FD" w:rsidRPr="003249F7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3249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58647A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  <w:r w:rsidRPr="003249F7">
              <w:rPr>
                <w:kern w:val="18"/>
              </w:rPr>
              <w:t xml:space="preserve">For Vehicle Value factors, refer to Rule </w:t>
            </w:r>
            <w:r w:rsidRPr="003249F7">
              <w:rPr>
                <w:rStyle w:val="rulelink"/>
              </w:rPr>
              <w:t>301.</w:t>
            </w:r>
          </w:p>
        </w:tc>
      </w:tr>
      <w:tr w:rsidR="009713FD" w:rsidRPr="003249F7" w14:paraId="352469E3" w14:textId="77777777" w:rsidTr="001A0DBC">
        <w:trPr>
          <w:cantSplit/>
        </w:trPr>
        <w:tc>
          <w:tcPr>
            <w:tcW w:w="220" w:type="dxa"/>
          </w:tcPr>
          <w:p w14:paraId="42301A00" w14:textId="77777777" w:rsidR="009713FD" w:rsidRPr="003249F7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6238A8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54A05BC3" w14:textId="77777777" w:rsidTr="001A0DBC">
        <w:trPr>
          <w:cantSplit/>
        </w:trPr>
        <w:tc>
          <w:tcPr>
            <w:tcW w:w="220" w:type="dxa"/>
          </w:tcPr>
          <w:p w14:paraId="50FEEFAC" w14:textId="77777777" w:rsidR="009713FD" w:rsidRPr="003249F7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3D7AE4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143AD2BB" w14:textId="77777777" w:rsidTr="001A0DBC">
        <w:trPr>
          <w:cantSplit/>
        </w:trPr>
        <w:tc>
          <w:tcPr>
            <w:tcW w:w="220" w:type="dxa"/>
          </w:tcPr>
          <w:p w14:paraId="26ED2700" w14:textId="77777777" w:rsidR="009713FD" w:rsidRPr="003249F7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FDF8B3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32407973" w14:textId="77777777" w:rsidTr="001A0DBC">
        <w:trPr>
          <w:cantSplit/>
        </w:trPr>
        <w:tc>
          <w:tcPr>
            <w:tcW w:w="220" w:type="dxa"/>
          </w:tcPr>
          <w:p w14:paraId="2FB31265" w14:textId="77777777" w:rsidR="009713FD" w:rsidRPr="003249F7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D58AF5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06D97E94" w14:textId="77777777" w:rsidTr="001A0DBC">
        <w:trPr>
          <w:cantSplit/>
        </w:trPr>
        <w:tc>
          <w:tcPr>
            <w:tcW w:w="220" w:type="dxa"/>
          </w:tcPr>
          <w:p w14:paraId="6E7FFD34" w14:textId="77777777" w:rsidR="009713FD" w:rsidRPr="003249F7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219838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6AE1593A" w14:textId="77777777" w:rsidTr="001A0DBC">
        <w:trPr>
          <w:cantSplit/>
        </w:trPr>
        <w:tc>
          <w:tcPr>
            <w:tcW w:w="220" w:type="dxa"/>
          </w:tcPr>
          <w:p w14:paraId="60D9AC43" w14:textId="77777777" w:rsidR="009713FD" w:rsidRPr="003249F7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B25E88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3A97B402" w14:textId="77777777" w:rsidTr="001A0DBC">
        <w:trPr>
          <w:cantSplit/>
        </w:trPr>
        <w:tc>
          <w:tcPr>
            <w:tcW w:w="220" w:type="dxa"/>
          </w:tcPr>
          <w:p w14:paraId="6228ED65" w14:textId="77777777" w:rsidR="009713FD" w:rsidRPr="003249F7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28281D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09883E3E" w14:textId="77777777" w:rsidTr="001A0DBC">
        <w:trPr>
          <w:cantSplit/>
        </w:trPr>
        <w:tc>
          <w:tcPr>
            <w:tcW w:w="220" w:type="dxa"/>
          </w:tcPr>
          <w:p w14:paraId="68E1718A" w14:textId="77777777" w:rsidR="009713FD" w:rsidRPr="003249F7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CD998B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220E6E7E" w14:textId="77777777" w:rsidTr="001A0DBC">
        <w:trPr>
          <w:cantSplit/>
        </w:trPr>
        <w:tc>
          <w:tcPr>
            <w:tcW w:w="220" w:type="dxa"/>
          </w:tcPr>
          <w:p w14:paraId="4AC894B5" w14:textId="77777777" w:rsidR="009713FD" w:rsidRPr="003249F7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FDC8D6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3249F7" w14:paraId="23027125" w14:textId="77777777" w:rsidTr="001A0DBC">
        <w:trPr>
          <w:cantSplit/>
        </w:trPr>
        <w:tc>
          <w:tcPr>
            <w:tcW w:w="220" w:type="dxa"/>
          </w:tcPr>
          <w:p w14:paraId="1EB1ACD2" w14:textId="77777777" w:rsidR="009713FD" w:rsidRPr="003249F7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3FADFC" w14:textId="77777777" w:rsidR="009713FD" w:rsidRPr="003249F7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66AA802C" w14:textId="206770F9" w:rsidR="009713FD" w:rsidRDefault="009713FD" w:rsidP="009713FD">
      <w:pPr>
        <w:pStyle w:val="isonormal"/>
      </w:pPr>
    </w:p>
    <w:p w14:paraId="3B65BEB9" w14:textId="495296DF" w:rsidR="009713FD" w:rsidRDefault="009713FD" w:rsidP="009713FD">
      <w:pPr>
        <w:pStyle w:val="isonormal"/>
        <w:jc w:val="left"/>
      </w:pPr>
    </w:p>
    <w:p w14:paraId="50A69477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19A82F5" w14:textId="77777777" w:rsidR="009713FD" w:rsidRPr="009C4C50" w:rsidRDefault="009713FD" w:rsidP="009713FD">
      <w:pPr>
        <w:pStyle w:val="subcap"/>
      </w:pPr>
      <w:r w:rsidRPr="009C4C50">
        <w:lastRenderedPageBreak/>
        <w:t>TERRITORY 108</w:t>
      </w:r>
    </w:p>
    <w:p w14:paraId="3F9EBB42" w14:textId="77777777" w:rsidR="009713FD" w:rsidRPr="009C4C50" w:rsidRDefault="009713FD" w:rsidP="009713FD">
      <w:pPr>
        <w:pStyle w:val="subcap2"/>
      </w:pPr>
      <w:r w:rsidRPr="009C4C50">
        <w:t>PHYS DAM</w:t>
      </w:r>
    </w:p>
    <w:p w14:paraId="4782AD0A" w14:textId="77777777" w:rsidR="009713FD" w:rsidRPr="009C4C50" w:rsidRDefault="009713FD" w:rsidP="009713FD">
      <w:pPr>
        <w:pStyle w:val="isonormal"/>
      </w:pPr>
    </w:p>
    <w:p w14:paraId="7B353F35" w14:textId="77777777" w:rsidR="009713FD" w:rsidRPr="009C4C50" w:rsidRDefault="009713FD" w:rsidP="009713FD">
      <w:pPr>
        <w:pStyle w:val="isonormal"/>
        <w:sectPr w:rsidR="009713FD" w:rsidRPr="009C4C50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713FD" w:rsidRPr="009C4C50" w14:paraId="18E5D44B" w14:textId="77777777" w:rsidTr="001A0DB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4C6C7A5" w14:textId="77777777" w:rsidR="009713FD" w:rsidRPr="009C4C50" w:rsidRDefault="009713FD" w:rsidP="001A0DBC">
            <w:pPr>
              <w:pStyle w:val="tablehead"/>
              <w:rPr>
                <w:kern w:val="18"/>
              </w:rPr>
            </w:pPr>
            <w:r w:rsidRPr="009C4C50">
              <w:rPr>
                <w:kern w:val="18"/>
              </w:rPr>
              <w:t>PHYSICAL DAMAGE</w:t>
            </w:r>
            <w:r w:rsidRPr="009C4C50">
              <w:rPr>
                <w:kern w:val="18"/>
              </w:rPr>
              <w:br/>
              <w:t>Original Cost New Range</w:t>
            </w:r>
            <w:r w:rsidRPr="009C4C50">
              <w:rPr>
                <w:kern w:val="18"/>
              </w:rPr>
              <w:br/>
              <w:t>$25,000 – 29,999</w:t>
            </w:r>
          </w:p>
        </w:tc>
      </w:tr>
      <w:tr w:rsidR="009713FD" w:rsidRPr="009C4C50" w14:paraId="55C97D42" w14:textId="77777777" w:rsidTr="001A0DB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40E026F" w14:textId="77777777" w:rsidR="009713FD" w:rsidRPr="009C4C50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803736" w14:textId="77777777" w:rsidR="009713FD" w:rsidRPr="009C4C50" w:rsidRDefault="009713FD" w:rsidP="001A0DBC">
            <w:pPr>
              <w:pStyle w:val="tablehead"/>
              <w:rPr>
                <w:kern w:val="18"/>
              </w:rPr>
            </w:pPr>
            <w:r w:rsidRPr="009C4C50">
              <w:rPr>
                <w:kern w:val="18"/>
              </w:rPr>
              <w:t>Specified</w:t>
            </w:r>
            <w:r w:rsidRPr="009C4C50">
              <w:rPr>
                <w:kern w:val="18"/>
              </w:rPr>
              <w:br/>
              <w:t>Causes</w:t>
            </w:r>
            <w:r w:rsidRPr="009C4C5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D2F91F" w14:textId="77777777" w:rsidR="009713FD" w:rsidRPr="009C4C50" w:rsidRDefault="009713FD" w:rsidP="001A0DBC">
            <w:pPr>
              <w:pStyle w:val="tablehead"/>
              <w:rPr>
                <w:kern w:val="18"/>
              </w:rPr>
            </w:pPr>
            <w:r w:rsidRPr="009C4C50">
              <w:rPr>
                <w:kern w:val="18"/>
              </w:rPr>
              <w:br/>
            </w:r>
            <w:r w:rsidRPr="009C4C5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ABE052" w14:textId="77777777" w:rsidR="009713FD" w:rsidRPr="009C4C50" w:rsidRDefault="009713FD" w:rsidP="001A0DBC">
            <w:pPr>
              <w:pStyle w:val="tablehead"/>
              <w:rPr>
                <w:kern w:val="18"/>
              </w:rPr>
            </w:pPr>
            <w:r w:rsidRPr="009C4C50">
              <w:rPr>
                <w:kern w:val="18"/>
              </w:rPr>
              <w:t>$500</w:t>
            </w:r>
            <w:r w:rsidRPr="009C4C50">
              <w:rPr>
                <w:kern w:val="18"/>
              </w:rPr>
              <w:br/>
              <w:t>Ded.</w:t>
            </w:r>
            <w:r w:rsidRPr="009C4C50">
              <w:rPr>
                <w:kern w:val="18"/>
              </w:rPr>
              <w:br/>
              <w:t>Coll.</w:t>
            </w:r>
          </w:p>
        </w:tc>
      </w:tr>
      <w:tr w:rsidR="009713FD" w:rsidRPr="009C4C50" w14:paraId="33F89A94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DD73427" w14:textId="77777777" w:rsidR="009713FD" w:rsidRPr="009C4C5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C4C5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713FD" w:rsidRPr="009C4C50" w14:paraId="140ED603" w14:textId="77777777" w:rsidTr="001A0DBC">
        <w:trPr>
          <w:cantSplit/>
        </w:trPr>
        <w:tc>
          <w:tcPr>
            <w:tcW w:w="540" w:type="dxa"/>
            <w:gridSpan w:val="2"/>
          </w:tcPr>
          <w:p w14:paraId="634EF482" w14:textId="77777777" w:rsidR="009713FD" w:rsidRPr="009C4C5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0709C6" w14:textId="77777777" w:rsidR="009713FD" w:rsidRPr="009C4C50" w:rsidRDefault="009713FD" w:rsidP="001A0DBC">
            <w:pPr>
              <w:pStyle w:val="tabletext11"/>
              <w:rPr>
                <w:b/>
                <w:kern w:val="18"/>
              </w:rPr>
            </w:pPr>
            <w:r w:rsidRPr="009C4C50">
              <w:rPr>
                <w:b/>
                <w:kern w:val="18"/>
              </w:rPr>
              <w:t>– Local And Intermediate – All Vehicles</w:t>
            </w:r>
          </w:p>
        </w:tc>
      </w:tr>
      <w:tr w:rsidR="009713FD" w:rsidRPr="009C4C50" w14:paraId="13F717DE" w14:textId="77777777" w:rsidTr="001A0DBC">
        <w:trPr>
          <w:cantSplit/>
        </w:trPr>
        <w:tc>
          <w:tcPr>
            <w:tcW w:w="540" w:type="dxa"/>
            <w:gridSpan w:val="2"/>
          </w:tcPr>
          <w:p w14:paraId="1834E5D8" w14:textId="77777777" w:rsidR="009713FD" w:rsidRPr="009C4C5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623E26" w14:textId="77777777" w:rsidR="009713FD" w:rsidRPr="009C4C50" w:rsidRDefault="009713FD" w:rsidP="001A0DBC">
            <w:pPr>
              <w:pStyle w:val="tabletext11"/>
              <w:rPr>
                <w:b/>
                <w:kern w:val="18"/>
              </w:rPr>
            </w:pPr>
            <w:r w:rsidRPr="009C4C5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713FD" w:rsidRPr="009C4C50" w14:paraId="265A27FF" w14:textId="77777777" w:rsidTr="001A0DBC">
        <w:trPr>
          <w:cantSplit/>
        </w:trPr>
        <w:tc>
          <w:tcPr>
            <w:tcW w:w="4860" w:type="dxa"/>
            <w:gridSpan w:val="3"/>
          </w:tcPr>
          <w:p w14:paraId="095B4DE2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C78D5A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18867CA8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7A68ED07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238</w:t>
            </w:r>
          </w:p>
        </w:tc>
      </w:tr>
      <w:tr w:rsidR="009713FD" w:rsidRPr="009C4C50" w14:paraId="513E7B6E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BD1E40" w14:textId="77777777" w:rsidR="009713FD" w:rsidRPr="009C4C5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C4C5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713FD" w:rsidRPr="009C4C50" w14:paraId="0E691ACC" w14:textId="77777777" w:rsidTr="001A0DBC">
        <w:trPr>
          <w:cantSplit/>
        </w:trPr>
        <w:tc>
          <w:tcPr>
            <w:tcW w:w="4860" w:type="dxa"/>
            <w:gridSpan w:val="3"/>
          </w:tcPr>
          <w:p w14:paraId="6512004D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A285E7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F7D964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5BAF84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9C4C50" w14:paraId="1E710C30" w14:textId="77777777" w:rsidTr="001A0DBC">
        <w:trPr>
          <w:cantSplit/>
        </w:trPr>
        <w:tc>
          <w:tcPr>
            <w:tcW w:w="4860" w:type="dxa"/>
            <w:gridSpan w:val="3"/>
          </w:tcPr>
          <w:p w14:paraId="7135AE4B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6C5734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5E5A255A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357E821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304</w:t>
            </w:r>
          </w:p>
        </w:tc>
      </w:tr>
      <w:tr w:rsidR="009713FD" w:rsidRPr="009C4C50" w14:paraId="375E717B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1ED4AE0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1A0CDB03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344A22" w14:textId="77777777" w:rsidR="009713FD" w:rsidRPr="009C4C5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C4C5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713FD" w:rsidRPr="009C4C50" w14:paraId="3AB72B02" w14:textId="77777777" w:rsidTr="001A0DBC">
        <w:trPr>
          <w:cantSplit/>
        </w:trPr>
        <w:tc>
          <w:tcPr>
            <w:tcW w:w="540" w:type="dxa"/>
            <w:gridSpan w:val="2"/>
          </w:tcPr>
          <w:p w14:paraId="7A3AC1B3" w14:textId="77777777" w:rsidR="009713FD" w:rsidRPr="009C4C5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25F866" w14:textId="77777777" w:rsidR="009713FD" w:rsidRPr="009C4C5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C4C50">
              <w:rPr>
                <w:b/>
                <w:caps/>
                <w:kern w:val="18"/>
              </w:rPr>
              <w:t>– taxicabs and limousines</w:t>
            </w:r>
          </w:p>
        </w:tc>
      </w:tr>
      <w:tr w:rsidR="009713FD" w:rsidRPr="009C4C50" w14:paraId="00343ED9" w14:textId="77777777" w:rsidTr="001A0DBC">
        <w:trPr>
          <w:cantSplit/>
        </w:trPr>
        <w:tc>
          <w:tcPr>
            <w:tcW w:w="4860" w:type="dxa"/>
            <w:gridSpan w:val="3"/>
          </w:tcPr>
          <w:p w14:paraId="1FF9D048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B82ADA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2D50DF16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128B2C6E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536</w:t>
            </w:r>
          </w:p>
        </w:tc>
      </w:tr>
      <w:tr w:rsidR="009713FD" w:rsidRPr="009C4C50" w14:paraId="7CA6C7B0" w14:textId="77777777" w:rsidTr="001A0DBC">
        <w:trPr>
          <w:cantSplit/>
        </w:trPr>
        <w:tc>
          <w:tcPr>
            <w:tcW w:w="540" w:type="dxa"/>
            <w:gridSpan w:val="2"/>
          </w:tcPr>
          <w:p w14:paraId="6F5BB7DD" w14:textId="77777777" w:rsidR="009713FD" w:rsidRPr="009C4C5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A9797F" w14:textId="77777777" w:rsidR="009713FD" w:rsidRPr="009C4C5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C4C50">
              <w:rPr>
                <w:b/>
                <w:caps/>
                <w:kern w:val="18"/>
              </w:rPr>
              <w:t>– SCHOOL AND CHURCH BUSES</w:t>
            </w:r>
          </w:p>
        </w:tc>
      </w:tr>
      <w:tr w:rsidR="009713FD" w:rsidRPr="009C4C50" w14:paraId="36B7E1F1" w14:textId="77777777" w:rsidTr="001A0DBC">
        <w:trPr>
          <w:cantSplit/>
        </w:trPr>
        <w:tc>
          <w:tcPr>
            <w:tcW w:w="4860" w:type="dxa"/>
            <w:gridSpan w:val="3"/>
          </w:tcPr>
          <w:p w14:paraId="2547A0E0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F3879E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4A694DC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65A99B4E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150</w:t>
            </w:r>
          </w:p>
        </w:tc>
      </w:tr>
      <w:tr w:rsidR="009713FD" w:rsidRPr="009C4C50" w14:paraId="27674934" w14:textId="77777777" w:rsidTr="001A0DBC">
        <w:trPr>
          <w:cantSplit/>
        </w:trPr>
        <w:tc>
          <w:tcPr>
            <w:tcW w:w="540" w:type="dxa"/>
            <w:gridSpan w:val="2"/>
          </w:tcPr>
          <w:p w14:paraId="4763B5E3" w14:textId="77777777" w:rsidR="009713FD" w:rsidRPr="009C4C5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45AF6A" w14:textId="77777777" w:rsidR="009713FD" w:rsidRPr="009C4C5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C4C50">
              <w:rPr>
                <w:b/>
                <w:caps/>
                <w:kern w:val="18"/>
              </w:rPr>
              <w:t>– OTHER BUSES</w:t>
            </w:r>
          </w:p>
        </w:tc>
      </w:tr>
      <w:tr w:rsidR="009713FD" w:rsidRPr="009C4C50" w14:paraId="0D025813" w14:textId="77777777" w:rsidTr="001A0DBC">
        <w:trPr>
          <w:cantSplit/>
        </w:trPr>
        <w:tc>
          <w:tcPr>
            <w:tcW w:w="4860" w:type="dxa"/>
            <w:gridSpan w:val="3"/>
          </w:tcPr>
          <w:p w14:paraId="4070259C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5FA3B8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55189FB6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CB3E91A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150</w:t>
            </w:r>
          </w:p>
        </w:tc>
      </w:tr>
      <w:tr w:rsidR="009713FD" w:rsidRPr="009C4C50" w14:paraId="702627F9" w14:textId="77777777" w:rsidTr="001A0DBC">
        <w:trPr>
          <w:cantSplit/>
        </w:trPr>
        <w:tc>
          <w:tcPr>
            <w:tcW w:w="540" w:type="dxa"/>
            <w:gridSpan w:val="2"/>
          </w:tcPr>
          <w:p w14:paraId="2DF98B46" w14:textId="77777777" w:rsidR="009713FD" w:rsidRPr="009C4C5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60C303" w14:textId="77777777" w:rsidR="009713FD" w:rsidRPr="009C4C5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C4C50">
              <w:rPr>
                <w:b/>
                <w:caps/>
                <w:kern w:val="18"/>
              </w:rPr>
              <w:t>– VAN POOLS</w:t>
            </w:r>
          </w:p>
        </w:tc>
      </w:tr>
      <w:tr w:rsidR="009713FD" w:rsidRPr="009C4C50" w14:paraId="55D69596" w14:textId="77777777" w:rsidTr="001A0DBC">
        <w:trPr>
          <w:cantSplit/>
        </w:trPr>
        <w:tc>
          <w:tcPr>
            <w:tcW w:w="4860" w:type="dxa"/>
            <w:gridSpan w:val="3"/>
          </w:tcPr>
          <w:p w14:paraId="02D86C27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B9CED6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4A40CA33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3299EAEF" w14:textId="77777777" w:rsidR="009713FD" w:rsidRPr="009C4C5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C4C50">
              <w:rPr>
                <w:kern w:val="18"/>
              </w:rPr>
              <w:t>$   536</w:t>
            </w:r>
          </w:p>
        </w:tc>
      </w:tr>
      <w:tr w:rsidR="009713FD" w:rsidRPr="009C4C50" w14:paraId="30FA3A07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4356F44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74CC8DD5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90EC79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DB3FC8" w:rsidRPr="009C4C50" w14:paraId="63FE80C6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666A2734" w14:textId="77777777" w:rsidR="00DB3FC8" w:rsidRPr="009C4C50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9C4C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16ED56D" w14:textId="3CF926C8" w:rsidR="00DB3FC8" w:rsidRPr="009C4C50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Trucks, Tractors and Trailers Classifications, refer to Rule </w:t>
            </w:r>
            <w:r w:rsidRPr="00A47FBC">
              <w:rPr>
                <w:rStyle w:val="rulelink"/>
              </w:rPr>
              <w:t xml:space="preserve">222.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9C4C50" w14:paraId="46001369" w14:textId="77777777" w:rsidTr="001A0DBC">
        <w:trPr>
          <w:cantSplit/>
        </w:trPr>
        <w:tc>
          <w:tcPr>
            <w:tcW w:w="220" w:type="dxa"/>
          </w:tcPr>
          <w:p w14:paraId="359F2564" w14:textId="77777777" w:rsidR="00DB3FC8" w:rsidRPr="009C4C50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9C4C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6A31AA" w14:textId="7DFA4BA7" w:rsidR="00DB3FC8" w:rsidRPr="009C4C50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Private Passenger Types Classifications, refer to Rule </w:t>
            </w:r>
            <w:r w:rsidRPr="00A47FBC">
              <w:rPr>
                <w:rStyle w:val="rulelink"/>
              </w:rPr>
              <w:t xml:space="preserve">232.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9C4C50" w14:paraId="134942E8" w14:textId="77777777" w:rsidTr="001A0DBC">
        <w:trPr>
          <w:cantSplit/>
        </w:trPr>
        <w:tc>
          <w:tcPr>
            <w:tcW w:w="220" w:type="dxa"/>
          </w:tcPr>
          <w:p w14:paraId="0BF57605" w14:textId="77777777" w:rsidR="00DB3FC8" w:rsidRPr="009C4C50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9C4C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BD4D3F" w14:textId="43B25A2D" w:rsidR="00DB3FC8" w:rsidRPr="009C4C50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Publics Autos, refer to Rule </w:t>
            </w:r>
            <w:r w:rsidRPr="00A47FBC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713FD" w:rsidRPr="009C4C50" w14:paraId="598B6C27" w14:textId="77777777" w:rsidTr="001A0DBC">
        <w:trPr>
          <w:cantSplit/>
        </w:trPr>
        <w:tc>
          <w:tcPr>
            <w:tcW w:w="220" w:type="dxa"/>
          </w:tcPr>
          <w:p w14:paraId="7C9869A9" w14:textId="77777777" w:rsidR="009713FD" w:rsidRPr="009C4C50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9C4C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1A7F1D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  <w:r w:rsidRPr="009C4C50">
              <w:rPr>
                <w:kern w:val="18"/>
              </w:rPr>
              <w:t xml:space="preserve">For Deductible factors, refer to Rule </w:t>
            </w:r>
            <w:r w:rsidRPr="009C4C50">
              <w:rPr>
                <w:rStyle w:val="rulelink"/>
              </w:rPr>
              <w:t>298.</w:t>
            </w:r>
          </w:p>
        </w:tc>
      </w:tr>
      <w:tr w:rsidR="009713FD" w:rsidRPr="009C4C50" w14:paraId="279E8E02" w14:textId="77777777" w:rsidTr="001A0DBC">
        <w:trPr>
          <w:cantSplit/>
        </w:trPr>
        <w:tc>
          <w:tcPr>
            <w:tcW w:w="220" w:type="dxa"/>
          </w:tcPr>
          <w:p w14:paraId="54C0EE4E" w14:textId="77777777" w:rsidR="009713FD" w:rsidRPr="009C4C50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9C4C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8313E3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  <w:r w:rsidRPr="009C4C50">
              <w:rPr>
                <w:kern w:val="18"/>
              </w:rPr>
              <w:t xml:space="preserve">For Vehicle Value factors, refer to Rule </w:t>
            </w:r>
            <w:r w:rsidRPr="009C4C50">
              <w:rPr>
                <w:rStyle w:val="rulelink"/>
              </w:rPr>
              <w:t>301.</w:t>
            </w:r>
          </w:p>
        </w:tc>
      </w:tr>
      <w:tr w:rsidR="009713FD" w:rsidRPr="009C4C50" w14:paraId="6BB6D07B" w14:textId="77777777" w:rsidTr="001A0DBC">
        <w:trPr>
          <w:cantSplit/>
        </w:trPr>
        <w:tc>
          <w:tcPr>
            <w:tcW w:w="220" w:type="dxa"/>
          </w:tcPr>
          <w:p w14:paraId="08BAB274" w14:textId="77777777" w:rsidR="009713FD" w:rsidRPr="009C4C5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5CC9CE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3EE76E87" w14:textId="77777777" w:rsidTr="001A0DBC">
        <w:trPr>
          <w:cantSplit/>
        </w:trPr>
        <w:tc>
          <w:tcPr>
            <w:tcW w:w="220" w:type="dxa"/>
          </w:tcPr>
          <w:p w14:paraId="5F68E735" w14:textId="77777777" w:rsidR="009713FD" w:rsidRPr="009C4C50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7AC514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566EE217" w14:textId="77777777" w:rsidTr="001A0DBC">
        <w:trPr>
          <w:cantSplit/>
        </w:trPr>
        <w:tc>
          <w:tcPr>
            <w:tcW w:w="220" w:type="dxa"/>
          </w:tcPr>
          <w:p w14:paraId="4F87F7D9" w14:textId="77777777" w:rsidR="009713FD" w:rsidRPr="009C4C50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3C32A0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58719E12" w14:textId="77777777" w:rsidTr="001A0DBC">
        <w:trPr>
          <w:cantSplit/>
        </w:trPr>
        <w:tc>
          <w:tcPr>
            <w:tcW w:w="220" w:type="dxa"/>
          </w:tcPr>
          <w:p w14:paraId="76E46E82" w14:textId="77777777" w:rsidR="009713FD" w:rsidRPr="009C4C50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706F7B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397A9C1D" w14:textId="77777777" w:rsidTr="001A0DBC">
        <w:trPr>
          <w:cantSplit/>
        </w:trPr>
        <w:tc>
          <w:tcPr>
            <w:tcW w:w="220" w:type="dxa"/>
          </w:tcPr>
          <w:p w14:paraId="19C9F0F5" w14:textId="77777777" w:rsidR="009713FD" w:rsidRPr="009C4C5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2DA75D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6734715D" w14:textId="77777777" w:rsidTr="001A0DBC">
        <w:trPr>
          <w:cantSplit/>
        </w:trPr>
        <w:tc>
          <w:tcPr>
            <w:tcW w:w="220" w:type="dxa"/>
          </w:tcPr>
          <w:p w14:paraId="2FC3CBCB" w14:textId="77777777" w:rsidR="009713FD" w:rsidRPr="009C4C5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6DFAA0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4F2E8315" w14:textId="77777777" w:rsidTr="001A0DBC">
        <w:trPr>
          <w:cantSplit/>
        </w:trPr>
        <w:tc>
          <w:tcPr>
            <w:tcW w:w="220" w:type="dxa"/>
          </w:tcPr>
          <w:p w14:paraId="61EDE130" w14:textId="77777777" w:rsidR="009713FD" w:rsidRPr="009C4C5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E4D78F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6DC8D4B7" w14:textId="77777777" w:rsidTr="001A0DBC">
        <w:trPr>
          <w:cantSplit/>
        </w:trPr>
        <w:tc>
          <w:tcPr>
            <w:tcW w:w="220" w:type="dxa"/>
          </w:tcPr>
          <w:p w14:paraId="46679977" w14:textId="77777777" w:rsidR="009713FD" w:rsidRPr="009C4C5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774619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2B4CD65C" w14:textId="77777777" w:rsidTr="001A0DBC">
        <w:trPr>
          <w:cantSplit/>
        </w:trPr>
        <w:tc>
          <w:tcPr>
            <w:tcW w:w="220" w:type="dxa"/>
          </w:tcPr>
          <w:p w14:paraId="4C95740E" w14:textId="77777777" w:rsidR="009713FD" w:rsidRPr="009C4C5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92156E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C4C50" w14:paraId="42618DCE" w14:textId="77777777" w:rsidTr="001A0DBC">
        <w:trPr>
          <w:cantSplit/>
        </w:trPr>
        <w:tc>
          <w:tcPr>
            <w:tcW w:w="220" w:type="dxa"/>
          </w:tcPr>
          <w:p w14:paraId="3DC84025" w14:textId="77777777" w:rsidR="009713FD" w:rsidRPr="009C4C5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51922C" w14:textId="77777777" w:rsidR="009713FD" w:rsidRPr="009C4C50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0072D6C9" w14:textId="37DB2A06" w:rsidR="009713FD" w:rsidRDefault="009713FD" w:rsidP="009713FD">
      <w:pPr>
        <w:pStyle w:val="isonormal"/>
      </w:pPr>
    </w:p>
    <w:p w14:paraId="6DE7F787" w14:textId="770FDD97" w:rsidR="009713FD" w:rsidRDefault="009713FD" w:rsidP="009713FD">
      <w:pPr>
        <w:pStyle w:val="isonormal"/>
        <w:jc w:val="left"/>
      </w:pPr>
    </w:p>
    <w:p w14:paraId="55B21120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B47E3C6" w14:textId="77777777" w:rsidR="009713FD" w:rsidRPr="00942610" w:rsidRDefault="009713FD" w:rsidP="009713FD">
      <w:pPr>
        <w:pStyle w:val="subcap"/>
      </w:pPr>
      <w:r w:rsidRPr="00942610">
        <w:lastRenderedPageBreak/>
        <w:t>TERRITORY 109</w:t>
      </w:r>
    </w:p>
    <w:p w14:paraId="7FF9F306" w14:textId="77777777" w:rsidR="009713FD" w:rsidRPr="00942610" w:rsidRDefault="009713FD" w:rsidP="009713FD">
      <w:pPr>
        <w:pStyle w:val="subcap2"/>
      </w:pPr>
      <w:r w:rsidRPr="00942610">
        <w:t>PHYS DAM</w:t>
      </w:r>
    </w:p>
    <w:p w14:paraId="32ED340D" w14:textId="77777777" w:rsidR="009713FD" w:rsidRPr="00942610" w:rsidRDefault="009713FD" w:rsidP="009713FD">
      <w:pPr>
        <w:pStyle w:val="isonormal"/>
      </w:pPr>
    </w:p>
    <w:p w14:paraId="50F2AEC3" w14:textId="77777777" w:rsidR="009713FD" w:rsidRPr="00942610" w:rsidRDefault="009713FD" w:rsidP="009713FD">
      <w:pPr>
        <w:pStyle w:val="isonormal"/>
        <w:sectPr w:rsidR="009713FD" w:rsidRPr="00942610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713FD" w:rsidRPr="00942610" w14:paraId="4591908F" w14:textId="77777777" w:rsidTr="001A0DB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9275918" w14:textId="77777777" w:rsidR="009713FD" w:rsidRPr="00942610" w:rsidRDefault="009713FD" w:rsidP="001A0DBC">
            <w:pPr>
              <w:pStyle w:val="tablehead"/>
              <w:rPr>
                <w:kern w:val="18"/>
              </w:rPr>
            </w:pPr>
            <w:r w:rsidRPr="00942610">
              <w:rPr>
                <w:kern w:val="18"/>
              </w:rPr>
              <w:t>PHYSICAL DAMAGE</w:t>
            </w:r>
            <w:r w:rsidRPr="00942610">
              <w:rPr>
                <w:kern w:val="18"/>
              </w:rPr>
              <w:br/>
              <w:t>Original Cost New Range</w:t>
            </w:r>
            <w:r w:rsidRPr="00942610">
              <w:rPr>
                <w:kern w:val="18"/>
              </w:rPr>
              <w:br/>
              <w:t>$25,000 – 29,999</w:t>
            </w:r>
          </w:p>
        </w:tc>
      </w:tr>
      <w:tr w:rsidR="009713FD" w:rsidRPr="00942610" w14:paraId="1F234CF5" w14:textId="77777777" w:rsidTr="001A0DB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C63A98B" w14:textId="77777777" w:rsidR="009713FD" w:rsidRPr="00942610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6C3368" w14:textId="77777777" w:rsidR="009713FD" w:rsidRPr="00942610" w:rsidRDefault="009713FD" w:rsidP="001A0DBC">
            <w:pPr>
              <w:pStyle w:val="tablehead"/>
              <w:rPr>
                <w:kern w:val="18"/>
              </w:rPr>
            </w:pPr>
            <w:r w:rsidRPr="00942610">
              <w:rPr>
                <w:kern w:val="18"/>
              </w:rPr>
              <w:t>Specified</w:t>
            </w:r>
            <w:r w:rsidRPr="00942610">
              <w:rPr>
                <w:kern w:val="18"/>
              </w:rPr>
              <w:br/>
              <w:t>Causes</w:t>
            </w:r>
            <w:r w:rsidRPr="0094261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FCE4A3" w14:textId="77777777" w:rsidR="009713FD" w:rsidRPr="00942610" w:rsidRDefault="009713FD" w:rsidP="001A0DBC">
            <w:pPr>
              <w:pStyle w:val="tablehead"/>
              <w:rPr>
                <w:kern w:val="18"/>
              </w:rPr>
            </w:pPr>
            <w:r w:rsidRPr="00942610">
              <w:rPr>
                <w:kern w:val="18"/>
              </w:rPr>
              <w:br/>
            </w:r>
            <w:r w:rsidRPr="0094261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DC2279" w14:textId="77777777" w:rsidR="009713FD" w:rsidRPr="00942610" w:rsidRDefault="009713FD" w:rsidP="001A0DBC">
            <w:pPr>
              <w:pStyle w:val="tablehead"/>
              <w:rPr>
                <w:kern w:val="18"/>
              </w:rPr>
            </w:pPr>
            <w:r w:rsidRPr="00942610">
              <w:rPr>
                <w:kern w:val="18"/>
              </w:rPr>
              <w:t>$500</w:t>
            </w:r>
            <w:r w:rsidRPr="00942610">
              <w:rPr>
                <w:kern w:val="18"/>
              </w:rPr>
              <w:br/>
              <w:t>Ded.</w:t>
            </w:r>
            <w:r w:rsidRPr="00942610">
              <w:rPr>
                <w:kern w:val="18"/>
              </w:rPr>
              <w:br/>
              <w:t>Coll.</w:t>
            </w:r>
          </w:p>
        </w:tc>
      </w:tr>
      <w:tr w:rsidR="009713FD" w:rsidRPr="00942610" w14:paraId="09A9B6F3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84C140B" w14:textId="77777777" w:rsidR="009713FD" w:rsidRPr="0094261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4261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713FD" w:rsidRPr="00942610" w14:paraId="61995BE7" w14:textId="77777777" w:rsidTr="001A0DBC">
        <w:trPr>
          <w:cantSplit/>
        </w:trPr>
        <w:tc>
          <w:tcPr>
            <w:tcW w:w="540" w:type="dxa"/>
            <w:gridSpan w:val="2"/>
          </w:tcPr>
          <w:p w14:paraId="4EDC50A8" w14:textId="77777777" w:rsidR="009713FD" w:rsidRPr="0094261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0F28B3" w14:textId="77777777" w:rsidR="009713FD" w:rsidRPr="00942610" w:rsidRDefault="009713FD" w:rsidP="001A0DBC">
            <w:pPr>
              <w:pStyle w:val="tabletext11"/>
              <w:rPr>
                <w:b/>
                <w:kern w:val="18"/>
              </w:rPr>
            </w:pPr>
            <w:r w:rsidRPr="00942610">
              <w:rPr>
                <w:b/>
                <w:kern w:val="18"/>
              </w:rPr>
              <w:t>– Local And Intermediate – All Vehicles</w:t>
            </w:r>
          </w:p>
        </w:tc>
      </w:tr>
      <w:tr w:rsidR="009713FD" w:rsidRPr="00942610" w14:paraId="20C1ED94" w14:textId="77777777" w:rsidTr="001A0DBC">
        <w:trPr>
          <w:cantSplit/>
        </w:trPr>
        <w:tc>
          <w:tcPr>
            <w:tcW w:w="540" w:type="dxa"/>
            <w:gridSpan w:val="2"/>
          </w:tcPr>
          <w:p w14:paraId="536796F1" w14:textId="77777777" w:rsidR="009713FD" w:rsidRPr="0094261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167637" w14:textId="77777777" w:rsidR="009713FD" w:rsidRPr="00942610" w:rsidRDefault="009713FD" w:rsidP="001A0DBC">
            <w:pPr>
              <w:pStyle w:val="tabletext11"/>
              <w:rPr>
                <w:b/>
                <w:kern w:val="18"/>
              </w:rPr>
            </w:pPr>
            <w:r w:rsidRPr="0094261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713FD" w:rsidRPr="00942610" w14:paraId="6C3E00B5" w14:textId="77777777" w:rsidTr="001A0DBC">
        <w:trPr>
          <w:cantSplit/>
        </w:trPr>
        <w:tc>
          <w:tcPr>
            <w:tcW w:w="4860" w:type="dxa"/>
            <w:gridSpan w:val="3"/>
          </w:tcPr>
          <w:p w14:paraId="4AC41930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0718C8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0B4EA267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62B8F28D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274</w:t>
            </w:r>
          </w:p>
        </w:tc>
      </w:tr>
      <w:tr w:rsidR="009713FD" w:rsidRPr="00942610" w14:paraId="2EF8D82B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AE18C4" w14:textId="77777777" w:rsidR="009713FD" w:rsidRPr="0094261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4261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713FD" w:rsidRPr="00942610" w14:paraId="66B26B3F" w14:textId="77777777" w:rsidTr="001A0DBC">
        <w:trPr>
          <w:cantSplit/>
        </w:trPr>
        <w:tc>
          <w:tcPr>
            <w:tcW w:w="4860" w:type="dxa"/>
            <w:gridSpan w:val="3"/>
          </w:tcPr>
          <w:p w14:paraId="1B89AF9B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2299D0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738580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D5372C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942610" w14:paraId="127F0B2F" w14:textId="77777777" w:rsidTr="001A0DBC">
        <w:trPr>
          <w:cantSplit/>
        </w:trPr>
        <w:tc>
          <w:tcPr>
            <w:tcW w:w="4860" w:type="dxa"/>
            <w:gridSpan w:val="3"/>
          </w:tcPr>
          <w:p w14:paraId="65C94F0A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EA15D6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0D549F77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0276614A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369</w:t>
            </w:r>
          </w:p>
        </w:tc>
      </w:tr>
      <w:tr w:rsidR="009713FD" w:rsidRPr="00942610" w14:paraId="65AB6F88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DCBF80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1FFB3910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E2B308" w14:textId="77777777" w:rsidR="009713FD" w:rsidRPr="0094261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4261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713FD" w:rsidRPr="00942610" w14:paraId="30A94533" w14:textId="77777777" w:rsidTr="001A0DBC">
        <w:trPr>
          <w:cantSplit/>
        </w:trPr>
        <w:tc>
          <w:tcPr>
            <w:tcW w:w="540" w:type="dxa"/>
            <w:gridSpan w:val="2"/>
          </w:tcPr>
          <w:p w14:paraId="03C8D7BC" w14:textId="77777777" w:rsidR="009713FD" w:rsidRPr="0094261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08EE42" w14:textId="77777777" w:rsidR="009713FD" w:rsidRPr="0094261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42610">
              <w:rPr>
                <w:b/>
                <w:caps/>
                <w:kern w:val="18"/>
              </w:rPr>
              <w:t>– taxicabs and limousines</w:t>
            </w:r>
          </w:p>
        </w:tc>
      </w:tr>
      <w:tr w:rsidR="009713FD" w:rsidRPr="00942610" w14:paraId="11C90BDE" w14:textId="77777777" w:rsidTr="001A0DBC">
        <w:trPr>
          <w:cantSplit/>
        </w:trPr>
        <w:tc>
          <w:tcPr>
            <w:tcW w:w="4860" w:type="dxa"/>
            <w:gridSpan w:val="3"/>
          </w:tcPr>
          <w:p w14:paraId="68D08C98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AE7F9B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786235B9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AB3E0EE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617</w:t>
            </w:r>
          </w:p>
        </w:tc>
      </w:tr>
      <w:tr w:rsidR="009713FD" w:rsidRPr="00942610" w14:paraId="3652442A" w14:textId="77777777" w:rsidTr="001A0DBC">
        <w:trPr>
          <w:cantSplit/>
        </w:trPr>
        <w:tc>
          <w:tcPr>
            <w:tcW w:w="540" w:type="dxa"/>
            <w:gridSpan w:val="2"/>
          </w:tcPr>
          <w:p w14:paraId="68D8EB5C" w14:textId="77777777" w:rsidR="009713FD" w:rsidRPr="0094261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CA0C99" w14:textId="77777777" w:rsidR="009713FD" w:rsidRPr="0094261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42610">
              <w:rPr>
                <w:b/>
                <w:caps/>
                <w:kern w:val="18"/>
              </w:rPr>
              <w:t>– SCHOOL AND CHURCH BUSES</w:t>
            </w:r>
          </w:p>
        </w:tc>
      </w:tr>
      <w:tr w:rsidR="009713FD" w:rsidRPr="00942610" w14:paraId="0F62461B" w14:textId="77777777" w:rsidTr="001A0DBC">
        <w:trPr>
          <w:cantSplit/>
        </w:trPr>
        <w:tc>
          <w:tcPr>
            <w:tcW w:w="4860" w:type="dxa"/>
            <w:gridSpan w:val="3"/>
          </w:tcPr>
          <w:p w14:paraId="0D0DDF65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3FDAE3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74BD3551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19B35220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173</w:t>
            </w:r>
          </w:p>
        </w:tc>
      </w:tr>
      <w:tr w:rsidR="009713FD" w:rsidRPr="00942610" w14:paraId="60B670FF" w14:textId="77777777" w:rsidTr="001A0DBC">
        <w:trPr>
          <w:cantSplit/>
        </w:trPr>
        <w:tc>
          <w:tcPr>
            <w:tcW w:w="540" w:type="dxa"/>
            <w:gridSpan w:val="2"/>
          </w:tcPr>
          <w:p w14:paraId="4828414A" w14:textId="77777777" w:rsidR="009713FD" w:rsidRPr="0094261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5D98A9" w14:textId="77777777" w:rsidR="009713FD" w:rsidRPr="0094261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42610">
              <w:rPr>
                <w:b/>
                <w:caps/>
                <w:kern w:val="18"/>
              </w:rPr>
              <w:t>– OTHER BUSES</w:t>
            </w:r>
          </w:p>
        </w:tc>
      </w:tr>
      <w:tr w:rsidR="009713FD" w:rsidRPr="00942610" w14:paraId="4A0EC5DD" w14:textId="77777777" w:rsidTr="001A0DBC">
        <w:trPr>
          <w:cantSplit/>
        </w:trPr>
        <w:tc>
          <w:tcPr>
            <w:tcW w:w="4860" w:type="dxa"/>
            <w:gridSpan w:val="3"/>
          </w:tcPr>
          <w:p w14:paraId="5219CC2A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BA45D1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7F15459A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6E1C2D9D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173</w:t>
            </w:r>
          </w:p>
        </w:tc>
      </w:tr>
      <w:tr w:rsidR="009713FD" w:rsidRPr="00942610" w14:paraId="7B46674E" w14:textId="77777777" w:rsidTr="001A0DBC">
        <w:trPr>
          <w:cantSplit/>
        </w:trPr>
        <w:tc>
          <w:tcPr>
            <w:tcW w:w="540" w:type="dxa"/>
            <w:gridSpan w:val="2"/>
          </w:tcPr>
          <w:p w14:paraId="33C9836E" w14:textId="77777777" w:rsidR="009713FD" w:rsidRPr="00942610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C3EC20" w14:textId="77777777" w:rsidR="009713FD" w:rsidRPr="00942610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942610">
              <w:rPr>
                <w:b/>
                <w:caps/>
                <w:kern w:val="18"/>
              </w:rPr>
              <w:t>– VAN POOLS</w:t>
            </w:r>
          </w:p>
        </w:tc>
      </w:tr>
      <w:tr w:rsidR="009713FD" w:rsidRPr="00942610" w14:paraId="3221F6E0" w14:textId="77777777" w:rsidTr="001A0DBC">
        <w:trPr>
          <w:cantSplit/>
        </w:trPr>
        <w:tc>
          <w:tcPr>
            <w:tcW w:w="4860" w:type="dxa"/>
            <w:gridSpan w:val="3"/>
          </w:tcPr>
          <w:p w14:paraId="56F619D0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4931C8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25078ABE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2D6260A2" w14:textId="77777777" w:rsidR="009713FD" w:rsidRPr="00942610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942610">
              <w:rPr>
                <w:kern w:val="18"/>
              </w:rPr>
              <w:t>$   617</w:t>
            </w:r>
          </w:p>
        </w:tc>
      </w:tr>
      <w:tr w:rsidR="009713FD" w:rsidRPr="00942610" w14:paraId="5810952B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08C8EA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5EAFE0DD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377C80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DB3FC8" w:rsidRPr="00942610" w14:paraId="3D6B5E00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1C525820" w14:textId="77777777" w:rsidR="00DB3FC8" w:rsidRPr="00942610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9426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E0B954D" w14:textId="4892A13C" w:rsidR="00DB3FC8" w:rsidRPr="00942610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Trucks, Tractors and Trailers Classifications, refer to Rule </w:t>
            </w:r>
            <w:r w:rsidRPr="00A47FBC">
              <w:rPr>
                <w:rStyle w:val="rulelink"/>
              </w:rPr>
              <w:t xml:space="preserve">222.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942610" w14:paraId="140F0AA2" w14:textId="77777777" w:rsidTr="001A0DBC">
        <w:trPr>
          <w:cantSplit/>
        </w:trPr>
        <w:tc>
          <w:tcPr>
            <w:tcW w:w="220" w:type="dxa"/>
          </w:tcPr>
          <w:p w14:paraId="5B01F439" w14:textId="77777777" w:rsidR="00DB3FC8" w:rsidRPr="00942610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9426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0320D2" w14:textId="0C6312B9" w:rsidR="00DB3FC8" w:rsidRPr="00942610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Private Passenger Types Classifications, refer to Rule </w:t>
            </w:r>
            <w:r w:rsidRPr="00A47FBC">
              <w:rPr>
                <w:rStyle w:val="rulelink"/>
              </w:rPr>
              <w:t xml:space="preserve">232.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942610" w14:paraId="17DC0455" w14:textId="77777777" w:rsidTr="001A0DBC">
        <w:trPr>
          <w:cantSplit/>
        </w:trPr>
        <w:tc>
          <w:tcPr>
            <w:tcW w:w="220" w:type="dxa"/>
          </w:tcPr>
          <w:p w14:paraId="2017A386" w14:textId="77777777" w:rsidR="00DB3FC8" w:rsidRPr="00942610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9426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E907C6" w14:textId="482A6421" w:rsidR="00DB3FC8" w:rsidRPr="00942610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Publics Autos, refer to Rule </w:t>
            </w:r>
            <w:r w:rsidRPr="00A47FBC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713FD" w:rsidRPr="00942610" w14:paraId="257675DE" w14:textId="77777777" w:rsidTr="001A0DBC">
        <w:trPr>
          <w:cantSplit/>
        </w:trPr>
        <w:tc>
          <w:tcPr>
            <w:tcW w:w="220" w:type="dxa"/>
          </w:tcPr>
          <w:p w14:paraId="6E9EFCB4" w14:textId="77777777" w:rsidR="009713FD" w:rsidRPr="00942610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9426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517EB3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  <w:r w:rsidRPr="00942610">
              <w:rPr>
                <w:kern w:val="18"/>
              </w:rPr>
              <w:t xml:space="preserve">For Deductible factors, refer to Rule </w:t>
            </w:r>
            <w:r w:rsidRPr="00942610">
              <w:rPr>
                <w:rStyle w:val="rulelink"/>
              </w:rPr>
              <w:t>298.</w:t>
            </w:r>
          </w:p>
        </w:tc>
      </w:tr>
      <w:tr w:rsidR="009713FD" w:rsidRPr="00942610" w14:paraId="3421720C" w14:textId="77777777" w:rsidTr="001A0DBC">
        <w:trPr>
          <w:cantSplit/>
        </w:trPr>
        <w:tc>
          <w:tcPr>
            <w:tcW w:w="220" w:type="dxa"/>
          </w:tcPr>
          <w:p w14:paraId="4C947B26" w14:textId="77777777" w:rsidR="009713FD" w:rsidRPr="00942610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9426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452ECD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  <w:r w:rsidRPr="00942610">
              <w:rPr>
                <w:kern w:val="18"/>
              </w:rPr>
              <w:t xml:space="preserve">For Vehicle Value factors, refer to Rule </w:t>
            </w:r>
            <w:r w:rsidRPr="00942610">
              <w:rPr>
                <w:rStyle w:val="rulelink"/>
              </w:rPr>
              <w:t>301.</w:t>
            </w:r>
          </w:p>
        </w:tc>
      </w:tr>
      <w:tr w:rsidR="009713FD" w:rsidRPr="00942610" w14:paraId="624CA61B" w14:textId="77777777" w:rsidTr="001A0DBC">
        <w:trPr>
          <w:cantSplit/>
        </w:trPr>
        <w:tc>
          <w:tcPr>
            <w:tcW w:w="220" w:type="dxa"/>
          </w:tcPr>
          <w:p w14:paraId="02210EB4" w14:textId="77777777" w:rsidR="009713FD" w:rsidRPr="0094261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3DC8C9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29FB2A87" w14:textId="77777777" w:rsidTr="001A0DBC">
        <w:trPr>
          <w:cantSplit/>
        </w:trPr>
        <w:tc>
          <w:tcPr>
            <w:tcW w:w="220" w:type="dxa"/>
          </w:tcPr>
          <w:p w14:paraId="318D378C" w14:textId="77777777" w:rsidR="009713FD" w:rsidRPr="00942610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98B241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649C44D1" w14:textId="77777777" w:rsidTr="001A0DBC">
        <w:trPr>
          <w:cantSplit/>
        </w:trPr>
        <w:tc>
          <w:tcPr>
            <w:tcW w:w="220" w:type="dxa"/>
          </w:tcPr>
          <w:p w14:paraId="239B3863" w14:textId="77777777" w:rsidR="009713FD" w:rsidRPr="00942610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CF0269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3D00FD4F" w14:textId="77777777" w:rsidTr="001A0DBC">
        <w:trPr>
          <w:cantSplit/>
        </w:trPr>
        <w:tc>
          <w:tcPr>
            <w:tcW w:w="220" w:type="dxa"/>
          </w:tcPr>
          <w:p w14:paraId="5A08FB7D" w14:textId="77777777" w:rsidR="009713FD" w:rsidRPr="00942610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A4C407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3AEBC0D7" w14:textId="77777777" w:rsidTr="001A0DBC">
        <w:trPr>
          <w:cantSplit/>
        </w:trPr>
        <w:tc>
          <w:tcPr>
            <w:tcW w:w="220" w:type="dxa"/>
          </w:tcPr>
          <w:p w14:paraId="6A02A573" w14:textId="77777777" w:rsidR="009713FD" w:rsidRPr="0094261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92203F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4B47782F" w14:textId="77777777" w:rsidTr="001A0DBC">
        <w:trPr>
          <w:cantSplit/>
        </w:trPr>
        <w:tc>
          <w:tcPr>
            <w:tcW w:w="220" w:type="dxa"/>
          </w:tcPr>
          <w:p w14:paraId="0151DB8B" w14:textId="77777777" w:rsidR="009713FD" w:rsidRPr="0094261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600909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5EDE0D9F" w14:textId="77777777" w:rsidTr="001A0DBC">
        <w:trPr>
          <w:cantSplit/>
        </w:trPr>
        <w:tc>
          <w:tcPr>
            <w:tcW w:w="220" w:type="dxa"/>
          </w:tcPr>
          <w:p w14:paraId="0FDA872F" w14:textId="77777777" w:rsidR="009713FD" w:rsidRPr="0094261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80BCF6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0E233FD3" w14:textId="77777777" w:rsidTr="001A0DBC">
        <w:trPr>
          <w:cantSplit/>
        </w:trPr>
        <w:tc>
          <w:tcPr>
            <w:tcW w:w="220" w:type="dxa"/>
          </w:tcPr>
          <w:p w14:paraId="07BD67F4" w14:textId="77777777" w:rsidR="009713FD" w:rsidRPr="0094261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49B14B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0CE9BDF8" w14:textId="77777777" w:rsidTr="001A0DBC">
        <w:trPr>
          <w:cantSplit/>
        </w:trPr>
        <w:tc>
          <w:tcPr>
            <w:tcW w:w="220" w:type="dxa"/>
          </w:tcPr>
          <w:p w14:paraId="79543041" w14:textId="77777777" w:rsidR="009713FD" w:rsidRPr="0094261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CC2D11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942610" w14:paraId="2618B3EB" w14:textId="77777777" w:rsidTr="001A0DBC">
        <w:trPr>
          <w:cantSplit/>
        </w:trPr>
        <w:tc>
          <w:tcPr>
            <w:tcW w:w="220" w:type="dxa"/>
          </w:tcPr>
          <w:p w14:paraId="7E298FEF" w14:textId="77777777" w:rsidR="009713FD" w:rsidRPr="00942610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83B08C" w14:textId="77777777" w:rsidR="009713FD" w:rsidRPr="00942610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36B4EB42" w14:textId="3C208C3E" w:rsidR="009713FD" w:rsidRDefault="009713FD" w:rsidP="009713FD">
      <w:pPr>
        <w:pStyle w:val="isonormal"/>
      </w:pPr>
    </w:p>
    <w:p w14:paraId="47B0ED8E" w14:textId="699641EA" w:rsidR="009713FD" w:rsidRDefault="009713FD" w:rsidP="009713FD">
      <w:pPr>
        <w:pStyle w:val="isonormal"/>
        <w:jc w:val="left"/>
      </w:pPr>
    </w:p>
    <w:p w14:paraId="71BF4285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167DC01" w14:textId="77777777" w:rsidR="009713FD" w:rsidRPr="00534DDD" w:rsidRDefault="009713FD" w:rsidP="009713FD">
      <w:pPr>
        <w:pStyle w:val="subcap"/>
      </w:pPr>
      <w:r w:rsidRPr="00534DDD">
        <w:lastRenderedPageBreak/>
        <w:t>TERRITORY 110</w:t>
      </w:r>
    </w:p>
    <w:p w14:paraId="186FFD97" w14:textId="77777777" w:rsidR="009713FD" w:rsidRPr="00534DDD" w:rsidRDefault="009713FD" w:rsidP="009713FD">
      <w:pPr>
        <w:pStyle w:val="subcap2"/>
      </w:pPr>
      <w:r w:rsidRPr="00534DDD">
        <w:t>PHYS DAM</w:t>
      </w:r>
    </w:p>
    <w:p w14:paraId="1B603A90" w14:textId="77777777" w:rsidR="009713FD" w:rsidRPr="00534DDD" w:rsidRDefault="009713FD" w:rsidP="009713FD">
      <w:pPr>
        <w:pStyle w:val="isonormal"/>
      </w:pPr>
    </w:p>
    <w:p w14:paraId="55B35C56" w14:textId="77777777" w:rsidR="009713FD" w:rsidRPr="00534DDD" w:rsidRDefault="009713FD" w:rsidP="009713FD">
      <w:pPr>
        <w:pStyle w:val="isonormal"/>
        <w:sectPr w:rsidR="009713FD" w:rsidRPr="00534DDD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713FD" w:rsidRPr="00534DDD" w14:paraId="1E003EC3" w14:textId="77777777" w:rsidTr="001A0DB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CEA27A8" w14:textId="77777777" w:rsidR="009713FD" w:rsidRPr="00534DDD" w:rsidRDefault="009713FD" w:rsidP="001A0DBC">
            <w:pPr>
              <w:pStyle w:val="tablehead"/>
              <w:rPr>
                <w:kern w:val="18"/>
              </w:rPr>
            </w:pPr>
            <w:r w:rsidRPr="00534DDD">
              <w:rPr>
                <w:kern w:val="18"/>
              </w:rPr>
              <w:t>PHYSICAL DAMAGE</w:t>
            </w:r>
            <w:r w:rsidRPr="00534DDD">
              <w:rPr>
                <w:kern w:val="18"/>
              </w:rPr>
              <w:br/>
              <w:t>Original Cost New Range</w:t>
            </w:r>
            <w:r w:rsidRPr="00534DDD">
              <w:rPr>
                <w:kern w:val="18"/>
              </w:rPr>
              <w:br/>
              <w:t>$25,000 – 29,999</w:t>
            </w:r>
          </w:p>
        </w:tc>
      </w:tr>
      <w:tr w:rsidR="009713FD" w:rsidRPr="00534DDD" w14:paraId="7170D85C" w14:textId="77777777" w:rsidTr="001A0DB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A747371" w14:textId="77777777" w:rsidR="009713FD" w:rsidRPr="00534DDD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07D7D29" w14:textId="77777777" w:rsidR="009713FD" w:rsidRPr="00534DDD" w:rsidRDefault="009713FD" w:rsidP="001A0DBC">
            <w:pPr>
              <w:pStyle w:val="tablehead"/>
              <w:rPr>
                <w:kern w:val="18"/>
              </w:rPr>
            </w:pPr>
            <w:r w:rsidRPr="00534DDD">
              <w:rPr>
                <w:kern w:val="18"/>
              </w:rPr>
              <w:t>Specified</w:t>
            </w:r>
            <w:r w:rsidRPr="00534DDD">
              <w:rPr>
                <w:kern w:val="18"/>
              </w:rPr>
              <w:br/>
              <w:t>Causes</w:t>
            </w:r>
            <w:r w:rsidRPr="00534DD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374FD5" w14:textId="77777777" w:rsidR="009713FD" w:rsidRPr="00534DDD" w:rsidRDefault="009713FD" w:rsidP="001A0DBC">
            <w:pPr>
              <w:pStyle w:val="tablehead"/>
              <w:rPr>
                <w:kern w:val="18"/>
              </w:rPr>
            </w:pPr>
            <w:r w:rsidRPr="00534DDD">
              <w:rPr>
                <w:kern w:val="18"/>
              </w:rPr>
              <w:br/>
            </w:r>
            <w:r w:rsidRPr="00534DD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FE7239" w14:textId="77777777" w:rsidR="009713FD" w:rsidRPr="00534DDD" w:rsidRDefault="009713FD" w:rsidP="001A0DBC">
            <w:pPr>
              <w:pStyle w:val="tablehead"/>
              <w:rPr>
                <w:kern w:val="18"/>
              </w:rPr>
            </w:pPr>
            <w:r w:rsidRPr="00534DDD">
              <w:rPr>
                <w:kern w:val="18"/>
              </w:rPr>
              <w:t>$500</w:t>
            </w:r>
            <w:r w:rsidRPr="00534DDD">
              <w:rPr>
                <w:kern w:val="18"/>
              </w:rPr>
              <w:br/>
              <w:t>Ded.</w:t>
            </w:r>
            <w:r w:rsidRPr="00534DDD">
              <w:rPr>
                <w:kern w:val="18"/>
              </w:rPr>
              <w:br/>
              <w:t>Coll.</w:t>
            </w:r>
          </w:p>
        </w:tc>
      </w:tr>
      <w:tr w:rsidR="009713FD" w:rsidRPr="00534DDD" w14:paraId="7460448B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1293198" w14:textId="77777777" w:rsidR="009713FD" w:rsidRPr="00534DDD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534DD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713FD" w:rsidRPr="00534DDD" w14:paraId="39428990" w14:textId="77777777" w:rsidTr="001A0DBC">
        <w:trPr>
          <w:cantSplit/>
        </w:trPr>
        <w:tc>
          <w:tcPr>
            <w:tcW w:w="540" w:type="dxa"/>
            <w:gridSpan w:val="2"/>
          </w:tcPr>
          <w:p w14:paraId="2C328EC5" w14:textId="77777777" w:rsidR="009713FD" w:rsidRPr="00534DDD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9BE23A" w14:textId="77777777" w:rsidR="009713FD" w:rsidRPr="00534DDD" w:rsidRDefault="009713FD" w:rsidP="001A0DBC">
            <w:pPr>
              <w:pStyle w:val="tabletext11"/>
              <w:rPr>
                <w:b/>
                <w:kern w:val="18"/>
              </w:rPr>
            </w:pPr>
            <w:r w:rsidRPr="00534DDD">
              <w:rPr>
                <w:b/>
                <w:kern w:val="18"/>
              </w:rPr>
              <w:t>– Local And Intermediate – All Vehicles</w:t>
            </w:r>
          </w:p>
        </w:tc>
      </w:tr>
      <w:tr w:rsidR="009713FD" w:rsidRPr="00534DDD" w14:paraId="298D2225" w14:textId="77777777" w:rsidTr="001A0DBC">
        <w:trPr>
          <w:cantSplit/>
        </w:trPr>
        <w:tc>
          <w:tcPr>
            <w:tcW w:w="540" w:type="dxa"/>
            <w:gridSpan w:val="2"/>
          </w:tcPr>
          <w:p w14:paraId="48A41F85" w14:textId="77777777" w:rsidR="009713FD" w:rsidRPr="00534DDD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5A12B9" w14:textId="77777777" w:rsidR="009713FD" w:rsidRPr="00534DDD" w:rsidRDefault="009713FD" w:rsidP="001A0DBC">
            <w:pPr>
              <w:pStyle w:val="tabletext11"/>
              <w:rPr>
                <w:b/>
                <w:kern w:val="18"/>
              </w:rPr>
            </w:pPr>
            <w:r w:rsidRPr="00534DD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713FD" w:rsidRPr="00534DDD" w14:paraId="7BA66EC0" w14:textId="77777777" w:rsidTr="001A0DBC">
        <w:trPr>
          <w:cantSplit/>
        </w:trPr>
        <w:tc>
          <w:tcPr>
            <w:tcW w:w="4860" w:type="dxa"/>
            <w:gridSpan w:val="3"/>
          </w:tcPr>
          <w:p w14:paraId="26639E3D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BA57DC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45C97A9F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5D720E96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244</w:t>
            </w:r>
          </w:p>
        </w:tc>
      </w:tr>
      <w:tr w:rsidR="009713FD" w:rsidRPr="00534DDD" w14:paraId="30A4323D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F3A8EC" w14:textId="77777777" w:rsidR="009713FD" w:rsidRPr="00534DDD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534DD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713FD" w:rsidRPr="00534DDD" w14:paraId="35EA3EC0" w14:textId="77777777" w:rsidTr="001A0DBC">
        <w:trPr>
          <w:cantSplit/>
        </w:trPr>
        <w:tc>
          <w:tcPr>
            <w:tcW w:w="4860" w:type="dxa"/>
            <w:gridSpan w:val="3"/>
          </w:tcPr>
          <w:p w14:paraId="26281319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715DC0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268D62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0A9B07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534DDD" w14:paraId="277AD7D2" w14:textId="77777777" w:rsidTr="001A0DBC">
        <w:trPr>
          <w:cantSplit/>
        </w:trPr>
        <w:tc>
          <w:tcPr>
            <w:tcW w:w="4860" w:type="dxa"/>
            <w:gridSpan w:val="3"/>
          </w:tcPr>
          <w:p w14:paraId="7676121B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A18527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17E0003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9D33A93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330</w:t>
            </w:r>
          </w:p>
        </w:tc>
      </w:tr>
      <w:tr w:rsidR="009713FD" w:rsidRPr="00534DDD" w14:paraId="2388EA93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B65288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305EED44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9BC199" w14:textId="77777777" w:rsidR="009713FD" w:rsidRPr="00534DDD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534DD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713FD" w:rsidRPr="00534DDD" w14:paraId="44AD09A3" w14:textId="77777777" w:rsidTr="001A0DBC">
        <w:trPr>
          <w:cantSplit/>
        </w:trPr>
        <w:tc>
          <w:tcPr>
            <w:tcW w:w="540" w:type="dxa"/>
            <w:gridSpan w:val="2"/>
          </w:tcPr>
          <w:p w14:paraId="44C105A5" w14:textId="77777777" w:rsidR="009713FD" w:rsidRPr="00534DDD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0270C5" w14:textId="77777777" w:rsidR="009713FD" w:rsidRPr="00534DDD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534DDD">
              <w:rPr>
                <w:b/>
                <w:caps/>
                <w:kern w:val="18"/>
              </w:rPr>
              <w:t>– taxicabs and limousines</w:t>
            </w:r>
          </w:p>
        </w:tc>
      </w:tr>
      <w:tr w:rsidR="009713FD" w:rsidRPr="00534DDD" w14:paraId="22D178A4" w14:textId="77777777" w:rsidTr="001A0DBC">
        <w:trPr>
          <w:cantSplit/>
        </w:trPr>
        <w:tc>
          <w:tcPr>
            <w:tcW w:w="4860" w:type="dxa"/>
            <w:gridSpan w:val="3"/>
          </w:tcPr>
          <w:p w14:paraId="3D578469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7F93F3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765BA904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356FF331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549</w:t>
            </w:r>
          </w:p>
        </w:tc>
      </w:tr>
      <w:tr w:rsidR="009713FD" w:rsidRPr="00534DDD" w14:paraId="49B0B6CE" w14:textId="77777777" w:rsidTr="001A0DBC">
        <w:trPr>
          <w:cantSplit/>
        </w:trPr>
        <w:tc>
          <w:tcPr>
            <w:tcW w:w="540" w:type="dxa"/>
            <w:gridSpan w:val="2"/>
          </w:tcPr>
          <w:p w14:paraId="590DFD40" w14:textId="77777777" w:rsidR="009713FD" w:rsidRPr="00534DDD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B959A5" w14:textId="77777777" w:rsidR="009713FD" w:rsidRPr="00534DDD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534DDD">
              <w:rPr>
                <w:b/>
                <w:caps/>
                <w:kern w:val="18"/>
              </w:rPr>
              <w:t>– SCHOOL AND CHURCH BUSES</w:t>
            </w:r>
          </w:p>
        </w:tc>
      </w:tr>
      <w:tr w:rsidR="009713FD" w:rsidRPr="00534DDD" w14:paraId="5E960390" w14:textId="77777777" w:rsidTr="001A0DBC">
        <w:trPr>
          <w:cantSplit/>
        </w:trPr>
        <w:tc>
          <w:tcPr>
            <w:tcW w:w="4860" w:type="dxa"/>
            <w:gridSpan w:val="3"/>
          </w:tcPr>
          <w:p w14:paraId="1B61C897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5914D6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21811043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F59AEDB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154</w:t>
            </w:r>
          </w:p>
        </w:tc>
      </w:tr>
      <w:tr w:rsidR="009713FD" w:rsidRPr="00534DDD" w14:paraId="247998F2" w14:textId="77777777" w:rsidTr="001A0DBC">
        <w:trPr>
          <w:cantSplit/>
        </w:trPr>
        <w:tc>
          <w:tcPr>
            <w:tcW w:w="540" w:type="dxa"/>
            <w:gridSpan w:val="2"/>
          </w:tcPr>
          <w:p w14:paraId="3C139CD4" w14:textId="77777777" w:rsidR="009713FD" w:rsidRPr="00534DDD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7451F9" w14:textId="77777777" w:rsidR="009713FD" w:rsidRPr="00534DDD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534DDD">
              <w:rPr>
                <w:b/>
                <w:caps/>
                <w:kern w:val="18"/>
              </w:rPr>
              <w:t>– OTHER BUSES</w:t>
            </w:r>
          </w:p>
        </w:tc>
      </w:tr>
      <w:tr w:rsidR="009713FD" w:rsidRPr="00534DDD" w14:paraId="477A964E" w14:textId="77777777" w:rsidTr="001A0DBC">
        <w:trPr>
          <w:cantSplit/>
        </w:trPr>
        <w:tc>
          <w:tcPr>
            <w:tcW w:w="4860" w:type="dxa"/>
            <w:gridSpan w:val="3"/>
          </w:tcPr>
          <w:p w14:paraId="67ED4D6F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C08D25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16F3748C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4CAE9DE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154</w:t>
            </w:r>
          </w:p>
        </w:tc>
      </w:tr>
      <w:tr w:rsidR="009713FD" w:rsidRPr="00534DDD" w14:paraId="5B92CAC6" w14:textId="77777777" w:rsidTr="001A0DBC">
        <w:trPr>
          <w:cantSplit/>
        </w:trPr>
        <w:tc>
          <w:tcPr>
            <w:tcW w:w="540" w:type="dxa"/>
            <w:gridSpan w:val="2"/>
          </w:tcPr>
          <w:p w14:paraId="44E51211" w14:textId="77777777" w:rsidR="009713FD" w:rsidRPr="00534DDD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F2E6F3" w14:textId="77777777" w:rsidR="009713FD" w:rsidRPr="00534DDD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534DDD">
              <w:rPr>
                <w:b/>
                <w:caps/>
                <w:kern w:val="18"/>
              </w:rPr>
              <w:t>– VAN POOLS</w:t>
            </w:r>
          </w:p>
        </w:tc>
      </w:tr>
      <w:tr w:rsidR="009713FD" w:rsidRPr="00534DDD" w14:paraId="2DD4E5F3" w14:textId="77777777" w:rsidTr="001A0DBC">
        <w:trPr>
          <w:cantSplit/>
        </w:trPr>
        <w:tc>
          <w:tcPr>
            <w:tcW w:w="4860" w:type="dxa"/>
            <w:gridSpan w:val="3"/>
          </w:tcPr>
          <w:p w14:paraId="2979E73F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A92325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27B61251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0EE97908" w14:textId="77777777" w:rsidR="009713FD" w:rsidRPr="00534DDD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534DDD">
              <w:rPr>
                <w:kern w:val="18"/>
              </w:rPr>
              <w:t>$   549</w:t>
            </w:r>
          </w:p>
        </w:tc>
      </w:tr>
      <w:tr w:rsidR="009713FD" w:rsidRPr="00534DDD" w14:paraId="4CD27967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865E09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233676BC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88411B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DB3FC8" w:rsidRPr="00534DDD" w14:paraId="06BBA8C2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7B75E089" w14:textId="77777777" w:rsidR="00DB3FC8" w:rsidRPr="00534DDD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534D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433EA97" w14:textId="365C47B1" w:rsidR="00DB3FC8" w:rsidRPr="00534DDD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Trucks, Tractors and Trailers Classifications, refer to Rule </w:t>
            </w:r>
            <w:r w:rsidRPr="00A47FBC">
              <w:rPr>
                <w:rStyle w:val="rulelink"/>
              </w:rPr>
              <w:t xml:space="preserve">222.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534DDD" w14:paraId="11865C32" w14:textId="77777777" w:rsidTr="001A0DBC">
        <w:trPr>
          <w:cantSplit/>
        </w:trPr>
        <w:tc>
          <w:tcPr>
            <w:tcW w:w="220" w:type="dxa"/>
          </w:tcPr>
          <w:p w14:paraId="6845BE5D" w14:textId="77777777" w:rsidR="00DB3FC8" w:rsidRPr="00534DDD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534D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A4F636" w14:textId="194AEC92" w:rsidR="00DB3FC8" w:rsidRPr="00534DDD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Private Passenger Types Classifications, refer to Rule </w:t>
            </w:r>
            <w:r w:rsidRPr="00A47FBC">
              <w:rPr>
                <w:rStyle w:val="rulelink"/>
              </w:rPr>
              <w:t xml:space="preserve">232.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534DDD" w14:paraId="45FC735B" w14:textId="77777777" w:rsidTr="001A0DBC">
        <w:trPr>
          <w:cantSplit/>
        </w:trPr>
        <w:tc>
          <w:tcPr>
            <w:tcW w:w="220" w:type="dxa"/>
          </w:tcPr>
          <w:p w14:paraId="6A8BB730" w14:textId="77777777" w:rsidR="00DB3FC8" w:rsidRPr="00534DDD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534D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FFA227" w14:textId="5ACB71B3" w:rsidR="00DB3FC8" w:rsidRPr="00534DDD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Publics Autos, refer to Rule </w:t>
            </w:r>
            <w:r w:rsidRPr="00A47FBC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713FD" w:rsidRPr="00534DDD" w14:paraId="421074EE" w14:textId="77777777" w:rsidTr="001A0DBC">
        <w:trPr>
          <w:cantSplit/>
        </w:trPr>
        <w:tc>
          <w:tcPr>
            <w:tcW w:w="220" w:type="dxa"/>
          </w:tcPr>
          <w:p w14:paraId="00E244F3" w14:textId="77777777" w:rsidR="009713FD" w:rsidRPr="00534DDD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534D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7BDE6C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  <w:r w:rsidRPr="00534DDD">
              <w:rPr>
                <w:kern w:val="18"/>
              </w:rPr>
              <w:t xml:space="preserve">For Deductible factors, refer to Rule </w:t>
            </w:r>
            <w:r w:rsidRPr="00534DDD">
              <w:rPr>
                <w:rStyle w:val="rulelink"/>
              </w:rPr>
              <w:t>298.</w:t>
            </w:r>
          </w:p>
        </w:tc>
      </w:tr>
      <w:tr w:rsidR="009713FD" w:rsidRPr="00534DDD" w14:paraId="72F25F2E" w14:textId="77777777" w:rsidTr="001A0DBC">
        <w:trPr>
          <w:cantSplit/>
        </w:trPr>
        <w:tc>
          <w:tcPr>
            <w:tcW w:w="220" w:type="dxa"/>
          </w:tcPr>
          <w:p w14:paraId="0C62AD6E" w14:textId="77777777" w:rsidR="009713FD" w:rsidRPr="00534DDD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534D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A41CD1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  <w:r w:rsidRPr="00534DDD">
              <w:rPr>
                <w:kern w:val="18"/>
              </w:rPr>
              <w:t xml:space="preserve">For Vehicle Value factors, refer to Rule </w:t>
            </w:r>
            <w:r w:rsidRPr="00534DDD">
              <w:rPr>
                <w:rStyle w:val="rulelink"/>
              </w:rPr>
              <w:t>301.</w:t>
            </w:r>
          </w:p>
        </w:tc>
      </w:tr>
      <w:tr w:rsidR="009713FD" w:rsidRPr="00534DDD" w14:paraId="368BF660" w14:textId="77777777" w:rsidTr="001A0DBC">
        <w:trPr>
          <w:cantSplit/>
        </w:trPr>
        <w:tc>
          <w:tcPr>
            <w:tcW w:w="220" w:type="dxa"/>
          </w:tcPr>
          <w:p w14:paraId="573A5F12" w14:textId="77777777" w:rsidR="009713FD" w:rsidRPr="00534DDD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5E1D03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3548010C" w14:textId="77777777" w:rsidTr="001A0DBC">
        <w:trPr>
          <w:cantSplit/>
        </w:trPr>
        <w:tc>
          <w:tcPr>
            <w:tcW w:w="220" w:type="dxa"/>
          </w:tcPr>
          <w:p w14:paraId="32778523" w14:textId="77777777" w:rsidR="009713FD" w:rsidRPr="00534DDD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3B5566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180B4F5F" w14:textId="77777777" w:rsidTr="001A0DBC">
        <w:trPr>
          <w:cantSplit/>
        </w:trPr>
        <w:tc>
          <w:tcPr>
            <w:tcW w:w="220" w:type="dxa"/>
          </w:tcPr>
          <w:p w14:paraId="265CFEC8" w14:textId="77777777" w:rsidR="009713FD" w:rsidRPr="00534DDD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A6F4D4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1FE9F3BE" w14:textId="77777777" w:rsidTr="001A0DBC">
        <w:trPr>
          <w:cantSplit/>
        </w:trPr>
        <w:tc>
          <w:tcPr>
            <w:tcW w:w="220" w:type="dxa"/>
          </w:tcPr>
          <w:p w14:paraId="04F0A7A3" w14:textId="77777777" w:rsidR="009713FD" w:rsidRPr="00534DDD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5BCD91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358ED981" w14:textId="77777777" w:rsidTr="001A0DBC">
        <w:trPr>
          <w:cantSplit/>
        </w:trPr>
        <w:tc>
          <w:tcPr>
            <w:tcW w:w="220" w:type="dxa"/>
          </w:tcPr>
          <w:p w14:paraId="6D387F1C" w14:textId="77777777" w:rsidR="009713FD" w:rsidRPr="00534DDD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715321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49A7B535" w14:textId="77777777" w:rsidTr="001A0DBC">
        <w:trPr>
          <w:cantSplit/>
        </w:trPr>
        <w:tc>
          <w:tcPr>
            <w:tcW w:w="220" w:type="dxa"/>
          </w:tcPr>
          <w:p w14:paraId="443AEC66" w14:textId="77777777" w:rsidR="009713FD" w:rsidRPr="00534DDD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8BEA49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22D34ABF" w14:textId="77777777" w:rsidTr="001A0DBC">
        <w:trPr>
          <w:cantSplit/>
        </w:trPr>
        <w:tc>
          <w:tcPr>
            <w:tcW w:w="220" w:type="dxa"/>
          </w:tcPr>
          <w:p w14:paraId="41DF7F0E" w14:textId="77777777" w:rsidR="009713FD" w:rsidRPr="00534DDD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1A1CE5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1F00CD81" w14:textId="77777777" w:rsidTr="001A0DBC">
        <w:trPr>
          <w:cantSplit/>
        </w:trPr>
        <w:tc>
          <w:tcPr>
            <w:tcW w:w="220" w:type="dxa"/>
          </w:tcPr>
          <w:p w14:paraId="1EE734CA" w14:textId="77777777" w:rsidR="009713FD" w:rsidRPr="00534DDD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E0F417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0709EED9" w14:textId="77777777" w:rsidTr="001A0DBC">
        <w:trPr>
          <w:cantSplit/>
        </w:trPr>
        <w:tc>
          <w:tcPr>
            <w:tcW w:w="220" w:type="dxa"/>
          </w:tcPr>
          <w:p w14:paraId="7CD89BB6" w14:textId="77777777" w:rsidR="009713FD" w:rsidRPr="00534DDD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DA8AC2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534DDD" w14:paraId="041E3606" w14:textId="77777777" w:rsidTr="001A0DBC">
        <w:trPr>
          <w:cantSplit/>
        </w:trPr>
        <w:tc>
          <w:tcPr>
            <w:tcW w:w="220" w:type="dxa"/>
          </w:tcPr>
          <w:p w14:paraId="231CC16B" w14:textId="77777777" w:rsidR="009713FD" w:rsidRPr="00534DDD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34DD65" w14:textId="77777777" w:rsidR="009713FD" w:rsidRPr="00534DDD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446BAC56" w14:textId="4D4DB7FE" w:rsidR="009713FD" w:rsidRDefault="009713FD" w:rsidP="009713FD">
      <w:pPr>
        <w:pStyle w:val="isonormal"/>
      </w:pPr>
    </w:p>
    <w:p w14:paraId="399866D6" w14:textId="26ADF83C" w:rsidR="009713FD" w:rsidRDefault="009713FD" w:rsidP="009713FD">
      <w:pPr>
        <w:pStyle w:val="isonormal"/>
        <w:jc w:val="left"/>
      </w:pPr>
    </w:p>
    <w:p w14:paraId="03E811D6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900DFEF" w14:textId="77777777" w:rsidR="009713FD" w:rsidRPr="006E1B63" w:rsidRDefault="009713FD" w:rsidP="009713FD">
      <w:pPr>
        <w:pStyle w:val="subcap"/>
      </w:pPr>
      <w:r w:rsidRPr="006E1B63">
        <w:lastRenderedPageBreak/>
        <w:t>TERRITORY 111</w:t>
      </w:r>
    </w:p>
    <w:p w14:paraId="319BBF93" w14:textId="77777777" w:rsidR="009713FD" w:rsidRPr="006E1B63" w:rsidRDefault="009713FD" w:rsidP="009713FD">
      <w:pPr>
        <w:pStyle w:val="subcap2"/>
      </w:pPr>
      <w:r w:rsidRPr="006E1B63">
        <w:t>PHYS DAM</w:t>
      </w:r>
    </w:p>
    <w:p w14:paraId="3F1125AC" w14:textId="77777777" w:rsidR="009713FD" w:rsidRPr="006E1B63" w:rsidRDefault="009713FD" w:rsidP="009713FD">
      <w:pPr>
        <w:pStyle w:val="isonormal"/>
      </w:pPr>
    </w:p>
    <w:p w14:paraId="0FDF04F7" w14:textId="77777777" w:rsidR="009713FD" w:rsidRPr="006E1B63" w:rsidRDefault="009713FD" w:rsidP="009713FD">
      <w:pPr>
        <w:pStyle w:val="isonormal"/>
        <w:sectPr w:rsidR="009713FD" w:rsidRPr="006E1B63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9713FD" w:rsidRPr="006E1B63" w14:paraId="744E2E14" w14:textId="77777777" w:rsidTr="001A0DB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9CE2429" w14:textId="77777777" w:rsidR="009713FD" w:rsidRPr="006E1B63" w:rsidRDefault="009713FD" w:rsidP="001A0DBC">
            <w:pPr>
              <w:pStyle w:val="tablehead"/>
              <w:rPr>
                <w:kern w:val="18"/>
              </w:rPr>
            </w:pPr>
            <w:r w:rsidRPr="006E1B63">
              <w:rPr>
                <w:kern w:val="18"/>
              </w:rPr>
              <w:t>PHYSICAL DAMAGE</w:t>
            </w:r>
            <w:r w:rsidRPr="006E1B63">
              <w:rPr>
                <w:kern w:val="18"/>
              </w:rPr>
              <w:br/>
              <w:t>Original Cost New Range</w:t>
            </w:r>
            <w:r w:rsidRPr="006E1B63">
              <w:rPr>
                <w:kern w:val="18"/>
              </w:rPr>
              <w:br/>
              <w:t>$25,000 – 29,999</w:t>
            </w:r>
          </w:p>
        </w:tc>
      </w:tr>
      <w:tr w:rsidR="009713FD" w:rsidRPr="006E1B63" w14:paraId="028D7C00" w14:textId="77777777" w:rsidTr="001A0DB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64AB8C3" w14:textId="77777777" w:rsidR="009713FD" w:rsidRPr="006E1B63" w:rsidRDefault="009713FD" w:rsidP="001A0DB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9F08A7" w14:textId="77777777" w:rsidR="009713FD" w:rsidRPr="006E1B63" w:rsidRDefault="009713FD" w:rsidP="001A0DBC">
            <w:pPr>
              <w:pStyle w:val="tablehead"/>
              <w:rPr>
                <w:kern w:val="18"/>
              </w:rPr>
            </w:pPr>
            <w:r w:rsidRPr="006E1B63">
              <w:rPr>
                <w:kern w:val="18"/>
              </w:rPr>
              <w:t>Specified</w:t>
            </w:r>
            <w:r w:rsidRPr="006E1B63">
              <w:rPr>
                <w:kern w:val="18"/>
              </w:rPr>
              <w:br/>
              <w:t>Causes</w:t>
            </w:r>
            <w:r w:rsidRPr="006E1B6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1BB33B" w14:textId="77777777" w:rsidR="009713FD" w:rsidRPr="006E1B63" w:rsidRDefault="009713FD" w:rsidP="001A0DBC">
            <w:pPr>
              <w:pStyle w:val="tablehead"/>
              <w:rPr>
                <w:kern w:val="18"/>
              </w:rPr>
            </w:pPr>
            <w:r w:rsidRPr="006E1B63">
              <w:rPr>
                <w:kern w:val="18"/>
              </w:rPr>
              <w:br/>
            </w:r>
            <w:r w:rsidRPr="006E1B6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B799A1" w14:textId="77777777" w:rsidR="009713FD" w:rsidRPr="006E1B63" w:rsidRDefault="009713FD" w:rsidP="001A0DBC">
            <w:pPr>
              <w:pStyle w:val="tablehead"/>
              <w:rPr>
                <w:kern w:val="18"/>
              </w:rPr>
            </w:pPr>
            <w:r w:rsidRPr="006E1B63">
              <w:rPr>
                <w:kern w:val="18"/>
              </w:rPr>
              <w:t>$500</w:t>
            </w:r>
            <w:r w:rsidRPr="006E1B63">
              <w:rPr>
                <w:kern w:val="18"/>
              </w:rPr>
              <w:br/>
              <w:t>Ded.</w:t>
            </w:r>
            <w:r w:rsidRPr="006E1B63">
              <w:rPr>
                <w:kern w:val="18"/>
              </w:rPr>
              <w:br/>
              <w:t>Coll.</w:t>
            </w:r>
          </w:p>
        </w:tc>
      </w:tr>
      <w:tr w:rsidR="009713FD" w:rsidRPr="006E1B63" w14:paraId="4A80620A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8DABC8F" w14:textId="77777777" w:rsidR="009713FD" w:rsidRPr="006E1B63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6E1B6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9713FD" w:rsidRPr="006E1B63" w14:paraId="285B0328" w14:textId="77777777" w:rsidTr="001A0DBC">
        <w:trPr>
          <w:cantSplit/>
        </w:trPr>
        <w:tc>
          <w:tcPr>
            <w:tcW w:w="540" w:type="dxa"/>
            <w:gridSpan w:val="2"/>
          </w:tcPr>
          <w:p w14:paraId="3A3DEAEC" w14:textId="77777777" w:rsidR="009713FD" w:rsidRPr="006E1B63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6A2D5B" w14:textId="77777777" w:rsidR="009713FD" w:rsidRPr="006E1B63" w:rsidRDefault="009713FD" w:rsidP="001A0DBC">
            <w:pPr>
              <w:pStyle w:val="tabletext11"/>
              <w:rPr>
                <w:b/>
                <w:kern w:val="18"/>
              </w:rPr>
            </w:pPr>
            <w:r w:rsidRPr="006E1B63">
              <w:rPr>
                <w:b/>
                <w:kern w:val="18"/>
              </w:rPr>
              <w:t>– Local And Intermediate – All Vehicles</w:t>
            </w:r>
          </w:p>
        </w:tc>
      </w:tr>
      <w:tr w:rsidR="009713FD" w:rsidRPr="006E1B63" w14:paraId="61F4BD74" w14:textId="77777777" w:rsidTr="001A0DBC">
        <w:trPr>
          <w:cantSplit/>
        </w:trPr>
        <w:tc>
          <w:tcPr>
            <w:tcW w:w="540" w:type="dxa"/>
            <w:gridSpan w:val="2"/>
          </w:tcPr>
          <w:p w14:paraId="4694DC30" w14:textId="77777777" w:rsidR="009713FD" w:rsidRPr="006E1B63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D0024A" w14:textId="77777777" w:rsidR="009713FD" w:rsidRPr="006E1B63" w:rsidRDefault="009713FD" w:rsidP="001A0DBC">
            <w:pPr>
              <w:pStyle w:val="tabletext11"/>
              <w:rPr>
                <w:b/>
                <w:kern w:val="18"/>
              </w:rPr>
            </w:pPr>
            <w:r w:rsidRPr="006E1B6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9713FD" w:rsidRPr="006E1B63" w14:paraId="70D934E2" w14:textId="77777777" w:rsidTr="001A0DBC">
        <w:trPr>
          <w:cantSplit/>
        </w:trPr>
        <w:tc>
          <w:tcPr>
            <w:tcW w:w="4860" w:type="dxa"/>
            <w:gridSpan w:val="3"/>
          </w:tcPr>
          <w:p w14:paraId="0514EC8D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C395CC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00566BE9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0E7670FC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230</w:t>
            </w:r>
          </w:p>
        </w:tc>
      </w:tr>
      <w:tr w:rsidR="009713FD" w:rsidRPr="006E1B63" w14:paraId="30A75394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CEB94B" w14:textId="77777777" w:rsidR="009713FD" w:rsidRPr="006E1B63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6E1B6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9713FD" w:rsidRPr="006E1B63" w14:paraId="5903B004" w14:textId="77777777" w:rsidTr="001A0DBC">
        <w:trPr>
          <w:cantSplit/>
        </w:trPr>
        <w:tc>
          <w:tcPr>
            <w:tcW w:w="4860" w:type="dxa"/>
            <w:gridSpan w:val="3"/>
          </w:tcPr>
          <w:p w14:paraId="1E3E2CBC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46E536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D43C4F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1A678F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9713FD" w:rsidRPr="006E1B63" w14:paraId="55992679" w14:textId="77777777" w:rsidTr="001A0DBC">
        <w:trPr>
          <w:cantSplit/>
        </w:trPr>
        <w:tc>
          <w:tcPr>
            <w:tcW w:w="4860" w:type="dxa"/>
            <w:gridSpan w:val="3"/>
          </w:tcPr>
          <w:p w14:paraId="7D8465D6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43C185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5163F20B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02496AF7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327</w:t>
            </w:r>
          </w:p>
        </w:tc>
      </w:tr>
      <w:tr w:rsidR="009713FD" w:rsidRPr="006E1B63" w14:paraId="312646D3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F65D842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26F4BFE5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77E764" w14:textId="77777777" w:rsidR="009713FD" w:rsidRPr="006E1B63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6E1B6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9713FD" w:rsidRPr="006E1B63" w14:paraId="523E45FE" w14:textId="77777777" w:rsidTr="001A0DBC">
        <w:trPr>
          <w:cantSplit/>
        </w:trPr>
        <w:tc>
          <w:tcPr>
            <w:tcW w:w="540" w:type="dxa"/>
            <w:gridSpan w:val="2"/>
          </w:tcPr>
          <w:p w14:paraId="1672827F" w14:textId="77777777" w:rsidR="009713FD" w:rsidRPr="006E1B63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04EE7F" w14:textId="77777777" w:rsidR="009713FD" w:rsidRPr="006E1B63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6E1B63">
              <w:rPr>
                <w:b/>
                <w:caps/>
                <w:kern w:val="18"/>
              </w:rPr>
              <w:t>– taxicabs and limousines</w:t>
            </w:r>
          </w:p>
        </w:tc>
      </w:tr>
      <w:tr w:rsidR="009713FD" w:rsidRPr="006E1B63" w14:paraId="2FBC45E8" w14:textId="77777777" w:rsidTr="001A0DBC">
        <w:trPr>
          <w:cantSplit/>
        </w:trPr>
        <w:tc>
          <w:tcPr>
            <w:tcW w:w="4860" w:type="dxa"/>
            <w:gridSpan w:val="3"/>
          </w:tcPr>
          <w:p w14:paraId="3A100288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3DEC68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9A312D2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1015CF3E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518</w:t>
            </w:r>
          </w:p>
        </w:tc>
      </w:tr>
      <w:tr w:rsidR="009713FD" w:rsidRPr="006E1B63" w14:paraId="464D992C" w14:textId="77777777" w:rsidTr="001A0DBC">
        <w:trPr>
          <w:cantSplit/>
        </w:trPr>
        <w:tc>
          <w:tcPr>
            <w:tcW w:w="540" w:type="dxa"/>
            <w:gridSpan w:val="2"/>
          </w:tcPr>
          <w:p w14:paraId="64D29A97" w14:textId="77777777" w:rsidR="009713FD" w:rsidRPr="006E1B63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816D5E" w14:textId="77777777" w:rsidR="009713FD" w:rsidRPr="006E1B63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6E1B63">
              <w:rPr>
                <w:b/>
                <w:caps/>
                <w:kern w:val="18"/>
              </w:rPr>
              <w:t>– SCHOOL AND CHURCH BUSES</w:t>
            </w:r>
          </w:p>
        </w:tc>
      </w:tr>
      <w:tr w:rsidR="009713FD" w:rsidRPr="006E1B63" w14:paraId="599FBE42" w14:textId="77777777" w:rsidTr="001A0DBC">
        <w:trPr>
          <w:cantSplit/>
        </w:trPr>
        <w:tc>
          <w:tcPr>
            <w:tcW w:w="4860" w:type="dxa"/>
            <w:gridSpan w:val="3"/>
          </w:tcPr>
          <w:p w14:paraId="29FA07B9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071CC5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43E7A63B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28E0F83B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145</w:t>
            </w:r>
          </w:p>
        </w:tc>
      </w:tr>
      <w:tr w:rsidR="009713FD" w:rsidRPr="006E1B63" w14:paraId="336ACC29" w14:textId="77777777" w:rsidTr="001A0DBC">
        <w:trPr>
          <w:cantSplit/>
        </w:trPr>
        <w:tc>
          <w:tcPr>
            <w:tcW w:w="540" w:type="dxa"/>
            <w:gridSpan w:val="2"/>
          </w:tcPr>
          <w:p w14:paraId="6052C71C" w14:textId="77777777" w:rsidR="009713FD" w:rsidRPr="006E1B63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AD74E8" w14:textId="77777777" w:rsidR="009713FD" w:rsidRPr="006E1B63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6E1B63">
              <w:rPr>
                <w:b/>
                <w:caps/>
                <w:kern w:val="18"/>
              </w:rPr>
              <w:t>– OTHER BUSES</w:t>
            </w:r>
          </w:p>
        </w:tc>
      </w:tr>
      <w:tr w:rsidR="009713FD" w:rsidRPr="006E1B63" w14:paraId="1359753F" w14:textId="77777777" w:rsidTr="001A0DBC">
        <w:trPr>
          <w:cantSplit/>
        </w:trPr>
        <w:tc>
          <w:tcPr>
            <w:tcW w:w="4860" w:type="dxa"/>
            <w:gridSpan w:val="3"/>
          </w:tcPr>
          <w:p w14:paraId="23271F9B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F44790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6C6A3960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4227FE74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145</w:t>
            </w:r>
          </w:p>
        </w:tc>
      </w:tr>
      <w:tr w:rsidR="009713FD" w:rsidRPr="006E1B63" w14:paraId="59AC9B08" w14:textId="77777777" w:rsidTr="001A0DBC">
        <w:trPr>
          <w:cantSplit/>
        </w:trPr>
        <w:tc>
          <w:tcPr>
            <w:tcW w:w="540" w:type="dxa"/>
            <w:gridSpan w:val="2"/>
          </w:tcPr>
          <w:p w14:paraId="69F3A1D7" w14:textId="77777777" w:rsidR="009713FD" w:rsidRPr="006E1B63" w:rsidRDefault="009713FD" w:rsidP="001A0DB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949889" w14:textId="77777777" w:rsidR="009713FD" w:rsidRPr="006E1B63" w:rsidRDefault="009713FD" w:rsidP="001A0DBC">
            <w:pPr>
              <w:pStyle w:val="tabletext11"/>
              <w:rPr>
                <w:b/>
                <w:caps/>
                <w:kern w:val="18"/>
              </w:rPr>
            </w:pPr>
            <w:r w:rsidRPr="006E1B63">
              <w:rPr>
                <w:b/>
                <w:caps/>
                <w:kern w:val="18"/>
              </w:rPr>
              <w:t>– VAN POOLS</w:t>
            </w:r>
          </w:p>
        </w:tc>
      </w:tr>
      <w:tr w:rsidR="009713FD" w:rsidRPr="006E1B63" w14:paraId="0693C8A8" w14:textId="77777777" w:rsidTr="001A0DBC">
        <w:trPr>
          <w:cantSplit/>
        </w:trPr>
        <w:tc>
          <w:tcPr>
            <w:tcW w:w="4860" w:type="dxa"/>
            <w:gridSpan w:val="3"/>
          </w:tcPr>
          <w:p w14:paraId="4DC464E3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5F3049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18CC0F81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677B7712" w14:textId="77777777" w:rsidR="009713FD" w:rsidRPr="006E1B63" w:rsidRDefault="009713FD" w:rsidP="001A0DBC">
            <w:pPr>
              <w:pStyle w:val="tabletext11"/>
              <w:jc w:val="center"/>
              <w:rPr>
                <w:kern w:val="18"/>
              </w:rPr>
            </w:pPr>
            <w:r w:rsidRPr="006E1B63">
              <w:rPr>
                <w:kern w:val="18"/>
              </w:rPr>
              <w:t>$   518</w:t>
            </w:r>
          </w:p>
        </w:tc>
      </w:tr>
      <w:tr w:rsidR="009713FD" w:rsidRPr="006E1B63" w14:paraId="131ABD2E" w14:textId="77777777" w:rsidTr="001A0DB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E8583B6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198628E8" w14:textId="77777777" w:rsidTr="001A0DB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D83C18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DB3FC8" w:rsidRPr="006E1B63" w14:paraId="4162A1CB" w14:textId="77777777" w:rsidTr="001A0DBC">
        <w:trPr>
          <w:cantSplit/>
        </w:trPr>
        <w:tc>
          <w:tcPr>
            <w:tcW w:w="220" w:type="dxa"/>
            <w:tcBorders>
              <w:top w:val="nil"/>
            </w:tcBorders>
          </w:tcPr>
          <w:p w14:paraId="4ADC0AFF" w14:textId="77777777" w:rsidR="00DB3FC8" w:rsidRPr="006E1B63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6E1B6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69EB3BF" w14:textId="0F2D7B03" w:rsidR="00DB3FC8" w:rsidRPr="006E1B63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Trucks, Tractors and Trailers Classifications, refer to Rule </w:t>
            </w:r>
            <w:r w:rsidRPr="00A47FBC">
              <w:rPr>
                <w:rStyle w:val="rulelink"/>
              </w:rPr>
              <w:t xml:space="preserve">222.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6E1B63" w14:paraId="2CE7D19D" w14:textId="77777777" w:rsidTr="001A0DBC">
        <w:trPr>
          <w:cantSplit/>
        </w:trPr>
        <w:tc>
          <w:tcPr>
            <w:tcW w:w="220" w:type="dxa"/>
          </w:tcPr>
          <w:p w14:paraId="7FE5C8E0" w14:textId="77777777" w:rsidR="00DB3FC8" w:rsidRPr="006E1B63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6E1B6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583B4D" w14:textId="2670C915" w:rsidR="00DB3FC8" w:rsidRPr="006E1B63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Private Passenger Types Classifications, refer to Rule </w:t>
            </w:r>
            <w:r w:rsidRPr="00A47FBC">
              <w:rPr>
                <w:rStyle w:val="rulelink"/>
              </w:rPr>
              <w:t xml:space="preserve">232.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DB3FC8" w:rsidRPr="006E1B63" w14:paraId="2011D66C" w14:textId="77777777" w:rsidTr="001A0DBC">
        <w:trPr>
          <w:cantSplit/>
        </w:trPr>
        <w:tc>
          <w:tcPr>
            <w:tcW w:w="220" w:type="dxa"/>
          </w:tcPr>
          <w:p w14:paraId="5461494D" w14:textId="77777777" w:rsidR="00DB3FC8" w:rsidRPr="006E1B63" w:rsidRDefault="00DB3FC8" w:rsidP="00DB3FC8">
            <w:pPr>
              <w:pStyle w:val="tabletext11"/>
              <w:jc w:val="right"/>
              <w:rPr>
                <w:kern w:val="18"/>
              </w:rPr>
            </w:pPr>
            <w:r w:rsidRPr="006E1B6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4603F0" w14:textId="36880620" w:rsidR="00DB3FC8" w:rsidRPr="006E1B63" w:rsidRDefault="00DB3FC8" w:rsidP="00DB3FC8">
            <w:pPr>
              <w:pStyle w:val="tabletext11"/>
              <w:rPr>
                <w:kern w:val="18"/>
              </w:rPr>
            </w:pPr>
            <w:r w:rsidRPr="00A47FBC">
              <w:rPr>
                <w:kern w:val="18"/>
              </w:rPr>
              <w:t xml:space="preserve">For Other Than Zone-rated Publics Autos, refer to Rule </w:t>
            </w:r>
            <w:r w:rsidRPr="00A47FBC">
              <w:rPr>
                <w:rStyle w:val="rulelink"/>
              </w:rPr>
              <w:t xml:space="preserve">239. </w:t>
            </w:r>
            <w:r w:rsidRPr="00DB3FC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9713FD" w:rsidRPr="006E1B63" w14:paraId="7E839C15" w14:textId="77777777" w:rsidTr="001A0DBC">
        <w:trPr>
          <w:cantSplit/>
        </w:trPr>
        <w:tc>
          <w:tcPr>
            <w:tcW w:w="220" w:type="dxa"/>
          </w:tcPr>
          <w:p w14:paraId="675BA49B" w14:textId="77777777" w:rsidR="009713FD" w:rsidRPr="006E1B63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6E1B6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C6B110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  <w:r w:rsidRPr="006E1B63">
              <w:rPr>
                <w:kern w:val="18"/>
              </w:rPr>
              <w:t xml:space="preserve">For Deductible factors, refer to Rule </w:t>
            </w:r>
            <w:r w:rsidRPr="006E1B63">
              <w:rPr>
                <w:rStyle w:val="rulelink"/>
              </w:rPr>
              <w:t>298.</w:t>
            </w:r>
          </w:p>
        </w:tc>
      </w:tr>
      <w:tr w:rsidR="009713FD" w:rsidRPr="006E1B63" w14:paraId="7DAEFCA1" w14:textId="77777777" w:rsidTr="001A0DBC">
        <w:trPr>
          <w:cantSplit/>
        </w:trPr>
        <w:tc>
          <w:tcPr>
            <w:tcW w:w="220" w:type="dxa"/>
          </w:tcPr>
          <w:p w14:paraId="1A07D9B4" w14:textId="77777777" w:rsidR="009713FD" w:rsidRPr="006E1B63" w:rsidRDefault="009713FD" w:rsidP="001A0DBC">
            <w:pPr>
              <w:pStyle w:val="tabletext11"/>
              <w:jc w:val="right"/>
              <w:rPr>
                <w:kern w:val="18"/>
              </w:rPr>
            </w:pPr>
            <w:r w:rsidRPr="006E1B6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377C79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  <w:r w:rsidRPr="006E1B63">
              <w:rPr>
                <w:kern w:val="18"/>
              </w:rPr>
              <w:t xml:space="preserve">For Vehicle Value factors, refer to Rule </w:t>
            </w:r>
            <w:r w:rsidRPr="006E1B63">
              <w:rPr>
                <w:rStyle w:val="rulelink"/>
              </w:rPr>
              <w:t>301.</w:t>
            </w:r>
          </w:p>
        </w:tc>
      </w:tr>
      <w:tr w:rsidR="009713FD" w:rsidRPr="006E1B63" w14:paraId="1A6BF43F" w14:textId="77777777" w:rsidTr="001A0DBC">
        <w:trPr>
          <w:cantSplit/>
        </w:trPr>
        <w:tc>
          <w:tcPr>
            <w:tcW w:w="220" w:type="dxa"/>
          </w:tcPr>
          <w:p w14:paraId="3D1EA20D" w14:textId="77777777" w:rsidR="009713FD" w:rsidRPr="006E1B63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3BA669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28C98B86" w14:textId="77777777" w:rsidTr="001A0DBC">
        <w:trPr>
          <w:cantSplit/>
        </w:trPr>
        <w:tc>
          <w:tcPr>
            <w:tcW w:w="220" w:type="dxa"/>
          </w:tcPr>
          <w:p w14:paraId="3A85D028" w14:textId="77777777" w:rsidR="009713FD" w:rsidRPr="006E1B63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8F5C02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001BED60" w14:textId="77777777" w:rsidTr="001A0DBC">
        <w:trPr>
          <w:cantSplit/>
        </w:trPr>
        <w:tc>
          <w:tcPr>
            <w:tcW w:w="220" w:type="dxa"/>
          </w:tcPr>
          <w:p w14:paraId="56FA6281" w14:textId="77777777" w:rsidR="009713FD" w:rsidRPr="006E1B63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A1CBFF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6E4EA845" w14:textId="77777777" w:rsidTr="001A0DBC">
        <w:trPr>
          <w:cantSplit/>
        </w:trPr>
        <w:tc>
          <w:tcPr>
            <w:tcW w:w="220" w:type="dxa"/>
          </w:tcPr>
          <w:p w14:paraId="4A6E3964" w14:textId="77777777" w:rsidR="009713FD" w:rsidRPr="006E1B63" w:rsidRDefault="009713FD" w:rsidP="001A0DB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9C900B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19CDBBCE" w14:textId="77777777" w:rsidTr="001A0DBC">
        <w:trPr>
          <w:cantSplit/>
        </w:trPr>
        <w:tc>
          <w:tcPr>
            <w:tcW w:w="220" w:type="dxa"/>
          </w:tcPr>
          <w:p w14:paraId="5A9A5AB3" w14:textId="77777777" w:rsidR="009713FD" w:rsidRPr="006E1B63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965F2A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7B134532" w14:textId="77777777" w:rsidTr="001A0DBC">
        <w:trPr>
          <w:cantSplit/>
        </w:trPr>
        <w:tc>
          <w:tcPr>
            <w:tcW w:w="220" w:type="dxa"/>
          </w:tcPr>
          <w:p w14:paraId="04AA96E5" w14:textId="77777777" w:rsidR="009713FD" w:rsidRPr="006E1B63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6B867E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0D97B120" w14:textId="77777777" w:rsidTr="001A0DBC">
        <w:trPr>
          <w:cantSplit/>
        </w:trPr>
        <w:tc>
          <w:tcPr>
            <w:tcW w:w="220" w:type="dxa"/>
          </w:tcPr>
          <w:p w14:paraId="2D527C90" w14:textId="77777777" w:rsidR="009713FD" w:rsidRPr="006E1B63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815B48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47B41D83" w14:textId="77777777" w:rsidTr="001A0DBC">
        <w:trPr>
          <w:cantSplit/>
        </w:trPr>
        <w:tc>
          <w:tcPr>
            <w:tcW w:w="220" w:type="dxa"/>
          </w:tcPr>
          <w:p w14:paraId="0F72D58C" w14:textId="77777777" w:rsidR="009713FD" w:rsidRPr="006E1B63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7702D2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6E86EF49" w14:textId="77777777" w:rsidTr="001A0DBC">
        <w:trPr>
          <w:cantSplit/>
        </w:trPr>
        <w:tc>
          <w:tcPr>
            <w:tcW w:w="220" w:type="dxa"/>
          </w:tcPr>
          <w:p w14:paraId="63DD01A8" w14:textId="77777777" w:rsidR="009713FD" w:rsidRPr="006E1B63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95666B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  <w:tr w:rsidR="009713FD" w:rsidRPr="006E1B63" w14:paraId="1A390B2D" w14:textId="77777777" w:rsidTr="001A0DBC">
        <w:trPr>
          <w:cantSplit/>
        </w:trPr>
        <w:tc>
          <w:tcPr>
            <w:tcW w:w="220" w:type="dxa"/>
          </w:tcPr>
          <w:p w14:paraId="4996AA3F" w14:textId="77777777" w:rsidR="009713FD" w:rsidRPr="006E1B63" w:rsidRDefault="009713FD" w:rsidP="001A0DB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0E0DED" w14:textId="77777777" w:rsidR="009713FD" w:rsidRPr="006E1B63" w:rsidRDefault="009713FD" w:rsidP="001A0DBC">
            <w:pPr>
              <w:pStyle w:val="tabletext11"/>
              <w:rPr>
                <w:kern w:val="18"/>
              </w:rPr>
            </w:pPr>
          </w:p>
        </w:tc>
      </w:tr>
    </w:tbl>
    <w:p w14:paraId="7B18DD20" w14:textId="155A7EC6" w:rsidR="009713FD" w:rsidRDefault="009713FD" w:rsidP="009713FD">
      <w:pPr>
        <w:pStyle w:val="isonormal"/>
      </w:pPr>
    </w:p>
    <w:p w14:paraId="4BBE3331" w14:textId="5ABEC0A8" w:rsidR="009713FD" w:rsidRDefault="009713FD" w:rsidP="009713FD">
      <w:pPr>
        <w:pStyle w:val="isonormal"/>
        <w:jc w:val="left"/>
      </w:pPr>
    </w:p>
    <w:p w14:paraId="71AEDBF0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C387C7F" w14:textId="77777777" w:rsidR="009713FD" w:rsidRPr="00127E43" w:rsidRDefault="009713FD" w:rsidP="009713FD">
      <w:pPr>
        <w:pStyle w:val="subcap"/>
      </w:pPr>
      <w:r w:rsidRPr="00127E43">
        <w:lastRenderedPageBreak/>
        <w:t>ALL TERRITORIES</w:t>
      </w:r>
    </w:p>
    <w:p w14:paraId="7E0D0D24" w14:textId="77777777" w:rsidR="009713FD" w:rsidRPr="00127E43" w:rsidRDefault="009713FD" w:rsidP="009713FD">
      <w:pPr>
        <w:pStyle w:val="isonormal"/>
      </w:pPr>
    </w:p>
    <w:p w14:paraId="55BE2BB1" w14:textId="77777777" w:rsidR="009713FD" w:rsidRPr="00127E43" w:rsidRDefault="009713FD" w:rsidP="009713FD">
      <w:pPr>
        <w:pStyle w:val="isonormal"/>
        <w:sectPr w:rsidR="009713FD" w:rsidRPr="00127E43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B9F0AD3" w14:textId="77777777" w:rsidR="009713FD" w:rsidRPr="00127E43" w:rsidRDefault="009713FD" w:rsidP="009713FD">
      <w:pPr>
        <w:pStyle w:val="boxrule"/>
        <w:rPr>
          <w:b w:val="0"/>
        </w:rPr>
      </w:pPr>
      <w:r w:rsidRPr="00127E43">
        <w:t xml:space="preserve">249.  </w:t>
      </w:r>
      <w:bookmarkStart w:id="3" w:name="Rule49"/>
      <w:bookmarkEnd w:id="3"/>
      <w:r w:rsidRPr="00127E43">
        <w:t>AUTO DEALERS – PREMIUM DEVELOPMENT</w:t>
      </w:r>
    </w:p>
    <w:p w14:paraId="1F6F4594" w14:textId="77777777" w:rsidR="009713FD" w:rsidRPr="00127E43" w:rsidRDefault="009713FD" w:rsidP="009713FD">
      <w:pPr>
        <w:pStyle w:val="isonormal"/>
      </w:pPr>
    </w:p>
    <w:p w14:paraId="0ACCFB3D" w14:textId="77777777" w:rsidR="009713FD" w:rsidRPr="00127E43" w:rsidRDefault="009713FD" w:rsidP="009713FD">
      <w:pPr>
        <w:pStyle w:val="isonormal"/>
        <w:sectPr w:rsidR="009713FD" w:rsidRPr="00127E43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9713FD" w:rsidRPr="00127E43" w14:paraId="42DA286F" w14:textId="77777777" w:rsidTr="001A0DBC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74CEF6AC" w14:textId="77777777" w:rsidR="009713FD" w:rsidRPr="00127E43" w:rsidRDefault="009713FD" w:rsidP="001A0DBC">
            <w:pPr>
              <w:pStyle w:val="tablehead"/>
            </w:pPr>
            <w:r w:rsidRPr="00127E43">
              <w:t>FIRE</w:t>
            </w:r>
          </w:p>
        </w:tc>
      </w:tr>
      <w:tr w:rsidR="009713FD" w:rsidRPr="00127E43" w14:paraId="3944D977" w14:textId="77777777" w:rsidTr="001A0DBC">
        <w:trPr>
          <w:cantSplit/>
        </w:trPr>
        <w:tc>
          <w:tcPr>
            <w:tcW w:w="9360" w:type="dxa"/>
          </w:tcPr>
          <w:p w14:paraId="464DFF38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>$  0.08</w:t>
            </w:r>
          </w:p>
        </w:tc>
      </w:tr>
    </w:tbl>
    <w:p w14:paraId="21578712" w14:textId="77777777" w:rsidR="009713FD" w:rsidRPr="00127E43" w:rsidRDefault="009713FD" w:rsidP="009713FD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9713FD" w:rsidRPr="00127E43" w14:paraId="3E7B14A2" w14:textId="77777777" w:rsidTr="001A0DBC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35E5730A" w14:textId="3978BBCD" w:rsidR="009713FD" w:rsidRPr="00127E43" w:rsidRDefault="009713FD" w:rsidP="001A0DBC">
            <w:pPr>
              <w:pStyle w:val="tablehead"/>
            </w:pPr>
            <w:r w:rsidRPr="00127E43">
              <w:t>FIRE AND THEFT</w:t>
            </w:r>
            <w:r w:rsidRPr="009713FD">
              <w:rPr>
                <w:sz w:val="20"/>
              </w:rPr>
              <w:t>*</w:t>
            </w:r>
          </w:p>
        </w:tc>
      </w:tr>
      <w:tr w:rsidR="009713FD" w:rsidRPr="00127E43" w14:paraId="3945942F" w14:textId="77777777" w:rsidTr="001A0DB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2D36811" w14:textId="77777777" w:rsidR="009713FD" w:rsidRPr="00127E43" w:rsidRDefault="009713FD" w:rsidP="001A0DBC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534C0627" w14:textId="77777777" w:rsidR="009713FD" w:rsidRPr="00127E43" w:rsidRDefault="009713FD" w:rsidP="001A0DBC">
            <w:pPr>
              <w:pStyle w:val="tablehead"/>
            </w:pPr>
            <w:r w:rsidRPr="00127E43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2694E5EE" w14:textId="77777777" w:rsidR="009713FD" w:rsidRPr="00127E43" w:rsidRDefault="009713FD" w:rsidP="001A0DBC">
            <w:pPr>
              <w:pStyle w:val="tablehead"/>
            </w:pPr>
            <w:r w:rsidRPr="00127E43">
              <w:t>Miscellaneous Type Vehicles</w:t>
            </w:r>
          </w:p>
        </w:tc>
      </w:tr>
      <w:tr w:rsidR="009713FD" w:rsidRPr="00127E43" w14:paraId="5ACFD4A4" w14:textId="77777777" w:rsidTr="001A0DB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5295CF" w14:textId="77777777" w:rsidR="009713FD" w:rsidRPr="00127E43" w:rsidRDefault="009713FD" w:rsidP="001A0DBC">
            <w:pPr>
              <w:pStyle w:val="tablehead"/>
            </w:pPr>
            <w:r w:rsidRPr="00127E43">
              <w:t>Territory</w:t>
            </w:r>
            <w:r w:rsidRPr="00127E43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2449EBA9" w14:textId="77777777" w:rsidR="009713FD" w:rsidRPr="00127E43" w:rsidRDefault="009713FD" w:rsidP="001A0DBC">
            <w:pPr>
              <w:pStyle w:val="tablehead"/>
            </w:pPr>
            <w:r w:rsidRPr="00127E43">
              <w:t>Buildings And Standard</w:t>
            </w:r>
            <w:r w:rsidRPr="00127E43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42E2747B" w14:textId="77777777" w:rsidR="009713FD" w:rsidRPr="00127E43" w:rsidRDefault="009713FD" w:rsidP="001A0DBC">
            <w:pPr>
              <w:pStyle w:val="tablehead"/>
            </w:pPr>
            <w:r w:rsidRPr="00127E43">
              <w:t>Non-Standard</w:t>
            </w:r>
            <w:r w:rsidRPr="00127E43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049B7478" w14:textId="77777777" w:rsidR="009713FD" w:rsidRPr="00127E43" w:rsidRDefault="009713FD" w:rsidP="001A0DBC">
            <w:pPr>
              <w:pStyle w:val="tablehead"/>
            </w:pPr>
            <w:r w:rsidRPr="00127E43">
              <w:br/>
              <w:t>Buildings And Open Lots</w:t>
            </w:r>
          </w:p>
        </w:tc>
      </w:tr>
      <w:tr w:rsidR="009713FD" w:rsidRPr="00127E43" w14:paraId="63F2C55B" w14:textId="77777777" w:rsidTr="001A0DB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721D887E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720A3FB5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0.25</w:t>
            </w:r>
          </w:p>
        </w:tc>
        <w:tc>
          <w:tcPr>
            <w:tcW w:w="2250" w:type="dxa"/>
            <w:tcBorders>
              <w:bottom w:val="nil"/>
            </w:tcBorders>
          </w:tcPr>
          <w:p w14:paraId="0E3AFF5D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0.27</w:t>
            </w:r>
          </w:p>
        </w:tc>
        <w:tc>
          <w:tcPr>
            <w:tcW w:w="2900" w:type="dxa"/>
            <w:tcBorders>
              <w:bottom w:val="nil"/>
            </w:tcBorders>
          </w:tcPr>
          <w:p w14:paraId="086348F6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0.27</w:t>
            </w:r>
          </w:p>
        </w:tc>
      </w:tr>
      <w:tr w:rsidR="009713FD" w:rsidRPr="00127E43" w14:paraId="5A555A59" w14:textId="77777777" w:rsidTr="001A0DB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38A128A" w14:textId="77777777" w:rsidR="009713FD" w:rsidRPr="00127E43" w:rsidRDefault="009713FD" w:rsidP="001A0DBC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12F63A36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0B23E9AF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7BC89DA9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</w:tr>
      <w:tr w:rsidR="009713FD" w:rsidRPr="00127E43" w14:paraId="0208EAB3" w14:textId="77777777" w:rsidTr="001A0DB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777EF36" w14:textId="77777777" w:rsidR="009713FD" w:rsidRPr="00127E43" w:rsidRDefault="009713FD" w:rsidP="001A0DBC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6F20AD27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2250" w:type="dxa"/>
          </w:tcPr>
          <w:p w14:paraId="539F9665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2900" w:type="dxa"/>
          </w:tcPr>
          <w:p w14:paraId="2C5989D1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</w:tr>
      <w:tr w:rsidR="009713FD" w:rsidRPr="00127E43" w14:paraId="0FC09B8C" w14:textId="77777777" w:rsidTr="001A0DB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B208B5A" w14:textId="77777777" w:rsidR="009713FD" w:rsidRPr="00127E43" w:rsidRDefault="009713FD" w:rsidP="001A0DBC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1A8EC9A0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2250" w:type="dxa"/>
          </w:tcPr>
          <w:p w14:paraId="72D9C601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2900" w:type="dxa"/>
          </w:tcPr>
          <w:p w14:paraId="278E0E20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</w:tr>
      <w:tr w:rsidR="009713FD" w:rsidRPr="00127E43" w14:paraId="517D669F" w14:textId="77777777" w:rsidTr="001A0DB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1C0CFE" w14:textId="36F73CCE" w:rsidR="009713FD" w:rsidRPr="00127E43" w:rsidRDefault="009713FD" w:rsidP="001A0DBC">
            <w:pPr>
              <w:pStyle w:val="tabletext11"/>
              <w:jc w:val="right"/>
            </w:pPr>
            <w:r w:rsidRPr="009713FD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2B62E3" w14:textId="77777777" w:rsidR="009713FD" w:rsidRPr="00127E43" w:rsidRDefault="009713FD" w:rsidP="001A0DBC">
            <w:pPr>
              <w:pStyle w:val="tabletext11"/>
            </w:pPr>
            <w:r w:rsidRPr="00127E43">
              <w:t>Theft is subject to a $100 per car/$500 per occurrence deductible.</w:t>
            </w:r>
          </w:p>
        </w:tc>
      </w:tr>
      <w:tr w:rsidR="009713FD" w:rsidRPr="00127E43" w14:paraId="398D9545" w14:textId="77777777" w:rsidTr="001A0DB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D6B887" w14:textId="77777777" w:rsidR="009713FD" w:rsidRPr="00127E43" w:rsidRDefault="009713FD" w:rsidP="001A0DBC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1F9EC" w14:textId="77777777" w:rsidR="009713FD" w:rsidRPr="00127E43" w:rsidRDefault="009713FD" w:rsidP="001A0DBC">
            <w:pPr>
              <w:pStyle w:val="tabletext11"/>
            </w:pPr>
            <w:r w:rsidRPr="00127E43">
              <w:t xml:space="preserve">See Rule </w:t>
            </w:r>
            <w:r w:rsidRPr="00127E43">
              <w:rPr>
                <w:b/>
              </w:rPr>
              <w:t>298.</w:t>
            </w:r>
            <w:r w:rsidRPr="00127E43">
              <w:t xml:space="preserve"> for additional deductible options.</w:t>
            </w:r>
          </w:p>
        </w:tc>
      </w:tr>
    </w:tbl>
    <w:p w14:paraId="07A45D4C" w14:textId="77777777" w:rsidR="009713FD" w:rsidRPr="00127E43" w:rsidRDefault="009713FD" w:rsidP="009713FD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9713FD" w:rsidRPr="00127E43" w14:paraId="44380369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BEF4C" w14:textId="6BB9E765" w:rsidR="009713FD" w:rsidRPr="00127E43" w:rsidRDefault="009713FD" w:rsidP="001A0DBC">
            <w:pPr>
              <w:pStyle w:val="tablehead"/>
            </w:pPr>
            <w:r w:rsidRPr="00127E43">
              <w:t>SPECIFIED CAUSES OF LOSS</w:t>
            </w:r>
            <w:r w:rsidRPr="009713FD">
              <w:rPr>
                <w:sz w:val="20"/>
              </w:rPr>
              <w:t>*</w:t>
            </w:r>
          </w:p>
        </w:tc>
      </w:tr>
      <w:tr w:rsidR="009713FD" w:rsidRPr="00127E43" w14:paraId="6F459F60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3E7B3F4" w14:textId="77777777" w:rsidR="009713FD" w:rsidRPr="00127E43" w:rsidRDefault="009713FD" w:rsidP="001A0DBC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AEF6531" w14:textId="77777777" w:rsidR="009713FD" w:rsidRPr="00127E43" w:rsidRDefault="009713FD" w:rsidP="001A0DBC">
            <w:pPr>
              <w:pStyle w:val="tablehead"/>
            </w:pPr>
            <w:r w:rsidRPr="00127E43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2D09E291" w14:textId="77777777" w:rsidR="009713FD" w:rsidRPr="00127E43" w:rsidRDefault="009713FD" w:rsidP="001A0DBC">
            <w:pPr>
              <w:pStyle w:val="tablehead"/>
            </w:pPr>
            <w:r w:rsidRPr="00127E43">
              <w:t>Miscellaneous Type Vehicles</w:t>
            </w:r>
          </w:p>
        </w:tc>
      </w:tr>
      <w:tr w:rsidR="009713FD" w:rsidRPr="00127E43" w14:paraId="2723C7C5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D0029BF" w14:textId="77777777" w:rsidR="009713FD" w:rsidRPr="00127E43" w:rsidRDefault="009713FD" w:rsidP="001A0DBC">
            <w:pPr>
              <w:pStyle w:val="tablehead"/>
            </w:pPr>
            <w:r w:rsidRPr="00127E43">
              <w:t>Territory</w:t>
            </w:r>
            <w:r w:rsidRPr="00127E43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A4E7899" w14:textId="77777777" w:rsidR="009713FD" w:rsidRPr="00127E43" w:rsidRDefault="009713FD" w:rsidP="001A0DBC">
            <w:pPr>
              <w:pStyle w:val="tablehead"/>
            </w:pPr>
            <w:r w:rsidRPr="00127E4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F757B38" w14:textId="77777777" w:rsidR="009713FD" w:rsidRPr="00127E43" w:rsidRDefault="009713FD" w:rsidP="001A0DBC">
            <w:pPr>
              <w:pStyle w:val="tablehead"/>
            </w:pPr>
            <w:r w:rsidRPr="00127E43">
              <w:t>Standard</w:t>
            </w:r>
            <w:r w:rsidRPr="00127E43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3904F3ED" w14:textId="77777777" w:rsidR="009713FD" w:rsidRPr="00127E43" w:rsidRDefault="009713FD" w:rsidP="001A0DBC">
            <w:pPr>
              <w:pStyle w:val="tablehead"/>
            </w:pPr>
            <w:r w:rsidRPr="00127E43">
              <w:t>Non-Standard</w:t>
            </w:r>
            <w:r w:rsidRPr="00127E43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E0EAA1C" w14:textId="77777777" w:rsidR="009713FD" w:rsidRPr="00127E43" w:rsidRDefault="009713FD" w:rsidP="001A0DBC">
            <w:pPr>
              <w:pStyle w:val="tablehead"/>
            </w:pPr>
            <w:r w:rsidRPr="00127E4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3A0B3EF" w14:textId="77777777" w:rsidR="009713FD" w:rsidRPr="00127E43" w:rsidRDefault="009713FD" w:rsidP="001A0DBC">
            <w:pPr>
              <w:pStyle w:val="tablehead"/>
            </w:pPr>
            <w:r w:rsidRPr="00127E43">
              <w:br/>
              <w:t>Open Lots</w:t>
            </w:r>
          </w:p>
        </w:tc>
      </w:tr>
      <w:tr w:rsidR="009713FD" w:rsidRPr="00127E43" w14:paraId="21C17AAB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2B39248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5DFF9318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0.45</w:t>
            </w:r>
          </w:p>
        </w:tc>
        <w:tc>
          <w:tcPr>
            <w:tcW w:w="1480" w:type="dxa"/>
            <w:tcBorders>
              <w:bottom w:val="nil"/>
            </w:tcBorders>
          </w:tcPr>
          <w:p w14:paraId="30BAEFBD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0.49</w:t>
            </w:r>
          </w:p>
        </w:tc>
        <w:tc>
          <w:tcPr>
            <w:tcW w:w="1540" w:type="dxa"/>
            <w:tcBorders>
              <w:bottom w:val="nil"/>
            </w:tcBorders>
          </w:tcPr>
          <w:p w14:paraId="0E8BEE58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0.54</w:t>
            </w:r>
          </w:p>
        </w:tc>
        <w:tc>
          <w:tcPr>
            <w:tcW w:w="1420" w:type="dxa"/>
            <w:tcBorders>
              <w:bottom w:val="nil"/>
            </w:tcBorders>
          </w:tcPr>
          <w:p w14:paraId="294360CA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0.45</w:t>
            </w:r>
          </w:p>
        </w:tc>
        <w:tc>
          <w:tcPr>
            <w:tcW w:w="1480" w:type="dxa"/>
            <w:tcBorders>
              <w:bottom w:val="nil"/>
            </w:tcBorders>
          </w:tcPr>
          <w:p w14:paraId="18E4EF6A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0.50</w:t>
            </w:r>
          </w:p>
        </w:tc>
      </w:tr>
      <w:tr w:rsidR="009713FD" w:rsidRPr="00127E43" w14:paraId="48ED61D2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68BBEB3" w14:textId="77777777" w:rsidR="009713FD" w:rsidRPr="00127E43" w:rsidRDefault="009713FD" w:rsidP="001A0DBC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0A1FA4EF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7B07185F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5A3EF384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3C10E44C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6F130D2D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</w:tr>
      <w:tr w:rsidR="009713FD" w:rsidRPr="00127E43" w14:paraId="6F6EABA0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5CE9379" w14:textId="77777777" w:rsidR="009713FD" w:rsidRPr="00127E43" w:rsidRDefault="009713FD" w:rsidP="001A0DB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0FC6F28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</w:tcPr>
          <w:p w14:paraId="1F414872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540" w:type="dxa"/>
          </w:tcPr>
          <w:p w14:paraId="2684FB15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20" w:type="dxa"/>
          </w:tcPr>
          <w:p w14:paraId="56A11AE9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</w:tcPr>
          <w:p w14:paraId="7D924504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</w:tr>
      <w:tr w:rsidR="009713FD" w:rsidRPr="00127E43" w14:paraId="78E01017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3BB1F07" w14:textId="77777777" w:rsidR="009713FD" w:rsidRPr="00127E43" w:rsidRDefault="009713FD" w:rsidP="001A0DB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CA1F36F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</w:tcPr>
          <w:p w14:paraId="2C04C364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540" w:type="dxa"/>
          </w:tcPr>
          <w:p w14:paraId="4DC8938B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20" w:type="dxa"/>
          </w:tcPr>
          <w:p w14:paraId="22D10886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</w:tcPr>
          <w:p w14:paraId="4840CC07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</w:tr>
      <w:tr w:rsidR="009713FD" w:rsidRPr="00127E43" w14:paraId="1EC00C7E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D6439B" w14:textId="4D84EC7E" w:rsidR="009713FD" w:rsidRPr="00127E43" w:rsidRDefault="009713FD" w:rsidP="001A0DBC">
            <w:pPr>
              <w:pStyle w:val="tabletext11"/>
              <w:jc w:val="right"/>
            </w:pPr>
            <w:r w:rsidRPr="009713FD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EC77E3" w14:textId="77777777" w:rsidR="009713FD" w:rsidRPr="00127E43" w:rsidRDefault="009713FD" w:rsidP="001A0DBC">
            <w:pPr>
              <w:pStyle w:val="tabletext11"/>
            </w:pPr>
            <w:r w:rsidRPr="00127E43">
              <w:t>Theft and Mischief or Vandalism are subject to a $100 per car/$500 per occurrence deductible.</w:t>
            </w:r>
          </w:p>
        </w:tc>
      </w:tr>
      <w:tr w:rsidR="009713FD" w:rsidRPr="00127E43" w14:paraId="53031773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AC0D1F" w14:textId="77777777" w:rsidR="009713FD" w:rsidRPr="00127E43" w:rsidRDefault="009713FD" w:rsidP="001A0DBC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45D1" w14:textId="77777777" w:rsidR="009713FD" w:rsidRPr="00127E43" w:rsidRDefault="009713FD" w:rsidP="001A0DBC">
            <w:pPr>
              <w:pStyle w:val="tabletext11"/>
            </w:pPr>
            <w:r w:rsidRPr="00127E43">
              <w:t xml:space="preserve">See Rule </w:t>
            </w:r>
            <w:r w:rsidRPr="00127E43">
              <w:rPr>
                <w:b/>
              </w:rPr>
              <w:t>298.</w:t>
            </w:r>
            <w:r w:rsidRPr="00127E43">
              <w:t xml:space="preserve"> for additional deductible options.</w:t>
            </w:r>
          </w:p>
        </w:tc>
      </w:tr>
    </w:tbl>
    <w:p w14:paraId="38A77D48" w14:textId="77777777" w:rsidR="009713FD" w:rsidRPr="00127E43" w:rsidRDefault="009713FD" w:rsidP="009713FD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9713FD" w:rsidRPr="00127E43" w14:paraId="57CE8673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DF938" w14:textId="3E90B903" w:rsidR="009713FD" w:rsidRPr="00127E43" w:rsidRDefault="009713FD" w:rsidP="001A0DBC">
            <w:pPr>
              <w:pStyle w:val="tablehead"/>
            </w:pPr>
            <w:r w:rsidRPr="00127E43">
              <w:t>LIMITED SPECIFIED CAUSES OF LOSS</w:t>
            </w:r>
            <w:r w:rsidRPr="009713FD">
              <w:rPr>
                <w:sz w:val="20"/>
              </w:rPr>
              <w:t>*</w:t>
            </w:r>
          </w:p>
        </w:tc>
      </w:tr>
      <w:tr w:rsidR="009713FD" w:rsidRPr="00127E43" w14:paraId="6A7641C7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908D0F5" w14:textId="77777777" w:rsidR="009713FD" w:rsidRPr="00127E43" w:rsidRDefault="009713FD" w:rsidP="001A0DBC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244FF0D" w14:textId="77777777" w:rsidR="009713FD" w:rsidRPr="00127E43" w:rsidRDefault="009713FD" w:rsidP="001A0DBC">
            <w:pPr>
              <w:pStyle w:val="tablehead"/>
            </w:pPr>
            <w:r w:rsidRPr="00127E43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BF96A78" w14:textId="77777777" w:rsidR="009713FD" w:rsidRPr="00127E43" w:rsidRDefault="009713FD" w:rsidP="001A0DBC">
            <w:pPr>
              <w:pStyle w:val="tablehead"/>
            </w:pPr>
            <w:r w:rsidRPr="00127E43">
              <w:t>Miscellaneous Type Vehicles</w:t>
            </w:r>
          </w:p>
        </w:tc>
      </w:tr>
      <w:tr w:rsidR="009713FD" w:rsidRPr="00127E43" w14:paraId="5C6E63BC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5C6545F" w14:textId="77777777" w:rsidR="009713FD" w:rsidRPr="00127E43" w:rsidRDefault="009713FD" w:rsidP="001A0DBC">
            <w:pPr>
              <w:pStyle w:val="tablehead"/>
            </w:pPr>
            <w:r w:rsidRPr="00127E43">
              <w:t>Territory</w:t>
            </w:r>
            <w:r w:rsidRPr="00127E43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49F9BA0" w14:textId="77777777" w:rsidR="009713FD" w:rsidRPr="00127E43" w:rsidRDefault="009713FD" w:rsidP="001A0DBC">
            <w:pPr>
              <w:pStyle w:val="tablehead"/>
            </w:pPr>
            <w:r w:rsidRPr="00127E4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A221E2B" w14:textId="77777777" w:rsidR="009713FD" w:rsidRPr="00127E43" w:rsidRDefault="009713FD" w:rsidP="001A0DBC">
            <w:pPr>
              <w:pStyle w:val="tablehead"/>
            </w:pPr>
            <w:r w:rsidRPr="00127E43">
              <w:t>Standard</w:t>
            </w:r>
            <w:r w:rsidRPr="00127E43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39EC37AE" w14:textId="77777777" w:rsidR="009713FD" w:rsidRPr="00127E43" w:rsidRDefault="009713FD" w:rsidP="001A0DBC">
            <w:pPr>
              <w:pStyle w:val="tablehead"/>
            </w:pPr>
            <w:r w:rsidRPr="00127E43">
              <w:t>Non-Standard</w:t>
            </w:r>
            <w:r w:rsidRPr="00127E43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3620E2CE" w14:textId="77777777" w:rsidR="009713FD" w:rsidRPr="00127E43" w:rsidRDefault="009713FD" w:rsidP="001A0DBC">
            <w:pPr>
              <w:pStyle w:val="tablehead"/>
            </w:pPr>
            <w:r w:rsidRPr="00127E4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6A9D573" w14:textId="77777777" w:rsidR="009713FD" w:rsidRPr="00127E43" w:rsidRDefault="009713FD" w:rsidP="001A0DBC">
            <w:pPr>
              <w:pStyle w:val="tablehead"/>
            </w:pPr>
            <w:r w:rsidRPr="00127E43">
              <w:br/>
              <w:t>Open Lots</w:t>
            </w:r>
          </w:p>
        </w:tc>
      </w:tr>
      <w:tr w:rsidR="009713FD" w:rsidRPr="00127E43" w14:paraId="3F32317D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11F4FDAA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7EB4187A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0.41</w:t>
            </w:r>
          </w:p>
        </w:tc>
        <w:tc>
          <w:tcPr>
            <w:tcW w:w="1480" w:type="dxa"/>
            <w:tcBorders>
              <w:bottom w:val="nil"/>
            </w:tcBorders>
          </w:tcPr>
          <w:p w14:paraId="5E1C0996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0.45</w:t>
            </w:r>
          </w:p>
        </w:tc>
        <w:tc>
          <w:tcPr>
            <w:tcW w:w="1540" w:type="dxa"/>
            <w:tcBorders>
              <w:bottom w:val="nil"/>
            </w:tcBorders>
          </w:tcPr>
          <w:p w14:paraId="74A8B6B3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0.49</w:t>
            </w:r>
          </w:p>
        </w:tc>
        <w:tc>
          <w:tcPr>
            <w:tcW w:w="1420" w:type="dxa"/>
            <w:tcBorders>
              <w:bottom w:val="nil"/>
            </w:tcBorders>
          </w:tcPr>
          <w:p w14:paraId="0775F0DC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0.42</w:t>
            </w:r>
          </w:p>
        </w:tc>
        <w:tc>
          <w:tcPr>
            <w:tcW w:w="1480" w:type="dxa"/>
            <w:tcBorders>
              <w:bottom w:val="nil"/>
            </w:tcBorders>
          </w:tcPr>
          <w:p w14:paraId="52A5D6E7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br/>
            </w:r>
            <w:r w:rsidRPr="00127E43">
              <w:br/>
              <w:t>$  0.45</w:t>
            </w:r>
          </w:p>
        </w:tc>
      </w:tr>
      <w:tr w:rsidR="009713FD" w:rsidRPr="00127E43" w14:paraId="20B4C7A3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3A14C86" w14:textId="77777777" w:rsidR="009713FD" w:rsidRPr="00127E43" w:rsidRDefault="009713FD" w:rsidP="001A0DBC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5E01686D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770FFCD4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3B634C0C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6B694C16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4198DF21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</w:tr>
      <w:tr w:rsidR="009713FD" w:rsidRPr="00127E43" w14:paraId="0CB7B82F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25B791A" w14:textId="77777777" w:rsidR="009713FD" w:rsidRPr="00127E43" w:rsidRDefault="009713FD" w:rsidP="001A0DB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A41BFD3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</w:tcPr>
          <w:p w14:paraId="6768D246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540" w:type="dxa"/>
          </w:tcPr>
          <w:p w14:paraId="3B57B25A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20" w:type="dxa"/>
          </w:tcPr>
          <w:p w14:paraId="2E620841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</w:tcPr>
          <w:p w14:paraId="01E36C20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</w:tr>
      <w:tr w:rsidR="009713FD" w:rsidRPr="00127E43" w14:paraId="6D190EED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F218B29" w14:textId="77777777" w:rsidR="009713FD" w:rsidRPr="00127E43" w:rsidRDefault="009713FD" w:rsidP="001A0DB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44E49B8C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</w:tcPr>
          <w:p w14:paraId="11301790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540" w:type="dxa"/>
          </w:tcPr>
          <w:p w14:paraId="7D04B0A6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20" w:type="dxa"/>
          </w:tcPr>
          <w:p w14:paraId="37F9B921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  <w:tc>
          <w:tcPr>
            <w:tcW w:w="1480" w:type="dxa"/>
          </w:tcPr>
          <w:p w14:paraId="02400554" w14:textId="77777777" w:rsidR="009713FD" w:rsidRPr="00127E43" w:rsidRDefault="009713FD" w:rsidP="001A0DBC">
            <w:pPr>
              <w:pStyle w:val="tabletext00"/>
              <w:jc w:val="center"/>
            </w:pPr>
            <w:r w:rsidRPr="00127E43">
              <w:t xml:space="preserve">       </w:t>
            </w:r>
          </w:p>
        </w:tc>
      </w:tr>
      <w:tr w:rsidR="009713FD" w:rsidRPr="00127E43" w14:paraId="2C8F3A4A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5E88C4" w14:textId="64084139" w:rsidR="009713FD" w:rsidRPr="00127E43" w:rsidRDefault="009713FD" w:rsidP="001A0DBC">
            <w:pPr>
              <w:pStyle w:val="tabletext11"/>
              <w:jc w:val="right"/>
            </w:pPr>
            <w:r w:rsidRPr="009713FD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B1C2E9" w14:textId="77777777" w:rsidR="009713FD" w:rsidRPr="00127E43" w:rsidRDefault="009713FD" w:rsidP="001A0DBC">
            <w:pPr>
              <w:pStyle w:val="tabletext11"/>
            </w:pPr>
            <w:r w:rsidRPr="00127E43">
              <w:t>Theft is subject to a $100 per car/$500 per occurrence deductible.</w:t>
            </w:r>
          </w:p>
        </w:tc>
      </w:tr>
      <w:tr w:rsidR="009713FD" w:rsidRPr="00127E43" w14:paraId="354CC8AB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BBF3F7" w14:textId="77777777" w:rsidR="009713FD" w:rsidRPr="00127E43" w:rsidRDefault="009713FD" w:rsidP="001A0DBC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FE5A" w14:textId="77777777" w:rsidR="009713FD" w:rsidRPr="00127E43" w:rsidRDefault="009713FD" w:rsidP="001A0DBC">
            <w:pPr>
              <w:pStyle w:val="tabletext11"/>
            </w:pPr>
            <w:r w:rsidRPr="00127E43">
              <w:t xml:space="preserve">See Rule </w:t>
            </w:r>
            <w:r w:rsidRPr="00127E43">
              <w:rPr>
                <w:b/>
              </w:rPr>
              <w:t>298.</w:t>
            </w:r>
            <w:r w:rsidRPr="00127E43">
              <w:t xml:space="preserve"> for additional deductible options.</w:t>
            </w:r>
          </w:p>
        </w:tc>
      </w:tr>
    </w:tbl>
    <w:p w14:paraId="62F1CF69" w14:textId="7FE7E400" w:rsidR="009713FD" w:rsidRDefault="009713FD" w:rsidP="009713FD">
      <w:pPr>
        <w:pStyle w:val="isonormal"/>
      </w:pPr>
    </w:p>
    <w:p w14:paraId="7E22D3C0" w14:textId="1922616B" w:rsidR="009713FD" w:rsidRDefault="009713FD" w:rsidP="009713FD">
      <w:pPr>
        <w:pStyle w:val="isonormal"/>
        <w:jc w:val="left"/>
      </w:pPr>
    </w:p>
    <w:p w14:paraId="33FF6929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722707" w14:textId="77777777" w:rsidR="009713FD" w:rsidRPr="00A51F2A" w:rsidRDefault="009713FD" w:rsidP="009713FD">
      <w:pPr>
        <w:pStyle w:val="subcap"/>
      </w:pPr>
      <w:r w:rsidRPr="00A51F2A">
        <w:lastRenderedPageBreak/>
        <w:t>ALL TERRITORIES</w:t>
      </w:r>
    </w:p>
    <w:p w14:paraId="7E502F46" w14:textId="77777777" w:rsidR="009713FD" w:rsidRPr="00A51F2A" w:rsidRDefault="009713FD" w:rsidP="009713FD">
      <w:pPr>
        <w:pStyle w:val="isonormal"/>
      </w:pPr>
    </w:p>
    <w:p w14:paraId="65329AAC" w14:textId="77777777" w:rsidR="009713FD" w:rsidRPr="00A51F2A" w:rsidRDefault="009713FD" w:rsidP="009713FD">
      <w:pPr>
        <w:pStyle w:val="isonormal"/>
        <w:sectPr w:rsidR="009713FD" w:rsidRPr="00A51F2A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1649744" w14:textId="77777777" w:rsidR="009713FD" w:rsidRPr="00A51F2A" w:rsidRDefault="009713FD" w:rsidP="009713FD">
      <w:pPr>
        <w:pStyle w:val="boxrule"/>
        <w:rPr>
          <w:b w:val="0"/>
        </w:rPr>
      </w:pPr>
      <w:r w:rsidRPr="00A51F2A">
        <w:t xml:space="preserve">249.  AUTO DEALERS – PREMIUM DEVELOPMENT </w:t>
      </w:r>
      <w:r w:rsidRPr="00A51F2A">
        <w:tab/>
      </w:r>
      <w:r w:rsidRPr="00A51F2A">
        <w:rPr>
          <w:b w:val="0"/>
        </w:rPr>
        <w:t>(Cont'd)</w:t>
      </w:r>
    </w:p>
    <w:p w14:paraId="6B0C0349" w14:textId="77777777" w:rsidR="009713FD" w:rsidRPr="00A51F2A" w:rsidRDefault="009713FD" w:rsidP="009713FD">
      <w:pPr>
        <w:pStyle w:val="isonormal"/>
      </w:pPr>
    </w:p>
    <w:p w14:paraId="46E703D3" w14:textId="77777777" w:rsidR="009713FD" w:rsidRPr="00A51F2A" w:rsidRDefault="009713FD" w:rsidP="009713FD">
      <w:pPr>
        <w:pStyle w:val="isonormal"/>
        <w:sectPr w:rsidR="009713FD" w:rsidRPr="00A51F2A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9713FD" w:rsidRPr="00A51F2A" w14:paraId="0BA98FB0" w14:textId="77777777" w:rsidTr="001A0DBC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A9CAE" w14:textId="41E09664" w:rsidR="009713FD" w:rsidRPr="00A51F2A" w:rsidRDefault="009713FD" w:rsidP="001A0DBC">
            <w:pPr>
              <w:pStyle w:val="tablehead"/>
            </w:pPr>
            <w:r w:rsidRPr="00A51F2A">
              <w:t>COMPREHENSIVE</w:t>
            </w:r>
            <w:r w:rsidRPr="009713FD">
              <w:rPr>
                <w:sz w:val="20"/>
              </w:rPr>
              <w:t>*</w:t>
            </w:r>
          </w:p>
        </w:tc>
      </w:tr>
      <w:tr w:rsidR="009713FD" w:rsidRPr="00A51F2A" w14:paraId="331DFF08" w14:textId="77777777" w:rsidTr="001A0DBC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A0990" w14:textId="77777777" w:rsidR="009713FD" w:rsidRPr="00A51F2A" w:rsidRDefault="009713FD" w:rsidP="001A0DBC">
            <w:pPr>
              <w:pStyle w:val="tablehead"/>
            </w:pPr>
          </w:p>
          <w:p w14:paraId="4D4D9CBF" w14:textId="77777777" w:rsidR="009713FD" w:rsidRPr="00A51F2A" w:rsidRDefault="009713FD" w:rsidP="001A0DBC">
            <w:pPr>
              <w:pStyle w:val="tablehead"/>
            </w:pPr>
            <w:r w:rsidRPr="00A51F2A">
              <w:br/>
              <w:t>Territory</w:t>
            </w:r>
            <w:r w:rsidRPr="00A51F2A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33783" w14:textId="77777777" w:rsidR="009713FD" w:rsidRPr="00A51F2A" w:rsidRDefault="009713FD" w:rsidP="001A0DBC">
            <w:pPr>
              <w:pStyle w:val="tablehead"/>
            </w:pPr>
            <w:r w:rsidRPr="00A51F2A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6B32" w14:textId="77777777" w:rsidR="009713FD" w:rsidRPr="00A51F2A" w:rsidRDefault="009713FD" w:rsidP="001A0DBC">
            <w:pPr>
              <w:pStyle w:val="tablehead"/>
            </w:pPr>
            <w:r w:rsidRPr="00A51F2A">
              <w:t>Miscellaneous Type Vehicles</w:t>
            </w:r>
          </w:p>
        </w:tc>
      </w:tr>
      <w:tr w:rsidR="009713FD" w:rsidRPr="00A51F2A" w14:paraId="706F83F6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0CDB3A5" w14:textId="77777777" w:rsidR="009713FD" w:rsidRPr="00A51F2A" w:rsidRDefault="009713FD" w:rsidP="001A0DBC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0E717D56" w14:textId="77777777" w:rsidR="009713FD" w:rsidRPr="00A51F2A" w:rsidRDefault="009713FD" w:rsidP="001A0DBC">
            <w:pPr>
              <w:pStyle w:val="tablehead"/>
            </w:pPr>
            <w:r w:rsidRPr="00A51F2A">
              <w:br/>
            </w:r>
            <w:r w:rsidRPr="00A51F2A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32E20F27" w14:textId="77777777" w:rsidR="009713FD" w:rsidRPr="00A51F2A" w:rsidRDefault="009713FD" w:rsidP="001A0DBC">
            <w:pPr>
              <w:pStyle w:val="tablehead"/>
            </w:pPr>
            <w:r w:rsidRPr="00A51F2A">
              <w:br/>
              <w:t>Standard</w:t>
            </w:r>
            <w:r w:rsidRPr="00A51F2A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256C2CE0" w14:textId="77777777" w:rsidR="009713FD" w:rsidRPr="00A51F2A" w:rsidRDefault="009713FD" w:rsidP="001A0DBC">
            <w:pPr>
              <w:pStyle w:val="tablehead"/>
            </w:pPr>
            <w:r w:rsidRPr="00A51F2A">
              <w:br/>
              <w:t>Non-Standard</w:t>
            </w:r>
            <w:r w:rsidRPr="00A51F2A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420261D2" w14:textId="77777777" w:rsidR="009713FD" w:rsidRPr="00A51F2A" w:rsidRDefault="009713FD" w:rsidP="001A0DBC">
            <w:pPr>
              <w:pStyle w:val="tablehead"/>
            </w:pPr>
            <w:r w:rsidRPr="00A51F2A">
              <w:br/>
            </w:r>
            <w:r w:rsidRPr="00A51F2A">
              <w:br/>
              <w:t>Buildings And Open Lots</w:t>
            </w:r>
          </w:p>
        </w:tc>
      </w:tr>
      <w:tr w:rsidR="009713FD" w:rsidRPr="00A51F2A" w14:paraId="3ECA1C2B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12669EF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br/>
            </w:r>
            <w:r w:rsidRPr="00A51F2A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39BAA927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br/>
            </w:r>
            <w:r w:rsidRPr="00A51F2A">
              <w:br/>
              <w:t>$  0.54</w:t>
            </w:r>
          </w:p>
        </w:tc>
        <w:tc>
          <w:tcPr>
            <w:tcW w:w="1620" w:type="dxa"/>
            <w:tcBorders>
              <w:bottom w:val="nil"/>
            </w:tcBorders>
          </w:tcPr>
          <w:p w14:paraId="48F800E7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br/>
            </w:r>
            <w:r w:rsidRPr="00A51F2A">
              <w:br/>
              <w:t>$  0.60</w:t>
            </w:r>
          </w:p>
        </w:tc>
        <w:tc>
          <w:tcPr>
            <w:tcW w:w="1440" w:type="dxa"/>
            <w:tcBorders>
              <w:bottom w:val="nil"/>
            </w:tcBorders>
          </w:tcPr>
          <w:p w14:paraId="6D478B03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br/>
            </w:r>
            <w:r w:rsidRPr="00A51F2A">
              <w:br/>
              <w:t>$  0.64</w:t>
            </w:r>
          </w:p>
        </w:tc>
        <w:tc>
          <w:tcPr>
            <w:tcW w:w="3000" w:type="dxa"/>
            <w:tcBorders>
              <w:bottom w:val="nil"/>
            </w:tcBorders>
          </w:tcPr>
          <w:p w14:paraId="6CACDDE9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br/>
            </w:r>
            <w:r w:rsidRPr="00A51F2A">
              <w:br/>
              <w:t>$  0.62</w:t>
            </w:r>
          </w:p>
        </w:tc>
      </w:tr>
      <w:tr w:rsidR="009713FD" w:rsidRPr="00A51F2A" w14:paraId="4E387A89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AA78672" w14:textId="77777777" w:rsidR="009713FD" w:rsidRPr="00A51F2A" w:rsidRDefault="009713FD" w:rsidP="001A0DBC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37DDA1AD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4C9030A8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52A76975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7B8591D4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</w:tr>
      <w:tr w:rsidR="009713FD" w:rsidRPr="00A51F2A" w14:paraId="120786AD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7C1B1CF" w14:textId="77777777" w:rsidR="009713FD" w:rsidRPr="00A51F2A" w:rsidRDefault="009713FD" w:rsidP="001A0DBC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CCF3C73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  <w:tc>
          <w:tcPr>
            <w:tcW w:w="1620" w:type="dxa"/>
          </w:tcPr>
          <w:p w14:paraId="054ED0FC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  <w:tc>
          <w:tcPr>
            <w:tcW w:w="1440" w:type="dxa"/>
          </w:tcPr>
          <w:p w14:paraId="3BB418C8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  <w:tc>
          <w:tcPr>
            <w:tcW w:w="3000" w:type="dxa"/>
          </w:tcPr>
          <w:p w14:paraId="07278435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</w:tr>
      <w:tr w:rsidR="009713FD" w:rsidRPr="00A51F2A" w14:paraId="1946FD49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5C64EC6" w14:textId="77777777" w:rsidR="009713FD" w:rsidRPr="00A51F2A" w:rsidRDefault="009713FD" w:rsidP="001A0DBC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63C8D70C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  <w:tc>
          <w:tcPr>
            <w:tcW w:w="1620" w:type="dxa"/>
          </w:tcPr>
          <w:p w14:paraId="2AEECE63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  <w:tc>
          <w:tcPr>
            <w:tcW w:w="1440" w:type="dxa"/>
          </w:tcPr>
          <w:p w14:paraId="26707C71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  <w:tc>
          <w:tcPr>
            <w:tcW w:w="3000" w:type="dxa"/>
          </w:tcPr>
          <w:p w14:paraId="4462B1AC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    </w:t>
            </w:r>
          </w:p>
        </w:tc>
      </w:tr>
      <w:tr w:rsidR="009713FD" w:rsidRPr="00A51F2A" w14:paraId="7BE07168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6F9F47" w14:textId="088C0159" w:rsidR="009713FD" w:rsidRPr="00A51F2A" w:rsidRDefault="009713FD" w:rsidP="001A0DBC">
            <w:pPr>
              <w:pStyle w:val="tabletext11"/>
              <w:jc w:val="right"/>
            </w:pPr>
            <w:r w:rsidRPr="009713FD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3E44C0" w14:textId="77777777" w:rsidR="009713FD" w:rsidRPr="00A51F2A" w:rsidRDefault="009713FD" w:rsidP="001A0DBC">
            <w:pPr>
              <w:pStyle w:val="tabletext11"/>
            </w:pPr>
            <w:r w:rsidRPr="00A51F2A">
              <w:t>Theft and Mischief or Vandalism are subject to a $100 per car/$500 per occurrence deductible.</w:t>
            </w:r>
          </w:p>
        </w:tc>
      </w:tr>
      <w:tr w:rsidR="009713FD" w:rsidRPr="00A51F2A" w14:paraId="0B3FD017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6BA621" w14:textId="77777777" w:rsidR="009713FD" w:rsidRPr="00A51F2A" w:rsidRDefault="009713FD" w:rsidP="001A0DBC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29DC" w14:textId="77777777" w:rsidR="009713FD" w:rsidRPr="00A51F2A" w:rsidRDefault="009713FD" w:rsidP="001A0DBC">
            <w:pPr>
              <w:pStyle w:val="tabletext11"/>
            </w:pPr>
            <w:r w:rsidRPr="00A51F2A">
              <w:t xml:space="preserve">See Rule </w:t>
            </w:r>
            <w:r w:rsidRPr="00A51F2A">
              <w:rPr>
                <w:b/>
              </w:rPr>
              <w:t>298.</w:t>
            </w:r>
            <w:r w:rsidRPr="00A51F2A">
              <w:t xml:space="preserve"> for additional deductible options.</w:t>
            </w:r>
          </w:p>
        </w:tc>
      </w:tr>
    </w:tbl>
    <w:p w14:paraId="2A1EBCE0" w14:textId="77777777" w:rsidR="009713FD" w:rsidRPr="00A51F2A" w:rsidRDefault="009713FD" w:rsidP="009713FD">
      <w:pPr>
        <w:pStyle w:val="isonormal"/>
      </w:pPr>
    </w:p>
    <w:p w14:paraId="7840B1E4" w14:textId="77777777" w:rsidR="009713FD" w:rsidRPr="00A51F2A" w:rsidRDefault="009713FD" w:rsidP="009713FD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9713FD" w:rsidRPr="00A51F2A" w14:paraId="3769A3E5" w14:textId="77777777" w:rsidTr="001A0DBC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573D5" w14:textId="77777777" w:rsidR="009713FD" w:rsidRPr="00A51F2A" w:rsidRDefault="009713FD" w:rsidP="001A0DBC">
            <w:pPr>
              <w:pStyle w:val="tablehead"/>
              <w:rPr>
                <w:b w:val="0"/>
              </w:rPr>
            </w:pPr>
            <w:r w:rsidRPr="00A51F2A">
              <w:t>BLANKET COLLISION</w:t>
            </w:r>
          </w:p>
        </w:tc>
      </w:tr>
      <w:tr w:rsidR="009713FD" w:rsidRPr="00A51F2A" w14:paraId="66742904" w14:textId="77777777" w:rsidTr="001A0DBC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C16925" w14:textId="77777777" w:rsidR="009713FD" w:rsidRPr="00A51F2A" w:rsidRDefault="009713FD" w:rsidP="001A0DBC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18EBB24B" w14:textId="77777777" w:rsidR="009713FD" w:rsidRPr="00A51F2A" w:rsidRDefault="009713FD" w:rsidP="001A0DBC">
            <w:pPr>
              <w:pStyle w:val="tablehead"/>
              <w:jc w:val="right"/>
            </w:pPr>
            <w:r w:rsidRPr="00A51F2A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2523B8C5" w14:textId="77777777" w:rsidR="009713FD" w:rsidRPr="00A51F2A" w:rsidRDefault="009713FD" w:rsidP="001A0DBC">
            <w:pPr>
              <w:pStyle w:val="tablehead"/>
              <w:jc w:val="left"/>
            </w:pPr>
            <w:r w:rsidRPr="00A51F2A">
              <w:t>Reporting Form – Inventory Value</w:t>
            </w:r>
          </w:p>
        </w:tc>
      </w:tr>
      <w:tr w:rsidR="009713FD" w:rsidRPr="00A51F2A" w14:paraId="6FDEDBC1" w14:textId="77777777" w:rsidTr="001A0DBC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567B49" w14:textId="77777777" w:rsidR="009713FD" w:rsidRPr="00A51F2A" w:rsidRDefault="009713FD" w:rsidP="001A0DBC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3DC46A86" w14:textId="77777777" w:rsidR="009713FD" w:rsidRPr="00A51F2A" w:rsidRDefault="009713FD" w:rsidP="001A0DBC">
            <w:pPr>
              <w:pStyle w:val="tablehead"/>
              <w:jc w:val="right"/>
            </w:pPr>
            <w:r w:rsidRPr="00A51F2A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33769B4" w14:textId="77777777" w:rsidR="009713FD" w:rsidRPr="00A51F2A" w:rsidRDefault="009713FD" w:rsidP="001A0DBC">
            <w:pPr>
              <w:pStyle w:val="tablehead"/>
              <w:jc w:val="left"/>
            </w:pPr>
            <w:r w:rsidRPr="00A51F2A">
              <w:t>Non–Reporting Form – Limit of Insurance</w:t>
            </w:r>
          </w:p>
        </w:tc>
      </w:tr>
      <w:tr w:rsidR="009713FD" w:rsidRPr="00A51F2A" w14:paraId="6F002753" w14:textId="77777777" w:rsidTr="001A0DBC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17240" w14:textId="77777777" w:rsidR="009713FD" w:rsidRPr="00A51F2A" w:rsidRDefault="009713FD" w:rsidP="001A0DBC">
            <w:pPr>
              <w:pStyle w:val="tablehead"/>
            </w:pPr>
            <w:r w:rsidRPr="00A51F2A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8D3E5" w14:textId="77777777" w:rsidR="009713FD" w:rsidRPr="00A51F2A" w:rsidRDefault="009713FD" w:rsidP="001A0DBC">
            <w:pPr>
              <w:pStyle w:val="tablehead"/>
            </w:pPr>
            <w:r w:rsidRPr="00A51F2A">
              <w:t xml:space="preserve">First $ 50,000 </w:t>
            </w:r>
            <w:r w:rsidRPr="00A51F2A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5DF72" w14:textId="77777777" w:rsidR="009713FD" w:rsidRPr="00A51F2A" w:rsidRDefault="009713FD" w:rsidP="001A0DBC">
            <w:pPr>
              <w:pStyle w:val="tablehead"/>
            </w:pPr>
            <w:r w:rsidRPr="00A51F2A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794" w14:textId="77777777" w:rsidR="009713FD" w:rsidRPr="00A51F2A" w:rsidRDefault="009713FD" w:rsidP="001A0DBC">
            <w:pPr>
              <w:pStyle w:val="tablehead"/>
            </w:pPr>
            <w:r w:rsidRPr="00A51F2A">
              <w:br/>
              <w:t>Over $ 100,000</w:t>
            </w:r>
          </w:p>
        </w:tc>
      </w:tr>
      <w:tr w:rsidR="009713FD" w:rsidRPr="00A51F2A" w14:paraId="5CFD03B3" w14:textId="77777777" w:rsidTr="001A0DBC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17DD4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536C3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>$  1.31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29D59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>$  0.51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B3641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>$  0.22</w:t>
            </w:r>
          </w:p>
        </w:tc>
      </w:tr>
      <w:tr w:rsidR="009713FD" w:rsidRPr="00A51F2A" w14:paraId="54E88169" w14:textId="77777777" w:rsidTr="001A0DBC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CAAF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3818D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0.80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DE04D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0.32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2E143" w14:textId="77777777" w:rsidR="009713FD" w:rsidRPr="00A51F2A" w:rsidRDefault="009713FD" w:rsidP="001A0DBC">
            <w:pPr>
              <w:pStyle w:val="tabletext11"/>
              <w:jc w:val="center"/>
            </w:pPr>
            <w:r w:rsidRPr="00A51F2A">
              <w:t xml:space="preserve">   0.13</w:t>
            </w:r>
          </w:p>
        </w:tc>
      </w:tr>
      <w:tr w:rsidR="009713FD" w:rsidRPr="00A51F2A" w14:paraId="4A9BF3D2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B96A37" w14:textId="77777777" w:rsidR="009713FD" w:rsidRPr="00A51F2A" w:rsidRDefault="009713FD" w:rsidP="001A0DBC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C55A" w14:textId="77777777" w:rsidR="009713FD" w:rsidRPr="00A51F2A" w:rsidRDefault="009713FD" w:rsidP="001A0DBC">
            <w:pPr>
              <w:pStyle w:val="tabletext11"/>
            </w:pPr>
            <w:r w:rsidRPr="00A51F2A">
              <w:t xml:space="preserve">See Rule </w:t>
            </w:r>
            <w:r w:rsidRPr="00A51F2A">
              <w:rPr>
                <w:b/>
              </w:rPr>
              <w:t>298.</w:t>
            </w:r>
            <w:r w:rsidRPr="00A51F2A">
              <w:t xml:space="preserve"> for additional deductible options.</w:t>
            </w:r>
          </w:p>
        </w:tc>
      </w:tr>
    </w:tbl>
    <w:p w14:paraId="56FFF24D" w14:textId="21C79F26" w:rsidR="009713FD" w:rsidRDefault="009713FD" w:rsidP="009713FD">
      <w:pPr>
        <w:pStyle w:val="isonormal"/>
      </w:pPr>
    </w:p>
    <w:p w14:paraId="02312B6E" w14:textId="335BDE66" w:rsidR="009713FD" w:rsidRDefault="009713FD" w:rsidP="009713FD">
      <w:pPr>
        <w:pStyle w:val="isonormal"/>
        <w:jc w:val="left"/>
      </w:pPr>
    </w:p>
    <w:p w14:paraId="66788486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80F746" w14:textId="77777777" w:rsidR="009713FD" w:rsidRPr="00B073FA" w:rsidRDefault="009713FD" w:rsidP="009713FD">
      <w:pPr>
        <w:pStyle w:val="subcap"/>
      </w:pPr>
      <w:r w:rsidRPr="00B073FA">
        <w:lastRenderedPageBreak/>
        <w:t>ALL TERRITORIES</w:t>
      </w:r>
    </w:p>
    <w:p w14:paraId="469B162A" w14:textId="77777777" w:rsidR="009713FD" w:rsidRPr="00B073FA" w:rsidRDefault="009713FD" w:rsidP="009713FD">
      <w:pPr>
        <w:pStyle w:val="isonormal"/>
      </w:pPr>
    </w:p>
    <w:p w14:paraId="46AE2C03" w14:textId="77777777" w:rsidR="009713FD" w:rsidRPr="00B073FA" w:rsidRDefault="009713FD" w:rsidP="009713FD">
      <w:pPr>
        <w:pStyle w:val="isonormal"/>
        <w:sectPr w:rsidR="009713FD" w:rsidRPr="00B073FA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2DB585E" w14:textId="77777777" w:rsidR="009713FD" w:rsidRPr="00B073FA" w:rsidRDefault="009713FD" w:rsidP="009713FD">
      <w:pPr>
        <w:pStyle w:val="boxrule"/>
      </w:pPr>
      <w:r w:rsidRPr="00B073FA">
        <w:t xml:space="preserve">255.  </w:t>
      </w:r>
      <w:bookmarkStart w:id="4" w:name="Rule55"/>
      <w:bookmarkEnd w:id="4"/>
      <w:r w:rsidRPr="00B073FA">
        <w:t xml:space="preserve">GARAGEKEEPERS' INSURANCE – PREMIUM </w:t>
      </w:r>
      <w:r w:rsidRPr="00B073FA">
        <w:tab/>
        <w:t>DEVELOPMENT</w:t>
      </w:r>
    </w:p>
    <w:p w14:paraId="53D9C97E" w14:textId="77777777" w:rsidR="009713FD" w:rsidRPr="00B073FA" w:rsidRDefault="009713FD" w:rsidP="009713FD">
      <w:pPr>
        <w:pStyle w:val="isonormal"/>
      </w:pPr>
    </w:p>
    <w:p w14:paraId="6513BB37" w14:textId="77777777" w:rsidR="009713FD" w:rsidRPr="00B073FA" w:rsidRDefault="009713FD" w:rsidP="009713FD">
      <w:pPr>
        <w:pStyle w:val="isonormal"/>
        <w:sectPr w:rsidR="009713FD" w:rsidRPr="00B073FA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9713FD" w:rsidRPr="00B073FA" w14:paraId="09DFE905" w14:textId="77777777" w:rsidTr="001A0DBC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22205" w14:textId="77777777" w:rsidR="009713FD" w:rsidRPr="00B073FA" w:rsidRDefault="009713FD" w:rsidP="001A0DBC">
            <w:pPr>
              <w:pStyle w:val="tablehead"/>
            </w:pPr>
            <w:r w:rsidRPr="00B073FA">
              <w:t>GARAGEKEEPERS’ – OTHER THAN COLLISION</w:t>
            </w:r>
            <w:r w:rsidRPr="00B073FA">
              <w:rPr>
                <w:rFonts w:ascii="Symbol" w:hAnsi="Symbol"/>
              </w:rPr>
              <w:t></w:t>
            </w:r>
          </w:p>
        </w:tc>
      </w:tr>
      <w:tr w:rsidR="009713FD" w:rsidRPr="00B073FA" w14:paraId="26FE3C54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DFB1811" w14:textId="77777777" w:rsidR="009713FD" w:rsidRPr="00B073FA" w:rsidRDefault="009713FD" w:rsidP="001A0DBC">
            <w:pPr>
              <w:pStyle w:val="tablehead"/>
            </w:pPr>
            <w:r w:rsidRPr="00B073FA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D7274E" w14:textId="77777777" w:rsidR="009713FD" w:rsidRPr="00B073FA" w:rsidRDefault="009713FD" w:rsidP="001A0DBC">
            <w:pPr>
              <w:pStyle w:val="tablehead"/>
            </w:pPr>
            <w:r w:rsidRPr="00B073FA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0BC129" w14:textId="77777777" w:rsidR="009713FD" w:rsidRPr="00B073FA" w:rsidRDefault="009713FD" w:rsidP="001A0DBC">
            <w:pPr>
              <w:pStyle w:val="tablehead"/>
            </w:pPr>
            <w:r w:rsidRPr="00B073FA">
              <w:t>Comprehensive</w:t>
            </w:r>
          </w:p>
        </w:tc>
      </w:tr>
      <w:tr w:rsidR="009713FD" w:rsidRPr="00B073FA" w14:paraId="0C8BFD3B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25D34B7" w14:textId="77777777" w:rsidR="009713FD" w:rsidRPr="00B073FA" w:rsidRDefault="009713FD" w:rsidP="001A0DBC">
            <w:pPr>
              <w:pStyle w:val="tablehead"/>
            </w:pPr>
            <w:r w:rsidRPr="00B073FA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BC0DEC" w14:textId="77777777" w:rsidR="009713FD" w:rsidRPr="00B073FA" w:rsidRDefault="009713FD" w:rsidP="001A0DBC">
            <w:pPr>
              <w:pStyle w:val="tablehead"/>
            </w:pPr>
            <w:r w:rsidRPr="00B073FA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EEE7A" w14:textId="77777777" w:rsidR="009713FD" w:rsidRPr="00B073FA" w:rsidRDefault="009713FD" w:rsidP="001A0DBC">
            <w:pPr>
              <w:pStyle w:val="tablehead"/>
            </w:pPr>
            <w:r w:rsidRPr="00B073FA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BFA3B2" w14:textId="77777777" w:rsidR="009713FD" w:rsidRPr="00B073FA" w:rsidRDefault="009713FD" w:rsidP="001A0DBC">
            <w:pPr>
              <w:pStyle w:val="tablehead"/>
            </w:pPr>
            <w:r w:rsidRPr="00B073FA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F7DAA7" w14:textId="77777777" w:rsidR="009713FD" w:rsidRPr="00B073FA" w:rsidRDefault="009713FD" w:rsidP="001A0DBC">
            <w:pPr>
              <w:pStyle w:val="tablehead"/>
            </w:pPr>
            <w:r w:rsidRPr="00B073FA">
              <w:t>Direct (Primary)</w:t>
            </w:r>
          </w:p>
        </w:tc>
      </w:tr>
      <w:tr w:rsidR="009713FD" w:rsidRPr="00B073FA" w14:paraId="6F60D146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17E7BA0" w14:textId="77777777" w:rsidR="009713FD" w:rsidRPr="00B073FA" w:rsidRDefault="009713FD" w:rsidP="001A0DBC">
            <w:pPr>
              <w:pStyle w:val="tabletext11"/>
              <w:jc w:val="right"/>
            </w:pPr>
            <w:r w:rsidRPr="00B073FA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1C599600" w14:textId="77777777" w:rsidR="009713FD" w:rsidRPr="00B073FA" w:rsidRDefault="009713FD" w:rsidP="001A0DBC">
            <w:pPr>
              <w:pStyle w:val="tabletext11"/>
              <w:jc w:val="center"/>
            </w:pPr>
            <w:r w:rsidRPr="00B073FA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3DC2EA1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>$    31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0F5ABE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>$    42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D0BFD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>$    37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5B9B47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>$    50</w:t>
            </w:r>
          </w:p>
        </w:tc>
      </w:tr>
      <w:tr w:rsidR="009713FD" w:rsidRPr="00B073FA" w14:paraId="6D077DD8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0496C81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774A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1376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795B5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6FD1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59</w:t>
            </w:r>
          </w:p>
        </w:tc>
      </w:tr>
      <w:tr w:rsidR="009713FD" w:rsidRPr="00B073FA" w14:paraId="031AF78B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373AD4C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10C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9548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56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AA47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B470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67</w:t>
            </w:r>
          </w:p>
        </w:tc>
      </w:tr>
      <w:tr w:rsidR="009713FD" w:rsidRPr="00B073FA" w14:paraId="33356ACA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C975495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9DBE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442B0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F2A6A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DB21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83</w:t>
            </w:r>
          </w:p>
        </w:tc>
      </w:tr>
      <w:tr w:rsidR="009713FD" w:rsidRPr="00B073FA" w14:paraId="0E3D07DA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34E8D25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97C0A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5CEF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1F360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72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26658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97</w:t>
            </w:r>
          </w:p>
        </w:tc>
      </w:tr>
      <w:tr w:rsidR="009713FD" w:rsidRPr="00B073FA" w14:paraId="1D6F6A4E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662ED6B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F6B1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6AF74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5D61A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358B8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109</w:t>
            </w:r>
          </w:p>
        </w:tc>
      </w:tr>
      <w:tr w:rsidR="009713FD" w:rsidRPr="00B073FA" w14:paraId="5F8158EB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64DF58C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D314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B6A3A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033E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 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48FF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132</w:t>
            </w:r>
          </w:p>
        </w:tc>
      </w:tr>
      <w:tr w:rsidR="009713FD" w:rsidRPr="00B073FA" w14:paraId="6F9F258C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3D1A00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B115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44DC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D577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1E79D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165</w:t>
            </w:r>
          </w:p>
        </w:tc>
      </w:tr>
      <w:tr w:rsidR="009713FD" w:rsidRPr="00B073FA" w14:paraId="78E2A541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7705433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F82D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FB36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28D8D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1BDC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195</w:t>
            </w:r>
          </w:p>
        </w:tc>
      </w:tr>
      <w:tr w:rsidR="009713FD" w:rsidRPr="00B073FA" w14:paraId="6C00E34B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9EAA2C1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28E9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4351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50D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164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44C5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222</w:t>
            </w:r>
          </w:p>
        </w:tc>
      </w:tr>
      <w:tr w:rsidR="009713FD" w:rsidRPr="00B073FA" w14:paraId="5B2642F7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1C97AC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A32F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2C1A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228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95BF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203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D91FC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274</w:t>
            </w:r>
          </w:p>
        </w:tc>
      </w:tr>
      <w:tr w:rsidR="009713FD" w:rsidRPr="00B073FA" w14:paraId="0DAFD684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5E3F670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186D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199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0376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269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9511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239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086CB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322</w:t>
            </w:r>
          </w:p>
        </w:tc>
      </w:tr>
      <w:tr w:rsidR="009713FD" w:rsidRPr="00B073FA" w14:paraId="016675F8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C54558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20E13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229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9EDB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310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1AFD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275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9372D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372</w:t>
            </w:r>
          </w:p>
        </w:tc>
      </w:tr>
      <w:tr w:rsidR="009713FD" w:rsidRPr="00B073FA" w14:paraId="43A404C2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C85C8C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3C34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282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977ED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381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A7B43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339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B41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458</w:t>
            </w:r>
          </w:p>
        </w:tc>
      </w:tr>
      <w:tr w:rsidR="009713FD" w:rsidRPr="00B073FA" w14:paraId="6E957BBA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65767BD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684B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331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ECA5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447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7694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397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DD15B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536</w:t>
            </w:r>
          </w:p>
        </w:tc>
      </w:tr>
      <w:tr w:rsidR="009713FD" w:rsidRPr="00B073FA" w14:paraId="09D09EB7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B88F72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F26F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382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88D6D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515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673C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458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3646E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618</w:t>
            </w:r>
          </w:p>
        </w:tc>
      </w:tr>
      <w:tr w:rsidR="009713FD" w:rsidRPr="00B073FA" w14:paraId="16AC1669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3658249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0004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459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5698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619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E774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551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305A3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743</w:t>
            </w:r>
          </w:p>
        </w:tc>
      </w:tr>
      <w:tr w:rsidR="009713FD" w:rsidRPr="00B073FA" w14:paraId="2639F1DE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E4659A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AC45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581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BF6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784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F122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697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881D6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941</w:t>
            </w:r>
          </w:p>
        </w:tc>
      </w:tr>
      <w:tr w:rsidR="009713FD" w:rsidRPr="00B073FA" w14:paraId="3499137A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800A6B2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B45B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704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F0203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950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3024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845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CA314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1140</w:t>
            </w:r>
          </w:p>
        </w:tc>
      </w:tr>
      <w:tr w:rsidR="009713FD" w:rsidRPr="00B073FA" w14:paraId="3720F23D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F8D07A8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BE28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825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ABD68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1113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0ED16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 990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4489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1336</w:t>
            </w:r>
          </w:p>
        </w:tc>
      </w:tr>
      <w:tr w:rsidR="009713FD" w:rsidRPr="00B073FA" w14:paraId="00E2DFE3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5F9E8E7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981E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1056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0AB90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1425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2860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1267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CF20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1710</w:t>
            </w:r>
          </w:p>
        </w:tc>
      </w:tr>
      <w:tr w:rsidR="009713FD" w:rsidRPr="00B073FA" w14:paraId="545FE11E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B3B21A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4507B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1280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7D80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1728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6EA5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1536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6CEF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2073</w:t>
            </w:r>
          </w:p>
        </w:tc>
      </w:tr>
      <w:tr w:rsidR="009713FD" w:rsidRPr="00B073FA" w14:paraId="007FDD84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D4C22FF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78E70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1498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5DFF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2022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2A420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1797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4B1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2426</w:t>
            </w:r>
          </w:p>
        </w:tc>
      </w:tr>
      <w:tr w:rsidR="009713FD" w:rsidRPr="00B073FA" w14:paraId="437492F5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461BA9D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0F293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1910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6D906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2579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0C37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2292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7E261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3095</w:t>
            </w:r>
          </w:p>
        </w:tc>
      </w:tr>
      <w:tr w:rsidR="009713FD" w:rsidRPr="00B073FA" w14:paraId="36E58C2C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A36942C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F4DA6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2282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2C832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3080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1FC6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2738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AC148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3696</w:t>
            </w:r>
          </w:p>
        </w:tc>
      </w:tr>
      <w:tr w:rsidR="009713FD" w:rsidRPr="00B073FA" w14:paraId="3967E442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F3F437C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CBB2C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2582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559A1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3485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5CBE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3098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A40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4182</w:t>
            </w:r>
          </w:p>
        </w:tc>
      </w:tr>
      <w:tr w:rsidR="009713FD" w:rsidRPr="00B073FA" w14:paraId="60D03610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1AC7C89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7554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2812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DE05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3796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16318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3374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8489" w14:textId="77777777" w:rsidR="009713FD" w:rsidRPr="00B073FA" w:rsidRDefault="009713FD" w:rsidP="001A0DBC">
            <w:pPr>
              <w:pStyle w:val="tabletext11"/>
              <w:tabs>
                <w:tab w:val="decimal" w:pos="1080"/>
              </w:tabs>
              <w:jc w:val="both"/>
            </w:pPr>
            <w:r w:rsidRPr="00B073FA">
              <w:t xml:space="preserve">   4555</w:t>
            </w:r>
          </w:p>
        </w:tc>
      </w:tr>
      <w:tr w:rsidR="009713FD" w:rsidRPr="00B073FA" w14:paraId="7034E248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B6E9CB" w14:textId="77777777" w:rsidR="009713FD" w:rsidRPr="00B073FA" w:rsidRDefault="009713FD" w:rsidP="001A0DBC">
            <w:pPr>
              <w:pStyle w:val="tabletext11"/>
              <w:jc w:val="center"/>
            </w:pPr>
            <w:r w:rsidRPr="00B073FA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3A33CC64" w14:textId="77777777" w:rsidR="009713FD" w:rsidRPr="00B073FA" w:rsidRDefault="009713FD" w:rsidP="001A0DBC">
            <w:pPr>
              <w:pStyle w:val="tabletext11"/>
              <w:jc w:val="center"/>
            </w:pPr>
          </w:p>
        </w:tc>
      </w:tr>
      <w:tr w:rsidR="009713FD" w:rsidRPr="00B073FA" w14:paraId="46ABE332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7D9C8B6" w14:textId="77777777" w:rsidR="009713FD" w:rsidRPr="00B073FA" w:rsidRDefault="009713FD" w:rsidP="001A0DBC">
            <w:pPr>
              <w:pStyle w:val="tabletext11"/>
              <w:tabs>
                <w:tab w:val="decimal" w:pos="1160"/>
              </w:tabs>
            </w:pPr>
            <w:r w:rsidRPr="00B073FA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38F5BEF7" w14:textId="77777777" w:rsidR="009713FD" w:rsidRPr="00B073FA" w:rsidRDefault="009713FD" w:rsidP="001A0DBC">
            <w:pPr>
              <w:pStyle w:val="tabletext11"/>
              <w:jc w:val="center"/>
            </w:pPr>
            <w:r w:rsidRPr="00B073FA">
              <w:t>Refer to Company</w:t>
            </w:r>
          </w:p>
        </w:tc>
      </w:tr>
      <w:tr w:rsidR="009713FD" w:rsidRPr="00B073FA" w14:paraId="5A2B2C70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B37CA5B" w14:textId="77777777" w:rsidR="009713FD" w:rsidRPr="00B073FA" w:rsidRDefault="009713FD" w:rsidP="001A0DBC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65AF30E" w14:textId="77777777" w:rsidR="009713FD" w:rsidRPr="00B073FA" w:rsidRDefault="009713FD" w:rsidP="001A0DBC">
            <w:pPr>
              <w:pStyle w:val="tabletext11"/>
              <w:jc w:val="center"/>
              <w:rPr>
                <w:b/>
              </w:rPr>
            </w:pPr>
            <w:r w:rsidRPr="00B073FA">
              <w:rPr>
                <w:b/>
              </w:rPr>
              <w:t>Direct Coverage (Excess)</w:t>
            </w:r>
          </w:p>
        </w:tc>
      </w:tr>
      <w:tr w:rsidR="009713FD" w:rsidRPr="00B073FA" w14:paraId="66F520BB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4554A20C" w14:textId="77777777" w:rsidR="009713FD" w:rsidRPr="00B073FA" w:rsidRDefault="009713FD" w:rsidP="001A0DBC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AD98CA3" w14:textId="77777777" w:rsidR="009713FD" w:rsidRPr="00B073FA" w:rsidRDefault="009713FD" w:rsidP="001A0DBC">
            <w:pPr>
              <w:pStyle w:val="tabletext11"/>
              <w:jc w:val="center"/>
            </w:pPr>
            <w:r w:rsidRPr="00B073FA">
              <w:t>Specified Causes Of Loss – Multiply the Legal Liability premium by 1.15.</w:t>
            </w:r>
          </w:p>
        </w:tc>
      </w:tr>
      <w:tr w:rsidR="009713FD" w:rsidRPr="00B073FA" w14:paraId="02A62498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F585C4" w14:textId="77777777" w:rsidR="009713FD" w:rsidRPr="00B073FA" w:rsidRDefault="009713FD" w:rsidP="001A0DBC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99642" w14:textId="77777777" w:rsidR="009713FD" w:rsidRPr="00B073FA" w:rsidRDefault="009713FD" w:rsidP="001A0DBC">
            <w:pPr>
              <w:pStyle w:val="tabletext11"/>
              <w:jc w:val="center"/>
            </w:pPr>
            <w:r w:rsidRPr="00B073FA">
              <w:t>Comprehensive – Multiply the Legal Liability premium by 1.15.</w:t>
            </w:r>
          </w:p>
        </w:tc>
      </w:tr>
      <w:tr w:rsidR="009713FD" w:rsidRPr="00B073FA" w14:paraId="5D01A6D3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D67AB0" w14:textId="22E5E1C5" w:rsidR="009713FD" w:rsidRPr="00B073FA" w:rsidRDefault="009713FD" w:rsidP="001A0DBC">
            <w:pPr>
              <w:pStyle w:val="tabletext11"/>
              <w:jc w:val="right"/>
            </w:pPr>
            <w:r w:rsidRPr="009713FD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2D96DE" w14:textId="77777777" w:rsidR="009713FD" w:rsidRPr="00B073FA" w:rsidRDefault="009713FD" w:rsidP="001A0DBC">
            <w:pPr>
              <w:pStyle w:val="tabletext11"/>
            </w:pPr>
            <w:r w:rsidRPr="00B073FA">
              <w:t>Theft and Mischief or Vandalism are subject to a $100 per car/$500 per occurrence deductible.</w:t>
            </w:r>
          </w:p>
        </w:tc>
      </w:tr>
      <w:tr w:rsidR="009713FD" w:rsidRPr="00B073FA" w14:paraId="07A12E07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69E73D" w14:textId="77777777" w:rsidR="009713FD" w:rsidRPr="00B073FA" w:rsidRDefault="009713FD" w:rsidP="001A0DBC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C8EE" w14:textId="77777777" w:rsidR="009713FD" w:rsidRPr="00B073FA" w:rsidRDefault="009713FD" w:rsidP="001A0DBC">
            <w:pPr>
              <w:pStyle w:val="tabletext11"/>
            </w:pPr>
            <w:r w:rsidRPr="00B073FA">
              <w:t xml:space="preserve">See Rule </w:t>
            </w:r>
            <w:r w:rsidRPr="00B073FA">
              <w:rPr>
                <w:b/>
              </w:rPr>
              <w:t>298.</w:t>
            </w:r>
            <w:r w:rsidRPr="00B073FA">
              <w:t xml:space="preserve"> for additional deductible options.</w:t>
            </w:r>
          </w:p>
        </w:tc>
      </w:tr>
    </w:tbl>
    <w:p w14:paraId="666FB4D0" w14:textId="0A4C95C2" w:rsidR="009713FD" w:rsidRDefault="009713FD" w:rsidP="009713FD">
      <w:pPr>
        <w:pStyle w:val="isonormal"/>
      </w:pPr>
    </w:p>
    <w:p w14:paraId="3719F0D8" w14:textId="79395F3D" w:rsidR="009713FD" w:rsidRDefault="009713FD" w:rsidP="009713FD">
      <w:pPr>
        <w:pStyle w:val="isonormal"/>
        <w:jc w:val="left"/>
      </w:pPr>
    </w:p>
    <w:p w14:paraId="2492B935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BD7F47B" w14:textId="77777777" w:rsidR="009713FD" w:rsidRPr="00317832" w:rsidRDefault="009713FD" w:rsidP="009713FD">
      <w:pPr>
        <w:pStyle w:val="subcap"/>
      </w:pPr>
      <w:r w:rsidRPr="00317832">
        <w:lastRenderedPageBreak/>
        <w:t>ALL TERRITORIES</w:t>
      </w:r>
    </w:p>
    <w:p w14:paraId="16CADE70" w14:textId="77777777" w:rsidR="009713FD" w:rsidRPr="00317832" w:rsidRDefault="009713FD" w:rsidP="009713FD">
      <w:pPr>
        <w:pStyle w:val="isonormal"/>
      </w:pPr>
    </w:p>
    <w:p w14:paraId="7FC43AA9" w14:textId="77777777" w:rsidR="009713FD" w:rsidRPr="00317832" w:rsidRDefault="009713FD" w:rsidP="009713FD">
      <w:pPr>
        <w:pStyle w:val="isonormal"/>
        <w:sectPr w:rsidR="009713FD" w:rsidRPr="00317832" w:rsidSect="009713FD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60B6CA4" w14:textId="77777777" w:rsidR="009713FD" w:rsidRPr="00317832" w:rsidRDefault="009713FD" w:rsidP="009713FD">
      <w:pPr>
        <w:pStyle w:val="boxrule"/>
      </w:pPr>
      <w:r w:rsidRPr="00317832">
        <w:t xml:space="preserve">255.  GARAGEKEEPERS' INSURANCE – PREMIUM </w:t>
      </w:r>
      <w:r w:rsidRPr="00317832">
        <w:tab/>
        <w:t xml:space="preserve">DEVELOPMENT </w:t>
      </w:r>
      <w:r w:rsidRPr="00317832">
        <w:rPr>
          <w:b w:val="0"/>
        </w:rPr>
        <w:t>(Cont'd)</w:t>
      </w:r>
    </w:p>
    <w:p w14:paraId="1F53A42D" w14:textId="77777777" w:rsidR="009713FD" w:rsidRPr="00317832" w:rsidRDefault="009713FD" w:rsidP="009713FD">
      <w:pPr>
        <w:pStyle w:val="isonormal"/>
      </w:pPr>
    </w:p>
    <w:p w14:paraId="66CE0898" w14:textId="77777777" w:rsidR="009713FD" w:rsidRPr="00317832" w:rsidRDefault="009713FD" w:rsidP="009713FD">
      <w:pPr>
        <w:pStyle w:val="isonormal"/>
        <w:sectPr w:rsidR="009713FD" w:rsidRPr="00317832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9713FD" w:rsidRPr="00317832" w14:paraId="0F7E3480" w14:textId="77777777" w:rsidTr="001A0DB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C9C8B" w14:textId="77777777" w:rsidR="009713FD" w:rsidRPr="00317832" w:rsidRDefault="009713FD" w:rsidP="001A0DBC">
            <w:pPr>
              <w:pStyle w:val="tablehead"/>
            </w:pPr>
            <w:r w:rsidRPr="00317832">
              <w:t>GARAGEKEEPERS’ – COLLISION</w:t>
            </w:r>
          </w:p>
        </w:tc>
      </w:tr>
      <w:tr w:rsidR="009713FD" w:rsidRPr="00317832" w14:paraId="558FF8E2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7B0C838" w14:textId="77777777" w:rsidR="009713FD" w:rsidRPr="00317832" w:rsidRDefault="009713FD" w:rsidP="001A0DBC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53FE159D" w14:textId="77777777" w:rsidR="009713FD" w:rsidRPr="00317832" w:rsidRDefault="009713FD" w:rsidP="001A0DBC">
            <w:pPr>
              <w:pStyle w:val="tablehead"/>
            </w:pPr>
            <w:r w:rsidRPr="00317832">
              <w:t>Deductibles</w:t>
            </w:r>
          </w:p>
        </w:tc>
      </w:tr>
      <w:tr w:rsidR="009713FD" w:rsidRPr="00317832" w14:paraId="0B5ED49D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F4BCF92" w14:textId="77777777" w:rsidR="009713FD" w:rsidRPr="00317832" w:rsidRDefault="009713FD" w:rsidP="001A0DBC">
            <w:pPr>
              <w:pStyle w:val="tablehead"/>
            </w:pPr>
            <w:r w:rsidRPr="00317832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6C2DE" w14:textId="77777777" w:rsidR="009713FD" w:rsidRPr="00317832" w:rsidRDefault="009713FD" w:rsidP="001A0DBC">
            <w:pPr>
              <w:pStyle w:val="tablehead"/>
            </w:pPr>
            <w:r w:rsidRPr="00317832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ACA6" w14:textId="77777777" w:rsidR="009713FD" w:rsidRPr="00317832" w:rsidRDefault="009713FD" w:rsidP="001A0DBC">
            <w:pPr>
              <w:pStyle w:val="tablehead"/>
            </w:pPr>
            <w:r w:rsidRPr="00317832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7C42024A" w14:textId="77777777" w:rsidR="009713FD" w:rsidRPr="00317832" w:rsidRDefault="009713FD" w:rsidP="001A0DBC">
            <w:pPr>
              <w:pStyle w:val="tablehead"/>
            </w:pPr>
            <w:r w:rsidRPr="00317832">
              <w:t>$ 500</w:t>
            </w:r>
          </w:p>
        </w:tc>
      </w:tr>
      <w:tr w:rsidR="009713FD" w:rsidRPr="00317832" w14:paraId="1AD79B19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00F3BAA" w14:textId="77777777" w:rsidR="009713FD" w:rsidRPr="00317832" w:rsidRDefault="009713FD" w:rsidP="001A0DBC">
            <w:pPr>
              <w:pStyle w:val="tablehead"/>
            </w:pPr>
            <w:r w:rsidRPr="00317832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70BE2C" w14:textId="77777777" w:rsidR="009713FD" w:rsidRPr="00317832" w:rsidRDefault="009713FD" w:rsidP="001A0DBC">
            <w:pPr>
              <w:pStyle w:val="tablehead"/>
            </w:pPr>
            <w:r w:rsidRPr="00317832">
              <w:t>Legal</w:t>
            </w:r>
            <w:r w:rsidRPr="0031783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73CA0E2" w14:textId="77777777" w:rsidR="009713FD" w:rsidRPr="00317832" w:rsidRDefault="009713FD" w:rsidP="001A0DBC">
            <w:pPr>
              <w:pStyle w:val="tablehead"/>
            </w:pPr>
            <w:r w:rsidRPr="00317832">
              <w:t>Direct</w:t>
            </w:r>
            <w:r w:rsidRPr="00317832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F4E486" w14:textId="77777777" w:rsidR="009713FD" w:rsidRPr="00317832" w:rsidRDefault="009713FD" w:rsidP="001A0DBC">
            <w:pPr>
              <w:pStyle w:val="tablehead"/>
            </w:pPr>
            <w:r w:rsidRPr="00317832">
              <w:t>Legal</w:t>
            </w:r>
            <w:r w:rsidRPr="0031783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CEFF47E" w14:textId="77777777" w:rsidR="009713FD" w:rsidRPr="00317832" w:rsidRDefault="009713FD" w:rsidP="001A0DBC">
            <w:pPr>
              <w:pStyle w:val="tablehead"/>
            </w:pPr>
            <w:r w:rsidRPr="00317832">
              <w:t>Direct</w:t>
            </w:r>
            <w:r w:rsidRPr="00317832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C8383E1" w14:textId="77777777" w:rsidR="009713FD" w:rsidRPr="00317832" w:rsidRDefault="009713FD" w:rsidP="001A0DBC">
            <w:pPr>
              <w:pStyle w:val="tablehead"/>
            </w:pPr>
            <w:r w:rsidRPr="00317832">
              <w:t>Legal</w:t>
            </w:r>
            <w:r w:rsidRPr="0031783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C671D2F" w14:textId="77777777" w:rsidR="009713FD" w:rsidRPr="00317832" w:rsidRDefault="009713FD" w:rsidP="001A0DBC">
            <w:pPr>
              <w:pStyle w:val="tablehead"/>
            </w:pPr>
            <w:r w:rsidRPr="00317832">
              <w:t>Direct</w:t>
            </w:r>
            <w:r w:rsidRPr="00317832">
              <w:br/>
              <w:t>(Primary)</w:t>
            </w:r>
          </w:p>
        </w:tc>
      </w:tr>
      <w:tr w:rsidR="009713FD" w:rsidRPr="00317832" w14:paraId="07D5606B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C65CDD8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896C76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>$    48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B6CEF38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>$    65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221CA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>$    31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B1D5F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>$    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6A071F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>$    24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BA0186A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>$    32</w:t>
            </w:r>
          </w:p>
        </w:tc>
      </w:tr>
      <w:tr w:rsidR="009713FD" w:rsidRPr="00317832" w14:paraId="5EDE422C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FE0AE68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94D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DB36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523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824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0BDA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C90822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38</w:t>
            </w:r>
          </w:p>
        </w:tc>
      </w:tr>
      <w:tr w:rsidR="009713FD" w:rsidRPr="00317832" w14:paraId="160C7D64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F9D85AD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02B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AB0D1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44A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D795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4C5F0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FAA5F08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43</w:t>
            </w:r>
          </w:p>
        </w:tc>
      </w:tr>
      <w:tr w:rsidR="009713FD" w:rsidRPr="00317832" w14:paraId="2EB96714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3323BE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F15A0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80A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653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44C0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5C0F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9D36AEA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54</w:t>
            </w:r>
          </w:p>
        </w:tc>
      </w:tr>
      <w:tr w:rsidR="009713FD" w:rsidRPr="00317832" w14:paraId="4D702EE6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9B43C77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5EAC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CC43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0B37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0F61C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448C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4F8876E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65</w:t>
            </w:r>
          </w:p>
        </w:tc>
      </w:tr>
      <w:tr w:rsidR="009713FD" w:rsidRPr="00317832" w14:paraId="1C89C6F0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C40046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6BA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A08F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5857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CEE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D90C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B9E8CB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77</w:t>
            </w:r>
          </w:p>
        </w:tc>
      </w:tr>
      <w:tr w:rsidR="009713FD" w:rsidRPr="00317832" w14:paraId="1E65D20C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CA1B954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CB0C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44D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65F1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F84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75BE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1CD6B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90</w:t>
            </w:r>
          </w:p>
        </w:tc>
      </w:tr>
      <w:tr w:rsidR="009713FD" w:rsidRPr="00317832" w14:paraId="349425DE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337C63D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EE9F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B292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530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CEB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26C9E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08DA231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116</w:t>
            </w:r>
          </w:p>
        </w:tc>
      </w:tr>
      <w:tr w:rsidR="009713FD" w:rsidRPr="00317832" w14:paraId="23CB0346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7D8DFD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02AC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393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B6CFC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0EB5E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25D9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8FD985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136</w:t>
            </w:r>
          </w:p>
        </w:tc>
      </w:tr>
      <w:tr w:rsidR="009713FD" w:rsidRPr="00317832" w14:paraId="42B1899A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4965F4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90D18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82830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A8471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7B613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0B44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2708BD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154</w:t>
            </w:r>
          </w:p>
        </w:tc>
      </w:tr>
      <w:tr w:rsidR="009713FD" w:rsidRPr="00317832" w14:paraId="1DD6D32C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FF8B243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7B98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16C7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904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FFF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148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3D42D33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193</w:t>
            </w:r>
          </w:p>
        </w:tc>
      </w:tr>
      <w:tr w:rsidR="009713FD" w:rsidRPr="00317832" w14:paraId="68879210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5700A10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EE1C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551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464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1D7C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FBC58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47A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8DE7050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232</w:t>
            </w:r>
          </w:p>
        </w:tc>
      </w:tr>
      <w:tr w:rsidR="009713FD" w:rsidRPr="00317832" w14:paraId="127A4395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3FB6A52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AA4F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0453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532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DBC4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C6DEC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1BBD1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197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4F2CE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266</w:t>
            </w:r>
          </w:p>
        </w:tc>
      </w:tr>
      <w:tr w:rsidR="009713FD" w:rsidRPr="00317832" w14:paraId="01436E9D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77F5E4D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1B27F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9C2A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665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8ABA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3E6A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432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05D2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E333B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332</w:t>
            </w:r>
          </w:p>
        </w:tc>
      </w:tr>
      <w:tr w:rsidR="009713FD" w:rsidRPr="00317832" w14:paraId="25ED5DBC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2F737EF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767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591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2596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798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C66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3666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519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C091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296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E6378A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399</w:t>
            </w:r>
          </w:p>
        </w:tc>
      </w:tr>
      <w:tr w:rsidR="009713FD" w:rsidRPr="00317832" w14:paraId="7550C4A6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31BC68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A3B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682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9DB0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921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4CAA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443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0CE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7FD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341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93A1BFE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460</w:t>
            </w:r>
          </w:p>
        </w:tc>
      </w:tr>
      <w:tr w:rsidR="009713FD" w:rsidRPr="00317832" w14:paraId="57F9C466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6950B4B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F00CF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816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EC06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1102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7A933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530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E071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716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943DE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408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D9D560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551</w:t>
            </w:r>
          </w:p>
        </w:tc>
      </w:tr>
      <w:tr w:rsidR="009713FD" w:rsidRPr="00317832" w14:paraId="6C467309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3F05AF1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99E1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1038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52DC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1402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C10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675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D09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911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AFF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519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C3F1CF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701</w:t>
            </w:r>
          </w:p>
        </w:tc>
      </w:tr>
      <w:tr w:rsidR="009713FD" w:rsidRPr="00317832" w14:paraId="429A5990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5B81B86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4DC3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1258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1F3F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1698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9227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818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4A5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1104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7891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629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D1A3CC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849</w:t>
            </w:r>
          </w:p>
        </w:tc>
      </w:tr>
      <w:tr w:rsidR="009713FD" w:rsidRPr="00317832" w14:paraId="3450C44B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66AB6CA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3362E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2518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1992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ED1E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959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782A7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1295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C248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738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DB2ED91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996</w:t>
            </w:r>
          </w:p>
        </w:tc>
      </w:tr>
      <w:tr w:rsidR="009713FD" w:rsidRPr="00317832" w14:paraId="511E6D2D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9874B50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0FC4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1905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AFCD3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2571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1D3A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1238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0FBC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1671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7802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 952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2CD61A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1286</w:t>
            </w:r>
          </w:p>
        </w:tc>
      </w:tr>
      <w:tr w:rsidR="009713FD" w:rsidRPr="00317832" w14:paraId="1B4928CE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4F2700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E1B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2327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5A6F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3141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15F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1512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5CB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2042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8332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1163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56FC0EE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1570</w:t>
            </w:r>
          </w:p>
        </w:tc>
      </w:tr>
      <w:tr w:rsidR="009713FD" w:rsidRPr="00317832" w14:paraId="0D57410D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AF1F1B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387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2724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BEB0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3677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4C2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1770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4D1A1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2390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ACB1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1362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30DA3F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1838</w:t>
            </w:r>
          </w:p>
        </w:tc>
      </w:tr>
      <w:tr w:rsidR="009713FD" w:rsidRPr="00317832" w14:paraId="56C3AC58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76743CC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0CC2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3464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460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4676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CE54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2251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54B2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3039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1205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1732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4F359AB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2338</w:t>
            </w:r>
          </w:p>
        </w:tc>
      </w:tr>
      <w:tr w:rsidR="009713FD" w:rsidRPr="00317832" w14:paraId="7BB1A668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BB780CA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4908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4153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9B8BA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5607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0930F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2700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677F8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3645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556E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2077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F93FF30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2804</w:t>
            </w:r>
          </w:p>
        </w:tc>
      </w:tr>
      <w:tr w:rsidR="009713FD" w:rsidRPr="00317832" w14:paraId="507EC675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949D90B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5F2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4740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81592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6398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03BCF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3081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34FC3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4159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C454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2370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5C3B83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3199</w:t>
            </w:r>
          </w:p>
        </w:tc>
      </w:tr>
      <w:tr w:rsidR="009713FD" w:rsidRPr="00317832" w14:paraId="6A73BE3A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A90645A" w14:textId="77777777" w:rsidR="009713FD" w:rsidRPr="00317832" w:rsidRDefault="009713FD" w:rsidP="001A0DBC">
            <w:pPr>
              <w:pStyle w:val="tabletext11"/>
              <w:tabs>
                <w:tab w:val="decimal" w:pos="1000"/>
              </w:tabs>
            </w:pPr>
            <w:r w:rsidRPr="00317832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8F1D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5164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0AC5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6971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3337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3356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9FC86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4531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858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2582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4A49EF9" w14:textId="77777777" w:rsidR="009713FD" w:rsidRPr="00317832" w:rsidRDefault="009713FD" w:rsidP="001A0DBC">
            <w:pPr>
              <w:pStyle w:val="tabletext11"/>
              <w:tabs>
                <w:tab w:val="decimal" w:pos="800"/>
              </w:tabs>
            </w:pPr>
            <w:r w:rsidRPr="00317832">
              <w:t xml:space="preserve">   3486</w:t>
            </w:r>
          </w:p>
        </w:tc>
      </w:tr>
      <w:tr w:rsidR="009713FD" w:rsidRPr="00317832" w14:paraId="178A7988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559600" w14:textId="77777777" w:rsidR="009713FD" w:rsidRPr="00317832" w:rsidRDefault="009713FD" w:rsidP="001A0DBC">
            <w:pPr>
              <w:pStyle w:val="tabletext11"/>
              <w:jc w:val="center"/>
            </w:pPr>
            <w:r w:rsidRPr="00317832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6F688385" w14:textId="77777777" w:rsidR="009713FD" w:rsidRPr="00317832" w:rsidRDefault="009713FD" w:rsidP="001A0DBC">
            <w:pPr>
              <w:pStyle w:val="tabletext11"/>
              <w:jc w:val="center"/>
            </w:pPr>
          </w:p>
        </w:tc>
      </w:tr>
      <w:tr w:rsidR="009713FD" w:rsidRPr="00317832" w14:paraId="2B6508A6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66525C2" w14:textId="77777777" w:rsidR="009713FD" w:rsidRPr="00317832" w:rsidRDefault="009713FD" w:rsidP="001A0DBC">
            <w:pPr>
              <w:pStyle w:val="tabletext11"/>
              <w:jc w:val="center"/>
            </w:pPr>
            <w:r w:rsidRPr="00317832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616644AA" w14:textId="77777777" w:rsidR="009713FD" w:rsidRPr="00317832" w:rsidRDefault="009713FD" w:rsidP="001A0DBC">
            <w:pPr>
              <w:pStyle w:val="tabletext11"/>
              <w:jc w:val="center"/>
            </w:pPr>
            <w:r w:rsidRPr="00317832">
              <w:t>Refer to Company</w:t>
            </w:r>
          </w:p>
        </w:tc>
      </w:tr>
      <w:tr w:rsidR="009713FD" w:rsidRPr="00317832" w14:paraId="2EC44379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E098871" w14:textId="77777777" w:rsidR="009713FD" w:rsidRPr="00317832" w:rsidRDefault="009713FD" w:rsidP="001A0DBC">
            <w:pPr>
              <w:pStyle w:val="tabletext11"/>
              <w:jc w:val="center"/>
              <w:rPr>
                <w:b/>
              </w:rPr>
            </w:pPr>
            <w:r w:rsidRPr="00317832">
              <w:rPr>
                <w:b/>
              </w:rPr>
              <w:t>Direct Coverage (Excess)</w:t>
            </w:r>
          </w:p>
        </w:tc>
      </w:tr>
      <w:tr w:rsidR="009713FD" w:rsidRPr="00317832" w14:paraId="2849D8C7" w14:textId="77777777" w:rsidTr="001A0DB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3A5D4C6E" w14:textId="77777777" w:rsidR="009713FD" w:rsidRPr="00317832" w:rsidRDefault="009713FD" w:rsidP="001A0DBC">
            <w:pPr>
              <w:pStyle w:val="tabletext11"/>
              <w:jc w:val="center"/>
            </w:pPr>
            <w:r w:rsidRPr="00317832">
              <w:t>Multiply the Legal Liability premium for the desired deductible by 1.15.</w:t>
            </w:r>
          </w:p>
        </w:tc>
      </w:tr>
      <w:tr w:rsidR="009713FD" w:rsidRPr="00317832" w14:paraId="187C985A" w14:textId="77777777" w:rsidTr="001A0DB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340E0257" w14:textId="77777777" w:rsidR="009713FD" w:rsidRPr="00317832" w:rsidRDefault="009713FD" w:rsidP="001A0DBC">
            <w:pPr>
              <w:pStyle w:val="tabletext11"/>
            </w:pPr>
            <w:r w:rsidRPr="00317832">
              <w:t>For additional coverages, refer to company.</w:t>
            </w:r>
          </w:p>
        </w:tc>
      </w:tr>
    </w:tbl>
    <w:p w14:paraId="2907A005" w14:textId="06E19894" w:rsidR="009713FD" w:rsidRDefault="009713FD" w:rsidP="009713FD">
      <w:pPr>
        <w:pStyle w:val="isonormal"/>
      </w:pPr>
    </w:p>
    <w:p w14:paraId="17A70C95" w14:textId="7E9A670C" w:rsidR="009713FD" w:rsidRDefault="009713FD" w:rsidP="009713FD">
      <w:pPr>
        <w:pStyle w:val="isonormal"/>
        <w:jc w:val="left"/>
      </w:pPr>
    </w:p>
    <w:p w14:paraId="60E2378B" w14:textId="77777777" w:rsidR="009713FD" w:rsidRDefault="009713FD" w:rsidP="009713FD">
      <w:pPr>
        <w:pStyle w:val="isonormal"/>
        <w:sectPr w:rsidR="009713FD" w:rsidSect="009713FD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179AEF4" w14:textId="77777777" w:rsidR="009713FD" w:rsidRPr="007124C2" w:rsidRDefault="009713FD" w:rsidP="009713FD">
      <w:pPr>
        <w:pStyle w:val="boxrule"/>
        <w:rPr>
          <w:ins w:id="5" w:author="Author"/>
        </w:rPr>
      </w:pPr>
      <w:ins w:id="6" w:author="Author">
        <w:r w:rsidRPr="007124C2">
          <w:lastRenderedPageBreak/>
          <w:t>225.  PREMIUM DEVELOPMENT – ZONE-RATED AUTOS</w:t>
        </w:r>
      </w:ins>
    </w:p>
    <w:p w14:paraId="1439B038" w14:textId="77777777" w:rsidR="009713FD" w:rsidRPr="007124C2" w:rsidRDefault="009713FD" w:rsidP="009713FD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94"/>
      </w:tblGrid>
      <w:tr w:rsidR="009713FD" w:rsidRPr="007124C2" w14:paraId="7EA84094" w14:textId="77777777" w:rsidTr="001A0DBC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2A0533" w14:textId="77777777" w:rsidR="009713FD" w:rsidRPr="007124C2" w:rsidRDefault="009713FD" w:rsidP="001A0DBC">
            <w:pPr>
              <w:pStyle w:val="tablehead"/>
              <w:rPr>
                <w:ins w:id="9" w:author="Author"/>
              </w:rPr>
            </w:pPr>
          </w:p>
        </w:tc>
        <w:tc>
          <w:tcPr>
            <w:tcW w:w="10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6397C" w14:textId="77777777" w:rsidR="009713FD" w:rsidRPr="007124C2" w:rsidRDefault="009713FD" w:rsidP="001A0DBC">
            <w:pPr>
              <w:pStyle w:val="tablehead"/>
              <w:rPr>
                <w:ins w:id="10" w:author="Author"/>
              </w:rPr>
            </w:pPr>
            <w:ins w:id="11" w:author="Author">
              <w:r w:rsidRPr="007124C2">
                <w:t xml:space="preserve">Zone-rating Table </w:t>
              </w:r>
              <w:r w:rsidRPr="007124C2">
                <w:rPr>
                  <w:rFonts w:cs="Arial"/>
                </w:rPr>
                <w:t>–</w:t>
              </w:r>
              <w:r w:rsidRPr="007124C2">
                <w:t xml:space="preserve"> Zone 41 (Mountain) Combinations</w:t>
              </w:r>
            </w:ins>
          </w:p>
        </w:tc>
      </w:tr>
      <w:tr w:rsidR="009713FD" w:rsidRPr="007124C2" w14:paraId="02282490" w14:textId="77777777" w:rsidTr="001A0DBC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C27B9C" w14:textId="77777777" w:rsidR="009713FD" w:rsidRPr="007124C2" w:rsidRDefault="009713FD" w:rsidP="001A0DBC">
            <w:pPr>
              <w:pStyle w:val="tablehead"/>
              <w:rPr>
                <w:ins w:id="13" w:author="Author"/>
              </w:rPr>
            </w:pPr>
            <w:ins w:id="14" w:author="Author">
              <w:r w:rsidRPr="007124C2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CBD4E" w14:textId="77777777" w:rsidR="009713FD" w:rsidRPr="007124C2" w:rsidRDefault="009713FD" w:rsidP="001A0DBC">
            <w:pPr>
              <w:pStyle w:val="tablehead"/>
              <w:rPr>
                <w:ins w:id="15" w:author="Author"/>
              </w:rPr>
            </w:pPr>
            <w:ins w:id="16" w:author="Author">
              <w:r w:rsidRPr="007124C2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2490" w14:textId="77777777" w:rsidR="009713FD" w:rsidRPr="007124C2" w:rsidRDefault="009713FD" w:rsidP="001A0DBC">
            <w:pPr>
              <w:pStyle w:val="tablehead"/>
              <w:rPr>
                <w:ins w:id="17" w:author="Author"/>
              </w:rPr>
            </w:pPr>
            <w:ins w:id="18" w:author="Author">
              <w:r w:rsidRPr="007124C2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2903D" w14:textId="77777777" w:rsidR="009713FD" w:rsidRPr="007124C2" w:rsidRDefault="009713FD" w:rsidP="001A0DBC">
            <w:pPr>
              <w:pStyle w:val="tablehead"/>
              <w:rPr>
                <w:ins w:id="19" w:author="Author"/>
              </w:rPr>
            </w:pPr>
            <w:ins w:id="20" w:author="Author">
              <w:r w:rsidRPr="007124C2">
                <w:t xml:space="preserve">$100,000 </w:t>
              </w:r>
              <w:r w:rsidRPr="007124C2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4B86" w14:textId="77777777" w:rsidR="009713FD" w:rsidRPr="007124C2" w:rsidRDefault="009713FD" w:rsidP="001A0DBC">
            <w:pPr>
              <w:pStyle w:val="tablehead"/>
              <w:rPr>
                <w:ins w:id="21" w:author="Author"/>
              </w:rPr>
            </w:pPr>
            <w:ins w:id="22" w:author="Author">
              <w:r w:rsidRPr="007124C2">
                <w:t>$500 Deductible</w:t>
              </w:r>
              <w:r w:rsidRPr="007124C2">
                <w:br/>
                <w:t>Collision</w:t>
              </w:r>
            </w:ins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4BF0" w14:textId="77777777" w:rsidR="009713FD" w:rsidRPr="007124C2" w:rsidRDefault="009713FD" w:rsidP="001A0DBC">
            <w:pPr>
              <w:pStyle w:val="tablehead"/>
              <w:rPr>
                <w:ins w:id="23" w:author="Author"/>
              </w:rPr>
            </w:pPr>
            <w:ins w:id="24" w:author="Author">
              <w:r w:rsidRPr="007124C2">
                <w:t>$500 Deductible</w:t>
              </w:r>
              <w:r w:rsidRPr="007124C2">
                <w:br/>
                <w:t>Comprehensive</w:t>
              </w:r>
            </w:ins>
          </w:p>
        </w:tc>
      </w:tr>
      <w:tr w:rsidR="009713FD" w:rsidRPr="007124C2" w14:paraId="443225C9" w14:textId="77777777" w:rsidTr="001A0DBC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0F4AC7" w14:textId="77777777" w:rsidR="009713FD" w:rsidRPr="007124C2" w:rsidRDefault="009713FD" w:rsidP="001A0DBC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4A36A" w14:textId="77777777" w:rsidR="009713FD" w:rsidRPr="007124C2" w:rsidRDefault="009713FD" w:rsidP="001A0DBC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7124C2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DF24C" w14:textId="77777777" w:rsidR="009713FD" w:rsidRPr="007124C2" w:rsidRDefault="009713FD" w:rsidP="001A0DBC">
            <w:pPr>
              <w:pStyle w:val="tabletext00"/>
              <w:rPr>
                <w:ins w:id="29" w:author="Author"/>
              </w:rPr>
            </w:pPr>
            <w:ins w:id="30" w:author="Author">
              <w:r w:rsidRPr="007124C2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530D0" w14:textId="77777777" w:rsidR="009713FD" w:rsidRPr="007124C2" w:rsidRDefault="009713FD" w:rsidP="001A0DBC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7124C2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E8849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7124C2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F2181" w14:textId="77777777" w:rsidR="009713FD" w:rsidRPr="007124C2" w:rsidRDefault="009713FD" w:rsidP="001A0DBC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7124C2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50231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7" w:author="Author"/>
              </w:rPr>
            </w:pPr>
            <w:ins w:id="38" w:author="Author">
              <w:r w:rsidRPr="007124C2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1F1B5" w14:textId="77777777" w:rsidR="009713FD" w:rsidRPr="007124C2" w:rsidRDefault="009713FD" w:rsidP="001A0DBC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7124C2">
                <w:t>$</w:t>
              </w:r>
            </w:ins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299C6" w14:textId="77777777" w:rsidR="009713FD" w:rsidRPr="007124C2" w:rsidRDefault="009713FD" w:rsidP="001A0DBC">
            <w:pPr>
              <w:pStyle w:val="tabletext00"/>
              <w:rPr>
                <w:ins w:id="41" w:author="Author"/>
              </w:rPr>
            </w:pPr>
            <w:ins w:id="42" w:author="Author">
              <w:r w:rsidRPr="007124C2">
                <w:t>275</w:t>
              </w:r>
            </w:ins>
          </w:p>
        </w:tc>
      </w:tr>
      <w:tr w:rsidR="009713FD" w:rsidRPr="007124C2" w14:paraId="2272A69B" w14:textId="77777777" w:rsidTr="001A0DBC">
        <w:trPr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E0563A" w14:textId="77777777" w:rsidR="009713FD" w:rsidRPr="007124C2" w:rsidRDefault="009713FD" w:rsidP="001A0DBC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8D07B" w14:textId="77777777" w:rsidR="009713FD" w:rsidRPr="007124C2" w:rsidRDefault="009713FD" w:rsidP="001A0DBC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7124C2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2B742" w14:textId="77777777" w:rsidR="009713FD" w:rsidRPr="007124C2" w:rsidRDefault="009713FD" w:rsidP="001A0DBC">
            <w:pPr>
              <w:pStyle w:val="tabletext00"/>
              <w:rPr>
                <w:ins w:id="47" w:author="Author"/>
              </w:rPr>
            </w:pPr>
            <w:ins w:id="48" w:author="Author">
              <w:r w:rsidRPr="007124C2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D17C5" w14:textId="77777777" w:rsidR="009713FD" w:rsidRPr="007124C2" w:rsidRDefault="009713FD" w:rsidP="001A0DBC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5D4A2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7124C2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B17CE" w14:textId="77777777" w:rsidR="009713FD" w:rsidRPr="007124C2" w:rsidRDefault="009713FD" w:rsidP="001A0DBC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D0237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3" w:author="Author"/>
              </w:rPr>
            </w:pPr>
            <w:ins w:id="54" w:author="Author">
              <w:r w:rsidRPr="007124C2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9AE3A8" w14:textId="77777777" w:rsidR="009713FD" w:rsidRPr="007124C2" w:rsidRDefault="009713FD" w:rsidP="001A0DBC">
            <w:pPr>
              <w:pStyle w:val="tabletext00"/>
              <w:jc w:val="right"/>
              <w:rPr>
                <w:ins w:id="5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1C5841" w14:textId="77777777" w:rsidR="009713FD" w:rsidRPr="007124C2" w:rsidRDefault="009713FD" w:rsidP="001A0DBC">
            <w:pPr>
              <w:pStyle w:val="tabletext00"/>
              <w:rPr>
                <w:ins w:id="56" w:author="Author"/>
              </w:rPr>
            </w:pPr>
            <w:ins w:id="57" w:author="Author">
              <w:r w:rsidRPr="007124C2">
                <w:t>281</w:t>
              </w:r>
            </w:ins>
          </w:p>
        </w:tc>
      </w:tr>
      <w:tr w:rsidR="009713FD" w:rsidRPr="007124C2" w14:paraId="25A5AC50" w14:textId="77777777" w:rsidTr="001A0DBC">
        <w:trPr>
          <w:cantSplit/>
          <w:trHeight w:val="190"/>
          <w:ins w:id="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6E5EDA" w14:textId="77777777" w:rsidR="009713FD" w:rsidRPr="007124C2" w:rsidRDefault="009713FD" w:rsidP="001A0DBC">
            <w:pPr>
              <w:pStyle w:val="tabletext00"/>
              <w:rPr>
                <w:ins w:id="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A32A" w14:textId="77777777" w:rsidR="009713FD" w:rsidRPr="007124C2" w:rsidRDefault="009713FD" w:rsidP="001A0DBC">
            <w:pPr>
              <w:pStyle w:val="tabletext00"/>
              <w:jc w:val="center"/>
              <w:rPr>
                <w:ins w:id="60" w:author="Author"/>
              </w:rPr>
            </w:pPr>
            <w:ins w:id="61" w:author="Author">
              <w:r w:rsidRPr="007124C2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57786" w14:textId="77777777" w:rsidR="009713FD" w:rsidRPr="007124C2" w:rsidRDefault="009713FD" w:rsidP="001A0DBC">
            <w:pPr>
              <w:pStyle w:val="tabletext00"/>
              <w:rPr>
                <w:ins w:id="62" w:author="Author"/>
              </w:rPr>
            </w:pPr>
            <w:ins w:id="63" w:author="Author">
              <w:r w:rsidRPr="007124C2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370D6B" w14:textId="77777777" w:rsidR="009713FD" w:rsidRPr="007124C2" w:rsidRDefault="009713FD" w:rsidP="001A0DBC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0AB57C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5" w:author="Author"/>
              </w:rPr>
            </w:pPr>
            <w:ins w:id="66" w:author="Author">
              <w:r w:rsidRPr="007124C2"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13A4E" w14:textId="77777777" w:rsidR="009713FD" w:rsidRPr="007124C2" w:rsidRDefault="009713FD" w:rsidP="001A0DBC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867728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8" w:author="Author"/>
              </w:rPr>
            </w:pPr>
            <w:ins w:id="69" w:author="Author">
              <w:r w:rsidRPr="007124C2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63BE9" w14:textId="77777777" w:rsidR="009713FD" w:rsidRPr="007124C2" w:rsidRDefault="009713FD" w:rsidP="001A0DBC">
            <w:pPr>
              <w:pStyle w:val="tabletext00"/>
              <w:jc w:val="right"/>
              <w:rPr>
                <w:ins w:id="7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50F37" w14:textId="77777777" w:rsidR="009713FD" w:rsidRPr="007124C2" w:rsidRDefault="009713FD" w:rsidP="001A0DBC">
            <w:pPr>
              <w:pStyle w:val="tabletext00"/>
              <w:rPr>
                <w:ins w:id="71" w:author="Author"/>
              </w:rPr>
            </w:pPr>
            <w:ins w:id="72" w:author="Author">
              <w:r w:rsidRPr="007124C2">
                <w:t>315</w:t>
              </w:r>
            </w:ins>
          </w:p>
        </w:tc>
      </w:tr>
      <w:tr w:rsidR="009713FD" w:rsidRPr="007124C2" w14:paraId="051737D9" w14:textId="77777777" w:rsidTr="001A0DBC">
        <w:trPr>
          <w:cantSplit/>
          <w:trHeight w:val="190"/>
          <w:ins w:id="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D05227" w14:textId="77777777" w:rsidR="009713FD" w:rsidRPr="007124C2" w:rsidRDefault="009713FD" w:rsidP="001A0DBC">
            <w:pPr>
              <w:pStyle w:val="tabletext00"/>
              <w:rPr>
                <w:ins w:id="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7AE2" w14:textId="77777777" w:rsidR="009713FD" w:rsidRPr="007124C2" w:rsidRDefault="009713FD" w:rsidP="001A0DBC">
            <w:pPr>
              <w:pStyle w:val="tabletext00"/>
              <w:jc w:val="center"/>
              <w:rPr>
                <w:ins w:id="75" w:author="Author"/>
              </w:rPr>
            </w:pPr>
            <w:ins w:id="76" w:author="Author">
              <w:r w:rsidRPr="007124C2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0C56" w14:textId="77777777" w:rsidR="009713FD" w:rsidRPr="007124C2" w:rsidRDefault="009713FD" w:rsidP="001A0DBC">
            <w:pPr>
              <w:pStyle w:val="tabletext00"/>
              <w:rPr>
                <w:ins w:id="77" w:author="Author"/>
              </w:rPr>
            </w:pPr>
            <w:ins w:id="78" w:author="Author">
              <w:r w:rsidRPr="007124C2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D3015" w14:textId="77777777" w:rsidR="009713FD" w:rsidRPr="007124C2" w:rsidRDefault="009713FD" w:rsidP="001A0DBC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DA84BF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80" w:author="Author"/>
              </w:rPr>
            </w:pPr>
            <w:ins w:id="81" w:author="Author">
              <w:r w:rsidRPr="007124C2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37B9D" w14:textId="77777777" w:rsidR="009713FD" w:rsidRPr="007124C2" w:rsidRDefault="009713FD" w:rsidP="001A0DBC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4A02E8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83" w:author="Author"/>
              </w:rPr>
            </w:pPr>
            <w:ins w:id="84" w:author="Author">
              <w:r w:rsidRPr="007124C2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E8C6B" w14:textId="77777777" w:rsidR="009713FD" w:rsidRPr="007124C2" w:rsidRDefault="009713FD" w:rsidP="001A0DBC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DD4BD" w14:textId="77777777" w:rsidR="009713FD" w:rsidRPr="007124C2" w:rsidRDefault="009713FD" w:rsidP="001A0DBC">
            <w:pPr>
              <w:pStyle w:val="tabletext00"/>
              <w:rPr>
                <w:ins w:id="86" w:author="Author"/>
              </w:rPr>
            </w:pPr>
            <w:ins w:id="87" w:author="Author">
              <w:r w:rsidRPr="007124C2">
                <w:t>281</w:t>
              </w:r>
            </w:ins>
          </w:p>
        </w:tc>
      </w:tr>
      <w:tr w:rsidR="009713FD" w:rsidRPr="007124C2" w14:paraId="43D7C1F0" w14:textId="77777777" w:rsidTr="001A0DBC">
        <w:trPr>
          <w:cantSplit/>
          <w:trHeight w:val="190"/>
          <w:ins w:id="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C6237F" w14:textId="77777777" w:rsidR="009713FD" w:rsidRPr="007124C2" w:rsidRDefault="009713FD" w:rsidP="001A0DBC">
            <w:pPr>
              <w:pStyle w:val="tabletext00"/>
              <w:rPr>
                <w:ins w:id="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CAAA8" w14:textId="77777777" w:rsidR="009713FD" w:rsidRPr="007124C2" w:rsidRDefault="009713FD" w:rsidP="001A0DBC">
            <w:pPr>
              <w:pStyle w:val="tabletext00"/>
              <w:jc w:val="center"/>
              <w:rPr>
                <w:ins w:id="90" w:author="Author"/>
              </w:rPr>
            </w:pPr>
            <w:ins w:id="91" w:author="Author">
              <w:r w:rsidRPr="007124C2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BE1F9" w14:textId="77777777" w:rsidR="009713FD" w:rsidRPr="007124C2" w:rsidRDefault="009713FD" w:rsidP="001A0DBC">
            <w:pPr>
              <w:pStyle w:val="tabletext00"/>
              <w:rPr>
                <w:ins w:id="92" w:author="Author"/>
              </w:rPr>
            </w:pPr>
            <w:ins w:id="93" w:author="Author">
              <w:r w:rsidRPr="007124C2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8D95B" w14:textId="77777777" w:rsidR="009713FD" w:rsidRPr="007124C2" w:rsidRDefault="009713FD" w:rsidP="001A0DBC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77856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95" w:author="Author"/>
              </w:rPr>
            </w:pPr>
            <w:ins w:id="96" w:author="Author">
              <w:r w:rsidRPr="007124C2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053E2" w14:textId="77777777" w:rsidR="009713FD" w:rsidRPr="007124C2" w:rsidRDefault="009713FD" w:rsidP="001A0DBC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CEDA5E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98" w:author="Author"/>
              </w:rPr>
            </w:pPr>
            <w:ins w:id="99" w:author="Author">
              <w:r w:rsidRPr="007124C2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C3D1C" w14:textId="77777777" w:rsidR="009713FD" w:rsidRPr="007124C2" w:rsidRDefault="009713FD" w:rsidP="001A0DBC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149C5" w14:textId="77777777" w:rsidR="009713FD" w:rsidRPr="007124C2" w:rsidRDefault="009713FD" w:rsidP="001A0DBC">
            <w:pPr>
              <w:pStyle w:val="tabletext00"/>
              <w:rPr>
                <w:ins w:id="101" w:author="Author"/>
              </w:rPr>
            </w:pPr>
            <w:ins w:id="102" w:author="Author">
              <w:r w:rsidRPr="007124C2">
                <w:t>275</w:t>
              </w:r>
            </w:ins>
          </w:p>
        </w:tc>
      </w:tr>
      <w:tr w:rsidR="009713FD" w:rsidRPr="007124C2" w14:paraId="30BC7168" w14:textId="77777777" w:rsidTr="001A0DBC">
        <w:trPr>
          <w:cantSplit/>
          <w:trHeight w:val="190"/>
          <w:ins w:id="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37F6F1" w14:textId="77777777" w:rsidR="009713FD" w:rsidRPr="007124C2" w:rsidRDefault="009713FD" w:rsidP="001A0DBC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964D3" w14:textId="77777777" w:rsidR="009713FD" w:rsidRPr="007124C2" w:rsidRDefault="009713FD" w:rsidP="001A0DBC">
            <w:pPr>
              <w:pStyle w:val="tabletext00"/>
              <w:jc w:val="center"/>
              <w:rPr>
                <w:ins w:id="105" w:author="Author"/>
              </w:rPr>
            </w:pPr>
            <w:ins w:id="106" w:author="Author">
              <w:r w:rsidRPr="007124C2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DD45D" w14:textId="77777777" w:rsidR="009713FD" w:rsidRPr="007124C2" w:rsidRDefault="009713FD" w:rsidP="001A0DBC">
            <w:pPr>
              <w:pStyle w:val="tabletext00"/>
              <w:rPr>
                <w:ins w:id="107" w:author="Author"/>
              </w:rPr>
            </w:pPr>
            <w:ins w:id="108" w:author="Author">
              <w:r w:rsidRPr="007124C2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78A1DD" w14:textId="77777777" w:rsidR="009713FD" w:rsidRPr="007124C2" w:rsidRDefault="009713FD" w:rsidP="001A0DBC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69053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10" w:author="Author"/>
              </w:rPr>
            </w:pPr>
            <w:ins w:id="111" w:author="Author">
              <w:r w:rsidRPr="007124C2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B8F81" w14:textId="77777777" w:rsidR="009713FD" w:rsidRPr="007124C2" w:rsidRDefault="009713FD" w:rsidP="001A0DBC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D090E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13" w:author="Author"/>
              </w:rPr>
            </w:pPr>
            <w:ins w:id="114" w:author="Author">
              <w:r w:rsidRPr="007124C2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1129C" w14:textId="77777777" w:rsidR="009713FD" w:rsidRPr="007124C2" w:rsidRDefault="009713FD" w:rsidP="001A0DBC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3D12C" w14:textId="77777777" w:rsidR="009713FD" w:rsidRPr="007124C2" w:rsidRDefault="009713FD" w:rsidP="001A0DBC">
            <w:pPr>
              <w:pStyle w:val="tabletext00"/>
              <w:rPr>
                <w:ins w:id="116" w:author="Author"/>
              </w:rPr>
            </w:pPr>
            <w:ins w:id="117" w:author="Author">
              <w:r w:rsidRPr="007124C2">
                <w:t>269</w:t>
              </w:r>
            </w:ins>
          </w:p>
        </w:tc>
      </w:tr>
      <w:tr w:rsidR="009713FD" w:rsidRPr="007124C2" w14:paraId="473B021B" w14:textId="77777777" w:rsidTr="001A0DBC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577640" w14:textId="77777777" w:rsidR="009713FD" w:rsidRPr="007124C2" w:rsidRDefault="009713FD" w:rsidP="001A0DBC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05C6D" w14:textId="77777777" w:rsidR="009713FD" w:rsidRPr="007124C2" w:rsidRDefault="009713FD" w:rsidP="001A0DBC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7124C2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6A002" w14:textId="77777777" w:rsidR="009713FD" w:rsidRPr="007124C2" w:rsidRDefault="009713FD" w:rsidP="001A0DBC">
            <w:pPr>
              <w:pStyle w:val="tabletext00"/>
              <w:rPr>
                <w:ins w:id="122" w:author="Author"/>
              </w:rPr>
            </w:pPr>
            <w:ins w:id="123" w:author="Author">
              <w:r w:rsidRPr="007124C2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54179" w14:textId="77777777" w:rsidR="009713FD" w:rsidRPr="007124C2" w:rsidRDefault="009713FD" w:rsidP="001A0DBC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DD8323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7124C2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CE129" w14:textId="77777777" w:rsidR="009713FD" w:rsidRPr="007124C2" w:rsidRDefault="009713FD" w:rsidP="001A0DBC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696B8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28" w:author="Author"/>
              </w:rPr>
            </w:pPr>
            <w:ins w:id="129" w:author="Author">
              <w:r w:rsidRPr="007124C2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0ECDC" w14:textId="77777777" w:rsidR="009713FD" w:rsidRPr="007124C2" w:rsidRDefault="009713FD" w:rsidP="001A0DBC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B697F" w14:textId="77777777" w:rsidR="009713FD" w:rsidRPr="007124C2" w:rsidRDefault="009713FD" w:rsidP="001A0DBC">
            <w:pPr>
              <w:pStyle w:val="tabletext00"/>
              <w:rPr>
                <w:ins w:id="131" w:author="Author"/>
              </w:rPr>
            </w:pPr>
            <w:ins w:id="132" w:author="Author">
              <w:r w:rsidRPr="007124C2">
                <w:t>269</w:t>
              </w:r>
            </w:ins>
          </w:p>
        </w:tc>
      </w:tr>
      <w:tr w:rsidR="009713FD" w:rsidRPr="007124C2" w14:paraId="4BF27F71" w14:textId="77777777" w:rsidTr="001A0DBC">
        <w:trPr>
          <w:cantSplit/>
          <w:trHeight w:val="190"/>
          <w:ins w:id="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CC9EE6" w14:textId="77777777" w:rsidR="009713FD" w:rsidRPr="007124C2" w:rsidRDefault="009713FD" w:rsidP="001A0DBC">
            <w:pPr>
              <w:pStyle w:val="tabletext00"/>
              <w:rPr>
                <w:ins w:id="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8B644" w14:textId="77777777" w:rsidR="009713FD" w:rsidRPr="007124C2" w:rsidRDefault="009713FD" w:rsidP="001A0DBC">
            <w:pPr>
              <w:pStyle w:val="tabletext00"/>
              <w:jc w:val="center"/>
              <w:rPr>
                <w:ins w:id="135" w:author="Author"/>
              </w:rPr>
            </w:pPr>
            <w:ins w:id="136" w:author="Author">
              <w:r w:rsidRPr="007124C2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514D" w14:textId="77777777" w:rsidR="009713FD" w:rsidRPr="007124C2" w:rsidRDefault="009713FD" w:rsidP="001A0DBC">
            <w:pPr>
              <w:pStyle w:val="tabletext00"/>
              <w:rPr>
                <w:ins w:id="137" w:author="Author"/>
              </w:rPr>
            </w:pPr>
            <w:ins w:id="138" w:author="Author">
              <w:r w:rsidRPr="007124C2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BCE7E4" w14:textId="77777777" w:rsidR="009713FD" w:rsidRPr="007124C2" w:rsidRDefault="009713FD" w:rsidP="001A0DBC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8E579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40" w:author="Author"/>
              </w:rPr>
            </w:pPr>
            <w:ins w:id="141" w:author="Author">
              <w:r w:rsidRPr="007124C2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285662" w14:textId="77777777" w:rsidR="009713FD" w:rsidRPr="007124C2" w:rsidRDefault="009713FD" w:rsidP="001A0DBC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6B828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43" w:author="Author"/>
              </w:rPr>
            </w:pPr>
            <w:ins w:id="144" w:author="Author">
              <w:r w:rsidRPr="007124C2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3A61C" w14:textId="77777777" w:rsidR="009713FD" w:rsidRPr="007124C2" w:rsidRDefault="009713FD" w:rsidP="001A0DBC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82FE7" w14:textId="77777777" w:rsidR="009713FD" w:rsidRPr="007124C2" w:rsidRDefault="009713FD" w:rsidP="001A0DBC">
            <w:pPr>
              <w:pStyle w:val="tabletext00"/>
              <w:rPr>
                <w:ins w:id="146" w:author="Author"/>
              </w:rPr>
            </w:pPr>
            <w:ins w:id="147" w:author="Author">
              <w:r w:rsidRPr="007124C2">
                <w:t>269</w:t>
              </w:r>
            </w:ins>
          </w:p>
        </w:tc>
      </w:tr>
      <w:tr w:rsidR="009713FD" w:rsidRPr="007124C2" w14:paraId="2EBADA7B" w14:textId="77777777" w:rsidTr="001A0DBC">
        <w:trPr>
          <w:cantSplit/>
          <w:trHeight w:val="190"/>
          <w:ins w:id="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0FF9AE" w14:textId="77777777" w:rsidR="009713FD" w:rsidRPr="007124C2" w:rsidRDefault="009713FD" w:rsidP="001A0DBC">
            <w:pPr>
              <w:pStyle w:val="tabletext00"/>
              <w:rPr>
                <w:ins w:id="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A43B4" w14:textId="77777777" w:rsidR="009713FD" w:rsidRPr="007124C2" w:rsidRDefault="009713FD" w:rsidP="001A0DBC">
            <w:pPr>
              <w:pStyle w:val="tabletext00"/>
              <w:jc w:val="center"/>
              <w:rPr>
                <w:ins w:id="150" w:author="Author"/>
              </w:rPr>
            </w:pPr>
            <w:ins w:id="151" w:author="Author">
              <w:r w:rsidRPr="007124C2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432C5" w14:textId="77777777" w:rsidR="009713FD" w:rsidRPr="007124C2" w:rsidRDefault="009713FD" w:rsidP="001A0DBC">
            <w:pPr>
              <w:pStyle w:val="tabletext00"/>
              <w:rPr>
                <w:ins w:id="152" w:author="Author"/>
              </w:rPr>
            </w:pPr>
            <w:ins w:id="153" w:author="Author">
              <w:r w:rsidRPr="007124C2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C9C5D" w14:textId="77777777" w:rsidR="009713FD" w:rsidRPr="007124C2" w:rsidRDefault="009713FD" w:rsidP="001A0DBC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576BBC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55" w:author="Author"/>
              </w:rPr>
            </w:pPr>
            <w:ins w:id="156" w:author="Author">
              <w:r w:rsidRPr="007124C2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CDDDE" w14:textId="77777777" w:rsidR="009713FD" w:rsidRPr="007124C2" w:rsidRDefault="009713FD" w:rsidP="001A0DBC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86DEF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58" w:author="Author"/>
              </w:rPr>
            </w:pPr>
            <w:ins w:id="159" w:author="Author">
              <w:r w:rsidRPr="007124C2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E2CF6" w14:textId="77777777" w:rsidR="009713FD" w:rsidRPr="007124C2" w:rsidRDefault="009713FD" w:rsidP="001A0DBC">
            <w:pPr>
              <w:pStyle w:val="tabletext00"/>
              <w:jc w:val="right"/>
              <w:rPr>
                <w:ins w:id="16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FA99D" w14:textId="77777777" w:rsidR="009713FD" w:rsidRPr="007124C2" w:rsidRDefault="009713FD" w:rsidP="001A0DBC">
            <w:pPr>
              <w:pStyle w:val="tabletext00"/>
              <w:rPr>
                <w:ins w:id="161" w:author="Author"/>
              </w:rPr>
            </w:pPr>
            <w:ins w:id="162" w:author="Author">
              <w:r w:rsidRPr="007124C2">
                <w:t>275</w:t>
              </w:r>
            </w:ins>
          </w:p>
        </w:tc>
      </w:tr>
      <w:tr w:rsidR="009713FD" w:rsidRPr="007124C2" w14:paraId="0BF27CC4" w14:textId="77777777" w:rsidTr="001A0DBC">
        <w:trPr>
          <w:cantSplit/>
          <w:trHeight w:val="190"/>
          <w:ins w:id="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5C707B" w14:textId="77777777" w:rsidR="009713FD" w:rsidRPr="007124C2" w:rsidRDefault="009713FD" w:rsidP="001A0DBC">
            <w:pPr>
              <w:pStyle w:val="tabletext00"/>
              <w:rPr>
                <w:ins w:id="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409AE" w14:textId="77777777" w:rsidR="009713FD" w:rsidRPr="007124C2" w:rsidRDefault="009713FD" w:rsidP="001A0DBC">
            <w:pPr>
              <w:pStyle w:val="tabletext00"/>
              <w:jc w:val="center"/>
              <w:rPr>
                <w:ins w:id="165" w:author="Author"/>
              </w:rPr>
            </w:pPr>
            <w:ins w:id="166" w:author="Author">
              <w:r w:rsidRPr="007124C2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440BC" w14:textId="77777777" w:rsidR="009713FD" w:rsidRPr="007124C2" w:rsidRDefault="009713FD" w:rsidP="001A0DBC">
            <w:pPr>
              <w:pStyle w:val="tabletext00"/>
              <w:rPr>
                <w:ins w:id="167" w:author="Author"/>
              </w:rPr>
            </w:pPr>
            <w:ins w:id="168" w:author="Author">
              <w:r w:rsidRPr="007124C2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4550C" w14:textId="77777777" w:rsidR="009713FD" w:rsidRPr="007124C2" w:rsidRDefault="009713FD" w:rsidP="001A0DBC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F84A6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70" w:author="Author"/>
              </w:rPr>
            </w:pPr>
            <w:ins w:id="171" w:author="Author">
              <w:r w:rsidRPr="007124C2"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0C59A" w14:textId="77777777" w:rsidR="009713FD" w:rsidRPr="007124C2" w:rsidRDefault="009713FD" w:rsidP="001A0DBC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94AA2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73" w:author="Author"/>
              </w:rPr>
            </w:pPr>
            <w:ins w:id="174" w:author="Author">
              <w:r w:rsidRPr="007124C2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2110B3" w14:textId="77777777" w:rsidR="009713FD" w:rsidRPr="007124C2" w:rsidRDefault="009713FD" w:rsidP="001A0DBC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AA541" w14:textId="77777777" w:rsidR="009713FD" w:rsidRPr="007124C2" w:rsidRDefault="009713FD" w:rsidP="001A0DBC">
            <w:pPr>
              <w:pStyle w:val="tabletext00"/>
              <w:rPr>
                <w:ins w:id="176" w:author="Author"/>
              </w:rPr>
            </w:pPr>
            <w:ins w:id="177" w:author="Author">
              <w:r w:rsidRPr="007124C2">
                <w:t>277</w:t>
              </w:r>
            </w:ins>
          </w:p>
        </w:tc>
      </w:tr>
      <w:tr w:rsidR="009713FD" w:rsidRPr="007124C2" w14:paraId="5348CE61" w14:textId="77777777" w:rsidTr="001A0DBC">
        <w:trPr>
          <w:cantSplit/>
          <w:trHeight w:val="190"/>
          <w:ins w:id="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A92FFC" w14:textId="77777777" w:rsidR="009713FD" w:rsidRPr="007124C2" w:rsidRDefault="009713FD" w:rsidP="001A0DBC">
            <w:pPr>
              <w:pStyle w:val="tabletext00"/>
              <w:rPr>
                <w:ins w:id="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2CD03" w14:textId="77777777" w:rsidR="009713FD" w:rsidRPr="007124C2" w:rsidRDefault="009713FD" w:rsidP="001A0DBC">
            <w:pPr>
              <w:pStyle w:val="tabletext00"/>
              <w:jc w:val="center"/>
              <w:rPr>
                <w:ins w:id="180" w:author="Author"/>
              </w:rPr>
            </w:pPr>
            <w:ins w:id="181" w:author="Author">
              <w:r w:rsidRPr="007124C2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FA64E" w14:textId="77777777" w:rsidR="009713FD" w:rsidRPr="007124C2" w:rsidRDefault="009713FD" w:rsidP="001A0DBC">
            <w:pPr>
              <w:pStyle w:val="tabletext00"/>
              <w:rPr>
                <w:ins w:id="182" w:author="Author"/>
              </w:rPr>
            </w:pPr>
            <w:ins w:id="183" w:author="Author">
              <w:r w:rsidRPr="007124C2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C03B6" w14:textId="77777777" w:rsidR="009713FD" w:rsidRPr="007124C2" w:rsidRDefault="009713FD" w:rsidP="001A0DBC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E71CE2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85" w:author="Author"/>
              </w:rPr>
            </w:pPr>
            <w:ins w:id="186" w:author="Author">
              <w:r w:rsidRPr="007124C2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BD3AF" w14:textId="77777777" w:rsidR="009713FD" w:rsidRPr="007124C2" w:rsidRDefault="009713FD" w:rsidP="001A0DBC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4A249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188" w:author="Author"/>
              </w:rPr>
            </w:pPr>
            <w:ins w:id="189" w:author="Author">
              <w:r w:rsidRPr="007124C2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2AFD4" w14:textId="77777777" w:rsidR="009713FD" w:rsidRPr="007124C2" w:rsidRDefault="009713FD" w:rsidP="001A0DBC">
            <w:pPr>
              <w:pStyle w:val="tabletext00"/>
              <w:jc w:val="right"/>
              <w:rPr>
                <w:ins w:id="19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FFB4F" w14:textId="77777777" w:rsidR="009713FD" w:rsidRPr="007124C2" w:rsidRDefault="009713FD" w:rsidP="001A0DBC">
            <w:pPr>
              <w:pStyle w:val="tabletext00"/>
              <w:rPr>
                <w:ins w:id="191" w:author="Author"/>
              </w:rPr>
            </w:pPr>
            <w:ins w:id="192" w:author="Author">
              <w:r w:rsidRPr="007124C2">
                <w:t>269</w:t>
              </w:r>
            </w:ins>
          </w:p>
        </w:tc>
      </w:tr>
      <w:tr w:rsidR="009713FD" w:rsidRPr="007124C2" w14:paraId="3B7851F2" w14:textId="77777777" w:rsidTr="001A0DBC">
        <w:trPr>
          <w:cantSplit/>
          <w:trHeight w:val="190"/>
          <w:ins w:id="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224BEC" w14:textId="77777777" w:rsidR="009713FD" w:rsidRPr="007124C2" w:rsidRDefault="009713FD" w:rsidP="001A0DBC">
            <w:pPr>
              <w:pStyle w:val="tabletext00"/>
              <w:rPr>
                <w:ins w:id="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77573" w14:textId="77777777" w:rsidR="009713FD" w:rsidRPr="007124C2" w:rsidRDefault="009713FD" w:rsidP="001A0DBC">
            <w:pPr>
              <w:pStyle w:val="tabletext00"/>
              <w:jc w:val="center"/>
              <w:rPr>
                <w:ins w:id="195" w:author="Author"/>
              </w:rPr>
            </w:pPr>
            <w:ins w:id="196" w:author="Author">
              <w:r w:rsidRPr="007124C2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9904" w14:textId="77777777" w:rsidR="009713FD" w:rsidRPr="007124C2" w:rsidRDefault="009713FD" w:rsidP="001A0DBC">
            <w:pPr>
              <w:pStyle w:val="tabletext00"/>
              <w:rPr>
                <w:ins w:id="197" w:author="Author"/>
              </w:rPr>
            </w:pPr>
            <w:ins w:id="198" w:author="Author">
              <w:r w:rsidRPr="007124C2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7F8EF" w14:textId="77777777" w:rsidR="009713FD" w:rsidRPr="007124C2" w:rsidRDefault="009713FD" w:rsidP="001A0DBC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5B16D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00" w:author="Author"/>
              </w:rPr>
            </w:pPr>
            <w:ins w:id="201" w:author="Author">
              <w:r w:rsidRPr="007124C2"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4A32C" w14:textId="77777777" w:rsidR="009713FD" w:rsidRPr="007124C2" w:rsidRDefault="009713FD" w:rsidP="001A0DBC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04C37F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03" w:author="Author"/>
              </w:rPr>
            </w:pPr>
            <w:ins w:id="204" w:author="Author">
              <w:r w:rsidRPr="007124C2"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CCCA5B" w14:textId="77777777" w:rsidR="009713FD" w:rsidRPr="007124C2" w:rsidRDefault="009713FD" w:rsidP="001A0DBC">
            <w:pPr>
              <w:pStyle w:val="tabletext00"/>
              <w:jc w:val="right"/>
              <w:rPr>
                <w:ins w:id="20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7C027E" w14:textId="77777777" w:rsidR="009713FD" w:rsidRPr="007124C2" w:rsidRDefault="009713FD" w:rsidP="001A0DBC">
            <w:pPr>
              <w:pStyle w:val="tabletext00"/>
              <w:rPr>
                <w:ins w:id="206" w:author="Author"/>
              </w:rPr>
            </w:pPr>
            <w:ins w:id="207" w:author="Author">
              <w:r w:rsidRPr="007124C2">
                <w:t>315</w:t>
              </w:r>
            </w:ins>
          </w:p>
        </w:tc>
      </w:tr>
      <w:tr w:rsidR="009713FD" w:rsidRPr="007124C2" w14:paraId="456E104F" w14:textId="77777777" w:rsidTr="001A0DBC">
        <w:trPr>
          <w:cantSplit/>
          <w:trHeight w:val="190"/>
          <w:ins w:id="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EC9745" w14:textId="77777777" w:rsidR="009713FD" w:rsidRPr="007124C2" w:rsidRDefault="009713FD" w:rsidP="001A0DBC">
            <w:pPr>
              <w:pStyle w:val="tabletext00"/>
              <w:rPr>
                <w:ins w:id="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3EA30" w14:textId="77777777" w:rsidR="009713FD" w:rsidRPr="007124C2" w:rsidRDefault="009713FD" w:rsidP="001A0DBC">
            <w:pPr>
              <w:pStyle w:val="tabletext00"/>
              <w:jc w:val="center"/>
              <w:rPr>
                <w:ins w:id="210" w:author="Author"/>
              </w:rPr>
            </w:pPr>
            <w:ins w:id="211" w:author="Author">
              <w:r w:rsidRPr="007124C2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C0F26" w14:textId="77777777" w:rsidR="009713FD" w:rsidRPr="007124C2" w:rsidRDefault="009713FD" w:rsidP="001A0DBC">
            <w:pPr>
              <w:pStyle w:val="tabletext00"/>
              <w:rPr>
                <w:ins w:id="212" w:author="Author"/>
              </w:rPr>
            </w:pPr>
            <w:ins w:id="213" w:author="Author">
              <w:r w:rsidRPr="007124C2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E0B3C" w14:textId="77777777" w:rsidR="009713FD" w:rsidRPr="007124C2" w:rsidRDefault="009713FD" w:rsidP="001A0DBC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1BBE4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15" w:author="Author"/>
              </w:rPr>
            </w:pPr>
            <w:ins w:id="216" w:author="Author">
              <w:r w:rsidRPr="007124C2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1CB0F" w14:textId="77777777" w:rsidR="009713FD" w:rsidRPr="007124C2" w:rsidRDefault="009713FD" w:rsidP="001A0DBC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7BEE3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18" w:author="Author"/>
              </w:rPr>
            </w:pPr>
            <w:ins w:id="219" w:author="Author">
              <w:r w:rsidRPr="007124C2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E2EC66" w14:textId="77777777" w:rsidR="009713FD" w:rsidRPr="007124C2" w:rsidRDefault="009713FD" w:rsidP="001A0DBC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3C80A" w14:textId="77777777" w:rsidR="009713FD" w:rsidRPr="007124C2" w:rsidRDefault="009713FD" w:rsidP="001A0DBC">
            <w:pPr>
              <w:pStyle w:val="tabletext00"/>
              <w:rPr>
                <w:ins w:id="221" w:author="Author"/>
              </w:rPr>
            </w:pPr>
            <w:ins w:id="222" w:author="Author">
              <w:r w:rsidRPr="007124C2">
                <w:t>275</w:t>
              </w:r>
            </w:ins>
          </w:p>
        </w:tc>
      </w:tr>
      <w:tr w:rsidR="009713FD" w:rsidRPr="007124C2" w14:paraId="72B697AE" w14:textId="77777777" w:rsidTr="001A0DBC">
        <w:trPr>
          <w:cantSplit/>
          <w:trHeight w:val="190"/>
          <w:ins w:id="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747706" w14:textId="77777777" w:rsidR="009713FD" w:rsidRPr="007124C2" w:rsidRDefault="009713FD" w:rsidP="001A0DBC">
            <w:pPr>
              <w:pStyle w:val="tabletext00"/>
              <w:rPr>
                <w:ins w:id="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6F03A" w14:textId="77777777" w:rsidR="009713FD" w:rsidRPr="007124C2" w:rsidRDefault="009713FD" w:rsidP="001A0DBC">
            <w:pPr>
              <w:pStyle w:val="tabletext00"/>
              <w:jc w:val="center"/>
              <w:rPr>
                <w:ins w:id="225" w:author="Author"/>
              </w:rPr>
            </w:pPr>
            <w:ins w:id="226" w:author="Author">
              <w:r w:rsidRPr="007124C2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D31D" w14:textId="77777777" w:rsidR="009713FD" w:rsidRPr="007124C2" w:rsidRDefault="009713FD" w:rsidP="001A0DBC">
            <w:pPr>
              <w:pStyle w:val="tabletext00"/>
              <w:rPr>
                <w:ins w:id="227" w:author="Author"/>
              </w:rPr>
            </w:pPr>
            <w:ins w:id="228" w:author="Author">
              <w:r w:rsidRPr="007124C2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C1C48B" w14:textId="77777777" w:rsidR="009713FD" w:rsidRPr="007124C2" w:rsidRDefault="009713FD" w:rsidP="001A0DBC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DED80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30" w:author="Author"/>
              </w:rPr>
            </w:pPr>
            <w:ins w:id="231" w:author="Author">
              <w:r w:rsidRPr="007124C2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D1BA5" w14:textId="77777777" w:rsidR="009713FD" w:rsidRPr="007124C2" w:rsidRDefault="009713FD" w:rsidP="001A0DBC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A621C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33" w:author="Author"/>
              </w:rPr>
            </w:pPr>
            <w:ins w:id="234" w:author="Author">
              <w:r w:rsidRPr="007124C2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2857D" w14:textId="77777777" w:rsidR="009713FD" w:rsidRPr="007124C2" w:rsidRDefault="009713FD" w:rsidP="001A0DBC">
            <w:pPr>
              <w:pStyle w:val="tabletext00"/>
              <w:jc w:val="right"/>
              <w:rPr>
                <w:ins w:id="23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A80AE4" w14:textId="77777777" w:rsidR="009713FD" w:rsidRPr="007124C2" w:rsidRDefault="009713FD" w:rsidP="001A0DBC">
            <w:pPr>
              <w:pStyle w:val="tabletext00"/>
              <w:rPr>
                <w:ins w:id="236" w:author="Author"/>
              </w:rPr>
            </w:pPr>
            <w:ins w:id="237" w:author="Author">
              <w:r w:rsidRPr="007124C2">
                <w:t>269</w:t>
              </w:r>
            </w:ins>
          </w:p>
        </w:tc>
      </w:tr>
      <w:tr w:rsidR="009713FD" w:rsidRPr="007124C2" w14:paraId="0CE63A58" w14:textId="77777777" w:rsidTr="001A0DBC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E5D9A8" w14:textId="77777777" w:rsidR="009713FD" w:rsidRPr="007124C2" w:rsidRDefault="009713FD" w:rsidP="001A0DBC">
            <w:pPr>
              <w:pStyle w:val="tabletext00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BEE27" w14:textId="77777777" w:rsidR="009713FD" w:rsidRPr="007124C2" w:rsidRDefault="009713FD" w:rsidP="001A0DBC">
            <w:pPr>
              <w:pStyle w:val="tabletext00"/>
              <w:jc w:val="center"/>
              <w:rPr>
                <w:ins w:id="240" w:author="Author"/>
              </w:rPr>
            </w:pPr>
            <w:ins w:id="241" w:author="Author">
              <w:r w:rsidRPr="007124C2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C2C22" w14:textId="77777777" w:rsidR="009713FD" w:rsidRPr="007124C2" w:rsidRDefault="009713FD" w:rsidP="001A0DBC">
            <w:pPr>
              <w:pStyle w:val="tabletext00"/>
              <w:rPr>
                <w:ins w:id="242" w:author="Author"/>
              </w:rPr>
            </w:pPr>
            <w:ins w:id="243" w:author="Author">
              <w:r w:rsidRPr="007124C2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45BF4A" w14:textId="77777777" w:rsidR="009713FD" w:rsidRPr="007124C2" w:rsidRDefault="009713FD" w:rsidP="001A0DBC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C8306E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45" w:author="Author"/>
              </w:rPr>
            </w:pPr>
            <w:ins w:id="246" w:author="Author">
              <w:r w:rsidRPr="007124C2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6CECC" w14:textId="77777777" w:rsidR="009713FD" w:rsidRPr="007124C2" w:rsidRDefault="009713FD" w:rsidP="001A0DBC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80BA0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48" w:author="Author"/>
              </w:rPr>
            </w:pPr>
            <w:ins w:id="249" w:author="Author">
              <w:r w:rsidRPr="007124C2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2D6B6" w14:textId="77777777" w:rsidR="009713FD" w:rsidRPr="007124C2" w:rsidRDefault="009713FD" w:rsidP="001A0DBC">
            <w:pPr>
              <w:pStyle w:val="tabletext00"/>
              <w:jc w:val="right"/>
              <w:rPr>
                <w:ins w:id="25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43D8EF" w14:textId="77777777" w:rsidR="009713FD" w:rsidRPr="007124C2" w:rsidRDefault="009713FD" w:rsidP="001A0DBC">
            <w:pPr>
              <w:pStyle w:val="tabletext00"/>
              <w:rPr>
                <w:ins w:id="251" w:author="Author"/>
              </w:rPr>
            </w:pPr>
            <w:ins w:id="252" w:author="Author">
              <w:r w:rsidRPr="007124C2">
                <w:t>275</w:t>
              </w:r>
            </w:ins>
          </w:p>
        </w:tc>
      </w:tr>
      <w:tr w:rsidR="009713FD" w:rsidRPr="007124C2" w14:paraId="63086AA3" w14:textId="77777777" w:rsidTr="001A0DBC">
        <w:trPr>
          <w:cantSplit/>
          <w:trHeight w:val="190"/>
          <w:ins w:id="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58FCA2" w14:textId="77777777" w:rsidR="009713FD" w:rsidRPr="007124C2" w:rsidRDefault="009713FD" w:rsidP="001A0DBC">
            <w:pPr>
              <w:pStyle w:val="tabletext00"/>
              <w:rPr>
                <w:ins w:id="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0DBAC" w14:textId="77777777" w:rsidR="009713FD" w:rsidRPr="007124C2" w:rsidRDefault="009713FD" w:rsidP="001A0DBC">
            <w:pPr>
              <w:pStyle w:val="tabletext00"/>
              <w:jc w:val="center"/>
              <w:rPr>
                <w:ins w:id="255" w:author="Author"/>
              </w:rPr>
            </w:pPr>
            <w:ins w:id="256" w:author="Author">
              <w:r w:rsidRPr="007124C2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82308" w14:textId="77777777" w:rsidR="009713FD" w:rsidRPr="007124C2" w:rsidRDefault="009713FD" w:rsidP="001A0DBC">
            <w:pPr>
              <w:pStyle w:val="tabletext00"/>
              <w:rPr>
                <w:ins w:id="257" w:author="Author"/>
              </w:rPr>
            </w:pPr>
            <w:ins w:id="258" w:author="Author">
              <w:r w:rsidRPr="007124C2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4EA0A" w14:textId="77777777" w:rsidR="009713FD" w:rsidRPr="007124C2" w:rsidRDefault="009713FD" w:rsidP="001A0DBC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D3261F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60" w:author="Author"/>
              </w:rPr>
            </w:pPr>
            <w:ins w:id="261" w:author="Author">
              <w:r w:rsidRPr="007124C2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6A5EB6" w14:textId="77777777" w:rsidR="009713FD" w:rsidRPr="007124C2" w:rsidRDefault="009713FD" w:rsidP="001A0DBC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031BB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63" w:author="Author"/>
              </w:rPr>
            </w:pPr>
            <w:ins w:id="264" w:author="Author">
              <w:r w:rsidRPr="007124C2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407C98" w14:textId="77777777" w:rsidR="009713FD" w:rsidRPr="007124C2" w:rsidRDefault="009713FD" w:rsidP="001A0DBC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F8ACC2" w14:textId="77777777" w:rsidR="009713FD" w:rsidRPr="007124C2" w:rsidRDefault="009713FD" w:rsidP="001A0DBC">
            <w:pPr>
              <w:pStyle w:val="tabletext00"/>
              <w:rPr>
                <w:ins w:id="266" w:author="Author"/>
              </w:rPr>
            </w:pPr>
            <w:ins w:id="267" w:author="Author">
              <w:r w:rsidRPr="007124C2">
                <w:t>345</w:t>
              </w:r>
            </w:ins>
          </w:p>
        </w:tc>
      </w:tr>
      <w:tr w:rsidR="009713FD" w:rsidRPr="007124C2" w14:paraId="1657E5D3" w14:textId="77777777" w:rsidTr="001A0DBC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EFD916" w14:textId="77777777" w:rsidR="009713FD" w:rsidRPr="007124C2" w:rsidRDefault="009713FD" w:rsidP="001A0DBC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1416" w14:textId="77777777" w:rsidR="009713FD" w:rsidRPr="007124C2" w:rsidRDefault="009713FD" w:rsidP="001A0DBC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7124C2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74379" w14:textId="77777777" w:rsidR="009713FD" w:rsidRPr="007124C2" w:rsidRDefault="009713FD" w:rsidP="001A0DBC">
            <w:pPr>
              <w:pStyle w:val="tabletext00"/>
              <w:rPr>
                <w:ins w:id="272" w:author="Author"/>
              </w:rPr>
            </w:pPr>
            <w:ins w:id="273" w:author="Author">
              <w:r w:rsidRPr="007124C2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42443" w14:textId="77777777" w:rsidR="009713FD" w:rsidRPr="007124C2" w:rsidRDefault="009713FD" w:rsidP="001A0DBC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01E17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7124C2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FF4D05" w14:textId="77777777" w:rsidR="009713FD" w:rsidRPr="007124C2" w:rsidRDefault="009713FD" w:rsidP="001A0DBC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3A8B9D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78" w:author="Author"/>
              </w:rPr>
            </w:pPr>
            <w:ins w:id="279" w:author="Author">
              <w:r w:rsidRPr="007124C2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AD4DC" w14:textId="77777777" w:rsidR="009713FD" w:rsidRPr="007124C2" w:rsidRDefault="009713FD" w:rsidP="001A0DBC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4D910" w14:textId="77777777" w:rsidR="009713FD" w:rsidRPr="007124C2" w:rsidRDefault="009713FD" w:rsidP="001A0DBC">
            <w:pPr>
              <w:pStyle w:val="tabletext00"/>
              <w:rPr>
                <w:ins w:id="281" w:author="Author"/>
              </w:rPr>
            </w:pPr>
            <w:ins w:id="282" w:author="Author">
              <w:r w:rsidRPr="007124C2">
                <w:t>275</w:t>
              </w:r>
            </w:ins>
          </w:p>
        </w:tc>
      </w:tr>
      <w:tr w:rsidR="009713FD" w:rsidRPr="007124C2" w14:paraId="1229FB7F" w14:textId="77777777" w:rsidTr="001A0DBC">
        <w:trPr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188D2B" w14:textId="77777777" w:rsidR="009713FD" w:rsidRPr="007124C2" w:rsidRDefault="009713FD" w:rsidP="001A0DBC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C8954" w14:textId="77777777" w:rsidR="009713FD" w:rsidRPr="007124C2" w:rsidRDefault="009713FD" w:rsidP="001A0DBC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7124C2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D4C22" w14:textId="77777777" w:rsidR="009713FD" w:rsidRPr="007124C2" w:rsidRDefault="009713FD" w:rsidP="001A0DBC">
            <w:pPr>
              <w:pStyle w:val="tabletext00"/>
              <w:rPr>
                <w:ins w:id="287" w:author="Author"/>
              </w:rPr>
            </w:pPr>
            <w:ins w:id="288" w:author="Author">
              <w:r w:rsidRPr="007124C2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E8E6B" w14:textId="77777777" w:rsidR="009713FD" w:rsidRPr="007124C2" w:rsidRDefault="009713FD" w:rsidP="001A0DBC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A5F15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7124C2"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E9C05" w14:textId="77777777" w:rsidR="009713FD" w:rsidRPr="007124C2" w:rsidRDefault="009713FD" w:rsidP="001A0DBC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43B2B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293" w:author="Author"/>
              </w:rPr>
            </w:pPr>
            <w:ins w:id="294" w:author="Author">
              <w:r w:rsidRPr="007124C2"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EA1CF" w14:textId="77777777" w:rsidR="009713FD" w:rsidRPr="007124C2" w:rsidRDefault="009713FD" w:rsidP="001A0DBC">
            <w:pPr>
              <w:pStyle w:val="tabletext00"/>
              <w:jc w:val="right"/>
              <w:rPr>
                <w:ins w:id="29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25D16" w14:textId="77777777" w:rsidR="009713FD" w:rsidRPr="007124C2" w:rsidRDefault="009713FD" w:rsidP="001A0DBC">
            <w:pPr>
              <w:pStyle w:val="tabletext00"/>
              <w:rPr>
                <w:ins w:id="296" w:author="Author"/>
              </w:rPr>
            </w:pPr>
            <w:ins w:id="297" w:author="Author">
              <w:r w:rsidRPr="007124C2">
                <w:t>331</w:t>
              </w:r>
            </w:ins>
          </w:p>
        </w:tc>
      </w:tr>
      <w:tr w:rsidR="009713FD" w:rsidRPr="007124C2" w14:paraId="3D74E844" w14:textId="77777777" w:rsidTr="001A0DBC">
        <w:trPr>
          <w:cantSplit/>
          <w:trHeight w:val="190"/>
          <w:ins w:id="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A1FD31" w14:textId="77777777" w:rsidR="009713FD" w:rsidRPr="007124C2" w:rsidRDefault="009713FD" w:rsidP="001A0DBC">
            <w:pPr>
              <w:pStyle w:val="tabletext00"/>
              <w:rPr>
                <w:ins w:id="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B3AA3" w14:textId="77777777" w:rsidR="009713FD" w:rsidRPr="007124C2" w:rsidRDefault="009713FD" w:rsidP="001A0DBC">
            <w:pPr>
              <w:pStyle w:val="tabletext00"/>
              <w:jc w:val="center"/>
              <w:rPr>
                <w:ins w:id="300" w:author="Author"/>
              </w:rPr>
            </w:pPr>
            <w:ins w:id="301" w:author="Author">
              <w:r w:rsidRPr="007124C2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5402D" w14:textId="77777777" w:rsidR="009713FD" w:rsidRPr="007124C2" w:rsidRDefault="009713FD" w:rsidP="001A0DBC">
            <w:pPr>
              <w:pStyle w:val="tabletext00"/>
              <w:rPr>
                <w:ins w:id="302" w:author="Author"/>
              </w:rPr>
            </w:pPr>
            <w:ins w:id="303" w:author="Author">
              <w:r w:rsidRPr="007124C2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BEAB1" w14:textId="77777777" w:rsidR="009713FD" w:rsidRPr="007124C2" w:rsidRDefault="009713FD" w:rsidP="001A0DBC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77B52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05" w:author="Author"/>
              </w:rPr>
            </w:pPr>
            <w:ins w:id="306" w:author="Author">
              <w:r w:rsidRPr="007124C2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2A560" w14:textId="77777777" w:rsidR="009713FD" w:rsidRPr="007124C2" w:rsidRDefault="009713FD" w:rsidP="001A0DBC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F0A46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08" w:author="Author"/>
              </w:rPr>
            </w:pPr>
            <w:ins w:id="309" w:author="Author">
              <w:r w:rsidRPr="007124C2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9F453" w14:textId="77777777" w:rsidR="009713FD" w:rsidRPr="007124C2" w:rsidRDefault="009713FD" w:rsidP="001A0DBC">
            <w:pPr>
              <w:pStyle w:val="tabletext00"/>
              <w:jc w:val="right"/>
              <w:rPr>
                <w:ins w:id="31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1EE645" w14:textId="77777777" w:rsidR="009713FD" w:rsidRPr="007124C2" w:rsidRDefault="009713FD" w:rsidP="001A0DBC">
            <w:pPr>
              <w:pStyle w:val="tabletext00"/>
              <w:rPr>
                <w:ins w:id="311" w:author="Author"/>
              </w:rPr>
            </w:pPr>
            <w:ins w:id="312" w:author="Author">
              <w:r w:rsidRPr="007124C2">
                <w:t>291</w:t>
              </w:r>
            </w:ins>
          </w:p>
        </w:tc>
      </w:tr>
      <w:tr w:rsidR="009713FD" w:rsidRPr="007124C2" w14:paraId="31F1CE24" w14:textId="77777777" w:rsidTr="001A0DBC">
        <w:trPr>
          <w:cantSplit/>
          <w:trHeight w:val="190"/>
          <w:ins w:id="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FF54A4" w14:textId="77777777" w:rsidR="009713FD" w:rsidRPr="007124C2" w:rsidRDefault="009713FD" w:rsidP="001A0DBC">
            <w:pPr>
              <w:pStyle w:val="tabletext00"/>
              <w:rPr>
                <w:ins w:id="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EEC8D" w14:textId="77777777" w:rsidR="009713FD" w:rsidRPr="007124C2" w:rsidRDefault="009713FD" w:rsidP="001A0DBC">
            <w:pPr>
              <w:pStyle w:val="tabletext00"/>
              <w:jc w:val="center"/>
              <w:rPr>
                <w:ins w:id="315" w:author="Author"/>
              </w:rPr>
            </w:pPr>
            <w:ins w:id="316" w:author="Author">
              <w:r w:rsidRPr="007124C2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8FF4" w14:textId="77777777" w:rsidR="009713FD" w:rsidRPr="007124C2" w:rsidRDefault="009713FD" w:rsidP="001A0DBC">
            <w:pPr>
              <w:pStyle w:val="tabletext00"/>
              <w:rPr>
                <w:ins w:id="317" w:author="Author"/>
              </w:rPr>
            </w:pPr>
            <w:ins w:id="318" w:author="Author">
              <w:r w:rsidRPr="007124C2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9035FF" w14:textId="77777777" w:rsidR="009713FD" w:rsidRPr="007124C2" w:rsidRDefault="009713FD" w:rsidP="001A0DBC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42D83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</w:pPr>
            <w:ins w:id="321" w:author="Author">
              <w:r w:rsidRPr="007124C2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2DC12" w14:textId="77777777" w:rsidR="009713FD" w:rsidRPr="007124C2" w:rsidRDefault="009713FD" w:rsidP="001A0DBC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18471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23" w:author="Author"/>
              </w:rPr>
            </w:pPr>
            <w:ins w:id="324" w:author="Author">
              <w:r w:rsidRPr="007124C2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2BE17" w14:textId="77777777" w:rsidR="009713FD" w:rsidRPr="007124C2" w:rsidRDefault="009713FD" w:rsidP="001A0DBC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43466E" w14:textId="77777777" w:rsidR="009713FD" w:rsidRPr="007124C2" w:rsidRDefault="009713FD" w:rsidP="001A0DBC">
            <w:pPr>
              <w:pStyle w:val="tabletext00"/>
              <w:rPr>
                <w:ins w:id="326" w:author="Author"/>
              </w:rPr>
            </w:pPr>
            <w:ins w:id="327" w:author="Author">
              <w:r w:rsidRPr="007124C2">
                <w:t>291</w:t>
              </w:r>
            </w:ins>
          </w:p>
        </w:tc>
      </w:tr>
      <w:tr w:rsidR="009713FD" w:rsidRPr="007124C2" w14:paraId="0C746EAD" w14:textId="77777777" w:rsidTr="001A0DBC">
        <w:trPr>
          <w:cantSplit/>
          <w:trHeight w:val="190"/>
          <w:ins w:id="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7E0F4D" w14:textId="77777777" w:rsidR="009713FD" w:rsidRPr="007124C2" w:rsidRDefault="009713FD" w:rsidP="001A0DBC">
            <w:pPr>
              <w:pStyle w:val="tabletext00"/>
              <w:rPr>
                <w:ins w:id="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DB6BF" w14:textId="77777777" w:rsidR="009713FD" w:rsidRPr="007124C2" w:rsidRDefault="009713FD" w:rsidP="001A0DBC">
            <w:pPr>
              <w:pStyle w:val="tabletext00"/>
              <w:jc w:val="center"/>
              <w:rPr>
                <w:ins w:id="330" w:author="Author"/>
              </w:rPr>
            </w:pPr>
            <w:ins w:id="331" w:author="Author">
              <w:r w:rsidRPr="007124C2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87295" w14:textId="77777777" w:rsidR="009713FD" w:rsidRPr="007124C2" w:rsidRDefault="009713FD" w:rsidP="001A0DBC">
            <w:pPr>
              <w:pStyle w:val="tabletext00"/>
              <w:rPr>
                <w:ins w:id="332" w:author="Author"/>
              </w:rPr>
            </w:pPr>
            <w:ins w:id="333" w:author="Author">
              <w:r w:rsidRPr="007124C2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0BCFB" w14:textId="77777777" w:rsidR="009713FD" w:rsidRPr="007124C2" w:rsidRDefault="009713FD" w:rsidP="001A0DBC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ED6F4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35" w:author="Author"/>
              </w:rPr>
            </w:pPr>
            <w:ins w:id="336" w:author="Author">
              <w:r w:rsidRPr="007124C2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92C73" w14:textId="77777777" w:rsidR="009713FD" w:rsidRPr="007124C2" w:rsidRDefault="009713FD" w:rsidP="001A0DBC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B2181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38" w:author="Author"/>
              </w:rPr>
            </w:pPr>
            <w:ins w:id="339" w:author="Author">
              <w:r w:rsidRPr="007124C2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F110A7" w14:textId="77777777" w:rsidR="009713FD" w:rsidRPr="007124C2" w:rsidRDefault="009713FD" w:rsidP="001A0DBC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8B8BF" w14:textId="77777777" w:rsidR="009713FD" w:rsidRPr="007124C2" w:rsidRDefault="009713FD" w:rsidP="001A0DBC">
            <w:pPr>
              <w:pStyle w:val="tabletext00"/>
              <w:rPr>
                <w:ins w:id="341" w:author="Author"/>
              </w:rPr>
            </w:pPr>
            <w:ins w:id="342" w:author="Author">
              <w:r w:rsidRPr="007124C2">
                <w:t>275</w:t>
              </w:r>
            </w:ins>
          </w:p>
        </w:tc>
      </w:tr>
      <w:tr w:rsidR="009713FD" w:rsidRPr="007124C2" w14:paraId="46572469" w14:textId="77777777" w:rsidTr="001A0DBC">
        <w:trPr>
          <w:cantSplit/>
          <w:trHeight w:val="190"/>
          <w:ins w:id="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C69CEA" w14:textId="77777777" w:rsidR="009713FD" w:rsidRPr="007124C2" w:rsidRDefault="009713FD" w:rsidP="001A0DBC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B473" w14:textId="77777777" w:rsidR="009713FD" w:rsidRPr="007124C2" w:rsidRDefault="009713FD" w:rsidP="001A0DBC">
            <w:pPr>
              <w:pStyle w:val="tabletext00"/>
              <w:jc w:val="center"/>
              <w:rPr>
                <w:ins w:id="345" w:author="Author"/>
              </w:rPr>
            </w:pPr>
            <w:ins w:id="346" w:author="Author">
              <w:r w:rsidRPr="007124C2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416C" w14:textId="77777777" w:rsidR="009713FD" w:rsidRPr="007124C2" w:rsidRDefault="009713FD" w:rsidP="001A0DBC">
            <w:pPr>
              <w:pStyle w:val="tabletext00"/>
              <w:rPr>
                <w:ins w:id="347" w:author="Author"/>
              </w:rPr>
            </w:pPr>
            <w:ins w:id="348" w:author="Author">
              <w:r w:rsidRPr="007124C2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39510" w14:textId="77777777" w:rsidR="009713FD" w:rsidRPr="007124C2" w:rsidRDefault="009713FD" w:rsidP="001A0DBC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A75EE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50" w:author="Author"/>
              </w:rPr>
            </w:pPr>
            <w:ins w:id="351" w:author="Author">
              <w:r w:rsidRPr="007124C2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B13B0" w14:textId="77777777" w:rsidR="009713FD" w:rsidRPr="007124C2" w:rsidRDefault="009713FD" w:rsidP="001A0DBC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F13D0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53" w:author="Author"/>
              </w:rPr>
            </w:pPr>
            <w:ins w:id="354" w:author="Author">
              <w:r w:rsidRPr="007124C2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7FA56" w14:textId="77777777" w:rsidR="009713FD" w:rsidRPr="007124C2" w:rsidRDefault="009713FD" w:rsidP="001A0DBC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BA509" w14:textId="77777777" w:rsidR="009713FD" w:rsidRPr="007124C2" w:rsidRDefault="009713FD" w:rsidP="001A0DBC">
            <w:pPr>
              <w:pStyle w:val="tabletext00"/>
              <w:rPr>
                <w:ins w:id="356" w:author="Author"/>
              </w:rPr>
            </w:pPr>
            <w:ins w:id="357" w:author="Author">
              <w:r w:rsidRPr="007124C2">
                <w:t>345</w:t>
              </w:r>
            </w:ins>
          </w:p>
        </w:tc>
      </w:tr>
      <w:tr w:rsidR="009713FD" w:rsidRPr="007124C2" w14:paraId="7F151258" w14:textId="77777777" w:rsidTr="001A0DBC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1C9754" w14:textId="77777777" w:rsidR="009713FD" w:rsidRPr="007124C2" w:rsidRDefault="009713FD" w:rsidP="001A0DBC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63A6C" w14:textId="77777777" w:rsidR="009713FD" w:rsidRPr="007124C2" w:rsidRDefault="009713FD" w:rsidP="001A0DBC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7124C2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C10F5" w14:textId="77777777" w:rsidR="009713FD" w:rsidRPr="007124C2" w:rsidRDefault="009713FD" w:rsidP="001A0DBC">
            <w:pPr>
              <w:pStyle w:val="tabletext00"/>
              <w:rPr>
                <w:ins w:id="362" w:author="Author"/>
              </w:rPr>
            </w:pPr>
            <w:ins w:id="363" w:author="Author">
              <w:r w:rsidRPr="007124C2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036B08" w14:textId="77777777" w:rsidR="009713FD" w:rsidRPr="007124C2" w:rsidRDefault="009713FD" w:rsidP="001A0DBC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DFE8D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7124C2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B4F99" w14:textId="77777777" w:rsidR="009713FD" w:rsidRPr="007124C2" w:rsidRDefault="009713FD" w:rsidP="001A0DBC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797B65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68" w:author="Author"/>
              </w:rPr>
            </w:pPr>
            <w:ins w:id="369" w:author="Author">
              <w:r w:rsidRPr="007124C2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FB13B" w14:textId="77777777" w:rsidR="009713FD" w:rsidRPr="007124C2" w:rsidRDefault="009713FD" w:rsidP="001A0DBC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EC840" w14:textId="77777777" w:rsidR="009713FD" w:rsidRPr="007124C2" w:rsidRDefault="009713FD" w:rsidP="001A0DBC">
            <w:pPr>
              <w:pStyle w:val="tabletext00"/>
              <w:rPr>
                <w:ins w:id="371" w:author="Author"/>
              </w:rPr>
            </w:pPr>
            <w:ins w:id="372" w:author="Author">
              <w:r w:rsidRPr="007124C2">
                <w:t>345</w:t>
              </w:r>
            </w:ins>
          </w:p>
        </w:tc>
      </w:tr>
      <w:tr w:rsidR="009713FD" w:rsidRPr="007124C2" w14:paraId="15026FEC" w14:textId="77777777" w:rsidTr="001A0DBC">
        <w:trPr>
          <w:cantSplit/>
          <w:trHeight w:val="190"/>
          <w:ins w:id="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6DA4AA" w14:textId="77777777" w:rsidR="009713FD" w:rsidRPr="007124C2" w:rsidRDefault="009713FD" w:rsidP="001A0DBC">
            <w:pPr>
              <w:pStyle w:val="tabletext00"/>
              <w:rPr>
                <w:ins w:id="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300C7" w14:textId="77777777" w:rsidR="009713FD" w:rsidRPr="007124C2" w:rsidRDefault="009713FD" w:rsidP="001A0DBC">
            <w:pPr>
              <w:pStyle w:val="tabletext00"/>
              <w:jc w:val="center"/>
              <w:rPr>
                <w:ins w:id="375" w:author="Author"/>
              </w:rPr>
            </w:pPr>
            <w:ins w:id="376" w:author="Author">
              <w:r w:rsidRPr="007124C2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7ECC" w14:textId="77777777" w:rsidR="009713FD" w:rsidRPr="007124C2" w:rsidRDefault="009713FD" w:rsidP="001A0DBC">
            <w:pPr>
              <w:pStyle w:val="tabletext00"/>
              <w:rPr>
                <w:ins w:id="377" w:author="Author"/>
              </w:rPr>
            </w:pPr>
            <w:ins w:id="378" w:author="Author">
              <w:r w:rsidRPr="007124C2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A5444" w14:textId="77777777" w:rsidR="009713FD" w:rsidRPr="007124C2" w:rsidRDefault="009713FD" w:rsidP="001A0DBC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F8DB7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80" w:author="Author"/>
              </w:rPr>
            </w:pPr>
            <w:ins w:id="381" w:author="Author">
              <w:r w:rsidRPr="007124C2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C9D97" w14:textId="77777777" w:rsidR="009713FD" w:rsidRPr="007124C2" w:rsidRDefault="009713FD" w:rsidP="001A0DBC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68A4A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83" w:author="Author"/>
              </w:rPr>
            </w:pPr>
            <w:ins w:id="384" w:author="Author">
              <w:r w:rsidRPr="007124C2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409F5" w14:textId="77777777" w:rsidR="009713FD" w:rsidRPr="007124C2" w:rsidRDefault="009713FD" w:rsidP="001A0DBC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EC403" w14:textId="77777777" w:rsidR="009713FD" w:rsidRPr="007124C2" w:rsidRDefault="009713FD" w:rsidP="001A0DBC">
            <w:pPr>
              <w:pStyle w:val="tabletext00"/>
              <w:rPr>
                <w:ins w:id="386" w:author="Author"/>
              </w:rPr>
            </w:pPr>
            <w:ins w:id="387" w:author="Author">
              <w:r w:rsidRPr="007124C2">
                <w:t>291</w:t>
              </w:r>
            </w:ins>
          </w:p>
        </w:tc>
      </w:tr>
      <w:tr w:rsidR="009713FD" w:rsidRPr="007124C2" w14:paraId="47D42A0F" w14:textId="77777777" w:rsidTr="001A0DBC">
        <w:trPr>
          <w:cantSplit/>
          <w:trHeight w:val="190"/>
          <w:ins w:id="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8C797E" w14:textId="77777777" w:rsidR="009713FD" w:rsidRPr="007124C2" w:rsidRDefault="009713FD" w:rsidP="001A0DBC">
            <w:pPr>
              <w:pStyle w:val="tabletext00"/>
              <w:rPr>
                <w:ins w:id="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D9890" w14:textId="77777777" w:rsidR="009713FD" w:rsidRPr="007124C2" w:rsidRDefault="009713FD" w:rsidP="001A0DBC">
            <w:pPr>
              <w:pStyle w:val="tabletext00"/>
              <w:jc w:val="center"/>
              <w:rPr>
                <w:ins w:id="390" w:author="Author"/>
              </w:rPr>
            </w:pPr>
            <w:ins w:id="391" w:author="Author">
              <w:r w:rsidRPr="007124C2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29239" w14:textId="77777777" w:rsidR="009713FD" w:rsidRPr="007124C2" w:rsidRDefault="009713FD" w:rsidP="001A0DBC">
            <w:pPr>
              <w:pStyle w:val="tabletext00"/>
              <w:rPr>
                <w:ins w:id="392" w:author="Author"/>
              </w:rPr>
            </w:pPr>
            <w:ins w:id="393" w:author="Author">
              <w:r w:rsidRPr="007124C2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05A3D" w14:textId="77777777" w:rsidR="009713FD" w:rsidRPr="007124C2" w:rsidRDefault="009713FD" w:rsidP="001A0DBC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2C595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95" w:author="Author"/>
              </w:rPr>
            </w:pPr>
            <w:ins w:id="396" w:author="Author">
              <w:r w:rsidRPr="007124C2">
                <w:t>2478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29C6D" w14:textId="77777777" w:rsidR="009713FD" w:rsidRPr="007124C2" w:rsidRDefault="009713FD" w:rsidP="001A0DBC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7DD62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398" w:author="Author"/>
              </w:rPr>
            </w:pPr>
            <w:ins w:id="399" w:author="Author">
              <w:r w:rsidRPr="007124C2">
                <w:t>790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C4E5FF" w14:textId="77777777" w:rsidR="009713FD" w:rsidRPr="007124C2" w:rsidRDefault="009713FD" w:rsidP="001A0DBC">
            <w:pPr>
              <w:pStyle w:val="tabletext00"/>
              <w:jc w:val="right"/>
              <w:rPr>
                <w:ins w:id="40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848F8" w14:textId="77777777" w:rsidR="009713FD" w:rsidRPr="007124C2" w:rsidRDefault="009713FD" w:rsidP="001A0DBC">
            <w:pPr>
              <w:pStyle w:val="tabletext00"/>
              <w:rPr>
                <w:ins w:id="401" w:author="Author"/>
              </w:rPr>
            </w:pPr>
            <w:ins w:id="402" w:author="Author">
              <w:r w:rsidRPr="007124C2">
                <w:t>311</w:t>
              </w:r>
            </w:ins>
          </w:p>
        </w:tc>
      </w:tr>
      <w:tr w:rsidR="009713FD" w:rsidRPr="007124C2" w14:paraId="53417BC9" w14:textId="77777777" w:rsidTr="001A0DBC">
        <w:trPr>
          <w:cantSplit/>
          <w:trHeight w:val="190"/>
          <w:ins w:id="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5E64BB" w14:textId="77777777" w:rsidR="009713FD" w:rsidRPr="007124C2" w:rsidRDefault="009713FD" w:rsidP="001A0DBC">
            <w:pPr>
              <w:pStyle w:val="tabletext00"/>
              <w:rPr>
                <w:ins w:id="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B2743" w14:textId="77777777" w:rsidR="009713FD" w:rsidRPr="007124C2" w:rsidRDefault="009713FD" w:rsidP="001A0DBC">
            <w:pPr>
              <w:pStyle w:val="tabletext00"/>
              <w:jc w:val="center"/>
              <w:rPr>
                <w:ins w:id="405" w:author="Author"/>
              </w:rPr>
            </w:pPr>
            <w:ins w:id="406" w:author="Author">
              <w:r w:rsidRPr="007124C2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DFA34" w14:textId="77777777" w:rsidR="009713FD" w:rsidRPr="007124C2" w:rsidRDefault="009713FD" w:rsidP="001A0DBC">
            <w:pPr>
              <w:pStyle w:val="tabletext00"/>
              <w:rPr>
                <w:ins w:id="407" w:author="Author"/>
              </w:rPr>
            </w:pPr>
            <w:ins w:id="408" w:author="Author">
              <w:r w:rsidRPr="007124C2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44D98" w14:textId="77777777" w:rsidR="009713FD" w:rsidRPr="007124C2" w:rsidRDefault="009713FD" w:rsidP="001A0DBC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19C9B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10" w:author="Author"/>
              </w:rPr>
            </w:pPr>
            <w:ins w:id="411" w:author="Author">
              <w:r w:rsidRPr="007124C2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1BEB9" w14:textId="77777777" w:rsidR="009713FD" w:rsidRPr="007124C2" w:rsidRDefault="009713FD" w:rsidP="001A0DBC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EA5F0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13" w:author="Author"/>
              </w:rPr>
            </w:pPr>
            <w:ins w:id="414" w:author="Author">
              <w:r w:rsidRPr="007124C2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09CC9" w14:textId="77777777" w:rsidR="009713FD" w:rsidRPr="007124C2" w:rsidRDefault="009713FD" w:rsidP="001A0DBC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BB87D" w14:textId="77777777" w:rsidR="009713FD" w:rsidRPr="007124C2" w:rsidRDefault="009713FD" w:rsidP="001A0DBC">
            <w:pPr>
              <w:pStyle w:val="tabletext00"/>
              <w:rPr>
                <w:ins w:id="416" w:author="Author"/>
              </w:rPr>
            </w:pPr>
            <w:ins w:id="417" w:author="Author">
              <w:r w:rsidRPr="007124C2">
                <w:t>281</w:t>
              </w:r>
            </w:ins>
          </w:p>
        </w:tc>
      </w:tr>
      <w:tr w:rsidR="009713FD" w:rsidRPr="007124C2" w14:paraId="4CA3210F" w14:textId="77777777" w:rsidTr="001A0DBC">
        <w:trPr>
          <w:cantSplit/>
          <w:trHeight w:val="190"/>
          <w:ins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36A8D6" w14:textId="77777777" w:rsidR="009713FD" w:rsidRPr="007124C2" w:rsidRDefault="009713FD" w:rsidP="001A0DBC">
            <w:pPr>
              <w:pStyle w:val="tabletext00"/>
              <w:rPr>
                <w:ins w:id="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7D2E9" w14:textId="77777777" w:rsidR="009713FD" w:rsidRPr="007124C2" w:rsidRDefault="009713FD" w:rsidP="001A0DBC">
            <w:pPr>
              <w:pStyle w:val="tabletext00"/>
              <w:jc w:val="center"/>
              <w:rPr>
                <w:ins w:id="420" w:author="Author"/>
              </w:rPr>
            </w:pPr>
            <w:ins w:id="421" w:author="Author">
              <w:r w:rsidRPr="007124C2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32530" w14:textId="77777777" w:rsidR="009713FD" w:rsidRPr="007124C2" w:rsidRDefault="009713FD" w:rsidP="001A0DBC">
            <w:pPr>
              <w:pStyle w:val="tabletext00"/>
              <w:rPr>
                <w:ins w:id="422" w:author="Author"/>
              </w:rPr>
            </w:pPr>
            <w:ins w:id="423" w:author="Author">
              <w:r w:rsidRPr="007124C2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67589" w14:textId="77777777" w:rsidR="009713FD" w:rsidRPr="007124C2" w:rsidRDefault="009713FD" w:rsidP="001A0DBC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7CD1A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25" w:author="Author"/>
              </w:rPr>
            </w:pPr>
            <w:ins w:id="426" w:author="Author">
              <w:r w:rsidRPr="007124C2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45175" w14:textId="77777777" w:rsidR="009713FD" w:rsidRPr="007124C2" w:rsidRDefault="009713FD" w:rsidP="001A0DBC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E5EEBD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28" w:author="Author"/>
              </w:rPr>
            </w:pPr>
            <w:ins w:id="429" w:author="Author">
              <w:r w:rsidRPr="007124C2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49E9B" w14:textId="77777777" w:rsidR="009713FD" w:rsidRPr="007124C2" w:rsidRDefault="009713FD" w:rsidP="001A0DBC">
            <w:pPr>
              <w:pStyle w:val="tabletext00"/>
              <w:jc w:val="right"/>
              <w:rPr>
                <w:ins w:id="43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560E6" w14:textId="77777777" w:rsidR="009713FD" w:rsidRPr="007124C2" w:rsidRDefault="009713FD" w:rsidP="001A0DBC">
            <w:pPr>
              <w:pStyle w:val="tabletext00"/>
              <w:rPr>
                <w:ins w:id="431" w:author="Author"/>
              </w:rPr>
            </w:pPr>
            <w:ins w:id="432" w:author="Author">
              <w:r w:rsidRPr="007124C2">
                <w:t>275</w:t>
              </w:r>
            </w:ins>
          </w:p>
        </w:tc>
      </w:tr>
      <w:tr w:rsidR="009713FD" w:rsidRPr="007124C2" w14:paraId="2119E3E8" w14:textId="77777777" w:rsidTr="001A0DBC">
        <w:trPr>
          <w:cantSplit/>
          <w:trHeight w:val="190"/>
          <w:ins w:id="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381D8F" w14:textId="77777777" w:rsidR="009713FD" w:rsidRPr="007124C2" w:rsidRDefault="009713FD" w:rsidP="001A0DBC">
            <w:pPr>
              <w:pStyle w:val="tabletext00"/>
              <w:rPr>
                <w:ins w:id="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2BA02" w14:textId="77777777" w:rsidR="009713FD" w:rsidRPr="007124C2" w:rsidRDefault="009713FD" w:rsidP="001A0DBC">
            <w:pPr>
              <w:pStyle w:val="tabletext00"/>
              <w:jc w:val="center"/>
              <w:rPr>
                <w:ins w:id="435" w:author="Author"/>
              </w:rPr>
            </w:pPr>
            <w:ins w:id="436" w:author="Author">
              <w:r w:rsidRPr="007124C2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6CE5E" w14:textId="77777777" w:rsidR="009713FD" w:rsidRPr="007124C2" w:rsidRDefault="009713FD" w:rsidP="001A0DBC">
            <w:pPr>
              <w:pStyle w:val="tabletext00"/>
              <w:rPr>
                <w:ins w:id="437" w:author="Author"/>
              </w:rPr>
            </w:pPr>
            <w:ins w:id="438" w:author="Author">
              <w:r w:rsidRPr="007124C2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7DEB8" w14:textId="77777777" w:rsidR="009713FD" w:rsidRPr="007124C2" w:rsidRDefault="009713FD" w:rsidP="001A0DBC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47E1FB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40" w:author="Author"/>
              </w:rPr>
            </w:pPr>
            <w:ins w:id="441" w:author="Author">
              <w:r w:rsidRPr="007124C2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52950" w14:textId="77777777" w:rsidR="009713FD" w:rsidRPr="007124C2" w:rsidRDefault="009713FD" w:rsidP="001A0DBC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FE8E58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43" w:author="Author"/>
              </w:rPr>
            </w:pPr>
            <w:ins w:id="444" w:author="Author">
              <w:r w:rsidRPr="007124C2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7AD37" w14:textId="77777777" w:rsidR="009713FD" w:rsidRPr="007124C2" w:rsidRDefault="009713FD" w:rsidP="001A0DBC">
            <w:pPr>
              <w:pStyle w:val="tabletext00"/>
              <w:jc w:val="right"/>
              <w:rPr>
                <w:ins w:id="44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D22B9" w14:textId="77777777" w:rsidR="009713FD" w:rsidRPr="007124C2" w:rsidRDefault="009713FD" w:rsidP="001A0DBC">
            <w:pPr>
              <w:pStyle w:val="tabletext00"/>
              <w:rPr>
                <w:ins w:id="446" w:author="Author"/>
              </w:rPr>
            </w:pPr>
            <w:ins w:id="447" w:author="Author">
              <w:r w:rsidRPr="007124C2">
                <w:t>345</w:t>
              </w:r>
            </w:ins>
          </w:p>
        </w:tc>
      </w:tr>
      <w:tr w:rsidR="009713FD" w:rsidRPr="007124C2" w14:paraId="654ED922" w14:textId="77777777" w:rsidTr="001A0DBC">
        <w:trPr>
          <w:cantSplit/>
          <w:trHeight w:val="190"/>
          <w:ins w:id="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4906CE" w14:textId="77777777" w:rsidR="009713FD" w:rsidRPr="007124C2" w:rsidRDefault="009713FD" w:rsidP="001A0DBC">
            <w:pPr>
              <w:pStyle w:val="tabletext00"/>
              <w:rPr>
                <w:ins w:id="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710A4" w14:textId="77777777" w:rsidR="009713FD" w:rsidRPr="007124C2" w:rsidRDefault="009713FD" w:rsidP="001A0DBC">
            <w:pPr>
              <w:pStyle w:val="tabletext00"/>
              <w:jc w:val="center"/>
              <w:rPr>
                <w:ins w:id="450" w:author="Author"/>
              </w:rPr>
            </w:pPr>
            <w:ins w:id="451" w:author="Author">
              <w:r w:rsidRPr="007124C2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6042D" w14:textId="77777777" w:rsidR="009713FD" w:rsidRPr="007124C2" w:rsidRDefault="009713FD" w:rsidP="001A0DBC">
            <w:pPr>
              <w:pStyle w:val="tabletext00"/>
              <w:rPr>
                <w:ins w:id="452" w:author="Author"/>
              </w:rPr>
            </w:pPr>
            <w:ins w:id="453" w:author="Author">
              <w:r w:rsidRPr="007124C2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AE65A" w14:textId="77777777" w:rsidR="009713FD" w:rsidRPr="007124C2" w:rsidRDefault="009713FD" w:rsidP="001A0DBC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3CBEC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55" w:author="Author"/>
              </w:rPr>
            </w:pPr>
            <w:ins w:id="456" w:author="Author">
              <w:r w:rsidRPr="007124C2"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2E7EE" w14:textId="77777777" w:rsidR="009713FD" w:rsidRPr="007124C2" w:rsidRDefault="009713FD" w:rsidP="001A0DBC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98405B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58" w:author="Author"/>
              </w:rPr>
            </w:pPr>
            <w:ins w:id="459" w:author="Author">
              <w:r w:rsidRPr="007124C2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E9CFAA" w14:textId="77777777" w:rsidR="009713FD" w:rsidRPr="007124C2" w:rsidRDefault="009713FD" w:rsidP="001A0DBC">
            <w:pPr>
              <w:pStyle w:val="tabletext00"/>
              <w:jc w:val="right"/>
              <w:rPr>
                <w:ins w:id="46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0A4CB" w14:textId="77777777" w:rsidR="009713FD" w:rsidRPr="007124C2" w:rsidRDefault="009713FD" w:rsidP="001A0DBC">
            <w:pPr>
              <w:pStyle w:val="tabletext00"/>
              <w:rPr>
                <w:ins w:id="461" w:author="Author"/>
              </w:rPr>
            </w:pPr>
            <w:ins w:id="462" w:author="Author">
              <w:r w:rsidRPr="007124C2">
                <w:t>277</w:t>
              </w:r>
            </w:ins>
          </w:p>
        </w:tc>
      </w:tr>
      <w:tr w:rsidR="009713FD" w:rsidRPr="007124C2" w14:paraId="425FD553" w14:textId="77777777" w:rsidTr="001A0DBC">
        <w:trPr>
          <w:cantSplit/>
          <w:trHeight w:val="190"/>
          <w:ins w:id="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ECE1F1" w14:textId="77777777" w:rsidR="009713FD" w:rsidRPr="007124C2" w:rsidRDefault="009713FD" w:rsidP="001A0DBC">
            <w:pPr>
              <w:pStyle w:val="tabletext00"/>
              <w:rPr>
                <w:ins w:id="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4A64E" w14:textId="77777777" w:rsidR="009713FD" w:rsidRPr="007124C2" w:rsidRDefault="009713FD" w:rsidP="001A0DBC">
            <w:pPr>
              <w:pStyle w:val="tabletext00"/>
              <w:jc w:val="center"/>
              <w:rPr>
                <w:ins w:id="465" w:author="Author"/>
              </w:rPr>
            </w:pPr>
            <w:ins w:id="466" w:author="Author">
              <w:r w:rsidRPr="007124C2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CA50" w14:textId="77777777" w:rsidR="009713FD" w:rsidRPr="007124C2" w:rsidRDefault="009713FD" w:rsidP="001A0DBC">
            <w:pPr>
              <w:pStyle w:val="tabletext00"/>
              <w:rPr>
                <w:ins w:id="467" w:author="Author"/>
              </w:rPr>
            </w:pPr>
            <w:ins w:id="468" w:author="Author">
              <w:r w:rsidRPr="007124C2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3A3FF1" w14:textId="77777777" w:rsidR="009713FD" w:rsidRPr="007124C2" w:rsidRDefault="009713FD" w:rsidP="001A0DBC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B3FB6F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70" w:author="Author"/>
              </w:rPr>
            </w:pPr>
            <w:ins w:id="471" w:author="Author">
              <w:r w:rsidRPr="007124C2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1A6F7" w14:textId="77777777" w:rsidR="009713FD" w:rsidRPr="007124C2" w:rsidRDefault="009713FD" w:rsidP="001A0DBC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F432D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73" w:author="Author"/>
              </w:rPr>
            </w:pPr>
            <w:ins w:id="474" w:author="Author">
              <w:r w:rsidRPr="007124C2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0C8F9" w14:textId="77777777" w:rsidR="009713FD" w:rsidRPr="007124C2" w:rsidRDefault="009713FD" w:rsidP="001A0DBC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9AD812" w14:textId="77777777" w:rsidR="009713FD" w:rsidRPr="007124C2" w:rsidRDefault="009713FD" w:rsidP="001A0DBC">
            <w:pPr>
              <w:pStyle w:val="tabletext00"/>
              <w:rPr>
                <w:ins w:id="476" w:author="Author"/>
              </w:rPr>
            </w:pPr>
            <w:ins w:id="477" w:author="Author">
              <w:r w:rsidRPr="007124C2">
                <w:t>281</w:t>
              </w:r>
            </w:ins>
          </w:p>
        </w:tc>
      </w:tr>
      <w:tr w:rsidR="009713FD" w:rsidRPr="007124C2" w14:paraId="46F33ED8" w14:textId="77777777" w:rsidTr="001A0DBC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87A020" w14:textId="77777777" w:rsidR="009713FD" w:rsidRPr="007124C2" w:rsidRDefault="009713FD" w:rsidP="001A0DBC">
            <w:pPr>
              <w:pStyle w:val="tabletext00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6D6B2" w14:textId="77777777" w:rsidR="009713FD" w:rsidRPr="007124C2" w:rsidRDefault="009713FD" w:rsidP="001A0DBC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7124C2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75A3C" w14:textId="77777777" w:rsidR="009713FD" w:rsidRPr="007124C2" w:rsidRDefault="009713FD" w:rsidP="001A0DBC">
            <w:pPr>
              <w:pStyle w:val="tabletext00"/>
              <w:rPr>
                <w:ins w:id="482" w:author="Author"/>
              </w:rPr>
            </w:pPr>
            <w:ins w:id="483" w:author="Author">
              <w:r w:rsidRPr="007124C2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D751C" w14:textId="77777777" w:rsidR="009713FD" w:rsidRPr="007124C2" w:rsidRDefault="009713FD" w:rsidP="001A0DBC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26752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85" w:author="Author"/>
              </w:rPr>
            </w:pPr>
            <w:ins w:id="486" w:author="Author">
              <w:r w:rsidRPr="007124C2"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29ED0" w14:textId="77777777" w:rsidR="009713FD" w:rsidRPr="007124C2" w:rsidRDefault="009713FD" w:rsidP="001A0DBC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236C3B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488" w:author="Author"/>
              </w:rPr>
            </w:pPr>
            <w:ins w:id="489" w:author="Author">
              <w:r w:rsidRPr="007124C2"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FBBEAA" w14:textId="77777777" w:rsidR="009713FD" w:rsidRPr="007124C2" w:rsidRDefault="009713FD" w:rsidP="001A0DBC">
            <w:pPr>
              <w:pStyle w:val="tabletext00"/>
              <w:jc w:val="right"/>
              <w:rPr>
                <w:ins w:id="49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E788A" w14:textId="77777777" w:rsidR="009713FD" w:rsidRPr="007124C2" w:rsidRDefault="009713FD" w:rsidP="001A0DBC">
            <w:pPr>
              <w:pStyle w:val="tabletext00"/>
              <w:rPr>
                <w:ins w:id="491" w:author="Author"/>
              </w:rPr>
            </w:pPr>
            <w:ins w:id="492" w:author="Author">
              <w:r w:rsidRPr="007124C2">
                <w:t>281</w:t>
              </w:r>
            </w:ins>
          </w:p>
        </w:tc>
      </w:tr>
      <w:tr w:rsidR="009713FD" w:rsidRPr="007124C2" w14:paraId="20904E0A" w14:textId="77777777" w:rsidTr="001A0DBC">
        <w:trPr>
          <w:cantSplit/>
          <w:trHeight w:val="190"/>
          <w:ins w:id="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BEAFEB" w14:textId="77777777" w:rsidR="009713FD" w:rsidRPr="007124C2" w:rsidRDefault="009713FD" w:rsidP="001A0DBC">
            <w:pPr>
              <w:pStyle w:val="tabletext00"/>
              <w:rPr>
                <w:ins w:id="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FC734" w14:textId="77777777" w:rsidR="009713FD" w:rsidRPr="007124C2" w:rsidRDefault="009713FD" w:rsidP="001A0DBC">
            <w:pPr>
              <w:pStyle w:val="tabletext00"/>
              <w:jc w:val="center"/>
              <w:rPr>
                <w:ins w:id="495" w:author="Author"/>
              </w:rPr>
            </w:pPr>
            <w:ins w:id="496" w:author="Author">
              <w:r w:rsidRPr="007124C2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9E10B" w14:textId="77777777" w:rsidR="009713FD" w:rsidRPr="007124C2" w:rsidRDefault="009713FD" w:rsidP="001A0DBC">
            <w:pPr>
              <w:pStyle w:val="tabletext00"/>
              <w:rPr>
                <w:ins w:id="497" w:author="Author"/>
              </w:rPr>
            </w:pPr>
            <w:ins w:id="498" w:author="Author">
              <w:r w:rsidRPr="007124C2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7B43F4" w14:textId="77777777" w:rsidR="009713FD" w:rsidRPr="007124C2" w:rsidRDefault="009713FD" w:rsidP="001A0DBC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AC346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00" w:author="Author"/>
              </w:rPr>
            </w:pPr>
            <w:ins w:id="501" w:author="Author">
              <w:r w:rsidRPr="007124C2"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525A41" w14:textId="77777777" w:rsidR="009713FD" w:rsidRPr="007124C2" w:rsidRDefault="009713FD" w:rsidP="001A0DBC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5D32F9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03" w:author="Author"/>
              </w:rPr>
            </w:pPr>
            <w:ins w:id="504" w:author="Author">
              <w:r w:rsidRPr="007124C2"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95F9D" w14:textId="77777777" w:rsidR="009713FD" w:rsidRPr="007124C2" w:rsidRDefault="009713FD" w:rsidP="001A0DBC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55C5C1" w14:textId="77777777" w:rsidR="009713FD" w:rsidRPr="007124C2" w:rsidRDefault="009713FD" w:rsidP="001A0DBC">
            <w:pPr>
              <w:pStyle w:val="tabletext00"/>
              <w:rPr>
                <w:ins w:id="506" w:author="Author"/>
              </w:rPr>
            </w:pPr>
            <w:ins w:id="507" w:author="Author">
              <w:r w:rsidRPr="007124C2">
                <w:t>331</w:t>
              </w:r>
            </w:ins>
          </w:p>
        </w:tc>
      </w:tr>
      <w:tr w:rsidR="009713FD" w:rsidRPr="007124C2" w14:paraId="1503088E" w14:textId="77777777" w:rsidTr="001A0DBC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0E8FB3" w14:textId="77777777" w:rsidR="009713FD" w:rsidRPr="007124C2" w:rsidRDefault="009713FD" w:rsidP="001A0DBC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BBD76" w14:textId="77777777" w:rsidR="009713FD" w:rsidRPr="007124C2" w:rsidRDefault="009713FD" w:rsidP="001A0DBC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7124C2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0463C" w14:textId="77777777" w:rsidR="009713FD" w:rsidRPr="007124C2" w:rsidRDefault="009713FD" w:rsidP="001A0DBC">
            <w:pPr>
              <w:pStyle w:val="tabletext00"/>
              <w:rPr>
                <w:ins w:id="512" w:author="Author"/>
              </w:rPr>
            </w:pPr>
            <w:ins w:id="513" w:author="Author">
              <w:r w:rsidRPr="007124C2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35AFD" w14:textId="77777777" w:rsidR="009713FD" w:rsidRPr="007124C2" w:rsidRDefault="009713FD" w:rsidP="001A0DBC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68B07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7124C2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B073C6" w14:textId="77777777" w:rsidR="009713FD" w:rsidRPr="007124C2" w:rsidRDefault="009713FD" w:rsidP="001A0DBC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561972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18" w:author="Author"/>
              </w:rPr>
            </w:pPr>
            <w:ins w:id="519" w:author="Author">
              <w:r w:rsidRPr="007124C2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AEBD4" w14:textId="77777777" w:rsidR="009713FD" w:rsidRPr="007124C2" w:rsidRDefault="009713FD" w:rsidP="001A0DBC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D5ED71" w14:textId="77777777" w:rsidR="009713FD" w:rsidRPr="007124C2" w:rsidRDefault="009713FD" w:rsidP="001A0DBC">
            <w:pPr>
              <w:pStyle w:val="tabletext00"/>
              <w:rPr>
                <w:ins w:id="521" w:author="Author"/>
              </w:rPr>
            </w:pPr>
            <w:ins w:id="522" w:author="Author">
              <w:r w:rsidRPr="007124C2">
                <w:t>275</w:t>
              </w:r>
            </w:ins>
          </w:p>
        </w:tc>
      </w:tr>
      <w:tr w:rsidR="009713FD" w:rsidRPr="007124C2" w14:paraId="561CC485" w14:textId="77777777" w:rsidTr="001A0DBC">
        <w:trPr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6BF6C5" w14:textId="77777777" w:rsidR="009713FD" w:rsidRPr="007124C2" w:rsidRDefault="009713FD" w:rsidP="001A0DBC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6AC79" w14:textId="77777777" w:rsidR="009713FD" w:rsidRPr="007124C2" w:rsidRDefault="009713FD" w:rsidP="001A0DBC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7124C2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36DAF" w14:textId="77777777" w:rsidR="009713FD" w:rsidRPr="007124C2" w:rsidRDefault="009713FD" w:rsidP="001A0DBC">
            <w:pPr>
              <w:pStyle w:val="tabletext00"/>
              <w:rPr>
                <w:ins w:id="527" w:author="Author"/>
              </w:rPr>
            </w:pPr>
            <w:ins w:id="528" w:author="Author">
              <w:r w:rsidRPr="007124C2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3903D" w14:textId="77777777" w:rsidR="009713FD" w:rsidRPr="007124C2" w:rsidRDefault="009713FD" w:rsidP="001A0DBC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160CE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7124C2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BA736" w14:textId="77777777" w:rsidR="009713FD" w:rsidRPr="007124C2" w:rsidRDefault="009713FD" w:rsidP="001A0DBC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7A9D6E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33" w:author="Author"/>
              </w:rPr>
            </w:pPr>
            <w:ins w:id="534" w:author="Author">
              <w:r w:rsidRPr="007124C2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6647E" w14:textId="77777777" w:rsidR="009713FD" w:rsidRPr="007124C2" w:rsidRDefault="009713FD" w:rsidP="001A0DBC">
            <w:pPr>
              <w:pStyle w:val="tabletext00"/>
              <w:jc w:val="right"/>
              <w:rPr>
                <w:ins w:id="53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7A2651" w14:textId="77777777" w:rsidR="009713FD" w:rsidRPr="007124C2" w:rsidRDefault="009713FD" w:rsidP="001A0DBC">
            <w:pPr>
              <w:pStyle w:val="tabletext00"/>
              <w:rPr>
                <w:ins w:id="536" w:author="Author"/>
              </w:rPr>
            </w:pPr>
            <w:ins w:id="537" w:author="Author">
              <w:r w:rsidRPr="007124C2">
                <w:t>345</w:t>
              </w:r>
            </w:ins>
          </w:p>
        </w:tc>
      </w:tr>
      <w:tr w:rsidR="009713FD" w:rsidRPr="007124C2" w14:paraId="7DE34B5A" w14:textId="77777777" w:rsidTr="001A0DBC">
        <w:trPr>
          <w:cantSplit/>
          <w:trHeight w:val="190"/>
          <w:ins w:id="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AC0D04" w14:textId="77777777" w:rsidR="009713FD" w:rsidRPr="007124C2" w:rsidRDefault="009713FD" w:rsidP="001A0DBC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1F1A" w14:textId="77777777" w:rsidR="009713FD" w:rsidRPr="007124C2" w:rsidRDefault="009713FD" w:rsidP="001A0DBC">
            <w:pPr>
              <w:pStyle w:val="tabletext00"/>
              <w:jc w:val="center"/>
              <w:rPr>
                <w:ins w:id="540" w:author="Author"/>
              </w:rPr>
            </w:pPr>
            <w:ins w:id="541" w:author="Author">
              <w:r w:rsidRPr="007124C2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221AF" w14:textId="77777777" w:rsidR="009713FD" w:rsidRPr="007124C2" w:rsidRDefault="009713FD" w:rsidP="001A0DBC">
            <w:pPr>
              <w:pStyle w:val="tabletext00"/>
              <w:rPr>
                <w:ins w:id="542" w:author="Author"/>
              </w:rPr>
            </w:pPr>
            <w:ins w:id="543" w:author="Author">
              <w:r w:rsidRPr="007124C2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2E628" w14:textId="77777777" w:rsidR="009713FD" w:rsidRPr="007124C2" w:rsidRDefault="009713FD" w:rsidP="001A0DBC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44D1F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45" w:author="Author"/>
              </w:rPr>
            </w:pPr>
            <w:ins w:id="546" w:author="Author">
              <w:r w:rsidRPr="007124C2"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F67C4" w14:textId="77777777" w:rsidR="009713FD" w:rsidRPr="007124C2" w:rsidRDefault="009713FD" w:rsidP="001A0DBC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CAB4F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48" w:author="Author"/>
              </w:rPr>
            </w:pPr>
            <w:ins w:id="549" w:author="Author">
              <w:r w:rsidRPr="007124C2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E4DF20" w14:textId="77777777" w:rsidR="009713FD" w:rsidRPr="007124C2" w:rsidRDefault="009713FD" w:rsidP="001A0DBC">
            <w:pPr>
              <w:pStyle w:val="tabletext00"/>
              <w:jc w:val="right"/>
              <w:rPr>
                <w:ins w:id="55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097FB" w14:textId="77777777" w:rsidR="009713FD" w:rsidRPr="007124C2" w:rsidRDefault="009713FD" w:rsidP="001A0DBC">
            <w:pPr>
              <w:pStyle w:val="tabletext00"/>
              <w:rPr>
                <w:ins w:id="551" w:author="Author"/>
              </w:rPr>
            </w:pPr>
            <w:ins w:id="552" w:author="Author">
              <w:r w:rsidRPr="007124C2">
                <w:t>277</w:t>
              </w:r>
            </w:ins>
          </w:p>
        </w:tc>
      </w:tr>
      <w:tr w:rsidR="009713FD" w:rsidRPr="007124C2" w14:paraId="3E1AE5C0" w14:textId="77777777" w:rsidTr="001A0DBC">
        <w:trPr>
          <w:cantSplit/>
          <w:trHeight w:val="190"/>
          <w:ins w:id="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CEAD5D" w14:textId="77777777" w:rsidR="009713FD" w:rsidRPr="007124C2" w:rsidRDefault="009713FD" w:rsidP="001A0DBC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D9163" w14:textId="77777777" w:rsidR="009713FD" w:rsidRPr="007124C2" w:rsidRDefault="009713FD" w:rsidP="001A0DBC">
            <w:pPr>
              <w:pStyle w:val="tabletext00"/>
              <w:jc w:val="center"/>
              <w:rPr>
                <w:ins w:id="555" w:author="Author"/>
              </w:rPr>
            </w:pPr>
            <w:ins w:id="556" w:author="Author">
              <w:r w:rsidRPr="007124C2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F838B" w14:textId="77777777" w:rsidR="009713FD" w:rsidRPr="007124C2" w:rsidRDefault="009713FD" w:rsidP="001A0DBC">
            <w:pPr>
              <w:pStyle w:val="tabletext00"/>
              <w:rPr>
                <w:ins w:id="557" w:author="Author"/>
              </w:rPr>
            </w:pPr>
            <w:ins w:id="558" w:author="Author">
              <w:r w:rsidRPr="007124C2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639A5" w14:textId="77777777" w:rsidR="009713FD" w:rsidRPr="007124C2" w:rsidRDefault="009713FD" w:rsidP="001A0DBC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E5A16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60" w:author="Author"/>
              </w:rPr>
            </w:pPr>
            <w:ins w:id="561" w:author="Author">
              <w:r w:rsidRPr="007124C2"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2F474" w14:textId="77777777" w:rsidR="009713FD" w:rsidRPr="007124C2" w:rsidRDefault="009713FD" w:rsidP="001A0DBC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8E6B8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63" w:author="Author"/>
              </w:rPr>
            </w:pPr>
            <w:ins w:id="564" w:author="Author">
              <w:r w:rsidRPr="007124C2"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82638" w14:textId="77777777" w:rsidR="009713FD" w:rsidRPr="007124C2" w:rsidRDefault="009713FD" w:rsidP="001A0DBC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7EF21C" w14:textId="77777777" w:rsidR="009713FD" w:rsidRPr="007124C2" w:rsidRDefault="009713FD" w:rsidP="001A0DBC">
            <w:pPr>
              <w:pStyle w:val="tabletext00"/>
              <w:rPr>
                <w:ins w:id="566" w:author="Author"/>
              </w:rPr>
            </w:pPr>
            <w:ins w:id="567" w:author="Author">
              <w:r w:rsidRPr="007124C2">
                <w:t>331</w:t>
              </w:r>
            </w:ins>
          </w:p>
        </w:tc>
      </w:tr>
      <w:tr w:rsidR="009713FD" w:rsidRPr="007124C2" w14:paraId="6CEB1107" w14:textId="77777777" w:rsidTr="001A0DBC">
        <w:trPr>
          <w:cantSplit/>
          <w:trHeight w:val="190"/>
          <w:ins w:id="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ECDED4" w14:textId="77777777" w:rsidR="009713FD" w:rsidRPr="007124C2" w:rsidRDefault="009713FD" w:rsidP="001A0DBC">
            <w:pPr>
              <w:pStyle w:val="tabletext00"/>
              <w:rPr>
                <w:ins w:id="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29F5" w14:textId="77777777" w:rsidR="009713FD" w:rsidRPr="007124C2" w:rsidRDefault="009713FD" w:rsidP="001A0DBC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7124C2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65A9" w14:textId="77777777" w:rsidR="009713FD" w:rsidRPr="007124C2" w:rsidRDefault="009713FD" w:rsidP="001A0DBC">
            <w:pPr>
              <w:pStyle w:val="tabletext00"/>
              <w:rPr>
                <w:ins w:id="572" w:author="Author"/>
              </w:rPr>
            </w:pPr>
            <w:ins w:id="573" w:author="Author">
              <w:r w:rsidRPr="007124C2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BCD14" w14:textId="77777777" w:rsidR="009713FD" w:rsidRPr="007124C2" w:rsidRDefault="009713FD" w:rsidP="001A0DBC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573316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75" w:author="Author"/>
              </w:rPr>
            </w:pPr>
            <w:ins w:id="576" w:author="Author">
              <w:r w:rsidRPr="007124C2"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F9D06" w14:textId="77777777" w:rsidR="009713FD" w:rsidRPr="007124C2" w:rsidRDefault="009713FD" w:rsidP="001A0DBC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47B457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78" w:author="Author"/>
              </w:rPr>
            </w:pPr>
            <w:ins w:id="579" w:author="Author">
              <w:r w:rsidRPr="007124C2"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E3A2E" w14:textId="77777777" w:rsidR="009713FD" w:rsidRPr="007124C2" w:rsidRDefault="009713FD" w:rsidP="001A0DBC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AFFFA" w14:textId="77777777" w:rsidR="009713FD" w:rsidRPr="007124C2" w:rsidRDefault="009713FD" w:rsidP="001A0DBC">
            <w:pPr>
              <w:pStyle w:val="tabletext00"/>
              <w:rPr>
                <w:ins w:id="581" w:author="Author"/>
              </w:rPr>
            </w:pPr>
            <w:ins w:id="582" w:author="Author">
              <w:r w:rsidRPr="007124C2">
                <w:t>275</w:t>
              </w:r>
            </w:ins>
          </w:p>
        </w:tc>
      </w:tr>
      <w:tr w:rsidR="009713FD" w:rsidRPr="007124C2" w14:paraId="1D898FF1" w14:textId="77777777" w:rsidTr="001A0DBC">
        <w:trPr>
          <w:cantSplit/>
          <w:trHeight w:val="190"/>
          <w:ins w:id="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F93960" w14:textId="77777777" w:rsidR="009713FD" w:rsidRPr="007124C2" w:rsidRDefault="009713FD" w:rsidP="001A0DBC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AC6DB" w14:textId="77777777" w:rsidR="009713FD" w:rsidRPr="007124C2" w:rsidRDefault="009713FD" w:rsidP="001A0DBC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7124C2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B9520" w14:textId="77777777" w:rsidR="009713FD" w:rsidRPr="007124C2" w:rsidRDefault="009713FD" w:rsidP="001A0DBC">
            <w:pPr>
              <w:pStyle w:val="tabletext00"/>
              <w:rPr>
                <w:ins w:id="587" w:author="Author"/>
              </w:rPr>
            </w:pPr>
            <w:ins w:id="588" w:author="Author">
              <w:r w:rsidRPr="007124C2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4D719" w14:textId="77777777" w:rsidR="009713FD" w:rsidRPr="007124C2" w:rsidRDefault="009713FD" w:rsidP="001A0DBC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CB832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90" w:author="Author"/>
              </w:rPr>
            </w:pPr>
            <w:ins w:id="591" w:author="Author">
              <w:r w:rsidRPr="007124C2">
                <w:t>2587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930F08" w14:textId="77777777" w:rsidR="009713FD" w:rsidRPr="007124C2" w:rsidRDefault="009713FD" w:rsidP="001A0DBC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4A0F1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593" w:author="Author"/>
              </w:rPr>
            </w:pPr>
            <w:ins w:id="594" w:author="Author">
              <w:r w:rsidRPr="007124C2">
                <w:t>1106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EFAEB" w14:textId="77777777" w:rsidR="009713FD" w:rsidRPr="007124C2" w:rsidRDefault="009713FD" w:rsidP="001A0DBC">
            <w:pPr>
              <w:pStyle w:val="tabletext00"/>
              <w:jc w:val="right"/>
              <w:rPr>
                <w:ins w:id="59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3CDA25" w14:textId="77777777" w:rsidR="009713FD" w:rsidRPr="007124C2" w:rsidRDefault="009713FD" w:rsidP="001A0DBC">
            <w:pPr>
              <w:pStyle w:val="tabletext00"/>
              <w:rPr>
                <w:ins w:id="596" w:author="Author"/>
              </w:rPr>
            </w:pPr>
            <w:ins w:id="597" w:author="Author">
              <w:r w:rsidRPr="007124C2">
                <w:t>338</w:t>
              </w:r>
            </w:ins>
          </w:p>
        </w:tc>
      </w:tr>
      <w:tr w:rsidR="009713FD" w:rsidRPr="007124C2" w14:paraId="5DC39CC4" w14:textId="77777777" w:rsidTr="001A0DBC">
        <w:trPr>
          <w:cantSplit/>
          <w:trHeight w:val="190"/>
          <w:ins w:id="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63C381" w14:textId="77777777" w:rsidR="009713FD" w:rsidRPr="007124C2" w:rsidRDefault="009713FD" w:rsidP="001A0DBC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F31F" w14:textId="77777777" w:rsidR="009713FD" w:rsidRPr="007124C2" w:rsidRDefault="009713FD" w:rsidP="001A0DBC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7124C2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EBC23" w14:textId="77777777" w:rsidR="009713FD" w:rsidRPr="007124C2" w:rsidRDefault="009713FD" w:rsidP="001A0DBC">
            <w:pPr>
              <w:pStyle w:val="tabletext00"/>
              <w:rPr>
                <w:ins w:id="602" w:author="Author"/>
              </w:rPr>
            </w:pPr>
            <w:ins w:id="603" w:author="Author">
              <w:r w:rsidRPr="007124C2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F45651" w14:textId="77777777" w:rsidR="009713FD" w:rsidRPr="007124C2" w:rsidRDefault="009713FD" w:rsidP="001A0DBC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045D5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</w:pPr>
            <w:ins w:id="606" w:author="Author">
              <w:r w:rsidRPr="007124C2">
                <w:t>1407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3BF24" w14:textId="77777777" w:rsidR="009713FD" w:rsidRPr="007124C2" w:rsidRDefault="009713FD" w:rsidP="001A0DBC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89BD9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08" w:author="Author"/>
              </w:rPr>
            </w:pPr>
            <w:ins w:id="609" w:author="Author">
              <w:r w:rsidRPr="007124C2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FB085" w14:textId="77777777" w:rsidR="009713FD" w:rsidRPr="007124C2" w:rsidRDefault="009713FD" w:rsidP="001A0DBC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3AC3F" w14:textId="77777777" w:rsidR="009713FD" w:rsidRPr="007124C2" w:rsidRDefault="009713FD" w:rsidP="001A0DBC">
            <w:pPr>
              <w:pStyle w:val="tabletext00"/>
              <w:rPr>
                <w:ins w:id="611" w:author="Author"/>
              </w:rPr>
            </w:pPr>
            <w:ins w:id="612" w:author="Author">
              <w:r w:rsidRPr="007124C2">
                <w:t>282</w:t>
              </w:r>
            </w:ins>
          </w:p>
        </w:tc>
      </w:tr>
      <w:tr w:rsidR="009713FD" w:rsidRPr="007124C2" w14:paraId="5BAFA7AF" w14:textId="77777777" w:rsidTr="001A0DBC">
        <w:trPr>
          <w:cantSplit/>
          <w:trHeight w:val="190"/>
          <w:ins w:id="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61E7AA" w14:textId="77777777" w:rsidR="009713FD" w:rsidRPr="007124C2" w:rsidRDefault="009713FD" w:rsidP="001A0DBC">
            <w:pPr>
              <w:pStyle w:val="tabletext00"/>
              <w:rPr>
                <w:ins w:id="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14425" w14:textId="77777777" w:rsidR="009713FD" w:rsidRPr="007124C2" w:rsidRDefault="009713FD" w:rsidP="001A0DBC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7124C2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FBAE" w14:textId="77777777" w:rsidR="009713FD" w:rsidRPr="007124C2" w:rsidRDefault="009713FD" w:rsidP="001A0DBC">
            <w:pPr>
              <w:pStyle w:val="tabletext00"/>
              <w:rPr>
                <w:ins w:id="617" w:author="Author"/>
              </w:rPr>
            </w:pPr>
            <w:ins w:id="618" w:author="Author">
              <w:r w:rsidRPr="007124C2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743EA" w14:textId="77777777" w:rsidR="009713FD" w:rsidRPr="007124C2" w:rsidRDefault="009713FD" w:rsidP="001A0DBC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452B97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20" w:author="Author"/>
              </w:rPr>
            </w:pPr>
            <w:ins w:id="621" w:author="Author">
              <w:r w:rsidRPr="007124C2">
                <w:t>1909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639EA" w14:textId="77777777" w:rsidR="009713FD" w:rsidRPr="007124C2" w:rsidRDefault="009713FD" w:rsidP="001A0DBC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89BB9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23" w:author="Author"/>
              </w:rPr>
            </w:pPr>
            <w:ins w:id="624" w:author="Author">
              <w:r w:rsidRPr="007124C2">
                <w:t>875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B009D" w14:textId="77777777" w:rsidR="009713FD" w:rsidRPr="007124C2" w:rsidRDefault="009713FD" w:rsidP="001A0DBC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38344" w14:textId="77777777" w:rsidR="009713FD" w:rsidRPr="007124C2" w:rsidRDefault="009713FD" w:rsidP="001A0DBC">
            <w:pPr>
              <w:pStyle w:val="tabletext00"/>
              <w:rPr>
                <w:ins w:id="626" w:author="Author"/>
              </w:rPr>
            </w:pPr>
            <w:ins w:id="627" w:author="Author">
              <w:r w:rsidRPr="007124C2">
                <w:t>351</w:t>
              </w:r>
            </w:ins>
          </w:p>
        </w:tc>
      </w:tr>
      <w:tr w:rsidR="009713FD" w:rsidRPr="007124C2" w14:paraId="3D54172B" w14:textId="77777777" w:rsidTr="001A0DBC">
        <w:trPr>
          <w:cantSplit/>
          <w:trHeight w:val="190"/>
          <w:ins w:id="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C0D88F" w14:textId="77777777" w:rsidR="009713FD" w:rsidRPr="007124C2" w:rsidRDefault="009713FD" w:rsidP="001A0DBC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0ED0C" w14:textId="77777777" w:rsidR="009713FD" w:rsidRPr="007124C2" w:rsidRDefault="009713FD" w:rsidP="001A0DBC">
            <w:pPr>
              <w:pStyle w:val="tabletext00"/>
              <w:jc w:val="center"/>
              <w:rPr>
                <w:ins w:id="630" w:author="Author"/>
              </w:rPr>
            </w:pPr>
            <w:ins w:id="631" w:author="Author">
              <w:r w:rsidRPr="007124C2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2AC05" w14:textId="77777777" w:rsidR="009713FD" w:rsidRPr="007124C2" w:rsidRDefault="009713FD" w:rsidP="001A0DBC">
            <w:pPr>
              <w:pStyle w:val="tabletext00"/>
              <w:rPr>
                <w:ins w:id="632" w:author="Author"/>
              </w:rPr>
            </w:pPr>
            <w:ins w:id="633" w:author="Author">
              <w:r w:rsidRPr="007124C2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DFA4F" w14:textId="77777777" w:rsidR="009713FD" w:rsidRPr="007124C2" w:rsidRDefault="009713FD" w:rsidP="001A0DBC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86EE8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35" w:author="Author"/>
              </w:rPr>
            </w:pPr>
            <w:ins w:id="636" w:author="Author">
              <w:r w:rsidRPr="007124C2">
                <w:t>1947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639BAF" w14:textId="77777777" w:rsidR="009713FD" w:rsidRPr="007124C2" w:rsidRDefault="009713FD" w:rsidP="001A0DBC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88DE0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38" w:author="Author"/>
              </w:rPr>
            </w:pPr>
            <w:ins w:id="639" w:author="Author">
              <w:r w:rsidRPr="007124C2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7833F" w14:textId="77777777" w:rsidR="009713FD" w:rsidRPr="007124C2" w:rsidRDefault="009713FD" w:rsidP="001A0DBC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2DC8E" w14:textId="77777777" w:rsidR="009713FD" w:rsidRPr="007124C2" w:rsidRDefault="009713FD" w:rsidP="001A0DBC">
            <w:pPr>
              <w:pStyle w:val="tabletext00"/>
              <w:rPr>
                <w:ins w:id="641" w:author="Author"/>
              </w:rPr>
            </w:pPr>
            <w:ins w:id="642" w:author="Author">
              <w:r w:rsidRPr="007124C2">
                <w:t>281</w:t>
              </w:r>
            </w:ins>
          </w:p>
        </w:tc>
      </w:tr>
      <w:tr w:rsidR="009713FD" w:rsidRPr="007124C2" w14:paraId="1BF2C68C" w14:textId="77777777" w:rsidTr="001A0DBC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098F75" w14:textId="77777777" w:rsidR="009713FD" w:rsidRPr="007124C2" w:rsidRDefault="009713FD" w:rsidP="001A0DBC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1563E" w14:textId="77777777" w:rsidR="009713FD" w:rsidRPr="007124C2" w:rsidRDefault="009713FD" w:rsidP="001A0DBC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7124C2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66118" w14:textId="77777777" w:rsidR="009713FD" w:rsidRPr="007124C2" w:rsidRDefault="009713FD" w:rsidP="001A0DBC">
            <w:pPr>
              <w:pStyle w:val="tabletext00"/>
              <w:rPr>
                <w:ins w:id="647" w:author="Author"/>
              </w:rPr>
            </w:pPr>
            <w:ins w:id="648" w:author="Author">
              <w:r w:rsidRPr="007124C2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77DA7" w14:textId="77777777" w:rsidR="009713FD" w:rsidRPr="007124C2" w:rsidRDefault="009713FD" w:rsidP="001A0DBC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C68C0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7124C2">
                <w:t>2262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B7BF8" w14:textId="77777777" w:rsidR="009713FD" w:rsidRPr="007124C2" w:rsidRDefault="009713FD" w:rsidP="001A0DBC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FBA6E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53" w:author="Author"/>
              </w:rPr>
            </w:pPr>
            <w:ins w:id="654" w:author="Author">
              <w:r w:rsidRPr="007124C2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FBF91" w14:textId="77777777" w:rsidR="009713FD" w:rsidRPr="007124C2" w:rsidRDefault="009713FD" w:rsidP="001A0DBC">
            <w:pPr>
              <w:pStyle w:val="tabletext00"/>
              <w:jc w:val="right"/>
              <w:rPr>
                <w:ins w:id="65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4DA98" w14:textId="77777777" w:rsidR="009713FD" w:rsidRPr="007124C2" w:rsidRDefault="009713FD" w:rsidP="001A0DBC">
            <w:pPr>
              <w:pStyle w:val="tabletext00"/>
              <w:rPr>
                <w:ins w:id="656" w:author="Author"/>
              </w:rPr>
            </w:pPr>
            <w:ins w:id="657" w:author="Author">
              <w:r w:rsidRPr="007124C2">
                <w:t>273</w:t>
              </w:r>
            </w:ins>
          </w:p>
        </w:tc>
      </w:tr>
      <w:tr w:rsidR="009713FD" w:rsidRPr="007124C2" w14:paraId="4C6E2549" w14:textId="77777777" w:rsidTr="001A0DBC">
        <w:trPr>
          <w:cantSplit/>
          <w:trHeight w:val="190"/>
          <w:ins w:id="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B7ADB8" w14:textId="77777777" w:rsidR="009713FD" w:rsidRPr="007124C2" w:rsidRDefault="009713FD" w:rsidP="001A0DBC">
            <w:pPr>
              <w:pStyle w:val="tabletext00"/>
              <w:rPr>
                <w:ins w:id="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42E9" w14:textId="77777777" w:rsidR="009713FD" w:rsidRPr="007124C2" w:rsidRDefault="009713FD" w:rsidP="001A0DBC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7124C2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3C109" w14:textId="77777777" w:rsidR="009713FD" w:rsidRPr="007124C2" w:rsidRDefault="009713FD" w:rsidP="001A0DBC">
            <w:pPr>
              <w:pStyle w:val="tabletext00"/>
              <w:rPr>
                <w:ins w:id="662" w:author="Author"/>
              </w:rPr>
            </w:pPr>
            <w:ins w:id="663" w:author="Author">
              <w:r w:rsidRPr="007124C2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12853" w14:textId="77777777" w:rsidR="009713FD" w:rsidRPr="007124C2" w:rsidRDefault="009713FD" w:rsidP="001A0DBC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4B885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65" w:author="Author"/>
              </w:rPr>
            </w:pPr>
            <w:ins w:id="666" w:author="Author">
              <w:r w:rsidRPr="007124C2">
                <w:t>2160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77AEC" w14:textId="77777777" w:rsidR="009713FD" w:rsidRPr="007124C2" w:rsidRDefault="009713FD" w:rsidP="001A0DBC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3507B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68" w:author="Author"/>
              </w:rPr>
            </w:pPr>
            <w:ins w:id="669" w:author="Author">
              <w:r w:rsidRPr="007124C2">
                <w:t>929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340A0" w14:textId="77777777" w:rsidR="009713FD" w:rsidRPr="007124C2" w:rsidRDefault="009713FD" w:rsidP="001A0DBC">
            <w:pPr>
              <w:pStyle w:val="tabletext00"/>
              <w:jc w:val="right"/>
              <w:rPr>
                <w:ins w:id="67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2FE99" w14:textId="77777777" w:rsidR="009713FD" w:rsidRPr="007124C2" w:rsidRDefault="009713FD" w:rsidP="001A0DBC">
            <w:pPr>
              <w:pStyle w:val="tabletext00"/>
              <w:rPr>
                <w:ins w:id="671" w:author="Author"/>
              </w:rPr>
            </w:pPr>
            <w:ins w:id="672" w:author="Author">
              <w:r w:rsidRPr="007124C2">
                <w:t>297</w:t>
              </w:r>
            </w:ins>
          </w:p>
        </w:tc>
      </w:tr>
      <w:tr w:rsidR="009713FD" w:rsidRPr="007124C2" w14:paraId="4C1B8639" w14:textId="77777777" w:rsidTr="001A0DBC">
        <w:trPr>
          <w:cantSplit/>
          <w:trHeight w:val="190"/>
          <w:ins w:id="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9940AE" w14:textId="77777777" w:rsidR="009713FD" w:rsidRPr="007124C2" w:rsidRDefault="009713FD" w:rsidP="001A0DBC">
            <w:pPr>
              <w:pStyle w:val="tabletext00"/>
              <w:rPr>
                <w:ins w:id="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320E9" w14:textId="77777777" w:rsidR="009713FD" w:rsidRPr="007124C2" w:rsidRDefault="009713FD" w:rsidP="001A0DBC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7124C2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27259" w14:textId="77777777" w:rsidR="009713FD" w:rsidRPr="007124C2" w:rsidRDefault="009713FD" w:rsidP="001A0DBC">
            <w:pPr>
              <w:pStyle w:val="tabletext00"/>
              <w:rPr>
                <w:ins w:id="677" w:author="Author"/>
              </w:rPr>
            </w:pPr>
            <w:ins w:id="678" w:author="Author">
              <w:r w:rsidRPr="007124C2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8982CB" w14:textId="77777777" w:rsidR="009713FD" w:rsidRPr="007124C2" w:rsidRDefault="009713FD" w:rsidP="001A0DBC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B8402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80" w:author="Author"/>
              </w:rPr>
            </w:pPr>
            <w:ins w:id="681" w:author="Author">
              <w:r w:rsidRPr="007124C2">
                <w:t>2592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40789" w14:textId="77777777" w:rsidR="009713FD" w:rsidRPr="007124C2" w:rsidRDefault="009713FD" w:rsidP="001A0DBC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1DF31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83" w:author="Author"/>
              </w:rPr>
            </w:pPr>
            <w:ins w:id="684" w:author="Author">
              <w:r w:rsidRPr="007124C2">
                <w:t>896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2C657F" w14:textId="77777777" w:rsidR="009713FD" w:rsidRPr="007124C2" w:rsidRDefault="009713FD" w:rsidP="001A0DBC">
            <w:pPr>
              <w:pStyle w:val="tabletext00"/>
              <w:jc w:val="right"/>
              <w:rPr>
                <w:ins w:id="68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E7501" w14:textId="77777777" w:rsidR="009713FD" w:rsidRPr="007124C2" w:rsidRDefault="009713FD" w:rsidP="001A0DBC">
            <w:pPr>
              <w:pStyle w:val="tabletext00"/>
              <w:rPr>
                <w:ins w:id="686" w:author="Author"/>
              </w:rPr>
            </w:pPr>
            <w:ins w:id="687" w:author="Author">
              <w:r w:rsidRPr="007124C2">
                <w:t>317</w:t>
              </w:r>
            </w:ins>
          </w:p>
        </w:tc>
      </w:tr>
      <w:tr w:rsidR="009713FD" w:rsidRPr="007124C2" w14:paraId="58C276BB" w14:textId="77777777" w:rsidTr="001A0DBC">
        <w:trPr>
          <w:cantSplit/>
          <w:trHeight w:val="190"/>
          <w:ins w:id="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F927E6" w14:textId="77777777" w:rsidR="009713FD" w:rsidRPr="007124C2" w:rsidRDefault="009713FD" w:rsidP="001A0DBC">
            <w:pPr>
              <w:pStyle w:val="tabletext00"/>
              <w:rPr>
                <w:ins w:id="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C91AD" w14:textId="77777777" w:rsidR="009713FD" w:rsidRPr="007124C2" w:rsidRDefault="009713FD" w:rsidP="001A0DBC">
            <w:pPr>
              <w:pStyle w:val="tabletext00"/>
              <w:jc w:val="center"/>
              <w:rPr>
                <w:ins w:id="690" w:author="Author"/>
              </w:rPr>
            </w:pPr>
            <w:ins w:id="691" w:author="Author">
              <w:r w:rsidRPr="007124C2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D5BA2" w14:textId="77777777" w:rsidR="009713FD" w:rsidRPr="007124C2" w:rsidRDefault="009713FD" w:rsidP="001A0DBC">
            <w:pPr>
              <w:pStyle w:val="tabletext00"/>
              <w:rPr>
                <w:ins w:id="692" w:author="Author"/>
              </w:rPr>
            </w:pPr>
            <w:ins w:id="693" w:author="Author">
              <w:r w:rsidRPr="007124C2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14220" w14:textId="77777777" w:rsidR="009713FD" w:rsidRPr="007124C2" w:rsidRDefault="009713FD" w:rsidP="001A0DBC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28B28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95" w:author="Author"/>
              </w:rPr>
            </w:pPr>
            <w:ins w:id="696" w:author="Author">
              <w:r w:rsidRPr="007124C2">
                <w:t>2869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16CF4" w14:textId="77777777" w:rsidR="009713FD" w:rsidRPr="007124C2" w:rsidRDefault="009713FD" w:rsidP="001A0DBC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D8403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698" w:author="Author"/>
              </w:rPr>
            </w:pPr>
            <w:ins w:id="699" w:author="Author">
              <w:r w:rsidRPr="007124C2">
                <w:t>1129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8E49D9" w14:textId="77777777" w:rsidR="009713FD" w:rsidRPr="007124C2" w:rsidRDefault="009713FD" w:rsidP="001A0DBC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3CCBE" w14:textId="77777777" w:rsidR="009713FD" w:rsidRPr="007124C2" w:rsidRDefault="009713FD" w:rsidP="001A0DBC">
            <w:pPr>
              <w:pStyle w:val="tabletext00"/>
              <w:rPr>
                <w:ins w:id="701" w:author="Author"/>
              </w:rPr>
            </w:pPr>
            <w:ins w:id="702" w:author="Author">
              <w:r w:rsidRPr="007124C2">
                <w:t>281</w:t>
              </w:r>
            </w:ins>
          </w:p>
        </w:tc>
      </w:tr>
      <w:tr w:rsidR="009713FD" w:rsidRPr="007124C2" w14:paraId="3E3678BF" w14:textId="77777777" w:rsidTr="001A0DBC">
        <w:trPr>
          <w:cantSplit/>
          <w:trHeight w:val="190"/>
          <w:ins w:id="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51B861" w14:textId="77777777" w:rsidR="009713FD" w:rsidRPr="007124C2" w:rsidRDefault="009713FD" w:rsidP="001A0DBC">
            <w:pPr>
              <w:pStyle w:val="tabletext00"/>
              <w:rPr>
                <w:ins w:id="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B2FE9" w14:textId="77777777" w:rsidR="009713FD" w:rsidRPr="007124C2" w:rsidRDefault="009713FD" w:rsidP="001A0DBC">
            <w:pPr>
              <w:pStyle w:val="tabletext00"/>
              <w:jc w:val="center"/>
              <w:rPr>
                <w:ins w:id="705" w:author="Author"/>
              </w:rPr>
            </w:pPr>
            <w:ins w:id="706" w:author="Author">
              <w:r w:rsidRPr="007124C2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9F336" w14:textId="77777777" w:rsidR="009713FD" w:rsidRPr="007124C2" w:rsidRDefault="009713FD" w:rsidP="001A0DBC">
            <w:pPr>
              <w:pStyle w:val="tabletext00"/>
              <w:rPr>
                <w:ins w:id="707" w:author="Author"/>
              </w:rPr>
            </w:pPr>
            <w:ins w:id="708" w:author="Author">
              <w:r w:rsidRPr="007124C2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411DF" w14:textId="77777777" w:rsidR="009713FD" w:rsidRPr="007124C2" w:rsidRDefault="009713FD" w:rsidP="001A0DBC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E54C6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710" w:author="Author"/>
              </w:rPr>
            </w:pPr>
            <w:ins w:id="711" w:author="Author">
              <w:r w:rsidRPr="007124C2">
                <w:t>2431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73C0D" w14:textId="77777777" w:rsidR="009713FD" w:rsidRPr="007124C2" w:rsidRDefault="009713FD" w:rsidP="001A0DBC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7659C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713" w:author="Author"/>
              </w:rPr>
            </w:pPr>
            <w:ins w:id="714" w:author="Author">
              <w:r w:rsidRPr="007124C2">
                <w:t>904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1F5EE" w14:textId="77777777" w:rsidR="009713FD" w:rsidRPr="007124C2" w:rsidRDefault="009713FD" w:rsidP="001A0DBC">
            <w:pPr>
              <w:pStyle w:val="tabletext00"/>
              <w:jc w:val="right"/>
              <w:rPr>
                <w:ins w:id="715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46BC0" w14:textId="77777777" w:rsidR="009713FD" w:rsidRPr="007124C2" w:rsidRDefault="009713FD" w:rsidP="001A0DBC">
            <w:pPr>
              <w:pStyle w:val="tabletext00"/>
              <w:rPr>
                <w:ins w:id="716" w:author="Author"/>
              </w:rPr>
            </w:pPr>
            <w:ins w:id="717" w:author="Author">
              <w:r w:rsidRPr="007124C2">
                <w:t>285</w:t>
              </w:r>
            </w:ins>
          </w:p>
        </w:tc>
      </w:tr>
      <w:tr w:rsidR="009713FD" w:rsidRPr="007124C2" w14:paraId="44296D4B" w14:textId="77777777" w:rsidTr="001A0DBC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C3029D" w14:textId="77777777" w:rsidR="009713FD" w:rsidRPr="007124C2" w:rsidRDefault="009713FD" w:rsidP="001A0DBC">
            <w:pPr>
              <w:pStyle w:val="tabletext00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828F6" w14:textId="77777777" w:rsidR="009713FD" w:rsidRPr="007124C2" w:rsidRDefault="009713FD" w:rsidP="001A0DBC">
            <w:pPr>
              <w:pStyle w:val="tabletext00"/>
              <w:jc w:val="center"/>
              <w:rPr>
                <w:ins w:id="720" w:author="Author"/>
              </w:rPr>
            </w:pPr>
            <w:ins w:id="721" w:author="Author">
              <w:r w:rsidRPr="007124C2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83CBD" w14:textId="77777777" w:rsidR="009713FD" w:rsidRPr="007124C2" w:rsidRDefault="009713FD" w:rsidP="001A0DBC">
            <w:pPr>
              <w:pStyle w:val="tabletext00"/>
              <w:rPr>
                <w:ins w:id="722" w:author="Author"/>
              </w:rPr>
            </w:pPr>
            <w:ins w:id="723" w:author="Author">
              <w:r w:rsidRPr="007124C2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1ECA32" w14:textId="77777777" w:rsidR="009713FD" w:rsidRPr="007124C2" w:rsidRDefault="009713FD" w:rsidP="001A0DBC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FA818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725" w:author="Author"/>
              </w:rPr>
            </w:pPr>
            <w:ins w:id="726" w:author="Author">
              <w:r w:rsidRPr="007124C2">
                <w:t>1884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088F2" w14:textId="77777777" w:rsidR="009713FD" w:rsidRPr="007124C2" w:rsidRDefault="009713FD" w:rsidP="001A0DBC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278CA" w14:textId="77777777" w:rsidR="009713FD" w:rsidRPr="007124C2" w:rsidRDefault="009713FD" w:rsidP="001A0DBC">
            <w:pPr>
              <w:pStyle w:val="tabletext00"/>
              <w:tabs>
                <w:tab w:val="decimal" w:pos="400"/>
              </w:tabs>
              <w:rPr>
                <w:ins w:id="728" w:author="Author"/>
              </w:rPr>
            </w:pPr>
            <w:ins w:id="729" w:author="Author">
              <w:r w:rsidRPr="007124C2">
                <w:t>775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0C528" w14:textId="77777777" w:rsidR="009713FD" w:rsidRPr="007124C2" w:rsidRDefault="009713FD" w:rsidP="001A0DBC">
            <w:pPr>
              <w:pStyle w:val="tabletext00"/>
              <w:jc w:val="right"/>
              <w:rPr>
                <w:ins w:id="730" w:author="Author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87F52" w14:textId="77777777" w:rsidR="009713FD" w:rsidRPr="007124C2" w:rsidRDefault="009713FD" w:rsidP="001A0DBC">
            <w:pPr>
              <w:pStyle w:val="tabletext00"/>
              <w:rPr>
                <w:ins w:id="731" w:author="Author"/>
              </w:rPr>
            </w:pPr>
            <w:ins w:id="732" w:author="Author">
              <w:r w:rsidRPr="007124C2">
                <w:t>321</w:t>
              </w:r>
            </w:ins>
          </w:p>
        </w:tc>
      </w:tr>
    </w:tbl>
    <w:p w14:paraId="04703D09" w14:textId="300D04BA" w:rsidR="009713FD" w:rsidRDefault="009713FD" w:rsidP="009713FD">
      <w:pPr>
        <w:pStyle w:val="tablecaption"/>
      </w:pPr>
      <w:ins w:id="733" w:author="Author">
        <w:r w:rsidRPr="007124C2">
          <w:t xml:space="preserve">Table 225.F.(LC) Zone-rating Table </w:t>
        </w:r>
        <w:r w:rsidRPr="007124C2">
          <w:rPr>
            <w:rFonts w:cs="Arial"/>
          </w:rPr>
          <w:t>–</w:t>
        </w:r>
        <w:r w:rsidRPr="007124C2">
          <w:t xml:space="preserve"> Zone 41 (Mountain) Rating Table Combinations Loss Costs</w:t>
        </w:r>
      </w:ins>
    </w:p>
    <w:p w14:paraId="7E7B1009" w14:textId="52231983" w:rsidR="009713FD" w:rsidRDefault="009713FD" w:rsidP="009713FD">
      <w:pPr>
        <w:pStyle w:val="isonormal"/>
        <w:jc w:val="left"/>
      </w:pPr>
    </w:p>
    <w:p w14:paraId="56C516E8" w14:textId="77777777" w:rsidR="009713FD" w:rsidRDefault="009713FD" w:rsidP="009713FD">
      <w:pPr>
        <w:pStyle w:val="isonormal"/>
        <w:sectPr w:rsidR="009713FD" w:rsidSect="009713FD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7969454" w14:textId="5A4E01DD" w:rsidR="009713FD" w:rsidRDefault="009713FD" w:rsidP="009713FD">
      <w:pPr>
        <w:pStyle w:val="subcap"/>
      </w:pPr>
      <w:bookmarkStart w:id="734" w:name="_Hlk118376801"/>
      <w:r w:rsidRPr="002658BA">
        <w:lastRenderedPageBreak/>
        <w:t xml:space="preserve">SECTION V – </w:t>
      </w:r>
      <w:del w:id="735" w:author="Author">
        <w:r w:rsidRPr="002658BA" w:rsidDel="00296385">
          <w:delText>GARAGES</w:delText>
        </w:r>
      </w:del>
      <w:ins w:id="736" w:author="Author">
        <w:r w:rsidRPr="002658BA">
          <w:t>AUTO DEALERS</w:t>
        </w:r>
      </w:ins>
      <w:bookmarkEnd w:id="734"/>
    </w:p>
    <w:p w14:paraId="7DAA5845" w14:textId="0B070379" w:rsidR="009713FD" w:rsidRDefault="009713FD" w:rsidP="009713FD">
      <w:pPr>
        <w:pStyle w:val="isonormal"/>
        <w:jc w:val="left"/>
      </w:pPr>
    </w:p>
    <w:p w14:paraId="1E33B2A4" w14:textId="77777777" w:rsidR="009713FD" w:rsidRDefault="009713FD" w:rsidP="009713FD">
      <w:pPr>
        <w:pStyle w:val="isonormal"/>
        <w:sectPr w:rsidR="009713FD" w:rsidSect="009713FD"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40590835" w14:textId="77777777" w:rsidR="009713FD" w:rsidRPr="00EF564F" w:rsidRDefault="009713FD" w:rsidP="009713FD">
      <w:pPr>
        <w:pStyle w:val="boxrule"/>
        <w:rPr>
          <w:ins w:id="737" w:author="Author"/>
        </w:rPr>
      </w:pPr>
      <w:ins w:id="738" w:author="Author">
        <w:r w:rsidRPr="00EF564F">
          <w:lastRenderedPageBreak/>
          <w:t>249.  AUTO DEALERS – PREMIUM DEVELOPMENT FOR COMMON COVERAGES</w:t>
        </w:r>
      </w:ins>
    </w:p>
    <w:p w14:paraId="329CAFCC" w14:textId="77777777" w:rsidR="009713FD" w:rsidRPr="00EF564F" w:rsidRDefault="009713FD" w:rsidP="009713FD">
      <w:pPr>
        <w:pStyle w:val="isonormal"/>
        <w:rPr>
          <w:ins w:id="73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9713FD" w:rsidRPr="00EF564F" w14:paraId="6AD1B225" w14:textId="77777777" w:rsidTr="001A0DBC">
        <w:trPr>
          <w:cantSplit/>
          <w:trHeight w:val="190"/>
          <w:ins w:id="740" w:author="Author"/>
        </w:trPr>
        <w:tc>
          <w:tcPr>
            <w:tcW w:w="200" w:type="dxa"/>
          </w:tcPr>
          <w:p w14:paraId="4010F715" w14:textId="77777777" w:rsidR="009713FD" w:rsidRPr="00EF564F" w:rsidRDefault="009713FD" w:rsidP="001A0DBC">
            <w:pPr>
              <w:pStyle w:val="tablehead"/>
              <w:rPr>
                <w:ins w:id="74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3AF87" w14:textId="77777777" w:rsidR="009713FD" w:rsidRPr="00EF564F" w:rsidRDefault="009713FD" w:rsidP="001A0DBC">
            <w:pPr>
              <w:pStyle w:val="tablehead"/>
              <w:rPr>
                <w:ins w:id="742" w:author="Author"/>
              </w:rPr>
            </w:pPr>
            <w:ins w:id="743" w:author="Author">
              <w:r w:rsidRPr="00EF564F">
                <w:t>Acts, Errors Or Omissions Base Loss Cost</w:t>
              </w:r>
            </w:ins>
          </w:p>
        </w:tc>
      </w:tr>
      <w:tr w:rsidR="009713FD" w:rsidRPr="00EF564F" w14:paraId="47A3F7A6" w14:textId="77777777" w:rsidTr="001A0DBC">
        <w:trPr>
          <w:cantSplit/>
          <w:trHeight w:val="190"/>
          <w:ins w:id="744" w:author="Author"/>
        </w:trPr>
        <w:tc>
          <w:tcPr>
            <w:tcW w:w="200" w:type="dxa"/>
          </w:tcPr>
          <w:p w14:paraId="09AC290F" w14:textId="77777777" w:rsidR="009713FD" w:rsidRPr="00EF564F" w:rsidRDefault="009713FD" w:rsidP="001A0DBC">
            <w:pPr>
              <w:pStyle w:val="tabletext11"/>
              <w:rPr>
                <w:ins w:id="745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AFE26B" w14:textId="77777777" w:rsidR="009713FD" w:rsidRPr="00EF564F" w:rsidRDefault="009713FD" w:rsidP="001A0DBC">
            <w:pPr>
              <w:pStyle w:val="tabletext11"/>
              <w:jc w:val="right"/>
              <w:rPr>
                <w:ins w:id="746" w:author="Author"/>
              </w:rPr>
            </w:pPr>
            <w:ins w:id="747" w:author="Author">
              <w:r w:rsidRPr="00EF564F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DEA9" w14:textId="77777777" w:rsidR="009713FD" w:rsidRPr="00EF564F" w:rsidRDefault="009713FD" w:rsidP="001A0DBC">
            <w:pPr>
              <w:pStyle w:val="tabletext11"/>
              <w:rPr>
                <w:ins w:id="748" w:author="Author"/>
              </w:rPr>
            </w:pPr>
            <w:ins w:id="749" w:author="Author">
              <w:r w:rsidRPr="00EF564F">
                <w:t>65</w:t>
              </w:r>
            </w:ins>
          </w:p>
        </w:tc>
      </w:tr>
    </w:tbl>
    <w:p w14:paraId="271CFD71" w14:textId="3FDBB32A" w:rsidR="009713FD" w:rsidRDefault="009713FD" w:rsidP="009713FD">
      <w:pPr>
        <w:pStyle w:val="tablecaption"/>
      </w:pPr>
      <w:ins w:id="750" w:author="Author">
        <w:r w:rsidRPr="00EF564F">
          <w:t>Table 249.F.2.a.(LC) Acts, Errors Or Omissions Liability Coverages Loss Cost</w:t>
        </w:r>
      </w:ins>
    </w:p>
    <w:p w14:paraId="6A753550" w14:textId="2D8B1CD9" w:rsidR="009713FD" w:rsidRDefault="009713FD" w:rsidP="009713FD">
      <w:pPr>
        <w:pStyle w:val="isonormal"/>
        <w:jc w:val="left"/>
      </w:pPr>
    </w:p>
    <w:p w14:paraId="0F302908" w14:textId="77777777" w:rsidR="009713FD" w:rsidRDefault="009713FD" w:rsidP="009713FD">
      <w:pPr>
        <w:pStyle w:val="isonormal"/>
        <w:sectPr w:rsidR="009713FD" w:rsidSect="009713FD"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45A2D87F" w14:textId="77777777" w:rsidR="009713FD" w:rsidRPr="009E1B3D" w:rsidRDefault="009713FD" w:rsidP="009713FD">
      <w:pPr>
        <w:pStyle w:val="boxrule"/>
        <w:rPr>
          <w:ins w:id="751" w:author="Author"/>
        </w:rPr>
      </w:pPr>
      <w:ins w:id="752" w:author="Author">
        <w:r w:rsidRPr="009E1B3D">
          <w:lastRenderedPageBreak/>
          <w:t>270.  FINANCED AUTOS</w:t>
        </w:r>
      </w:ins>
    </w:p>
    <w:p w14:paraId="135849A5" w14:textId="77777777" w:rsidR="009713FD" w:rsidRPr="009E1B3D" w:rsidRDefault="009713FD" w:rsidP="009713FD">
      <w:pPr>
        <w:pStyle w:val="isonormal"/>
        <w:rPr>
          <w:ins w:id="75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75"/>
        <w:gridCol w:w="456"/>
        <w:gridCol w:w="277"/>
        <w:gridCol w:w="266"/>
        <w:gridCol w:w="537"/>
        <w:gridCol w:w="205"/>
        <w:gridCol w:w="257"/>
        <w:gridCol w:w="528"/>
        <w:gridCol w:w="223"/>
        <w:gridCol w:w="293"/>
        <w:gridCol w:w="474"/>
        <w:gridCol w:w="241"/>
        <w:gridCol w:w="239"/>
        <w:gridCol w:w="510"/>
        <w:gridCol w:w="259"/>
      </w:tblGrid>
      <w:tr w:rsidR="009713FD" w:rsidRPr="009E1B3D" w14:paraId="4F440147" w14:textId="77777777" w:rsidTr="001A0DBC">
        <w:trPr>
          <w:cantSplit/>
          <w:trHeight w:val="190"/>
          <w:ins w:id="754" w:author="Author"/>
        </w:trPr>
        <w:tc>
          <w:tcPr>
            <w:tcW w:w="200" w:type="dxa"/>
          </w:tcPr>
          <w:p w14:paraId="3D0DF9B0" w14:textId="77777777" w:rsidR="009713FD" w:rsidRPr="009E1B3D" w:rsidRDefault="009713FD" w:rsidP="001A0DBC">
            <w:pPr>
              <w:pStyle w:val="tablehead"/>
              <w:rPr>
                <w:ins w:id="755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C3097FF" w14:textId="77777777" w:rsidR="009713FD" w:rsidRPr="009E1B3D" w:rsidRDefault="009713FD" w:rsidP="001A0DBC">
            <w:pPr>
              <w:pStyle w:val="tablehead"/>
              <w:rPr>
                <w:ins w:id="756" w:author="Author"/>
              </w:rPr>
            </w:pPr>
            <w:ins w:id="757" w:author="Author">
              <w:r w:rsidRPr="009E1B3D">
                <w:t>Single Interest Coverage</w:t>
              </w:r>
            </w:ins>
          </w:p>
        </w:tc>
      </w:tr>
      <w:tr w:rsidR="009713FD" w:rsidRPr="009E1B3D" w14:paraId="468B88F8" w14:textId="77777777" w:rsidTr="001A0DBC">
        <w:trPr>
          <w:cantSplit/>
          <w:trHeight w:val="190"/>
          <w:ins w:id="758" w:author="Author"/>
        </w:trPr>
        <w:tc>
          <w:tcPr>
            <w:tcW w:w="200" w:type="dxa"/>
            <w:vMerge w:val="restart"/>
          </w:tcPr>
          <w:p w14:paraId="7EF1F35B" w14:textId="77777777" w:rsidR="009713FD" w:rsidRPr="009E1B3D" w:rsidRDefault="009713FD" w:rsidP="001A0DBC">
            <w:pPr>
              <w:pStyle w:val="tablehead"/>
              <w:rPr>
                <w:ins w:id="759" w:author="Author"/>
              </w:rPr>
            </w:pPr>
            <w:ins w:id="760" w:author="Author">
              <w:r w:rsidRPr="009E1B3D">
                <w:br/>
              </w:r>
              <w:r w:rsidRPr="009E1B3D">
                <w:br/>
              </w:r>
              <w:r w:rsidRPr="009E1B3D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311DFD9" w14:textId="77777777" w:rsidR="009713FD" w:rsidRPr="009E1B3D" w:rsidRDefault="009713FD" w:rsidP="001A0DBC">
            <w:pPr>
              <w:pStyle w:val="tablehead"/>
              <w:rPr>
                <w:ins w:id="761" w:author="Author"/>
              </w:rPr>
            </w:pPr>
            <w:ins w:id="762" w:author="Author">
              <w:r w:rsidRPr="009E1B3D">
                <w:t>Original Unpaid</w:t>
              </w:r>
              <w:r w:rsidRPr="009E1B3D">
                <w:br/>
                <w:t>Balance Including</w:t>
              </w:r>
              <w:r w:rsidRPr="009E1B3D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C54FFC" w14:textId="77777777" w:rsidR="009713FD" w:rsidRPr="009E1B3D" w:rsidRDefault="009713FD" w:rsidP="001A0DBC">
            <w:pPr>
              <w:pStyle w:val="tablehead"/>
              <w:rPr>
                <w:ins w:id="763" w:author="Author"/>
              </w:rPr>
            </w:pPr>
            <w:ins w:id="764" w:author="Author">
              <w:r w:rsidRPr="009E1B3D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9A73AD" w14:textId="77777777" w:rsidR="009713FD" w:rsidRPr="009E1B3D" w:rsidRDefault="009713FD" w:rsidP="001A0DBC">
            <w:pPr>
              <w:pStyle w:val="tablehead"/>
              <w:rPr>
                <w:ins w:id="765" w:author="Author"/>
              </w:rPr>
            </w:pPr>
            <w:ins w:id="766" w:author="Author">
              <w:r w:rsidRPr="009E1B3D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549ADF" w14:textId="77777777" w:rsidR="009713FD" w:rsidRPr="009E1B3D" w:rsidRDefault="009713FD" w:rsidP="001A0DBC">
            <w:pPr>
              <w:pStyle w:val="tablehead"/>
              <w:rPr>
                <w:ins w:id="767" w:author="Author"/>
              </w:rPr>
            </w:pPr>
            <w:ins w:id="768" w:author="Author">
              <w:r w:rsidRPr="009E1B3D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C653DA" w14:textId="77777777" w:rsidR="009713FD" w:rsidRPr="009E1B3D" w:rsidRDefault="009713FD" w:rsidP="001A0DBC">
            <w:pPr>
              <w:pStyle w:val="tablehead"/>
              <w:rPr>
                <w:ins w:id="769" w:author="Author"/>
              </w:rPr>
            </w:pPr>
            <w:ins w:id="770" w:author="Author">
              <w:r w:rsidRPr="009E1B3D">
                <w:t>Conversion,</w:t>
              </w:r>
              <w:r w:rsidRPr="009E1B3D">
                <w:br/>
                <w:t>Embezzlement</w:t>
              </w:r>
              <w:r w:rsidRPr="009E1B3D">
                <w:br/>
                <w:t>And Secretion</w:t>
              </w:r>
            </w:ins>
          </w:p>
        </w:tc>
      </w:tr>
      <w:tr w:rsidR="009713FD" w:rsidRPr="009E1B3D" w14:paraId="5DF7D52E" w14:textId="77777777" w:rsidTr="001A0DBC">
        <w:trPr>
          <w:cantSplit/>
          <w:trHeight w:val="190"/>
          <w:ins w:id="771" w:author="Author"/>
        </w:trPr>
        <w:tc>
          <w:tcPr>
            <w:tcW w:w="200" w:type="dxa"/>
            <w:vMerge/>
          </w:tcPr>
          <w:p w14:paraId="72126377" w14:textId="77777777" w:rsidR="009713FD" w:rsidRPr="009E1B3D" w:rsidRDefault="009713FD" w:rsidP="001A0DBC">
            <w:pPr>
              <w:pStyle w:val="tablehead"/>
              <w:rPr>
                <w:ins w:id="772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B01C" w14:textId="77777777" w:rsidR="009713FD" w:rsidRPr="009E1B3D" w:rsidRDefault="009713FD" w:rsidP="001A0DBC">
            <w:pPr>
              <w:pStyle w:val="tablehead"/>
              <w:rPr>
                <w:ins w:id="773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3700F6" w14:textId="77777777" w:rsidR="009713FD" w:rsidRPr="009E1B3D" w:rsidRDefault="009713FD" w:rsidP="001A0DBC">
            <w:pPr>
              <w:pStyle w:val="tablehead"/>
              <w:rPr>
                <w:ins w:id="774" w:author="Author"/>
              </w:rPr>
            </w:pPr>
            <w:ins w:id="775" w:author="Author">
              <w:r w:rsidRPr="009E1B3D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2C883A" w14:textId="77777777" w:rsidR="009713FD" w:rsidRPr="009E1B3D" w:rsidRDefault="009713FD" w:rsidP="001A0DBC">
            <w:pPr>
              <w:pStyle w:val="tablehead"/>
              <w:rPr>
                <w:ins w:id="776" w:author="Author"/>
              </w:rPr>
            </w:pPr>
            <w:ins w:id="777" w:author="Author">
              <w:r w:rsidRPr="009E1B3D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72EF04" w14:textId="77777777" w:rsidR="009713FD" w:rsidRPr="009E1B3D" w:rsidRDefault="009713FD" w:rsidP="001A0DBC">
            <w:pPr>
              <w:pStyle w:val="tablehead"/>
              <w:rPr>
                <w:ins w:id="778" w:author="Author"/>
              </w:rPr>
            </w:pPr>
            <w:ins w:id="779" w:author="Author">
              <w:r w:rsidRPr="009E1B3D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482D0B" w14:textId="77777777" w:rsidR="009713FD" w:rsidRPr="009E1B3D" w:rsidRDefault="009713FD" w:rsidP="001A0DBC">
            <w:pPr>
              <w:pStyle w:val="tablehead"/>
              <w:rPr>
                <w:ins w:id="780" w:author="Author"/>
              </w:rPr>
            </w:pPr>
            <w:ins w:id="781" w:author="Author">
              <w:r w:rsidRPr="009E1B3D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4C881" w14:textId="77777777" w:rsidR="009713FD" w:rsidRPr="009E1B3D" w:rsidRDefault="009713FD" w:rsidP="001A0DBC">
            <w:pPr>
              <w:pStyle w:val="tablehead"/>
              <w:rPr>
                <w:ins w:id="782" w:author="Author"/>
              </w:rPr>
            </w:pPr>
            <w:ins w:id="783" w:author="Author">
              <w:r w:rsidRPr="009E1B3D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BCB79B" w14:textId="77777777" w:rsidR="009713FD" w:rsidRPr="009E1B3D" w:rsidRDefault="009713FD" w:rsidP="001A0DBC">
            <w:pPr>
              <w:pStyle w:val="tablehead"/>
              <w:rPr>
                <w:ins w:id="784" w:author="Author"/>
              </w:rPr>
            </w:pPr>
            <w:ins w:id="785" w:author="Author">
              <w:r w:rsidRPr="009E1B3D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DC9EBB" w14:textId="77777777" w:rsidR="009713FD" w:rsidRPr="009E1B3D" w:rsidRDefault="009713FD" w:rsidP="001A0DBC">
            <w:pPr>
              <w:pStyle w:val="tablehead"/>
              <w:rPr>
                <w:ins w:id="786" w:author="Author"/>
              </w:rPr>
            </w:pPr>
            <w:ins w:id="787" w:author="Author">
              <w:r w:rsidRPr="009E1B3D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C2670B" w14:textId="77777777" w:rsidR="009713FD" w:rsidRPr="009E1B3D" w:rsidRDefault="009713FD" w:rsidP="001A0DBC">
            <w:pPr>
              <w:pStyle w:val="tablehead"/>
              <w:rPr>
                <w:ins w:id="788" w:author="Author"/>
              </w:rPr>
            </w:pPr>
            <w:ins w:id="789" w:author="Author">
              <w:r w:rsidRPr="009E1B3D">
                <w:t>Used</w:t>
              </w:r>
            </w:ins>
          </w:p>
        </w:tc>
      </w:tr>
      <w:tr w:rsidR="009713FD" w:rsidRPr="009E1B3D" w14:paraId="2CD2AACD" w14:textId="77777777" w:rsidTr="001A0DBC">
        <w:trPr>
          <w:cantSplit/>
          <w:trHeight w:val="190"/>
          <w:ins w:id="790" w:author="Author"/>
        </w:trPr>
        <w:tc>
          <w:tcPr>
            <w:tcW w:w="200" w:type="dxa"/>
          </w:tcPr>
          <w:p w14:paraId="07BA2ACB" w14:textId="77777777" w:rsidR="009713FD" w:rsidRPr="009E1B3D" w:rsidRDefault="009713FD" w:rsidP="001A0DBC">
            <w:pPr>
              <w:pStyle w:val="tabletext11"/>
              <w:rPr>
                <w:ins w:id="791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0C086280" w14:textId="77777777" w:rsidR="009713FD" w:rsidRPr="009E1B3D" w:rsidRDefault="009713FD" w:rsidP="001A0DBC">
            <w:pPr>
              <w:pStyle w:val="tabletext11"/>
              <w:jc w:val="right"/>
              <w:rPr>
                <w:ins w:id="792" w:author="Author"/>
              </w:rPr>
            </w:pPr>
            <w:ins w:id="793" w:author="Author">
              <w:r w:rsidRPr="009E1B3D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38B7772E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794" w:author="Author"/>
              </w:rPr>
            </w:pPr>
            <w:ins w:id="795" w:author="Author">
              <w:r w:rsidRPr="009E1B3D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7163FFC4" w14:textId="77777777" w:rsidR="009713FD" w:rsidRPr="009E1B3D" w:rsidRDefault="009713FD" w:rsidP="001A0DBC">
            <w:pPr>
              <w:pStyle w:val="tabletext11"/>
              <w:rPr>
                <w:ins w:id="796" w:author="Author"/>
              </w:rPr>
            </w:pPr>
            <w:ins w:id="797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457FD2A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798" w:author="Author"/>
              </w:rPr>
            </w:pPr>
            <w:ins w:id="799" w:author="Author">
              <w:r w:rsidRPr="009E1B3D">
                <w:t>1,500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97EA94" w14:textId="77777777" w:rsidR="009713FD" w:rsidRPr="009E1B3D" w:rsidRDefault="009713FD" w:rsidP="001A0DBC">
            <w:pPr>
              <w:pStyle w:val="tabletext11"/>
              <w:jc w:val="right"/>
              <w:rPr>
                <w:ins w:id="800" w:author="Author"/>
              </w:rPr>
            </w:pPr>
            <w:ins w:id="801" w:author="Author">
              <w:r w:rsidRPr="009E1B3D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0F240F" w14:textId="77777777" w:rsidR="009713FD" w:rsidRPr="009E1B3D" w:rsidRDefault="009713FD" w:rsidP="001A0DBC">
            <w:pPr>
              <w:pStyle w:val="tabletext10"/>
              <w:jc w:val="right"/>
              <w:rPr>
                <w:ins w:id="802" w:author="Author"/>
              </w:rPr>
            </w:pPr>
            <w:ins w:id="803" w:author="Author">
              <w:r w:rsidRPr="009E1B3D">
                <w:t>6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30E70354" w14:textId="77777777" w:rsidR="009713FD" w:rsidRPr="009E1B3D" w:rsidRDefault="009713FD" w:rsidP="001A0DBC">
            <w:pPr>
              <w:pStyle w:val="tabletext10"/>
              <w:jc w:val="right"/>
              <w:rPr>
                <w:ins w:id="804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7789FB" w14:textId="77777777" w:rsidR="009713FD" w:rsidRPr="009E1B3D" w:rsidRDefault="009713FD" w:rsidP="001A0DBC">
            <w:pPr>
              <w:pStyle w:val="tabletext10"/>
              <w:jc w:val="right"/>
              <w:rPr>
                <w:ins w:id="805" w:author="Author"/>
              </w:rPr>
            </w:pPr>
            <w:ins w:id="806" w:author="Author">
              <w:r w:rsidRPr="009E1B3D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F51B34" w14:textId="77777777" w:rsidR="009713FD" w:rsidRPr="009E1B3D" w:rsidRDefault="009713FD" w:rsidP="001A0DBC">
            <w:pPr>
              <w:pStyle w:val="tabletext10"/>
              <w:jc w:val="right"/>
              <w:rPr>
                <w:ins w:id="807" w:author="Author"/>
              </w:rPr>
            </w:pPr>
            <w:ins w:id="808" w:author="Author">
              <w:r w:rsidRPr="009E1B3D">
                <w:t>6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7B217C7E" w14:textId="77777777" w:rsidR="009713FD" w:rsidRPr="009E1B3D" w:rsidRDefault="009713FD" w:rsidP="001A0DBC">
            <w:pPr>
              <w:pStyle w:val="tabletext10"/>
              <w:jc w:val="right"/>
              <w:rPr>
                <w:ins w:id="809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B1EF79" w14:textId="77777777" w:rsidR="009713FD" w:rsidRPr="009E1B3D" w:rsidRDefault="009713FD" w:rsidP="001A0DBC">
            <w:pPr>
              <w:pStyle w:val="tabletext10"/>
              <w:jc w:val="right"/>
              <w:rPr>
                <w:ins w:id="810" w:author="Author"/>
              </w:rPr>
            </w:pPr>
            <w:ins w:id="811" w:author="Author">
              <w:r w:rsidRPr="009E1B3D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3CDEFC" w14:textId="77777777" w:rsidR="009713FD" w:rsidRPr="009E1B3D" w:rsidRDefault="009713FD" w:rsidP="001A0DBC">
            <w:pPr>
              <w:pStyle w:val="tabletext10"/>
              <w:jc w:val="right"/>
              <w:rPr>
                <w:ins w:id="812" w:author="Author"/>
              </w:rPr>
            </w:pPr>
            <w:ins w:id="813" w:author="Author">
              <w:r w:rsidRPr="009E1B3D">
                <w:t>35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09431DDA" w14:textId="77777777" w:rsidR="009713FD" w:rsidRPr="009E1B3D" w:rsidRDefault="009713FD" w:rsidP="001A0DBC">
            <w:pPr>
              <w:pStyle w:val="tabletext10"/>
              <w:jc w:val="right"/>
              <w:rPr>
                <w:ins w:id="814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DCDF6D" w14:textId="77777777" w:rsidR="009713FD" w:rsidRPr="009E1B3D" w:rsidRDefault="009713FD" w:rsidP="001A0DBC">
            <w:pPr>
              <w:pStyle w:val="tabletext10"/>
              <w:jc w:val="right"/>
              <w:rPr>
                <w:ins w:id="815" w:author="Author"/>
              </w:rPr>
            </w:pPr>
            <w:ins w:id="816" w:author="Author">
              <w:r w:rsidRPr="009E1B3D">
                <w:t>$</w:t>
              </w:r>
            </w:ins>
          </w:p>
        </w:tc>
        <w:tc>
          <w:tcPr>
            <w:tcW w:w="456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745162" w14:textId="77777777" w:rsidR="009713FD" w:rsidRPr="009E1B3D" w:rsidRDefault="009713FD" w:rsidP="001A0DBC">
            <w:pPr>
              <w:pStyle w:val="tabletext10"/>
              <w:jc w:val="right"/>
              <w:rPr>
                <w:ins w:id="817" w:author="Author"/>
              </w:rPr>
            </w:pPr>
            <w:ins w:id="818" w:author="Author">
              <w:r w:rsidRPr="009E1B3D">
                <w:t>37</w:t>
              </w:r>
            </w:ins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4B62EEF3" w14:textId="77777777" w:rsidR="009713FD" w:rsidRPr="009E1B3D" w:rsidRDefault="009713FD" w:rsidP="001A0DBC">
            <w:pPr>
              <w:pStyle w:val="tabletext10"/>
              <w:jc w:val="right"/>
              <w:rPr>
                <w:ins w:id="819" w:author="Author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75ABA8" w14:textId="77777777" w:rsidR="009713FD" w:rsidRPr="009E1B3D" w:rsidRDefault="009713FD" w:rsidP="001A0DBC">
            <w:pPr>
              <w:pStyle w:val="tabletext10"/>
              <w:jc w:val="right"/>
              <w:rPr>
                <w:ins w:id="820" w:author="Author"/>
              </w:rPr>
            </w:pPr>
            <w:ins w:id="821" w:author="Author">
              <w:r w:rsidRPr="009E1B3D">
                <w:t>$</w:t>
              </w:r>
            </w:ins>
          </w:p>
        </w:tc>
        <w:tc>
          <w:tcPr>
            <w:tcW w:w="537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471B88" w14:textId="77777777" w:rsidR="009713FD" w:rsidRPr="009E1B3D" w:rsidRDefault="009713FD" w:rsidP="001A0DBC">
            <w:pPr>
              <w:pStyle w:val="tabletext10"/>
              <w:jc w:val="right"/>
              <w:rPr>
                <w:ins w:id="822" w:author="Author"/>
              </w:rPr>
            </w:pPr>
            <w:ins w:id="823" w:author="Author">
              <w:r w:rsidRPr="009E1B3D">
                <w:t>3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40F7FF88" w14:textId="77777777" w:rsidR="009713FD" w:rsidRPr="009E1B3D" w:rsidRDefault="009713FD" w:rsidP="001A0DBC">
            <w:pPr>
              <w:pStyle w:val="tabletext10"/>
              <w:jc w:val="right"/>
              <w:rPr>
                <w:ins w:id="824" w:author="Author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12D70E" w14:textId="77777777" w:rsidR="009713FD" w:rsidRPr="009E1B3D" w:rsidRDefault="009713FD" w:rsidP="001A0DBC">
            <w:pPr>
              <w:pStyle w:val="tabletext10"/>
              <w:jc w:val="right"/>
              <w:rPr>
                <w:ins w:id="825" w:author="Author"/>
              </w:rPr>
            </w:pPr>
            <w:ins w:id="826" w:author="Author">
              <w:r w:rsidRPr="009E1B3D">
                <w:t>$</w:t>
              </w:r>
            </w:ins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0F4F9" w14:textId="77777777" w:rsidR="009713FD" w:rsidRPr="009E1B3D" w:rsidRDefault="009713FD" w:rsidP="001A0DBC">
            <w:pPr>
              <w:pStyle w:val="tabletext10"/>
              <w:jc w:val="right"/>
              <w:rPr>
                <w:ins w:id="827" w:author="Author"/>
              </w:rPr>
            </w:pPr>
            <w:ins w:id="828" w:author="Author">
              <w:r w:rsidRPr="009E1B3D">
                <w:t>3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7152D9D5" w14:textId="77777777" w:rsidR="009713FD" w:rsidRPr="009E1B3D" w:rsidRDefault="009713FD" w:rsidP="001A0DBC">
            <w:pPr>
              <w:pStyle w:val="tabletext10"/>
              <w:jc w:val="right"/>
              <w:rPr>
                <w:ins w:id="829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7BB75E" w14:textId="77777777" w:rsidR="009713FD" w:rsidRPr="009E1B3D" w:rsidRDefault="009713FD" w:rsidP="001A0DBC">
            <w:pPr>
              <w:pStyle w:val="tabletext10"/>
              <w:jc w:val="right"/>
              <w:rPr>
                <w:ins w:id="830" w:author="Author"/>
              </w:rPr>
            </w:pPr>
            <w:ins w:id="831" w:author="Author">
              <w:r w:rsidRPr="009E1B3D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3655B6" w14:textId="77777777" w:rsidR="009713FD" w:rsidRPr="009E1B3D" w:rsidRDefault="009713FD" w:rsidP="001A0DBC">
            <w:pPr>
              <w:pStyle w:val="tabletext10"/>
              <w:jc w:val="right"/>
              <w:rPr>
                <w:ins w:id="832" w:author="Author"/>
              </w:rPr>
            </w:pPr>
            <w:ins w:id="833" w:author="Author">
              <w:r w:rsidRPr="009E1B3D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5282E24F" w14:textId="77777777" w:rsidR="009713FD" w:rsidRPr="009E1B3D" w:rsidRDefault="009713FD" w:rsidP="001A0DBC">
            <w:pPr>
              <w:pStyle w:val="tabletext10"/>
              <w:jc w:val="right"/>
              <w:rPr>
                <w:ins w:id="834" w:author="Author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30DD93" w14:textId="77777777" w:rsidR="009713FD" w:rsidRPr="009E1B3D" w:rsidRDefault="009713FD" w:rsidP="001A0DBC">
            <w:pPr>
              <w:pStyle w:val="tabletext10"/>
              <w:jc w:val="right"/>
              <w:rPr>
                <w:ins w:id="835" w:author="Author"/>
              </w:rPr>
            </w:pPr>
            <w:ins w:id="836" w:author="Author">
              <w:r w:rsidRPr="009E1B3D">
                <w:t>$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B100F5" w14:textId="77777777" w:rsidR="009713FD" w:rsidRPr="009E1B3D" w:rsidRDefault="009713FD" w:rsidP="001A0DBC">
            <w:pPr>
              <w:pStyle w:val="tabletext10"/>
              <w:jc w:val="right"/>
              <w:rPr>
                <w:ins w:id="837" w:author="Author"/>
              </w:rPr>
            </w:pPr>
            <w:ins w:id="838" w:author="Author">
              <w:r w:rsidRPr="009E1B3D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4C7E8575" w14:textId="77777777" w:rsidR="009713FD" w:rsidRPr="009E1B3D" w:rsidRDefault="009713FD" w:rsidP="001A0DBC">
            <w:pPr>
              <w:pStyle w:val="tabletext10"/>
              <w:jc w:val="right"/>
              <w:rPr>
                <w:ins w:id="839" w:author="Author"/>
              </w:rPr>
            </w:pPr>
          </w:p>
        </w:tc>
      </w:tr>
      <w:tr w:rsidR="009713FD" w:rsidRPr="009E1B3D" w14:paraId="161460DD" w14:textId="77777777" w:rsidTr="001A0DBC">
        <w:trPr>
          <w:cantSplit/>
          <w:trHeight w:val="190"/>
          <w:ins w:id="840" w:author="Author"/>
        </w:trPr>
        <w:tc>
          <w:tcPr>
            <w:tcW w:w="200" w:type="dxa"/>
          </w:tcPr>
          <w:p w14:paraId="28EF5763" w14:textId="77777777" w:rsidR="009713FD" w:rsidRPr="009E1B3D" w:rsidRDefault="009713FD" w:rsidP="001A0DBC">
            <w:pPr>
              <w:pStyle w:val="tabletext11"/>
              <w:rPr>
                <w:ins w:id="84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0F82D70" w14:textId="77777777" w:rsidR="009713FD" w:rsidRPr="009E1B3D" w:rsidRDefault="009713FD" w:rsidP="001A0DBC">
            <w:pPr>
              <w:pStyle w:val="tabletext11"/>
              <w:jc w:val="right"/>
              <w:rPr>
                <w:ins w:id="842" w:author="Author"/>
              </w:rPr>
            </w:pPr>
          </w:p>
        </w:tc>
        <w:tc>
          <w:tcPr>
            <w:tcW w:w="630" w:type="dxa"/>
          </w:tcPr>
          <w:p w14:paraId="4BF3C534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843" w:author="Author"/>
              </w:rPr>
            </w:pPr>
            <w:ins w:id="844" w:author="Author">
              <w:r w:rsidRPr="009E1B3D">
                <w:t>1,501</w:t>
              </w:r>
            </w:ins>
          </w:p>
        </w:tc>
        <w:tc>
          <w:tcPr>
            <w:tcW w:w="180" w:type="dxa"/>
          </w:tcPr>
          <w:p w14:paraId="61E1397A" w14:textId="77777777" w:rsidR="009713FD" w:rsidRPr="009E1B3D" w:rsidRDefault="009713FD" w:rsidP="001A0DBC">
            <w:pPr>
              <w:pStyle w:val="tabletext11"/>
              <w:rPr>
                <w:ins w:id="845" w:author="Author"/>
              </w:rPr>
            </w:pPr>
            <w:ins w:id="846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866DD9B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847" w:author="Author"/>
              </w:rPr>
            </w:pPr>
            <w:ins w:id="848" w:author="Author">
              <w:r w:rsidRPr="009E1B3D">
                <w:t>2,000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D504672" w14:textId="77777777" w:rsidR="009713FD" w:rsidRPr="009E1B3D" w:rsidRDefault="009713FD" w:rsidP="001A0DBC">
            <w:pPr>
              <w:pStyle w:val="tabletext11"/>
              <w:jc w:val="right"/>
              <w:rPr>
                <w:ins w:id="84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BAB53A9" w14:textId="77777777" w:rsidR="009713FD" w:rsidRPr="009E1B3D" w:rsidRDefault="009713FD" w:rsidP="001A0DBC">
            <w:pPr>
              <w:pStyle w:val="tabletext10"/>
              <w:jc w:val="right"/>
              <w:rPr>
                <w:ins w:id="850" w:author="Author"/>
              </w:rPr>
            </w:pPr>
            <w:ins w:id="851" w:author="Author">
              <w:r w:rsidRPr="009E1B3D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6B568D8" w14:textId="77777777" w:rsidR="009713FD" w:rsidRPr="009E1B3D" w:rsidRDefault="009713FD" w:rsidP="001A0DBC">
            <w:pPr>
              <w:pStyle w:val="tabletext10"/>
              <w:jc w:val="right"/>
              <w:rPr>
                <w:ins w:id="85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883CFE7" w14:textId="77777777" w:rsidR="009713FD" w:rsidRPr="009E1B3D" w:rsidRDefault="009713FD" w:rsidP="001A0DBC">
            <w:pPr>
              <w:pStyle w:val="tabletext10"/>
              <w:jc w:val="right"/>
              <w:rPr>
                <w:ins w:id="85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3CBBBEA" w14:textId="77777777" w:rsidR="009713FD" w:rsidRPr="009E1B3D" w:rsidRDefault="009713FD" w:rsidP="001A0DBC">
            <w:pPr>
              <w:pStyle w:val="tabletext10"/>
              <w:jc w:val="right"/>
              <w:rPr>
                <w:ins w:id="854" w:author="Author"/>
              </w:rPr>
            </w:pPr>
            <w:ins w:id="855" w:author="Author">
              <w:r w:rsidRPr="009E1B3D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9F4E888" w14:textId="77777777" w:rsidR="009713FD" w:rsidRPr="009E1B3D" w:rsidRDefault="009713FD" w:rsidP="001A0DBC">
            <w:pPr>
              <w:pStyle w:val="tabletext10"/>
              <w:jc w:val="right"/>
              <w:rPr>
                <w:ins w:id="85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389923A" w14:textId="77777777" w:rsidR="009713FD" w:rsidRPr="009E1B3D" w:rsidRDefault="009713FD" w:rsidP="001A0DBC">
            <w:pPr>
              <w:pStyle w:val="tabletext10"/>
              <w:jc w:val="right"/>
              <w:rPr>
                <w:ins w:id="85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FBBBFB1" w14:textId="77777777" w:rsidR="009713FD" w:rsidRPr="009E1B3D" w:rsidRDefault="009713FD" w:rsidP="001A0DBC">
            <w:pPr>
              <w:pStyle w:val="tabletext10"/>
              <w:jc w:val="right"/>
              <w:rPr>
                <w:ins w:id="858" w:author="Author"/>
              </w:rPr>
            </w:pPr>
            <w:ins w:id="859" w:author="Author">
              <w:r w:rsidRPr="009E1B3D">
                <w:t>39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0B5D69F" w14:textId="77777777" w:rsidR="009713FD" w:rsidRPr="009E1B3D" w:rsidRDefault="009713FD" w:rsidP="001A0DBC">
            <w:pPr>
              <w:pStyle w:val="tabletext10"/>
              <w:jc w:val="right"/>
              <w:rPr>
                <w:ins w:id="86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AF76C33" w14:textId="77777777" w:rsidR="009713FD" w:rsidRPr="009E1B3D" w:rsidRDefault="009713FD" w:rsidP="001A0DBC">
            <w:pPr>
              <w:pStyle w:val="tabletext10"/>
              <w:jc w:val="right"/>
              <w:rPr>
                <w:ins w:id="861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40FEC395" w14:textId="77777777" w:rsidR="009713FD" w:rsidRPr="009E1B3D" w:rsidRDefault="009713FD" w:rsidP="001A0DBC">
            <w:pPr>
              <w:pStyle w:val="tabletext10"/>
              <w:jc w:val="right"/>
              <w:rPr>
                <w:ins w:id="862" w:author="Author"/>
              </w:rPr>
            </w:pPr>
            <w:ins w:id="863" w:author="Author">
              <w:r w:rsidRPr="009E1B3D">
                <w:t>41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08A209EB" w14:textId="77777777" w:rsidR="009713FD" w:rsidRPr="009E1B3D" w:rsidRDefault="009713FD" w:rsidP="001A0DBC">
            <w:pPr>
              <w:pStyle w:val="tabletext10"/>
              <w:jc w:val="right"/>
              <w:rPr>
                <w:ins w:id="864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4B63273B" w14:textId="77777777" w:rsidR="009713FD" w:rsidRPr="009E1B3D" w:rsidRDefault="009713FD" w:rsidP="001A0DBC">
            <w:pPr>
              <w:pStyle w:val="tabletext10"/>
              <w:jc w:val="right"/>
              <w:rPr>
                <w:ins w:id="865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5E4D861" w14:textId="77777777" w:rsidR="009713FD" w:rsidRPr="009E1B3D" w:rsidRDefault="009713FD" w:rsidP="001A0DBC">
            <w:pPr>
              <w:pStyle w:val="tabletext10"/>
              <w:jc w:val="right"/>
              <w:rPr>
                <w:ins w:id="866" w:author="Author"/>
              </w:rPr>
            </w:pPr>
            <w:ins w:id="867" w:author="Author">
              <w:r w:rsidRPr="009E1B3D">
                <w:t>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74DC1D4" w14:textId="77777777" w:rsidR="009713FD" w:rsidRPr="009E1B3D" w:rsidRDefault="009713FD" w:rsidP="001A0DBC">
            <w:pPr>
              <w:pStyle w:val="tabletext10"/>
              <w:jc w:val="right"/>
              <w:rPr>
                <w:ins w:id="868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6D11AB85" w14:textId="77777777" w:rsidR="009713FD" w:rsidRPr="009E1B3D" w:rsidRDefault="009713FD" w:rsidP="001A0DBC">
            <w:pPr>
              <w:pStyle w:val="tabletext10"/>
              <w:jc w:val="right"/>
              <w:rPr>
                <w:ins w:id="869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59EDEE6C" w14:textId="77777777" w:rsidR="009713FD" w:rsidRPr="009E1B3D" w:rsidRDefault="009713FD" w:rsidP="001A0DBC">
            <w:pPr>
              <w:pStyle w:val="tabletext10"/>
              <w:jc w:val="right"/>
              <w:rPr>
                <w:ins w:id="870" w:author="Author"/>
              </w:rPr>
            </w:pPr>
            <w:ins w:id="871" w:author="Author">
              <w:r w:rsidRPr="009E1B3D">
                <w:t>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7E08EA9" w14:textId="77777777" w:rsidR="009713FD" w:rsidRPr="009E1B3D" w:rsidRDefault="009713FD" w:rsidP="001A0DBC">
            <w:pPr>
              <w:pStyle w:val="tabletext10"/>
              <w:jc w:val="right"/>
              <w:rPr>
                <w:ins w:id="8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CCDB2AD" w14:textId="77777777" w:rsidR="009713FD" w:rsidRPr="009E1B3D" w:rsidRDefault="009713FD" w:rsidP="001A0DBC">
            <w:pPr>
              <w:pStyle w:val="tabletext10"/>
              <w:jc w:val="right"/>
              <w:rPr>
                <w:ins w:id="87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A4C630D" w14:textId="77777777" w:rsidR="009713FD" w:rsidRPr="009E1B3D" w:rsidRDefault="009713FD" w:rsidP="001A0DBC">
            <w:pPr>
              <w:pStyle w:val="tabletext10"/>
              <w:jc w:val="right"/>
              <w:rPr>
                <w:ins w:id="874" w:author="Author"/>
              </w:rPr>
            </w:pPr>
            <w:ins w:id="875" w:author="Author">
              <w:r w:rsidRPr="009E1B3D">
                <w:t>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F80B925" w14:textId="77777777" w:rsidR="009713FD" w:rsidRPr="009E1B3D" w:rsidRDefault="009713FD" w:rsidP="001A0DBC">
            <w:pPr>
              <w:pStyle w:val="tabletext10"/>
              <w:jc w:val="right"/>
              <w:rPr>
                <w:ins w:id="876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084BAEF7" w14:textId="77777777" w:rsidR="009713FD" w:rsidRPr="009E1B3D" w:rsidRDefault="009713FD" w:rsidP="001A0DBC">
            <w:pPr>
              <w:pStyle w:val="tabletext10"/>
              <w:jc w:val="right"/>
              <w:rPr>
                <w:ins w:id="877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5A83EA35" w14:textId="77777777" w:rsidR="009713FD" w:rsidRPr="009E1B3D" w:rsidRDefault="009713FD" w:rsidP="001A0DBC">
            <w:pPr>
              <w:pStyle w:val="tabletext10"/>
              <w:jc w:val="right"/>
              <w:rPr>
                <w:ins w:id="878" w:author="Author"/>
              </w:rPr>
            </w:pPr>
            <w:ins w:id="879" w:author="Author">
              <w:r w:rsidRPr="009E1B3D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1BCE11A" w14:textId="77777777" w:rsidR="009713FD" w:rsidRPr="009E1B3D" w:rsidRDefault="009713FD" w:rsidP="001A0DBC">
            <w:pPr>
              <w:pStyle w:val="tabletext10"/>
              <w:jc w:val="right"/>
              <w:rPr>
                <w:ins w:id="880" w:author="Author"/>
              </w:rPr>
            </w:pPr>
          </w:p>
        </w:tc>
      </w:tr>
      <w:tr w:rsidR="009713FD" w:rsidRPr="009E1B3D" w14:paraId="3E957F48" w14:textId="77777777" w:rsidTr="001A0DBC">
        <w:trPr>
          <w:cantSplit/>
          <w:trHeight w:val="190"/>
          <w:ins w:id="881" w:author="Author"/>
        </w:trPr>
        <w:tc>
          <w:tcPr>
            <w:tcW w:w="200" w:type="dxa"/>
          </w:tcPr>
          <w:p w14:paraId="26D4BD87" w14:textId="77777777" w:rsidR="009713FD" w:rsidRPr="009E1B3D" w:rsidRDefault="009713FD" w:rsidP="001A0DBC">
            <w:pPr>
              <w:pStyle w:val="tabletext11"/>
              <w:rPr>
                <w:ins w:id="88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A77A335" w14:textId="77777777" w:rsidR="009713FD" w:rsidRPr="009E1B3D" w:rsidRDefault="009713FD" w:rsidP="001A0DBC">
            <w:pPr>
              <w:pStyle w:val="tabletext11"/>
              <w:jc w:val="right"/>
              <w:rPr>
                <w:ins w:id="883" w:author="Author"/>
              </w:rPr>
            </w:pPr>
          </w:p>
        </w:tc>
        <w:tc>
          <w:tcPr>
            <w:tcW w:w="630" w:type="dxa"/>
          </w:tcPr>
          <w:p w14:paraId="6ABD06D0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884" w:author="Author"/>
              </w:rPr>
            </w:pPr>
            <w:ins w:id="885" w:author="Author">
              <w:r w:rsidRPr="009E1B3D">
                <w:t>2,001</w:t>
              </w:r>
            </w:ins>
          </w:p>
        </w:tc>
        <w:tc>
          <w:tcPr>
            <w:tcW w:w="180" w:type="dxa"/>
          </w:tcPr>
          <w:p w14:paraId="70BB3C3E" w14:textId="77777777" w:rsidR="009713FD" w:rsidRPr="009E1B3D" w:rsidRDefault="009713FD" w:rsidP="001A0DBC">
            <w:pPr>
              <w:pStyle w:val="tabletext11"/>
              <w:rPr>
                <w:ins w:id="886" w:author="Author"/>
              </w:rPr>
            </w:pPr>
            <w:ins w:id="887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A02F8D4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888" w:author="Author"/>
              </w:rPr>
            </w:pPr>
            <w:ins w:id="889" w:author="Author">
              <w:r w:rsidRPr="009E1B3D">
                <w:t>2,500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F10C2D8" w14:textId="77777777" w:rsidR="009713FD" w:rsidRPr="009E1B3D" w:rsidRDefault="009713FD" w:rsidP="001A0DBC">
            <w:pPr>
              <w:pStyle w:val="tabletext11"/>
              <w:jc w:val="right"/>
              <w:rPr>
                <w:ins w:id="89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10FAC8B" w14:textId="77777777" w:rsidR="009713FD" w:rsidRPr="009E1B3D" w:rsidRDefault="009713FD" w:rsidP="001A0DBC">
            <w:pPr>
              <w:pStyle w:val="tabletext10"/>
              <w:jc w:val="right"/>
              <w:rPr>
                <w:ins w:id="891" w:author="Author"/>
              </w:rPr>
            </w:pPr>
            <w:ins w:id="892" w:author="Author">
              <w:r w:rsidRPr="009E1B3D">
                <w:t>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15AFC54" w14:textId="77777777" w:rsidR="009713FD" w:rsidRPr="009E1B3D" w:rsidRDefault="009713FD" w:rsidP="001A0DBC">
            <w:pPr>
              <w:pStyle w:val="tabletext10"/>
              <w:jc w:val="right"/>
              <w:rPr>
                <w:ins w:id="89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A8F0653" w14:textId="77777777" w:rsidR="009713FD" w:rsidRPr="009E1B3D" w:rsidRDefault="009713FD" w:rsidP="001A0DBC">
            <w:pPr>
              <w:pStyle w:val="tabletext10"/>
              <w:jc w:val="right"/>
              <w:rPr>
                <w:ins w:id="89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BF25AFE" w14:textId="77777777" w:rsidR="009713FD" w:rsidRPr="009E1B3D" w:rsidRDefault="009713FD" w:rsidP="001A0DBC">
            <w:pPr>
              <w:pStyle w:val="tabletext10"/>
              <w:jc w:val="right"/>
              <w:rPr>
                <w:ins w:id="895" w:author="Author"/>
              </w:rPr>
            </w:pPr>
            <w:ins w:id="896" w:author="Author">
              <w:r w:rsidRPr="009E1B3D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B99AEFF" w14:textId="77777777" w:rsidR="009713FD" w:rsidRPr="009E1B3D" w:rsidRDefault="009713FD" w:rsidP="001A0DBC">
            <w:pPr>
              <w:pStyle w:val="tabletext10"/>
              <w:jc w:val="right"/>
              <w:rPr>
                <w:ins w:id="89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1DB359E" w14:textId="77777777" w:rsidR="009713FD" w:rsidRPr="009E1B3D" w:rsidRDefault="009713FD" w:rsidP="001A0DBC">
            <w:pPr>
              <w:pStyle w:val="tabletext10"/>
              <w:jc w:val="right"/>
              <w:rPr>
                <w:ins w:id="89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1A4C518" w14:textId="77777777" w:rsidR="009713FD" w:rsidRPr="009E1B3D" w:rsidRDefault="009713FD" w:rsidP="001A0DBC">
            <w:pPr>
              <w:pStyle w:val="tabletext10"/>
              <w:jc w:val="right"/>
              <w:rPr>
                <w:ins w:id="899" w:author="Author"/>
              </w:rPr>
            </w:pPr>
            <w:ins w:id="900" w:author="Author">
              <w:r w:rsidRPr="009E1B3D">
                <w:t>45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929E343" w14:textId="77777777" w:rsidR="009713FD" w:rsidRPr="009E1B3D" w:rsidRDefault="009713FD" w:rsidP="001A0DBC">
            <w:pPr>
              <w:pStyle w:val="tabletext10"/>
              <w:jc w:val="right"/>
              <w:rPr>
                <w:ins w:id="90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7006E5C" w14:textId="77777777" w:rsidR="009713FD" w:rsidRPr="009E1B3D" w:rsidRDefault="009713FD" w:rsidP="001A0DBC">
            <w:pPr>
              <w:pStyle w:val="tabletext10"/>
              <w:jc w:val="right"/>
              <w:rPr>
                <w:ins w:id="902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4696A45A" w14:textId="77777777" w:rsidR="009713FD" w:rsidRPr="009E1B3D" w:rsidRDefault="009713FD" w:rsidP="001A0DBC">
            <w:pPr>
              <w:pStyle w:val="tabletext10"/>
              <w:jc w:val="right"/>
              <w:rPr>
                <w:ins w:id="903" w:author="Author"/>
              </w:rPr>
            </w:pPr>
            <w:ins w:id="904" w:author="Author">
              <w:r w:rsidRPr="009E1B3D">
                <w:t>48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C2BDDE0" w14:textId="77777777" w:rsidR="009713FD" w:rsidRPr="009E1B3D" w:rsidRDefault="009713FD" w:rsidP="001A0DBC">
            <w:pPr>
              <w:pStyle w:val="tabletext10"/>
              <w:jc w:val="right"/>
              <w:rPr>
                <w:ins w:id="905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9EB914C" w14:textId="77777777" w:rsidR="009713FD" w:rsidRPr="009E1B3D" w:rsidRDefault="009713FD" w:rsidP="001A0DBC">
            <w:pPr>
              <w:pStyle w:val="tabletext10"/>
              <w:jc w:val="right"/>
              <w:rPr>
                <w:ins w:id="906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D31EFEB" w14:textId="77777777" w:rsidR="009713FD" w:rsidRPr="009E1B3D" w:rsidRDefault="009713FD" w:rsidP="001A0DBC">
            <w:pPr>
              <w:pStyle w:val="tabletext10"/>
              <w:jc w:val="right"/>
              <w:rPr>
                <w:ins w:id="907" w:author="Author"/>
              </w:rPr>
            </w:pPr>
            <w:ins w:id="908" w:author="Author">
              <w:r w:rsidRPr="009E1B3D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FCDE602" w14:textId="77777777" w:rsidR="009713FD" w:rsidRPr="009E1B3D" w:rsidRDefault="009713FD" w:rsidP="001A0DBC">
            <w:pPr>
              <w:pStyle w:val="tabletext10"/>
              <w:jc w:val="right"/>
              <w:rPr>
                <w:ins w:id="909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58FDBA2F" w14:textId="77777777" w:rsidR="009713FD" w:rsidRPr="009E1B3D" w:rsidRDefault="009713FD" w:rsidP="001A0DBC">
            <w:pPr>
              <w:pStyle w:val="tabletext10"/>
              <w:jc w:val="right"/>
              <w:rPr>
                <w:ins w:id="910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8DC86A7" w14:textId="77777777" w:rsidR="009713FD" w:rsidRPr="009E1B3D" w:rsidRDefault="009713FD" w:rsidP="001A0DBC">
            <w:pPr>
              <w:pStyle w:val="tabletext10"/>
              <w:jc w:val="right"/>
              <w:rPr>
                <w:ins w:id="911" w:author="Author"/>
              </w:rPr>
            </w:pPr>
            <w:ins w:id="912" w:author="Author">
              <w:r w:rsidRPr="009E1B3D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F266585" w14:textId="77777777" w:rsidR="009713FD" w:rsidRPr="009E1B3D" w:rsidRDefault="009713FD" w:rsidP="001A0DBC">
            <w:pPr>
              <w:pStyle w:val="tabletext10"/>
              <w:jc w:val="right"/>
              <w:rPr>
                <w:ins w:id="91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F1189A3" w14:textId="77777777" w:rsidR="009713FD" w:rsidRPr="009E1B3D" w:rsidRDefault="009713FD" w:rsidP="001A0DBC">
            <w:pPr>
              <w:pStyle w:val="tabletext10"/>
              <w:jc w:val="right"/>
              <w:rPr>
                <w:ins w:id="91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EDA28C0" w14:textId="77777777" w:rsidR="009713FD" w:rsidRPr="009E1B3D" w:rsidRDefault="009713FD" w:rsidP="001A0DBC">
            <w:pPr>
              <w:pStyle w:val="tabletext10"/>
              <w:jc w:val="right"/>
              <w:rPr>
                <w:ins w:id="915" w:author="Author"/>
              </w:rPr>
            </w:pPr>
            <w:ins w:id="916" w:author="Author">
              <w:r w:rsidRPr="009E1B3D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25A353A" w14:textId="77777777" w:rsidR="009713FD" w:rsidRPr="009E1B3D" w:rsidRDefault="009713FD" w:rsidP="001A0DBC">
            <w:pPr>
              <w:pStyle w:val="tabletext10"/>
              <w:jc w:val="right"/>
              <w:rPr>
                <w:ins w:id="917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69B8C5FD" w14:textId="77777777" w:rsidR="009713FD" w:rsidRPr="009E1B3D" w:rsidRDefault="009713FD" w:rsidP="001A0DBC">
            <w:pPr>
              <w:pStyle w:val="tabletext10"/>
              <w:jc w:val="right"/>
              <w:rPr>
                <w:ins w:id="918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70906588" w14:textId="77777777" w:rsidR="009713FD" w:rsidRPr="009E1B3D" w:rsidRDefault="009713FD" w:rsidP="001A0DBC">
            <w:pPr>
              <w:pStyle w:val="tabletext10"/>
              <w:jc w:val="right"/>
              <w:rPr>
                <w:ins w:id="919" w:author="Author"/>
              </w:rPr>
            </w:pPr>
            <w:ins w:id="920" w:author="Author">
              <w:r w:rsidRPr="009E1B3D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E93FE73" w14:textId="77777777" w:rsidR="009713FD" w:rsidRPr="009E1B3D" w:rsidRDefault="009713FD" w:rsidP="001A0DBC">
            <w:pPr>
              <w:pStyle w:val="tabletext10"/>
              <w:jc w:val="right"/>
              <w:rPr>
                <w:ins w:id="921" w:author="Author"/>
              </w:rPr>
            </w:pPr>
          </w:p>
        </w:tc>
      </w:tr>
      <w:tr w:rsidR="009713FD" w:rsidRPr="009E1B3D" w14:paraId="516C49F3" w14:textId="77777777" w:rsidTr="001A0DBC">
        <w:trPr>
          <w:cantSplit/>
          <w:trHeight w:val="190"/>
          <w:ins w:id="922" w:author="Author"/>
        </w:trPr>
        <w:tc>
          <w:tcPr>
            <w:tcW w:w="200" w:type="dxa"/>
          </w:tcPr>
          <w:p w14:paraId="0840D097" w14:textId="77777777" w:rsidR="009713FD" w:rsidRPr="009E1B3D" w:rsidRDefault="009713FD" w:rsidP="001A0DBC">
            <w:pPr>
              <w:pStyle w:val="tabletext11"/>
              <w:rPr>
                <w:ins w:id="92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98EE5C1" w14:textId="77777777" w:rsidR="009713FD" w:rsidRPr="009E1B3D" w:rsidRDefault="009713FD" w:rsidP="001A0DBC">
            <w:pPr>
              <w:pStyle w:val="tabletext11"/>
              <w:jc w:val="right"/>
              <w:rPr>
                <w:ins w:id="924" w:author="Author"/>
              </w:rPr>
            </w:pPr>
          </w:p>
        </w:tc>
        <w:tc>
          <w:tcPr>
            <w:tcW w:w="630" w:type="dxa"/>
          </w:tcPr>
          <w:p w14:paraId="3A110018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925" w:author="Author"/>
              </w:rPr>
            </w:pPr>
            <w:ins w:id="926" w:author="Author">
              <w:r w:rsidRPr="009E1B3D">
                <w:t>2,501</w:t>
              </w:r>
            </w:ins>
          </w:p>
        </w:tc>
        <w:tc>
          <w:tcPr>
            <w:tcW w:w="180" w:type="dxa"/>
          </w:tcPr>
          <w:p w14:paraId="393D7089" w14:textId="77777777" w:rsidR="009713FD" w:rsidRPr="009E1B3D" w:rsidRDefault="009713FD" w:rsidP="001A0DBC">
            <w:pPr>
              <w:pStyle w:val="tabletext11"/>
              <w:rPr>
                <w:ins w:id="927" w:author="Author"/>
              </w:rPr>
            </w:pPr>
            <w:ins w:id="928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5130D1E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929" w:author="Author"/>
              </w:rPr>
            </w:pPr>
            <w:ins w:id="930" w:author="Author">
              <w:r w:rsidRPr="009E1B3D">
                <w:t>3,000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6EAE71A" w14:textId="77777777" w:rsidR="009713FD" w:rsidRPr="009E1B3D" w:rsidRDefault="009713FD" w:rsidP="001A0DBC">
            <w:pPr>
              <w:pStyle w:val="tabletext11"/>
              <w:jc w:val="right"/>
              <w:rPr>
                <w:ins w:id="93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CB0BAEB" w14:textId="77777777" w:rsidR="009713FD" w:rsidRPr="009E1B3D" w:rsidRDefault="009713FD" w:rsidP="001A0DBC">
            <w:pPr>
              <w:pStyle w:val="tabletext10"/>
              <w:jc w:val="right"/>
              <w:rPr>
                <w:ins w:id="932" w:author="Author"/>
              </w:rPr>
            </w:pPr>
            <w:ins w:id="933" w:author="Author">
              <w:r w:rsidRPr="009E1B3D">
                <w:t>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2FFA77B" w14:textId="77777777" w:rsidR="009713FD" w:rsidRPr="009E1B3D" w:rsidRDefault="009713FD" w:rsidP="001A0DBC">
            <w:pPr>
              <w:pStyle w:val="tabletext10"/>
              <w:jc w:val="right"/>
              <w:rPr>
                <w:ins w:id="93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4C8F8EC" w14:textId="77777777" w:rsidR="009713FD" w:rsidRPr="009E1B3D" w:rsidRDefault="009713FD" w:rsidP="001A0DBC">
            <w:pPr>
              <w:pStyle w:val="tabletext10"/>
              <w:jc w:val="right"/>
              <w:rPr>
                <w:ins w:id="93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D02240B" w14:textId="77777777" w:rsidR="009713FD" w:rsidRPr="009E1B3D" w:rsidRDefault="009713FD" w:rsidP="001A0DBC">
            <w:pPr>
              <w:pStyle w:val="tabletext10"/>
              <w:jc w:val="right"/>
              <w:rPr>
                <w:ins w:id="936" w:author="Author"/>
              </w:rPr>
            </w:pPr>
            <w:ins w:id="937" w:author="Author">
              <w:r w:rsidRPr="009E1B3D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62D7736" w14:textId="77777777" w:rsidR="009713FD" w:rsidRPr="009E1B3D" w:rsidRDefault="009713FD" w:rsidP="001A0DBC">
            <w:pPr>
              <w:pStyle w:val="tabletext10"/>
              <w:jc w:val="right"/>
              <w:rPr>
                <w:ins w:id="93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9433BD1" w14:textId="77777777" w:rsidR="009713FD" w:rsidRPr="009E1B3D" w:rsidRDefault="009713FD" w:rsidP="001A0DBC">
            <w:pPr>
              <w:pStyle w:val="tabletext10"/>
              <w:jc w:val="right"/>
              <w:rPr>
                <w:ins w:id="93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35A9BAB" w14:textId="77777777" w:rsidR="009713FD" w:rsidRPr="009E1B3D" w:rsidRDefault="009713FD" w:rsidP="001A0DBC">
            <w:pPr>
              <w:pStyle w:val="tabletext10"/>
              <w:jc w:val="right"/>
              <w:rPr>
                <w:ins w:id="940" w:author="Author"/>
              </w:rPr>
            </w:pPr>
            <w:ins w:id="941" w:author="Author">
              <w:r w:rsidRPr="009E1B3D">
                <w:t>52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612A153" w14:textId="77777777" w:rsidR="009713FD" w:rsidRPr="009E1B3D" w:rsidRDefault="009713FD" w:rsidP="001A0DBC">
            <w:pPr>
              <w:pStyle w:val="tabletext10"/>
              <w:jc w:val="right"/>
              <w:rPr>
                <w:ins w:id="94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3C3BB74" w14:textId="77777777" w:rsidR="009713FD" w:rsidRPr="009E1B3D" w:rsidRDefault="009713FD" w:rsidP="001A0DBC">
            <w:pPr>
              <w:pStyle w:val="tabletext10"/>
              <w:jc w:val="right"/>
              <w:rPr>
                <w:ins w:id="943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6FB23DD" w14:textId="77777777" w:rsidR="009713FD" w:rsidRPr="009E1B3D" w:rsidRDefault="009713FD" w:rsidP="001A0DBC">
            <w:pPr>
              <w:pStyle w:val="tabletext10"/>
              <w:jc w:val="right"/>
              <w:rPr>
                <w:ins w:id="944" w:author="Author"/>
              </w:rPr>
            </w:pPr>
            <w:ins w:id="945" w:author="Author">
              <w:r w:rsidRPr="009E1B3D">
                <w:t>54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B9B9D24" w14:textId="77777777" w:rsidR="009713FD" w:rsidRPr="009E1B3D" w:rsidRDefault="009713FD" w:rsidP="001A0DBC">
            <w:pPr>
              <w:pStyle w:val="tabletext10"/>
              <w:jc w:val="right"/>
              <w:rPr>
                <w:ins w:id="946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BE84F55" w14:textId="77777777" w:rsidR="009713FD" w:rsidRPr="009E1B3D" w:rsidRDefault="009713FD" w:rsidP="001A0DBC">
            <w:pPr>
              <w:pStyle w:val="tabletext10"/>
              <w:jc w:val="right"/>
              <w:rPr>
                <w:ins w:id="947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7A38673D" w14:textId="77777777" w:rsidR="009713FD" w:rsidRPr="009E1B3D" w:rsidRDefault="009713FD" w:rsidP="001A0DBC">
            <w:pPr>
              <w:pStyle w:val="tabletext10"/>
              <w:jc w:val="right"/>
              <w:rPr>
                <w:ins w:id="948" w:author="Author"/>
              </w:rPr>
            </w:pPr>
            <w:ins w:id="949" w:author="Author">
              <w:r w:rsidRPr="009E1B3D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0DD768F" w14:textId="77777777" w:rsidR="009713FD" w:rsidRPr="009E1B3D" w:rsidRDefault="009713FD" w:rsidP="001A0DBC">
            <w:pPr>
              <w:pStyle w:val="tabletext10"/>
              <w:jc w:val="right"/>
              <w:rPr>
                <w:ins w:id="950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2B1A3F44" w14:textId="77777777" w:rsidR="009713FD" w:rsidRPr="009E1B3D" w:rsidRDefault="009713FD" w:rsidP="001A0DBC">
            <w:pPr>
              <w:pStyle w:val="tabletext10"/>
              <w:jc w:val="right"/>
              <w:rPr>
                <w:ins w:id="95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28F9DC16" w14:textId="77777777" w:rsidR="009713FD" w:rsidRPr="009E1B3D" w:rsidRDefault="009713FD" w:rsidP="001A0DBC">
            <w:pPr>
              <w:pStyle w:val="tabletext10"/>
              <w:jc w:val="right"/>
              <w:rPr>
                <w:ins w:id="952" w:author="Author"/>
              </w:rPr>
            </w:pPr>
            <w:ins w:id="953" w:author="Author">
              <w:r w:rsidRPr="009E1B3D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47CFD4E" w14:textId="77777777" w:rsidR="009713FD" w:rsidRPr="009E1B3D" w:rsidRDefault="009713FD" w:rsidP="001A0DBC">
            <w:pPr>
              <w:pStyle w:val="tabletext10"/>
              <w:jc w:val="right"/>
              <w:rPr>
                <w:ins w:id="95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A0E4D7D" w14:textId="77777777" w:rsidR="009713FD" w:rsidRPr="009E1B3D" w:rsidRDefault="009713FD" w:rsidP="001A0DBC">
            <w:pPr>
              <w:pStyle w:val="tabletext10"/>
              <w:jc w:val="right"/>
              <w:rPr>
                <w:ins w:id="95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1BF7812" w14:textId="77777777" w:rsidR="009713FD" w:rsidRPr="009E1B3D" w:rsidRDefault="009713FD" w:rsidP="001A0DBC">
            <w:pPr>
              <w:pStyle w:val="tabletext10"/>
              <w:jc w:val="right"/>
              <w:rPr>
                <w:ins w:id="956" w:author="Author"/>
              </w:rPr>
            </w:pPr>
            <w:ins w:id="957" w:author="Author">
              <w:r w:rsidRPr="009E1B3D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96E2534" w14:textId="77777777" w:rsidR="009713FD" w:rsidRPr="009E1B3D" w:rsidRDefault="009713FD" w:rsidP="001A0DBC">
            <w:pPr>
              <w:pStyle w:val="tabletext10"/>
              <w:jc w:val="right"/>
              <w:rPr>
                <w:ins w:id="958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31960D7D" w14:textId="77777777" w:rsidR="009713FD" w:rsidRPr="009E1B3D" w:rsidRDefault="009713FD" w:rsidP="001A0DBC">
            <w:pPr>
              <w:pStyle w:val="tabletext10"/>
              <w:jc w:val="right"/>
              <w:rPr>
                <w:ins w:id="95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49046D4" w14:textId="77777777" w:rsidR="009713FD" w:rsidRPr="009E1B3D" w:rsidRDefault="009713FD" w:rsidP="001A0DBC">
            <w:pPr>
              <w:pStyle w:val="tabletext10"/>
              <w:jc w:val="right"/>
              <w:rPr>
                <w:ins w:id="960" w:author="Author"/>
              </w:rPr>
            </w:pPr>
            <w:ins w:id="961" w:author="Author">
              <w:r w:rsidRPr="009E1B3D">
                <w:t>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DFA2BBA" w14:textId="77777777" w:rsidR="009713FD" w:rsidRPr="009E1B3D" w:rsidRDefault="009713FD" w:rsidP="001A0DBC">
            <w:pPr>
              <w:pStyle w:val="tabletext10"/>
              <w:jc w:val="right"/>
              <w:rPr>
                <w:ins w:id="962" w:author="Author"/>
              </w:rPr>
            </w:pPr>
          </w:p>
        </w:tc>
      </w:tr>
      <w:tr w:rsidR="009713FD" w:rsidRPr="009E1B3D" w14:paraId="2FDDAAF0" w14:textId="77777777" w:rsidTr="001A0DBC">
        <w:trPr>
          <w:cantSplit/>
          <w:trHeight w:val="190"/>
          <w:ins w:id="963" w:author="Author"/>
        </w:trPr>
        <w:tc>
          <w:tcPr>
            <w:tcW w:w="200" w:type="dxa"/>
          </w:tcPr>
          <w:p w14:paraId="425DBEC7" w14:textId="77777777" w:rsidR="009713FD" w:rsidRPr="009E1B3D" w:rsidRDefault="009713FD" w:rsidP="001A0DBC">
            <w:pPr>
              <w:pStyle w:val="tabletext11"/>
              <w:rPr>
                <w:ins w:id="96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16CA76B" w14:textId="77777777" w:rsidR="009713FD" w:rsidRPr="009E1B3D" w:rsidRDefault="009713FD" w:rsidP="001A0DBC">
            <w:pPr>
              <w:pStyle w:val="tabletext11"/>
              <w:jc w:val="right"/>
              <w:rPr>
                <w:ins w:id="965" w:author="Author"/>
              </w:rPr>
            </w:pPr>
          </w:p>
        </w:tc>
        <w:tc>
          <w:tcPr>
            <w:tcW w:w="630" w:type="dxa"/>
          </w:tcPr>
          <w:p w14:paraId="605F8684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966" w:author="Author"/>
              </w:rPr>
            </w:pPr>
            <w:ins w:id="967" w:author="Author">
              <w:r w:rsidRPr="009E1B3D">
                <w:t>3,001</w:t>
              </w:r>
            </w:ins>
          </w:p>
        </w:tc>
        <w:tc>
          <w:tcPr>
            <w:tcW w:w="180" w:type="dxa"/>
          </w:tcPr>
          <w:p w14:paraId="4BB85D34" w14:textId="77777777" w:rsidR="009713FD" w:rsidRPr="009E1B3D" w:rsidRDefault="009713FD" w:rsidP="001A0DBC">
            <w:pPr>
              <w:pStyle w:val="tabletext11"/>
              <w:rPr>
                <w:ins w:id="968" w:author="Author"/>
              </w:rPr>
            </w:pPr>
            <w:ins w:id="969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ADC7944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970" w:author="Author"/>
              </w:rPr>
            </w:pPr>
            <w:ins w:id="971" w:author="Author">
              <w:r w:rsidRPr="009E1B3D">
                <w:t>3,500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7251CB0" w14:textId="77777777" w:rsidR="009713FD" w:rsidRPr="009E1B3D" w:rsidRDefault="009713FD" w:rsidP="001A0DBC">
            <w:pPr>
              <w:pStyle w:val="tabletext11"/>
              <w:jc w:val="right"/>
              <w:rPr>
                <w:ins w:id="97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5CA76DC" w14:textId="77777777" w:rsidR="009713FD" w:rsidRPr="009E1B3D" w:rsidRDefault="009713FD" w:rsidP="001A0DBC">
            <w:pPr>
              <w:pStyle w:val="tabletext10"/>
              <w:jc w:val="right"/>
              <w:rPr>
                <w:ins w:id="973" w:author="Author"/>
              </w:rPr>
            </w:pPr>
            <w:ins w:id="974" w:author="Author">
              <w:r w:rsidRPr="009E1B3D">
                <w:t>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33EB78E" w14:textId="77777777" w:rsidR="009713FD" w:rsidRPr="009E1B3D" w:rsidRDefault="009713FD" w:rsidP="001A0DBC">
            <w:pPr>
              <w:pStyle w:val="tabletext10"/>
              <w:jc w:val="right"/>
              <w:rPr>
                <w:ins w:id="97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8149010" w14:textId="77777777" w:rsidR="009713FD" w:rsidRPr="009E1B3D" w:rsidRDefault="009713FD" w:rsidP="001A0DBC">
            <w:pPr>
              <w:pStyle w:val="tabletext10"/>
              <w:jc w:val="right"/>
              <w:rPr>
                <w:ins w:id="97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7E7889D" w14:textId="77777777" w:rsidR="009713FD" w:rsidRPr="009E1B3D" w:rsidRDefault="009713FD" w:rsidP="001A0DBC">
            <w:pPr>
              <w:pStyle w:val="tabletext10"/>
              <w:jc w:val="right"/>
              <w:rPr>
                <w:ins w:id="977" w:author="Author"/>
              </w:rPr>
            </w:pPr>
            <w:ins w:id="978" w:author="Author">
              <w:r w:rsidRPr="009E1B3D">
                <w:t>10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870977F" w14:textId="77777777" w:rsidR="009713FD" w:rsidRPr="009E1B3D" w:rsidRDefault="009713FD" w:rsidP="001A0DBC">
            <w:pPr>
              <w:pStyle w:val="tabletext10"/>
              <w:jc w:val="right"/>
              <w:rPr>
                <w:ins w:id="97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270C045" w14:textId="77777777" w:rsidR="009713FD" w:rsidRPr="009E1B3D" w:rsidRDefault="009713FD" w:rsidP="001A0DBC">
            <w:pPr>
              <w:pStyle w:val="tabletext10"/>
              <w:jc w:val="right"/>
              <w:rPr>
                <w:ins w:id="98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A8D0ECD" w14:textId="77777777" w:rsidR="009713FD" w:rsidRPr="009E1B3D" w:rsidRDefault="009713FD" w:rsidP="001A0DBC">
            <w:pPr>
              <w:pStyle w:val="tabletext10"/>
              <w:jc w:val="right"/>
              <w:rPr>
                <w:ins w:id="981" w:author="Author"/>
              </w:rPr>
            </w:pPr>
            <w:ins w:id="982" w:author="Author">
              <w:r w:rsidRPr="009E1B3D">
                <w:t>59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07DB281" w14:textId="77777777" w:rsidR="009713FD" w:rsidRPr="009E1B3D" w:rsidRDefault="009713FD" w:rsidP="001A0DBC">
            <w:pPr>
              <w:pStyle w:val="tabletext10"/>
              <w:jc w:val="right"/>
              <w:rPr>
                <w:ins w:id="983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135C526" w14:textId="77777777" w:rsidR="009713FD" w:rsidRPr="009E1B3D" w:rsidRDefault="009713FD" w:rsidP="001A0DBC">
            <w:pPr>
              <w:pStyle w:val="tabletext10"/>
              <w:jc w:val="right"/>
              <w:rPr>
                <w:ins w:id="984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76D904D0" w14:textId="77777777" w:rsidR="009713FD" w:rsidRPr="009E1B3D" w:rsidRDefault="009713FD" w:rsidP="001A0DBC">
            <w:pPr>
              <w:pStyle w:val="tabletext10"/>
              <w:jc w:val="right"/>
              <w:rPr>
                <w:ins w:id="985" w:author="Author"/>
              </w:rPr>
            </w:pPr>
            <w:ins w:id="986" w:author="Author">
              <w:r w:rsidRPr="009E1B3D">
                <w:t>63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E9AA0BC" w14:textId="77777777" w:rsidR="009713FD" w:rsidRPr="009E1B3D" w:rsidRDefault="009713FD" w:rsidP="001A0DBC">
            <w:pPr>
              <w:pStyle w:val="tabletext10"/>
              <w:jc w:val="right"/>
              <w:rPr>
                <w:ins w:id="987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0D155232" w14:textId="77777777" w:rsidR="009713FD" w:rsidRPr="009E1B3D" w:rsidRDefault="009713FD" w:rsidP="001A0DBC">
            <w:pPr>
              <w:pStyle w:val="tabletext10"/>
              <w:jc w:val="right"/>
              <w:rPr>
                <w:ins w:id="988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5FF126C" w14:textId="77777777" w:rsidR="009713FD" w:rsidRPr="009E1B3D" w:rsidRDefault="009713FD" w:rsidP="001A0DBC">
            <w:pPr>
              <w:pStyle w:val="tabletext10"/>
              <w:jc w:val="right"/>
              <w:rPr>
                <w:ins w:id="989" w:author="Author"/>
              </w:rPr>
            </w:pPr>
            <w:ins w:id="990" w:author="Author">
              <w:r w:rsidRPr="009E1B3D">
                <w:t>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5726CF0" w14:textId="77777777" w:rsidR="009713FD" w:rsidRPr="009E1B3D" w:rsidRDefault="009713FD" w:rsidP="001A0DBC">
            <w:pPr>
              <w:pStyle w:val="tabletext10"/>
              <w:jc w:val="right"/>
              <w:rPr>
                <w:ins w:id="991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31C9F367" w14:textId="77777777" w:rsidR="009713FD" w:rsidRPr="009E1B3D" w:rsidRDefault="009713FD" w:rsidP="001A0DBC">
            <w:pPr>
              <w:pStyle w:val="tabletext10"/>
              <w:jc w:val="right"/>
              <w:rPr>
                <w:ins w:id="992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2B8B8372" w14:textId="77777777" w:rsidR="009713FD" w:rsidRPr="009E1B3D" w:rsidRDefault="009713FD" w:rsidP="001A0DBC">
            <w:pPr>
              <w:pStyle w:val="tabletext10"/>
              <w:jc w:val="right"/>
              <w:rPr>
                <w:ins w:id="993" w:author="Author"/>
              </w:rPr>
            </w:pPr>
            <w:ins w:id="994" w:author="Author">
              <w:r w:rsidRPr="009E1B3D">
                <w:t>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23E7BC4" w14:textId="77777777" w:rsidR="009713FD" w:rsidRPr="009E1B3D" w:rsidRDefault="009713FD" w:rsidP="001A0DBC">
            <w:pPr>
              <w:pStyle w:val="tabletext10"/>
              <w:jc w:val="right"/>
              <w:rPr>
                <w:ins w:id="99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21ECF64" w14:textId="77777777" w:rsidR="009713FD" w:rsidRPr="009E1B3D" w:rsidRDefault="009713FD" w:rsidP="001A0DBC">
            <w:pPr>
              <w:pStyle w:val="tabletext10"/>
              <w:jc w:val="right"/>
              <w:rPr>
                <w:ins w:id="99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3070A38" w14:textId="77777777" w:rsidR="009713FD" w:rsidRPr="009E1B3D" w:rsidRDefault="009713FD" w:rsidP="001A0DBC">
            <w:pPr>
              <w:pStyle w:val="tabletext10"/>
              <w:jc w:val="right"/>
              <w:rPr>
                <w:ins w:id="997" w:author="Author"/>
              </w:rPr>
            </w:pPr>
            <w:ins w:id="998" w:author="Author">
              <w:r w:rsidRPr="009E1B3D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01FC67C" w14:textId="77777777" w:rsidR="009713FD" w:rsidRPr="009E1B3D" w:rsidRDefault="009713FD" w:rsidP="001A0DBC">
            <w:pPr>
              <w:pStyle w:val="tabletext10"/>
              <w:jc w:val="right"/>
              <w:rPr>
                <w:ins w:id="999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1E0E491C" w14:textId="77777777" w:rsidR="009713FD" w:rsidRPr="009E1B3D" w:rsidRDefault="009713FD" w:rsidP="001A0DBC">
            <w:pPr>
              <w:pStyle w:val="tabletext10"/>
              <w:jc w:val="right"/>
              <w:rPr>
                <w:ins w:id="1000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5177B49" w14:textId="77777777" w:rsidR="009713FD" w:rsidRPr="009E1B3D" w:rsidRDefault="009713FD" w:rsidP="001A0DBC">
            <w:pPr>
              <w:pStyle w:val="tabletext10"/>
              <w:jc w:val="right"/>
              <w:rPr>
                <w:ins w:id="1001" w:author="Author"/>
              </w:rPr>
            </w:pPr>
            <w:ins w:id="1002" w:author="Author">
              <w:r w:rsidRPr="009E1B3D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0E15745" w14:textId="77777777" w:rsidR="009713FD" w:rsidRPr="009E1B3D" w:rsidRDefault="009713FD" w:rsidP="001A0DBC">
            <w:pPr>
              <w:pStyle w:val="tabletext10"/>
              <w:jc w:val="right"/>
              <w:rPr>
                <w:ins w:id="1003" w:author="Author"/>
              </w:rPr>
            </w:pPr>
          </w:p>
        </w:tc>
      </w:tr>
      <w:tr w:rsidR="009713FD" w:rsidRPr="009E1B3D" w14:paraId="11421E25" w14:textId="77777777" w:rsidTr="001A0DBC">
        <w:trPr>
          <w:cantSplit/>
          <w:trHeight w:val="190"/>
          <w:ins w:id="1004" w:author="Author"/>
        </w:trPr>
        <w:tc>
          <w:tcPr>
            <w:tcW w:w="200" w:type="dxa"/>
          </w:tcPr>
          <w:p w14:paraId="65F38DDB" w14:textId="77777777" w:rsidR="009713FD" w:rsidRPr="009E1B3D" w:rsidRDefault="009713FD" w:rsidP="001A0DBC">
            <w:pPr>
              <w:pStyle w:val="tabletext11"/>
              <w:rPr>
                <w:ins w:id="100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B95EE23" w14:textId="77777777" w:rsidR="009713FD" w:rsidRPr="009E1B3D" w:rsidRDefault="009713FD" w:rsidP="001A0DBC">
            <w:pPr>
              <w:pStyle w:val="tabletext11"/>
              <w:jc w:val="right"/>
              <w:rPr>
                <w:ins w:id="1006" w:author="Author"/>
              </w:rPr>
            </w:pPr>
          </w:p>
        </w:tc>
        <w:tc>
          <w:tcPr>
            <w:tcW w:w="630" w:type="dxa"/>
          </w:tcPr>
          <w:p w14:paraId="51DD9DEA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1007" w:author="Author"/>
              </w:rPr>
            </w:pPr>
            <w:ins w:id="1008" w:author="Author">
              <w:r w:rsidRPr="009E1B3D">
                <w:t>3,501</w:t>
              </w:r>
            </w:ins>
          </w:p>
        </w:tc>
        <w:tc>
          <w:tcPr>
            <w:tcW w:w="180" w:type="dxa"/>
          </w:tcPr>
          <w:p w14:paraId="3DFFF4BF" w14:textId="77777777" w:rsidR="009713FD" w:rsidRPr="009E1B3D" w:rsidRDefault="009713FD" w:rsidP="001A0DBC">
            <w:pPr>
              <w:pStyle w:val="tabletext11"/>
              <w:rPr>
                <w:ins w:id="1009" w:author="Author"/>
              </w:rPr>
            </w:pPr>
            <w:ins w:id="1010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F5D1BF4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1011" w:author="Author"/>
              </w:rPr>
            </w:pPr>
            <w:ins w:id="1012" w:author="Author">
              <w:r w:rsidRPr="009E1B3D">
                <w:t>4,000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2062DF1" w14:textId="77777777" w:rsidR="009713FD" w:rsidRPr="009E1B3D" w:rsidRDefault="009713FD" w:rsidP="001A0DBC">
            <w:pPr>
              <w:pStyle w:val="tabletext11"/>
              <w:jc w:val="right"/>
              <w:rPr>
                <w:ins w:id="101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21D4945" w14:textId="77777777" w:rsidR="009713FD" w:rsidRPr="009E1B3D" w:rsidRDefault="009713FD" w:rsidP="001A0DBC">
            <w:pPr>
              <w:pStyle w:val="tabletext10"/>
              <w:jc w:val="right"/>
              <w:rPr>
                <w:ins w:id="1014" w:author="Author"/>
              </w:rPr>
            </w:pPr>
            <w:ins w:id="1015" w:author="Author">
              <w:r w:rsidRPr="009E1B3D">
                <w:t>11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890CA49" w14:textId="77777777" w:rsidR="009713FD" w:rsidRPr="009E1B3D" w:rsidRDefault="009713FD" w:rsidP="001A0DBC">
            <w:pPr>
              <w:pStyle w:val="tabletext10"/>
              <w:jc w:val="right"/>
              <w:rPr>
                <w:ins w:id="101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5AD33C6" w14:textId="77777777" w:rsidR="009713FD" w:rsidRPr="009E1B3D" w:rsidRDefault="009713FD" w:rsidP="001A0DBC">
            <w:pPr>
              <w:pStyle w:val="tabletext10"/>
              <w:jc w:val="right"/>
              <w:rPr>
                <w:ins w:id="101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0A82A4B" w14:textId="77777777" w:rsidR="009713FD" w:rsidRPr="009E1B3D" w:rsidRDefault="009713FD" w:rsidP="001A0DBC">
            <w:pPr>
              <w:pStyle w:val="tabletext10"/>
              <w:jc w:val="right"/>
              <w:rPr>
                <w:ins w:id="1018" w:author="Author"/>
              </w:rPr>
            </w:pPr>
            <w:ins w:id="1019" w:author="Author">
              <w:r w:rsidRPr="009E1B3D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E6B405C" w14:textId="77777777" w:rsidR="009713FD" w:rsidRPr="009E1B3D" w:rsidRDefault="009713FD" w:rsidP="001A0DBC">
            <w:pPr>
              <w:pStyle w:val="tabletext10"/>
              <w:jc w:val="right"/>
              <w:rPr>
                <w:ins w:id="102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390DD58" w14:textId="77777777" w:rsidR="009713FD" w:rsidRPr="009E1B3D" w:rsidRDefault="009713FD" w:rsidP="001A0DBC">
            <w:pPr>
              <w:pStyle w:val="tabletext10"/>
              <w:jc w:val="right"/>
              <w:rPr>
                <w:ins w:id="102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7883D3B" w14:textId="77777777" w:rsidR="009713FD" w:rsidRPr="009E1B3D" w:rsidRDefault="009713FD" w:rsidP="001A0DBC">
            <w:pPr>
              <w:pStyle w:val="tabletext10"/>
              <w:jc w:val="right"/>
              <w:rPr>
                <w:ins w:id="1022" w:author="Author"/>
              </w:rPr>
            </w:pPr>
            <w:ins w:id="1023" w:author="Author">
              <w:r w:rsidRPr="009E1B3D">
                <w:t>67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0A1C61F" w14:textId="77777777" w:rsidR="009713FD" w:rsidRPr="009E1B3D" w:rsidRDefault="009713FD" w:rsidP="001A0DBC">
            <w:pPr>
              <w:pStyle w:val="tabletext10"/>
              <w:jc w:val="right"/>
              <w:rPr>
                <w:ins w:id="102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93A43E4" w14:textId="77777777" w:rsidR="009713FD" w:rsidRPr="009E1B3D" w:rsidRDefault="009713FD" w:rsidP="001A0DBC">
            <w:pPr>
              <w:pStyle w:val="tabletext10"/>
              <w:jc w:val="right"/>
              <w:rPr>
                <w:ins w:id="1025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2B4B5740" w14:textId="77777777" w:rsidR="009713FD" w:rsidRPr="009E1B3D" w:rsidRDefault="009713FD" w:rsidP="001A0DBC">
            <w:pPr>
              <w:pStyle w:val="tabletext10"/>
              <w:jc w:val="right"/>
              <w:rPr>
                <w:ins w:id="1026" w:author="Author"/>
              </w:rPr>
            </w:pPr>
            <w:ins w:id="1027" w:author="Author">
              <w:r w:rsidRPr="009E1B3D">
                <w:t>70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045EF3E4" w14:textId="77777777" w:rsidR="009713FD" w:rsidRPr="009E1B3D" w:rsidRDefault="009713FD" w:rsidP="001A0DBC">
            <w:pPr>
              <w:pStyle w:val="tabletext10"/>
              <w:jc w:val="right"/>
              <w:rPr>
                <w:ins w:id="1028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49BF29CD" w14:textId="77777777" w:rsidR="009713FD" w:rsidRPr="009E1B3D" w:rsidRDefault="009713FD" w:rsidP="001A0DBC">
            <w:pPr>
              <w:pStyle w:val="tabletext10"/>
              <w:jc w:val="right"/>
              <w:rPr>
                <w:ins w:id="1029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45B36B40" w14:textId="77777777" w:rsidR="009713FD" w:rsidRPr="009E1B3D" w:rsidRDefault="009713FD" w:rsidP="001A0DBC">
            <w:pPr>
              <w:pStyle w:val="tabletext10"/>
              <w:jc w:val="right"/>
              <w:rPr>
                <w:ins w:id="1030" w:author="Author"/>
              </w:rPr>
            </w:pPr>
            <w:ins w:id="1031" w:author="Author">
              <w:r w:rsidRPr="009E1B3D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F263E8F" w14:textId="77777777" w:rsidR="009713FD" w:rsidRPr="009E1B3D" w:rsidRDefault="009713FD" w:rsidP="001A0DBC">
            <w:pPr>
              <w:pStyle w:val="tabletext10"/>
              <w:jc w:val="right"/>
              <w:rPr>
                <w:ins w:id="1032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493AB24A" w14:textId="77777777" w:rsidR="009713FD" w:rsidRPr="009E1B3D" w:rsidRDefault="009713FD" w:rsidP="001A0DBC">
            <w:pPr>
              <w:pStyle w:val="tabletext10"/>
              <w:jc w:val="right"/>
              <w:rPr>
                <w:ins w:id="103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BD69F84" w14:textId="77777777" w:rsidR="009713FD" w:rsidRPr="009E1B3D" w:rsidRDefault="009713FD" w:rsidP="001A0DBC">
            <w:pPr>
              <w:pStyle w:val="tabletext10"/>
              <w:jc w:val="right"/>
              <w:rPr>
                <w:ins w:id="1034" w:author="Author"/>
              </w:rPr>
            </w:pPr>
            <w:ins w:id="1035" w:author="Author">
              <w:r w:rsidRPr="009E1B3D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3B2749B" w14:textId="77777777" w:rsidR="009713FD" w:rsidRPr="009E1B3D" w:rsidRDefault="009713FD" w:rsidP="001A0DBC">
            <w:pPr>
              <w:pStyle w:val="tabletext10"/>
              <w:jc w:val="right"/>
              <w:rPr>
                <w:ins w:id="103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0301649" w14:textId="77777777" w:rsidR="009713FD" w:rsidRPr="009E1B3D" w:rsidRDefault="009713FD" w:rsidP="001A0DBC">
            <w:pPr>
              <w:pStyle w:val="tabletext10"/>
              <w:jc w:val="right"/>
              <w:rPr>
                <w:ins w:id="103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FD395EF" w14:textId="77777777" w:rsidR="009713FD" w:rsidRPr="009E1B3D" w:rsidRDefault="009713FD" w:rsidP="001A0DBC">
            <w:pPr>
              <w:pStyle w:val="tabletext10"/>
              <w:jc w:val="right"/>
              <w:rPr>
                <w:ins w:id="1038" w:author="Author"/>
              </w:rPr>
            </w:pPr>
            <w:ins w:id="1039" w:author="Author">
              <w:r w:rsidRPr="009E1B3D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32BBA22" w14:textId="77777777" w:rsidR="009713FD" w:rsidRPr="009E1B3D" w:rsidRDefault="009713FD" w:rsidP="001A0DBC">
            <w:pPr>
              <w:pStyle w:val="tabletext10"/>
              <w:jc w:val="right"/>
              <w:rPr>
                <w:ins w:id="1040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0F9068B2" w14:textId="77777777" w:rsidR="009713FD" w:rsidRPr="009E1B3D" w:rsidRDefault="009713FD" w:rsidP="001A0DBC">
            <w:pPr>
              <w:pStyle w:val="tabletext10"/>
              <w:jc w:val="right"/>
              <w:rPr>
                <w:ins w:id="104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20D2CF0" w14:textId="77777777" w:rsidR="009713FD" w:rsidRPr="009E1B3D" w:rsidRDefault="009713FD" w:rsidP="001A0DBC">
            <w:pPr>
              <w:pStyle w:val="tabletext10"/>
              <w:jc w:val="right"/>
              <w:rPr>
                <w:ins w:id="1042" w:author="Author"/>
              </w:rPr>
            </w:pPr>
            <w:ins w:id="1043" w:author="Author">
              <w:r w:rsidRPr="009E1B3D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E81B679" w14:textId="77777777" w:rsidR="009713FD" w:rsidRPr="009E1B3D" w:rsidRDefault="009713FD" w:rsidP="001A0DBC">
            <w:pPr>
              <w:pStyle w:val="tabletext10"/>
              <w:jc w:val="right"/>
              <w:rPr>
                <w:ins w:id="1044" w:author="Author"/>
              </w:rPr>
            </w:pPr>
          </w:p>
        </w:tc>
      </w:tr>
      <w:tr w:rsidR="009713FD" w:rsidRPr="009E1B3D" w14:paraId="50E8EF81" w14:textId="77777777" w:rsidTr="001A0DBC">
        <w:trPr>
          <w:cantSplit/>
          <w:trHeight w:val="190"/>
          <w:ins w:id="1045" w:author="Author"/>
        </w:trPr>
        <w:tc>
          <w:tcPr>
            <w:tcW w:w="200" w:type="dxa"/>
          </w:tcPr>
          <w:p w14:paraId="308B3148" w14:textId="77777777" w:rsidR="009713FD" w:rsidRPr="009E1B3D" w:rsidRDefault="009713FD" w:rsidP="001A0DBC">
            <w:pPr>
              <w:pStyle w:val="tabletext11"/>
              <w:rPr>
                <w:ins w:id="104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6EE67B4" w14:textId="77777777" w:rsidR="009713FD" w:rsidRPr="009E1B3D" w:rsidRDefault="009713FD" w:rsidP="001A0DBC">
            <w:pPr>
              <w:pStyle w:val="tabletext11"/>
              <w:jc w:val="right"/>
              <w:rPr>
                <w:ins w:id="1047" w:author="Author"/>
              </w:rPr>
            </w:pPr>
          </w:p>
        </w:tc>
        <w:tc>
          <w:tcPr>
            <w:tcW w:w="630" w:type="dxa"/>
          </w:tcPr>
          <w:p w14:paraId="630D4858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1048" w:author="Author"/>
              </w:rPr>
            </w:pPr>
            <w:ins w:id="1049" w:author="Author">
              <w:r w:rsidRPr="009E1B3D">
                <w:t>4,001</w:t>
              </w:r>
            </w:ins>
          </w:p>
        </w:tc>
        <w:tc>
          <w:tcPr>
            <w:tcW w:w="180" w:type="dxa"/>
          </w:tcPr>
          <w:p w14:paraId="0F9D3DA6" w14:textId="77777777" w:rsidR="009713FD" w:rsidRPr="009E1B3D" w:rsidRDefault="009713FD" w:rsidP="001A0DBC">
            <w:pPr>
              <w:pStyle w:val="tabletext11"/>
              <w:rPr>
                <w:ins w:id="1050" w:author="Author"/>
              </w:rPr>
            </w:pPr>
            <w:ins w:id="1051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E52CF71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1052" w:author="Author"/>
              </w:rPr>
            </w:pPr>
            <w:ins w:id="1053" w:author="Author">
              <w:r w:rsidRPr="009E1B3D">
                <w:t>4,500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9ECD620" w14:textId="77777777" w:rsidR="009713FD" w:rsidRPr="009E1B3D" w:rsidRDefault="009713FD" w:rsidP="001A0DBC">
            <w:pPr>
              <w:pStyle w:val="tabletext11"/>
              <w:jc w:val="right"/>
              <w:rPr>
                <w:ins w:id="105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DDF6CAE" w14:textId="77777777" w:rsidR="009713FD" w:rsidRPr="009E1B3D" w:rsidRDefault="009713FD" w:rsidP="001A0DBC">
            <w:pPr>
              <w:pStyle w:val="tabletext10"/>
              <w:jc w:val="right"/>
              <w:rPr>
                <w:ins w:id="1055" w:author="Author"/>
              </w:rPr>
            </w:pPr>
            <w:ins w:id="1056" w:author="Author">
              <w:r w:rsidRPr="009E1B3D">
                <w:t>11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F592DFF" w14:textId="77777777" w:rsidR="009713FD" w:rsidRPr="009E1B3D" w:rsidRDefault="009713FD" w:rsidP="001A0DBC">
            <w:pPr>
              <w:pStyle w:val="tabletext10"/>
              <w:jc w:val="right"/>
              <w:rPr>
                <w:ins w:id="105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B4660DC" w14:textId="77777777" w:rsidR="009713FD" w:rsidRPr="009E1B3D" w:rsidRDefault="009713FD" w:rsidP="001A0DBC">
            <w:pPr>
              <w:pStyle w:val="tabletext10"/>
              <w:jc w:val="right"/>
              <w:rPr>
                <w:ins w:id="105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5FEADDE" w14:textId="77777777" w:rsidR="009713FD" w:rsidRPr="009E1B3D" w:rsidRDefault="009713FD" w:rsidP="001A0DBC">
            <w:pPr>
              <w:pStyle w:val="tabletext10"/>
              <w:jc w:val="right"/>
              <w:rPr>
                <w:ins w:id="1059" w:author="Author"/>
              </w:rPr>
            </w:pPr>
            <w:ins w:id="1060" w:author="Author">
              <w:r w:rsidRPr="009E1B3D">
                <w:t>12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660DE3E" w14:textId="77777777" w:rsidR="009713FD" w:rsidRPr="009E1B3D" w:rsidRDefault="009713FD" w:rsidP="001A0DBC">
            <w:pPr>
              <w:pStyle w:val="tabletext10"/>
              <w:jc w:val="right"/>
              <w:rPr>
                <w:ins w:id="106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D3A93AA" w14:textId="77777777" w:rsidR="009713FD" w:rsidRPr="009E1B3D" w:rsidRDefault="009713FD" w:rsidP="001A0DBC">
            <w:pPr>
              <w:pStyle w:val="tabletext10"/>
              <w:jc w:val="right"/>
              <w:rPr>
                <w:ins w:id="106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B3FC1DD" w14:textId="77777777" w:rsidR="009713FD" w:rsidRPr="009E1B3D" w:rsidRDefault="009713FD" w:rsidP="001A0DBC">
            <w:pPr>
              <w:pStyle w:val="tabletext10"/>
              <w:jc w:val="right"/>
              <w:rPr>
                <w:ins w:id="1063" w:author="Author"/>
              </w:rPr>
            </w:pPr>
            <w:ins w:id="1064" w:author="Author">
              <w:r w:rsidRPr="009E1B3D">
                <w:t>72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7FD24B6" w14:textId="77777777" w:rsidR="009713FD" w:rsidRPr="009E1B3D" w:rsidRDefault="009713FD" w:rsidP="001A0DBC">
            <w:pPr>
              <w:pStyle w:val="tabletext10"/>
              <w:jc w:val="right"/>
              <w:rPr>
                <w:ins w:id="106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05762367" w14:textId="77777777" w:rsidR="009713FD" w:rsidRPr="009E1B3D" w:rsidRDefault="009713FD" w:rsidP="001A0DBC">
            <w:pPr>
              <w:pStyle w:val="tabletext10"/>
              <w:jc w:val="right"/>
              <w:rPr>
                <w:ins w:id="1066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2038CC42" w14:textId="77777777" w:rsidR="009713FD" w:rsidRPr="009E1B3D" w:rsidRDefault="009713FD" w:rsidP="001A0DBC">
            <w:pPr>
              <w:pStyle w:val="tabletext10"/>
              <w:jc w:val="right"/>
              <w:rPr>
                <w:ins w:id="1067" w:author="Author"/>
              </w:rPr>
            </w:pPr>
            <w:ins w:id="1068" w:author="Author">
              <w:r w:rsidRPr="009E1B3D">
                <w:t>76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E00CF67" w14:textId="77777777" w:rsidR="009713FD" w:rsidRPr="009E1B3D" w:rsidRDefault="009713FD" w:rsidP="001A0DBC">
            <w:pPr>
              <w:pStyle w:val="tabletext10"/>
              <w:jc w:val="right"/>
              <w:rPr>
                <w:ins w:id="1069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40216A93" w14:textId="77777777" w:rsidR="009713FD" w:rsidRPr="009E1B3D" w:rsidRDefault="009713FD" w:rsidP="001A0DBC">
            <w:pPr>
              <w:pStyle w:val="tabletext10"/>
              <w:jc w:val="right"/>
              <w:rPr>
                <w:ins w:id="1070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5D02602B" w14:textId="77777777" w:rsidR="009713FD" w:rsidRPr="009E1B3D" w:rsidRDefault="009713FD" w:rsidP="001A0DBC">
            <w:pPr>
              <w:pStyle w:val="tabletext10"/>
              <w:jc w:val="right"/>
              <w:rPr>
                <w:ins w:id="1071" w:author="Author"/>
              </w:rPr>
            </w:pPr>
            <w:ins w:id="1072" w:author="Author">
              <w:r w:rsidRPr="009E1B3D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F30387F" w14:textId="77777777" w:rsidR="009713FD" w:rsidRPr="009E1B3D" w:rsidRDefault="009713FD" w:rsidP="001A0DBC">
            <w:pPr>
              <w:pStyle w:val="tabletext10"/>
              <w:jc w:val="right"/>
              <w:rPr>
                <w:ins w:id="1073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37F4490A" w14:textId="77777777" w:rsidR="009713FD" w:rsidRPr="009E1B3D" w:rsidRDefault="009713FD" w:rsidP="001A0DBC">
            <w:pPr>
              <w:pStyle w:val="tabletext10"/>
              <w:jc w:val="right"/>
              <w:rPr>
                <w:ins w:id="1074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1A2C380" w14:textId="77777777" w:rsidR="009713FD" w:rsidRPr="009E1B3D" w:rsidRDefault="009713FD" w:rsidP="001A0DBC">
            <w:pPr>
              <w:pStyle w:val="tabletext10"/>
              <w:jc w:val="right"/>
              <w:rPr>
                <w:ins w:id="1075" w:author="Author"/>
              </w:rPr>
            </w:pPr>
            <w:ins w:id="1076" w:author="Author">
              <w:r w:rsidRPr="009E1B3D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C32C830" w14:textId="77777777" w:rsidR="009713FD" w:rsidRPr="009E1B3D" w:rsidRDefault="009713FD" w:rsidP="001A0DBC">
            <w:pPr>
              <w:pStyle w:val="tabletext10"/>
              <w:jc w:val="right"/>
              <w:rPr>
                <w:ins w:id="107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336A63D" w14:textId="77777777" w:rsidR="009713FD" w:rsidRPr="009E1B3D" w:rsidRDefault="009713FD" w:rsidP="001A0DBC">
            <w:pPr>
              <w:pStyle w:val="tabletext10"/>
              <w:jc w:val="right"/>
              <w:rPr>
                <w:ins w:id="107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29452F7" w14:textId="77777777" w:rsidR="009713FD" w:rsidRPr="009E1B3D" w:rsidRDefault="009713FD" w:rsidP="001A0DBC">
            <w:pPr>
              <w:pStyle w:val="tabletext10"/>
              <w:jc w:val="right"/>
              <w:rPr>
                <w:ins w:id="1079" w:author="Author"/>
              </w:rPr>
            </w:pPr>
            <w:ins w:id="1080" w:author="Author">
              <w:r w:rsidRPr="009E1B3D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F3FC1A5" w14:textId="77777777" w:rsidR="009713FD" w:rsidRPr="009E1B3D" w:rsidRDefault="009713FD" w:rsidP="001A0DBC">
            <w:pPr>
              <w:pStyle w:val="tabletext10"/>
              <w:jc w:val="right"/>
              <w:rPr>
                <w:ins w:id="1081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0BF4B0C9" w14:textId="77777777" w:rsidR="009713FD" w:rsidRPr="009E1B3D" w:rsidRDefault="009713FD" w:rsidP="001A0DBC">
            <w:pPr>
              <w:pStyle w:val="tabletext10"/>
              <w:jc w:val="right"/>
              <w:rPr>
                <w:ins w:id="1082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52EBA54" w14:textId="77777777" w:rsidR="009713FD" w:rsidRPr="009E1B3D" w:rsidRDefault="009713FD" w:rsidP="001A0DBC">
            <w:pPr>
              <w:pStyle w:val="tabletext10"/>
              <w:jc w:val="right"/>
              <w:rPr>
                <w:ins w:id="1083" w:author="Author"/>
              </w:rPr>
            </w:pPr>
            <w:ins w:id="1084" w:author="Author">
              <w:r w:rsidRPr="009E1B3D">
                <w:t>11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CAF01E8" w14:textId="77777777" w:rsidR="009713FD" w:rsidRPr="009E1B3D" w:rsidRDefault="009713FD" w:rsidP="001A0DBC">
            <w:pPr>
              <w:pStyle w:val="tabletext10"/>
              <w:jc w:val="right"/>
              <w:rPr>
                <w:ins w:id="1085" w:author="Author"/>
              </w:rPr>
            </w:pPr>
          </w:p>
        </w:tc>
      </w:tr>
      <w:tr w:rsidR="009713FD" w:rsidRPr="009E1B3D" w14:paraId="527D9CBC" w14:textId="77777777" w:rsidTr="001A0DBC">
        <w:trPr>
          <w:cantSplit/>
          <w:trHeight w:val="190"/>
          <w:ins w:id="1086" w:author="Author"/>
        </w:trPr>
        <w:tc>
          <w:tcPr>
            <w:tcW w:w="200" w:type="dxa"/>
          </w:tcPr>
          <w:p w14:paraId="133919FB" w14:textId="77777777" w:rsidR="009713FD" w:rsidRPr="009E1B3D" w:rsidRDefault="009713FD" w:rsidP="001A0DBC">
            <w:pPr>
              <w:pStyle w:val="tabletext11"/>
              <w:rPr>
                <w:ins w:id="108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0A67E2A" w14:textId="77777777" w:rsidR="009713FD" w:rsidRPr="009E1B3D" w:rsidRDefault="009713FD" w:rsidP="001A0DBC">
            <w:pPr>
              <w:pStyle w:val="tabletext11"/>
              <w:jc w:val="right"/>
              <w:rPr>
                <w:ins w:id="1088" w:author="Author"/>
              </w:rPr>
            </w:pPr>
          </w:p>
        </w:tc>
        <w:tc>
          <w:tcPr>
            <w:tcW w:w="630" w:type="dxa"/>
          </w:tcPr>
          <w:p w14:paraId="5E42CBC6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1089" w:author="Author"/>
              </w:rPr>
            </w:pPr>
            <w:ins w:id="1090" w:author="Author">
              <w:r w:rsidRPr="009E1B3D">
                <w:t>4,501</w:t>
              </w:r>
            </w:ins>
          </w:p>
        </w:tc>
        <w:tc>
          <w:tcPr>
            <w:tcW w:w="180" w:type="dxa"/>
          </w:tcPr>
          <w:p w14:paraId="439065D0" w14:textId="77777777" w:rsidR="009713FD" w:rsidRPr="009E1B3D" w:rsidRDefault="009713FD" w:rsidP="001A0DBC">
            <w:pPr>
              <w:pStyle w:val="tabletext11"/>
              <w:rPr>
                <w:ins w:id="1091" w:author="Author"/>
              </w:rPr>
            </w:pPr>
            <w:ins w:id="1092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59EB235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1093" w:author="Author"/>
              </w:rPr>
            </w:pPr>
            <w:ins w:id="1094" w:author="Author">
              <w:r w:rsidRPr="009E1B3D">
                <w:t>5,000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4276656" w14:textId="77777777" w:rsidR="009713FD" w:rsidRPr="009E1B3D" w:rsidRDefault="009713FD" w:rsidP="001A0DBC">
            <w:pPr>
              <w:pStyle w:val="tabletext11"/>
              <w:jc w:val="right"/>
              <w:rPr>
                <w:ins w:id="109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68DA4DD" w14:textId="77777777" w:rsidR="009713FD" w:rsidRPr="009E1B3D" w:rsidRDefault="009713FD" w:rsidP="001A0DBC">
            <w:pPr>
              <w:pStyle w:val="tabletext10"/>
              <w:jc w:val="right"/>
              <w:rPr>
                <w:ins w:id="1096" w:author="Author"/>
              </w:rPr>
            </w:pPr>
            <w:ins w:id="1097" w:author="Author">
              <w:r w:rsidRPr="009E1B3D">
                <w:t>13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2FAB842" w14:textId="77777777" w:rsidR="009713FD" w:rsidRPr="009E1B3D" w:rsidRDefault="009713FD" w:rsidP="001A0DBC">
            <w:pPr>
              <w:pStyle w:val="tabletext10"/>
              <w:jc w:val="right"/>
              <w:rPr>
                <w:ins w:id="109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77B8D1F" w14:textId="77777777" w:rsidR="009713FD" w:rsidRPr="009E1B3D" w:rsidRDefault="009713FD" w:rsidP="001A0DBC">
            <w:pPr>
              <w:pStyle w:val="tabletext10"/>
              <w:jc w:val="right"/>
              <w:rPr>
                <w:ins w:id="109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9E1D39A" w14:textId="77777777" w:rsidR="009713FD" w:rsidRPr="009E1B3D" w:rsidRDefault="009713FD" w:rsidP="001A0DBC">
            <w:pPr>
              <w:pStyle w:val="tabletext10"/>
              <w:jc w:val="right"/>
              <w:rPr>
                <w:ins w:id="1100" w:author="Author"/>
              </w:rPr>
            </w:pPr>
            <w:ins w:id="1101" w:author="Author">
              <w:r w:rsidRPr="009E1B3D">
                <w:t>14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77F7FA8" w14:textId="77777777" w:rsidR="009713FD" w:rsidRPr="009E1B3D" w:rsidRDefault="009713FD" w:rsidP="001A0DBC">
            <w:pPr>
              <w:pStyle w:val="tabletext10"/>
              <w:jc w:val="right"/>
              <w:rPr>
                <w:ins w:id="110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1511929" w14:textId="77777777" w:rsidR="009713FD" w:rsidRPr="009E1B3D" w:rsidRDefault="009713FD" w:rsidP="001A0DBC">
            <w:pPr>
              <w:pStyle w:val="tabletext10"/>
              <w:jc w:val="right"/>
              <w:rPr>
                <w:ins w:id="110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F3F1E85" w14:textId="77777777" w:rsidR="009713FD" w:rsidRPr="009E1B3D" w:rsidRDefault="009713FD" w:rsidP="001A0DBC">
            <w:pPr>
              <w:pStyle w:val="tabletext10"/>
              <w:jc w:val="right"/>
              <w:rPr>
                <w:ins w:id="1104" w:author="Author"/>
              </w:rPr>
            </w:pPr>
            <w:ins w:id="1105" w:author="Author">
              <w:r w:rsidRPr="009E1B3D">
                <w:t>84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382D259" w14:textId="77777777" w:rsidR="009713FD" w:rsidRPr="009E1B3D" w:rsidRDefault="009713FD" w:rsidP="001A0DBC">
            <w:pPr>
              <w:pStyle w:val="tabletext10"/>
              <w:jc w:val="right"/>
              <w:rPr>
                <w:ins w:id="110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CCC67E4" w14:textId="77777777" w:rsidR="009713FD" w:rsidRPr="009E1B3D" w:rsidRDefault="009713FD" w:rsidP="001A0DBC">
            <w:pPr>
              <w:pStyle w:val="tabletext10"/>
              <w:jc w:val="right"/>
              <w:rPr>
                <w:ins w:id="1107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8BA5B37" w14:textId="77777777" w:rsidR="009713FD" w:rsidRPr="009E1B3D" w:rsidRDefault="009713FD" w:rsidP="001A0DBC">
            <w:pPr>
              <w:pStyle w:val="tabletext10"/>
              <w:jc w:val="right"/>
              <w:rPr>
                <w:ins w:id="1108" w:author="Author"/>
              </w:rPr>
            </w:pPr>
            <w:ins w:id="1109" w:author="Author">
              <w:r w:rsidRPr="009E1B3D">
                <w:t>88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04A0819" w14:textId="77777777" w:rsidR="009713FD" w:rsidRPr="009E1B3D" w:rsidRDefault="009713FD" w:rsidP="001A0DBC">
            <w:pPr>
              <w:pStyle w:val="tabletext10"/>
              <w:jc w:val="right"/>
              <w:rPr>
                <w:ins w:id="1110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63258CFC" w14:textId="77777777" w:rsidR="009713FD" w:rsidRPr="009E1B3D" w:rsidRDefault="009713FD" w:rsidP="001A0DBC">
            <w:pPr>
              <w:pStyle w:val="tabletext10"/>
              <w:jc w:val="right"/>
              <w:rPr>
                <w:ins w:id="1111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29E7A96" w14:textId="77777777" w:rsidR="009713FD" w:rsidRPr="009E1B3D" w:rsidRDefault="009713FD" w:rsidP="001A0DBC">
            <w:pPr>
              <w:pStyle w:val="tabletext10"/>
              <w:jc w:val="right"/>
              <w:rPr>
                <w:ins w:id="1112" w:author="Author"/>
              </w:rPr>
            </w:pPr>
            <w:ins w:id="1113" w:author="Author">
              <w:r w:rsidRPr="009E1B3D">
                <w:t>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4D19A92" w14:textId="77777777" w:rsidR="009713FD" w:rsidRPr="009E1B3D" w:rsidRDefault="009713FD" w:rsidP="001A0DBC">
            <w:pPr>
              <w:pStyle w:val="tabletext10"/>
              <w:jc w:val="right"/>
              <w:rPr>
                <w:ins w:id="1114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782390DA" w14:textId="77777777" w:rsidR="009713FD" w:rsidRPr="009E1B3D" w:rsidRDefault="009713FD" w:rsidP="001A0DBC">
            <w:pPr>
              <w:pStyle w:val="tabletext10"/>
              <w:jc w:val="right"/>
              <w:rPr>
                <w:ins w:id="1115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778F5C8" w14:textId="77777777" w:rsidR="009713FD" w:rsidRPr="009E1B3D" w:rsidRDefault="009713FD" w:rsidP="001A0DBC">
            <w:pPr>
              <w:pStyle w:val="tabletext10"/>
              <w:jc w:val="right"/>
              <w:rPr>
                <w:ins w:id="1116" w:author="Author"/>
              </w:rPr>
            </w:pPr>
            <w:ins w:id="1117" w:author="Author">
              <w:r w:rsidRPr="009E1B3D">
                <w:t>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679B36D" w14:textId="77777777" w:rsidR="009713FD" w:rsidRPr="009E1B3D" w:rsidRDefault="009713FD" w:rsidP="001A0DBC">
            <w:pPr>
              <w:pStyle w:val="tabletext10"/>
              <w:jc w:val="right"/>
              <w:rPr>
                <w:ins w:id="111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5E53829" w14:textId="77777777" w:rsidR="009713FD" w:rsidRPr="009E1B3D" w:rsidRDefault="009713FD" w:rsidP="001A0DBC">
            <w:pPr>
              <w:pStyle w:val="tabletext10"/>
              <w:jc w:val="right"/>
              <w:rPr>
                <w:ins w:id="111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5A85564" w14:textId="77777777" w:rsidR="009713FD" w:rsidRPr="009E1B3D" w:rsidRDefault="009713FD" w:rsidP="001A0DBC">
            <w:pPr>
              <w:pStyle w:val="tabletext10"/>
              <w:jc w:val="right"/>
              <w:rPr>
                <w:ins w:id="1120" w:author="Author"/>
              </w:rPr>
            </w:pPr>
            <w:ins w:id="1121" w:author="Author">
              <w:r w:rsidRPr="009E1B3D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5E07E4C" w14:textId="77777777" w:rsidR="009713FD" w:rsidRPr="009E1B3D" w:rsidRDefault="009713FD" w:rsidP="001A0DBC">
            <w:pPr>
              <w:pStyle w:val="tabletext10"/>
              <w:jc w:val="right"/>
              <w:rPr>
                <w:ins w:id="1122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305A0074" w14:textId="77777777" w:rsidR="009713FD" w:rsidRPr="009E1B3D" w:rsidRDefault="009713FD" w:rsidP="001A0DBC">
            <w:pPr>
              <w:pStyle w:val="tabletext10"/>
              <w:jc w:val="right"/>
              <w:rPr>
                <w:ins w:id="1123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07D029A0" w14:textId="77777777" w:rsidR="009713FD" w:rsidRPr="009E1B3D" w:rsidRDefault="009713FD" w:rsidP="001A0DBC">
            <w:pPr>
              <w:pStyle w:val="tabletext10"/>
              <w:jc w:val="right"/>
              <w:rPr>
                <w:ins w:id="1124" w:author="Author"/>
              </w:rPr>
            </w:pPr>
            <w:ins w:id="1125" w:author="Author">
              <w:r w:rsidRPr="009E1B3D">
                <w:t>12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7D99D8A" w14:textId="77777777" w:rsidR="009713FD" w:rsidRPr="009E1B3D" w:rsidRDefault="009713FD" w:rsidP="001A0DBC">
            <w:pPr>
              <w:pStyle w:val="tabletext10"/>
              <w:jc w:val="right"/>
              <w:rPr>
                <w:ins w:id="1126" w:author="Author"/>
              </w:rPr>
            </w:pPr>
          </w:p>
        </w:tc>
      </w:tr>
      <w:tr w:rsidR="009713FD" w:rsidRPr="009E1B3D" w14:paraId="5BBE0E3F" w14:textId="77777777" w:rsidTr="001A0DBC">
        <w:trPr>
          <w:cantSplit/>
          <w:trHeight w:val="190"/>
          <w:ins w:id="1127" w:author="Author"/>
        </w:trPr>
        <w:tc>
          <w:tcPr>
            <w:tcW w:w="200" w:type="dxa"/>
          </w:tcPr>
          <w:p w14:paraId="37F2BDD3" w14:textId="77777777" w:rsidR="009713FD" w:rsidRPr="009E1B3D" w:rsidRDefault="009713FD" w:rsidP="001A0DBC">
            <w:pPr>
              <w:pStyle w:val="tabletext11"/>
              <w:rPr>
                <w:ins w:id="112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6692635" w14:textId="77777777" w:rsidR="009713FD" w:rsidRPr="009E1B3D" w:rsidRDefault="009713FD" w:rsidP="001A0DBC">
            <w:pPr>
              <w:pStyle w:val="tabletext11"/>
              <w:jc w:val="right"/>
              <w:rPr>
                <w:ins w:id="1129" w:author="Author"/>
              </w:rPr>
            </w:pPr>
          </w:p>
        </w:tc>
        <w:tc>
          <w:tcPr>
            <w:tcW w:w="630" w:type="dxa"/>
          </w:tcPr>
          <w:p w14:paraId="3AEBC84C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1130" w:author="Author"/>
              </w:rPr>
            </w:pPr>
            <w:ins w:id="1131" w:author="Author">
              <w:r w:rsidRPr="009E1B3D">
                <w:t>5,001</w:t>
              </w:r>
            </w:ins>
          </w:p>
        </w:tc>
        <w:tc>
          <w:tcPr>
            <w:tcW w:w="180" w:type="dxa"/>
          </w:tcPr>
          <w:p w14:paraId="026FEDFF" w14:textId="77777777" w:rsidR="009713FD" w:rsidRPr="009E1B3D" w:rsidRDefault="009713FD" w:rsidP="001A0DBC">
            <w:pPr>
              <w:pStyle w:val="tabletext11"/>
              <w:rPr>
                <w:ins w:id="1132" w:author="Author"/>
              </w:rPr>
            </w:pPr>
            <w:ins w:id="1133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B09EFB5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1134" w:author="Author"/>
              </w:rPr>
            </w:pPr>
            <w:ins w:id="1135" w:author="Author">
              <w:r w:rsidRPr="009E1B3D">
                <w:t>6,000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73DC2B4" w14:textId="77777777" w:rsidR="009713FD" w:rsidRPr="009E1B3D" w:rsidRDefault="009713FD" w:rsidP="001A0DBC">
            <w:pPr>
              <w:pStyle w:val="tabletext11"/>
              <w:jc w:val="right"/>
              <w:rPr>
                <w:ins w:id="113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7635CF7" w14:textId="77777777" w:rsidR="009713FD" w:rsidRPr="009E1B3D" w:rsidRDefault="009713FD" w:rsidP="001A0DBC">
            <w:pPr>
              <w:pStyle w:val="tabletext10"/>
              <w:jc w:val="right"/>
              <w:rPr>
                <w:ins w:id="1137" w:author="Author"/>
              </w:rPr>
            </w:pPr>
            <w:ins w:id="1138" w:author="Author">
              <w:r w:rsidRPr="009E1B3D">
                <w:t>16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9F246F2" w14:textId="77777777" w:rsidR="009713FD" w:rsidRPr="009E1B3D" w:rsidRDefault="009713FD" w:rsidP="001A0DBC">
            <w:pPr>
              <w:pStyle w:val="tabletext10"/>
              <w:jc w:val="right"/>
              <w:rPr>
                <w:ins w:id="113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E989C3C" w14:textId="77777777" w:rsidR="009713FD" w:rsidRPr="009E1B3D" w:rsidRDefault="009713FD" w:rsidP="001A0DBC">
            <w:pPr>
              <w:pStyle w:val="tabletext10"/>
              <w:jc w:val="right"/>
              <w:rPr>
                <w:ins w:id="114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FAEA055" w14:textId="77777777" w:rsidR="009713FD" w:rsidRPr="009E1B3D" w:rsidRDefault="009713FD" w:rsidP="001A0DBC">
            <w:pPr>
              <w:pStyle w:val="tabletext10"/>
              <w:jc w:val="right"/>
              <w:rPr>
                <w:ins w:id="1141" w:author="Author"/>
              </w:rPr>
            </w:pPr>
            <w:ins w:id="1142" w:author="Author">
              <w:r w:rsidRPr="009E1B3D">
                <w:t>16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949C482" w14:textId="77777777" w:rsidR="009713FD" w:rsidRPr="009E1B3D" w:rsidRDefault="009713FD" w:rsidP="001A0DBC">
            <w:pPr>
              <w:pStyle w:val="tabletext10"/>
              <w:jc w:val="right"/>
              <w:rPr>
                <w:ins w:id="114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E046ACC" w14:textId="77777777" w:rsidR="009713FD" w:rsidRPr="009E1B3D" w:rsidRDefault="009713FD" w:rsidP="001A0DBC">
            <w:pPr>
              <w:pStyle w:val="tabletext10"/>
              <w:jc w:val="right"/>
              <w:rPr>
                <w:ins w:id="114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A81D718" w14:textId="77777777" w:rsidR="009713FD" w:rsidRPr="009E1B3D" w:rsidRDefault="009713FD" w:rsidP="001A0DBC">
            <w:pPr>
              <w:pStyle w:val="tabletext10"/>
              <w:jc w:val="right"/>
              <w:rPr>
                <w:ins w:id="1145" w:author="Author"/>
              </w:rPr>
            </w:pPr>
            <w:ins w:id="1146" w:author="Author">
              <w:r w:rsidRPr="009E1B3D">
                <w:t>98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2259C64" w14:textId="77777777" w:rsidR="009713FD" w:rsidRPr="009E1B3D" w:rsidRDefault="009713FD" w:rsidP="001A0DBC">
            <w:pPr>
              <w:pStyle w:val="tabletext10"/>
              <w:jc w:val="right"/>
              <w:rPr>
                <w:ins w:id="114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27ED9F04" w14:textId="77777777" w:rsidR="009713FD" w:rsidRPr="009E1B3D" w:rsidRDefault="009713FD" w:rsidP="001A0DBC">
            <w:pPr>
              <w:pStyle w:val="tabletext10"/>
              <w:jc w:val="right"/>
              <w:rPr>
                <w:ins w:id="1148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61FA2B80" w14:textId="77777777" w:rsidR="009713FD" w:rsidRPr="009E1B3D" w:rsidRDefault="009713FD" w:rsidP="001A0DBC">
            <w:pPr>
              <w:pStyle w:val="tabletext10"/>
              <w:jc w:val="right"/>
              <w:rPr>
                <w:ins w:id="1149" w:author="Author"/>
              </w:rPr>
            </w:pPr>
            <w:ins w:id="1150" w:author="Author">
              <w:r w:rsidRPr="009E1B3D">
                <w:t>103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563BF8A" w14:textId="77777777" w:rsidR="009713FD" w:rsidRPr="009E1B3D" w:rsidRDefault="009713FD" w:rsidP="001A0DBC">
            <w:pPr>
              <w:pStyle w:val="tabletext10"/>
              <w:jc w:val="right"/>
              <w:rPr>
                <w:ins w:id="1151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6EB7FC81" w14:textId="77777777" w:rsidR="009713FD" w:rsidRPr="009E1B3D" w:rsidRDefault="009713FD" w:rsidP="001A0DBC">
            <w:pPr>
              <w:pStyle w:val="tabletext10"/>
              <w:jc w:val="right"/>
              <w:rPr>
                <w:ins w:id="1152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235EC5DE" w14:textId="77777777" w:rsidR="009713FD" w:rsidRPr="009E1B3D" w:rsidRDefault="009713FD" w:rsidP="001A0DBC">
            <w:pPr>
              <w:pStyle w:val="tabletext10"/>
              <w:jc w:val="right"/>
              <w:rPr>
                <w:ins w:id="1153" w:author="Author"/>
              </w:rPr>
            </w:pPr>
            <w:ins w:id="1154" w:author="Author">
              <w:r w:rsidRPr="009E1B3D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5D9A9CC" w14:textId="77777777" w:rsidR="009713FD" w:rsidRPr="009E1B3D" w:rsidRDefault="009713FD" w:rsidP="001A0DBC">
            <w:pPr>
              <w:pStyle w:val="tabletext10"/>
              <w:jc w:val="right"/>
              <w:rPr>
                <w:ins w:id="1155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0A53A9EA" w14:textId="77777777" w:rsidR="009713FD" w:rsidRPr="009E1B3D" w:rsidRDefault="009713FD" w:rsidP="001A0DBC">
            <w:pPr>
              <w:pStyle w:val="tabletext10"/>
              <w:jc w:val="right"/>
              <w:rPr>
                <w:ins w:id="115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46AA2F54" w14:textId="77777777" w:rsidR="009713FD" w:rsidRPr="009E1B3D" w:rsidRDefault="009713FD" w:rsidP="001A0DBC">
            <w:pPr>
              <w:pStyle w:val="tabletext10"/>
              <w:jc w:val="right"/>
              <w:rPr>
                <w:ins w:id="1157" w:author="Author"/>
              </w:rPr>
            </w:pPr>
            <w:ins w:id="1158" w:author="Author">
              <w:r w:rsidRPr="009E1B3D">
                <w:t>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9E681A3" w14:textId="77777777" w:rsidR="009713FD" w:rsidRPr="009E1B3D" w:rsidRDefault="009713FD" w:rsidP="001A0DBC">
            <w:pPr>
              <w:pStyle w:val="tabletext10"/>
              <w:jc w:val="right"/>
              <w:rPr>
                <w:ins w:id="115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B07EEB4" w14:textId="77777777" w:rsidR="009713FD" w:rsidRPr="009E1B3D" w:rsidRDefault="009713FD" w:rsidP="001A0DBC">
            <w:pPr>
              <w:pStyle w:val="tabletext10"/>
              <w:jc w:val="right"/>
              <w:rPr>
                <w:ins w:id="116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A5D5AD7" w14:textId="77777777" w:rsidR="009713FD" w:rsidRPr="009E1B3D" w:rsidRDefault="009713FD" w:rsidP="001A0DBC">
            <w:pPr>
              <w:pStyle w:val="tabletext10"/>
              <w:jc w:val="right"/>
              <w:rPr>
                <w:ins w:id="1161" w:author="Author"/>
              </w:rPr>
            </w:pPr>
            <w:ins w:id="1162" w:author="Author">
              <w:r w:rsidRPr="009E1B3D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A72AFDD" w14:textId="77777777" w:rsidR="009713FD" w:rsidRPr="009E1B3D" w:rsidRDefault="009713FD" w:rsidP="001A0DBC">
            <w:pPr>
              <w:pStyle w:val="tabletext10"/>
              <w:jc w:val="right"/>
              <w:rPr>
                <w:ins w:id="1163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7CD18F3E" w14:textId="77777777" w:rsidR="009713FD" w:rsidRPr="009E1B3D" w:rsidRDefault="009713FD" w:rsidP="001A0DBC">
            <w:pPr>
              <w:pStyle w:val="tabletext10"/>
              <w:jc w:val="right"/>
              <w:rPr>
                <w:ins w:id="116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0E713530" w14:textId="77777777" w:rsidR="009713FD" w:rsidRPr="009E1B3D" w:rsidRDefault="009713FD" w:rsidP="001A0DBC">
            <w:pPr>
              <w:pStyle w:val="tabletext10"/>
              <w:jc w:val="right"/>
              <w:rPr>
                <w:ins w:id="1165" w:author="Author"/>
              </w:rPr>
            </w:pPr>
            <w:ins w:id="1166" w:author="Author">
              <w:r w:rsidRPr="009E1B3D">
                <w:t>14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8122910" w14:textId="77777777" w:rsidR="009713FD" w:rsidRPr="009E1B3D" w:rsidRDefault="009713FD" w:rsidP="001A0DBC">
            <w:pPr>
              <w:pStyle w:val="tabletext10"/>
              <w:jc w:val="right"/>
              <w:rPr>
                <w:ins w:id="1167" w:author="Author"/>
              </w:rPr>
            </w:pPr>
          </w:p>
        </w:tc>
      </w:tr>
      <w:tr w:rsidR="009713FD" w:rsidRPr="009E1B3D" w14:paraId="316DF99C" w14:textId="77777777" w:rsidTr="001A0DBC">
        <w:trPr>
          <w:cantSplit/>
          <w:trHeight w:val="190"/>
          <w:ins w:id="1168" w:author="Author"/>
        </w:trPr>
        <w:tc>
          <w:tcPr>
            <w:tcW w:w="200" w:type="dxa"/>
          </w:tcPr>
          <w:p w14:paraId="25357303" w14:textId="77777777" w:rsidR="009713FD" w:rsidRPr="009E1B3D" w:rsidRDefault="009713FD" w:rsidP="001A0DBC">
            <w:pPr>
              <w:pStyle w:val="tabletext11"/>
              <w:rPr>
                <w:ins w:id="116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E89F1B1" w14:textId="77777777" w:rsidR="009713FD" w:rsidRPr="009E1B3D" w:rsidRDefault="009713FD" w:rsidP="001A0DBC">
            <w:pPr>
              <w:pStyle w:val="tabletext11"/>
              <w:jc w:val="right"/>
              <w:rPr>
                <w:ins w:id="1170" w:author="Author"/>
              </w:rPr>
            </w:pPr>
          </w:p>
        </w:tc>
        <w:tc>
          <w:tcPr>
            <w:tcW w:w="630" w:type="dxa"/>
          </w:tcPr>
          <w:p w14:paraId="5D09BE3C" w14:textId="77777777" w:rsidR="009713FD" w:rsidRPr="009E1B3D" w:rsidRDefault="009713FD" w:rsidP="001A0DBC">
            <w:pPr>
              <w:pStyle w:val="tabletext11"/>
              <w:tabs>
                <w:tab w:val="decimal" w:pos="505"/>
              </w:tabs>
              <w:jc w:val="right"/>
              <w:rPr>
                <w:ins w:id="1171" w:author="Author"/>
              </w:rPr>
            </w:pPr>
            <w:ins w:id="1172" w:author="Author">
              <w:r w:rsidRPr="009E1B3D">
                <w:t>6,001</w:t>
              </w:r>
            </w:ins>
          </w:p>
        </w:tc>
        <w:tc>
          <w:tcPr>
            <w:tcW w:w="180" w:type="dxa"/>
          </w:tcPr>
          <w:p w14:paraId="59D3E0B5" w14:textId="77777777" w:rsidR="009713FD" w:rsidRPr="009E1B3D" w:rsidRDefault="009713FD" w:rsidP="001A0DBC">
            <w:pPr>
              <w:pStyle w:val="tabletext11"/>
              <w:rPr>
                <w:ins w:id="1173" w:author="Author"/>
              </w:rPr>
            </w:pPr>
            <w:ins w:id="1174" w:author="Author">
              <w:r w:rsidRPr="009E1B3D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0606296" w14:textId="77777777" w:rsidR="009713FD" w:rsidRPr="009E1B3D" w:rsidRDefault="009713FD" w:rsidP="001A0DBC">
            <w:pPr>
              <w:pStyle w:val="tabletext11"/>
              <w:tabs>
                <w:tab w:val="decimal" w:pos="425"/>
              </w:tabs>
              <w:rPr>
                <w:ins w:id="1175" w:author="Author"/>
              </w:rPr>
            </w:pPr>
            <w:ins w:id="1176" w:author="Author">
              <w:r w:rsidRPr="009E1B3D">
                <w:t>8,000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CB2DE5E" w14:textId="77777777" w:rsidR="009713FD" w:rsidRPr="009E1B3D" w:rsidRDefault="009713FD" w:rsidP="001A0DBC">
            <w:pPr>
              <w:pStyle w:val="tabletext11"/>
              <w:jc w:val="right"/>
              <w:rPr>
                <w:ins w:id="117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509C018" w14:textId="77777777" w:rsidR="009713FD" w:rsidRPr="009E1B3D" w:rsidRDefault="009713FD" w:rsidP="001A0DBC">
            <w:pPr>
              <w:pStyle w:val="tabletext10"/>
              <w:jc w:val="right"/>
              <w:rPr>
                <w:ins w:id="1178" w:author="Author"/>
              </w:rPr>
            </w:pPr>
            <w:ins w:id="1179" w:author="Author">
              <w:r w:rsidRPr="009E1B3D">
                <w:t>20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21B53FB" w14:textId="77777777" w:rsidR="009713FD" w:rsidRPr="009E1B3D" w:rsidRDefault="009713FD" w:rsidP="001A0DBC">
            <w:pPr>
              <w:pStyle w:val="tabletext10"/>
              <w:jc w:val="right"/>
              <w:rPr>
                <w:ins w:id="118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D717004" w14:textId="77777777" w:rsidR="009713FD" w:rsidRPr="009E1B3D" w:rsidRDefault="009713FD" w:rsidP="001A0DBC">
            <w:pPr>
              <w:pStyle w:val="tabletext10"/>
              <w:jc w:val="right"/>
              <w:rPr>
                <w:ins w:id="118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3E32D42" w14:textId="77777777" w:rsidR="009713FD" w:rsidRPr="009E1B3D" w:rsidRDefault="009713FD" w:rsidP="001A0DBC">
            <w:pPr>
              <w:pStyle w:val="tabletext10"/>
              <w:jc w:val="right"/>
              <w:rPr>
                <w:ins w:id="1182" w:author="Author"/>
              </w:rPr>
            </w:pPr>
            <w:ins w:id="1183" w:author="Author">
              <w:r w:rsidRPr="009E1B3D">
                <w:t>22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D4C14B7" w14:textId="77777777" w:rsidR="009713FD" w:rsidRPr="009E1B3D" w:rsidRDefault="009713FD" w:rsidP="001A0DBC">
            <w:pPr>
              <w:pStyle w:val="tabletext10"/>
              <w:jc w:val="right"/>
              <w:rPr>
                <w:ins w:id="118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AC3A537" w14:textId="77777777" w:rsidR="009713FD" w:rsidRPr="009E1B3D" w:rsidRDefault="009713FD" w:rsidP="001A0DBC">
            <w:pPr>
              <w:pStyle w:val="tabletext10"/>
              <w:jc w:val="right"/>
              <w:rPr>
                <w:ins w:id="118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EA62F2E" w14:textId="77777777" w:rsidR="009713FD" w:rsidRPr="009E1B3D" w:rsidRDefault="009713FD" w:rsidP="001A0DBC">
            <w:pPr>
              <w:pStyle w:val="tabletext10"/>
              <w:jc w:val="right"/>
              <w:rPr>
                <w:ins w:id="1186" w:author="Author"/>
              </w:rPr>
            </w:pPr>
            <w:ins w:id="1187" w:author="Author">
              <w:r w:rsidRPr="009E1B3D">
                <w:t>129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86CEFBE" w14:textId="77777777" w:rsidR="009713FD" w:rsidRPr="009E1B3D" w:rsidRDefault="009713FD" w:rsidP="001A0DBC">
            <w:pPr>
              <w:pStyle w:val="tabletext10"/>
              <w:jc w:val="right"/>
              <w:rPr>
                <w:ins w:id="118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06364BEE" w14:textId="77777777" w:rsidR="009713FD" w:rsidRPr="009E1B3D" w:rsidRDefault="009713FD" w:rsidP="001A0DBC">
            <w:pPr>
              <w:pStyle w:val="tabletext10"/>
              <w:jc w:val="right"/>
              <w:rPr>
                <w:ins w:id="1189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6C0B9F55" w14:textId="77777777" w:rsidR="009713FD" w:rsidRPr="009E1B3D" w:rsidRDefault="009713FD" w:rsidP="001A0DBC">
            <w:pPr>
              <w:pStyle w:val="tabletext10"/>
              <w:jc w:val="right"/>
              <w:rPr>
                <w:ins w:id="1190" w:author="Author"/>
              </w:rPr>
            </w:pPr>
            <w:ins w:id="1191" w:author="Author">
              <w:r w:rsidRPr="009E1B3D">
                <w:t>136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4EC70B9" w14:textId="77777777" w:rsidR="009713FD" w:rsidRPr="009E1B3D" w:rsidRDefault="009713FD" w:rsidP="001A0DBC">
            <w:pPr>
              <w:pStyle w:val="tabletext10"/>
              <w:jc w:val="right"/>
              <w:rPr>
                <w:ins w:id="1192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4DAD31F6" w14:textId="77777777" w:rsidR="009713FD" w:rsidRPr="009E1B3D" w:rsidRDefault="009713FD" w:rsidP="001A0DBC">
            <w:pPr>
              <w:pStyle w:val="tabletext10"/>
              <w:jc w:val="right"/>
              <w:rPr>
                <w:ins w:id="1193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8629285" w14:textId="77777777" w:rsidR="009713FD" w:rsidRPr="009E1B3D" w:rsidRDefault="009713FD" w:rsidP="001A0DBC">
            <w:pPr>
              <w:pStyle w:val="tabletext10"/>
              <w:jc w:val="right"/>
              <w:rPr>
                <w:ins w:id="1194" w:author="Author"/>
              </w:rPr>
            </w:pPr>
            <w:ins w:id="1195" w:author="Author">
              <w:r w:rsidRPr="009E1B3D">
                <w:t>11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89BBE39" w14:textId="77777777" w:rsidR="009713FD" w:rsidRPr="009E1B3D" w:rsidRDefault="009713FD" w:rsidP="001A0DBC">
            <w:pPr>
              <w:pStyle w:val="tabletext10"/>
              <w:jc w:val="right"/>
              <w:rPr>
                <w:ins w:id="1196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19DD7C9B" w14:textId="77777777" w:rsidR="009713FD" w:rsidRPr="009E1B3D" w:rsidRDefault="009713FD" w:rsidP="001A0DBC">
            <w:pPr>
              <w:pStyle w:val="tabletext10"/>
              <w:jc w:val="right"/>
              <w:rPr>
                <w:ins w:id="1197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1020F5D" w14:textId="77777777" w:rsidR="009713FD" w:rsidRPr="009E1B3D" w:rsidRDefault="009713FD" w:rsidP="001A0DBC">
            <w:pPr>
              <w:pStyle w:val="tabletext10"/>
              <w:jc w:val="right"/>
              <w:rPr>
                <w:ins w:id="1198" w:author="Author"/>
              </w:rPr>
            </w:pPr>
            <w:ins w:id="1199" w:author="Author">
              <w:r w:rsidRPr="009E1B3D">
                <w:t>11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7144073" w14:textId="77777777" w:rsidR="009713FD" w:rsidRPr="009E1B3D" w:rsidRDefault="009713FD" w:rsidP="001A0DBC">
            <w:pPr>
              <w:pStyle w:val="tabletext10"/>
              <w:jc w:val="right"/>
              <w:rPr>
                <w:ins w:id="120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EF93133" w14:textId="77777777" w:rsidR="009713FD" w:rsidRPr="009E1B3D" w:rsidRDefault="009713FD" w:rsidP="001A0DBC">
            <w:pPr>
              <w:pStyle w:val="tabletext10"/>
              <w:jc w:val="right"/>
              <w:rPr>
                <w:ins w:id="120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8E15EEC" w14:textId="77777777" w:rsidR="009713FD" w:rsidRPr="009E1B3D" w:rsidRDefault="009713FD" w:rsidP="001A0DBC">
            <w:pPr>
              <w:pStyle w:val="tabletext10"/>
              <w:jc w:val="right"/>
              <w:rPr>
                <w:ins w:id="1202" w:author="Author"/>
              </w:rPr>
            </w:pPr>
            <w:ins w:id="1203" w:author="Author">
              <w:r w:rsidRPr="009E1B3D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9036512" w14:textId="77777777" w:rsidR="009713FD" w:rsidRPr="009E1B3D" w:rsidRDefault="009713FD" w:rsidP="001A0DBC">
            <w:pPr>
              <w:pStyle w:val="tabletext10"/>
              <w:jc w:val="right"/>
              <w:rPr>
                <w:ins w:id="1204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62491524" w14:textId="77777777" w:rsidR="009713FD" w:rsidRPr="009E1B3D" w:rsidRDefault="009713FD" w:rsidP="001A0DBC">
            <w:pPr>
              <w:pStyle w:val="tabletext10"/>
              <w:jc w:val="right"/>
              <w:rPr>
                <w:ins w:id="120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8BCE95C" w14:textId="77777777" w:rsidR="009713FD" w:rsidRPr="009E1B3D" w:rsidRDefault="009713FD" w:rsidP="001A0DBC">
            <w:pPr>
              <w:pStyle w:val="tabletext10"/>
              <w:jc w:val="right"/>
              <w:rPr>
                <w:ins w:id="1206" w:author="Author"/>
              </w:rPr>
            </w:pPr>
            <w:ins w:id="1207" w:author="Author">
              <w:r w:rsidRPr="009E1B3D">
                <w:t>19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2513BBF" w14:textId="77777777" w:rsidR="009713FD" w:rsidRPr="009E1B3D" w:rsidRDefault="009713FD" w:rsidP="001A0DBC">
            <w:pPr>
              <w:pStyle w:val="tabletext10"/>
              <w:jc w:val="right"/>
              <w:rPr>
                <w:ins w:id="1208" w:author="Author"/>
              </w:rPr>
            </w:pPr>
          </w:p>
        </w:tc>
      </w:tr>
      <w:tr w:rsidR="009713FD" w:rsidRPr="009E1B3D" w14:paraId="2713F3BB" w14:textId="77777777" w:rsidTr="001A0DBC">
        <w:trPr>
          <w:cantSplit/>
          <w:trHeight w:val="190"/>
          <w:ins w:id="1209" w:author="Author"/>
        </w:trPr>
        <w:tc>
          <w:tcPr>
            <w:tcW w:w="200" w:type="dxa"/>
          </w:tcPr>
          <w:p w14:paraId="630DACD0" w14:textId="77777777" w:rsidR="009713FD" w:rsidRPr="009E1B3D" w:rsidRDefault="009713FD" w:rsidP="001A0DBC">
            <w:pPr>
              <w:pStyle w:val="tabletext11"/>
              <w:rPr>
                <w:ins w:id="1210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B8AEB" w14:textId="77777777" w:rsidR="009713FD" w:rsidRPr="009E1B3D" w:rsidRDefault="009713FD" w:rsidP="001A0DBC">
            <w:pPr>
              <w:pStyle w:val="tabletext11"/>
              <w:rPr>
                <w:ins w:id="1211" w:author="Author"/>
              </w:rPr>
            </w:pPr>
            <w:ins w:id="1212" w:author="Author">
              <w:r w:rsidRPr="009E1B3D">
                <w:t>Over 8,000 per $100</w:t>
              </w:r>
            </w:ins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FD2DAB" w14:textId="77777777" w:rsidR="009713FD" w:rsidRPr="009E1B3D" w:rsidRDefault="009713FD" w:rsidP="001A0DBC">
            <w:pPr>
              <w:pStyle w:val="tabletext11"/>
              <w:jc w:val="right"/>
              <w:rPr>
                <w:ins w:id="1213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CCDB9DC" w14:textId="77777777" w:rsidR="009713FD" w:rsidRPr="009E1B3D" w:rsidRDefault="009713FD" w:rsidP="001A0DBC">
            <w:pPr>
              <w:pStyle w:val="tabletext11"/>
              <w:jc w:val="right"/>
              <w:rPr>
                <w:ins w:id="1214" w:author="Author"/>
              </w:rPr>
            </w:pPr>
            <w:ins w:id="1215" w:author="Author">
              <w:r w:rsidRPr="009E1B3D">
                <w:t>0.29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0B60045E" w14:textId="77777777" w:rsidR="009713FD" w:rsidRPr="009E1B3D" w:rsidRDefault="009713FD" w:rsidP="001A0DBC">
            <w:pPr>
              <w:pStyle w:val="tabletext01"/>
              <w:jc w:val="right"/>
              <w:rPr>
                <w:ins w:id="121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943CA6" w14:textId="77777777" w:rsidR="009713FD" w:rsidRPr="009E1B3D" w:rsidRDefault="009713FD" w:rsidP="001A0DBC">
            <w:pPr>
              <w:pStyle w:val="tabletext01"/>
              <w:jc w:val="right"/>
              <w:rPr>
                <w:ins w:id="1217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AE7967B" w14:textId="77777777" w:rsidR="009713FD" w:rsidRPr="009E1B3D" w:rsidRDefault="009713FD" w:rsidP="001A0DBC">
            <w:pPr>
              <w:pStyle w:val="tabletext01"/>
              <w:jc w:val="right"/>
              <w:rPr>
                <w:ins w:id="1218" w:author="Author"/>
              </w:rPr>
            </w:pPr>
            <w:ins w:id="1219" w:author="Author">
              <w:r w:rsidRPr="009E1B3D">
                <w:t>0.31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6184AEFE" w14:textId="77777777" w:rsidR="009713FD" w:rsidRPr="009E1B3D" w:rsidRDefault="009713FD" w:rsidP="001A0DBC">
            <w:pPr>
              <w:pStyle w:val="tabletext01"/>
              <w:jc w:val="right"/>
              <w:rPr>
                <w:ins w:id="122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3A3CF6" w14:textId="77777777" w:rsidR="009713FD" w:rsidRPr="009E1B3D" w:rsidRDefault="009713FD" w:rsidP="001A0DBC">
            <w:pPr>
              <w:pStyle w:val="tabletext01"/>
              <w:jc w:val="right"/>
              <w:rPr>
                <w:ins w:id="1221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741786A" w14:textId="77777777" w:rsidR="009713FD" w:rsidRPr="009E1B3D" w:rsidRDefault="009713FD" w:rsidP="001A0DBC">
            <w:pPr>
              <w:pStyle w:val="tabletext01"/>
              <w:jc w:val="right"/>
              <w:rPr>
                <w:ins w:id="1222" w:author="Author"/>
              </w:rPr>
            </w:pPr>
            <w:ins w:id="1223" w:author="Author">
              <w:r w:rsidRPr="009E1B3D">
                <w:t>1.83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55B56C8C" w14:textId="77777777" w:rsidR="009713FD" w:rsidRPr="009E1B3D" w:rsidRDefault="009713FD" w:rsidP="001A0DBC">
            <w:pPr>
              <w:pStyle w:val="tabletext01"/>
              <w:jc w:val="right"/>
              <w:rPr>
                <w:ins w:id="122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12223C" w14:textId="77777777" w:rsidR="009713FD" w:rsidRPr="009E1B3D" w:rsidRDefault="009713FD" w:rsidP="001A0DBC">
            <w:pPr>
              <w:pStyle w:val="tabletext01"/>
              <w:jc w:val="right"/>
              <w:rPr>
                <w:ins w:id="1225" w:author="Author"/>
              </w:rPr>
            </w:pPr>
          </w:p>
        </w:tc>
        <w:tc>
          <w:tcPr>
            <w:tcW w:w="456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EB81670" w14:textId="77777777" w:rsidR="009713FD" w:rsidRPr="009E1B3D" w:rsidRDefault="009713FD" w:rsidP="001A0DBC">
            <w:pPr>
              <w:pStyle w:val="tabletext01"/>
              <w:jc w:val="right"/>
              <w:rPr>
                <w:ins w:id="1226" w:author="Author"/>
              </w:rPr>
            </w:pPr>
            <w:ins w:id="1227" w:author="Author">
              <w:r w:rsidRPr="009E1B3D">
                <w:t>1.91</w:t>
              </w:r>
            </w:ins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07419AD6" w14:textId="77777777" w:rsidR="009713FD" w:rsidRPr="009E1B3D" w:rsidRDefault="009713FD" w:rsidP="001A0DBC">
            <w:pPr>
              <w:pStyle w:val="tabletext01"/>
              <w:jc w:val="right"/>
              <w:rPr>
                <w:ins w:id="1228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DDB68A" w14:textId="77777777" w:rsidR="009713FD" w:rsidRPr="009E1B3D" w:rsidRDefault="009713FD" w:rsidP="001A0DBC">
            <w:pPr>
              <w:pStyle w:val="tabletext01"/>
              <w:jc w:val="right"/>
              <w:rPr>
                <w:ins w:id="1229" w:author="Author"/>
              </w:rPr>
            </w:pPr>
          </w:p>
        </w:tc>
        <w:tc>
          <w:tcPr>
            <w:tcW w:w="537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6B0D22E" w14:textId="77777777" w:rsidR="009713FD" w:rsidRPr="009E1B3D" w:rsidRDefault="009713FD" w:rsidP="001A0DBC">
            <w:pPr>
              <w:pStyle w:val="tabletext01"/>
              <w:jc w:val="right"/>
              <w:rPr>
                <w:ins w:id="1230" w:author="Author"/>
              </w:rPr>
            </w:pPr>
            <w:ins w:id="1231" w:author="Author">
              <w:r w:rsidRPr="009E1B3D">
                <w:t>0.16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687C06E6" w14:textId="77777777" w:rsidR="009713FD" w:rsidRPr="009E1B3D" w:rsidRDefault="009713FD" w:rsidP="001A0DBC">
            <w:pPr>
              <w:pStyle w:val="tabletext01"/>
              <w:jc w:val="right"/>
              <w:rPr>
                <w:ins w:id="1232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219DBD" w14:textId="77777777" w:rsidR="009713FD" w:rsidRPr="009E1B3D" w:rsidRDefault="009713FD" w:rsidP="001A0DBC">
            <w:pPr>
              <w:pStyle w:val="tabletext01"/>
              <w:jc w:val="right"/>
              <w:rPr>
                <w:ins w:id="1233" w:author="Author"/>
              </w:rPr>
            </w:pPr>
          </w:p>
        </w:tc>
        <w:tc>
          <w:tcPr>
            <w:tcW w:w="528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9AD42FD" w14:textId="77777777" w:rsidR="009713FD" w:rsidRPr="009E1B3D" w:rsidRDefault="009713FD" w:rsidP="001A0DBC">
            <w:pPr>
              <w:pStyle w:val="tabletext01"/>
              <w:jc w:val="right"/>
              <w:rPr>
                <w:ins w:id="1234" w:author="Author"/>
              </w:rPr>
            </w:pPr>
            <w:ins w:id="1235" w:author="Author">
              <w:r w:rsidRPr="009E1B3D">
                <w:t>0.16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26EFA9F8" w14:textId="77777777" w:rsidR="009713FD" w:rsidRPr="009E1B3D" w:rsidRDefault="009713FD" w:rsidP="001A0DBC">
            <w:pPr>
              <w:pStyle w:val="tabletext01"/>
              <w:jc w:val="right"/>
              <w:rPr>
                <w:ins w:id="123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586290" w14:textId="77777777" w:rsidR="009713FD" w:rsidRPr="009E1B3D" w:rsidRDefault="009713FD" w:rsidP="001A0DBC">
            <w:pPr>
              <w:pStyle w:val="tabletext01"/>
              <w:jc w:val="right"/>
              <w:rPr>
                <w:ins w:id="1237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0CA157E" w14:textId="77777777" w:rsidR="009713FD" w:rsidRPr="009E1B3D" w:rsidRDefault="009713FD" w:rsidP="001A0DBC">
            <w:pPr>
              <w:pStyle w:val="tabletext01"/>
              <w:jc w:val="right"/>
              <w:rPr>
                <w:ins w:id="1238" w:author="Author"/>
              </w:rPr>
            </w:pPr>
            <w:ins w:id="1239" w:author="Author">
              <w:r w:rsidRPr="009E1B3D">
                <w:t>0.24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63A73AD1" w14:textId="77777777" w:rsidR="009713FD" w:rsidRPr="009E1B3D" w:rsidRDefault="009713FD" w:rsidP="001A0DBC">
            <w:pPr>
              <w:pStyle w:val="tabletext01"/>
              <w:jc w:val="right"/>
              <w:rPr>
                <w:ins w:id="1240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885F09" w14:textId="77777777" w:rsidR="009713FD" w:rsidRPr="009E1B3D" w:rsidRDefault="009713FD" w:rsidP="001A0DBC">
            <w:pPr>
              <w:pStyle w:val="tabletext01"/>
              <w:jc w:val="right"/>
              <w:rPr>
                <w:ins w:id="1241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7B2ABEC" w14:textId="77777777" w:rsidR="009713FD" w:rsidRPr="009E1B3D" w:rsidRDefault="009713FD" w:rsidP="001A0DBC">
            <w:pPr>
              <w:pStyle w:val="tabletext01"/>
              <w:jc w:val="right"/>
              <w:rPr>
                <w:ins w:id="1242" w:author="Author"/>
              </w:rPr>
            </w:pPr>
            <w:ins w:id="1243" w:author="Author">
              <w:r w:rsidRPr="009E1B3D">
                <w:t>0.26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6C7A336E" w14:textId="77777777" w:rsidR="009713FD" w:rsidRPr="009E1B3D" w:rsidRDefault="009713FD" w:rsidP="001A0DBC">
            <w:pPr>
              <w:pStyle w:val="tabletext01"/>
              <w:jc w:val="right"/>
              <w:rPr>
                <w:ins w:id="1244" w:author="Author"/>
              </w:rPr>
            </w:pPr>
          </w:p>
        </w:tc>
      </w:tr>
    </w:tbl>
    <w:p w14:paraId="4CDE820E" w14:textId="6A738148" w:rsidR="009713FD" w:rsidRDefault="009713FD" w:rsidP="009713FD">
      <w:pPr>
        <w:pStyle w:val="tablecaption"/>
      </w:pPr>
      <w:ins w:id="1245" w:author="Author">
        <w:r w:rsidRPr="009E1B3D">
          <w:t>Table 270.C.2.c.(1)(LC) Single Interest Coverage Loss Costs</w:t>
        </w:r>
      </w:ins>
    </w:p>
    <w:p w14:paraId="6C339A9E" w14:textId="12BF9C15" w:rsidR="009713FD" w:rsidRDefault="009713FD" w:rsidP="009713FD">
      <w:pPr>
        <w:pStyle w:val="isonormal"/>
        <w:jc w:val="left"/>
      </w:pPr>
    </w:p>
    <w:p w14:paraId="5E161DED" w14:textId="77777777" w:rsidR="009713FD" w:rsidRDefault="009713FD" w:rsidP="009713FD">
      <w:pPr>
        <w:pStyle w:val="isonormal"/>
        <w:sectPr w:rsidR="009713FD" w:rsidSect="009713FD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186F015" w14:textId="77777777" w:rsidR="009713FD" w:rsidRPr="00A67F12" w:rsidRDefault="009713FD" w:rsidP="009713FD">
      <w:pPr>
        <w:pStyle w:val="boxrule"/>
        <w:rPr>
          <w:ins w:id="1246" w:author="Author"/>
        </w:rPr>
      </w:pPr>
      <w:ins w:id="1247" w:author="Author">
        <w:r w:rsidRPr="00A67F12">
          <w:lastRenderedPageBreak/>
          <w:t>280.  SNOWMOBILES</w:t>
        </w:r>
      </w:ins>
    </w:p>
    <w:p w14:paraId="00B50716" w14:textId="77777777" w:rsidR="009713FD" w:rsidRPr="00A67F12" w:rsidRDefault="009713FD" w:rsidP="009713FD">
      <w:pPr>
        <w:pStyle w:val="blocktext1"/>
        <w:rPr>
          <w:ins w:id="1248" w:author="Author"/>
        </w:rPr>
      </w:pPr>
      <w:ins w:id="1249" w:author="Author">
        <w:r w:rsidRPr="00A67F12">
          <w:t xml:space="preserve">Table </w:t>
        </w:r>
        <w:r w:rsidRPr="00A67F12">
          <w:rPr>
            <w:b/>
            <w:bCs/>
          </w:rPr>
          <w:t>2</w:t>
        </w:r>
        <w:r w:rsidRPr="00A67F12">
          <w:rPr>
            <w:b/>
          </w:rPr>
          <w:t>80.B.1.a.(LC)</w:t>
        </w:r>
        <w:r w:rsidRPr="00A67F12">
          <w:t xml:space="preserve"> is replaced by the following:</w:t>
        </w:r>
      </w:ins>
    </w:p>
    <w:p w14:paraId="3BDD85F9" w14:textId="77777777" w:rsidR="009713FD" w:rsidRPr="00A67F12" w:rsidRDefault="009713FD" w:rsidP="009713FD">
      <w:pPr>
        <w:pStyle w:val="space4"/>
        <w:rPr>
          <w:ins w:id="125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9713FD" w:rsidRPr="00A67F12" w14:paraId="484B71CC" w14:textId="77777777" w:rsidTr="001A0DBC">
        <w:trPr>
          <w:cantSplit/>
          <w:trHeight w:val="190"/>
          <w:ins w:id="1251" w:author="Author"/>
        </w:trPr>
        <w:tc>
          <w:tcPr>
            <w:tcW w:w="200" w:type="dxa"/>
          </w:tcPr>
          <w:p w14:paraId="3C697707" w14:textId="77777777" w:rsidR="009713FD" w:rsidRPr="00A67F12" w:rsidRDefault="009713FD" w:rsidP="001A0DBC">
            <w:pPr>
              <w:pStyle w:val="tablehead"/>
              <w:rPr>
                <w:ins w:id="1252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8171E" w14:textId="77777777" w:rsidR="009713FD" w:rsidRPr="00A67F12" w:rsidRDefault="009713FD" w:rsidP="001A0DBC">
            <w:pPr>
              <w:pStyle w:val="tablehead"/>
              <w:rPr>
                <w:ins w:id="1253" w:author="Author"/>
              </w:rPr>
            </w:pPr>
            <w:ins w:id="1254" w:author="Author">
              <w:r w:rsidRPr="00A67F12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BAFFF" w14:textId="77777777" w:rsidR="009713FD" w:rsidRPr="00A67F12" w:rsidRDefault="009713FD" w:rsidP="001A0DBC">
            <w:pPr>
              <w:pStyle w:val="tablehead"/>
              <w:rPr>
                <w:ins w:id="1255" w:author="Author"/>
              </w:rPr>
            </w:pPr>
            <w:ins w:id="1256" w:author="Author">
              <w:r w:rsidRPr="00A67F12">
                <w:t>Liability Base</w:t>
              </w:r>
              <w:r w:rsidRPr="00A67F12">
                <w:br/>
                <w:t>Loss Cost</w:t>
              </w:r>
            </w:ins>
          </w:p>
        </w:tc>
      </w:tr>
      <w:tr w:rsidR="009713FD" w:rsidRPr="00A67F12" w14:paraId="6D849DFA" w14:textId="77777777" w:rsidTr="001A0DBC">
        <w:trPr>
          <w:cantSplit/>
          <w:trHeight w:val="190"/>
          <w:ins w:id="1257" w:author="Author"/>
        </w:trPr>
        <w:tc>
          <w:tcPr>
            <w:tcW w:w="200" w:type="dxa"/>
          </w:tcPr>
          <w:p w14:paraId="115986BD" w14:textId="77777777" w:rsidR="009713FD" w:rsidRPr="00A67F12" w:rsidRDefault="009713FD" w:rsidP="001A0DBC">
            <w:pPr>
              <w:pStyle w:val="tabletext11"/>
              <w:rPr>
                <w:ins w:id="1258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2BC28" w14:textId="77777777" w:rsidR="009713FD" w:rsidRPr="00A67F12" w:rsidRDefault="009713FD" w:rsidP="001A0DBC">
            <w:pPr>
              <w:pStyle w:val="tabletext11"/>
              <w:rPr>
                <w:ins w:id="1259" w:author="Author"/>
              </w:rPr>
            </w:pPr>
            <w:ins w:id="1260" w:author="Author">
              <w:r w:rsidRPr="00A67F12">
                <w:t>Passenger Hazard Excluded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</w:tcBorders>
          </w:tcPr>
          <w:p w14:paraId="4249068D" w14:textId="77777777" w:rsidR="009713FD" w:rsidRPr="00A67F12" w:rsidRDefault="009713FD" w:rsidP="001A0DBC">
            <w:pPr>
              <w:pStyle w:val="tabletext11"/>
              <w:jc w:val="right"/>
              <w:rPr>
                <w:ins w:id="1261" w:author="Author"/>
              </w:rPr>
            </w:pPr>
            <w:ins w:id="1262" w:author="Author">
              <w:r w:rsidRPr="00A67F12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right w:val="single" w:sz="6" w:space="0" w:color="auto"/>
            </w:tcBorders>
          </w:tcPr>
          <w:p w14:paraId="068D15A9" w14:textId="77777777" w:rsidR="009713FD" w:rsidRPr="00A67F12" w:rsidRDefault="009713FD" w:rsidP="001A0DBC">
            <w:pPr>
              <w:pStyle w:val="tabletext11"/>
              <w:tabs>
                <w:tab w:val="decimal" w:pos="310"/>
              </w:tabs>
              <w:rPr>
                <w:ins w:id="1263" w:author="Author"/>
              </w:rPr>
            </w:pPr>
            <w:ins w:id="1264" w:author="Author">
              <w:r w:rsidRPr="00A67F12">
                <w:t>27</w:t>
              </w:r>
            </w:ins>
          </w:p>
        </w:tc>
      </w:tr>
      <w:tr w:rsidR="009713FD" w:rsidRPr="00A67F12" w14:paraId="16E34EAD" w14:textId="77777777" w:rsidTr="001A0DBC">
        <w:trPr>
          <w:cantSplit/>
          <w:trHeight w:val="190"/>
          <w:ins w:id="1265" w:author="Author"/>
        </w:trPr>
        <w:tc>
          <w:tcPr>
            <w:tcW w:w="200" w:type="dxa"/>
          </w:tcPr>
          <w:p w14:paraId="13AD78C2" w14:textId="77777777" w:rsidR="009713FD" w:rsidRPr="00A67F12" w:rsidRDefault="009713FD" w:rsidP="001A0DBC">
            <w:pPr>
              <w:pStyle w:val="tabletext11"/>
              <w:rPr>
                <w:ins w:id="1266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E648D" w14:textId="77777777" w:rsidR="009713FD" w:rsidRPr="00A67F12" w:rsidRDefault="009713FD" w:rsidP="001A0DBC">
            <w:pPr>
              <w:pStyle w:val="tabletext11"/>
              <w:rPr>
                <w:ins w:id="1267" w:author="Author"/>
              </w:rPr>
            </w:pPr>
            <w:ins w:id="1268" w:author="Author">
              <w:r w:rsidRPr="00A67F12">
                <w:t>Passenger Hazard Included</w:t>
              </w:r>
            </w:ins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3A641FEF" w14:textId="77777777" w:rsidR="009713FD" w:rsidRPr="00A67F12" w:rsidRDefault="009713FD" w:rsidP="001A0DBC">
            <w:pPr>
              <w:pStyle w:val="tabletext11"/>
              <w:rPr>
                <w:ins w:id="1269" w:author="Author"/>
              </w:rPr>
            </w:pPr>
          </w:p>
        </w:tc>
        <w:tc>
          <w:tcPr>
            <w:tcW w:w="1010" w:type="dxa"/>
            <w:tcBorders>
              <w:bottom w:val="single" w:sz="6" w:space="0" w:color="auto"/>
              <w:right w:val="single" w:sz="6" w:space="0" w:color="auto"/>
            </w:tcBorders>
          </w:tcPr>
          <w:p w14:paraId="2E29DBD5" w14:textId="77777777" w:rsidR="009713FD" w:rsidRPr="00A67F12" w:rsidRDefault="009713FD" w:rsidP="001A0DBC">
            <w:pPr>
              <w:pStyle w:val="tabletext11"/>
              <w:tabs>
                <w:tab w:val="decimal" w:pos="310"/>
              </w:tabs>
              <w:rPr>
                <w:ins w:id="1270" w:author="Author"/>
              </w:rPr>
            </w:pPr>
            <w:ins w:id="1271" w:author="Author">
              <w:r w:rsidRPr="00A67F12">
                <w:t>62</w:t>
              </w:r>
            </w:ins>
          </w:p>
        </w:tc>
      </w:tr>
    </w:tbl>
    <w:p w14:paraId="5BD38EB2" w14:textId="7753A31B" w:rsidR="009713FD" w:rsidRDefault="009713FD" w:rsidP="009713FD">
      <w:pPr>
        <w:pStyle w:val="tablecaption"/>
      </w:pPr>
      <w:ins w:id="1272" w:author="Author">
        <w:r w:rsidRPr="00A67F12">
          <w:t>Table 280.B.1.a.(LC) Snowmobiles Liability Loss Costs</w:t>
        </w:r>
      </w:ins>
    </w:p>
    <w:p w14:paraId="5EA53227" w14:textId="0281D904" w:rsidR="009713FD" w:rsidRDefault="009713FD" w:rsidP="009713FD">
      <w:pPr>
        <w:pStyle w:val="isonormal"/>
        <w:jc w:val="left"/>
      </w:pPr>
    </w:p>
    <w:p w14:paraId="21B538D2" w14:textId="77777777" w:rsidR="009713FD" w:rsidRDefault="009713FD" w:rsidP="009713FD">
      <w:pPr>
        <w:pStyle w:val="isonormal"/>
        <w:sectPr w:rsidR="009713FD" w:rsidSect="009713FD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051A688" w14:textId="77777777" w:rsidR="009713FD" w:rsidRPr="002E2079" w:rsidRDefault="009713FD" w:rsidP="009713FD">
      <w:pPr>
        <w:pStyle w:val="boxrule"/>
        <w:rPr>
          <w:ins w:id="1273" w:author="Author"/>
        </w:rPr>
      </w:pPr>
      <w:ins w:id="1274" w:author="Author">
        <w:r w:rsidRPr="002E2079">
          <w:lastRenderedPageBreak/>
          <w:t>289.  NON-OWNERSHIP LIABILITY</w:t>
        </w:r>
      </w:ins>
    </w:p>
    <w:p w14:paraId="176E8BDF" w14:textId="77777777" w:rsidR="009713FD" w:rsidRPr="002E2079" w:rsidRDefault="009713FD" w:rsidP="009713FD">
      <w:pPr>
        <w:pStyle w:val="isonormal"/>
        <w:rPr>
          <w:ins w:id="127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9713FD" w:rsidRPr="002E2079" w14:paraId="69486E0D" w14:textId="77777777" w:rsidTr="001A0DBC">
        <w:trPr>
          <w:cantSplit/>
          <w:trHeight w:val="190"/>
          <w:ins w:id="1276" w:author="Author"/>
        </w:trPr>
        <w:tc>
          <w:tcPr>
            <w:tcW w:w="200" w:type="dxa"/>
          </w:tcPr>
          <w:p w14:paraId="06F8A309" w14:textId="77777777" w:rsidR="009713FD" w:rsidRPr="002E2079" w:rsidRDefault="009713FD" w:rsidP="001A0DBC">
            <w:pPr>
              <w:pStyle w:val="tablehead"/>
              <w:rPr>
                <w:ins w:id="127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34C84" w14:textId="77777777" w:rsidR="009713FD" w:rsidRPr="002E2079" w:rsidRDefault="009713FD" w:rsidP="001A0DBC">
            <w:pPr>
              <w:pStyle w:val="tablehead"/>
              <w:rPr>
                <w:ins w:id="1278" w:author="Author"/>
              </w:rPr>
            </w:pPr>
            <w:ins w:id="1279" w:author="Author">
              <w:r w:rsidRPr="002E2079">
                <w:t>Class</w:t>
              </w:r>
              <w:r w:rsidRPr="002E2079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B18EE" w14:textId="77777777" w:rsidR="009713FD" w:rsidRPr="002E2079" w:rsidRDefault="009713FD" w:rsidP="001A0DBC">
            <w:pPr>
              <w:pStyle w:val="tablehead"/>
              <w:rPr>
                <w:ins w:id="1280" w:author="Author"/>
              </w:rPr>
            </w:pPr>
            <w:ins w:id="1281" w:author="Author">
              <w:r w:rsidRPr="002E2079">
                <w:t>Total Number Of</w:t>
              </w:r>
              <w:r w:rsidRPr="002E2079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8260C" w14:textId="77777777" w:rsidR="009713FD" w:rsidRPr="002E2079" w:rsidRDefault="009713FD" w:rsidP="001A0DBC">
            <w:pPr>
              <w:pStyle w:val="tablehead"/>
              <w:rPr>
                <w:ins w:id="1282" w:author="Author"/>
              </w:rPr>
            </w:pPr>
            <w:ins w:id="1283" w:author="Author">
              <w:r w:rsidRPr="002E2079">
                <w:t xml:space="preserve">Liability Base </w:t>
              </w:r>
              <w:r w:rsidRPr="002E2079">
                <w:br/>
                <w:t>Loss Cost</w:t>
              </w:r>
            </w:ins>
          </w:p>
        </w:tc>
      </w:tr>
      <w:tr w:rsidR="009713FD" w:rsidRPr="002E2079" w14:paraId="367CDA40" w14:textId="77777777" w:rsidTr="001A0DBC">
        <w:trPr>
          <w:cantSplit/>
          <w:trHeight w:val="190"/>
          <w:ins w:id="1284" w:author="Author"/>
        </w:trPr>
        <w:tc>
          <w:tcPr>
            <w:tcW w:w="200" w:type="dxa"/>
          </w:tcPr>
          <w:p w14:paraId="1AB2E4CE" w14:textId="77777777" w:rsidR="009713FD" w:rsidRPr="002E2079" w:rsidRDefault="009713FD" w:rsidP="001A0DBC">
            <w:pPr>
              <w:pStyle w:val="tabletext11"/>
              <w:rPr>
                <w:ins w:id="128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084E2" w14:textId="77777777" w:rsidR="009713FD" w:rsidRPr="002E2079" w:rsidRDefault="009713FD" w:rsidP="001A0DBC">
            <w:pPr>
              <w:pStyle w:val="tabletext11"/>
              <w:jc w:val="center"/>
              <w:rPr>
                <w:ins w:id="1286" w:author="Author"/>
              </w:rPr>
            </w:pPr>
            <w:ins w:id="1287" w:author="Author">
              <w:r w:rsidRPr="002E2079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1AF6A7F9" w14:textId="77777777" w:rsidR="009713FD" w:rsidRPr="002E2079" w:rsidRDefault="009713FD" w:rsidP="001A0DBC">
            <w:pPr>
              <w:pStyle w:val="tabletext11"/>
              <w:jc w:val="right"/>
              <w:rPr>
                <w:ins w:id="1288" w:author="Author"/>
              </w:rPr>
            </w:pPr>
            <w:ins w:id="1289" w:author="Author">
              <w:r w:rsidRPr="002E2079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0396B515" w14:textId="77777777" w:rsidR="009713FD" w:rsidRPr="002E2079" w:rsidRDefault="009713FD" w:rsidP="001A0DBC">
            <w:pPr>
              <w:pStyle w:val="tabletext11"/>
              <w:jc w:val="center"/>
              <w:rPr>
                <w:ins w:id="1290" w:author="Author"/>
              </w:rPr>
            </w:pPr>
            <w:ins w:id="1291" w:author="Author">
              <w:r w:rsidRPr="002E2079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47AD8DE4" w14:textId="77777777" w:rsidR="009713FD" w:rsidRPr="002E2079" w:rsidRDefault="009713FD" w:rsidP="001A0DBC">
            <w:pPr>
              <w:pStyle w:val="tabletext11"/>
              <w:jc w:val="right"/>
              <w:rPr>
                <w:ins w:id="1292" w:author="Author"/>
              </w:rPr>
            </w:pPr>
            <w:ins w:id="1293" w:author="Author">
              <w:r w:rsidRPr="002E2079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29448F" w14:textId="77777777" w:rsidR="009713FD" w:rsidRPr="002E2079" w:rsidRDefault="009713FD" w:rsidP="001A0DBC">
            <w:pPr>
              <w:pStyle w:val="tabletext11"/>
              <w:rPr>
                <w:ins w:id="129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2380EE6" w14:textId="77777777" w:rsidR="009713FD" w:rsidRPr="002E2079" w:rsidRDefault="009713FD" w:rsidP="001A0DBC">
            <w:pPr>
              <w:pStyle w:val="tabletext11"/>
              <w:jc w:val="right"/>
              <w:rPr>
                <w:ins w:id="1295" w:author="Author"/>
              </w:rPr>
            </w:pPr>
            <w:ins w:id="1296" w:author="Author">
              <w:r w:rsidRPr="002E2079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BA04514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jc w:val="right"/>
              <w:rPr>
                <w:ins w:id="1297" w:author="Author"/>
              </w:rPr>
            </w:pPr>
            <w:ins w:id="1298" w:author="Author">
              <w:r w:rsidRPr="002E2079">
                <w:t>66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E86DA99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rPr>
                <w:ins w:id="1299" w:author="Author"/>
              </w:rPr>
            </w:pPr>
          </w:p>
        </w:tc>
      </w:tr>
      <w:tr w:rsidR="009713FD" w:rsidRPr="002E2079" w14:paraId="3A662681" w14:textId="77777777" w:rsidTr="001A0DBC">
        <w:trPr>
          <w:cantSplit/>
          <w:trHeight w:val="190"/>
          <w:ins w:id="1300" w:author="Author"/>
        </w:trPr>
        <w:tc>
          <w:tcPr>
            <w:tcW w:w="200" w:type="dxa"/>
          </w:tcPr>
          <w:p w14:paraId="6ECDABB4" w14:textId="77777777" w:rsidR="009713FD" w:rsidRPr="002E2079" w:rsidRDefault="009713FD" w:rsidP="001A0DBC">
            <w:pPr>
              <w:pStyle w:val="tabletext11"/>
              <w:rPr>
                <w:ins w:id="130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3410C27" w14:textId="77777777" w:rsidR="009713FD" w:rsidRPr="002E2079" w:rsidRDefault="009713FD" w:rsidP="001A0DBC">
            <w:pPr>
              <w:pStyle w:val="tabletext11"/>
              <w:jc w:val="center"/>
              <w:rPr>
                <w:ins w:id="1302" w:author="Author"/>
              </w:rPr>
            </w:pPr>
            <w:ins w:id="1303" w:author="Author">
              <w:r w:rsidRPr="002E2079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7C266F" w14:textId="77777777" w:rsidR="009713FD" w:rsidRPr="002E2079" w:rsidRDefault="009713FD" w:rsidP="001A0DBC">
            <w:pPr>
              <w:pStyle w:val="tabletext11"/>
              <w:jc w:val="right"/>
              <w:rPr>
                <w:ins w:id="1304" w:author="Author"/>
              </w:rPr>
            </w:pPr>
            <w:ins w:id="1305" w:author="Author">
              <w:r w:rsidRPr="002E2079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2DB4A3E" w14:textId="77777777" w:rsidR="009713FD" w:rsidRPr="002E2079" w:rsidRDefault="009713FD" w:rsidP="001A0DBC">
            <w:pPr>
              <w:pStyle w:val="tabletext11"/>
              <w:jc w:val="center"/>
              <w:rPr>
                <w:ins w:id="1306" w:author="Author"/>
              </w:rPr>
            </w:pPr>
            <w:ins w:id="1307" w:author="Author">
              <w:r w:rsidRPr="002E20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1BBDECD" w14:textId="77777777" w:rsidR="009713FD" w:rsidRPr="002E2079" w:rsidRDefault="009713FD" w:rsidP="001A0DBC">
            <w:pPr>
              <w:pStyle w:val="tabletext11"/>
              <w:jc w:val="right"/>
              <w:rPr>
                <w:ins w:id="1308" w:author="Author"/>
              </w:rPr>
            </w:pPr>
            <w:ins w:id="1309" w:author="Author">
              <w:r w:rsidRPr="002E2079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F5F33BE" w14:textId="77777777" w:rsidR="009713FD" w:rsidRPr="002E2079" w:rsidRDefault="009713FD" w:rsidP="001A0DBC">
            <w:pPr>
              <w:pStyle w:val="tabletext11"/>
              <w:rPr>
                <w:ins w:id="131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250CE9F" w14:textId="77777777" w:rsidR="009713FD" w:rsidRPr="002E2079" w:rsidRDefault="009713FD" w:rsidP="001A0DBC">
            <w:pPr>
              <w:pStyle w:val="tabletext11"/>
              <w:rPr>
                <w:ins w:id="131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113985C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jc w:val="right"/>
              <w:rPr>
                <w:ins w:id="1312" w:author="Author"/>
              </w:rPr>
            </w:pPr>
            <w:ins w:id="1313" w:author="Author">
              <w:r w:rsidRPr="002E2079">
                <w:t>141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7C8B8CC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rPr>
                <w:ins w:id="1314" w:author="Author"/>
              </w:rPr>
            </w:pPr>
          </w:p>
        </w:tc>
      </w:tr>
      <w:tr w:rsidR="009713FD" w:rsidRPr="002E2079" w14:paraId="30CF98FC" w14:textId="77777777" w:rsidTr="001A0DBC">
        <w:trPr>
          <w:cantSplit/>
          <w:trHeight w:val="190"/>
          <w:ins w:id="1315" w:author="Author"/>
        </w:trPr>
        <w:tc>
          <w:tcPr>
            <w:tcW w:w="200" w:type="dxa"/>
          </w:tcPr>
          <w:p w14:paraId="7BDFE5C5" w14:textId="77777777" w:rsidR="009713FD" w:rsidRPr="002E2079" w:rsidRDefault="009713FD" w:rsidP="001A0DBC">
            <w:pPr>
              <w:pStyle w:val="tabletext11"/>
              <w:rPr>
                <w:ins w:id="131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77EBEA3" w14:textId="77777777" w:rsidR="009713FD" w:rsidRPr="002E2079" w:rsidRDefault="009713FD" w:rsidP="001A0DBC">
            <w:pPr>
              <w:pStyle w:val="tabletext11"/>
              <w:jc w:val="center"/>
              <w:rPr>
                <w:ins w:id="1317" w:author="Author"/>
              </w:rPr>
            </w:pPr>
            <w:ins w:id="1318" w:author="Author">
              <w:r w:rsidRPr="002E2079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46447A9" w14:textId="77777777" w:rsidR="009713FD" w:rsidRPr="002E2079" w:rsidRDefault="009713FD" w:rsidP="001A0DBC">
            <w:pPr>
              <w:pStyle w:val="tabletext11"/>
              <w:jc w:val="right"/>
              <w:rPr>
                <w:ins w:id="1319" w:author="Author"/>
              </w:rPr>
            </w:pPr>
            <w:ins w:id="1320" w:author="Author">
              <w:r w:rsidRPr="002E2079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61DED13" w14:textId="77777777" w:rsidR="009713FD" w:rsidRPr="002E2079" w:rsidRDefault="009713FD" w:rsidP="001A0DBC">
            <w:pPr>
              <w:pStyle w:val="tabletext11"/>
              <w:jc w:val="center"/>
              <w:rPr>
                <w:ins w:id="1321" w:author="Author"/>
              </w:rPr>
            </w:pPr>
            <w:ins w:id="1322" w:author="Author">
              <w:r w:rsidRPr="002E20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51C9ABD" w14:textId="77777777" w:rsidR="009713FD" w:rsidRPr="002E2079" w:rsidRDefault="009713FD" w:rsidP="001A0DBC">
            <w:pPr>
              <w:pStyle w:val="tabletext11"/>
              <w:jc w:val="right"/>
              <w:rPr>
                <w:ins w:id="1323" w:author="Author"/>
              </w:rPr>
            </w:pPr>
            <w:ins w:id="1324" w:author="Author">
              <w:r w:rsidRPr="002E2079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5691E45" w14:textId="77777777" w:rsidR="009713FD" w:rsidRPr="002E2079" w:rsidRDefault="009713FD" w:rsidP="001A0DBC">
            <w:pPr>
              <w:pStyle w:val="tabletext11"/>
              <w:rPr>
                <w:ins w:id="132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CBB468F" w14:textId="77777777" w:rsidR="009713FD" w:rsidRPr="002E2079" w:rsidRDefault="009713FD" w:rsidP="001A0DBC">
            <w:pPr>
              <w:pStyle w:val="tabletext11"/>
              <w:rPr>
                <w:ins w:id="132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78EC1C8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jc w:val="right"/>
              <w:rPr>
                <w:ins w:id="1327" w:author="Author"/>
              </w:rPr>
            </w:pPr>
            <w:ins w:id="1328" w:author="Author">
              <w:r w:rsidRPr="002E2079">
                <w:t>226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AACC35C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rPr>
                <w:ins w:id="1329" w:author="Author"/>
              </w:rPr>
            </w:pPr>
          </w:p>
        </w:tc>
      </w:tr>
      <w:tr w:rsidR="009713FD" w:rsidRPr="002E2079" w14:paraId="1144665A" w14:textId="77777777" w:rsidTr="001A0DBC">
        <w:trPr>
          <w:cantSplit/>
          <w:trHeight w:val="190"/>
          <w:ins w:id="1330" w:author="Author"/>
        </w:trPr>
        <w:tc>
          <w:tcPr>
            <w:tcW w:w="200" w:type="dxa"/>
          </w:tcPr>
          <w:p w14:paraId="272CB8FD" w14:textId="77777777" w:rsidR="009713FD" w:rsidRPr="002E2079" w:rsidRDefault="009713FD" w:rsidP="001A0DBC">
            <w:pPr>
              <w:pStyle w:val="tabletext11"/>
              <w:rPr>
                <w:ins w:id="133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9C199A6" w14:textId="77777777" w:rsidR="009713FD" w:rsidRPr="002E2079" w:rsidRDefault="009713FD" w:rsidP="001A0DBC">
            <w:pPr>
              <w:pStyle w:val="tabletext11"/>
              <w:jc w:val="center"/>
              <w:rPr>
                <w:ins w:id="1332" w:author="Author"/>
              </w:rPr>
            </w:pPr>
            <w:ins w:id="1333" w:author="Author">
              <w:r w:rsidRPr="002E2079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3306A0C" w14:textId="77777777" w:rsidR="009713FD" w:rsidRPr="002E2079" w:rsidRDefault="009713FD" w:rsidP="001A0DBC">
            <w:pPr>
              <w:pStyle w:val="tabletext11"/>
              <w:jc w:val="right"/>
              <w:rPr>
                <w:ins w:id="1334" w:author="Author"/>
              </w:rPr>
            </w:pPr>
            <w:ins w:id="1335" w:author="Author">
              <w:r w:rsidRPr="002E2079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36101D6" w14:textId="77777777" w:rsidR="009713FD" w:rsidRPr="002E2079" w:rsidRDefault="009713FD" w:rsidP="001A0DBC">
            <w:pPr>
              <w:pStyle w:val="tabletext11"/>
              <w:jc w:val="center"/>
              <w:rPr>
                <w:ins w:id="1336" w:author="Author"/>
              </w:rPr>
            </w:pPr>
            <w:ins w:id="1337" w:author="Author">
              <w:r w:rsidRPr="002E20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B904069" w14:textId="77777777" w:rsidR="009713FD" w:rsidRPr="002E2079" w:rsidRDefault="009713FD" w:rsidP="001A0DBC">
            <w:pPr>
              <w:pStyle w:val="tabletext11"/>
              <w:jc w:val="right"/>
              <w:rPr>
                <w:ins w:id="1338" w:author="Author"/>
              </w:rPr>
            </w:pPr>
            <w:ins w:id="1339" w:author="Author">
              <w:r w:rsidRPr="002E2079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803FBE5" w14:textId="77777777" w:rsidR="009713FD" w:rsidRPr="002E2079" w:rsidRDefault="009713FD" w:rsidP="001A0DBC">
            <w:pPr>
              <w:pStyle w:val="tabletext11"/>
              <w:rPr>
                <w:ins w:id="134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BE374DA" w14:textId="77777777" w:rsidR="009713FD" w:rsidRPr="002E2079" w:rsidRDefault="009713FD" w:rsidP="001A0DBC">
            <w:pPr>
              <w:pStyle w:val="tabletext11"/>
              <w:rPr>
                <w:ins w:id="134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006C847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jc w:val="right"/>
              <w:rPr>
                <w:ins w:id="1342" w:author="Author"/>
              </w:rPr>
            </w:pPr>
            <w:ins w:id="1343" w:author="Author">
              <w:r w:rsidRPr="002E2079">
                <w:t>383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F3E3A02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rPr>
                <w:ins w:id="1344" w:author="Author"/>
              </w:rPr>
            </w:pPr>
          </w:p>
        </w:tc>
      </w:tr>
      <w:tr w:rsidR="009713FD" w:rsidRPr="002E2079" w14:paraId="1F519CD2" w14:textId="77777777" w:rsidTr="001A0DBC">
        <w:trPr>
          <w:cantSplit/>
          <w:trHeight w:val="190"/>
          <w:ins w:id="1345" w:author="Author"/>
        </w:trPr>
        <w:tc>
          <w:tcPr>
            <w:tcW w:w="200" w:type="dxa"/>
          </w:tcPr>
          <w:p w14:paraId="0817357C" w14:textId="77777777" w:rsidR="009713FD" w:rsidRPr="002E2079" w:rsidRDefault="009713FD" w:rsidP="001A0DBC">
            <w:pPr>
              <w:pStyle w:val="tabletext11"/>
              <w:rPr>
                <w:ins w:id="134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D6B7EA8" w14:textId="77777777" w:rsidR="009713FD" w:rsidRPr="002E2079" w:rsidRDefault="009713FD" w:rsidP="001A0DBC">
            <w:pPr>
              <w:pStyle w:val="tabletext11"/>
              <w:jc w:val="center"/>
              <w:rPr>
                <w:ins w:id="1347" w:author="Author"/>
              </w:rPr>
            </w:pPr>
            <w:ins w:id="1348" w:author="Author">
              <w:r w:rsidRPr="002E2079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FE6DE1B" w14:textId="77777777" w:rsidR="009713FD" w:rsidRPr="002E2079" w:rsidRDefault="009713FD" w:rsidP="001A0DBC">
            <w:pPr>
              <w:pStyle w:val="tabletext11"/>
              <w:jc w:val="right"/>
              <w:rPr>
                <w:ins w:id="1349" w:author="Author"/>
              </w:rPr>
            </w:pPr>
            <w:ins w:id="1350" w:author="Author">
              <w:r w:rsidRPr="002E2079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6E37B03" w14:textId="77777777" w:rsidR="009713FD" w:rsidRPr="002E2079" w:rsidRDefault="009713FD" w:rsidP="001A0DBC">
            <w:pPr>
              <w:pStyle w:val="tabletext11"/>
              <w:jc w:val="center"/>
              <w:rPr>
                <w:ins w:id="1351" w:author="Author"/>
              </w:rPr>
            </w:pPr>
            <w:ins w:id="1352" w:author="Author">
              <w:r w:rsidRPr="002E20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FF30DB1" w14:textId="77777777" w:rsidR="009713FD" w:rsidRPr="002E2079" w:rsidRDefault="009713FD" w:rsidP="001A0DBC">
            <w:pPr>
              <w:pStyle w:val="tabletext11"/>
              <w:jc w:val="right"/>
              <w:rPr>
                <w:ins w:id="1353" w:author="Author"/>
              </w:rPr>
            </w:pPr>
            <w:ins w:id="1354" w:author="Author">
              <w:r w:rsidRPr="002E2079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A60EC7B" w14:textId="77777777" w:rsidR="009713FD" w:rsidRPr="002E2079" w:rsidRDefault="009713FD" w:rsidP="001A0DBC">
            <w:pPr>
              <w:pStyle w:val="tabletext11"/>
              <w:rPr>
                <w:ins w:id="135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35D18D3" w14:textId="77777777" w:rsidR="009713FD" w:rsidRPr="002E2079" w:rsidRDefault="009713FD" w:rsidP="001A0DBC">
            <w:pPr>
              <w:pStyle w:val="tabletext11"/>
              <w:rPr>
                <w:ins w:id="135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58E5774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jc w:val="right"/>
              <w:rPr>
                <w:ins w:id="1357" w:author="Author"/>
              </w:rPr>
            </w:pPr>
            <w:ins w:id="1358" w:author="Author">
              <w:r w:rsidRPr="002E2079">
                <w:t>1,000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0BDE045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rPr>
                <w:ins w:id="1359" w:author="Author"/>
              </w:rPr>
            </w:pPr>
          </w:p>
        </w:tc>
      </w:tr>
      <w:tr w:rsidR="009713FD" w:rsidRPr="002E2079" w14:paraId="62E9117D" w14:textId="77777777" w:rsidTr="001A0DBC">
        <w:trPr>
          <w:cantSplit/>
          <w:trHeight w:val="190"/>
          <w:ins w:id="1360" w:author="Author"/>
        </w:trPr>
        <w:tc>
          <w:tcPr>
            <w:tcW w:w="200" w:type="dxa"/>
          </w:tcPr>
          <w:p w14:paraId="18F9F165" w14:textId="77777777" w:rsidR="009713FD" w:rsidRPr="002E2079" w:rsidRDefault="009713FD" w:rsidP="001A0DBC">
            <w:pPr>
              <w:pStyle w:val="tabletext11"/>
              <w:rPr>
                <w:ins w:id="136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7AE5FA5" w14:textId="77777777" w:rsidR="009713FD" w:rsidRPr="002E2079" w:rsidRDefault="009713FD" w:rsidP="001A0DBC">
            <w:pPr>
              <w:pStyle w:val="tabletext11"/>
              <w:jc w:val="center"/>
              <w:rPr>
                <w:ins w:id="1362" w:author="Author"/>
              </w:rPr>
            </w:pPr>
            <w:ins w:id="1363" w:author="Author">
              <w:r w:rsidRPr="002E2079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7982060" w14:textId="77777777" w:rsidR="009713FD" w:rsidRPr="002E2079" w:rsidRDefault="009713FD" w:rsidP="001A0DBC">
            <w:pPr>
              <w:pStyle w:val="tabletext11"/>
              <w:jc w:val="right"/>
              <w:rPr>
                <w:ins w:id="1364" w:author="Author"/>
              </w:rPr>
            </w:pPr>
            <w:ins w:id="1365" w:author="Author">
              <w:r w:rsidRPr="002E2079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21EB7C6" w14:textId="77777777" w:rsidR="009713FD" w:rsidRPr="002E2079" w:rsidRDefault="009713FD" w:rsidP="001A0DBC">
            <w:pPr>
              <w:pStyle w:val="tabletext11"/>
              <w:jc w:val="center"/>
              <w:rPr>
                <w:ins w:id="1366" w:author="Author"/>
              </w:rPr>
            </w:pPr>
            <w:ins w:id="1367" w:author="Author">
              <w:r w:rsidRPr="002E207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F7D09EA" w14:textId="77777777" w:rsidR="009713FD" w:rsidRPr="002E2079" w:rsidRDefault="009713FD" w:rsidP="001A0DBC">
            <w:pPr>
              <w:pStyle w:val="tabletext11"/>
              <w:jc w:val="right"/>
              <w:rPr>
                <w:ins w:id="1368" w:author="Author"/>
              </w:rPr>
            </w:pPr>
            <w:ins w:id="1369" w:author="Author">
              <w:r w:rsidRPr="002E2079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AF2078A" w14:textId="77777777" w:rsidR="009713FD" w:rsidRPr="002E2079" w:rsidRDefault="009713FD" w:rsidP="001A0DBC">
            <w:pPr>
              <w:pStyle w:val="tabletext11"/>
              <w:rPr>
                <w:ins w:id="137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217EF15" w14:textId="77777777" w:rsidR="009713FD" w:rsidRPr="002E2079" w:rsidRDefault="009713FD" w:rsidP="001A0DBC">
            <w:pPr>
              <w:pStyle w:val="tabletext11"/>
              <w:rPr>
                <w:ins w:id="137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B3BCA13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jc w:val="right"/>
              <w:rPr>
                <w:ins w:id="1372" w:author="Author"/>
              </w:rPr>
            </w:pPr>
            <w:ins w:id="1373" w:author="Author">
              <w:r w:rsidRPr="002E2079">
                <w:t>2,300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FC425C0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rPr>
                <w:ins w:id="1374" w:author="Author"/>
              </w:rPr>
            </w:pPr>
          </w:p>
        </w:tc>
      </w:tr>
      <w:tr w:rsidR="009713FD" w:rsidRPr="002E2079" w14:paraId="57684C84" w14:textId="77777777" w:rsidTr="001A0DBC">
        <w:trPr>
          <w:cantSplit/>
          <w:trHeight w:val="190"/>
          <w:ins w:id="1375" w:author="Author"/>
        </w:trPr>
        <w:tc>
          <w:tcPr>
            <w:tcW w:w="200" w:type="dxa"/>
          </w:tcPr>
          <w:p w14:paraId="2250C0FA" w14:textId="77777777" w:rsidR="009713FD" w:rsidRPr="002E2079" w:rsidRDefault="009713FD" w:rsidP="001A0DBC">
            <w:pPr>
              <w:pStyle w:val="tabletext11"/>
              <w:rPr>
                <w:ins w:id="137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80520" w14:textId="77777777" w:rsidR="009713FD" w:rsidRPr="002E2079" w:rsidRDefault="009713FD" w:rsidP="001A0DBC">
            <w:pPr>
              <w:pStyle w:val="tabletext11"/>
              <w:jc w:val="center"/>
              <w:rPr>
                <w:ins w:id="1377" w:author="Author"/>
              </w:rPr>
            </w:pPr>
            <w:ins w:id="1378" w:author="Author">
              <w:r w:rsidRPr="002E2079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B948FC" w14:textId="77777777" w:rsidR="009713FD" w:rsidRPr="002E2079" w:rsidRDefault="009713FD" w:rsidP="001A0DBC">
            <w:pPr>
              <w:pStyle w:val="tabletext11"/>
              <w:jc w:val="right"/>
              <w:rPr>
                <w:ins w:id="1379" w:author="Author"/>
              </w:rPr>
            </w:pPr>
            <w:ins w:id="1380" w:author="Author">
              <w:r w:rsidRPr="002E2079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C31B366" w14:textId="77777777" w:rsidR="009713FD" w:rsidRPr="002E2079" w:rsidRDefault="009713FD" w:rsidP="001A0DBC">
            <w:pPr>
              <w:pStyle w:val="tabletext11"/>
              <w:jc w:val="right"/>
              <w:rPr>
                <w:ins w:id="1381" w:author="Author"/>
              </w:rPr>
            </w:pPr>
            <w:ins w:id="1382" w:author="Author">
              <w:r w:rsidRPr="002E2079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BC57AD" w14:textId="77777777" w:rsidR="009713FD" w:rsidRPr="002E2079" w:rsidRDefault="009713FD" w:rsidP="001A0DBC">
            <w:pPr>
              <w:pStyle w:val="tabletext11"/>
              <w:rPr>
                <w:ins w:id="138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97C58FE" w14:textId="77777777" w:rsidR="009713FD" w:rsidRPr="002E2079" w:rsidRDefault="009713FD" w:rsidP="001A0DBC">
            <w:pPr>
              <w:pStyle w:val="tabletext11"/>
              <w:rPr>
                <w:ins w:id="1384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26EFD9C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jc w:val="right"/>
              <w:rPr>
                <w:ins w:id="1385" w:author="Author"/>
              </w:rPr>
            </w:pPr>
            <w:ins w:id="1386" w:author="Author">
              <w:r w:rsidRPr="002E2079">
                <w:t>4,847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0434BE" w14:textId="77777777" w:rsidR="009713FD" w:rsidRPr="002E2079" w:rsidRDefault="009713FD" w:rsidP="001A0DBC">
            <w:pPr>
              <w:pStyle w:val="tabletext11"/>
              <w:tabs>
                <w:tab w:val="decimal" w:pos="340"/>
              </w:tabs>
              <w:rPr>
                <w:ins w:id="1387" w:author="Author"/>
              </w:rPr>
            </w:pPr>
          </w:p>
        </w:tc>
      </w:tr>
    </w:tbl>
    <w:p w14:paraId="4A6F0F92" w14:textId="68084BC9" w:rsidR="009713FD" w:rsidRDefault="009713FD" w:rsidP="009713FD">
      <w:pPr>
        <w:pStyle w:val="tablecaption"/>
      </w:pPr>
      <w:ins w:id="1388" w:author="Author">
        <w:r w:rsidRPr="002E2079">
          <w:t>Table 289.B.2.a.(1)(a)(LC) Other Than Auto Service Operations Loss Costs</w:t>
        </w:r>
      </w:ins>
    </w:p>
    <w:p w14:paraId="2150474C" w14:textId="1FCBE9F4" w:rsidR="009713FD" w:rsidRDefault="009713FD" w:rsidP="009713FD">
      <w:pPr>
        <w:pStyle w:val="isonormal"/>
        <w:jc w:val="left"/>
      </w:pPr>
    </w:p>
    <w:p w14:paraId="2A1EBCAB" w14:textId="77777777" w:rsidR="009713FD" w:rsidRDefault="009713FD" w:rsidP="009713FD">
      <w:pPr>
        <w:pStyle w:val="isonormal"/>
        <w:sectPr w:rsidR="009713FD" w:rsidSect="009713FD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7838BB78" w14:textId="77777777" w:rsidR="009713FD" w:rsidRPr="002D0B1D" w:rsidRDefault="009713FD" w:rsidP="009713FD">
      <w:pPr>
        <w:pStyle w:val="boxrule"/>
        <w:rPr>
          <w:ins w:id="1389" w:author="Author"/>
        </w:rPr>
      </w:pPr>
      <w:bookmarkStart w:id="1390" w:name="_Hlk42087266"/>
      <w:ins w:id="1391" w:author="Author">
        <w:r w:rsidRPr="002D0B1D">
          <w:lastRenderedPageBreak/>
          <w:t>290.  HIRED AUTOS</w:t>
        </w:r>
      </w:ins>
    </w:p>
    <w:p w14:paraId="337CD225" w14:textId="77777777" w:rsidR="009713FD" w:rsidRPr="002D0B1D" w:rsidRDefault="009713FD" w:rsidP="009713FD">
      <w:pPr>
        <w:pStyle w:val="isonormal"/>
        <w:rPr>
          <w:ins w:id="139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9713FD" w:rsidRPr="002D0B1D" w14:paraId="24AAF2A8" w14:textId="77777777" w:rsidTr="001A0DBC">
        <w:trPr>
          <w:cantSplit/>
          <w:trHeight w:val="190"/>
          <w:ins w:id="1393" w:author="Author"/>
        </w:trPr>
        <w:tc>
          <w:tcPr>
            <w:tcW w:w="200" w:type="dxa"/>
          </w:tcPr>
          <w:p w14:paraId="5696B07A" w14:textId="77777777" w:rsidR="009713FD" w:rsidRPr="002D0B1D" w:rsidRDefault="009713FD" w:rsidP="001A0DBC">
            <w:pPr>
              <w:pStyle w:val="tablehead"/>
              <w:rPr>
                <w:ins w:id="1394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D2CC2" w14:textId="77777777" w:rsidR="009713FD" w:rsidRPr="002D0B1D" w:rsidRDefault="009713FD" w:rsidP="001A0DBC">
            <w:pPr>
              <w:pStyle w:val="tablehead"/>
              <w:rPr>
                <w:ins w:id="1395" w:author="Author"/>
              </w:rPr>
            </w:pPr>
            <w:ins w:id="1396" w:author="Author">
              <w:r w:rsidRPr="002D0B1D">
                <w:t>Cost Of Hire Basis – All Territories</w:t>
              </w:r>
              <w:r w:rsidRPr="002D0B1D">
                <w:br/>
                <w:t xml:space="preserve">Liability Base Loss Cost </w:t>
              </w:r>
            </w:ins>
          </w:p>
        </w:tc>
      </w:tr>
      <w:tr w:rsidR="009713FD" w:rsidRPr="002D0B1D" w14:paraId="33F4F8F4" w14:textId="77777777" w:rsidTr="001A0DBC">
        <w:trPr>
          <w:cantSplit/>
          <w:trHeight w:val="190"/>
          <w:ins w:id="1397" w:author="Author"/>
        </w:trPr>
        <w:tc>
          <w:tcPr>
            <w:tcW w:w="200" w:type="dxa"/>
          </w:tcPr>
          <w:p w14:paraId="4D2BEB53" w14:textId="77777777" w:rsidR="009713FD" w:rsidRPr="002D0B1D" w:rsidRDefault="009713FD" w:rsidP="001A0DBC">
            <w:pPr>
              <w:pStyle w:val="tabletext11"/>
              <w:rPr>
                <w:ins w:id="139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FB641" w14:textId="77777777" w:rsidR="009713FD" w:rsidRPr="002D0B1D" w:rsidRDefault="009713FD" w:rsidP="001A0DBC">
            <w:pPr>
              <w:pStyle w:val="tabletext11"/>
              <w:jc w:val="right"/>
              <w:rPr>
                <w:ins w:id="1399" w:author="Author"/>
              </w:rPr>
            </w:pPr>
            <w:ins w:id="1400" w:author="Author">
              <w:r w:rsidRPr="002D0B1D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FB30F" w14:textId="77777777" w:rsidR="009713FD" w:rsidRPr="002D0B1D" w:rsidRDefault="009713FD" w:rsidP="001A0DBC">
            <w:pPr>
              <w:pStyle w:val="tabletext11"/>
              <w:rPr>
                <w:ins w:id="1401" w:author="Author"/>
              </w:rPr>
            </w:pPr>
            <w:ins w:id="1402" w:author="Author">
              <w:r w:rsidRPr="002D0B1D">
                <w:t>1.33</w:t>
              </w:r>
            </w:ins>
          </w:p>
        </w:tc>
      </w:tr>
    </w:tbl>
    <w:p w14:paraId="6CDB0A15" w14:textId="0A4B64D2" w:rsidR="009713FD" w:rsidRDefault="009713FD" w:rsidP="009713FD">
      <w:pPr>
        <w:pStyle w:val="tablecaption"/>
      </w:pPr>
      <w:ins w:id="1403" w:author="Author">
        <w:r w:rsidRPr="002D0B1D">
          <w:t>Table 290.B.3.a.(1)(LC) Cost Of Hire Basis Liability Loss Cost</w:t>
        </w:r>
      </w:ins>
      <w:bookmarkEnd w:id="1390"/>
    </w:p>
    <w:p w14:paraId="09677042" w14:textId="50AD5455" w:rsidR="009713FD" w:rsidRDefault="009713FD" w:rsidP="009713FD">
      <w:pPr>
        <w:pStyle w:val="isonormal"/>
        <w:jc w:val="left"/>
      </w:pPr>
    </w:p>
    <w:p w14:paraId="39CA626A" w14:textId="77777777" w:rsidR="009713FD" w:rsidRDefault="009713FD" w:rsidP="009713FD">
      <w:pPr>
        <w:pStyle w:val="isonormal"/>
        <w:sectPr w:rsidR="009713FD" w:rsidSect="009713FD">
          <w:pgSz w:w="12240" w:h="15840" w:code="1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42E5167" w14:textId="77777777" w:rsidR="009713FD" w:rsidRPr="006F7F13" w:rsidRDefault="009713FD" w:rsidP="009713FD">
      <w:pPr>
        <w:pStyle w:val="boxrule"/>
        <w:rPr>
          <w:ins w:id="1404" w:author="Author"/>
        </w:rPr>
      </w:pPr>
      <w:ins w:id="1405" w:author="Author">
        <w:r w:rsidRPr="006F7F13">
          <w:lastRenderedPageBreak/>
          <w:t>294.  RENTAL REIMBURSEMENT</w:t>
        </w:r>
      </w:ins>
    </w:p>
    <w:p w14:paraId="1FF5AE8B" w14:textId="77777777" w:rsidR="009713FD" w:rsidRPr="006F7F13" w:rsidRDefault="009713FD" w:rsidP="009713FD">
      <w:pPr>
        <w:pStyle w:val="blocktext1"/>
        <w:rPr>
          <w:ins w:id="1406" w:author="Author"/>
        </w:rPr>
      </w:pPr>
      <w:ins w:id="1407" w:author="Author">
        <w:r w:rsidRPr="006F7F13">
          <w:t xml:space="preserve">Table </w:t>
        </w:r>
        <w:r w:rsidRPr="006F7F13">
          <w:rPr>
            <w:b/>
            <w:bCs/>
          </w:rPr>
          <w:t>29</w:t>
        </w:r>
        <w:r w:rsidRPr="006F7F13">
          <w:rPr>
            <w:b/>
          </w:rPr>
          <w:t>4.B.(LC)</w:t>
        </w:r>
        <w:r w:rsidRPr="006F7F13">
          <w:t xml:space="preserve"> is replaced by the following:</w:t>
        </w:r>
      </w:ins>
    </w:p>
    <w:p w14:paraId="2F35C0F8" w14:textId="77777777" w:rsidR="009713FD" w:rsidRPr="006F7F13" w:rsidRDefault="009713FD" w:rsidP="009713FD">
      <w:pPr>
        <w:pStyle w:val="space4"/>
        <w:rPr>
          <w:ins w:id="140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1430"/>
      </w:tblGrid>
      <w:tr w:rsidR="009713FD" w:rsidRPr="006F7F13" w14:paraId="67653CBE" w14:textId="77777777" w:rsidTr="001A0DBC">
        <w:trPr>
          <w:cantSplit/>
          <w:trHeight w:val="190"/>
          <w:ins w:id="1409" w:author="Author"/>
        </w:trPr>
        <w:tc>
          <w:tcPr>
            <w:tcW w:w="200" w:type="dxa"/>
          </w:tcPr>
          <w:p w14:paraId="3C38C5F5" w14:textId="77777777" w:rsidR="009713FD" w:rsidRPr="006F7F13" w:rsidRDefault="009713FD" w:rsidP="001A0DBC">
            <w:pPr>
              <w:pStyle w:val="tablehead"/>
              <w:rPr>
                <w:ins w:id="1410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F1601" w14:textId="77777777" w:rsidR="009713FD" w:rsidRPr="006F7F13" w:rsidRDefault="009713FD" w:rsidP="001A0DBC">
            <w:pPr>
              <w:pStyle w:val="tablehead"/>
              <w:rPr>
                <w:ins w:id="1411" w:author="Author"/>
              </w:rPr>
            </w:pPr>
            <w:ins w:id="1412" w:author="Author">
              <w:r w:rsidRPr="006F7F13">
                <w:br/>
                <w:t>Coverage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C0194" w14:textId="77777777" w:rsidR="009713FD" w:rsidRPr="006F7F13" w:rsidRDefault="009713FD" w:rsidP="001A0DBC">
            <w:pPr>
              <w:pStyle w:val="tablehead"/>
              <w:rPr>
                <w:ins w:id="1413" w:author="Author"/>
              </w:rPr>
            </w:pPr>
            <w:ins w:id="1414" w:author="Author">
              <w:r w:rsidRPr="006F7F13">
                <w:t>Loss Cost Per $100</w:t>
              </w:r>
              <w:r w:rsidRPr="006F7F13">
                <w:br/>
                <w:t>Of Insurance</w:t>
              </w:r>
            </w:ins>
          </w:p>
        </w:tc>
      </w:tr>
      <w:tr w:rsidR="009713FD" w:rsidRPr="006F7F13" w14:paraId="48771086" w14:textId="77777777" w:rsidTr="001A0DBC">
        <w:trPr>
          <w:cantSplit/>
          <w:trHeight w:val="190"/>
          <w:ins w:id="1415" w:author="Author"/>
        </w:trPr>
        <w:tc>
          <w:tcPr>
            <w:tcW w:w="200" w:type="dxa"/>
          </w:tcPr>
          <w:p w14:paraId="31D824C9" w14:textId="77777777" w:rsidR="009713FD" w:rsidRPr="006F7F13" w:rsidRDefault="009713FD" w:rsidP="001A0DBC">
            <w:pPr>
              <w:pStyle w:val="tabletext11"/>
              <w:rPr>
                <w:ins w:id="141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802BE" w14:textId="77777777" w:rsidR="009713FD" w:rsidRPr="006F7F13" w:rsidRDefault="009713FD" w:rsidP="001A0DBC">
            <w:pPr>
              <w:pStyle w:val="tabletext11"/>
              <w:rPr>
                <w:ins w:id="1417" w:author="Author"/>
              </w:rPr>
            </w:pPr>
            <w:ins w:id="1418" w:author="Author">
              <w:r w:rsidRPr="006F7F13">
                <w:t>Specified Causes of Loss</w:t>
              </w:r>
            </w:ins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</w:tcBorders>
          </w:tcPr>
          <w:p w14:paraId="6A5E170D" w14:textId="77777777" w:rsidR="009713FD" w:rsidRPr="006F7F13" w:rsidRDefault="009713FD" w:rsidP="001A0DBC">
            <w:pPr>
              <w:pStyle w:val="tabletext11"/>
              <w:jc w:val="right"/>
              <w:rPr>
                <w:ins w:id="1419" w:author="Author"/>
              </w:rPr>
            </w:pPr>
            <w:ins w:id="1420" w:author="Author">
              <w:r w:rsidRPr="006F7F13">
                <w:t>$</w:t>
              </w:r>
            </w:ins>
          </w:p>
        </w:tc>
        <w:tc>
          <w:tcPr>
            <w:tcW w:w="1430" w:type="dxa"/>
            <w:tcBorders>
              <w:top w:val="single" w:sz="6" w:space="0" w:color="auto"/>
              <w:right w:val="single" w:sz="6" w:space="0" w:color="auto"/>
            </w:tcBorders>
          </w:tcPr>
          <w:p w14:paraId="36A73A5F" w14:textId="77777777" w:rsidR="009713FD" w:rsidRPr="006F7F13" w:rsidRDefault="009713FD" w:rsidP="001A0DBC">
            <w:pPr>
              <w:pStyle w:val="tabletext11"/>
              <w:tabs>
                <w:tab w:val="decimal" w:pos="120"/>
              </w:tabs>
              <w:rPr>
                <w:ins w:id="1421" w:author="Author"/>
              </w:rPr>
            </w:pPr>
            <w:ins w:id="1422" w:author="Author">
              <w:r w:rsidRPr="006F7F13">
                <w:t>0.77</w:t>
              </w:r>
            </w:ins>
          </w:p>
        </w:tc>
      </w:tr>
      <w:tr w:rsidR="009713FD" w:rsidRPr="006F7F13" w14:paraId="4D734C14" w14:textId="77777777" w:rsidTr="001A0DBC">
        <w:trPr>
          <w:cantSplit/>
          <w:trHeight w:val="190"/>
          <w:ins w:id="1423" w:author="Author"/>
        </w:trPr>
        <w:tc>
          <w:tcPr>
            <w:tcW w:w="200" w:type="dxa"/>
          </w:tcPr>
          <w:p w14:paraId="1AC1BF7F" w14:textId="77777777" w:rsidR="009713FD" w:rsidRPr="006F7F13" w:rsidRDefault="009713FD" w:rsidP="001A0DBC">
            <w:pPr>
              <w:pStyle w:val="tabletext11"/>
              <w:rPr>
                <w:ins w:id="1424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15DC244F" w14:textId="77777777" w:rsidR="009713FD" w:rsidRPr="006F7F13" w:rsidRDefault="009713FD" w:rsidP="001A0DBC">
            <w:pPr>
              <w:pStyle w:val="tabletext11"/>
              <w:rPr>
                <w:ins w:id="1425" w:author="Author"/>
              </w:rPr>
            </w:pPr>
            <w:ins w:id="1426" w:author="Author">
              <w:r w:rsidRPr="006F7F13">
                <w:t>Comprehensive</w:t>
              </w:r>
            </w:ins>
          </w:p>
        </w:tc>
        <w:tc>
          <w:tcPr>
            <w:tcW w:w="970" w:type="dxa"/>
            <w:tcBorders>
              <w:left w:val="single" w:sz="6" w:space="0" w:color="auto"/>
            </w:tcBorders>
          </w:tcPr>
          <w:p w14:paraId="3969B4E1" w14:textId="77777777" w:rsidR="009713FD" w:rsidRPr="006F7F13" w:rsidRDefault="009713FD" w:rsidP="001A0DBC">
            <w:pPr>
              <w:pStyle w:val="tabletext11"/>
              <w:rPr>
                <w:ins w:id="1427" w:author="Author"/>
              </w:rPr>
            </w:pPr>
          </w:p>
        </w:tc>
        <w:tc>
          <w:tcPr>
            <w:tcW w:w="1430" w:type="dxa"/>
            <w:tcBorders>
              <w:right w:val="single" w:sz="6" w:space="0" w:color="auto"/>
            </w:tcBorders>
          </w:tcPr>
          <w:p w14:paraId="274CEED6" w14:textId="77777777" w:rsidR="009713FD" w:rsidRPr="006F7F13" w:rsidRDefault="009713FD" w:rsidP="001A0DBC">
            <w:pPr>
              <w:pStyle w:val="tabletext11"/>
              <w:tabs>
                <w:tab w:val="decimal" w:pos="120"/>
              </w:tabs>
              <w:rPr>
                <w:ins w:id="1428" w:author="Author"/>
              </w:rPr>
            </w:pPr>
            <w:ins w:id="1429" w:author="Author">
              <w:r w:rsidRPr="006F7F13">
                <w:t>0.92</w:t>
              </w:r>
            </w:ins>
          </w:p>
        </w:tc>
      </w:tr>
      <w:tr w:rsidR="009713FD" w:rsidRPr="006F7F13" w14:paraId="4A77B5CC" w14:textId="77777777" w:rsidTr="001A0DBC">
        <w:trPr>
          <w:cantSplit/>
          <w:trHeight w:val="190"/>
          <w:ins w:id="1430" w:author="Author"/>
        </w:trPr>
        <w:tc>
          <w:tcPr>
            <w:tcW w:w="200" w:type="dxa"/>
          </w:tcPr>
          <w:p w14:paraId="5B3A67EA" w14:textId="77777777" w:rsidR="009713FD" w:rsidRPr="006F7F13" w:rsidRDefault="009713FD" w:rsidP="001A0DBC">
            <w:pPr>
              <w:pStyle w:val="tabletext11"/>
              <w:rPr>
                <w:ins w:id="1431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1753D" w14:textId="77777777" w:rsidR="009713FD" w:rsidRPr="006F7F13" w:rsidRDefault="009713FD" w:rsidP="001A0DBC">
            <w:pPr>
              <w:pStyle w:val="tabletext11"/>
              <w:rPr>
                <w:ins w:id="1432" w:author="Author"/>
              </w:rPr>
            </w:pPr>
            <w:ins w:id="1433" w:author="Author">
              <w:r w:rsidRPr="006F7F13">
                <w:t>Collision</w:t>
              </w:r>
            </w:ins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</w:tcPr>
          <w:p w14:paraId="34EBA151" w14:textId="77777777" w:rsidR="009713FD" w:rsidRPr="006F7F13" w:rsidRDefault="009713FD" w:rsidP="001A0DBC">
            <w:pPr>
              <w:pStyle w:val="tabletext11"/>
              <w:rPr>
                <w:ins w:id="1434" w:author="Author"/>
              </w:rPr>
            </w:pPr>
          </w:p>
        </w:tc>
        <w:tc>
          <w:tcPr>
            <w:tcW w:w="1430" w:type="dxa"/>
            <w:tcBorders>
              <w:bottom w:val="single" w:sz="6" w:space="0" w:color="auto"/>
              <w:right w:val="single" w:sz="6" w:space="0" w:color="auto"/>
            </w:tcBorders>
          </w:tcPr>
          <w:p w14:paraId="4E987971" w14:textId="77777777" w:rsidR="009713FD" w:rsidRPr="006F7F13" w:rsidRDefault="009713FD" w:rsidP="001A0DBC">
            <w:pPr>
              <w:pStyle w:val="tabletext11"/>
              <w:tabs>
                <w:tab w:val="decimal" w:pos="120"/>
              </w:tabs>
              <w:rPr>
                <w:ins w:id="1435" w:author="Author"/>
              </w:rPr>
            </w:pPr>
            <w:ins w:id="1436" w:author="Author">
              <w:r w:rsidRPr="006F7F13">
                <w:t>1.54</w:t>
              </w:r>
            </w:ins>
          </w:p>
        </w:tc>
      </w:tr>
    </w:tbl>
    <w:p w14:paraId="248913D4" w14:textId="77C02326" w:rsidR="009713FD" w:rsidRDefault="009713FD" w:rsidP="009713FD">
      <w:pPr>
        <w:pStyle w:val="tablecaption"/>
      </w:pPr>
      <w:ins w:id="1437" w:author="Author">
        <w:r w:rsidRPr="006F7F13">
          <w:t>Table 294.B.(LC) Rental Reimbursement Physical Damage Loss Costs</w:t>
        </w:r>
      </w:ins>
    </w:p>
    <w:p w14:paraId="21115A96" w14:textId="31CCEC68" w:rsidR="009713FD" w:rsidRDefault="009713FD" w:rsidP="009713FD">
      <w:pPr>
        <w:pStyle w:val="isonormal"/>
        <w:jc w:val="left"/>
      </w:pPr>
    </w:p>
    <w:p w14:paraId="24BB2872" w14:textId="77777777" w:rsidR="009713FD" w:rsidRDefault="009713FD" w:rsidP="009713FD">
      <w:pPr>
        <w:pStyle w:val="isonormal"/>
        <w:sectPr w:rsidR="009713FD" w:rsidSect="009713FD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B0B5D1B" w14:textId="77777777" w:rsidR="009713FD" w:rsidRPr="00984807" w:rsidRDefault="009713FD" w:rsidP="009713FD">
      <w:pPr>
        <w:pStyle w:val="boxrule"/>
        <w:rPr>
          <w:ins w:id="1438" w:author="Author"/>
        </w:rPr>
      </w:pPr>
      <w:ins w:id="1439" w:author="Author">
        <w:r w:rsidRPr="00984807">
          <w:lastRenderedPageBreak/>
          <w:t>297.  UNINSURED MOTORISTS INSURANCE</w:t>
        </w:r>
      </w:ins>
    </w:p>
    <w:p w14:paraId="3DFF976C" w14:textId="77777777" w:rsidR="009713FD" w:rsidRPr="00984807" w:rsidRDefault="009713FD" w:rsidP="009713FD">
      <w:pPr>
        <w:pStyle w:val="isonormal"/>
        <w:rPr>
          <w:ins w:id="144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30"/>
        <w:gridCol w:w="1270"/>
        <w:gridCol w:w="290"/>
        <w:gridCol w:w="1310"/>
      </w:tblGrid>
      <w:tr w:rsidR="009713FD" w:rsidRPr="00984807" w14:paraId="090635FD" w14:textId="77777777" w:rsidTr="001A0DBC">
        <w:trPr>
          <w:cantSplit/>
          <w:trHeight w:val="190"/>
          <w:ins w:id="1441" w:author="Author"/>
        </w:trPr>
        <w:tc>
          <w:tcPr>
            <w:tcW w:w="200" w:type="dxa"/>
          </w:tcPr>
          <w:p w14:paraId="1160D012" w14:textId="77777777" w:rsidR="009713FD" w:rsidRPr="00984807" w:rsidRDefault="009713FD" w:rsidP="001A0DBC">
            <w:pPr>
              <w:pStyle w:val="tablehead"/>
              <w:rPr>
                <w:ins w:id="144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B011B" w14:textId="77777777" w:rsidR="009713FD" w:rsidRPr="00984807" w:rsidRDefault="009713FD" w:rsidP="001A0DBC">
            <w:pPr>
              <w:pStyle w:val="tablehead"/>
              <w:rPr>
                <w:ins w:id="1443" w:author="Author"/>
              </w:rPr>
            </w:pPr>
            <w:ins w:id="1444" w:author="Author">
              <w:r w:rsidRPr="00984807">
                <w:t>Uninsured Motorists Bodily Injury</w:t>
              </w:r>
            </w:ins>
          </w:p>
        </w:tc>
      </w:tr>
      <w:tr w:rsidR="009713FD" w:rsidRPr="00984807" w14:paraId="786B65A4" w14:textId="77777777" w:rsidTr="001A0DBC">
        <w:trPr>
          <w:cantSplit/>
          <w:trHeight w:val="190"/>
          <w:ins w:id="1445" w:author="Author"/>
        </w:trPr>
        <w:tc>
          <w:tcPr>
            <w:tcW w:w="200" w:type="dxa"/>
          </w:tcPr>
          <w:p w14:paraId="4E51E1D5" w14:textId="77777777" w:rsidR="009713FD" w:rsidRPr="00984807" w:rsidRDefault="009713FD" w:rsidP="001A0DBC">
            <w:pPr>
              <w:pStyle w:val="tablehead"/>
              <w:rPr>
                <w:ins w:id="1446" w:author="Author"/>
              </w:rPr>
            </w:pPr>
            <w:ins w:id="1447" w:author="Author">
              <w:r w:rsidRPr="00984807">
                <w:br/>
              </w:r>
              <w:r w:rsidRPr="00984807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5187B0" w14:textId="77777777" w:rsidR="009713FD" w:rsidRPr="00984807" w:rsidRDefault="009713FD" w:rsidP="001A0DBC">
            <w:pPr>
              <w:pStyle w:val="tablehead"/>
              <w:rPr>
                <w:ins w:id="1448" w:author="Author"/>
              </w:rPr>
            </w:pPr>
            <w:ins w:id="1449" w:author="Author">
              <w:r w:rsidRPr="00984807">
                <w:t>Bodily</w:t>
              </w:r>
              <w:r w:rsidRPr="00984807">
                <w:br/>
                <w:t>Injury</w:t>
              </w:r>
              <w:r w:rsidRPr="00984807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CF4692" w14:textId="77777777" w:rsidR="009713FD" w:rsidRPr="00984807" w:rsidRDefault="009713FD" w:rsidP="001A0DBC">
            <w:pPr>
              <w:pStyle w:val="tablehead"/>
              <w:rPr>
                <w:ins w:id="1450" w:author="Author"/>
              </w:rPr>
            </w:pPr>
            <w:ins w:id="1451" w:author="Author">
              <w:r w:rsidRPr="00984807">
                <w:t>Private</w:t>
              </w:r>
              <w:r w:rsidRPr="00984807">
                <w:br/>
                <w:t>Passenger</w:t>
              </w:r>
              <w:r w:rsidRPr="00984807">
                <w:br/>
                <w:t>Types</w:t>
              </w:r>
              <w:r w:rsidRPr="00984807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D354DC" w14:textId="77777777" w:rsidR="009713FD" w:rsidRPr="00984807" w:rsidRDefault="009713FD" w:rsidP="001A0DBC">
            <w:pPr>
              <w:pStyle w:val="tablehead"/>
              <w:rPr>
                <w:ins w:id="1452" w:author="Author"/>
              </w:rPr>
            </w:pPr>
            <w:ins w:id="1453" w:author="Author">
              <w:r w:rsidRPr="00984807">
                <w:t>Other Than</w:t>
              </w:r>
              <w:r w:rsidRPr="00984807">
                <w:br/>
                <w:t>Private</w:t>
              </w:r>
              <w:r w:rsidRPr="00984807">
                <w:br/>
                <w:t>Passenger</w:t>
              </w:r>
              <w:r w:rsidRPr="00984807">
                <w:br/>
                <w:t>Types</w:t>
              </w:r>
              <w:r w:rsidRPr="00984807">
                <w:br/>
                <w:t>Per Exposure</w:t>
              </w:r>
            </w:ins>
          </w:p>
        </w:tc>
      </w:tr>
      <w:tr w:rsidR="009713FD" w:rsidRPr="00984807" w14:paraId="4ACDE961" w14:textId="77777777" w:rsidTr="001A0DBC">
        <w:trPr>
          <w:cantSplit/>
          <w:trHeight w:val="190"/>
          <w:ins w:id="1454" w:author="Author"/>
        </w:trPr>
        <w:tc>
          <w:tcPr>
            <w:tcW w:w="200" w:type="dxa"/>
          </w:tcPr>
          <w:p w14:paraId="4B275018" w14:textId="77777777" w:rsidR="009713FD" w:rsidRPr="00984807" w:rsidRDefault="009713FD" w:rsidP="001A0DBC">
            <w:pPr>
              <w:pStyle w:val="tabletext11"/>
              <w:rPr>
                <w:ins w:id="14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88AF3" w14:textId="77777777" w:rsidR="009713FD" w:rsidRPr="00984807" w:rsidRDefault="009713FD" w:rsidP="001A0DBC">
            <w:pPr>
              <w:pStyle w:val="tabletext11"/>
              <w:jc w:val="right"/>
              <w:rPr>
                <w:ins w:id="1456" w:author="Author"/>
              </w:rPr>
            </w:pPr>
            <w:ins w:id="1457" w:author="Author">
              <w:r w:rsidRPr="00984807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376B24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458" w:author="Author"/>
              </w:rPr>
            </w:pPr>
            <w:ins w:id="1459" w:author="Author">
              <w:r w:rsidRPr="00984807">
                <w:t>50,000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5F5E7" w14:textId="77777777" w:rsidR="009713FD" w:rsidRPr="00984807" w:rsidRDefault="009713FD" w:rsidP="001A0DBC">
            <w:pPr>
              <w:pStyle w:val="tabletext11"/>
              <w:jc w:val="right"/>
              <w:rPr>
                <w:ins w:id="1460" w:author="Author"/>
              </w:rPr>
            </w:pPr>
            <w:ins w:id="1461" w:author="Author">
              <w:r w:rsidRPr="00984807">
                <w:t>$</w:t>
              </w:r>
            </w:ins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87971A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462" w:author="Author"/>
              </w:rPr>
            </w:pPr>
            <w:ins w:id="1463" w:author="Author">
              <w:r w:rsidRPr="00984807">
                <w:rPr>
                  <w:rFonts w:cs="Arial"/>
                  <w:color w:val="000000"/>
                  <w:szCs w:val="18"/>
                </w:rPr>
                <w:t>75.50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CA7C6" w14:textId="77777777" w:rsidR="009713FD" w:rsidRPr="00984807" w:rsidRDefault="009713FD" w:rsidP="001A0DBC">
            <w:pPr>
              <w:pStyle w:val="tabletext11"/>
              <w:jc w:val="right"/>
              <w:rPr>
                <w:ins w:id="1464" w:author="Author"/>
              </w:rPr>
            </w:pPr>
            <w:ins w:id="1465" w:author="Author">
              <w:r w:rsidRPr="00984807">
                <w:t>$</w:t>
              </w:r>
            </w:ins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D1CFD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466" w:author="Author"/>
              </w:rPr>
            </w:pPr>
            <w:ins w:id="1467" w:author="Author">
              <w:r w:rsidRPr="00984807">
                <w:rPr>
                  <w:rFonts w:cs="Arial"/>
                  <w:color w:val="000000"/>
                  <w:szCs w:val="18"/>
                </w:rPr>
                <w:t>51.19</w:t>
              </w:r>
            </w:ins>
          </w:p>
        </w:tc>
      </w:tr>
      <w:tr w:rsidR="009713FD" w:rsidRPr="00984807" w14:paraId="3EC03F6F" w14:textId="77777777" w:rsidTr="001A0DBC">
        <w:trPr>
          <w:cantSplit/>
          <w:trHeight w:val="190"/>
          <w:ins w:id="1468" w:author="Author"/>
        </w:trPr>
        <w:tc>
          <w:tcPr>
            <w:tcW w:w="200" w:type="dxa"/>
          </w:tcPr>
          <w:p w14:paraId="587F156A" w14:textId="77777777" w:rsidR="009713FD" w:rsidRPr="00984807" w:rsidRDefault="009713FD" w:rsidP="001A0DBC">
            <w:pPr>
              <w:pStyle w:val="tabletext11"/>
              <w:rPr>
                <w:ins w:id="14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561EB" w14:textId="77777777" w:rsidR="009713FD" w:rsidRPr="00984807" w:rsidRDefault="009713FD" w:rsidP="001A0DBC">
            <w:pPr>
              <w:pStyle w:val="tabletext11"/>
              <w:jc w:val="right"/>
              <w:rPr>
                <w:ins w:id="14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6A491E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471" w:author="Author"/>
              </w:rPr>
            </w:pPr>
            <w:ins w:id="1472" w:author="Author">
              <w:r w:rsidRPr="00984807">
                <w:t>100,000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3C816" w14:textId="77777777" w:rsidR="009713FD" w:rsidRPr="00984807" w:rsidRDefault="009713FD" w:rsidP="001A0DBC">
            <w:pPr>
              <w:pStyle w:val="tabletext11"/>
              <w:jc w:val="right"/>
              <w:rPr>
                <w:ins w:id="1473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FB2B6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474" w:author="Author"/>
              </w:rPr>
            </w:pPr>
            <w:ins w:id="1475" w:author="Author">
              <w:r w:rsidRPr="00984807">
                <w:rPr>
                  <w:rFonts w:cs="Arial"/>
                  <w:color w:val="000000"/>
                  <w:szCs w:val="18"/>
                </w:rPr>
                <w:t>117.47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97A4DD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476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CADB1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477" w:author="Author"/>
              </w:rPr>
            </w:pPr>
            <w:ins w:id="1478" w:author="Author">
              <w:r w:rsidRPr="00984807">
                <w:rPr>
                  <w:rFonts w:cs="Arial"/>
                  <w:color w:val="000000"/>
                  <w:szCs w:val="18"/>
                </w:rPr>
                <w:t>79.01</w:t>
              </w:r>
            </w:ins>
          </w:p>
        </w:tc>
      </w:tr>
      <w:tr w:rsidR="009713FD" w:rsidRPr="00984807" w14:paraId="03D127E2" w14:textId="77777777" w:rsidTr="001A0DBC">
        <w:trPr>
          <w:cantSplit/>
          <w:trHeight w:val="190"/>
          <w:ins w:id="1479" w:author="Author"/>
        </w:trPr>
        <w:tc>
          <w:tcPr>
            <w:tcW w:w="200" w:type="dxa"/>
          </w:tcPr>
          <w:p w14:paraId="704E60E2" w14:textId="77777777" w:rsidR="009713FD" w:rsidRPr="00984807" w:rsidRDefault="009713FD" w:rsidP="001A0DBC">
            <w:pPr>
              <w:pStyle w:val="tabletext11"/>
              <w:rPr>
                <w:ins w:id="14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E7BCF5" w14:textId="77777777" w:rsidR="009713FD" w:rsidRPr="00984807" w:rsidRDefault="009713FD" w:rsidP="001A0DBC">
            <w:pPr>
              <w:pStyle w:val="tabletext11"/>
              <w:jc w:val="right"/>
              <w:rPr>
                <w:ins w:id="14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48CA6A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482" w:author="Author"/>
              </w:rPr>
            </w:pPr>
            <w:ins w:id="1483" w:author="Author">
              <w:r w:rsidRPr="00984807">
                <w:t>125,000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89FBF4" w14:textId="77777777" w:rsidR="009713FD" w:rsidRPr="00984807" w:rsidRDefault="009713FD" w:rsidP="001A0DBC">
            <w:pPr>
              <w:pStyle w:val="tabletext11"/>
              <w:jc w:val="right"/>
              <w:rPr>
                <w:ins w:id="1484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3A95D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485" w:author="Author"/>
              </w:rPr>
            </w:pPr>
            <w:ins w:id="1486" w:author="Author">
              <w:r w:rsidRPr="00984807">
                <w:rPr>
                  <w:rFonts w:cs="Arial"/>
                  <w:color w:val="000000"/>
                  <w:szCs w:val="18"/>
                </w:rPr>
                <w:t>134.94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53A03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487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F6E24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488" w:author="Author"/>
              </w:rPr>
            </w:pPr>
            <w:ins w:id="1489" w:author="Author">
              <w:r w:rsidRPr="00984807">
                <w:rPr>
                  <w:rFonts w:cs="Arial"/>
                  <w:color w:val="000000"/>
                  <w:szCs w:val="18"/>
                </w:rPr>
                <w:t>90.56</w:t>
              </w:r>
            </w:ins>
          </w:p>
        </w:tc>
      </w:tr>
      <w:tr w:rsidR="009713FD" w:rsidRPr="00984807" w14:paraId="24D50345" w14:textId="77777777" w:rsidTr="001A0DBC">
        <w:trPr>
          <w:cantSplit/>
          <w:trHeight w:val="190"/>
          <w:ins w:id="1490" w:author="Author"/>
        </w:trPr>
        <w:tc>
          <w:tcPr>
            <w:tcW w:w="200" w:type="dxa"/>
          </w:tcPr>
          <w:p w14:paraId="09F3C38D" w14:textId="77777777" w:rsidR="009713FD" w:rsidRPr="00984807" w:rsidRDefault="009713FD" w:rsidP="001A0DBC">
            <w:pPr>
              <w:pStyle w:val="tabletext11"/>
              <w:rPr>
                <w:ins w:id="14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19F68" w14:textId="77777777" w:rsidR="009713FD" w:rsidRPr="00984807" w:rsidRDefault="009713FD" w:rsidP="001A0DBC">
            <w:pPr>
              <w:pStyle w:val="tabletext11"/>
              <w:jc w:val="right"/>
              <w:rPr>
                <w:ins w:id="14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6D58E9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493" w:author="Author"/>
              </w:rPr>
            </w:pPr>
            <w:ins w:id="1494" w:author="Author">
              <w:r w:rsidRPr="00984807">
                <w:t>150,000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8AD5A" w14:textId="77777777" w:rsidR="009713FD" w:rsidRPr="00984807" w:rsidRDefault="009713FD" w:rsidP="001A0DBC">
            <w:pPr>
              <w:pStyle w:val="tabletext11"/>
              <w:jc w:val="right"/>
              <w:rPr>
                <w:ins w:id="1495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F0CD7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496" w:author="Author"/>
              </w:rPr>
            </w:pPr>
            <w:ins w:id="1497" w:author="Author">
              <w:r w:rsidRPr="00984807">
                <w:rPr>
                  <w:rFonts w:cs="Arial"/>
                  <w:color w:val="000000"/>
                  <w:szCs w:val="18"/>
                </w:rPr>
                <w:t>147.94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3C8852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498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68123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499" w:author="Author"/>
              </w:rPr>
            </w:pPr>
            <w:ins w:id="1500" w:author="Author">
              <w:r w:rsidRPr="00984807">
                <w:rPr>
                  <w:rFonts w:cs="Arial"/>
                  <w:color w:val="000000"/>
                  <w:szCs w:val="18"/>
                </w:rPr>
                <w:t>99.14</w:t>
              </w:r>
            </w:ins>
          </w:p>
        </w:tc>
      </w:tr>
      <w:tr w:rsidR="009713FD" w:rsidRPr="00984807" w14:paraId="41EF47BC" w14:textId="77777777" w:rsidTr="001A0DBC">
        <w:trPr>
          <w:cantSplit/>
          <w:trHeight w:val="190"/>
          <w:ins w:id="1501" w:author="Author"/>
        </w:trPr>
        <w:tc>
          <w:tcPr>
            <w:tcW w:w="200" w:type="dxa"/>
          </w:tcPr>
          <w:p w14:paraId="1AEB2298" w14:textId="77777777" w:rsidR="009713FD" w:rsidRPr="00984807" w:rsidRDefault="009713FD" w:rsidP="001A0DBC">
            <w:pPr>
              <w:pStyle w:val="tabletext11"/>
              <w:rPr>
                <w:ins w:id="15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AE15B" w14:textId="77777777" w:rsidR="009713FD" w:rsidRPr="00984807" w:rsidRDefault="009713FD" w:rsidP="001A0DBC">
            <w:pPr>
              <w:pStyle w:val="tabletext11"/>
              <w:jc w:val="right"/>
              <w:rPr>
                <w:ins w:id="15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C44C7B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504" w:author="Author"/>
              </w:rPr>
            </w:pPr>
            <w:ins w:id="1505" w:author="Author">
              <w:r w:rsidRPr="00984807">
                <w:t>200,000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6DE27" w14:textId="77777777" w:rsidR="009713FD" w:rsidRPr="00984807" w:rsidRDefault="009713FD" w:rsidP="001A0DBC">
            <w:pPr>
              <w:pStyle w:val="tabletext11"/>
              <w:jc w:val="right"/>
              <w:rPr>
                <w:ins w:id="1506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56559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507" w:author="Author"/>
              </w:rPr>
            </w:pPr>
            <w:ins w:id="1508" w:author="Author">
              <w:r w:rsidRPr="00984807">
                <w:rPr>
                  <w:rFonts w:cs="Arial"/>
                  <w:color w:val="000000"/>
                  <w:szCs w:val="18"/>
                </w:rPr>
                <w:t>172.34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DBF62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509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63C0FB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510" w:author="Author"/>
              </w:rPr>
            </w:pPr>
            <w:ins w:id="1511" w:author="Author">
              <w:r w:rsidRPr="00984807">
                <w:rPr>
                  <w:rFonts w:cs="Arial"/>
                  <w:color w:val="000000"/>
                  <w:szCs w:val="18"/>
                </w:rPr>
                <w:t>115.25</w:t>
              </w:r>
            </w:ins>
          </w:p>
        </w:tc>
      </w:tr>
      <w:tr w:rsidR="009713FD" w:rsidRPr="00984807" w14:paraId="60F9AA3E" w14:textId="77777777" w:rsidTr="001A0DBC">
        <w:trPr>
          <w:cantSplit/>
          <w:trHeight w:val="190"/>
          <w:ins w:id="1512" w:author="Author"/>
        </w:trPr>
        <w:tc>
          <w:tcPr>
            <w:tcW w:w="200" w:type="dxa"/>
          </w:tcPr>
          <w:p w14:paraId="139FCD05" w14:textId="77777777" w:rsidR="009713FD" w:rsidRPr="00984807" w:rsidRDefault="009713FD" w:rsidP="001A0DBC">
            <w:pPr>
              <w:pStyle w:val="tabletext11"/>
              <w:rPr>
                <w:ins w:id="15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8E47F" w14:textId="77777777" w:rsidR="009713FD" w:rsidRPr="00984807" w:rsidRDefault="009713FD" w:rsidP="001A0DBC">
            <w:pPr>
              <w:pStyle w:val="tabletext11"/>
              <w:jc w:val="right"/>
              <w:rPr>
                <w:ins w:id="15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B2D85E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515" w:author="Author"/>
              </w:rPr>
            </w:pPr>
            <w:ins w:id="1516" w:author="Author">
              <w:r w:rsidRPr="00984807">
                <w:t>250,000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36E48" w14:textId="77777777" w:rsidR="009713FD" w:rsidRPr="00984807" w:rsidRDefault="009713FD" w:rsidP="001A0DBC">
            <w:pPr>
              <w:pStyle w:val="tabletext11"/>
              <w:jc w:val="right"/>
              <w:rPr>
                <w:ins w:id="1517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A9BB9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518" w:author="Author"/>
              </w:rPr>
            </w:pPr>
            <w:ins w:id="1519" w:author="Author">
              <w:r w:rsidRPr="00984807">
                <w:rPr>
                  <w:rFonts w:cs="Arial"/>
                  <w:color w:val="000000"/>
                  <w:szCs w:val="18"/>
                </w:rPr>
                <w:t>190.35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44BA56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520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D3C94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521" w:author="Author"/>
              </w:rPr>
            </w:pPr>
            <w:ins w:id="1522" w:author="Author">
              <w:r w:rsidRPr="00984807">
                <w:rPr>
                  <w:rFonts w:cs="Arial"/>
                  <w:color w:val="000000"/>
                  <w:szCs w:val="18"/>
                </w:rPr>
                <w:t>127.14</w:t>
              </w:r>
            </w:ins>
          </w:p>
        </w:tc>
      </w:tr>
      <w:tr w:rsidR="009713FD" w:rsidRPr="00984807" w14:paraId="069370B6" w14:textId="77777777" w:rsidTr="001A0DBC">
        <w:trPr>
          <w:cantSplit/>
          <w:trHeight w:val="190"/>
          <w:ins w:id="1523" w:author="Author"/>
        </w:trPr>
        <w:tc>
          <w:tcPr>
            <w:tcW w:w="200" w:type="dxa"/>
          </w:tcPr>
          <w:p w14:paraId="6504FA5E" w14:textId="77777777" w:rsidR="009713FD" w:rsidRPr="00984807" w:rsidRDefault="009713FD" w:rsidP="001A0DBC">
            <w:pPr>
              <w:pStyle w:val="tabletext11"/>
              <w:rPr>
                <w:ins w:id="15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5CCEE" w14:textId="77777777" w:rsidR="009713FD" w:rsidRPr="00984807" w:rsidRDefault="009713FD" w:rsidP="001A0DBC">
            <w:pPr>
              <w:pStyle w:val="tabletext11"/>
              <w:jc w:val="right"/>
              <w:rPr>
                <w:ins w:id="15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9385B3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526" w:author="Author"/>
              </w:rPr>
            </w:pPr>
            <w:ins w:id="1527" w:author="Author">
              <w:r w:rsidRPr="00984807">
                <w:t>300,000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D098E" w14:textId="77777777" w:rsidR="009713FD" w:rsidRPr="00984807" w:rsidRDefault="009713FD" w:rsidP="001A0DBC">
            <w:pPr>
              <w:pStyle w:val="tabletext11"/>
              <w:jc w:val="right"/>
              <w:rPr>
                <w:ins w:id="1528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46B39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529" w:author="Author"/>
              </w:rPr>
            </w:pPr>
            <w:ins w:id="1530" w:author="Author">
              <w:r w:rsidRPr="00984807">
                <w:rPr>
                  <w:rFonts w:cs="Arial"/>
                  <w:color w:val="000000"/>
                  <w:szCs w:val="18"/>
                </w:rPr>
                <w:t>205.03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22CFE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531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4EA76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532" w:author="Author"/>
              </w:rPr>
            </w:pPr>
            <w:ins w:id="1533" w:author="Author">
              <w:r w:rsidRPr="00984807">
                <w:rPr>
                  <w:rFonts w:cs="Arial"/>
                  <w:color w:val="000000"/>
                  <w:szCs w:val="18"/>
                </w:rPr>
                <w:t>136.83</w:t>
              </w:r>
            </w:ins>
          </w:p>
        </w:tc>
      </w:tr>
      <w:tr w:rsidR="009713FD" w:rsidRPr="00984807" w14:paraId="328013C8" w14:textId="77777777" w:rsidTr="001A0DBC">
        <w:trPr>
          <w:cantSplit/>
          <w:trHeight w:val="190"/>
          <w:ins w:id="1534" w:author="Author"/>
        </w:trPr>
        <w:tc>
          <w:tcPr>
            <w:tcW w:w="200" w:type="dxa"/>
          </w:tcPr>
          <w:p w14:paraId="6157A04D" w14:textId="77777777" w:rsidR="009713FD" w:rsidRPr="00984807" w:rsidRDefault="009713FD" w:rsidP="001A0DBC">
            <w:pPr>
              <w:pStyle w:val="tabletext11"/>
              <w:rPr>
                <w:ins w:id="15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D8DEC" w14:textId="77777777" w:rsidR="009713FD" w:rsidRPr="00984807" w:rsidRDefault="009713FD" w:rsidP="001A0DBC">
            <w:pPr>
              <w:pStyle w:val="tabletext11"/>
              <w:jc w:val="right"/>
              <w:rPr>
                <w:ins w:id="15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2AA2C7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537" w:author="Author"/>
              </w:rPr>
            </w:pPr>
            <w:ins w:id="1538" w:author="Author">
              <w:r w:rsidRPr="00984807">
                <w:t>350,000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37281" w14:textId="77777777" w:rsidR="009713FD" w:rsidRPr="00984807" w:rsidRDefault="009713FD" w:rsidP="001A0DBC">
            <w:pPr>
              <w:pStyle w:val="tabletext11"/>
              <w:jc w:val="right"/>
              <w:rPr>
                <w:ins w:id="1539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C79E8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540" w:author="Author"/>
              </w:rPr>
            </w:pPr>
            <w:ins w:id="1541" w:author="Author">
              <w:r w:rsidRPr="00984807">
                <w:rPr>
                  <w:rFonts w:cs="Arial"/>
                  <w:color w:val="000000"/>
                  <w:szCs w:val="18"/>
                </w:rPr>
                <w:t>218.89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D9838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542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655525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543" w:author="Author"/>
              </w:rPr>
            </w:pPr>
            <w:ins w:id="1544" w:author="Author">
              <w:r w:rsidRPr="00984807">
                <w:rPr>
                  <w:rFonts w:cs="Arial"/>
                  <w:color w:val="000000"/>
                  <w:szCs w:val="18"/>
                </w:rPr>
                <w:t>145.97</w:t>
              </w:r>
            </w:ins>
          </w:p>
        </w:tc>
      </w:tr>
      <w:tr w:rsidR="009713FD" w:rsidRPr="00984807" w14:paraId="36DCF6E0" w14:textId="77777777" w:rsidTr="001A0DBC">
        <w:trPr>
          <w:cantSplit/>
          <w:trHeight w:val="190"/>
          <w:ins w:id="1545" w:author="Author"/>
        </w:trPr>
        <w:tc>
          <w:tcPr>
            <w:tcW w:w="200" w:type="dxa"/>
          </w:tcPr>
          <w:p w14:paraId="7683A0FE" w14:textId="77777777" w:rsidR="009713FD" w:rsidRPr="00984807" w:rsidRDefault="009713FD" w:rsidP="001A0DBC">
            <w:pPr>
              <w:pStyle w:val="tabletext11"/>
              <w:rPr>
                <w:ins w:id="15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41919" w14:textId="77777777" w:rsidR="009713FD" w:rsidRPr="00984807" w:rsidRDefault="009713FD" w:rsidP="001A0DBC">
            <w:pPr>
              <w:pStyle w:val="tabletext11"/>
              <w:jc w:val="right"/>
              <w:rPr>
                <w:ins w:id="15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03B26B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548" w:author="Author"/>
              </w:rPr>
            </w:pPr>
            <w:ins w:id="1549" w:author="Author">
              <w:r w:rsidRPr="00984807">
                <w:t>400,000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080A6" w14:textId="77777777" w:rsidR="009713FD" w:rsidRPr="00984807" w:rsidRDefault="009713FD" w:rsidP="001A0DBC">
            <w:pPr>
              <w:pStyle w:val="tabletext11"/>
              <w:jc w:val="right"/>
              <w:rPr>
                <w:ins w:id="1550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4289D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551" w:author="Author"/>
              </w:rPr>
            </w:pPr>
            <w:ins w:id="1552" w:author="Author">
              <w:r w:rsidRPr="00984807">
                <w:rPr>
                  <w:rFonts w:cs="Arial"/>
                  <w:color w:val="000000"/>
                  <w:szCs w:val="18"/>
                </w:rPr>
                <w:t>229.49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6CD60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553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81BA83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554" w:author="Author"/>
              </w:rPr>
            </w:pPr>
            <w:ins w:id="1555" w:author="Author">
              <w:r w:rsidRPr="00984807">
                <w:rPr>
                  <w:rFonts w:cs="Arial"/>
                  <w:color w:val="000000"/>
                  <w:szCs w:val="18"/>
                </w:rPr>
                <w:t>152.97</w:t>
              </w:r>
            </w:ins>
          </w:p>
        </w:tc>
      </w:tr>
      <w:tr w:rsidR="009713FD" w:rsidRPr="00984807" w14:paraId="5107359B" w14:textId="77777777" w:rsidTr="001A0DBC">
        <w:trPr>
          <w:cantSplit/>
          <w:trHeight w:val="190"/>
          <w:ins w:id="1556" w:author="Author"/>
        </w:trPr>
        <w:tc>
          <w:tcPr>
            <w:tcW w:w="200" w:type="dxa"/>
          </w:tcPr>
          <w:p w14:paraId="55F7CD8F" w14:textId="77777777" w:rsidR="009713FD" w:rsidRPr="00984807" w:rsidRDefault="009713FD" w:rsidP="001A0DBC">
            <w:pPr>
              <w:pStyle w:val="tabletext11"/>
              <w:rPr>
                <w:ins w:id="15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5CD27" w14:textId="77777777" w:rsidR="009713FD" w:rsidRPr="00984807" w:rsidRDefault="009713FD" w:rsidP="001A0DBC">
            <w:pPr>
              <w:pStyle w:val="tabletext11"/>
              <w:jc w:val="right"/>
              <w:rPr>
                <w:ins w:id="15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EC21B7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559" w:author="Author"/>
              </w:rPr>
            </w:pPr>
            <w:ins w:id="1560" w:author="Author">
              <w:r w:rsidRPr="00984807">
                <w:t>500,000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D64D6F" w14:textId="77777777" w:rsidR="009713FD" w:rsidRPr="00984807" w:rsidRDefault="009713FD" w:rsidP="001A0DBC">
            <w:pPr>
              <w:pStyle w:val="tabletext11"/>
              <w:jc w:val="right"/>
              <w:rPr>
                <w:ins w:id="1561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58126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562" w:author="Author"/>
              </w:rPr>
            </w:pPr>
            <w:ins w:id="1563" w:author="Author">
              <w:r w:rsidRPr="00984807">
                <w:rPr>
                  <w:rFonts w:cs="Arial"/>
                  <w:color w:val="000000"/>
                  <w:szCs w:val="18"/>
                </w:rPr>
                <w:t>248.83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8893E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564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5BB83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565" w:author="Author"/>
              </w:rPr>
            </w:pPr>
            <w:ins w:id="1566" w:author="Author">
              <w:r w:rsidRPr="00984807">
                <w:rPr>
                  <w:rFonts w:cs="Arial"/>
                  <w:color w:val="000000"/>
                  <w:szCs w:val="18"/>
                </w:rPr>
                <w:t>165.69</w:t>
              </w:r>
            </w:ins>
          </w:p>
        </w:tc>
      </w:tr>
      <w:tr w:rsidR="009713FD" w:rsidRPr="00984807" w14:paraId="6F5183C4" w14:textId="77777777" w:rsidTr="001A0DBC">
        <w:trPr>
          <w:cantSplit/>
          <w:trHeight w:val="190"/>
          <w:ins w:id="1567" w:author="Author"/>
        </w:trPr>
        <w:tc>
          <w:tcPr>
            <w:tcW w:w="200" w:type="dxa"/>
          </w:tcPr>
          <w:p w14:paraId="1CA04AD0" w14:textId="77777777" w:rsidR="009713FD" w:rsidRPr="00984807" w:rsidRDefault="009713FD" w:rsidP="001A0DBC">
            <w:pPr>
              <w:pStyle w:val="tabletext11"/>
              <w:rPr>
                <w:ins w:id="15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2C1C9" w14:textId="77777777" w:rsidR="009713FD" w:rsidRPr="00984807" w:rsidRDefault="009713FD" w:rsidP="001A0DBC">
            <w:pPr>
              <w:pStyle w:val="tabletext11"/>
              <w:jc w:val="right"/>
              <w:rPr>
                <w:ins w:id="15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12D04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570" w:author="Author"/>
              </w:rPr>
            </w:pPr>
            <w:ins w:id="1571" w:author="Author">
              <w:r w:rsidRPr="00984807">
                <w:t>600,000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8A2A2" w14:textId="77777777" w:rsidR="009713FD" w:rsidRPr="00984807" w:rsidRDefault="009713FD" w:rsidP="001A0DBC">
            <w:pPr>
              <w:pStyle w:val="tabletext11"/>
              <w:jc w:val="right"/>
              <w:rPr>
                <w:ins w:id="1572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3F2D3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573" w:author="Author"/>
              </w:rPr>
            </w:pPr>
            <w:ins w:id="1574" w:author="Author">
              <w:r w:rsidRPr="00984807">
                <w:rPr>
                  <w:rFonts w:cs="Arial"/>
                  <w:color w:val="000000"/>
                  <w:szCs w:val="18"/>
                </w:rPr>
                <w:t>262.48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7578E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575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56A054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576" w:author="Author"/>
              </w:rPr>
            </w:pPr>
            <w:ins w:id="1577" w:author="Author">
              <w:r w:rsidRPr="00984807">
                <w:rPr>
                  <w:rFonts w:cs="Arial"/>
                  <w:color w:val="000000"/>
                  <w:szCs w:val="18"/>
                </w:rPr>
                <w:t>174.69</w:t>
              </w:r>
            </w:ins>
          </w:p>
        </w:tc>
      </w:tr>
      <w:tr w:rsidR="009713FD" w:rsidRPr="00984807" w14:paraId="6FF907ED" w14:textId="77777777" w:rsidTr="001A0DBC">
        <w:trPr>
          <w:cantSplit/>
          <w:trHeight w:val="190"/>
          <w:ins w:id="1578" w:author="Author"/>
        </w:trPr>
        <w:tc>
          <w:tcPr>
            <w:tcW w:w="200" w:type="dxa"/>
          </w:tcPr>
          <w:p w14:paraId="2538DA76" w14:textId="77777777" w:rsidR="009713FD" w:rsidRPr="00984807" w:rsidRDefault="009713FD" w:rsidP="001A0DBC">
            <w:pPr>
              <w:pStyle w:val="tabletext11"/>
              <w:rPr>
                <w:ins w:id="15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195D8" w14:textId="77777777" w:rsidR="009713FD" w:rsidRPr="00984807" w:rsidRDefault="009713FD" w:rsidP="001A0DBC">
            <w:pPr>
              <w:pStyle w:val="tabletext11"/>
              <w:jc w:val="right"/>
              <w:rPr>
                <w:ins w:id="15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7E430E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581" w:author="Author"/>
              </w:rPr>
            </w:pPr>
            <w:ins w:id="1582" w:author="Author">
              <w:r w:rsidRPr="00984807">
                <w:t>750,000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DF43C9" w14:textId="77777777" w:rsidR="009713FD" w:rsidRPr="00984807" w:rsidRDefault="009713FD" w:rsidP="001A0DBC">
            <w:pPr>
              <w:pStyle w:val="tabletext11"/>
              <w:jc w:val="right"/>
              <w:rPr>
                <w:ins w:id="1583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82561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584" w:author="Author"/>
              </w:rPr>
            </w:pPr>
            <w:ins w:id="1585" w:author="Author">
              <w:r w:rsidRPr="00984807">
                <w:rPr>
                  <w:rFonts w:cs="Arial"/>
                  <w:color w:val="000000"/>
                  <w:szCs w:val="18"/>
                </w:rPr>
                <w:t>281.80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EA5ED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586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30249A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587" w:author="Author"/>
              </w:rPr>
            </w:pPr>
            <w:ins w:id="1588" w:author="Author">
              <w:r w:rsidRPr="00984807">
                <w:rPr>
                  <w:rFonts w:cs="Arial"/>
                  <w:color w:val="000000"/>
                  <w:szCs w:val="18"/>
                </w:rPr>
                <w:t>187.40</w:t>
              </w:r>
            </w:ins>
          </w:p>
        </w:tc>
      </w:tr>
      <w:tr w:rsidR="009713FD" w:rsidRPr="00984807" w14:paraId="753A13C3" w14:textId="77777777" w:rsidTr="001A0DBC">
        <w:trPr>
          <w:cantSplit/>
          <w:trHeight w:val="190"/>
          <w:ins w:id="1589" w:author="Author"/>
        </w:trPr>
        <w:tc>
          <w:tcPr>
            <w:tcW w:w="200" w:type="dxa"/>
          </w:tcPr>
          <w:p w14:paraId="3FB20316" w14:textId="77777777" w:rsidR="009713FD" w:rsidRPr="00984807" w:rsidRDefault="009713FD" w:rsidP="001A0DBC">
            <w:pPr>
              <w:pStyle w:val="tabletext11"/>
              <w:rPr>
                <w:ins w:id="15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2D43BA" w14:textId="77777777" w:rsidR="009713FD" w:rsidRPr="00984807" w:rsidRDefault="009713FD" w:rsidP="001A0DBC">
            <w:pPr>
              <w:pStyle w:val="tabletext11"/>
              <w:jc w:val="right"/>
              <w:rPr>
                <w:ins w:id="15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8BFD28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592" w:author="Author"/>
              </w:rPr>
            </w:pPr>
            <w:ins w:id="1593" w:author="Author">
              <w:r w:rsidRPr="00984807">
                <w:t>1,000,000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7B9F0D" w14:textId="77777777" w:rsidR="009713FD" w:rsidRPr="00984807" w:rsidRDefault="009713FD" w:rsidP="001A0DBC">
            <w:pPr>
              <w:pStyle w:val="tabletext11"/>
              <w:jc w:val="right"/>
              <w:rPr>
                <w:ins w:id="1594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1A66B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595" w:author="Author"/>
              </w:rPr>
            </w:pPr>
            <w:ins w:id="1596" w:author="Author">
              <w:r w:rsidRPr="00984807">
                <w:rPr>
                  <w:rFonts w:cs="Arial"/>
                  <w:color w:val="000000"/>
                  <w:szCs w:val="18"/>
                </w:rPr>
                <w:t>305.72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A288A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597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235E4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598" w:author="Author"/>
              </w:rPr>
            </w:pPr>
            <w:ins w:id="1599" w:author="Author">
              <w:r w:rsidRPr="00984807">
                <w:rPr>
                  <w:rFonts w:cs="Arial"/>
                  <w:color w:val="000000"/>
                  <w:szCs w:val="18"/>
                </w:rPr>
                <w:t>203.12</w:t>
              </w:r>
            </w:ins>
          </w:p>
        </w:tc>
      </w:tr>
      <w:tr w:rsidR="009713FD" w:rsidRPr="00984807" w14:paraId="1CAF040D" w14:textId="77777777" w:rsidTr="001A0DBC">
        <w:trPr>
          <w:cantSplit/>
          <w:trHeight w:val="190"/>
          <w:ins w:id="1600" w:author="Author"/>
        </w:trPr>
        <w:tc>
          <w:tcPr>
            <w:tcW w:w="200" w:type="dxa"/>
          </w:tcPr>
          <w:p w14:paraId="501518EC" w14:textId="77777777" w:rsidR="009713FD" w:rsidRPr="00984807" w:rsidRDefault="009713FD" w:rsidP="001A0DBC">
            <w:pPr>
              <w:pStyle w:val="tabletext11"/>
              <w:rPr>
                <w:ins w:id="16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A03F4" w14:textId="77777777" w:rsidR="009713FD" w:rsidRPr="00984807" w:rsidRDefault="009713FD" w:rsidP="001A0DBC">
            <w:pPr>
              <w:pStyle w:val="tabletext11"/>
              <w:jc w:val="right"/>
              <w:rPr>
                <w:ins w:id="16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2688E7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603" w:author="Author"/>
              </w:rPr>
            </w:pPr>
            <w:ins w:id="1604" w:author="Author">
              <w:r w:rsidRPr="00984807">
                <w:t>1,500,000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EB08E" w14:textId="77777777" w:rsidR="009713FD" w:rsidRPr="00984807" w:rsidRDefault="009713FD" w:rsidP="001A0DBC">
            <w:pPr>
              <w:pStyle w:val="tabletext11"/>
              <w:jc w:val="right"/>
              <w:rPr>
                <w:ins w:id="1605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7F8A1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606" w:author="Author"/>
              </w:rPr>
            </w:pPr>
            <w:ins w:id="1607" w:author="Author">
              <w:r w:rsidRPr="00984807">
                <w:rPr>
                  <w:rFonts w:cs="Arial"/>
                  <w:color w:val="000000"/>
                  <w:szCs w:val="18"/>
                </w:rPr>
                <w:t>336.10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9F615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608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242F1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609" w:author="Author"/>
              </w:rPr>
            </w:pPr>
            <w:ins w:id="1610" w:author="Author">
              <w:r w:rsidRPr="00984807">
                <w:rPr>
                  <w:rFonts w:cs="Arial"/>
                  <w:color w:val="000000"/>
                  <w:szCs w:val="18"/>
                </w:rPr>
                <w:t>223.09</w:t>
              </w:r>
            </w:ins>
          </w:p>
        </w:tc>
      </w:tr>
      <w:tr w:rsidR="009713FD" w:rsidRPr="00984807" w14:paraId="47497FA2" w14:textId="77777777" w:rsidTr="001A0DBC">
        <w:trPr>
          <w:cantSplit/>
          <w:trHeight w:val="190"/>
          <w:ins w:id="1611" w:author="Author"/>
        </w:trPr>
        <w:tc>
          <w:tcPr>
            <w:tcW w:w="200" w:type="dxa"/>
          </w:tcPr>
          <w:p w14:paraId="013B1ACD" w14:textId="77777777" w:rsidR="009713FD" w:rsidRPr="00984807" w:rsidRDefault="009713FD" w:rsidP="001A0DBC">
            <w:pPr>
              <w:pStyle w:val="tabletext11"/>
              <w:rPr>
                <w:ins w:id="16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FE72A" w14:textId="77777777" w:rsidR="009713FD" w:rsidRPr="00984807" w:rsidRDefault="009713FD" w:rsidP="001A0DBC">
            <w:pPr>
              <w:pStyle w:val="tabletext11"/>
              <w:jc w:val="right"/>
              <w:rPr>
                <w:ins w:id="16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D4150A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614" w:author="Author"/>
              </w:rPr>
            </w:pPr>
            <w:ins w:id="1615" w:author="Author">
              <w:r w:rsidRPr="00984807">
                <w:t>2,000,000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823AF" w14:textId="77777777" w:rsidR="009713FD" w:rsidRPr="00984807" w:rsidRDefault="009713FD" w:rsidP="001A0DBC">
            <w:pPr>
              <w:pStyle w:val="tabletext11"/>
              <w:jc w:val="right"/>
              <w:rPr>
                <w:ins w:id="1616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BDBE93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617" w:author="Author"/>
              </w:rPr>
            </w:pPr>
            <w:ins w:id="1618" w:author="Author">
              <w:r w:rsidRPr="00984807">
                <w:rPr>
                  <w:rFonts w:cs="Arial"/>
                  <w:color w:val="000000"/>
                  <w:szCs w:val="18"/>
                </w:rPr>
                <w:t>357.16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44EA9D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619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96160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620" w:author="Author"/>
              </w:rPr>
            </w:pPr>
            <w:ins w:id="1621" w:author="Author">
              <w:r w:rsidRPr="00984807">
                <w:rPr>
                  <w:rFonts w:cs="Arial"/>
                  <w:color w:val="000000"/>
                  <w:szCs w:val="18"/>
                </w:rPr>
                <w:t>236.91</w:t>
              </w:r>
            </w:ins>
          </w:p>
        </w:tc>
      </w:tr>
      <w:tr w:rsidR="009713FD" w:rsidRPr="00984807" w14:paraId="46DD79E9" w14:textId="77777777" w:rsidTr="001A0DBC">
        <w:trPr>
          <w:cantSplit/>
          <w:trHeight w:val="190"/>
          <w:ins w:id="1622" w:author="Author"/>
        </w:trPr>
        <w:tc>
          <w:tcPr>
            <w:tcW w:w="200" w:type="dxa"/>
          </w:tcPr>
          <w:p w14:paraId="69B248EF" w14:textId="77777777" w:rsidR="009713FD" w:rsidRPr="00984807" w:rsidRDefault="009713FD" w:rsidP="001A0DBC">
            <w:pPr>
              <w:pStyle w:val="tabletext11"/>
              <w:rPr>
                <w:ins w:id="16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4E5EB" w14:textId="77777777" w:rsidR="009713FD" w:rsidRPr="00984807" w:rsidRDefault="009713FD" w:rsidP="001A0DBC">
            <w:pPr>
              <w:pStyle w:val="tabletext11"/>
              <w:jc w:val="right"/>
              <w:rPr>
                <w:ins w:id="162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155432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625" w:author="Author"/>
              </w:rPr>
            </w:pPr>
            <w:ins w:id="1626" w:author="Author">
              <w:r w:rsidRPr="00984807">
                <w:t>2,500,000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4BC454" w14:textId="77777777" w:rsidR="009713FD" w:rsidRPr="00984807" w:rsidRDefault="009713FD" w:rsidP="001A0DBC">
            <w:pPr>
              <w:pStyle w:val="tabletext11"/>
              <w:jc w:val="right"/>
              <w:rPr>
                <w:ins w:id="1627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B78CE7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628" w:author="Author"/>
                <w:rFonts w:cs="Arial"/>
                <w:color w:val="000000"/>
                <w:szCs w:val="18"/>
              </w:rPr>
            </w:pPr>
            <w:ins w:id="1629" w:author="Author">
              <w:r w:rsidRPr="00984807">
                <w:rPr>
                  <w:rFonts w:cs="Arial"/>
                  <w:color w:val="000000"/>
                  <w:szCs w:val="18"/>
                </w:rPr>
                <w:t>373.05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55135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630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294F8C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631" w:author="Author"/>
                <w:rFonts w:cs="Arial"/>
                <w:color w:val="000000"/>
                <w:szCs w:val="18"/>
              </w:rPr>
            </w:pPr>
            <w:ins w:id="1632" w:author="Author">
              <w:r w:rsidRPr="00984807">
                <w:rPr>
                  <w:rFonts w:cs="Arial"/>
                  <w:color w:val="000000"/>
                  <w:szCs w:val="18"/>
                </w:rPr>
                <w:t>247.36</w:t>
              </w:r>
            </w:ins>
          </w:p>
        </w:tc>
      </w:tr>
      <w:tr w:rsidR="009713FD" w:rsidRPr="00984807" w14:paraId="241C9157" w14:textId="77777777" w:rsidTr="001A0DBC">
        <w:trPr>
          <w:cantSplit/>
          <w:trHeight w:val="190"/>
          <w:ins w:id="1633" w:author="Author"/>
        </w:trPr>
        <w:tc>
          <w:tcPr>
            <w:tcW w:w="200" w:type="dxa"/>
          </w:tcPr>
          <w:p w14:paraId="399AC77F" w14:textId="77777777" w:rsidR="009713FD" w:rsidRPr="00984807" w:rsidRDefault="009713FD" w:rsidP="001A0DBC">
            <w:pPr>
              <w:pStyle w:val="tabletext11"/>
              <w:rPr>
                <w:ins w:id="16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4238A" w14:textId="77777777" w:rsidR="009713FD" w:rsidRPr="00984807" w:rsidRDefault="009713FD" w:rsidP="001A0DBC">
            <w:pPr>
              <w:pStyle w:val="tabletext11"/>
              <w:jc w:val="right"/>
              <w:rPr>
                <w:ins w:id="16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3414CA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636" w:author="Author"/>
              </w:rPr>
            </w:pPr>
            <w:ins w:id="1637" w:author="Author">
              <w:r w:rsidRPr="00984807">
                <w:t>3,000,000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0E50F0" w14:textId="77777777" w:rsidR="009713FD" w:rsidRPr="00984807" w:rsidRDefault="009713FD" w:rsidP="001A0DBC">
            <w:pPr>
              <w:pStyle w:val="tabletext11"/>
              <w:jc w:val="right"/>
              <w:rPr>
                <w:ins w:id="1638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409F0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639" w:author="Author"/>
                <w:rFonts w:cs="Arial"/>
                <w:color w:val="000000"/>
                <w:szCs w:val="18"/>
              </w:rPr>
            </w:pPr>
            <w:ins w:id="1640" w:author="Author">
              <w:r w:rsidRPr="00984807">
                <w:rPr>
                  <w:rFonts w:cs="Arial"/>
                  <w:color w:val="000000"/>
                  <w:szCs w:val="18"/>
                </w:rPr>
                <w:t>385.20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E14AE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641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C1E8B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642" w:author="Author"/>
                <w:rFonts w:cs="Arial"/>
                <w:color w:val="000000"/>
                <w:szCs w:val="18"/>
              </w:rPr>
            </w:pPr>
            <w:ins w:id="1643" w:author="Author">
              <w:r w:rsidRPr="00984807">
                <w:rPr>
                  <w:rFonts w:cs="Arial"/>
                  <w:color w:val="000000"/>
                  <w:szCs w:val="18"/>
                </w:rPr>
                <w:t>255.32</w:t>
              </w:r>
            </w:ins>
          </w:p>
        </w:tc>
      </w:tr>
      <w:tr w:rsidR="009713FD" w:rsidRPr="00984807" w14:paraId="36F4F981" w14:textId="77777777" w:rsidTr="001A0DBC">
        <w:trPr>
          <w:cantSplit/>
          <w:trHeight w:val="190"/>
          <w:ins w:id="1644" w:author="Author"/>
        </w:trPr>
        <w:tc>
          <w:tcPr>
            <w:tcW w:w="200" w:type="dxa"/>
          </w:tcPr>
          <w:p w14:paraId="77007E16" w14:textId="77777777" w:rsidR="009713FD" w:rsidRPr="00984807" w:rsidRDefault="009713FD" w:rsidP="001A0DBC">
            <w:pPr>
              <w:pStyle w:val="tabletext11"/>
              <w:rPr>
                <w:ins w:id="16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1F6C5" w14:textId="77777777" w:rsidR="009713FD" w:rsidRPr="00984807" w:rsidRDefault="009713FD" w:rsidP="001A0DBC">
            <w:pPr>
              <w:pStyle w:val="tabletext11"/>
              <w:jc w:val="right"/>
              <w:rPr>
                <w:ins w:id="16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94C93F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647" w:author="Author"/>
              </w:rPr>
            </w:pPr>
            <w:ins w:id="1648" w:author="Author">
              <w:r w:rsidRPr="00984807">
                <w:t>5,000,000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93C05" w14:textId="77777777" w:rsidR="009713FD" w:rsidRPr="00984807" w:rsidRDefault="009713FD" w:rsidP="001A0DBC">
            <w:pPr>
              <w:pStyle w:val="tabletext11"/>
              <w:jc w:val="right"/>
              <w:rPr>
                <w:ins w:id="1649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06642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650" w:author="Author"/>
                <w:rFonts w:cs="Arial"/>
                <w:color w:val="000000"/>
                <w:szCs w:val="18"/>
              </w:rPr>
            </w:pPr>
            <w:ins w:id="1651" w:author="Author">
              <w:r w:rsidRPr="00984807">
                <w:rPr>
                  <w:rFonts w:cs="Arial"/>
                  <w:color w:val="000000"/>
                  <w:szCs w:val="18"/>
                </w:rPr>
                <w:t>417.27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FAEAB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652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CB4E7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653" w:author="Author"/>
                <w:rFonts w:cs="Arial"/>
                <w:color w:val="000000"/>
                <w:szCs w:val="18"/>
              </w:rPr>
            </w:pPr>
            <w:ins w:id="1654" w:author="Author">
              <w:r w:rsidRPr="00984807">
                <w:rPr>
                  <w:rFonts w:cs="Arial"/>
                  <w:color w:val="000000"/>
                  <w:szCs w:val="18"/>
                </w:rPr>
                <w:t>276.35</w:t>
              </w:r>
            </w:ins>
          </w:p>
        </w:tc>
      </w:tr>
      <w:tr w:rsidR="009713FD" w:rsidRPr="00984807" w14:paraId="54C38CFB" w14:textId="77777777" w:rsidTr="001A0DBC">
        <w:trPr>
          <w:cantSplit/>
          <w:trHeight w:val="190"/>
          <w:ins w:id="1655" w:author="Author"/>
        </w:trPr>
        <w:tc>
          <w:tcPr>
            <w:tcW w:w="200" w:type="dxa"/>
          </w:tcPr>
          <w:p w14:paraId="6F149FCE" w14:textId="77777777" w:rsidR="009713FD" w:rsidRPr="00984807" w:rsidRDefault="009713FD" w:rsidP="001A0DBC">
            <w:pPr>
              <w:pStyle w:val="tabletext11"/>
              <w:rPr>
                <w:ins w:id="16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388CB" w14:textId="77777777" w:rsidR="009713FD" w:rsidRPr="00984807" w:rsidRDefault="009713FD" w:rsidP="001A0DBC">
            <w:pPr>
              <w:pStyle w:val="tabletext11"/>
              <w:jc w:val="right"/>
              <w:rPr>
                <w:ins w:id="165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E3770A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658" w:author="Author"/>
              </w:rPr>
            </w:pPr>
            <w:ins w:id="1659" w:author="Author">
              <w:r w:rsidRPr="00984807">
                <w:t>7,500,000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A8350" w14:textId="77777777" w:rsidR="009713FD" w:rsidRPr="00984807" w:rsidRDefault="009713FD" w:rsidP="001A0DBC">
            <w:pPr>
              <w:pStyle w:val="tabletext11"/>
              <w:jc w:val="right"/>
              <w:rPr>
                <w:ins w:id="1660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6C753E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661" w:author="Author"/>
                <w:rFonts w:cs="Arial"/>
                <w:color w:val="000000"/>
                <w:szCs w:val="18"/>
              </w:rPr>
            </w:pPr>
            <w:ins w:id="1662" w:author="Author">
              <w:r w:rsidRPr="00984807">
                <w:rPr>
                  <w:rFonts w:cs="Arial"/>
                  <w:color w:val="000000"/>
                  <w:szCs w:val="18"/>
                </w:rPr>
                <w:t>440.26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ABBEB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663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7EB87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664" w:author="Author"/>
                <w:rFonts w:cs="Arial"/>
                <w:color w:val="000000"/>
                <w:szCs w:val="18"/>
              </w:rPr>
            </w:pPr>
            <w:ins w:id="1665" w:author="Author">
              <w:r w:rsidRPr="00984807">
                <w:rPr>
                  <w:rFonts w:cs="Arial"/>
                  <w:color w:val="000000"/>
                  <w:szCs w:val="18"/>
                </w:rPr>
                <w:t>291.42</w:t>
              </w:r>
            </w:ins>
          </w:p>
        </w:tc>
      </w:tr>
      <w:tr w:rsidR="009713FD" w:rsidRPr="00984807" w14:paraId="2FE00BD5" w14:textId="77777777" w:rsidTr="001A0DBC">
        <w:trPr>
          <w:cantSplit/>
          <w:trHeight w:val="190"/>
          <w:ins w:id="1666" w:author="Author"/>
        </w:trPr>
        <w:tc>
          <w:tcPr>
            <w:tcW w:w="200" w:type="dxa"/>
          </w:tcPr>
          <w:p w14:paraId="6D046B72" w14:textId="77777777" w:rsidR="009713FD" w:rsidRPr="00984807" w:rsidRDefault="009713FD" w:rsidP="001A0DBC">
            <w:pPr>
              <w:pStyle w:val="tabletext11"/>
              <w:rPr>
                <w:ins w:id="16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AF4B1" w14:textId="77777777" w:rsidR="009713FD" w:rsidRPr="00984807" w:rsidRDefault="009713FD" w:rsidP="001A0DBC">
            <w:pPr>
              <w:pStyle w:val="tabletext11"/>
              <w:jc w:val="right"/>
              <w:rPr>
                <w:ins w:id="166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AA02F2" w14:textId="77777777" w:rsidR="009713FD" w:rsidRPr="00984807" w:rsidRDefault="009713FD" w:rsidP="001A0DBC">
            <w:pPr>
              <w:pStyle w:val="tabletext11"/>
              <w:tabs>
                <w:tab w:val="decimal" w:pos="870"/>
              </w:tabs>
              <w:rPr>
                <w:ins w:id="1669" w:author="Author"/>
              </w:rPr>
            </w:pPr>
            <w:ins w:id="1670" w:author="Author">
              <w:r w:rsidRPr="00984807">
                <w:t>10,000,000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FACD2" w14:textId="77777777" w:rsidR="009713FD" w:rsidRPr="00984807" w:rsidRDefault="009713FD" w:rsidP="001A0DBC">
            <w:pPr>
              <w:pStyle w:val="tabletext11"/>
              <w:jc w:val="right"/>
              <w:rPr>
                <w:ins w:id="1671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5C2E4" w14:textId="77777777" w:rsidR="009713FD" w:rsidRPr="00984807" w:rsidRDefault="009713FD" w:rsidP="001A0DBC">
            <w:pPr>
              <w:pStyle w:val="tabletext11"/>
              <w:tabs>
                <w:tab w:val="decimal" w:pos="390"/>
              </w:tabs>
              <w:rPr>
                <w:ins w:id="1672" w:author="Author"/>
                <w:rFonts w:cs="Arial"/>
                <w:color w:val="000000"/>
                <w:szCs w:val="18"/>
              </w:rPr>
            </w:pPr>
            <w:ins w:id="1673" w:author="Author">
              <w:r w:rsidRPr="00984807">
                <w:rPr>
                  <w:rFonts w:cs="Arial"/>
                  <w:color w:val="000000"/>
                  <w:szCs w:val="18"/>
                </w:rPr>
                <w:t>453.22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A26D10" w14:textId="77777777" w:rsidR="009713FD" w:rsidRPr="00984807" w:rsidRDefault="009713FD" w:rsidP="001A0DBC">
            <w:pPr>
              <w:pStyle w:val="tabletext11"/>
              <w:tabs>
                <w:tab w:val="decimal" w:pos="220"/>
              </w:tabs>
              <w:jc w:val="right"/>
              <w:rPr>
                <w:ins w:id="1674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EB62E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675" w:author="Author"/>
                <w:rFonts w:cs="Arial"/>
                <w:color w:val="000000"/>
                <w:szCs w:val="18"/>
              </w:rPr>
            </w:pPr>
            <w:ins w:id="1676" w:author="Author">
              <w:r w:rsidRPr="00984807">
                <w:rPr>
                  <w:rFonts w:cs="Arial"/>
                  <w:color w:val="000000"/>
                  <w:szCs w:val="18"/>
                </w:rPr>
                <w:t>299.93</w:t>
              </w:r>
            </w:ins>
          </w:p>
        </w:tc>
      </w:tr>
    </w:tbl>
    <w:p w14:paraId="4132AD71" w14:textId="77777777" w:rsidR="009713FD" w:rsidRPr="00984807" w:rsidRDefault="009713FD" w:rsidP="009713FD">
      <w:pPr>
        <w:pStyle w:val="tablecaption"/>
        <w:rPr>
          <w:ins w:id="1677" w:author="Author"/>
        </w:rPr>
      </w:pPr>
      <w:ins w:id="1678" w:author="Author">
        <w:r w:rsidRPr="00984807">
          <w:t>Table 297.B.3.a.(1)(LC) Single Limits Uninsured (Includes Underinsured) Motorists Bodily Injury Coverage Loss Costs</w:t>
        </w:r>
      </w:ins>
    </w:p>
    <w:p w14:paraId="50349154" w14:textId="77777777" w:rsidR="009713FD" w:rsidRPr="00984807" w:rsidRDefault="009713FD" w:rsidP="009713FD">
      <w:pPr>
        <w:pStyle w:val="isonormal"/>
        <w:rPr>
          <w:ins w:id="1679" w:author="Author"/>
        </w:rPr>
      </w:pPr>
    </w:p>
    <w:p w14:paraId="0BB83616" w14:textId="77777777" w:rsidR="009713FD" w:rsidRPr="00984807" w:rsidRDefault="009713FD" w:rsidP="009713FD">
      <w:pPr>
        <w:pStyle w:val="space8"/>
        <w:rPr>
          <w:ins w:id="168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1080"/>
        <w:gridCol w:w="240"/>
        <w:gridCol w:w="1080"/>
      </w:tblGrid>
      <w:tr w:rsidR="009713FD" w:rsidRPr="00984807" w14:paraId="1E15494B" w14:textId="77777777" w:rsidTr="001A0DBC">
        <w:trPr>
          <w:cantSplit/>
          <w:trHeight w:val="190"/>
          <w:ins w:id="1681" w:author="Author"/>
        </w:trPr>
        <w:tc>
          <w:tcPr>
            <w:tcW w:w="200" w:type="dxa"/>
          </w:tcPr>
          <w:p w14:paraId="34FF930E" w14:textId="77777777" w:rsidR="009713FD" w:rsidRPr="00984807" w:rsidRDefault="009713FD" w:rsidP="001A0DBC">
            <w:pPr>
              <w:pStyle w:val="tablehead"/>
              <w:rPr>
                <w:ins w:id="1682" w:author="Author"/>
              </w:rPr>
            </w:pPr>
          </w:p>
        </w:tc>
        <w:tc>
          <w:tcPr>
            <w:tcW w:w="48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9483E" w14:textId="77777777" w:rsidR="009713FD" w:rsidRPr="00984807" w:rsidRDefault="009713FD" w:rsidP="001A0DBC">
            <w:pPr>
              <w:pStyle w:val="tablehead"/>
              <w:rPr>
                <w:ins w:id="1683" w:author="Author"/>
              </w:rPr>
            </w:pPr>
            <w:ins w:id="1684" w:author="Author">
              <w:r w:rsidRPr="00984807">
                <w:t>Uninsured Motorists Bodily Injury</w:t>
              </w:r>
            </w:ins>
          </w:p>
        </w:tc>
      </w:tr>
      <w:tr w:rsidR="009713FD" w:rsidRPr="00984807" w14:paraId="46FD3BF0" w14:textId="77777777" w:rsidTr="001A0DBC">
        <w:tblPrEx>
          <w:tblLook w:val="04A0" w:firstRow="1" w:lastRow="0" w:firstColumn="1" w:lastColumn="0" w:noHBand="0" w:noVBand="1"/>
        </w:tblPrEx>
        <w:trPr>
          <w:cantSplit/>
          <w:trHeight w:val="190"/>
          <w:ins w:id="1685" w:author="Author"/>
        </w:trPr>
        <w:tc>
          <w:tcPr>
            <w:tcW w:w="200" w:type="dxa"/>
          </w:tcPr>
          <w:p w14:paraId="31A982C3" w14:textId="77777777" w:rsidR="009713FD" w:rsidRPr="00984807" w:rsidRDefault="009713FD" w:rsidP="001A0DBC">
            <w:pPr>
              <w:pStyle w:val="tabletext11"/>
              <w:rPr>
                <w:ins w:id="1686" w:author="Author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0A3560" w14:textId="77777777" w:rsidR="009713FD" w:rsidRPr="00984807" w:rsidRDefault="009713FD" w:rsidP="001A0DBC">
            <w:pPr>
              <w:pStyle w:val="tablehead"/>
              <w:rPr>
                <w:ins w:id="1687" w:author="Author"/>
              </w:rPr>
            </w:pPr>
            <w:ins w:id="1688" w:author="Author">
              <w:r w:rsidRPr="00984807">
                <w:t>Bodily</w:t>
              </w:r>
              <w:r w:rsidRPr="00984807">
                <w:br/>
                <w:t>Injury</w:t>
              </w:r>
              <w:r w:rsidRPr="00984807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AE891A" w14:textId="77777777" w:rsidR="009713FD" w:rsidRPr="00984807" w:rsidRDefault="009713FD" w:rsidP="001A0DBC">
            <w:pPr>
              <w:pStyle w:val="tablehead"/>
              <w:rPr>
                <w:ins w:id="1689" w:author="Author"/>
              </w:rPr>
            </w:pPr>
            <w:ins w:id="1690" w:author="Author">
              <w:r w:rsidRPr="00984807">
                <w:t>Private</w:t>
              </w:r>
              <w:r w:rsidRPr="00984807">
                <w:br/>
                <w:t>Passenger</w:t>
              </w:r>
              <w:r w:rsidRPr="00984807">
                <w:br/>
                <w:t>Types Per</w:t>
              </w:r>
              <w:r w:rsidRPr="00984807">
                <w:br/>
                <w:t>Exposure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CE937F" w14:textId="77777777" w:rsidR="009713FD" w:rsidRPr="00984807" w:rsidRDefault="009713FD" w:rsidP="001A0DBC">
            <w:pPr>
              <w:pStyle w:val="tablehead"/>
              <w:rPr>
                <w:ins w:id="1691" w:author="Author"/>
              </w:rPr>
            </w:pPr>
            <w:ins w:id="1692" w:author="Author">
              <w:r w:rsidRPr="00984807">
                <w:t>Other Than</w:t>
              </w:r>
              <w:r w:rsidRPr="00984807">
                <w:br/>
                <w:t>Private</w:t>
              </w:r>
              <w:r w:rsidRPr="00984807">
                <w:br/>
                <w:t>Passenger</w:t>
              </w:r>
              <w:r w:rsidRPr="00984807">
                <w:br/>
                <w:t>Types Per</w:t>
              </w:r>
              <w:r w:rsidRPr="00984807">
                <w:br/>
                <w:t>Exposure</w:t>
              </w:r>
            </w:ins>
          </w:p>
        </w:tc>
      </w:tr>
      <w:tr w:rsidR="009713FD" w:rsidRPr="00984807" w14:paraId="2DB5831B" w14:textId="77777777" w:rsidTr="001A0DBC">
        <w:tblPrEx>
          <w:tblLook w:val="04A0" w:firstRow="1" w:lastRow="0" w:firstColumn="1" w:lastColumn="0" w:noHBand="0" w:noVBand="1"/>
        </w:tblPrEx>
        <w:trPr>
          <w:cantSplit/>
          <w:trHeight w:val="190"/>
          <w:ins w:id="1693" w:author="Author"/>
        </w:trPr>
        <w:tc>
          <w:tcPr>
            <w:tcW w:w="200" w:type="dxa"/>
          </w:tcPr>
          <w:p w14:paraId="7BF146FE" w14:textId="77777777" w:rsidR="009713FD" w:rsidRPr="00984807" w:rsidRDefault="009713FD" w:rsidP="001A0DBC">
            <w:pPr>
              <w:pStyle w:val="tabletext11"/>
              <w:rPr>
                <w:ins w:id="16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D722F" w14:textId="77777777" w:rsidR="009713FD" w:rsidRPr="00984807" w:rsidRDefault="009713FD" w:rsidP="001A0DBC">
            <w:pPr>
              <w:pStyle w:val="tabletext11"/>
              <w:jc w:val="center"/>
              <w:rPr>
                <w:ins w:id="1695" w:author="Author"/>
              </w:rPr>
            </w:pPr>
            <w:ins w:id="1696" w:author="Author">
              <w:r w:rsidRPr="00984807">
                <w:t>$</w:t>
              </w:r>
            </w:ins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A527547" w14:textId="77777777" w:rsidR="009713FD" w:rsidRPr="00984807" w:rsidRDefault="009713FD" w:rsidP="001A0DBC">
            <w:pPr>
              <w:pStyle w:val="tabletext11"/>
              <w:tabs>
                <w:tab w:val="decimal" w:pos="800"/>
              </w:tabs>
              <w:rPr>
                <w:ins w:id="1697" w:author="Author"/>
              </w:rPr>
            </w:pPr>
            <w:ins w:id="1698" w:author="Author">
              <w:r w:rsidRPr="00984807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69F68B" w14:textId="77777777" w:rsidR="009713FD" w:rsidRPr="00984807" w:rsidRDefault="009713FD" w:rsidP="001A0DBC">
            <w:pPr>
              <w:pStyle w:val="tabletext11"/>
              <w:jc w:val="right"/>
              <w:rPr>
                <w:ins w:id="1699" w:author="Author"/>
              </w:rPr>
            </w:pPr>
            <w:ins w:id="1700" w:author="Author">
              <w:r w:rsidRPr="00984807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23EC7D" w14:textId="77777777" w:rsidR="009713FD" w:rsidRPr="00984807" w:rsidRDefault="009713FD" w:rsidP="001A0DBC">
            <w:pPr>
              <w:pStyle w:val="tabletext11"/>
              <w:tabs>
                <w:tab w:val="decimal" w:pos="400"/>
              </w:tabs>
              <w:rPr>
                <w:ins w:id="1701" w:author="Author"/>
              </w:rPr>
            </w:pPr>
            <w:ins w:id="1702" w:author="Author">
              <w:r w:rsidRPr="00984807">
                <w:rPr>
                  <w:rFonts w:cs="Arial"/>
                  <w:color w:val="000000"/>
                  <w:szCs w:val="18"/>
                </w:rPr>
                <w:t>53.44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467E0" w14:textId="77777777" w:rsidR="009713FD" w:rsidRPr="00984807" w:rsidRDefault="009713FD" w:rsidP="001A0DBC">
            <w:pPr>
              <w:pStyle w:val="tabletext11"/>
              <w:jc w:val="right"/>
              <w:rPr>
                <w:ins w:id="1703" w:author="Author"/>
              </w:rPr>
            </w:pPr>
            <w:ins w:id="1704" w:author="Author">
              <w:r w:rsidRPr="00984807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1EEDD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705" w:author="Author"/>
              </w:rPr>
            </w:pPr>
            <w:ins w:id="1706" w:author="Author">
              <w:r w:rsidRPr="00984807">
                <w:rPr>
                  <w:rFonts w:cs="Arial"/>
                  <w:color w:val="000000"/>
                  <w:szCs w:val="18"/>
                </w:rPr>
                <w:t>36.49</w:t>
              </w:r>
            </w:ins>
          </w:p>
        </w:tc>
      </w:tr>
      <w:tr w:rsidR="009713FD" w:rsidRPr="00984807" w14:paraId="10CB5DF2" w14:textId="77777777" w:rsidTr="001A0DBC">
        <w:tblPrEx>
          <w:tblLook w:val="04A0" w:firstRow="1" w:lastRow="0" w:firstColumn="1" w:lastColumn="0" w:noHBand="0" w:noVBand="1"/>
        </w:tblPrEx>
        <w:trPr>
          <w:cantSplit/>
          <w:trHeight w:val="190"/>
          <w:ins w:id="1707" w:author="Author"/>
        </w:trPr>
        <w:tc>
          <w:tcPr>
            <w:tcW w:w="200" w:type="dxa"/>
          </w:tcPr>
          <w:p w14:paraId="27736F16" w14:textId="77777777" w:rsidR="009713FD" w:rsidRPr="00984807" w:rsidRDefault="009713FD" w:rsidP="001A0DBC">
            <w:pPr>
              <w:pStyle w:val="tabletext11"/>
              <w:rPr>
                <w:ins w:id="17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797563" w14:textId="77777777" w:rsidR="009713FD" w:rsidRPr="00984807" w:rsidRDefault="009713FD" w:rsidP="001A0DBC">
            <w:pPr>
              <w:pStyle w:val="tabletext11"/>
              <w:jc w:val="center"/>
              <w:rPr>
                <w:ins w:id="170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8991B00" w14:textId="77777777" w:rsidR="009713FD" w:rsidRPr="00984807" w:rsidRDefault="009713FD" w:rsidP="001A0DBC">
            <w:pPr>
              <w:pStyle w:val="tabletext11"/>
              <w:tabs>
                <w:tab w:val="decimal" w:pos="800"/>
              </w:tabs>
              <w:jc w:val="both"/>
              <w:rPr>
                <w:ins w:id="1710" w:author="Author"/>
              </w:rPr>
            </w:pPr>
            <w:ins w:id="1711" w:author="Author">
              <w:r w:rsidRPr="00984807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DA625" w14:textId="77777777" w:rsidR="009713FD" w:rsidRPr="00984807" w:rsidRDefault="009713FD" w:rsidP="001A0DBC">
            <w:pPr>
              <w:pStyle w:val="tabletext11"/>
              <w:jc w:val="right"/>
              <w:rPr>
                <w:ins w:id="171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B9670" w14:textId="77777777" w:rsidR="009713FD" w:rsidRPr="00984807" w:rsidRDefault="009713FD" w:rsidP="001A0DBC">
            <w:pPr>
              <w:pStyle w:val="tabletext11"/>
              <w:tabs>
                <w:tab w:val="decimal" w:pos="400"/>
              </w:tabs>
              <w:rPr>
                <w:ins w:id="1713" w:author="Author"/>
              </w:rPr>
            </w:pPr>
            <w:ins w:id="1714" w:author="Author">
              <w:r w:rsidRPr="00984807">
                <w:rPr>
                  <w:rFonts w:cs="Arial"/>
                  <w:color w:val="000000"/>
                  <w:szCs w:val="18"/>
                </w:rPr>
                <w:t>86.08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6F49E" w14:textId="77777777" w:rsidR="009713FD" w:rsidRPr="00984807" w:rsidRDefault="009713FD" w:rsidP="001A0DBC">
            <w:pPr>
              <w:pStyle w:val="tabletext11"/>
              <w:jc w:val="right"/>
              <w:rPr>
                <w:ins w:id="171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33880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716" w:author="Author"/>
              </w:rPr>
            </w:pPr>
            <w:ins w:id="1717" w:author="Author">
              <w:r w:rsidRPr="00984807">
                <w:rPr>
                  <w:rFonts w:cs="Arial"/>
                  <w:color w:val="000000"/>
                  <w:szCs w:val="18"/>
                </w:rPr>
                <w:t>58.18</w:t>
              </w:r>
            </w:ins>
          </w:p>
        </w:tc>
      </w:tr>
      <w:tr w:rsidR="009713FD" w:rsidRPr="00984807" w14:paraId="12DE099D" w14:textId="77777777" w:rsidTr="001A0DBC">
        <w:tblPrEx>
          <w:tblLook w:val="04A0" w:firstRow="1" w:lastRow="0" w:firstColumn="1" w:lastColumn="0" w:noHBand="0" w:noVBand="1"/>
        </w:tblPrEx>
        <w:trPr>
          <w:cantSplit/>
          <w:trHeight w:val="190"/>
          <w:ins w:id="1718" w:author="Author"/>
        </w:trPr>
        <w:tc>
          <w:tcPr>
            <w:tcW w:w="200" w:type="dxa"/>
          </w:tcPr>
          <w:p w14:paraId="64DFBF6A" w14:textId="77777777" w:rsidR="009713FD" w:rsidRPr="00984807" w:rsidRDefault="009713FD" w:rsidP="001A0DBC">
            <w:pPr>
              <w:pStyle w:val="tabletext11"/>
              <w:rPr>
                <w:ins w:id="17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F2FAE" w14:textId="77777777" w:rsidR="009713FD" w:rsidRPr="00984807" w:rsidRDefault="009713FD" w:rsidP="001A0DBC">
            <w:pPr>
              <w:pStyle w:val="tabletext11"/>
              <w:jc w:val="right"/>
              <w:rPr>
                <w:ins w:id="172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F950ED0" w14:textId="77777777" w:rsidR="009713FD" w:rsidRPr="00984807" w:rsidRDefault="009713FD" w:rsidP="001A0DBC">
            <w:pPr>
              <w:pStyle w:val="tabletext11"/>
              <w:tabs>
                <w:tab w:val="decimal" w:pos="800"/>
              </w:tabs>
              <w:jc w:val="both"/>
              <w:rPr>
                <w:ins w:id="1721" w:author="Author"/>
              </w:rPr>
            </w:pPr>
            <w:ins w:id="1722" w:author="Author">
              <w:r w:rsidRPr="00984807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60AEB" w14:textId="77777777" w:rsidR="009713FD" w:rsidRPr="00984807" w:rsidRDefault="009713FD" w:rsidP="001A0DBC">
            <w:pPr>
              <w:pStyle w:val="tabletext11"/>
              <w:jc w:val="right"/>
              <w:rPr>
                <w:ins w:id="172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DAC8B" w14:textId="77777777" w:rsidR="009713FD" w:rsidRPr="00984807" w:rsidRDefault="009713FD" w:rsidP="001A0DBC">
            <w:pPr>
              <w:pStyle w:val="tabletext11"/>
              <w:tabs>
                <w:tab w:val="decimal" w:pos="400"/>
              </w:tabs>
              <w:rPr>
                <w:ins w:id="1724" w:author="Author"/>
              </w:rPr>
            </w:pPr>
            <w:ins w:id="1725" w:author="Author">
              <w:r w:rsidRPr="00984807">
                <w:rPr>
                  <w:rFonts w:cs="Arial"/>
                  <w:color w:val="000000"/>
                  <w:szCs w:val="18"/>
                </w:rPr>
                <w:t>129.61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11BCD" w14:textId="77777777" w:rsidR="009713FD" w:rsidRPr="00984807" w:rsidRDefault="009713FD" w:rsidP="001A0DBC">
            <w:pPr>
              <w:pStyle w:val="tabletext11"/>
              <w:jc w:val="right"/>
              <w:rPr>
                <w:ins w:id="172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45001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727" w:author="Author"/>
              </w:rPr>
            </w:pPr>
            <w:ins w:id="1728" w:author="Author">
              <w:r w:rsidRPr="00984807">
                <w:rPr>
                  <w:rFonts w:cs="Arial"/>
                  <w:color w:val="000000"/>
                  <w:szCs w:val="18"/>
                </w:rPr>
                <w:t>87.05</w:t>
              </w:r>
            </w:ins>
          </w:p>
        </w:tc>
      </w:tr>
      <w:tr w:rsidR="009713FD" w:rsidRPr="00984807" w14:paraId="7FEA19E5" w14:textId="77777777" w:rsidTr="001A0DBC">
        <w:tblPrEx>
          <w:tblLook w:val="04A0" w:firstRow="1" w:lastRow="0" w:firstColumn="1" w:lastColumn="0" w:noHBand="0" w:noVBand="1"/>
        </w:tblPrEx>
        <w:trPr>
          <w:cantSplit/>
          <w:trHeight w:val="190"/>
          <w:ins w:id="1729" w:author="Author"/>
        </w:trPr>
        <w:tc>
          <w:tcPr>
            <w:tcW w:w="200" w:type="dxa"/>
          </w:tcPr>
          <w:p w14:paraId="6B2377F1" w14:textId="77777777" w:rsidR="009713FD" w:rsidRPr="00984807" w:rsidRDefault="009713FD" w:rsidP="001A0DBC">
            <w:pPr>
              <w:pStyle w:val="tabletext11"/>
              <w:rPr>
                <w:ins w:id="17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D4353" w14:textId="77777777" w:rsidR="009713FD" w:rsidRPr="00984807" w:rsidRDefault="009713FD" w:rsidP="001A0DBC">
            <w:pPr>
              <w:pStyle w:val="tabletext11"/>
              <w:jc w:val="center"/>
              <w:rPr>
                <w:ins w:id="173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9CC9AD9" w14:textId="77777777" w:rsidR="009713FD" w:rsidRPr="00984807" w:rsidRDefault="009713FD" w:rsidP="001A0DBC">
            <w:pPr>
              <w:pStyle w:val="tabletext11"/>
              <w:tabs>
                <w:tab w:val="decimal" w:pos="800"/>
              </w:tabs>
              <w:jc w:val="both"/>
              <w:rPr>
                <w:ins w:id="1732" w:author="Author"/>
              </w:rPr>
            </w:pPr>
            <w:ins w:id="1733" w:author="Author">
              <w:r w:rsidRPr="00984807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D4C8D" w14:textId="77777777" w:rsidR="009713FD" w:rsidRPr="00984807" w:rsidRDefault="009713FD" w:rsidP="001A0DBC">
            <w:pPr>
              <w:pStyle w:val="tabletext11"/>
              <w:jc w:val="right"/>
              <w:rPr>
                <w:ins w:id="173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E8F45" w14:textId="77777777" w:rsidR="009713FD" w:rsidRPr="00984807" w:rsidRDefault="009713FD" w:rsidP="001A0DBC">
            <w:pPr>
              <w:pStyle w:val="tabletext11"/>
              <w:tabs>
                <w:tab w:val="decimal" w:pos="400"/>
              </w:tabs>
              <w:rPr>
                <w:ins w:id="1735" w:author="Author"/>
              </w:rPr>
            </w:pPr>
            <w:ins w:id="1736" w:author="Author">
              <w:r w:rsidRPr="00984807">
                <w:rPr>
                  <w:rFonts w:cs="Arial"/>
                  <w:color w:val="000000"/>
                  <w:szCs w:val="18"/>
                </w:rPr>
                <w:t>197.64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B1FEE" w14:textId="77777777" w:rsidR="009713FD" w:rsidRPr="00984807" w:rsidRDefault="009713FD" w:rsidP="001A0DBC">
            <w:pPr>
              <w:pStyle w:val="tabletext11"/>
              <w:jc w:val="right"/>
              <w:rPr>
                <w:ins w:id="173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4F3CF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738" w:author="Author"/>
              </w:rPr>
            </w:pPr>
            <w:ins w:id="1739" w:author="Author">
              <w:r w:rsidRPr="00984807">
                <w:rPr>
                  <w:rFonts w:cs="Arial"/>
                  <w:color w:val="000000"/>
                  <w:szCs w:val="18"/>
                </w:rPr>
                <w:t>131.95</w:t>
              </w:r>
            </w:ins>
          </w:p>
        </w:tc>
      </w:tr>
      <w:tr w:rsidR="009713FD" w:rsidRPr="00984807" w14:paraId="05A3B469" w14:textId="77777777" w:rsidTr="001A0DBC">
        <w:tblPrEx>
          <w:tblLook w:val="04A0" w:firstRow="1" w:lastRow="0" w:firstColumn="1" w:lastColumn="0" w:noHBand="0" w:noVBand="1"/>
        </w:tblPrEx>
        <w:trPr>
          <w:cantSplit/>
          <w:trHeight w:val="190"/>
          <w:ins w:id="1740" w:author="Author"/>
        </w:trPr>
        <w:tc>
          <w:tcPr>
            <w:tcW w:w="200" w:type="dxa"/>
          </w:tcPr>
          <w:p w14:paraId="52F07441" w14:textId="77777777" w:rsidR="009713FD" w:rsidRPr="00984807" w:rsidRDefault="009713FD" w:rsidP="001A0DBC">
            <w:pPr>
              <w:pStyle w:val="tabletext11"/>
              <w:rPr>
                <w:ins w:id="17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A8CA6F" w14:textId="77777777" w:rsidR="009713FD" w:rsidRPr="00984807" w:rsidRDefault="009713FD" w:rsidP="001A0DBC">
            <w:pPr>
              <w:pStyle w:val="tabletext11"/>
              <w:jc w:val="center"/>
              <w:rPr>
                <w:ins w:id="174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F6B08F2" w14:textId="77777777" w:rsidR="009713FD" w:rsidRPr="00984807" w:rsidRDefault="009713FD" w:rsidP="001A0DBC">
            <w:pPr>
              <w:pStyle w:val="tabletext11"/>
              <w:tabs>
                <w:tab w:val="decimal" w:pos="800"/>
              </w:tabs>
              <w:jc w:val="both"/>
              <w:rPr>
                <w:ins w:id="1743" w:author="Author"/>
              </w:rPr>
            </w:pPr>
            <w:ins w:id="1744" w:author="Author">
              <w:r w:rsidRPr="00984807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3193C" w14:textId="77777777" w:rsidR="009713FD" w:rsidRPr="00984807" w:rsidRDefault="009713FD" w:rsidP="001A0DBC">
            <w:pPr>
              <w:pStyle w:val="tabletext11"/>
              <w:jc w:val="right"/>
              <w:rPr>
                <w:ins w:id="174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BED3C" w14:textId="77777777" w:rsidR="009713FD" w:rsidRPr="00984807" w:rsidRDefault="009713FD" w:rsidP="001A0DBC">
            <w:pPr>
              <w:pStyle w:val="tabletext11"/>
              <w:tabs>
                <w:tab w:val="decimal" w:pos="400"/>
              </w:tabs>
              <w:rPr>
                <w:ins w:id="1746" w:author="Author"/>
              </w:rPr>
            </w:pPr>
            <w:ins w:id="1747" w:author="Author">
              <w:r w:rsidRPr="00984807">
                <w:rPr>
                  <w:rFonts w:cs="Arial"/>
                  <w:color w:val="000000"/>
                  <w:szCs w:val="18"/>
                </w:rPr>
                <w:t>253.54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8F9DB" w14:textId="77777777" w:rsidR="009713FD" w:rsidRPr="00984807" w:rsidRDefault="009713FD" w:rsidP="001A0DBC">
            <w:pPr>
              <w:pStyle w:val="tabletext11"/>
              <w:jc w:val="right"/>
              <w:rPr>
                <w:ins w:id="174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5FEFB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749" w:author="Author"/>
              </w:rPr>
            </w:pPr>
            <w:ins w:id="1750" w:author="Author">
              <w:r w:rsidRPr="00984807">
                <w:rPr>
                  <w:rFonts w:cs="Arial"/>
                  <w:color w:val="000000"/>
                  <w:szCs w:val="18"/>
                </w:rPr>
                <w:t>168.78</w:t>
              </w:r>
            </w:ins>
          </w:p>
        </w:tc>
      </w:tr>
      <w:tr w:rsidR="009713FD" w:rsidRPr="00984807" w14:paraId="3841A0BE" w14:textId="77777777" w:rsidTr="001A0DBC">
        <w:tblPrEx>
          <w:tblLook w:val="04A0" w:firstRow="1" w:lastRow="0" w:firstColumn="1" w:lastColumn="0" w:noHBand="0" w:noVBand="1"/>
        </w:tblPrEx>
        <w:trPr>
          <w:cantSplit/>
          <w:trHeight w:val="190"/>
          <w:ins w:id="1751" w:author="Author"/>
        </w:trPr>
        <w:tc>
          <w:tcPr>
            <w:tcW w:w="200" w:type="dxa"/>
          </w:tcPr>
          <w:p w14:paraId="744CCFB9" w14:textId="77777777" w:rsidR="009713FD" w:rsidRPr="00984807" w:rsidRDefault="009713FD" w:rsidP="001A0DBC">
            <w:pPr>
              <w:pStyle w:val="tabletext11"/>
              <w:rPr>
                <w:ins w:id="17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C9D329" w14:textId="77777777" w:rsidR="009713FD" w:rsidRPr="00984807" w:rsidRDefault="009713FD" w:rsidP="001A0DBC">
            <w:pPr>
              <w:pStyle w:val="tabletext11"/>
              <w:jc w:val="center"/>
              <w:rPr>
                <w:ins w:id="175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6B6958C" w14:textId="77777777" w:rsidR="009713FD" w:rsidRPr="00984807" w:rsidRDefault="009713FD" w:rsidP="001A0DBC">
            <w:pPr>
              <w:pStyle w:val="tabletext11"/>
              <w:tabs>
                <w:tab w:val="decimal" w:pos="800"/>
              </w:tabs>
              <w:jc w:val="both"/>
              <w:rPr>
                <w:ins w:id="1754" w:author="Author"/>
              </w:rPr>
            </w:pPr>
            <w:ins w:id="1755" w:author="Author">
              <w:r w:rsidRPr="00984807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40AE7" w14:textId="77777777" w:rsidR="009713FD" w:rsidRPr="00984807" w:rsidRDefault="009713FD" w:rsidP="001A0DBC">
            <w:pPr>
              <w:pStyle w:val="tabletext11"/>
              <w:jc w:val="right"/>
              <w:rPr>
                <w:ins w:id="175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732140" w14:textId="77777777" w:rsidR="009713FD" w:rsidRPr="00984807" w:rsidRDefault="009713FD" w:rsidP="001A0DBC">
            <w:pPr>
              <w:pStyle w:val="tabletext11"/>
              <w:tabs>
                <w:tab w:val="decimal" w:pos="400"/>
              </w:tabs>
              <w:rPr>
                <w:ins w:id="1757" w:author="Author"/>
                <w:rFonts w:cs="Arial"/>
                <w:color w:val="000000"/>
                <w:szCs w:val="18"/>
              </w:rPr>
            </w:pPr>
            <w:ins w:id="1758" w:author="Author">
              <w:r w:rsidRPr="00984807">
                <w:rPr>
                  <w:rFonts w:cs="Arial"/>
                  <w:color w:val="000000"/>
                  <w:szCs w:val="18"/>
                </w:rPr>
                <w:t>309.65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F6C36" w14:textId="77777777" w:rsidR="009713FD" w:rsidRPr="00984807" w:rsidRDefault="009713FD" w:rsidP="001A0DBC">
            <w:pPr>
              <w:pStyle w:val="tabletext11"/>
              <w:jc w:val="right"/>
              <w:rPr>
                <w:ins w:id="175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75D44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760" w:author="Author"/>
                <w:rFonts w:cs="Arial"/>
                <w:color w:val="000000"/>
                <w:szCs w:val="18"/>
              </w:rPr>
            </w:pPr>
            <w:ins w:id="1761" w:author="Author">
              <w:r w:rsidRPr="00984807">
                <w:rPr>
                  <w:rFonts w:cs="Arial"/>
                  <w:color w:val="000000"/>
                  <w:szCs w:val="18"/>
                </w:rPr>
                <w:t>205.69</w:t>
              </w:r>
            </w:ins>
          </w:p>
        </w:tc>
      </w:tr>
      <w:tr w:rsidR="009713FD" w:rsidRPr="00984807" w14:paraId="3C615539" w14:textId="77777777" w:rsidTr="001A0DBC">
        <w:tblPrEx>
          <w:tblLook w:val="04A0" w:firstRow="1" w:lastRow="0" w:firstColumn="1" w:lastColumn="0" w:noHBand="0" w:noVBand="1"/>
        </w:tblPrEx>
        <w:trPr>
          <w:cantSplit/>
          <w:trHeight w:val="190"/>
          <w:ins w:id="1762" w:author="Author"/>
        </w:trPr>
        <w:tc>
          <w:tcPr>
            <w:tcW w:w="200" w:type="dxa"/>
          </w:tcPr>
          <w:p w14:paraId="48C064DA" w14:textId="77777777" w:rsidR="009713FD" w:rsidRPr="00984807" w:rsidRDefault="009713FD" w:rsidP="001A0DBC">
            <w:pPr>
              <w:pStyle w:val="tabletext11"/>
              <w:rPr>
                <w:ins w:id="17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9E926" w14:textId="77777777" w:rsidR="009713FD" w:rsidRPr="00984807" w:rsidRDefault="009713FD" w:rsidP="001A0DBC">
            <w:pPr>
              <w:pStyle w:val="tabletext11"/>
              <w:jc w:val="center"/>
              <w:rPr>
                <w:ins w:id="176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3A20424" w14:textId="77777777" w:rsidR="009713FD" w:rsidRPr="00984807" w:rsidRDefault="009713FD" w:rsidP="001A0DBC">
            <w:pPr>
              <w:pStyle w:val="tabletext11"/>
              <w:tabs>
                <w:tab w:val="decimal" w:pos="800"/>
              </w:tabs>
              <w:jc w:val="both"/>
              <w:rPr>
                <w:ins w:id="1765" w:author="Author"/>
              </w:rPr>
            </w:pPr>
            <w:ins w:id="1766" w:author="Author">
              <w:r w:rsidRPr="00984807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5886E" w14:textId="77777777" w:rsidR="009713FD" w:rsidRPr="00984807" w:rsidRDefault="009713FD" w:rsidP="001A0DBC">
            <w:pPr>
              <w:pStyle w:val="tabletext11"/>
              <w:jc w:val="right"/>
              <w:rPr>
                <w:ins w:id="176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FDC60" w14:textId="77777777" w:rsidR="009713FD" w:rsidRPr="00984807" w:rsidRDefault="009713FD" w:rsidP="001A0DBC">
            <w:pPr>
              <w:pStyle w:val="tabletext11"/>
              <w:tabs>
                <w:tab w:val="decimal" w:pos="400"/>
              </w:tabs>
              <w:rPr>
                <w:ins w:id="1768" w:author="Author"/>
                <w:rFonts w:cs="Arial"/>
                <w:color w:val="000000"/>
                <w:szCs w:val="18"/>
              </w:rPr>
            </w:pPr>
            <w:ins w:id="1769" w:author="Author">
              <w:r w:rsidRPr="00984807">
                <w:rPr>
                  <w:rFonts w:cs="Arial"/>
                  <w:color w:val="000000"/>
                  <w:szCs w:val="18"/>
                </w:rPr>
                <w:t>377.21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5FE74" w14:textId="77777777" w:rsidR="009713FD" w:rsidRPr="00984807" w:rsidRDefault="009713FD" w:rsidP="001A0DBC">
            <w:pPr>
              <w:pStyle w:val="tabletext11"/>
              <w:jc w:val="right"/>
              <w:rPr>
                <w:ins w:id="177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F8F17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771" w:author="Author"/>
                <w:rFonts w:cs="Arial"/>
                <w:color w:val="000000"/>
                <w:szCs w:val="18"/>
              </w:rPr>
            </w:pPr>
            <w:ins w:id="1772" w:author="Author">
              <w:r w:rsidRPr="00984807">
                <w:rPr>
                  <w:rFonts w:cs="Arial"/>
                  <w:color w:val="000000"/>
                  <w:szCs w:val="18"/>
                </w:rPr>
                <w:t>250.08</w:t>
              </w:r>
            </w:ins>
          </w:p>
        </w:tc>
      </w:tr>
      <w:tr w:rsidR="009713FD" w:rsidRPr="00984807" w14:paraId="3DFDDE57" w14:textId="77777777" w:rsidTr="001A0DBC">
        <w:tblPrEx>
          <w:tblLook w:val="04A0" w:firstRow="1" w:lastRow="0" w:firstColumn="1" w:lastColumn="0" w:noHBand="0" w:noVBand="1"/>
        </w:tblPrEx>
        <w:trPr>
          <w:cantSplit/>
          <w:trHeight w:val="190"/>
          <w:ins w:id="1773" w:author="Author"/>
        </w:trPr>
        <w:tc>
          <w:tcPr>
            <w:tcW w:w="200" w:type="dxa"/>
          </w:tcPr>
          <w:p w14:paraId="7D0F4CD0" w14:textId="77777777" w:rsidR="009713FD" w:rsidRPr="00984807" w:rsidRDefault="009713FD" w:rsidP="001A0DBC">
            <w:pPr>
              <w:pStyle w:val="tabletext11"/>
              <w:rPr>
                <w:ins w:id="17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2B0FC" w14:textId="77777777" w:rsidR="009713FD" w:rsidRPr="00984807" w:rsidRDefault="009713FD" w:rsidP="001A0DBC">
            <w:pPr>
              <w:pStyle w:val="tabletext11"/>
              <w:jc w:val="center"/>
              <w:rPr>
                <w:ins w:id="177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4CA344" w14:textId="77777777" w:rsidR="009713FD" w:rsidRPr="00984807" w:rsidRDefault="009713FD" w:rsidP="001A0DBC">
            <w:pPr>
              <w:pStyle w:val="tabletext11"/>
              <w:tabs>
                <w:tab w:val="decimal" w:pos="800"/>
              </w:tabs>
              <w:jc w:val="both"/>
              <w:rPr>
                <w:ins w:id="1776" w:author="Author"/>
              </w:rPr>
            </w:pPr>
            <w:ins w:id="1777" w:author="Author">
              <w:r w:rsidRPr="00984807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03ADF" w14:textId="77777777" w:rsidR="009713FD" w:rsidRPr="00984807" w:rsidRDefault="009713FD" w:rsidP="001A0DBC">
            <w:pPr>
              <w:pStyle w:val="tabletext11"/>
              <w:jc w:val="right"/>
              <w:rPr>
                <w:ins w:id="177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F6EAD" w14:textId="77777777" w:rsidR="009713FD" w:rsidRPr="00984807" w:rsidRDefault="009713FD" w:rsidP="001A0DBC">
            <w:pPr>
              <w:pStyle w:val="tabletext11"/>
              <w:tabs>
                <w:tab w:val="decimal" w:pos="400"/>
              </w:tabs>
              <w:rPr>
                <w:ins w:id="1779" w:author="Author"/>
                <w:rFonts w:cs="Arial"/>
                <w:color w:val="000000"/>
                <w:szCs w:val="18"/>
              </w:rPr>
            </w:pPr>
            <w:ins w:id="1780" w:author="Author">
              <w:r w:rsidRPr="00984807">
                <w:rPr>
                  <w:rFonts w:cs="Arial"/>
                  <w:color w:val="000000"/>
                  <w:szCs w:val="18"/>
                </w:rPr>
                <w:t>420.49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C5D1BE" w14:textId="77777777" w:rsidR="009713FD" w:rsidRPr="00984807" w:rsidRDefault="009713FD" w:rsidP="001A0DBC">
            <w:pPr>
              <w:pStyle w:val="tabletext11"/>
              <w:jc w:val="right"/>
              <w:rPr>
                <w:ins w:id="178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0C3945" w14:textId="77777777" w:rsidR="009713FD" w:rsidRPr="00984807" w:rsidRDefault="009713FD" w:rsidP="001A0DBC">
            <w:pPr>
              <w:pStyle w:val="tabletext11"/>
              <w:tabs>
                <w:tab w:val="decimal" w:pos="430"/>
              </w:tabs>
              <w:rPr>
                <w:ins w:id="1782" w:author="Author"/>
                <w:rFonts w:cs="Arial"/>
                <w:color w:val="000000"/>
                <w:szCs w:val="18"/>
              </w:rPr>
            </w:pPr>
            <w:ins w:id="1783" w:author="Author">
              <w:r w:rsidRPr="00984807">
                <w:rPr>
                  <w:rFonts w:cs="Arial"/>
                  <w:color w:val="000000"/>
                  <w:szCs w:val="18"/>
                </w:rPr>
                <w:t>278.47</w:t>
              </w:r>
            </w:ins>
          </w:p>
        </w:tc>
      </w:tr>
    </w:tbl>
    <w:p w14:paraId="4F477404" w14:textId="77777777" w:rsidR="009713FD" w:rsidRPr="00984807" w:rsidRDefault="009713FD" w:rsidP="009713FD">
      <w:pPr>
        <w:pStyle w:val="tablecaption"/>
        <w:rPr>
          <w:ins w:id="1784" w:author="Author"/>
        </w:rPr>
      </w:pPr>
      <w:ins w:id="1785" w:author="Author">
        <w:r w:rsidRPr="00984807">
          <w:t>Table 297.B.3.a.(2)(LC) Split Limits Uninsured (Includes Underinsured) Motorists Bodily Injury Coverage Loss Costs</w:t>
        </w:r>
      </w:ins>
    </w:p>
    <w:p w14:paraId="033A9114" w14:textId="77777777" w:rsidR="009713FD" w:rsidRPr="00984807" w:rsidRDefault="009713FD" w:rsidP="009713FD">
      <w:pPr>
        <w:pStyle w:val="isonormal"/>
        <w:rPr>
          <w:ins w:id="1786" w:author="Author"/>
        </w:rPr>
      </w:pPr>
    </w:p>
    <w:p w14:paraId="78DC54A6" w14:textId="77777777" w:rsidR="009713FD" w:rsidRPr="00984807" w:rsidRDefault="009713FD" w:rsidP="009713FD">
      <w:pPr>
        <w:pStyle w:val="space8"/>
        <w:rPr>
          <w:ins w:id="1787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9713FD" w:rsidRPr="00984807" w14:paraId="4A388478" w14:textId="77777777" w:rsidTr="001A0DBC">
        <w:trPr>
          <w:trHeight w:val="190"/>
          <w:ins w:id="1788" w:author="Author"/>
        </w:trPr>
        <w:tc>
          <w:tcPr>
            <w:tcW w:w="210" w:type="dxa"/>
          </w:tcPr>
          <w:p w14:paraId="37A860D7" w14:textId="77777777" w:rsidR="009713FD" w:rsidRPr="00984807" w:rsidRDefault="009713FD" w:rsidP="001A0DBC">
            <w:pPr>
              <w:pStyle w:val="tablehead"/>
              <w:rPr>
                <w:ins w:id="1789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97DE50" w14:textId="77777777" w:rsidR="009713FD" w:rsidRPr="00984807" w:rsidRDefault="009713FD" w:rsidP="001A0DBC">
            <w:pPr>
              <w:pStyle w:val="tablehead"/>
              <w:rPr>
                <w:ins w:id="1790" w:author="Author"/>
              </w:rPr>
            </w:pPr>
            <w:ins w:id="1791" w:author="Author">
              <w:r w:rsidRPr="00984807">
                <w:t>Loss Cost</w:t>
              </w:r>
            </w:ins>
          </w:p>
        </w:tc>
      </w:tr>
      <w:tr w:rsidR="009713FD" w:rsidRPr="00984807" w14:paraId="488DF04C" w14:textId="77777777" w:rsidTr="001A0DBC">
        <w:trPr>
          <w:trHeight w:val="190"/>
          <w:ins w:id="1792" w:author="Author"/>
        </w:trPr>
        <w:tc>
          <w:tcPr>
            <w:tcW w:w="210" w:type="dxa"/>
          </w:tcPr>
          <w:p w14:paraId="753ECE86" w14:textId="77777777" w:rsidR="009713FD" w:rsidRPr="00984807" w:rsidRDefault="009713FD" w:rsidP="001A0DBC">
            <w:pPr>
              <w:pStyle w:val="tabletext11"/>
              <w:rPr>
                <w:ins w:id="1793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85F035" w14:textId="77777777" w:rsidR="009713FD" w:rsidRPr="00984807" w:rsidRDefault="009713FD" w:rsidP="001A0DBC">
            <w:pPr>
              <w:pStyle w:val="tabletext11"/>
              <w:jc w:val="right"/>
              <w:rPr>
                <w:ins w:id="1794" w:author="Author"/>
              </w:rPr>
            </w:pPr>
            <w:ins w:id="1795" w:author="Author">
              <w:r w:rsidRPr="00984807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5CC8BD" w14:textId="77777777" w:rsidR="009713FD" w:rsidRPr="00984807" w:rsidRDefault="009713FD" w:rsidP="001A0DBC">
            <w:pPr>
              <w:pStyle w:val="tabletext11"/>
              <w:tabs>
                <w:tab w:val="decimal" w:pos="130"/>
              </w:tabs>
              <w:rPr>
                <w:ins w:id="1796" w:author="Author"/>
              </w:rPr>
            </w:pPr>
            <w:ins w:id="1797" w:author="Author">
              <w:r w:rsidRPr="00984807">
                <w:rPr>
                  <w:noProof/>
                </w:rPr>
                <w:t>1.25</w:t>
              </w:r>
            </w:ins>
          </w:p>
        </w:tc>
      </w:tr>
    </w:tbl>
    <w:p w14:paraId="1D96294D" w14:textId="598E0F53" w:rsidR="009713FD" w:rsidRDefault="009713FD" w:rsidP="009713FD">
      <w:pPr>
        <w:pStyle w:val="tablecaption"/>
      </w:pPr>
      <w:ins w:id="1798" w:author="Author">
        <w:r w:rsidRPr="00984807">
          <w:t>Table 297.B.4.(LC) Individual Named Insured Loss Cost</w:t>
        </w:r>
      </w:ins>
    </w:p>
    <w:p w14:paraId="4CA7E3FA" w14:textId="77777777" w:rsidR="000E6823" w:rsidRPr="00947781" w:rsidDel="0061602A" w:rsidRDefault="000E6823" w:rsidP="0085321E">
      <w:pPr>
        <w:pStyle w:val="boxrule"/>
        <w:rPr>
          <w:del w:id="1799" w:author="Author"/>
        </w:rPr>
      </w:pPr>
      <w:r>
        <w:br w:type="page"/>
      </w:r>
      <w:del w:id="1800" w:author="Author">
        <w:r w:rsidRPr="00947781" w:rsidDel="0061602A">
          <w:lastRenderedPageBreak/>
          <w:delText>25.  PREMIUM DEVELOPMENT – ZONE-RATED AUTOS</w:delText>
        </w:r>
      </w:del>
    </w:p>
    <w:p w14:paraId="5FE1CF60" w14:textId="77777777" w:rsidR="000E6823" w:rsidRPr="00947781" w:rsidDel="0061602A" w:rsidRDefault="000E6823" w:rsidP="0085321E">
      <w:pPr>
        <w:pStyle w:val="isonormal"/>
        <w:suppressAutoHyphens/>
        <w:rPr>
          <w:del w:id="180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91"/>
        <w:gridCol w:w="1159"/>
        <w:gridCol w:w="760"/>
        <w:gridCol w:w="1090"/>
        <w:gridCol w:w="700"/>
        <w:gridCol w:w="1150"/>
        <w:gridCol w:w="700"/>
        <w:gridCol w:w="1150"/>
      </w:tblGrid>
      <w:tr w:rsidR="000E6823" w:rsidRPr="00947781" w:rsidDel="0061602A" w14:paraId="69916EC9" w14:textId="77777777" w:rsidTr="00664BF2">
        <w:trPr>
          <w:cantSplit/>
          <w:trHeight w:val="190"/>
          <w:del w:id="18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DD82BE" w14:textId="77777777" w:rsidR="000E6823" w:rsidRPr="00947781" w:rsidDel="0061602A" w:rsidRDefault="000E6823" w:rsidP="0085321E">
            <w:pPr>
              <w:pStyle w:val="tablehead"/>
              <w:suppressAutoHyphens/>
              <w:rPr>
                <w:del w:id="1803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DB04D" w14:textId="77777777" w:rsidR="000E6823" w:rsidRPr="00947781" w:rsidDel="0061602A" w:rsidRDefault="000E6823" w:rsidP="0085321E">
            <w:pPr>
              <w:pStyle w:val="tablehead"/>
              <w:suppressAutoHyphens/>
              <w:rPr>
                <w:del w:id="1804" w:author="Author"/>
              </w:rPr>
            </w:pPr>
            <w:del w:id="1805" w:author="Author">
              <w:r w:rsidRPr="00947781" w:rsidDel="0061602A">
                <w:delText>Zone-rating Table – Zone 41 (Mountain) Combinations</w:delText>
              </w:r>
            </w:del>
          </w:p>
        </w:tc>
      </w:tr>
      <w:tr w:rsidR="000E6823" w:rsidRPr="00947781" w:rsidDel="0061602A" w14:paraId="5452B58C" w14:textId="77777777" w:rsidTr="00664BF2">
        <w:trPr>
          <w:cantSplit/>
          <w:trHeight w:val="190"/>
          <w:del w:id="18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53F5C1" w14:textId="77777777" w:rsidR="000E6823" w:rsidRPr="00947781" w:rsidDel="0061602A" w:rsidRDefault="000E6823" w:rsidP="0085321E">
            <w:pPr>
              <w:pStyle w:val="tablehead"/>
              <w:suppressAutoHyphens/>
              <w:rPr>
                <w:del w:id="1807" w:author="Author"/>
              </w:rPr>
            </w:pPr>
            <w:del w:id="1808" w:author="Author">
              <w:r w:rsidRPr="00947781" w:rsidDel="0061602A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7B3B2" w14:textId="77777777" w:rsidR="000E6823" w:rsidRPr="00947781" w:rsidDel="0061602A" w:rsidRDefault="000E6823" w:rsidP="0085321E">
            <w:pPr>
              <w:pStyle w:val="tablehead"/>
              <w:suppressAutoHyphens/>
              <w:rPr>
                <w:del w:id="1809" w:author="Author"/>
              </w:rPr>
            </w:pPr>
            <w:del w:id="1810" w:author="Author">
              <w:r w:rsidRPr="00947781" w:rsidDel="0061602A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918C" w14:textId="77777777" w:rsidR="000E6823" w:rsidRPr="00947781" w:rsidDel="0061602A" w:rsidRDefault="000E6823" w:rsidP="0085321E">
            <w:pPr>
              <w:pStyle w:val="tablehead"/>
              <w:suppressAutoHyphens/>
              <w:rPr>
                <w:del w:id="1811" w:author="Author"/>
              </w:rPr>
            </w:pPr>
            <w:del w:id="1812" w:author="Author">
              <w:r w:rsidRPr="00947781" w:rsidDel="0061602A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D988E" w14:textId="77777777" w:rsidR="000E6823" w:rsidRPr="00947781" w:rsidDel="0061602A" w:rsidRDefault="000E6823" w:rsidP="0085321E">
            <w:pPr>
              <w:pStyle w:val="tablehead"/>
              <w:suppressAutoHyphens/>
              <w:rPr>
                <w:del w:id="1813" w:author="Author"/>
              </w:rPr>
            </w:pPr>
            <w:del w:id="1814" w:author="Author">
              <w:r w:rsidRPr="00947781" w:rsidDel="0061602A">
                <w:delText>$100,000</w:delText>
              </w:r>
              <w:r w:rsidRPr="00947781" w:rsidDel="0061602A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23A41" w14:textId="77777777" w:rsidR="000E6823" w:rsidRPr="00947781" w:rsidDel="0061602A" w:rsidRDefault="000E6823" w:rsidP="0085321E">
            <w:pPr>
              <w:pStyle w:val="tablehead"/>
              <w:suppressAutoHyphens/>
              <w:rPr>
                <w:del w:id="1815" w:author="Author"/>
              </w:rPr>
            </w:pPr>
            <w:del w:id="1816" w:author="Author">
              <w:r w:rsidRPr="00947781" w:rsidDel="0061602A">
                <w:delText>$500</w:delText>
              </w:r>
              <w:r w:rsidRPr="00947781" w:rsidDel="0061602A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1B212" w14:textId="77777777" w:rsidR="000E6823" w:rsidRPr="00947781" w:rsidDel="0061602A" w:rsidRDefault="000E6823" w:rsidP="0085321E">
            <w:pPr>
              <w:pStyle w:val="tablehead"/>
              <w:suppressAutoHyphens/>
              <w:rPr>
                <w:del w:id="1817" w:author="Author"/>
              </w:rPr>
            </w:pPr>
            <w:del w:id="1818" w:author="Author">
              <w:r w:rsidRPr="00947781" w:rsidDel="0061602A">
                <w:delText>$500 Deductible</w:delText>
              </w:r>
              <w:r w:rsidRPr="00947781" w:rsidDel="0061602A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3854" w14:textId="77777777" w:rsidR="000E6823" w:rsidRPr="00947781" w:rsidDel="0061602A" w:rsidRDefault="000E6823" w:rsidP="0085321E">
            <w:pPr>
              <w:pStyle w:val="tablehead"/>
              <w:suppressAutoHyphens/>
              <w:rPr>
                <w:del w:id="1819" w:author="Author"/>
              </w:rPr>
            </w:pPr>
            <w:del w:id="1820" w:author="Author">
              <w:r w:rsidRPr="00947781" w:rsidDel="0061602A">
                <w:delText>$500 Deductible</w:delText>
              </w:r>
              <w:r w:rsidRPr="00947781" w:rsidDel="0061602A">
                <w:br/>
                <w:delText>Comprehensive</w:delText>
              </w:r>
            </w:del>
          </w:p>
        </w:tc>
      </w:tr>
      <w:tr w:rsidR="000E6823" w:rsidRPr="00947781" w:rsidDel="0061602A" w14:paraId="66F112B0" w14:textId="77777777" w:rsidTr="00664BF2">
        <w:trPr>
          <w:cantSplit/>
          <w:trHeight w:val="190"/>
          <w:del w:id="18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0B9D3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38C4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823" w:author="Author"/>
              </w:rPr>
            </w:pPr>
            <w:del w:id="1824" w:author="Author">
              <w:r w:rsidRPr="00947781" w:rsidDel="0061602A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9A7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25" w:author="Author"/>
              </w:rPr>
            </w:pPr>
            <w:del w:id="1826" w:author="Author">
              <w:r w:rsidRPr="00947781" w:rsidDel="0061602A">
                <w:delText>Atlanta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3546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27" w:author="Author"/>
              </w:rPr>
            </w:pPr>
            <w:del w:id="1828" w:author="Author">
              <w:r w:rsidRPr="00947781" w:rsidDel="0061602A">
                <w:delText>$</w:delText>
              </w:r>
            </w:del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B8ABB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29" w:author="Author"/>
              </w:rPr>
            </w:pPr>
            <w:del w:id="183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1225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31" w:author="Author"/>
              </w:rPr>
            </w:pPr>
            <w:del w:id="1832" w:author="Author">
              <w:r w:rsidRPr="00947781" w:rsidDel="0061602A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0262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33" w:author="Author"/>
              </w:rPr>
            </w:pPr>
            <w:del w:id="183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53E6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35" w:author="Author"/>
              </w:rPr>
            </w:pPr>
            <w:del w:id="1836" w:author="Author">
              <w:r w:rsidRPr="00947781" w:rsidDel="0061602A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7B5C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37" w:author="Author"/>
              </w:rPr>
            </w:pPr>
            <w:del w:id="183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5949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39" w:author="Author"/>
              </w:rPr>
            </w:pPr>
            <w:del w:id="1840" w:author="Author">
              <w:r w:rsidRPr="00947781" w:rsidDel="0061602A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D35F0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41" w:author="Author"/>
              </w:rPr>
            </w:pPr>
            <w:del w:id="184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256F6D7D" w14:textId="77777777" w:rsidTr="00664BF2">
        <w:trPr>
          <w:cantSplit/>
          <w:trHeight w:val="190"/>
          <w:del w:id="18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66DBE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F1153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845" w:author="Author"/>
              </w:rPr>
            </w:pPr>
            <w:del w:id="1846" w:author="Author">
              <w:r w:rsidRPr="00947781" w:rsidDel="0061602A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85FE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47" w:author="Author"/>
              </w:rPr>
            </w:pPr>
            <w:del w:id="1848" w:author="Author">
              <w:r w:rsidRPr="00947781" w:rsidDel="0061602A">
                <w:delText>Baltimore/Washington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467C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4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E1A2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50" w:author="Author"/>
              </w:rPr>
            </w:pPr>
            <w:del w:id="185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D3FD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F75C3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53" w:author="Author"/>
              </w:rPr>
            </w:pPr>
            <w:del w:id="185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8C773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8661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56" w:author="Author"/>
              </w:rPr>
            </w:pPr>
            <w:del w:id="185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135A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D340F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59" w:author="Author"/>
              </w:rPr>
            </w:pPr>
            <w:del w:id="186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E6823" w:rsidRPr="00947781" w:rsidDel="0061602A" w14:paraId="298FA768" w14:textId="77777777" w:rsidTr="00664BF2">
        <w:trPr>
          <w:cantSplit/>
          <w:trHeight w:val="190"/>
          <w:del w:id="18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C82BA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E8373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863" w:author="Author"/>
              </w:rPr>
            </w:pPr>
            <w:del w:id="1864" w:author="Author">
              <w:r w:rsidRPr="00947781" w:rsidDel="0061602A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5A2F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65" w:author="Author"/>
              </w:rPr>
            </w:pPr>
            <w:del w:id="1866" w:author="Author">
              <w:r w:rsidRPr="00947781" w:rsidDel="0061602A">
                <w:delText>Boston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92BC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6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05F0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68" w:author="Author"/>
              </w:rPr>
            </w:pPr>
            <w:del w:id="186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AA08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5D472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71" w:author="Author"/>
              </w:rPr>
            </w:pPr>
            <w:del w:id="187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FF43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8D9A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74" w:author="Author"/>
              </w:rPr>
            </w:pPr>
            <w:del w:id="187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52457D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0AF3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77" w:author="Author"/>
              </w:rPr>
            </w:pPr>
            <w:del w:id="187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0E6823" w:rsidRPr="00947781" w:rsidDel="0061602A" w14:paraId="32837FE5" w14:textId="77777777" w:rsidTr="00664BF2">
        <w:trPr>
          <w:cantSplit/>
          <w:trHeight w:val="190"/>
          <w:del w:id="18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15F80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1EAE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881" w:author="Author"/>
              </w:rPr>
            </w:pPr>
            <w:del w:id="1882" w:author="Author">
              <w:r w:rsidRPr="00947781" w:rsidDel="0061602A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DF96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83" w:author="Author"/>
              </w:rPr>
            </w:pPr>
            <w:del w:id="1884" w:author="Author">
              <w:r w:rsidRPr="00947781" w:rsidDel="0061602A">
                <w:delText>Buffalo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4B95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8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77BDF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86" w:author="Author"/>
              </w:rPr>
            </w:pPr>
            <w:del w:id="188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F616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8A0D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89" w:author="Author"/>
              </w:rPr>
            </w:pPr>
            <w:del w:id="189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0FD5B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787E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92" w:author="Author"/>
              </w:rPr>
            </w:pPr>
            <w:del w:id="189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4A2D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8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9209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95" w:author="Author"/>
              </w:rPr>
            </w:pPr>
            <w:del w:id="189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E6823" w:rsidRPr="00947781" w:rsidDel="0061602A" w14:paraId="193A8F5D" w14:textId="77777777" w:rsidTr="00664BF2">
        <w:trPr>
          <w:cantSplit/>
          <w:trHeight w:val="190"/>
          <w:del w:id="18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CE3B8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8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5A85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899" w:author="Author"/>
              </w:rPr>
            </w:pPr>
            <w:del w:id="1900" w:author="Author">
              <w:r w:rsidRPr="00947781" w:rsidDel="0061602A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38E3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01" w:author="Author"/>
              </w:rPr>
            </w:pPr>
            <w:del w:id="1902" w:author="Author">
              <w:r w:rsidRPr="00947781" w:rsidDel="0061602A">
                <w:delText>Charlotte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47F9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0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40B8D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04" w:author="Author"/>
              </w:rPr>
            </w:pPr>
            <w:del w:id="190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003E9D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6EE87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07" w:author="Author"/>
              </w:rPr>
            </w:pPr>
            <w:del w:id="190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84E55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1E27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10" w:author="Author"/>
              </w:rPr>
            </w:pPr>
            <w:del w:id="191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99523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4966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13" w:author="Author"/>
              </w:rPr>
            </w:pPr>
            <w:del w:id="191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61EC3340" w14:textId="77777777" w:rsidTr="00664BF2">
        <w:trPr>
          <w:cantSplit/>
          <w:trHeight w:val="190"/>
          <w:del w:id="19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9AA11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42743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917" w:author="Author"/>
              </w:rPr>
            </w:pPr>
            <w:del w:id="1918" w:author="Author">
              <w:r w:rsidRPr="00947781" w:rsidDel="0061602A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F8B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19" w:author="Author"/>
              </w:rPr>
            </w:pPr>
            <w:del w:id="1920" w:author="Author">
              <w:r w:rsidRPr="00947781" w:rsidDel="0061602A">
                <w:delText>Chicago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BD02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2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E56F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22" w:author="Author"/>
              </w:rPr>
            </w:pPr>
            <w:del w:id="192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A3A6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FA65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25" w:author="Author"/>
              </w:rPr>
            </w:pPr>
            <w:del w:id="192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D031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B642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28" w:author="Author"/>
              </w:rPr>
            </w:pPr>
            <w:del w:id="192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D7F23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133530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31" w:author="Author"/>
              </w:rPr>
            </w:pPr>
            <w:del w:id="193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E6823" w:rsidRPr="00947781" w:rsidDel="0061602A" w14:paraId="59C4D6EF" w14:textId="77777777" w:rsidTr="00664BF2">
        <w:trPr>
          <w:cantSplit/>
          <w:trHeight w:val="190"/>
          <w:del w:id="19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76FCA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7B424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935" w:author="Author"/>
              </w:rPr>
            </w:pPr>
            <w:del w:id="1936" w:author="Author">
              <w:r w:rsidRPr="00947781" w:rsidDel="0061602A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68D4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37" w:author="Author"/>
              </w:rPr>
            </w:pPr>
            <w:del w:id="1938" w:author="Author">
              <w:r w:rsidRPr="00947781" w:rsidDel="0061602A">
                <w:delText>Cincinnati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6286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3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96BF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40" w:author="Author"/>
              </w:rPr>
            </w:pPr>
            <w:del w:id="194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B0779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8BBF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43" w:author="Author"/>
              </w:rPr>
            </w:pPr>
            <w:del w:id="194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80B47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985E7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46" w:author="Author"/>
              </w:rPr>
            </w:pPr>
            <w:del w:id="194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C291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71EE0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49" w:author="Author"/>
              </w:rPr>
            </w:pPr>
            <w:del w:id="195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E6823" w:rsidRPr="00947781" w:rsidDel="0061602A" w14:paraId="7762D23D" w14:textId="77777777" w:rsidTr="00664BF2">
        <w:trPr>
          <w:cantSplit/>
          <w:trHeight w:val="190"/>
          <w:del w:id="19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76739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DC08D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953" w:author="Author"/>
              </w:rPr>
            </w:pPr>
            <w:del w:id="1954" w:author="Author">
              <w:r w:rsidRPr="00947781" w:rsidDel="0061602A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0A06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55" w:author="Author"/>
              </w:rPr>
            </w:pPr>
            <w:del w:id="1956" w:author="Author">
              <w:r w:rsidRPr="00947781" w:rsidDel="0061602A">
                <w:delText>Cleveland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5D48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5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16FB5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58" w:author="Author"/>
              </w:rPr>
            </w:pPr>
            <w:del w:id="195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5DAB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4F76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61" w:author="Author"/>
              </w:rPr>
            </w:pPr>
            <w:del w:id="196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3D81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715D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64" w:author="Author"/>
              </w:rPr>
            </w:pPr>
            <w:del w:id="196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CFD1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6597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67" w:author="Author"/>
              </w:rPr>
            </w:pPr>
            <w:del w:id="196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E6823" w:rsidRPr="00947781" w:rsidDel="0061602A" w14:paraId="0027E399" w14:textId="77777777" w:rsidTr="00664BF2">
        <w:trPr>
          <w:cantSplit/>
          <w:trHeight w:val="190"/>
          <w:del w:id="19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286E5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EB789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971" w:author="Author"/>
              </w:rPr>
            </w:pPr>
            <w:del w:id="1972" w:author="Author">
              <w:r w:rsidRPr="00947781" w:rsidDel="0061602A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3BCC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73" w:author="Author"/>
              </w:rPr>
            </w:pPr>
            <w:del w:id="1974" w:author="Author">
              <w:r w:rsidRPr="00947781" w:rsidDel="0061602A">
                <w:delText>Dallas/Fort Worth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D754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7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A23D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76" w:author="Author"/>
              </w:rPr>
            </w:pPr>
            <w:del w:id="197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AD447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28A24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79" w:author="Author"/>
              </w:rPr>
            </w:pPr>
            <w:del w:id="198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78E0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1BBB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82" w:author="Author"/>
              </w:rPr>
            </w:pPr>
            <w:del w:id="198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CBA62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259B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85" w:author="Author"/>
              </w:rPr>
            </w:pPr>
            <w:del w:id="198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1B559CCE" w14:textId="77777777" w:rsidTr="00664BF2">
        <w:trPr>
          <w:cantSplit/>
          <w:trHeight w:val="190"/>
          <w:del w:id="19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53279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CE5A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1989" w:author="Author"/>
              </w:rPr>
            </w:pPr>
            <w:del w:id="1990" w:author="Author">
              <w:r w:rsidRPr="00947781" w:rsidDel="0061602A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316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91" w:author="Author"/>
              </w:rPr>
            </w:pPr>
            <w:del w:id="1992" w:author="Author">
              <w:r w:rsidRPr="00947781" w:rsidDel="0061602A">
                <w:delText>Denver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17516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9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5A9D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94" w:author="Author"/>
              </w:rPr>
            </w:pPr>
            <w:del w:id="199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D105E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B56B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1997" w:author="Author"/>
              </w:rPr>
            </w:pPr>
            <w:del w:id="199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B6DE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19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2DC5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00" w:author="Author"/>
              </w:rPr>
            </w:pPr>
            <w:del w:id="200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C487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4693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03" w:author="Author"/>
              </w:rPr>
            </w:pPr>
            <w:del w:id="200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0E6823" w:rsidRPr="00947781" w:rsidDel="0061602A" w14:paraId="65D4E4BE" w14:textId="77777777" w:rsidTr="00664BF2">
        <w:trPr>
          <w:cantSplit/>
          <w:trHeight w:val="190"/>
          <w:del w:id="20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6D504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E35B3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007" w:author="Author"/>
              </w:rPr>
            </w:pPr>
            <w:del w:id="2008" w:author="Author">
              <w:r w:rsidRPr="00947781" w:rsidDel="0061602A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ECF7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09" w:author="Author"/>
              </w:rPr>
            </w:pPr>
            <w:del w:id="2010" w:author="Author">
              <w:r w:rsidRPr="00947781" w:rsidDel="0061602A">
                <w:delText>Detroit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923D5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1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05DA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12" w:author="Author"/>
              </w:rPr>
            </w:pPr>
            <w:del w:id="201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576C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DAA97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15" w:author="Author"/>
              </w:rPr>
            </w:pPr>
            <w:del w:id="201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3960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FE1B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18" w:author="Author"/>
              </w:rPr>
            </w:pPr>
            <w:del w:id="201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3DCE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7EBAE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21" w:author="Author"/>
              </w:rPr>
            </w:pPr>
            <w:del w:id="202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E6823" w:rsidRPr="00947781" w:rsidDel="0061602A" w14:paraId="0C707E7F" w14:textId="77777777" w:rsidTr="00664BF2">
        <w:trPr>
          <w:cantSplit/>
          <w:trHeight w:val="190"/>
          <w:del w:id="20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58290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B1A35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025" w:author="Author"/>
              </w:rPr>
            </w:pPr>
            <w:del w:id="2026" w:author="Author">
              <w:r w:rsidRPr="00947781" w:rsidDel="0061602A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9383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27" w:author="Author"/>
              </w:rPr>
            </w:pPr>
            <w:del w:id="2028" w:author="Author">
              <w:r w:rsidRPr="00947781" w:rsidDel="0061602A">
                <w:delText>Hartford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EBBC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2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759D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30" w:author="Author"/>
              </w:rPr>
            </w:pPr>
            <w:del w:id="203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DCFE3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D284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33" w:author="Author"/>
              </w:rPr>
            </w:pPr>
            <w:del w:id="203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70274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0B58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36" w:author="Author"/>
              </w:rPr>
            </w:pPr>
            <w:del w:id="203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1B06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817A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39" w:author="Author"/>
              </w:rPr>
            </w:pPr>
            <w:del w:id="204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0E6823" w:rsidRPr="00947781" w:rsidDel="0061602A" w14:paraId="74B72419" w14:textId="77777777" w:rsidTr="00664BF2">
        <w:trPr>
          <w:cantSplit/>
          <w:trHeight w:val="190"/>
          <w:del w:id="20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B1884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60A32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043" w:author="Author"/>
              </w:rPr>
            </w:pPr>
            <w:del w:id="2044" w:author="Author">
              <w:r w:rsidRPr="00947781" w:rsidDel="0061602A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20A6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45" w:author="Author"/>
              </w:rPr>
            </w:pPr>
            <w:del w:id="2046" w:author="Author">
              <w:r w:rsidRPr="00947781" w:rsidDel="0061602A">
                <w:delText>Houston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D64DD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4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5EA8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48" w:author="Author"/>
              </w:rPr>
            </w:pPr>
            <w:del w:id="204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335C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1F87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51" w:author="Author"/>
              </w:rPr>
            </w:pPr>
            <w:del w:id="205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6C945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4518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54" w:author="Author"/>
              </w:rPr>
            </w:pPr>
            <w:del w:id="205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9873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5C9A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57" w:author="Author"/>
              </w:rPr>
            </w:pPr>
            <w:del w:id="205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421CE55D" w14:textId="77777777" w:rsidTr="00664BF2">
        <w:trPr>
          <w:cantSplit/>
          <w:trHeight w:val="190"/>
          <w:del w:id="20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F0D81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E60FE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061" w:author="Author"/>
              </w:rPr>
            </w:pPr>
            <w:del w:id="2062" w:author="Author">
              <w:r w:rsidRPr="00947781" w:rsidDel="0061602A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BAF1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63" w:author="Author"/>
              </w:rPr>
            </w:pPr>
            <w:del w:id="2064" w:author="Author">
              <w:r w:rsidRPr="00947781" w:rsidDel="0061602A">
                <w:delText>Indianapolis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77DAE5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6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5541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66" w:author="Author"/>
              </w:rPr>
            </w:pPr>
            <w:del w:id="206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8BCF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6472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69" w:author="Author"/>
              </w:rPr>
            </w:pPr>
            <w:del w:id="207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6504A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6F5D5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72" w:author="Author"/>
              </w:rPr>
            </w:pPr>
            <w:del w:id="207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BDB8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24BA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75" w:author="Author"/>
              </w:rPr>
            </w:pPr>
            <w:del w:id="207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E6823" w:rsidRPr="00947781" w:rsidDel="0061602A" w14:paraId="02334923" w14:textId="77777777" w:rsidTr="00664BF2">
        <w:trPr>
          <w:cantSplit/>
          <w:trHeight w:val="190"/>
          <w:del w:id="20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97F44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48CB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079" w:author="Author"/>
              </w:rPr>
            </w:pPr>
            <w:del w:id="2080" w:author="Author">
              <w:r w:rsidRPr="00947781" w:rsidDel="0061602A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F4BC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81" w:author="Author"/>
              </w:rPr>
            </w:pPr>
            <w:del w:id="2082" w:author="Author">
              <w:r w:rsidRPr="00947781" w:rsidDel="0061602A">
                <w:delText>Jacksonville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B7F7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8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6C90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84" w:author="Author"/>
              </w:rPr>
            </w:pPr>
            <w:del w:id="208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B23F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F1EC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87" w:author="Author"/>
              </w:rPr>
            </w:pPr>
            <w:del w:id="208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CC20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0BC16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90" w:author="Author"/>
              </w:rPr>
            </w:pPr>
            <w:del w:id="209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6B3C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0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BB7B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93" w:author="Author"/>
              </w:rPr>
            </w:pPr>
            <w:del w:id="209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238065C3" w14:textId="77777777" w:rsidTr="00664BF2">
        <w:trPr>
          <w:cantSplit/>
          <w:trHeight w:val="190"/>
          <w:del w:id="20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8987E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F67A3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097" w:author="Author"/>
              </w:rPr>
            </w:pPr>
            <w:del w:id="2098" w:author="Author">
              <w:r w:rsidRPr="00947781" w:rsidDel="0061602A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7A3F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099" w:author="Author"/>
              </w:rPr>
            </w:pPr>
            <w:del w:id="2100" w:author="Author">
              <w:r w:rsidRPr="00947781" w:rsidDel="0061602A">
                <w:delText>Kansas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9D11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0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77B3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02" w:author="Author"/>
              </w:rPr>
            </w:pPr>
            <w:del w:id="210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E72E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AC8C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05" w:author="Author"/>
              </w:rPr>
            </w:pPr>
            <w:del w:id="210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66C3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24A9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08" w:author="Author"/>
              </w:rPr>
            </w:pPr>
            <w:del w:id="210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4E0D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3863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11" w:author="Author"/>
              </w:rPr>
            </w:pPr>
            <w:del w:id="211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E6823" w:rsidRPr="00947781" w:rsidDel="0061602A" w14:paraId="4CDC572E" w14:textId="77777777" w:rsidTr="00664BF2">
        <w:trPr>
          <w:cantSplit/>
          <w:trHeight w:val="190"/>
          <w:del w:id="21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CCC0D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E80CC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115" w:author="Author"/>
              </w:rPr>
            </w:pPr>
            <w:del w:id="2116" w:author="Author">
              <w:r w:rsidRPr="00947781" w:rsidDel="0061602A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FEEA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17" w:author="Author"/>
              </w:rPr>
            </w:pPr>
            <w:del w:id="2118" w:author="Author">
              <w:r w:rsidRPr="00947781" w:rsidDel="0061602A">
                <w:delText>Little Rock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3164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1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1B19E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20" w:author="Author"/>
              </w:rPr>
            </w:pPr>
            <w:del w:id="212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CB663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ADD22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23" w:author="Author"/>
              </w:rPr>
            </w:pPr>
            <w:del w:id="212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3E20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2374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26" w:author="Author"/>
              </w:rPr>
            </w:pPr>
            <w:del w:id="212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F5C76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AE12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29" w:author="Author"/>
              </w:rPr>
            </w:pPr>
            <w:del w:id="213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7C961532" w14:textId="77777777" w:rsidTr="00664BF2">
        <w:trPr>
          <w:cantSplit/>
          <w:trHeight w:val="190"/>
          <w:del w:id="21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095A9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8615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133" w:author="Author"/>
              </w:rPr>
            </w:pPr>
            <w:del w:id="2134" w:author="Author">
              <w:r w:rsidRPr="00947781" w:rsidDel="0061602A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5C00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35" w:author="Author"/>
              </w:rPr>
            </w:pPr>
            <w:del w:id="2136" w:author="Author">
              <w:r w:rsidRPr="00947781" w:rsidDel="0061602A">
                <w:delText>Los Angeles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B5863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3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9ED20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38" w:author="Author"/>
              </w:rPr>
            </w:pPr>
            <w:del w:id="213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AD0F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FAD1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41" w:author="Author"/>
              </w:rPr>
            </w:pPr>
            <w:del w:id="214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0DE1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601A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44" w:author="Author"/>
              </w:rPr>
            </w:pPr>
            <w:del w:id="214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A854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B83A00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47" w:author="Author"/>
              </w:rPr>
            </w:pPr>
            <w:del w:id="214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0E6823" w:rsidRPr="00947781" w:rsidDel="0061602A" w14:paraId="0940B3D4" w14:textId="77777777" w:rsidTr="00664BF2">
        <w:trPr>
          <w:cantSplit/>
          <w:trHeight w:val="190"/>
          <w:del w:id="21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B8217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A746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151" w:author="Author"/>
              </w:rPr>
            </w:pPr>
            <w:del w:id="2152" w:author="Author">
              <w:r w:rsidRPr="00947781" w:rsidDel="0061602A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6087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53" w:author="Author"/>
              </w:rPr>
            </w:pPr>
            <w:del w:id="2154" w:author="Author">
              <w:r w:rsidRPr="00947781" w:rsidDel="0061602A">
                <w:delText>Louisville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0780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5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89AF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56" w:author="Author"/>
              </w:rPr>
            </w:pPr>
            <w:del w:id="215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8E2FC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BBFA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59" w:author="Author"/>
              </w:rPr>
            </w:pPr>
            <w:del w:id="216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46C1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49DC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62" w:author="Author"/>
              </w:rPr>
            </w:pPr>
            <w:del w:id="216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6B8A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7EB0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65" w:author="Author"/>
              </w:rPr>
            </w:pPr>
            <w:del w:id="216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0E6823" w:rsidRPr="00947781" w:rsidDel="0061602A" w14:paraId="42915812" w14:textId="77777777" w:rsidTr="00664BF2">
        <w:trPr>
          <w:cantSplit/>
          <w:trHeight w:val="190"/>
          <w:del w:id="21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3F93B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2F387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169" w:author="Author"/>
              </w:rPr>
            </w:pPr>
            <w:del w:id="2170" w:author="Author">
              <w:r w:rsidRPr="00947781" w:rsidDel="0061602A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55B4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71" w:author="Author"/>
              </w:rPr>
            </w:pPr>
            <w:del w:id="2172" w:author="Author">
              <w:r w:rsidRPr="00947781" w:rsidDel="0061602A">
                <w:delText>Memphis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BBFC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7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A3C5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74" w:author="Author"/>
              </w:rPr>
            </w:pPr>
            <w:del w:id="217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9D52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2590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77" w:author="Author"/>
              </w:rPr>
            </w:pPr>
            <w:del w:id="217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E8663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64ED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80" w:author="Author"/>
              </w:rPr>
            </w:pPr>
            <w:del w:id="218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5A935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48F7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83" w:author="Author"/>
              </w:rPr>
            </w:pPr>
            <w:del w:id="218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0E6823" w:rsidRPr="00947781" w:rsidDel="0061602A" w14:paraId="16D167A4" w14:textId="77777777" w:rsidTr="00664BF2">
        <w:trPr>
          <w:cantSplit/>
          <w:trHeight w:val="190"/>
          <w:del w:id="21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EC841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CF6D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187" w:author="Author"/>
              </w:rPr>
            </w:pPr>
            <w:del w:id="2188" w:author="Author">
              <w:r w:rsidRPr="00947781" w:rsidDel="0061602A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9727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89" w:author="Author"/>
              </w:rPr>
            </w:pPr>
            <w:del w:id="2190" w:author="Author">
              <w:r w:rsidRPr="00947781" w:rsidDel="0061602A">
                <w:delText>Miami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958C3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9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EEB4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92" w:author="Author"/>
              </w:rPr>
            </w:pPr>
            <w:del w:id="219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51D1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9154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95" w:author="Author"/>
              </w:rPr>
            </w:pPr>
            <w:del w:id="219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31C3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1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D48E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198" w:author="Author"/>
              </w:rPr>
            </w:pPr>
            <w:del w:id="219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51F21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092E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01" w:author="Author"/>
              </w:rPr>
            </w:pPr>
            <w:del w:id="220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7DC1DE7F" w14:textId="77777777" w:rsidTr="00664BF2">
        <w:trPr>
          <w:cantSplit/>
          <w:trHeight w:val="190"/>
          <w:del w:id="22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81B460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1B0BF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205" w:author="Author"/>
              </w:rPr>
            </w:pPr>
            <w:del w:id="2206" w:author="Author">
              <w:r w:rsidRPr="00947781" w:rsidDel="0061602A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6828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07" w:author="Author"/>
              </w:rPr>
            </w:pPr>
            <w:del w:id="2208" w:author="Author">
              <w:r w:rsidRPr="00947781" w:rsidDel="0061602A">
                <w:delText>Milwaukee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B3C0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0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5ACC7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10" w:author="Author"/>
              </w:rPr>
            </w:pPr>
            <w:del w:id="221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27E4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2E7C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13" w:author="Author"/>
              </w:rPr>
            </w:pPr>
            <w:del w:id="221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24E15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A231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16" w:author="Author"/>
              </w:rPr>
            </w:pPr>
            <w:del w:id="221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F2052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D49B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19" w:author="Author"/>
              </w:rPr>
            </w:pPr>
            <w:del w:id="222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E6823" w:rsidRPr="00947781" w:rsidDel="0061602A" w14:paraId="10632E94" w14:textId="77777777" w:rsidTr="00664BF2">
        <w:trPr>
          <w:cantSplit/>
          <w:trHeight w:val="190"/>
          <w:del w:id="22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81B95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09E6B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223" w:author="Author"/>
              </w:rPr>
            </w:pPr>
            <w:del w:id="2224" w:author="Author">
              <w:r w:rsidRPr="00947781" w:rsidDel="0061602A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37D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25" w:author="Author"/>
              </w:rPr>
            </w:pPr>
            <w:del w:id="2226" w:author="Author">
              <w:r w:rsidRPr="00947781" w:rsidDel="0061602A">
                <w:delText>Minneapolis/St. Paul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D7CE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2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ACF060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28" w:author="Author"/>
              </w:rPr>
            </w:pPr>
            <w:del w:id="222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E598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D9B4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31" w:author="Author"/>
              </w:rPr>
            </w:pPr>
            <w:del w:id="223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A1F8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91F4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34" w:author="Author"/>
              </w:rPr>
            </w:pPr>
            <w:del w:id="223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152A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C1660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37" w:author="Author"/>
              </w:rPr>
            </w:pPr>
            <w:del w:id="223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E6823" w:rsidRPr="00947781" w:rsidDel="0061602A" w14:paraId="2B455052" w14:textId="77777777" w:rsidTr="00664BF2">
        <w:trPr>
          <w:cantSplit/>
          <w:trHeight w:val="190"/>
          <w:del w:id="22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FEA51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0BF46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241" w:author="Author"/>
              </w:rPr>
            </w:pPr>
            <w:del w:id="2242" w:author="Author">
              <w:r w:rsidRPr="00947781" w:rsidDel="0061602A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985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43" w:author="Author"/>
              </w:rPr>
            </w:pPr>
            <w:del w:id="2244" w:author="Author">
              <w:r w:rsidRPr="00947781" w:rsidDel="0061602A">
                <w:delText>Nashville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E9553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4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35D9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46" w:author="Author"/>
              </w:rPr>
            </w:pPr>
            <w:del w:id="224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9DB1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C709F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49" w:author="Author"/>
              </w:rPr>
            </w:pPr>
            <w:del w:id="225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D58E2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BAAD0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52" w:author="Author"/>
              </w:rPr>
            </w:pPr>
            <w:del w:id="225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DD1D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82A8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55" w:author="Author"/>
              </w:rPr>
            </w:pPr>
            <w:del w:id="225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0E6823" w:rsidRPr="00947781" w:rsidDel="0061602A" w14:paraId="0C87CDEC" w14:textId="77777777" w:rsidTr="00664BF2">
        <w:trPr>
          <w:cantSplit/>
          <w:trHeight w:val="190"/>
          <w:del w:id="22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271F40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69C57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259" w:author="Author"/>
              </w:rPr>
            </w:pPr>
            <w:del w:id="2260" w:author="Author">
              <w:r w:rsidRPr="00947781" w:rsidDel="0061602A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8710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61" w:author="Author"/>
              </w:rPr>
            </w:pPr>
            <w:del w:id="2262" w:author="Author">
              <w:r w:rsidRPr="00947781" w:rsidDel="0061602A">
                <w:delText>New Orleans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4CE9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6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6734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64" w:author="Author"/>
              </w:rPr>
            </w:pPr>
            <w:del w:id="226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122A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B372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67" w:author="Author"/>
              </w:rPr>
            </w:pPr>
            <w:del w:id="226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074A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80EC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70" w:author="Author"/>
              </w:rPr>
            </w:pPr>
            <w:del w:id="227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B8F2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0BBF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73" w:author="Author"/>
              </w:rPr>
            </w:pPr>
            <w:del w:id="227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0E6823" w:rsidRPr="00947781" w:rsidDel="0061602A" w14:paraId="69941070" w14:textId="77777777" w:rsidTr="00664BF2">
        <w:trPr>
          <w:cantSplit/>
          <w:trHeight w:val="190"/>
          <w:del w:id="22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F38C6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D678A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277" w:author="Author"/>
              </w:rPr>
            </w:pPr>
            <w:del w:id="2278" w:author="Author">
              <w:r w:rsidRPr="00947781" w:rsidDel="0061602A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9EE1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79" w:author="Author"/>
              </w:rPr>
            </w:pPr>
            <w:del w:id="2280" w:author="Author">
              <w:r w:rsidRPr="00947781" w:rsidDel="0061602A">
                <w:delText>New York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0348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8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C447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82" w:author="Author"/>
              </w:rPr>
            </w:pPr>
            <w:del w:id="228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C254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F377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85" w:author="Author"/>
              </w:rPr>
            </w:pPr>
            <w:del w:id="228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0F90D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3A8C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88" w:author="Author"/>
              </w:rPr>
            </w:pPr>
            <w:del w:id="228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F7226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2B060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91" w:author="Author"/>
              </w:rPr>
            </w:pPr>
            <w:del w:id="229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E6823" w:rsidRPr="00947781" w:rsidDel="0061602A" w14:paraId="11FADF8C" w14:textId="77777777" w:rsidTr="00664BF2">
        <w:trPr>
          <w:cantSplit/>
          <w:trHeight w:val="190"/>
          <w:del w:id="22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47923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16004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295" w:author="Author"/>
              </w:rPr>
            </w:pPr>
            <w:del w:id="2296" w:author="Author">
              <w:r w:rsidRPr="00947781" w:rsidDel="0061602A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D1BB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297" w:author="Author"/>
              </w:rPr>
            </w:pPr>
            <w:del w:id="2298" w:author="Author">
              <w:r w:rsidRPr="00947781" w:rsidDel="0061602A">
                <w:delText>Oklahoma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C55E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29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766E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00" w:author="Author"/>
              </w:rPr>
            </w:pPr>
            <w:del w:id="230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2FD9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8402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03" w:author="Author"/>
              </w:rPr>
            </w:pPr>
            <w:del w:id="230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138D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F27F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06" w:author="Author"/>
              </w:rPr>
            </w:pPr>
            <w:del w:id="230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CF29D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4609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09" w:author="Author"/>
              </w:rPr>
            </w:pPr>
            <w:del w:id="231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2256D3BF" w14:textId="77777777" w:rsidTr="00664BF2">
        <w:trPr>
          <w:cantSplit/>
          <w:trHeight w:val="190"/>
          <w:del w:id="23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5EAB0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48CC7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313" w:author="Author"/>
              </w:rPr>
            </w:pPr>
            <w:del w:id="2314" w:author="Author">
              <w:r w:rsidRPr="00947781" w:rsidDel="0061602A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9889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15" w:author="Author"/>
              </w:rPr>
            </w:pPr>
            <w:del w:id="2316" w:author="Author">
              <w:r w:rsidRPr="00947781" w:rsidDel="0061602A">
                <w:delText>Omaha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9913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1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604E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18" w:author="Author"/>
              </w:rPr>
            </w:pPr>
            <w:del w:id="231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7557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72CA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21" w:author="Author"/>
              </w:rPr>
            </w:pPr>
            <w:del w:id="232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4985E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3747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24" w:author="Author"/>
              </w:rPr>
            </w:pPr>
            <w:del w:id="232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8E3B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5749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27" w:author="Author"/>
              </w:rPr>
            </w:pPr>
            <w:del w:id="232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E6823" w:rsidRPr="00947781" w:rsidDel="0061602A" w14:paraId="071A399C" w14:textId="77777777" w:rsidTr="00664BF2">
        <w:trPr>
          <w:cantSplit/>
          <w:trHeight w:val="190"/>
          <w:del w:id="2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0608C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B6B39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331" w:author="Author"/>
              </w:rPr>
            </w:pPr>
            <w:del w:id="2332" w:author="Author">
              <w:r w:rsidRPr="00947781" w:rsidDel="0061602A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34B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33" w:author="Author"/>
              </w:rPr>
            </w:pPr>
            <w:del w:id="2334" w:author="Author">
              <w:r w:rsidRPr="00947781" w:rsidDel="0061602A">
                <w:delText>Phoenix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BFD23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3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B0B7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36" w:author="Author"/>
              </w:rPr>
            </w:pPr>
            <w:del w:id="233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62E53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FF351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39" w:author="Author"/>
              </w:rPr>
            </w:pPr>
            <w:del w:id="234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44DE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4C961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42" w:author="Author"/>
              </w:rPr>
            </w:pPr>
            <w:del w:id="234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7CD9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7321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45" w:author="Author"/>
              </w:rPr>
            </w:pPr>
            <w:del w:id="234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0E6823" w:rsidRPr="00947781" w:rsidDel="0061602A" w14:paraId="3F2C3CE3" w14:textId="77777777" w:rsidTr="00664BF2">
        <w:trPr>
          <w:cantSplit/>
          <w:trHeight w:val="190"/>
          <w:del w:id="23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20DC8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A06FB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349" w:author="Author"/>
              </w:rPr>
            </w:pPr>
            <w:del w:id="2350" w:author="Author">
              <w:r w:rsidRPr="00947781" w:rsidDel="0061602A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AAB6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51" w:author="Author"/>
              </w:rPr>
            </w:pPr>
            <w:del w:id="2352" w:author="Author">
              <w:r w:rsidRPr="00947781" w:rsidDel="0061602A">
                <w:delText>Philadelphia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DFDD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5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0B54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54" w:author="Author"/>
              </w:rPr>
            </w:pPr>
            <w:del w:id="235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B7C5F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1F4F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57" w:author="Author"/>
              </w:rPr>
            </w:pPr>
            <w:del w:id="235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8F5A9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93D2F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60" w:author="Author"/>
              </w:rPr>
            </w:pPr>
            <w:del w:id="236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10FB5D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7EA1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63" w:author="Author"/>
              </w:rPr>
            </w:pPr>
            <w:del w:id="236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E6823" w:rsidRPr="00947781" w:rsidDel="0061602A" w14:paraId="15EDA5AB" w14:textId="77777777" w:rsidTr="00664BF2">
        <w:trPr>
          <w:cantSplit/>
          <w:trHeight w:val="190"/>
          <w:del w:id="23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28A3B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D4F63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367" w:author="Author"/>
              </w:rPr>
            </w:pPr>
            <w:del w:id="2368" w:author="Author">
              <w:r w:rsidRPr="00947781" w:rsidDel="0061602A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73B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69" w:author="Author"/>
              </w:rPr>
            </w:pPr>
            <w:del w:id="2370" w:author="Author">
              <w:r w:rsidRPr="00947781" w:rsidDel="0061602A">
                <w:delText>Pittsburgh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3ED5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7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591C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72" w:author="Author"/>
              </w:rPr>
            </w:pPr>
            <w:del w:id="237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65CD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488A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75" w:author="Author"/>
              </w:rPr>
            </w:pPr>
            <w:del w:id="237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B8C1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4A403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78" w:author="Author"/>
              </w:rPr>
            </w:pPr>
            <w:del w:id="237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F8E5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3CD0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81" w:author="Author"/>
              </w:rPr>
            </w:pPr>
            <w:del w:id="238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E6823" w:rsidRPr="00947781" w:rsidDel="0061602A" w14:paraId="0FDF0373" w14:textId="77777777" w:rsidTr="00664BF2">
        <w:trPr>
          <w:cantSplit/>
          <w:trHeight w:val="190"/>
          <w:del w:id="23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F94AF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DC842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385" w:author="Author"/>
              </w:rPr>
            </w:pPr>
            <w:del w:id="2386" w:author="Author">
              <w:r w:rsidRPr="00947781" w:rsidDel="0061602A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86B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87" w:author="Author"/>
              </w:rPr>
            </w:pPr>
            <w:del w:id="2388" w:author="Author">
              <w:r w:rsidRPr="00947781" w:rsidDel="0061602A">
                <w:delText>Portland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4BBF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8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C20B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90" w:author="Author"/>
              </w:rPr>
            </w:pPr>
            <w:del w:id="239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FF47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2F10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93" w:author="Author"/>
              </w:rPr>
            </w:pPr>
            <w:del w:id="239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51A9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A018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96" w:author="Author"/>
              </w:rPr>
            </w:pPr>
            <w:del w:id="239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9566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3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3CC3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399" w:author="Author"/>
              </w:rPr>
            </w:pPr>
            <w:del w:id="240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0E6823" w:rsidRPr="00947781" w:rsidDel="0061602A" w14:paraId="18CA3133" w14:textId="77777777" w:rsidTr="00664BF2">
        <w:trPr>
          <w:cantSplit/>
          <w:trHeight w:val="190"/>
          <w:del w:id="24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940AB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D3587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403" w:author="Author"/>
              </w:rPr>
            </w:pPr>
            <w:del w:id="2404" w:author="Author">
              <w:r w:rsidRPr="00947781" w:rsidDel="0061602A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B447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05" w:author="Author"/>
              </w:rPr>
            </w:pPr>
            <w:del w:id="2406" w:author="Author">
              <w:r w:rsidRPr="00947781" w:rsidDel="0061602A">
                <w:delText>Richmond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FAEC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0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0DEA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08" w:author="Author"/>
              </w:rPr>
            </w:pPr>
            <w:del w:id="240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BC9F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02C9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11" w:author="Author"/>
              </w:rPr>
            </w:pPr>
            <w:del w:id="241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BCCF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1E77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14" w:author="Author"/>
              </w:rPr>
            </w:pPr>
            <w:del w:id="241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A40C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A4367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17" w:author="Author"/>
              </w:rPr>
            </w:pPr>
            <w:del w:id="241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3AE22D66" w14:textId="77777777" w:rsidTr="00664BF2">
        <w:trPr>
          <w:cantSplit/>
          <w:trHeight w:val="190"/>
          <w:del w:id="2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CE2D5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D7AAE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421" w:author="Author"/>
              </w:rPr>
            </w:pPr>
            <w:del w:id="2422" w:author="Author">
              <w:r w:rsidRPr="00947781" w:rsidDel="0061602A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418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23" w:author="Author"/>
              </w:rPr>
            </w:pPr>
            <w:del w:id="2424" w:author="Author">
              <w:r w:rsidRPr="00947781" w:rsidDel="0061602A">
                <w:delText>St. Louis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6832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2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E14D8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26" w:author="Author"/>
              </w:rPr>
            </w:pPr>
            <w:del w:id="242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8D57D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3104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29" w:author="Author"/>
              </w:rPr>
            </w:pPr>
            <w:del w:id="243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33A3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7C6CE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32" w:author="Author"/>
              </w:rPr>
            </w:pPr>
            <w:del w:id="243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B94FD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FA67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35" w:author="Author"/>
              </w:rPr>
            </w:pPr>
            <w:del w:id="243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E6823" w:rsidRPr="00947781" w:rsidDel="0061602A" w14:paraId="4BEBBB91" w14:textId="77777777" w:rsidTr="00664BF2">
        <w:trPr>
          <w:cantSplit/>
          <w:trHeight w:val="190"/>
          <w:del w:id="24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F479C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1557B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439" w:author="Author"/>
              </w:rPr>
            </w:pPr>
            <w:del w:id="2440" w:author="Author">
              <w:r w:rsidRPr="00947781" w:rsidDel="0061602A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94FB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41" w:author="Author"/>
              </w:rPr>
            </w:pPr>
            <w:del w:id="2442" w:author="Author">
              <w:r w:rsidRPr="00947781" w:rsidDel="0061602A">
                <w:delText>Salt Lake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4C97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4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1E93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44" w:author="Author"/>
              </w:rPr>
            </w:pPr>
            <w:del w:id="244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BEC8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D7D7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47" w:author="Author"/>
              </w:rPr>
            </w:pPr>
            <w:del w:id="244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3EFB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300815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50" w:author="Author"/>
              </w:rPr>
            </w:pPr>
            <w:del w:id="245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30E3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4D56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53" w:author="Author"/>
              </w:rPr>
            </w:pPr>
            <w:del w:id="245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0E6823" w:rsidRPr="00947781" w:rsidDel="0061602A" w14:paraId="45A0788F" w14:textId="77777777" w:rsidTr="00664BF2">
        <w:trPr>
          <w:cantSplit/>
          <w:trHeight w:val="190"/>
          <w:del w:id="24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8779E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D412E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457" w:author="Author"/>
              </w:rPr>
            </w:pPr>
            <w:del w:id="2458" w:author="Author">
              <w:r w:rsidRPr="00947781" w:rsidDel="0061602A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A518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59" w:author="Author"/>
              </w:rPr>
            </w:pPr>
            <w:del w:id="2460" w:author="Author">
              <w:r w:rsidRPr="00947781" w:rsidDel="0061602A">
                <w:delText>San Francisco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5D33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6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51A3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62" w:author="Author"/>
              </w:rPr>
            </w:pPr>
            <w:del w:id="246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FC322F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E0C5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65" w:author="Author"/>
              </w:rPr>
            </w:pPr>
            <w:del w:id="246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CD3D1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CF45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68" w:author="Author"/>
              </w:rPr>
            </w:pPr>
            <w:del w:id="246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5AF4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2075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71" w:author="Author"/>
              </w:rPr>
            </w:pPr>
            <w:del w:id="247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0E6823" w:rsidRPr="00947781" w:rsidDel="0061602A" w14:paraId="47E0110B" w14:textId="77777777" w:rsidTr="00664BF2">
        <w:trPr>
          <w:cantSplit/>
          <w:trHeight w:val="190"/>
          <w:del w:id="24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3DEBA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5459F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475" w:author="Author"/>
              </w:rPr>
            </w:pPr>
            <w:del w:id="2476" w:author="Author">
              <w:r w:rsidRPr="00947781" w:rsidDel="0061602A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CBF3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77" w:author="Author"/>
              </w:rPr>
            </w:pPr>
            <w:del w:id="2478" w:author="Author">
              <w:r w:rsidRPr="00947781" w:rsidDel="0061602A">
                <w:delText>Tulsa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CFEA95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7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6734E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80" w:author="Author"/>
              </w:rPr>
            </w:pPr>
            <w:del w:id="248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5C63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729B6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83" w:author="Author"/>
              </w:rPr>
            </w:pPr>
            <w:del w:id="248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F98E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59A66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86" w:author="Author"/>
              </w:rPr>
            </w:pPr>
            <w:del w:id="248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1275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E11D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89" w:author="Author"/>
              </w:rPr>
            </w:pPr>
            <w:del w:id="249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E6823" w:rsidRPr="00947781" w:rsidDel="0061602A" w14:paraId="0CA1379A" w14:textId="77777777" w:rsidTr="00664BF2">
        <w:trPr>
          <w:cantSplit/>
          <w:trHeight w:val="190"/>
          <w:del w:id="24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FAB0F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3784E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493" w:author="Author"/>
              </w:rPr>
            </w:pPr>
            <w:del w:id="2494" w:author="Author">
              <w:r w:rsidRPr="00947781" w:rsidDel="0061602A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AFEF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95" w:author="Author"/>
              </w:rPr>
            </w:pPr>
            <w:del w:id="2496" w:author="Author">
              <w:r w:rsidRPr="00947781" w:rsidDel="0061602A">
                <w:delText>Pacific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3E6C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49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A329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498" w:author="Author"/>
              </w:rPr>
            </w:pPr>
            <w:del w:id="249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2587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3DCD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B117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01" w:author="Author"/>
              </w:rPr>
            </w:pPr>
            <w:del w:id="250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A2DB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9A33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04" w:author="Author"/>
              </w:rPr>
            </w:pPr>
            <w:del w:id="250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87DD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014F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07" w:author="Author"/>
              </w:rPr>
            </w:pPr>
            <w:del w:id="250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282</w:delText>
              </w:r>
            </w:del>
          </w:p>
        </w:tc>
      </w:tr>
      <w:tr w:rsidR="000E6823" w:rsidRPr="00947781" w:rsidDel="0061602A" w14:paraId="7053AB36" w14:textId="77777777" w:rsidTr="00664BF2">
        <w:trPr>
          <w:cantSplit/>
          <w:trHeight w:val="190"/>
          <w:del w:id="25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DEC9B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4E5D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511" w:author="Author"/>
              </w:rPr>
            </w:pPr>
            <w:del w:id="2512" w:author="Author">
              <w:r w:rsidRPr="00947781" w:rsidDel="0061602A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0F1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13" w:author="Author"/>
              </w:rPr>
            </w:pPr>
            <w:del w:id="2514" w:author="Author">
              <w:r w:rsidRPr="00947781" w:rsidDel="0061602A">
                <w:delText>Mountain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9CB6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1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C17A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16" w:author="Author"/>
              </w:rPr>
            </w:pPr>
            <w:del w:id="251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1407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849CE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493D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19" w:author="Author"/>
              </w:rPr>
            </w:pPr>
            <w:del w:id="252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28D9C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36869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22" w:author="Author"/>
              </w:rPr>
            </w:pPr>
            <w:del w:id="252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5777D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55D83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25" w:author="Author"/>
              </w:rPr>
            </w:pPr>
            <w:del w:id="252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0E6823" w:rsidRPr="00947781" w:rsidDel="0061602A" w14:paraId="489DA1DB" w14:textId="77777777" w:rsidTr="00664BF2">
        <w:trPr>
          <w:cantSplit/>
          <w:trHeight w:val="190"/>
          <w:del w:id="25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DC278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5826C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529" w:author="Author"/>
              </w:rPr>
            </w:pPr>
            <w:del w:id="2530" w:author="Author">
              <w:r w:rsidRPr="00947781" w:rsidDel="0061602A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91FE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31" w:author="Author"/>
              </w:rPr>
            </w:pPr>
            <w:del w:id="2532" w:author="Author">
              <w:r w:rsidRPr="00947781" w:rsidDel="0061602A">
                <w:delText>Midwest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ADE3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3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8C3F1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34" w:author="Author"/>
              </w:rPr>
            </w:pPr>
            <w:del w:id="253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C73E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6262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37" w:author="Author"/>
              </w:rPr>
            </w:pPr>
            <w:del w:id="253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26E7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4FCA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40" w:author="Author"/>
              </w:rPr>
            </w:pPr>
            <w:del w:id="254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DBE0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FFC44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43" w:author="Author"/>
              </w:rPr>
            </w:pPr>
            <w:del w:id="254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0E6823" w:rsidRPr="00947781" w:rsidDel="0061602A" w14:paraId="5DAD4CFE" w14:textId="77777777" w:rsidTr="00664BF2">
        <w:trPr>
          <w:cantSplit/>
          <w:trHeight w:val="190"/>
          <w:del w:id="25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5730A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1D480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547" w:author="Author"/>
              </w:rPr>
            </w:pPr>
            <w:del w:id="2548" w:author="Author">
              <w:r w:rsidRPr="00947781" w:rsidDel="0061602A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212E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49" w:author="Author"/>
              </w:rPr>
            </w:pPr>
            <w:del w:id="2550" w:author="Author">
              <w:r w:rsidRPr="00947781" w:rsidDel="0061602A">
                <w:delText>Southwest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D2BE5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5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99DE90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52" w:author="Author"/>
              </w:rPr>
            </w:pPr>
            <w:del w:id="255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1947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C032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16B3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55" w:author="Author"/>
              </w:rPr>
            </w:pPr>
            <w:del w:id="255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A455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51FA5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58" w:author="Author"/>
              </w:rPr>
            </w:pPr>
            <w:del w:id="255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FD7AC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BED5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61" w:author="Author"/>
              </w:rPr>
            </w:pPr>
            <w:del w:id="256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E6823" w:rsidRPr="00947781" w:rsidDel="0061602A" w14:paraId="5377D8B0" w14:textId="77777777" w:rsidTr="00664BF2">
        <w:trPr>
          <w:cantSplit/>
          <w:trHeight w:val="190"/>
          <w:del w:id="25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6F880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394D8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565" w:author="Author"/>
              </w:rPr>
            </w:pPr>
            <w:del w:id="2566" w:author="Author">
              <w:r w:rsidRPr="00947781" w:rsidDel="0061602A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03C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67" w:author="Author"/>
              </w:rPr>
            </w:pPr>
            <w:del w:id="2568" w:author="Author">
              <w:r w:rsidRPr="00947781" w:rsidDel="0061602A">
                <w:delText>North Central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C8A77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6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CC56F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70" w:author="Author"/>
              </w:rPr>
            </w:pPr>
            <w:del w:id="257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1356C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B409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73" w:author="Author"/>
              </w:rPr>
            </w:pPr>
            <w:del w:id="257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49ECF9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4D98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76" w:author="Author"/>
              </w:rPr>
            </w:pPr>
            <w:del w:id="257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EB194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5292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79" w:author="Author"/>
              </w:rPr>
            </w:pPr>
            <w:del w:id="258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228</w:delText>
              </w:r>
            </w:del>
          </w:p>
        </w:tc>
      </w:tr>
      <w:tr w:rsidR="000E6823" w:rsidRPr="00947781" w:rsidDel="0061602A" w14:paraId="226981BB" w14:textId="77777777" w:rsidTr="00664BF2">
        <w:trPr>
          <w:cantSplit/>
          <w:trHeight w:val="190"/>
          <w:del w:id="25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C0C1E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AF528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583" w:author="Author"/>
              </w:rPr>
            </w:pPr>
            <w:del w:id="2584" w:author="Author">
              <w:r w:rsidRPr="00947781" w:rsidDel="0061602A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BFB9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85" w:author="Author"/>
              </w:rPr>
            </w:pPr>
            <w:del w:id="2586" w:author="Author">
              <w:r w:rsidRPr="00947781" w:rsidDel="0061602A">
                <w:delText>Mideast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08816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87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1638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88" w:author="Author"/>
              </w:rPr>
            </w:pPr>
            <w:del w:id="258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2160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2F620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8EE3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91" w:author="Author"/>
              </w:rPr>
            </w:pPr>
            <w:del w:id="259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66E2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BE38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94" w:author="Author"/>
              </w:rPr>
            </w:pPr>
            <w:del w:id="259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3D80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5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46527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597" w:author="Author"/>
              </w:rPr>
            </w:pPr>
            <w:del w:id="259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0E6823" w:rsidRPr="00947781" w:rsidDel="0061602A" w14:paraId="480045EE" w14:textId="77777777" w:rsidTr="00664BF2">
        <w:trPr>
          <w:cantSplit/>
          <w:trHeight w:val="190"/>
          <w:del w:id="2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A2A07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23A7D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601" w:author="Author"/>
              </w:rPr>
            </w:pPr>
            <w:del w:id="2602" w:author="Author">
              <w:r w:rsidRPr="00947781" w:rsidDel="0061602A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A97A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03" w:author="Author"/>
              </w:rPr>
            </w:pPr>
            <w:del w:id="2604" w:author="Author">
              <w:r w:rsidRPr="00947781" w:rsidDel="0061602A">
                <w:delText>Gulf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92ED2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05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614DD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06" w:author="Author"/>
              </w:rPr>
            </w:pPr>
            <w:del w:id="260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2592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B55AD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29D3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09" w:author="Author"/>
              </w:rPr>
            </w:pPr>
            <w:del w:id="261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656EB6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553D5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12" w:author="Author"/>
              </w:rPr>
            </w:pPr>
            <w:del w:id="261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025B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541D9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15" w:author="Author"/>
              </w:rPr>
            </w:pPr>
            <w:del w:id="261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0E6823" w:rsidRPr="00947781" w:rsidDel="0061602A" w14:paraId="2AC02F8B" w14:textId="77777777" w:rsidTr="00664BF2">
        <w:trPr>
          <w:cantSplit/>
          <w:trHeight w:val="190"/>
          <w:del w:id="26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87A30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584FA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619" w:author="Author"/>
              </w:rPr>
            </w:pPr>
            <w:del w:id="2620" w:author="Author">
              <w:r w:rsidRPr="00947781" w:rsidDel="0061602A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515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21" w:author="Author"/>
              </w:rPr>
            </w:pPr>
            <w:del w:id="2622" w:author="Author">
              <w:r w:rsidRPr="00947781" w:rsidDel="0061602A">
                <w:delText>Southeast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BA336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23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12216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24" w:author="Author"/>
              </w:rPr>
            </w:pPr>
            <w:del w:id="2625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2869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58D2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58908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27" w:author="Author"/>
              </w:rPr>
            </w:pPr>
            <w:del w:id="2628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6CCA7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75E6DA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30" w:author="Author"/>
              </w:rPr>
            </w:pPr>
            <w:del w:id="263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586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261E46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643E8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33" w:author="Author"/>
              </w:rPr>
            </w:pPr>
            <w:del w:id="263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E6823" w:rsidRPr="00947781" w:rsidDel="0061602A" w14:paraId="6AE170B8" w14:textId="77777777" w:rsidTr="00664BF2">
        <w:trPr>
          <w:cantSplit/>
          <w:trHeight w:val="190"/>
          <w:del w:id="26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ECA13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0A964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637" w:author="Author"/>
              </w:rPr>
            </w:pPr>
            <w:del w:id="2638" w:author="Author">
              <w:r w:rsidRPr="00947781" w:rsidDel="0061602A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644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39" w:author="Author"/>
              </w:rPr>
            </w:pPr>
            <w:del w:id="2640" w:author="Author">
              <w:r w:rsidRPr="00947781" w:rsidDel="0061602A">
                <w:delText>Eastern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7CB4A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41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ED69C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42" w:author="Author"/>
              </w:rPr>
            </w:pPr>
            <w:del w:id="2643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2431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9BFAE8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5871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45" w:author="Author"/>
              </w:rPr>
            </w:pPr>
            <w:del w:id="2646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D9F61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83463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48" w:author="Author"/>
              </w:rPr>
            </w:pPr>
            <w:del w:id="2649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EA63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AC37B1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51" w:author="Author"/>
              </w:rPr>
            </w:pPr>
            <w:del w:id="2652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0E6823" w:rsidRPr="00947781" w:rsidDel="0061602A" w14:paraId="49274E02" w14:textId="77777777" w:rsidTr="00664BF2">
        <w:trPr>
          <w:cantSplit/>
          <w:trHeight w:val="190"/>
          <w:del w:id="26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AE2C1E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5CAE" w14:textId="77777777" w:rsidR="000E6823" w:rsidRPr="00947781" w:rsidDel="0061602A" w:rsidRDefault="000E6823" w:rsidP="0085321E">
            <w:pPr>
              <w:pStyle w:val="tabletext10"/>
              <w:suppressAutoHyphens/>
              <w:jc w:val="center"/>
              <w:rPr>
                <w:del w:id="2655" w:author="Author"/>
              </w:rPr>
            </w:pPr>
            <w:del w:id="2656" w:author="Author">
              <w:r w:rsidRPr="00947781" w:rsidDel="0061602A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35AA0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57" w:author="Author"/>
              </w:rPr>
            </w:pPr>
            <w:del w:id="2658" w:author="Author">
              <w:r w:rsidRPr="00947781" w:rsidDel="0061602A">
                <w:delText>New England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876AE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59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DC0C9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60" w:author="Author"/>
              </w:rPr>
            </w:pPr>
            <w:del w:id="2661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79B51D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5E80F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63" w:author="Author"/>
              </w:rPr>
            </w:pPr>
            <w:del w:id="2664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446F14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660DC2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66" w:author="Author"/>
              </w:rPr>
            </w:pPr>
            <w:del w:id="2667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AADDB" w14:textId="77777777" w:rsidR="000E6823" w:rsidRPr="00947781" w:rsidDel="0061602A" w:rsidRDefault="000E6823" w:rsidP="0085321E">
            <w:pPr>
              <w:pStyle w:val="tabletext10"/>
              <w:suppressAutoHyphens/>
              <w:jc w:val="right"/>
              <w:rPr>
                <w:del w:id="26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5C975B" w14:textId="77777777" w:rsidR="000E6823" w:rsidRPr="00947781" w:rsidDel="0061602A" w:rsidRDefault="000E6823" w:rsidP="0085321E">
            <w:pPr>
              <w:pStyle w:val="tabletext10"/>
              <w:suppressAutoHyphens/>
              <w:rPr>
                <w:del w:id="2669" w:author="Author"/>
              </w:rPr>
            </w:pPr>
            <w:del w:id="2670" w:author="Author">
              <w:r w:rsidRPr="00947781" w:rsidDel="0061602A">
                <w:rPr>
                  <w:rFonts w:cs="Arial"/>
                  <w:color w:val="000000"/>
                  <w:szCs w:val="18"/>
                </w:rPr>
                <w:delText>268</w:delText>
              </w:r>
            </w:del>
          </w:p>
        </w:tc>
      </w:tr>
    </w:tbl>
    <w:p w14:paraId="03E8754D" w14:textId="77777777" w:rsidR="000E6823" w:rsidDel="0061602A" w:rsidRDefault="000E6823" w:rsidP="0085321E">
      <w:pPr>
        <w:pStyle w:val="tablecaption"/>
        <w:suppressAutoHyphens/>
        <w:rPr>
          <w:del w:id="2671" w:author="Author"/>
        </w:rPr>
      </w:pPr>
      <w:del w:id="2672" w:author="Author">
        <w:r w:rsidRPr="00947781" w:rsidDel="0061602A">
          <w:delText>Table 25.E.(LC) Zone-rating Table – Zone 41 (Mountain) Rating Table Combinations Loss Costs</w:delText>
        </w:r>
      </w:del>
    </w:p>
    <w:p w14:paraId="07E8C4E5" w14:textId="77777777" w:rsidR="000E6823" w:rsidRDefault="000E6823" w:rsidP="0085321E">
      <w:pPr>
        <w:pStyle w:val="isonormal"/>
        <w:suppressAutoHyphens/>
        <w:jc w:val="left"/>
      </w:pPr>
    </w:p>
    <w:p w14:paraId="07D64855" w14:textId="77777777" w:rsidR="000E6823" w:rsidRDefault="000E6823" w:rsidP="0085321E">
      <w:pPr>
        <w:pStyle w:val="isonormal"/>
        <w:suppressAutoHyphens/>
        <w:sectPr w:rsidR="000E6823" w:rsidSect="0028319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2A18EC4" w14:textId="77777777" w:rsidR="000E6823" w:rsidRPr="00012A19" w:rsidDel="00031B7C" w:rsidRDefault="000E6823" w:rsidP="0085321E">
      <w:pPr>
        <w:pStyle w:val="boxrule"/>
        <w:rPr>
          <w:del w:id="2673" w:author="Author"/>
        </w:rPr>
      </w:pPr>
      <w:del w:id="2674" w:author="Author">
        <w:r w:rsidRPr="00012A19" w:rsidDel="00031B7C">
          <w:lastRenderedPageBreak/>
          <w:delText>49.  AUTO DEALERS – PREMIUM DEVELOPMENT FOR COMMON COVERAGES</w:delText>
        </w:r>
      </w:del>
    </w:p>
    <w:p w14:paraId="4AEEBD49" w14:textId="77777777" w:rsidR="000E6823" w:rsidRPr="00012A19" w:rsidDel="00031B7C" w:rsidRDefault="000E6823" w:rsidP="0085321E">
      <w:pPr>
        <w:pStyle w:val="isonormal"/>
        <w:suppressAutoHyphens/>
        <w:rPr>
          <w:del w:id="267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0E6823" w:rsidRPr="00012A19" w:rsidDel="00031B7C" w14:paraId="7B029EC2" w14:textId="77777777" w:rsidTr="00664BF2">
        <w:trPr>
          <w:cantSplit/>
          <w:trHeight w:val="190"/>
          <w:del w:id="2676" w:author="Author"/>
        </w:trPr>
        <w:tc>
          <w:tcPr>
            <w:tcW w:w="200" w:type="dxa"/>
          </w:tcPr>
          <w:p w14:paraId="43E06951" w14:textId="77777777" w:rsidR="000E6823" w:rsidRPr="00012A19" w:rsidDel="00031B7C" w:rsidRDefault="000E6823" w:rsidP="0085321E">
            <w:pPr>
              <w:pStyle w:val="tablehead"/>
              <w:suppressAutoHyphens/>
              <w:rPr>
                <w:del w:id="267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35336D" w14:textId="77777777" w:rsidR="000E6823" w:rsidRPr="00012A19" w:rsidDel="00031B7C" w:rsidRDefault="000E6823" w:rsidP="0085321E">
            <w:pPr>
              <w:pStyle w:val="tablehead"/>
              <w:suppressAutoHyphens/>
              <w:rPr>
                <w:del w:id="2678" w:author="Author"/>
              </w:rPr>
            </w:pPr>
            <w:del w:id="2679" w:author="Author">
              <w:r w:rsidRPr="00012A19" w:rsidDel="00031B7C">
                <w:delText>Acts, Errors Or Omissions Base Loss Cost</w:delText>
              </w:r>
            </w:del>
          </w:p>
        </w:tc>
      </w:tr>
      <w:tr w:rsidR="000E6823" w:rsidRPr="00012A19" w:rsidDel="00031B7C" w14:paraId="58F54B50" w14:textId="77777777" w:rsidTr="00664BF2">
        <w:trPr>
          <w:cantSplit/>
          <w:trHeight w:val="190"/>
          <w:del w:id="2680" w:author="Author"/>
        </w:trPr>
        <w:tc>
          <w:tcPr>
            <w:tcW w:w="200" w:type="dxa"/>
          </w:tcPr>
          <w:p w14:paraId="2E91613A" w14:textId="77777777" w:rsidR="000E6823" w:rsidRPr="00012A19" w:rsidDel="00031B7C" w:rsidRDefault="000E6823" w:rsidP="0085321E">
            <w:pPr>
              <w:pStyle w:val="tabletext11"/>
              <w:suppressAutoHyphens/>
              <w:rPr>
                <w:del w:id="2681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1A4BC584" w14:textId="77777777" w:rsidR="000E6823" w:rsidRPr="00012A19" w:rsidDel="00031B7C" w:rsidRDefault="000E6823" w:rsidP="0085321E">
            <w:pPr>
              <w:pStyle w:val="tabletext11"/>
              <w:suppressAutoHyphens/>
              <w:jc w:val="right"/>
              <w:rPr>
                <w:del w:id="2682" w:author="Author"/>
              </w:rPr>
            </w:pPr>
            <w:del w:id="2683" w:author="Author">
              <w:r w:rsidRPr="00012A19" w:rsidDel="00031B7C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67E50B74" w14:textId="77777777" w:rsidR="000E6823" w:rsidRPr="00012A19" w:rsidDel="00031B7C" w:rsidRDefault="000E6823" w:rsidP="0085321E">
            <w:pPr>
              <w:pStyle w:val="tabletext11"/>
              <w:suppressAutoHyphens/>
              <w:rPr>
                <w:del w:id="2684" w:author="Author"/>
              </w:rPr>
            </w:pPr>
            <w:del w:id="2685" w:author="Author">
              <w:r w:rsidRPr="00012A19" w:rsidDel="00031B7C">
                <w:delText>65</w:delText>
              </w:r>
            </w:del>
          </w:p>
        </w:tc>
      </w:tr>
    </w:tbl>
    <w:p w14:paraId="555724A9" w14:textId="77777777" w:rsidR="000E6823" w:rsidRDefault="000E6823" w:rsidP="0085321E">
      <w:pPr>
        <w:pStyle w:val="tablecaption"/>
        <w:suppressAutoHyphens/>
      </w:pPr>
      <w:del w:id="2686" w:author="Author">
        <w:r w:rsidRPr="00012A19" w:rsidDel="00031B7C">
          <w:delText>Table 49.D.2.a.(LC) Acts, Errors Or Omissions Liability Coverages Loss Cost</w:delText>
        </w:r>
      </w:del>
    </w:p>
    <w:p w14:paraId="0B26571E" w14:textId="77777777" w:rsidR="000E6823" w:rsidRDefault="000E6823" w:rsidP="0085321E">
      <w:pPr>
        <w:pStyle w:val="isonormal"/>
        <w:jc w:val="left"/>
      </w:pPr>
    </w:p>
    <w:p w14:paraId="58E8C6B4" w14:textId="77777777" w:rsidR="000E6823" w:rsidRDefault="000E6823" w:rsidP="0085321E">
      <w:pPr>
        <w:pStyle w:val="isonormal"/>
        <w:sectPr w:rsidR="000E6823" w:rsidSect="0085321E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751BD90E" w14:textId="77777777" w:rsidR="000E6823" w:rsidRPr="000020AD" w:rsidDel="008D7240" w:rsidRDefault="000E6823" w:rsidP="0085321E">
      <w:pPr>
        <w:pStyle w:val="boxrule"/>
        <w:rPr>
          <w:del w:id="2687" w:author="Author"/>
        </w:rPr>
      </w:pPr>
      <w:del w:id="2688" w:author="Author">
        <w:r w:rsidRPr="000020AD" w:rsidDel="008D7240">
          <w:lastRenderedPageBreak/>
          <w:delText>70.  FINANCED AUTOS</w:delText>
        </w:r>
      </w:del>
    </w:p>
    <w:p w14:paraId="4862DCFB" w14:textId="77777777" w:rsidR="000E6823" w:rsidRPr="000020AD" w:rsidDel="008D7240" w:rsidRDefault="000E6823" w:rsidP="0085321E">
      <w:pPr>
        <w:pStyle w:val="isonormal"/>
        <w:rPr>
          <w:del w:id="268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75"/>
        <w:gridCol w:w="456"/>
        <w:gridCol w:w="277"/>
        <w:gridCol w:w="266"/>
        <w:gridCol w:w="537"/>
        <w:gridCol w:w="205"/>
        <w:gridCol w:w="257"/>
        <w:gridCol w:w="528"/>
        <w:gridCol w:w="223"/>
        <w:gridCol w:w="293"/>
        <w:gridCol w:w="474"/>
        <w:gridCol w:w="241"/>
        <w:gridCol w:w="239"/>
        <w:gridCol w:w="510"/>
        <w:gridCol w:w="259"/>
      </w:tblGrid>
      <w:tr w:rsidR="000E6823" w:rsidRPr="000020AD" w:rsidDel="008D7240" w14:paraId="6F675434" w14:textId="77777777" w:rsidTr="00664BF2">
        <w:trPr>
          <w:cantSplit/>
          <w:trHeight w:val="190"/>
          <w:del w:id="2690" w:author="Author"/>
        </w:trPr>
        <w:tc>
          <w:tcPr>
            <w:tcW w:w="200" w:type="dxa"/>
          </w:tcPr>
          <w:p w14:paraId="13C45C6F" w14:textId="77777777" w:rsidR="000E6823" w:rsidRPr="000020AD" w:rsidDel="008D7240" w:rsidRDefault="000E6823" w:rsidP="00664BF2">
            <w:pPr>
              <w:pStyle w:val="tablehead"/>
              <w:rPr>
                <w:del w:id="2691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F1ABA3B" w14:textId="77777777" w:rsidR="000E6823" w:rsidRPr="000020AD" w:rsidDel="008D7240" w:rsidRDefault="000E6823" w:rsidP="00664BF2">
            <w:pPr>
              <w:pStyle w:val="tablehead"/>
              <w:rPr>
                <w:del w:id="2692" w:author="Author"/>
              </w:rPr>
            </w:pPr>
            <w:del w:id="2693" w:author="Author">
              <w:r w:rsidRPr="000020AD" w:rsidDel="008D7240">
                <w:delText>Single Interest Coverage</w:delText>
              </w:r>
            </w:del>
          </w:p>
        </w:tc>
      </w:tr>
      <w:tr w:rsidR="000E6823" w:rsidRPr="000020AD" w:rsidDel="008D7240" w14:paraId="3B7CF7D5" w14:textId="77777777" w:rsidTr="00664BF2">
        <w:trPr>
          <w:cantSplit/>
          <w:trHeight w:val="190"/>
          <w:del w:id="2694" w:author="Author"/>
        </w:trPr>
        <w:tc>
          <w:tcPr>
            <w:tcW w:w="200" w:type="dxa"/>
            <w:vMerge w:val="restart"/>
          </w:tcPr>
          <w:p w14:paraId="6A1648F2" w14:textId="77777777" w:rsidR="000E6823" w:rsidRPr="000020AD" w:rsidDel="008D7240" w:rsidRDefault="000E6823" w:rsidP="00664BF2">
            <w:pPr>
              <w:pStyle w:val="tablehead"/>
              <w:rPr>
                <w:del w:id="2695" w:author="Author"/>
              </w:rPr>
            </w:pPr>
            <w:del w:id="2696" w:author="Author">
              <w:r w:rsidRPr="000020AD" w:rsidDel="008D7240">
                <w:br/>
              </w:r>
              <w:r w:rsidRPr="000020AD" w:rsidDel="008D7240">
                <w:br/>
              </w:r>
              <w:r w:rsidRPr="000020AD" w:rsidDel="008D7240">
                <w:br/>
              </w:r>
              <w:r w:rsidRPr="000020AD" w:rsidDel="008D7240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3F96811" w14:textId="77777777" w:rsidR="000E6823" w:rsidRPr="000020AD" w:rsidDel="008D7240" w:rsidRDefault="000E6823" w:rsidP="00664BF2">
            <w:pPr>
              <w:pStyle w:val="tablehead"/>
              <w:rPr>
                <w:del w:id="2697" w:author="Author"/>
              </w:rPr>
            </w:pPr>
            <w:del w:id="2698" w:author="Author">
              <w:r w:rsidRPr="000020AD" w:rsidDel="008D7240">
                <w:delText>Original Unpaid</w:delText>
              </w:r>
              <w:r w:rsidRPr="000020AD" w:rsidDel="008D7240">
                <w:br/>
                <w:delText>Balance Including</w:delText>
              </w:r>
              <w:r w:rsidRPr="000020AD" w:rsidDel="008D7240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1A538E" w14:textId="77777777" w:rsidR="000E6823" w:rsidRPr="000020AD" w:rsidDel="008D7240" w:rsidRDefault="000E6823" w:rsidP="00664BF2">
            <w:pPr>
              <w:pStyle w:val="tablehead"/>
              <w:rPr>
                <w:del w:id="2699" w:author="Author"/>
              </w:rPr>
            </w:pPr>
            <w:del w:id="2700" w:author="Author">
              <w:r w:rsidRPr="000020AD" w:rsidDel="008D7240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044056" w14:textId="77777777" w:rsidR="000E6823" w:rsidRPr="000020AD" w:rsidDel="008D7240" w:rsidRDefault="000E6823" w:rsidP="00664BF2">
            <w:pPr>
              <w:pStyle w:val="tablehead"/>
              <w:rPr>
                <w:del w:id="2701" w:author="Author"/>
              </w:rPr>
            </w:pPr>
            <w:del w:id="2702" w:author="Author">
              <w:r w:rsidRPr="000020AD" w:rsidDel="008D7240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24DD3D" w14:textId="77777777" w:rsidR="000E6823" w:rsidRPr="000020AD" w:rsidDel="008D7240" w:rsidRDefault="000E6823" w:rsidP="00664BF2">
            <w:pPr>
              <w:pStyle w:val="tablehead"/>
              <w:rPr>
                <w:del w:id="2703" w:author="Author"/>
              </w:rPr>
            </w:pPr>
            <w:del w:id="2704" w:author="Author">
              <w:r w:rsidRPr="000020AD" w:rsidDel="008D7240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483744" w14:textId="77777777" w:rsidR="000E6823" w:rsidRPr="000020AD" w:rsidDel="008D7240" w:rsidRDefault="000E6823" w:rsidP="00664BF2">
            <w:pPr>
              <w:pStyle w:val="tablehead"/>
              <w:rPr>
                <w:del w:id="2705" w:author="Author"/>
              </w:rPr>
            </w:pPr>
            <w:del w:id="2706" w:author="Author">
              <w:r w:rsidRPr="000020AD" w:rsidDel="008D7240">
                <w:delText>Conversion,</w:delText>
              </w:r>
              <w:r w:rsidRPr="000020AD" w:rsidDel="008D7240">
                <w:br/>
                <w:delText>Embezzlement</w:delText>
              </w:r>
              <w:r w:rsidRPr="000020AD" w:rsidDel="008D7240">
                <w:br/>
                <w:delText>And Secretion</w:delText>
              </w:r>
            </w:del>
          </w:p>
        </w:tc>
      </w:tr>
      <w:tr w:rsidR="000E6823" w:rsidRPr="000020AD" w:rsidDel="008D7240" w14:paraId="69E06061" w14:textId="77777777" w:rsidTr="00664BF2">
        <w:trPr>
          <w:cantSplit/>
          <w:trHeight w:val="190"/>
          <w:del w:id="2707" w:author="Author"/>
        </w:trPr>
        <w:tc>
          <w:tcPr>
            <w:tcW w:w="200" w:type="dxa"/>
            <w:vMerge/>
          </w:tcPr>
          <w:p w14:paraId="443C6ED6" w14:textId="77777777" w:rsidR="000E6823" w:rsidRPr="000020AD" w:rsidDel="008D7240" w:rsidRDefault="000E6823" w:rsidP="00664BF2">
            <w:pPr>
              <w:pStyle w:val="tablehead"/>
              <w:rPr>
                <w:del w:id="270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4D405" w14:textId="77777777" w:rsidR="000E6823" w:rsidRPr="000020AD" w:rsidDel="008D7240" w:rsidRDefault="000E6823" w:rsidP="00664BF2">
            <w:pPr>
              <w:pStyle w:val="tablehead"/>
              <w:rPr>
                <w:del w:id="2709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F69A35" w14:textId="77777777" w:rsidR="000E6823" w:rsidRPr="000020AD" w:rsidDel="008D7240" w:rsidRDefault="000E6823" w:rsidP="00664BF2">
            <w:pPr>
              <w:pStyle w:val="tablehead"/>
              <w:rPr>
                <w:del w:id="2710" w:author="Author"/>
              </w:rPr>
            </w:pPr>
            <w:del w:id="2711" w:author="Author">
              <w:r w:rsidRPr="000020AD" w:rsidDel="008D7240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86CDA7" w14:textId="77777777" w:rsidR="000E6823" w:rsidRPr="000020AD" w:rsidDel="008D7240" w:rsidRDefault="000E6823" w:rsidP="00664BF2">
            <w:pPr>
              <w:pStyle w:val="tablehead"/>
              <w:rPr>
                <w:del w:id="2712" w:author="Author"/>
              </w:rPr>
            </w:pPr>
            <w:del w:id="2713" w:author="Author">
              <w:r w:rsidRPr="000020AD" w:rsidDel="008D7240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8C56D0" w14:textId="77777777" w:rsidR="000E6823" w:rsidRPr="000020AD" w:rsidDel="008D7240" w:rsidRDefault="000E6823" w:rsidP="00664BF2">
            <w:pPr>
              <w:pStyle w:val="tablehead"/>
              <w:rPr>
                <w:del w:id="2714" w:author="Author"/>
              </w:rPr>
            </w:pPr>
            <w:del w:id="2715" w:author="Author">
              <w:r w:rsidRPr="000020AD" w:rsidDel="008D7240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EB268E" w14:textId="77777777" w:rsidR="000E6823" w:rsidRPr="000020AD" w:rsidDel="008D7240" w:rsidRDefault="000E6823" w:rsidP="00664BF2">
            <w:pPr>
              <w:pStyle w:val="tablehead"/>
              <w:rPr>
                <w:del w:id="2716" w:author="Author"/>
              </w:rPr>
            </w:pPr>
            <w:del w:id="2717" w:author="Author">
              <w:r w:rsidRPr="000020AD" w:rsidDel="008D7240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2E9E2" w14:textId="77777777" w:rsidR="000E6823" w:rsidRPr="000020AD" w:rsidDel="008D7240" w:rsidRDefault="000E6823" w:rsidP="00664BF2">
            <w:pPr>
              <w:pStyle w:val="tablehead"/>
              <w:rPr>
                <w:del w:id="2718" w:author="Author"/>
              </w:rPr>
            </w:pPr>
            <w:del w:id="2719" w:author="Author">
              <w:r w:rsidRPr="000020AD" w:rsidDel="008D7240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4343D7" w14:textId="77777777" w:rsidR="000E6823" w:rsidRPr="000020AD" w:rsidDel="008D7240" w:rsidRDefault="000E6823" w:rsidP="00664BF2">
            <w:pPr>
              <w:pStyle w:val="tablehead"/>
              <w:rPr>
                <w:del w:id="2720" w:author="Author"/>
              </w:rPr>
            </w:pPr>
            <w:del w:id="2721" w:author="Author">
              <w:r w:rsidRPr="000020AD" w:rsidDel="008D7240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E668C" w14:textId="77777777" w:rsidR="000E6823" w:rsidRPr="000020AD" w:rsidDel="008D7240" w:rsidRDefault="000E6823" w:rsidP="00664BF2">
            <w:pPr>
              <w:pStyle w:val="tablehead"/>
              <w:rPr>
                <w:del w:id="2722" w:author="Author"/>
              </w:rPr>
            </w:pPr>
            <w:del w:id="2723" w:author="Author">
              <w:r w:rsidRPr="000020AD" w:rsidDel="008D7240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00E1BA" w14:textId="77777777" w:rsidR="000E6823" w:rsidRPr="000020AD" w:rsidDel="008D7240" w:rsidRDefault="000E6823" w:rsidP="00664BF2">
            <w:pPr>
              <w:pStyle w:val="tablehead"/>
              <w:rPr>
                <w:del w:id="2724" w:author="Author"/>
              </w:rPr>
            </w:pPr>
            <w:del w:id="2725" w:author="Author">
              <w:r w:rsidRPr="000020AD" w:rsidDel="008D7240">
                <w:delText>Used</w:delText>
              </w:r>
            </w:del>
          </w:p>
        </w:tc>
      </w:tr>
      <w:tr w:rsidR="000E6823" w:rsidRPr="000020AD" w:rsidDel="008D7240" w14:paraId="6AAC80F2" w14:textId="77777777" w:rsidTr="00664BF2">
        <w:trPr>
          <w:cantSplit/>
          <w:trHeight w:val="190"/>
          <w:del w:id="2726" w:author="Author"/>
        </w:trPr>
        <w:tc>
          <w:tcPr>
            <w:tcW w:w="200" w:type="dxa"/>
          </w:tcPr>
          <w:p w14:paraId="5FDE51D6" w14:textId="77777777" w:rsidR="000E6823" w:rsidRPr="000020AD" w:rsidDel="008D7240" w:rsidRDefault="000E6823" w:rsidP="00664BF2">
            <w:pPr>
              <w:pStyle w:val="tabletext11"/>
              <w:rPr>
                <w:del w:id="272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EF66E75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728" w:author="Author"/>
              </w:rPr>
            </w:pPr>
            <w:del w:id="2729" w:author="Author">
              <w:r w:rsidRPr="000020AD" w:rsidDel="008D7240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7EF87809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2730" w:author="Author"/>
              </w:rPr>
            </w:pPr>
            <w:del w:id="2731" w:author="Author">
              <w:r w:rsidRPr="000020AD" w:rsidDel="008D7240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1D21E317" w14:textId="77777777" w:rsidR="000E6823" w:rsidRPr="000020AD" w:rsidDel="008D7240" w:rsidRDefault="000E6823" w:rsidP="00664BF2">
            <w:pPr>
              <w:pStyle w:val="tabletext11"/>
              <w:rPr>
                <w:del w:id="2732" w:author="Author"/>
              </w:rPr>
            </w:pPr>
            <w:del w:id="2733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38119989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2734" w:author="Author"/>
              </w:rPr>
            </w:pPr>
            <w:del w:id="2735" w:author="Author">
              <w:r w:rsidRPr="000020AD" w:rsidDel="008D7240">
                <w:delText>1,500</w:delText>
              </w:r>
            </w:del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3BEEBE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736" w:author="Author"/>
              </w:rPr>
            </w:pPr>
            <w:del w:id="2737" w:author="Author">
              <w:r w:rsidRPr="000020AD" w:rsidDel="008D7240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42BDE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38" w:author="Author"/>
              </w:rPr>
            </w:pPr>
            <w:del w:id="2739" w:author="Author">
              <w:r w:rsidRPr="000020AD" w:rsidDel="008D7240">
                <w:delText>6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5F7CEAD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40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4A075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41" w:author="Author"/>
              </w:rPr>
            </w:pPr>
            <w:del w:id="2742" w:author="Author">
              <w:r w:rsidRPr="000020AD" w:rsidDel="008D7240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09124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43" w:author="Author"/>
              </w:rPr>
            </w:pPr>
            <w:del w:id="2744" w:author="Author">
              <w:r w:rsidRPr="000020AD" w:rsidDel="008D7240">
                <w:delText>6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0410624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45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960D57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46" w:author="Author"/>
              </w:rPr>
            </w:pPr>
            <w:del w:id="2747" w:author="Author">
              <w:r w:rsidRPr="000020AD" w:rsidDel="008D7240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8A7F2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48" w:author="Author"/>
              </w:rPr>
            </w:pPr>
            <w:del w:id="2749" w:author="Author">
              <w:r w:rsidRPr="000020AD" w:rsidDel="008D7240">
                <w:delText>35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123CA5A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50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ABD12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51" w:author="Author"/>
              </w:rPr>
            </w:pPr>
            <w:del w:id="2752" w:author="Author">
              <w:r w:rsidRPr="000020AD" w:rsidDel="008D7240">
                <w:delText>$</w:delText>
              </w:r>
            </w:del>
          </w:p>
        </w:tc>
        <w:tc>
          <w:tcPr>
            <w:tcW w:w="456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82DA8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53" w:author="Author"/>
              </w:rPr>
            </w:pPr>
            <w:del w:id="2754" w:author="Author">
              <w:r w:rsidRPr="000020AD" w:rsidDel="008D7240">
                <w:delText>37</w:delText>
              </w:r>
            </w:del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3C06F47E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55" w:author="Author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DE521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56" w:author="Author"/>
              </w:rPr>
            </w:pPr>
            <w:del w:id="2757" w:author="Author">
              <w:r w:rsidRPr="000020AD" w:rsidDel="008D7240">
                <w:delText>$</w:delText>
              </w:r>
            </w:del>
          </w:p>
        </w:tc>
        <w:tc>
          <w:tcPr>
            <w:tcW w:w="537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0172F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58" w:author="Author"/>
              </w:rPr>
            </w:pPr>
            <w:del w:id="2759" w:author="Author">
              <w:r w:rsidRPr="000020AD" w:rsidDel="008D7240">
                <w:delText>3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47A513F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60" w:author="Author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FC1CF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61" w:author="Author"/>
              </w:rPr>
            </w:pPr>
            <w:del w:id="2762" w:author="Author">
              <w:r w:rsidRPr="000020AD" w:rsidDel="008D7240">
                <w:delText>$</w:delText>
              </w:r>
            </w:del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F0CE1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63" w:author="Author"/>
              </w:rPr>
            </w:pPr>
            <w:del w:id="2764" w:author="Author">
              <w:r w:rsidRPr="000020AD" w:rsidDel="008D7240">
                <w:delText>3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7D1FC47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6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C1D1B7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66" w:author="Author"/>
              </w:rPr>
            </w:pPr>
            <w:del w:id="2767" w:author="Author">
              <w:r w:rsidRPr="000020AD" w:rsidDel="008D7240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973F50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68" w:author="Author"/>
              </w:rPr>
            </w:pPr>
            <w:del w:id="2769" w:author="Author">
              <w:r w:rsidRPr="000020AD" w:rsidDel="008D7240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09648DC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70" w:author="Author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9F90C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71" w:author="Author"/>
              </w:rPr>
            </w:pPr>
            <w:del w:id="2772" w:author="Author">
              <w:r w:rsidRPr="000020AD" w:rsidDel="008D7240">
                <w:delText>$</w:delText>
              </w:r>
            </w:del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816CA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73" w:author="Author"/>
              </w:rPr>
            </w:pPr>
            <w:del w:id="2774" w:author="Author">
              <w:r w:rsidRPr="000020AD" w:rsidDel="008D7240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2D31CDA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75" w:author="Author"/>
              </w:rPr>
            </w:pPr>
          </w:p>
        </w:tc>
      </w:tr>
      <w:tr w:rsidR="000E6823" w:rsidRPr="000020AD" w:rsidDel="008D7240" w14:paraId="6EBB05C4" w14:textId="77777777" w:rsidTr="00664BF2">
        <w:trPr>
          <w:cantSplit/>
          <w:trHeight w:val="190"/>
          <w:del w:id="2776" w:author="Author"/>
        </w:trPr>
        <w:tc>
          <w:tcPr>
            <w:tcW w:w="200" w:type="dxa"/>
          </w:tcPr>
          <w:p w14:paraId="76DBC3F7" w14:textId="77777777" w:rsidR="000E6823" w:rsidRPr="000020AD" w:rsidDel="008D7240" w:rsidRDefault="000E6823" w:rsidP="00664BF2">
            <w:pPr>
              <w:pStyle w:val="tabletext11"/>
              <w:rPr>
                <w:del w:id="277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7F9C4D4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778" w:author="Author"/>
              </w:rPr>
            </w:pPr>
          </w:p>
        </w:tc>
        <w:tc>
          <w:tcPr>
            <w:tcW w:w="630" w:type="dxa"/>
          </w:tcPr>
          <w:p w14:paraId="7400DAA5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2779" w:author="Author"/>
              </w:rPr>
            </w:pPr>
            <w:del w:id="2780" w:author="Author">
              <w:r w:rsidRPr="000020AD" w:rsidDel="008D7240">
                <w:delText>1,501</w:delText>
              </w:r>
            </w:del>
          </w:p>
        </w:tc>
        <w:tc>
          <w:tcPr>
            <w:tcW w:w="180" w:type="dxa"/>
          </w:tcPr>
          <w:p w14:paraId="5FD0DFC7" w14:textId="77777777" w:rsidR="000E6823" w:rsidRPr="000020AD" w:rsidDel="008D7240" w:rsidRDefault="000E6823" w:rsidP="00664BF2">
            <w:pPr>
              <w:pStyle w:val="tabletext11"/>
              <w:rPr>
                <w:del w:id="2781" w:author="Author"/>
              </w:rPr>
            </w:pPr>
            <w:del w:id="2782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B25CE99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2783" w:author="Author"/>
              </w:rPr>
            </w:pPr>
            <w:del w:id="2784" w:author="Author">
              <w:r w:rsidRPr="000020AD" w:rsidDel="008D7240">
                <w:delText>2,000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473C6B5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78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89AE2C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86" w:author="Author"/>
              </w:rPr>
            </w:pPr>
            <w:del w:id="2787" w:author="Author">
              <w:r w:rsidRPr="000020AD" w:rsidDel="008D7240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8FB8C2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8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53D223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8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556749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90" w:author="Author"/>
              </w:rPr>
            </w:pPr>
            <w:del w:id="2791" w:author="Author">
              <w:r w:rsidRPr="000020AD" w:rsidDel="008D7240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0C3B22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9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E9742B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9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BE71C3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94" w:author="Author"/>
              </w:rPr>
            </w:pPr>
            <w:del w:id="2795" w:author="Author">
              <w:r w:rsidRPr="000020AD" w:rsidDel="008D7240">
                <w:delText>39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C31D9D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9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F8017D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97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01EF55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798" w:author="Author"/>
              </w:rPr>
            </w:pPr>
            <w:del w:id="2799" w:author="Author">
              <w:r w:rsidRPr="000020AD" w:rsidDel="008D7240">
                <w:delText>41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EB79FF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00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7581976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01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79968B7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02" w:author="Author"/>
              </w:rPr>
            </w:pPr>
            <w:del w:id="2803" w:author="Author">
              <w:r w:rsidRPr="000020AD" w:rsidDel="008D7240">
                <w:delText>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352ED5A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04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3F686A5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05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23C5555E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06" w:author="Author"/>
              </w:rPr>
            </w:pPr>
            <w:del w:id="2807" w:author="Author">
              <w:r w:rsidRPr="000020AD" w:rsidDel="008D7240">
                <w:delText>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468B9F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0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0B3D34A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0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DBD701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10" w:author="Author"/>
              </w:rPr>
            </w:pPr>
            <w:del w:id="2811" w:author="Author">
              <w:r w:rsidRPr="000020AD" w:rsidDel="008D7240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781CA4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12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293A71F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13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232FEF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14" w:author="Author"/>
              </w:rPr>
            </w:pPr>
            <w:del w:id="2815" w:author="Author">
              <w:r w:rsidRPr="000020AD" w:rsidDel="008D7240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96B918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16" w:author="Author"/>
              </w:rPr>
            </w:pPr>
          </w:p>
        </w:tc>
      </w:tr>
      <w:tr w:rsidR="000E6823" w:rsidRPr="000020AD" w:rsidDel="008D7240" w14:paraId="55C0727D" w14:textId="77777777" w:rsidTr="00664BF2">
        <w:trPr>
          <w:cantSplit/>
          <w:trHeight w:val="190"/>
          <w:del w:id="2817" w:author="Author"/>
        </w:trPr>
        <w:tc>
          <w:tcPr>
            <w:tcW w:w="200" w:type="dxa"/>
          </w:tcPr>
          <w:p w14:paraId="17D9179B" w14:textId="77777777" w:rsidR="000E6823" w:rsidRPr="000020AD" w:rsidDel="008D7240" w:rsidRDefault="000E6823" w:rsidP="00664BF2">
            <w:pPr>
              <w:pStyle w:val="tabletext11"/>
              <w:rPr>
                <w:del w:id="281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E6B6242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819" w:author="Author"/>
              </w:rPr>
            </w:pPr>
          </w:p>
        </w:tc>
        <w:tc>
          <w:tcPr>
            <w:tcW w:w="630" w:type="dxa"/>
          </w:tcPr>
          <w:p w14:paraId="78A56CB8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2820" w:author="Author"/>
              </w:rPr>
            </w:pPr>
            <w:del w:id="2821" w:author="Author">
              <w:r w:rsidRPr="000020AD" w:rsidDel="008D7240">
                <w:delText>2,001</w:delText>
              </w:r>
            </w:del>
          </w:p>
        </w:tc>
        <w:tc>
          <w:tcPr>
            <w:tcW w:w="180" w:type="dxa"/>
          </w:tcPr>
          <w:p w14:paraId="7D48BAAA" w14:textId="77777777" w:rsidR="000E6823" w:rsidRPr="000020AD" w:rsidDel="008D7240" w:rsidRDefault="000E6823" w:rsidP="00664BF2">
            <w:pPr>
              <w:pStyle w:val="tabletext11"/>
              <w:rPr>
                <w:del w:id="2822" w:author="Author"/>
              </w:rPr>
            </w:pPr>
            <w:del w:id="2823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A2DF448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2824" w:author="Author"/>
              </w:rPr>
            </w:pPr>
            <w:del w:id="2825" w:author="Author">
              <w:r w:rsidRPr="000020AD" w:rsidDel="008D7240">
                <w:delText>2,500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00156FC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82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E72B97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27" w:author="Author"/>
              </w:rPr>
            </w:pPr>
            <w:del w:id="2828" w:author="Author">
              <w:r w:rsidRPr="000020AD" w:rsidDel="008D7240">
                <w:delText>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241113A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2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53E91F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3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C73B8C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31" w:author="Author"/>
              </w:rPr>
            </w:pPr>
            <w:del w:id="2832" w:author="Author">
              <w:r w:rsidRPr="000020AD" w:rsidDel="008D7240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E83AB24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3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C49548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3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43D823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35" w:author="Author"/>
              </w:rPr>
            </w:pPr>
            <w:del w:id="2836" w:author="Author">
              <w:r w:rsidRPr="000020AD" w:rsidDel="008D7240">
                <w:delText>45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6B9150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3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45697FD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38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7B5A5F6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39" w:author="Author"/>
              </w:rPr>
            </w:pPr>
            <w:del w:id="2840" w:author="Author">
              <w:r w:rsidRPr="000020AD" w:rsidDel="008D7240">
                <w:delText>48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50BD04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41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414150F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42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1CBD72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43" w:author="Author"/>
              </w:rPr>
            </w:pPr>
            <w:del w:id="2844" w:author="Author">
              <w:r w:rsidRPr="000020AD" w:rsidDel="008D7240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40A526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45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1B073134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4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DF759D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47" w:author="Author"/>
              </w:rPr>
            </w:pPr>
            <w:del w:id="2848" w:author="Author">
              <w:r w:rsidRPr="000020AD" w:rsidDel="008D7240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53D91E4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4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612835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5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F464EB7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51" w:author="Author"/>
              </w:rPr>
            </w:pPr>
            <w:del w:id="2852" w:author="Author">
              <w:r w:rsidRPr="000020AD" w:rsidDel="008D7240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746AAB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53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3D0FAEA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5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DAB3E44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55" w:author="Author"/>
              </w:rPr>
            </w:pPr>
            <w:del w:id="2856" w:author="Author">
              <w:r w:rsidRPr="000020AD" w:rsidDel="008D7240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D80802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57" w:author="Author"/>
              </w:rPr>
            </w:pPr>
          </w:p>
        </w:tc>
      </w:tr>
      <w:tr w:rsidR="000E6823" w:rsidRPr="000020AD" w:rsidDel="008D7240" w14:paraId="3E765DD6" w14:textId="77777777" w:rsidTr="00664BF2">
        <w:trPr>
          <w:cantSplit/>
          <w:trHeight w:val="190"/>
          <w:del w:id="2858" w:author="Author"/>
        </w:trPr>
        <w:tc>
          <w:tcPr>
            <w:tcW w:w="200" w:type="dxa"/>
          </w:tcPr>
          <w:p w14:paraId="52F512F4" w14:textId="77777777" w:rsidR="000E6823" w:rsidRPr="000020AD" w:rsidDel="008D7240" w:rsidRDefault="000E6823" w:rsidP="00664BF2">
            <w:pPr>
              <w:pStyle w:val="tabletext11"/>
              <w:rPr>
                <w:del w:id="285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EE509E9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860" w:author="Author"/>
              </w:rPr>
            </w:pPr>
          </w:p>
        </w:tc>
        <w:tc>
          <w:tcPr>
            <w:tcW w:w="630" w:type="dxa"/>
          </w:tcPr>
          <w:p w14:paraId="53B9FF5E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2861" w:author="Author"/>
              </w:rPr>
            </w:pPr>
            <w:del w:id="2862" w:author="Author">
              <w:r w:rsidRPr="000020AD" w:rsidDel="008D7240">
                <w:delText>2,501</w:delText>
              </w:r>
            </w:del>
          </w:p>
        </w:tc>
        <w:tc>
          <w:tcPr>
            <w:tcW w:w="180" w:type="dxa"/>
          </w:tcPr>
          <w:p w14:paraId="21869D2E" w14:textId="77777777" w:rsidR="000E6823" w:rsidRPr="000020AD" w:rsidDel="008D7240" w:rsidRDefault="000E6823" w:rsidP="00664BF2">
            <w:pPr>
              <w:pStyle w:val="tabletext11"/>
              <w:rPr>
                <w:del w:id="2863" w:author="Author"/>
              </w:rPr>
            </w:pPr>
            <w:del w:id="2864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448B3FE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2865" w:author="Author"/>
              </w:rPr>
            </w:pPr>
            <w:del w:id="2866" w:author="Author">
              <w:r w:rsidRPr="000020AD" w:rsidDel="008D7240">
                <w:delText>3,000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42DFFA6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86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3B55E1E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68" w:author="Author"/>
              </w:rPr>
            </w:pPr>
            <w:del w:id="2869" w:author="Author">
              <w:r w:rsidRPr="000020AD" w:rsidDel="008D7240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FE8846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7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62D608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7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5DC07F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72" w:author="Author"/>
              </w:rPr>
            </w:pPr>
            <w:del w:id="2873" w:author="Author">
              <w:r w:rsidRPr="000020AD" w:rsidDel="008D7240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52A2CB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7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E01C20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7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47DF2D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76" w:author="Author"/>
              </w:rPr>
            </w:pPr>
            <w:del w:id="2877" w:author="Author">
              <w:r w:rsidRPr="000020AD" w:rsidDel="008D7240">
                <w:delText>52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EDB047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7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43463C1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79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787B29E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80" w:author="Author"/>
              </w:rPr>
            </w:pPr>
            <w:del w:id="2881" w:author="Author">
              <w:r w:rsidRPr="000020AD" w:rsidDel="008D7240">
                <w:delText>54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804231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82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41C319F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83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74C83F8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84" w:author="Author"/>
              </w:rPr>
            </w:pPr>
            <w:del w:id="2885" w:author="Author">
              <w:r w:rsidRPr="000020AD" w:rsidDel="008D7240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139B7E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86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5E50994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87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5515A890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88" w:author="Author"/>
              </w:rPr>
            </w:pPr>
            <w:del w:id="2889" w:author="Author">
              <w:r w:rsidRPr="000020AD" w:rsidDel="008D7240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AF07FBE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9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761774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9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12A0E80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92" w:author="Author"/>
              </w:rPr>
            </w:pPr>
            <w:del w:id="2893" w:author="Author">
              <w:r w:rsidRPr="000020AD" w:rsidDel="008D7240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57B1C5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94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4EFA24C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9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D616F2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96" w:author="Author"/>
              </w:rPr>
            </w:pPr>
            <w:del w:id="2897" w:author="Author">
              <w:r w:rsidRPr="000020AD" w:rsidDel="008D7240">
                <w:delText>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DF155D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898" w:author="Author"/>
              </w:rPr>
            </w:pPr>
          </w:p>
        </w:tc>
      </w:tr>
      <w:tr w:rsidR="000E6823" w:rsidRPr="000020AD" w:rsidDel="008D7240" w14:paraId="6FF65E01" w14:textId="77777777" w:rsidTr="00664BF2">
        <w:trPr>
          <w:cantSplit/>
          <w:trHeight w:val="190"/>
          <w:del w:id="2899" w:author="Author"/>
        </w:trPr>
        <w:tc>
          <w:tcPr>
            <w:tcW w:w="200" w:type="dxa"/>
          </w:tcPr>
          <w:p w14:paraId="5DFAC0F1" w14:textId="77777777" w:rsidR="000E6823" w:rsidRPr="000020AD" w:rsidDel="008D7240" w:rsidRDefault="000E6823" w:rsidP="00664BF2">
            <w:pPr>
              <w:pStyle w:val="tabletext11"/>
              <w:rPr>
                <w:del w:id="290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7C8D475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901" w:author="Author"/>
              </w:rPr>
            </w:pPr>
          </w:p>
        </w:tc>
        <w:tc>
          <w:tcPr>
            <w:tcW w:w="630" w:type="dxa"/>
          </w:tcPr>
          <w:p w14:paraId="6E8B96D2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2902" w:author="Author"/>
              </w:rPr>
            </w:pPr>
            <w:del w:id="2903" w:author="Author">
              <w:r w:rsidRPr="000020AD" w:rsidDel="008D7240">
                <w:delText>3,001</w:delText>
              </w:r>
            </w:del>
          </w:p>
        </w:tc>
        <w:tc>
          <w:tcPr>
            <w:tcW w:w="180" w:type="dxa"/>
          </w:tcPr>
          <w:p w14:paraId="7C25DC1D" w14:textId="77777777" w:rsidR="000E6823" w:rsidRPr="000020AD" w:rsidDel="008D7240" w:rsidRDefault="000E6823" w:rsidP="00664BF2">
            <w:pPr>
              <w:pStyle w:val="tabletext11"/>
              <w:rPr>
                <w:del w:id="2904" w:author="Author"/>
              </w:rPr>
            </w:pPr>
            <w:del w:id="2905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37A3F0B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2906" w:author="Author"/>
              </w:rPr>
            </w:pPr>
            <w:del w:id="2907" w:author="Author">
              <w:r w:rsidRPr="000020AD" w:rsidDel="008D7240">
                <w:delText>3,500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3D1623D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90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2B27E7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09" w:author="Author"/>
              </w:rPr>
            </w:pPr>
            <w:del w:id="2910" w:author="Author">
              <w:r w:rsidRPr="000020AD" w:rsidDel="008D7240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4A9D5C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1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27AD82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1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DC35E7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13" w:author="Author"/>
              </w:rPr>
            </w:pPr>
            <w:del w:id="2914" w:author="Author">
              <w:r w:rsidRPr="000020AD" w:rsidDel="008D7240">
                <w:delText>10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B0B85D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1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41B8DE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1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01FEB9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17" w:author="Author"/>
              </w:rPr>
            </w:pPr>
            <w:del w:id="2918" w:author="Author">
              <w:r w:rsidRPr="000020AD" w:rsidDel="008D7240">
                <w:delText>59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39D4EA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1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4DE437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20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2DCE0E6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21" w:author="Author"/>
              </w:rPr>
            </w:pPr>
            <w:del w:id="2922" w:author="Author">
              <w:r w:rsidRPr="000020AD" w:rsidDel="008D7240">
                <w:delText>63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50C7DA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23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B3C8A5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24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C94FBC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25" w:author="Author"/>
              </w:rPr>
            </w:pPr>
            <w:del w:id="2926" w:author="Author">
              <w:r w:rsidRPr="000020AD" w:rsidDel="008D7240">
                <w:delText>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A8D0ED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27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508005E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28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5A6E818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29" w:author="Author"/>
              </w:rPr>
            </w:pPr>
            <w:del w:id="2930" w:author="Author">
              <w:r w:rsidRPr="000020AD" w:rsidDel="008D7240">
                <w:delText>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C6BC40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3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D4C0BE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3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9722C3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33" w:author="Author"/>
              </w:rPr>
            </w:pPr>
            <w:del w:id="2934" w:author="Author">
              <w:r w:rsidRPr="000020AD" w:rsidDel="008D7240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C17C8E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35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0783D86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36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810E87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37" w:author="Author"/>
              </w:rPr>
            </w:pPr>
            <w:del w:id="2938" w:author="Author">
              <w:r w:rsidRPr="000020AD" w:rsidDel="008D7240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BB3E8C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39" w:author="Author"/>
              </w:rPr>
            </w:pPr>
          </w:p>
        </w:tc>
      </w:tr>
      <w:tr w:rsidR="000E6823" w:rsidRPr="000020AD" w:rsidDel="008D7240" w14:paraId="53425EFB" w14:textId="77777777" w:rsidTr="00664BF2">
        <w:trPr>
          <w:cantSplit/>
          <w:trHeight w:val="190"/>
          <w:del w:id="2940" w:author="Author"/>
        </w:trPr>
        <w:tc>
          <w:tcPr>
            <w:tcW w:w="200" w:type="dxa"/>
          </w:tcPr>
          <w:p w14:paraId="59813749" w14:textId="77777777" w:rsidR="000E6823" w:rsidRPr="000020AD" w:rsidDel="008D7240" w:rsidRDefault="000E6823" w:rsidP="00664BF2">
            <w:pPr>
              <w:pStyle w:val="tabletext11"/>
              <w:rPr>
                <w:del w:id="294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D32CD27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942" w:author="Author"/>
              </w:rPr>
            </w:pPr>
          </w:p>
        </w:tc>
        <w:tc>
          <w:tcPr>
            <w:tcW w:w="630" w:type="dxa"/>
          </w:tcPr>
          <w:p w14:paraId="30F51EA5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2943" w:author="Author"/>
              </w:rPr>
            </w:pPr>
            <w:del w:id="2944" w:author="Author">
              <w:r w:rsidRPr="000020AD" w:rsidDel="008D7240">
                <w:delText>3,501</w:delText>
              </w:r>
            </w:del>
          </w:p>
        </w:tc>
        <w:tc>
          <w:tcPr>
            <w:tcW w:w="180" w:type="dxa"/>
          </w:tcPr>
          <w:p w14:paraId="46A572BD" w14:textId="77777777" w:rsidR="000E6823" w:rsidRPr="000020AD" w:rsidDel="008D7240" w:rsidRDefault="000E6823" w:rsidP="00664BF2">
            <w:pPr>
              <w:pStyle w:val="tabletext11"/>
              <w:rPr>
                <w:del w:id="2945" w:author="Author"/>
              </w:rPr>
            </w:pPr>
            <w:del w:id="2946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42F8B7C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2947" w:author="Author"/>
              </w:rPr>
            </w:pPr>
            <w:del w:id="2948" w:author="Author">
              <w:r w:rsidRPr="000020AD" w:rsidDel="008D7240">
                <w:delText>4,000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F06F12F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94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85F697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50" w:author="Author"/>
              </w:rPr>
            </w:pPr>
            <w:del w:id="2951" w:author="Author">
              <w:r w:rsidRPr="000020AD" w:rsidDel="008D7240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F5D1E4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5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26001F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5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837DE4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54" w:author="Author"/>
              </w:rPr>
            </w:pPr>
            <w:del w:id="2955" w:author="Author">
              <w:r w:rsidRPr="000020AD" w:rsidDel="008D7240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256640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5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748BA5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5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C22366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58" w:author="Author"/>
              </w:rPr>
            </w:pPr>
            <w:del w:id="2959" w:author="Author">
              <w:r w:rsidRPr="000020AD" w:rsidDel="008D7240">
                <w:delText>67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78D3B1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6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702009D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61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82650F4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62" w:author="Author"/>
              </w:rPr>
            </w:pPr>
            <w:del w:id="2963" w:author="Author">
              <w:r w:rsidRPr="000020AD" w:rsidDel="008D7240">
                <w:delText>70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0FC5E0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64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3CAF4380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65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2ABD57F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66" w:author="Author"/>
              </w:rPr>
            </w:pPr>
            <w:del w:id="2967" w:author="Author">
              <w:r w:rsidRPr="000020AD" w:rsidDel="008D7240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CE5AAF4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68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51DC19E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69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3DA5C6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70" w:author="Author"/>
              </w:rPr>
            </w:pPr>
            <w:del w:id="2971" w:author="Author">
              <w:r w:rsidRPr="000020AD" w:rsidDel="008D7240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B18B390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DAD7FB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7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409789A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74" w:author="Author"/>
              </w:rPr>
            </w:pPr>
            <w:del w:id="2975" w:author="Author">
              <w:r w:rsidRPr="000020AD" w:rsidDel="008D7240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A64A61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76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72442A1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77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C10034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78" w:author="Author"/>
              </w:rPr>
            </w:pPr>
            <w:del w:id="2979" w:author="Author">
              <w:r w:rsidRPr="000020AD" w:rsidDel="008D7240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D5BBBD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80" w:author="Author"/>
              </w:rPr>
            </w:pPr>
          </w:p>
        </w:tc>
      </w:tr>
      <w:tr w:rsidR="000E6823" w:rsidRPr="000020AD" w:rsidDel="008D7240" w14:paraId="07F5612C" w14:textId="77777777" w:rsidTr="00664BF2">
        <w:trPr>
          <w:cantSplit/>
          <w:trHeight w:val="190"/>
          <w:del w:id="2981" w:author="Author"/>
        </w:trPr>
        <w:tc>
          <w:tcPr>
            <w:tcW w:w="200" w:type="dxa"/>
          </w:tcPr>
          <w:p w14:paraId="34429348" w14:textId="77777777" w:rsidR="000E6823" w:rsidRPr="000020AD" w:rsidDel="008D7240" w:rsidRDefault="000E6823" w:rsidP="00664BF2">
            <w:pPr>
              <w:pStyle w:val="tabletext11"/>
              <w:rPr>
                <w:del w:id="298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91911A9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983" w:author="Author"/>
              </w:rPr>
            </w:pPr>
          </w:p>
        </w:tc>
        <w:tc>
          <w:tcPr>
            <w:tcW w:w="630" w:type="dxa"/>
          </w:tcPr>
          <w:p w14:paraId="51C77ECC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2984" w:author="Author"/>
              </w:rPr>
            </w:pPr>
            <w:del w:id="2985" w:author="Author">
              <w:r w:rsidRPr="000020AD" w:rsidDel="008D7240">
                <w:delText>4,001</w:delText>
              </w:r>
            </w:del>
          </w:p>
        </w:tc>
        <w:tc>
          <w:tcPr>
            <w:tcW w:w="180" w:type="dxa"/>
          </w:tcPr>
          <w:p w14:paraId="6D58426E" w14:textId="77777777" w:rsidR="000E6823" w:rsidRPr="000020AD" w:rsidDel="008D7240" w:rsidRDefault="000E6823" w:rsidP="00664BF2">
            <w:pPr>
              <w:pStyle w:val="tabletext11"/>
              <w:rPr>
                <w:del w:id="2986" w:author="Author"/>
              </w:rPr>
            </w:pPr>
            <w:del w:id="2987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DF96C7F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2988" w:author="Author"/>
              </w:rPr>
            </w:pPr>
            <w:del w:id="2989" w:author="Author">
              <w:r w:rsidRPr="000020AD" w:rsidDel="008D7240">
                <w:delText>4,500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4C42BC4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299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4CFB9C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91" w:author="Author"/>
              </w:rPr>
            </w:pPr>
            <w:del w:id="2992" w:author="Author">
              <w:r w:rsidRPr="000020AD" w:rsidDel="008D7240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016A3EA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9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F9B30A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9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FA779F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95" w:author="Author"/>
              </w:rPr>
            </w:pPr>
            <w:del w:id="2996" w:author="Author">
              <w:r w:rsidRPr="000020AD" w:rsidDel="008D7240">
                <w:delText>12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6FF1B7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9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3CDDEE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9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BEC2320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2999" w:author="Author"/>
              </w:rPr>
            </w:pPr>
            <w:del w:id="3000" w:author="Author">
              <w:r w:rsidRPr="000020AD" w:rsidDel="008D7240">
                <w:delText>72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D0C3DB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0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9A987E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02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7D06A2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03" w:author="Author"/>
              </w:rPr>
            </w:pPr>
            <w:del w:id="3004" w:author="Author">
              <w:r w:rsidRPr="000020AD" w:rsidDel="008D7240">
                <w:delText>76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1848ECA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05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0566BF9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06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51CFCB9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07" w:author="Author"/>
              </w:rPr>
            </w:pPr>
            <w:del w:id="3008" w:author="Author">
              <w:r w:rsidRPr="000020AD" w:rsidDel="008D7240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BC2E06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09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6E27F39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10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DB89A5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11" w:author="Author"/>
              </w:rPr>
            </w:pPr>
            <w:del w:id="3012" w:author="Author">
              <w:r w:rsidRPr="000020AD" w:rsidDel="008D7240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E067F6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1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A51A2C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1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8DE6D8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15" w:author="Author"/>
              </w:rPr>
            </w:pPr>
            <w:del w:id="3016" w:author="Author">
              <w:r w:rsidRPr="000020AD" w:rsidDel="008D7240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81DC27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17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08B94B6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18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78FA7C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19" w:author="Author"/>
              </w:rPr>
            </w:pPr>
            <w:del w:id="3020" w:author="Author">
              <w:r w:rsidRPr="000020AD" w:rsidDel="008D7240">
                <w:delText>11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D238D6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21" w:author="Author"/>
              </w:rPr>
            </w:pPr>
          </w:p>
        </w:tc>
      </w:tr>
      <w:tr w:rsidR="000E6823" w:rsidRPr="000020AD" w:rsidDel="008D7240" w14:paraId="221B9325" w14:textId="77777777" w:rsidTr="00664BF2">
        <w:trPr>
          <w:cantSplit/>
          <w:trHeight w:val="190"/>
          <w:del w:id="3022" w:author="Author"/>
        </w:trPr>
        <w:tc>
          <w:tcPr>
            <w:tcW w:w="200" w:type="dxa"/>
          </w:tcPr>
          <w:p w14:paraId="6B9D8F0D" w14:textId="77777777" w:rsidR="000E6823" w:rsidRPr="000020AD" w:rsidDel="008D7240" w:rsidRDefault="000E6823" w:rsidP="00664BF2">
            <w:pPr>
              <w:pStyle w:val="tabletext11"/>
              <w:rPr>
                <w:del w:id="302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85DD29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3024" w:author="Author"/>
              </w:rPr>
            </w:pPr>
          </w:p>
        </w:tc>
        <w:tc>
          <w:tcPr>
            <w:tcW w:w="630" w:type="dxa"/>
          </w:tcPr>
          <w:p w14:paraId="2882360D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3025" w:author="Author"/>
              </w:rPr>
            </w:pPr>
            <w:del w:id="3026" w:author="Author">
              <w:r w:rsidRPr="000020AD" w:rsidDel="008D7240">
                <w:delText>4,501</w:delText>
              </w:r>
            </w:del>
          </w:p>
        </w:tc>
        <w:tc>
          <w:tcPr>
            <w:tcW w:w="180" w:type="dxa"/>
          </w:tcPr>
          <w:p w14:paraId="2660677E" w14:textId="77777777" w:rsidR="000E6823" w:rsidRPr="000020AD" w:rsidDel="008D7240" w:rsidRDefault="000E6823" w:rsidP="00664BF2">
            <w:pPr>
              <w:pStyle w:val="tabletext11"/>
              <w:rPr>
                <w:del w:id="3027" w:author="Author"/>
              </w:rPr>
            </w:pPr>
            <w:del w:id="3028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B6F0D49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3029" w:author="Author"/>
              </w:rPr>
            </w:pPr>
            <w:del w:id="3030" w:author="Author">
              <w:r w:rsidRPr="000020AD" w:rsidDel="008D7240">
                <w:delText>5,000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E5D926B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303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6C6F81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32" w:author="Author"/>
              </w:rPr>
            </w:pPr>
            <w:del w:id="3033" w:author="Author">
              <w:r w:rsidRPr="000020AD" w:rsidDel="008D7240">
                <w:delText>13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A28C02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3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85FA54E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3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85569B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36" w:author="Author"/>
              </w:rPr>
            </w:pPr>
            <w:del w:id="3037" w:author="Author">
              <w:r w:rsidRPr="000020AD" w:rsidDel="008D7240">
                <w:delText>14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FC57D2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3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65F1BA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3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9B5CC3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40" w:author="Author"/>
              </w:rPr>
            </w:pPr>
            <w:del w:id="3041" w:author="Author">
              <w:r w:rsidRPr="000020AD" w:rsidDel="008D7240">
                <w:delText>84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E68F47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4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B772477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43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64BEBBA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44" w:author="Author"/>
              </w:rPr>
            </w:pPr>
            <w:del w:id="3045" w:author="Author">
              <w:r w:rsidRPr="000020AD" w:rsidDel="008D7240">
                <w:delText>88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0431C80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46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04D30CD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47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2FA016E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48" w:author="Author"/>
              </w:rPr>
            </w:pPr>
            <w:del w:id="3049" w:author="Author">
              <w:r w:rsidRPr="000020AD" w:rsidDel="008D7240">
                <w:delText>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B9A84D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50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61E7E4EE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5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84665B7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52" w:author="Author"/>
              </w:rPr>
            </w:pPr>
            <w:del w:id="3053" w:author="Author">
              <w:r w:rsidRPr="000020AD" w:rsidDel="008D7240">
                <w:delText>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FB8DC7E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5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1EFC4C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5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65C316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56" w:author="Author"/>
              </w:rPr>
            </w:pPr>
            <w:del w:id="3057" w:author="Author">
              <w:r w:rsidRPr="000020AD" w:rsidDel="008D7240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9DFF79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58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302B08B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5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7DF95327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60" w:author="Author"/>
              </w:rPr>
            </w:pPr>
            <w:del w:id="3061" w:author="Author">
              <w:r w:rsidRPr="000020AD" w:rsidDel="008D7240">
                <w:delText>12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0F7EBB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62" w:author="Author"/>
              </w:rPr>
            </w:pPr>
          </w:p>
        </w:tc>
      </w:tr>
      <w:tr w:rsidR="000E6823" w:rsidRPr="000020AD" w:rsidDel="008D7240" w14:paraId="60F98B23" w14:textId="77777777" w:rsidTr="00664BF2">
        <w:trPr>
          <w:cantSplit/>
          <w:trHeight w:val="190"/>
          <w:del w:id="3063" w:author="Author"/>
        </w:trPr>
        <w:tc>
          <w:tcPr>
            <w:tcW w:w="200" w:type="dxa"/>
          </w:tcPr>
          <w:p w14:paraId="16E8B1FC" w14:textId="77777777" w:rsidR="000E6823" w:rsidRPr="000020AD" w:rsidDel="008D7240" w:rsidRDefault="000E6823" w:rsidP="00664BF2">
            <w:pPr>
              <w:pStyle w:val="tabletext11"/>
              <w:rPr>
                <w:del w:id="306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800C538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3065" w:author="Author"/>
              </w:rPr>
            </w:pPr>
          </w:p>
        </w:tc>
        <w:tc>
          <w:tcPr>
            <w:tcW w:w="630" w:type="dxa"/>
          </w:tcPr>
          <w:p w14:paraId="509AE9C8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3066" w:author="Author"/>
              </w:rPr>
            </w:pPr>
            <w:del w:id="3067" w:author="Author">
              <w:r w:rsidRPr="000020AD" w:rsidDel="008D7240">
                <w:delText>5,001</w:delText>
              </w:r>
            </w:del>
          </w:p>
        </w:tc>
        <w:tc>
          <w:tcPr>
            <w:tcW w:w="180" w:type="dxa"/>
          </w:tcPr>
          <w:p w14:paraId="620781FC" w14:textId="77777777" w:rsidR="000E6823" w:rsidRPr="000020AD" w:rsidDel="008D7240" w:rsidRDefault="000E6823" w:rsidP="00664BF2">
            <w:pPr>
              <w:pStyle w:val="tabletext11"/>
              <w:rPr>
                <w:del w:id="3068" w:author="Author"/>
              </w:rPr>
            </w:pPr>
            <w:del w:id="3069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51282B4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3070" w:author="Author"/>
              </w:rPr>
            </w:pPr>
            <w:del w:id="3071" w:author="Author">
              <w:r w:rsidRPr="000020AD" w:rsidDel="008D7240">
                <w:delText>6,000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22D0B48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307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516A57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73" w:author="Author"/>
              </w:rPr>
            </w:pPr>
            <w:del w:id="3074" w:author="Author">
              <w:r w:rsidRPr="000020AD" w:rsidDel="008D7240">
                <w:delText>16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0D6BE0A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7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945707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7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7F8F94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77" w:author="Author"/>
              </w:rPr>
            </w:pPr>
            <w:del w:id="3078" w:author="Author">
              <w:r w:rsidRPr="000020AD" w:rsidDel="008D7240">
                <w:delText>16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57FBD0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7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084BEFE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8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F9FE83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81" w:author="Author"/>
              </w:rPr>
            </w:pPr>
            <w:del w:id="3082" w:author="Author">
              <w:r w:rsidRPr="000020AD" w:rsidDel="008D7240">
                <w:delText>98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49D87C9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83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A6F0E20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84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17DAEE0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85" w:author="Author"/>
              </w:rPr>
            </w:pPr>
            <w:del w:id="3086" w:author="Author">
              <w:r w:rsidRPr="000020AD" w:rsidDel="008D7240">
                <w:delText>103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DAAABA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87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77871AA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88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15173AD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89" w:author="Author"/>
              </w:rPr>
            </w:pPr>
            <w:del w:id="3090" w:author="Author">
              <w:r w:rsidRPr="000020AD" w:rsidDel="008D7240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739E5D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91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4333FDE4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92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C9FECE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93" w:author="Author"/>
              </w:rPr>
            </w:pPr>
            <w:del w:id="3094" w:author="Author">
              <w:r w:rsidRPr="000020AD" w:rsidDel="008D7240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E50CC1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9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CB2443A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9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DF055EA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97" w:author="Author"/>
              </w:rPr>
            </w:pPr>
            <w:del w:id="3098" w:author="Author">
              <w:r w:rsidRPr="000020AD" w:rsidDel="008D7240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81CBA9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099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112FF34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00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7793AC6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01" w:author="Author"/>
              </w:rPr>
            </w:pPr>
            <w:del w:id="3102" w:author="Author">
              <w:r w:rsidRPr="000020AD" w:rsidDel="008D7240">
                <w:delText>14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749B03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03" w:author="Author"/>
              </w:rPr>
            </w:pPr>
          </w:p>
        </w:tc>
      </w:tr>
      <w:tr w:rsidR="000E6823" w:rsidRPr="000020AD" w:rsidDel="008D7240" w14:paraId="4F4BD572" w14:textId="77777777" w:rsidTr="00664BF2">
        <w:trPr>
          <w:cantSplit/>
          <w:trHeight w:val="190"/>
          <w:del w:id="3104" w:author="Author"/>
        </w:trPr>
        <w:tc>
          <w:tcPr>
            <w:tcW w:w="200" w:type="dxa"/>
          </w:tcPr>
          <w:p w14:paraId="605BAC3C" w14:textId="77777777" w:rsidR="000E6823" w:rsidRPr="000020AD" w:rsidDel="008D7240" w:rsidRDefault="000E6823" w:rsidP="00664BF2">
            <w:pPr>
              <w:pStyle w:val="tabletext11"/>
              <w:rPr>
                <w:del w:id="310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7EB5091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3106" w:author="Author"/>
              </w:rPr>
            </w:pPr>
          </w:p>
        </w:tc>
        <w:tc>
          <w:tcPr>
            <w:tcW w:w="630" w:type="dxa"/>
          </w:tcPr>
          <w:p w14:paraId="597E8B30" w14:textId="77777777" w:rsidR="000E6823" w:rsidRPr="000020AD" w:rsidDel="008D7240" w:rsidRDefault="000E6823" w:rsidP="00664BF2">
            <w:pPr>
              <w:pStyle w:val="tabletext11"/>
              <w:tabs>
                <w:tab w:val="decimal" w:pos="505"/>
              </w:tabs>
              <w:jc w:val="right"/>
              <w:rPr>
                <w:del w:id="3107" w:author="Author"/>
              </w:rPr>
            </w:pPr>
            <w:del w:id="3108" w:author="Author">
              <w:r w:rsidRPr="000020AD" w:rsidDel="008D7240">
                <w:delText>6,001</w:delText>
              </w:r>
            </w:del>
          </w:p>
        </w:tc>
        <w:tc>
          <w:tcPr>
            <w:tcW w:w="180" w:type="dxa"/>
          </w:tcPr>
          <w:p w14:paraId="66AE9956" w14:textId="77777777" w:rsidR="000E6823" w:rsidRPr="000020AD" w:rsidDel="008D7240" w:rsidRDefault="000E6823" w:rsidP="00664BF2">
            <w:pPr>
              <w:pStyle w:val="tabletext11"/>
              <w:rPr>
                <w:del w:id="3109" w:author="Author"/>
              </w:rPr>
            </w:pPr>
            <w:del w:id="3110" w:author="Author">
              <w:r w:rsidRPr="000020AD" w:rsidDel="008D724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33D5D78" w14:textId="77777777" w:rsidR="000E6823" w:rsidRPr="000020AD" w:rsidDel="008D7240" w:rsidRDefault="000E6823" w:rsidP="00664BF2">
            <w:pPr>
              <w:pStyle w:val="tabletext11"/>
              <w:tabs>
                <w:tab w:val="decimal" w:pos="425"/>
              </w:tabs>
              <w:rPr>
                <w:del w:id="3111" w:author="Author"/>
              </w:rPr>
            </w:pPr>
            <w:del w:id="3112" w:author="Author">
              <w:r w:rsidRPr="000020AD" w:rsidDel="008D7240">
                <w:delText>8,000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437ADA4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311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70D5FB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14" w:author="Author"/>
              </w:rPr>
            </w:pPr>
            <w:del w:id="3115" w:author="Author">
              <w:r w:rsidRPr="000020AD" w:rsidDel="008D7240">
                <w:delText>20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71EDCE7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1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60D84C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1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FAC821D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18" w:author="Author"/>
              </w:rPr>
            </w:pPr>
            <w:del w:id="3119" w:author="Author">
              <w:r w:rsidRPr="000020AD" w:rsidDel="008D7240">
                <w:delText>22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808840E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2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9BEC7C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2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702199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22" w:author="Author"/>
              </w:rPr>
            </w:pPr>
            <w:del w:id="3123" w:author="Author">
              <w:r w:rsidRPr="000020AD" w:rsidDel="008D7240">
                <w:delText>129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69BC37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2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0A591E2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25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3ADA37A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26" w:author="Author"/>
              </w:rPr>
            </w:pPr>
            <w:del w:id="3127" w:author="Author">
              <w:r w:rsidRPr="000020AD" w:rsidDel="008D7240">
                <w:delText>136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6097115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28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1E80E523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29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51E341D6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30" w:author="Author"/>
              </w:rPr>
            </w:pPr>
            <w:del w:id="3131" w:author="Author">
              <w:r w:rsidRPr="000020AD" w:rsidDel="008D7240">
                <w:delText>11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6618B95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32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</w:tcBorders>
            <w:shd w:val="clear" w:color="auto" w:fill="auto"/>
          </w:tcPr>
          <w:p w14:paraId="373488A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3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56A567C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34" w:author="Author"/>
              </w:rPr>
            </w:pPr>
            <w:del w:id="3135" w:author="Author">
              <w:r w:rsidRPr="000020AD" w:rsidDel="008D7240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B84D6A0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3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22A6A1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3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0354734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38" w:author="Author"/>
              </w:rPr>
            </w:pPr>
            <w:del w:id="3139" w:author="Author">
              <w:r w:rsidRPr="000020AD" w:rsidDel="008D7240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6F974FB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40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</w:tcBorders>
            <w:shd w:val="clear" w:color="auto" w:fill="auto"/>
          </w:tcPr>
          <w:p w14:paraId="2B09788F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4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562C258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42" w:author="Author"/>
              </w:rPr>
            </w:pPr>
            <w:del w:id="3143" w:author="Author">
              <w:r w:rsidRPr="000020AD" w:rsidDel="008D7240">
                <w:delText>19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8C66CE1" w14:textId="77777777" w:rsidR="000E6823" w:rsidRPr="000020AD" w:rsidDel="008D7240" w:rsidRDefault="000E6823" w:rsidP="00664BF2">
            <w:pPr>
              <w:pStyle w:val="tabletext10"/>
              <w:jc w:val="right"/>
              <w:rPr>
                <w:del w:id="3144" w:author="Author"/>
              </w:rPr>
            </w:pPr>
          </w:p>
        </w:tc>
      </w:tr>
      <w:tr w:rsidR="000E6823" w:rsidRPr="000020AD" w:rsidDel="008D7240" w14:paraId="4A8274B1" w14:textId="77777777" w:rsidTr="00664BF2">
        <w:trPr>
          <w:cantSplit/>
          <w:trHeight w:val="190"/>
          <w:del w:id="3145" w:author="Author"/>
        </w:trPr>
        <w:tc>
          <w:tcPr>
            <w:tcW w:w="200" w:type="dxa"/>
          </w:tcPr>
          <w:p w14:paraId="2B484ADC" w14:textId="77777777" w:rsidR="000E6823" w:rsidRPr="000020AD" w:rsidDel="008D7240" w:rsidRDefault="000E6823" w:rsidP="00664BF2">
            <w:pPr>
              <w:pStyle w:val="tabletext11"/>
              <w:rPr>
                <w:del w:id="3146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CA89A" w14:textId="77777777" w:rsidR="000E6823" w:rsidRPr="000020AD" w:rsidDel="008D7240" w:rsidRDefault="000E6823" w:rsidP="00664BF2">
            <w:pPr>
              <w:pStyle w:val="tabletext11"/>
              <w:rPr>
                <w:del w:id="3147" w:author="Author"/>
              </w:rPr>
            </w:pPr>
            <w:del w:id="3148" w:author="Author">
              <w:r w:rsidRPr="000020AD" w:rsidDel="008D7240">
                <w:delText>Over 8,000 per $100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8CC4C8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3149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1660645" w14:textId="77777777" w:rsidR="000E6823" w:rsidRPr="000020AD" w:rsidDel="008D7240" w:rsidRDefault="000E6823" w:rsidP="00664BF2">
            <w:pPr>
              <w:pStyle w:val="tabletext11"/>
              <w:jc w:val="right"/>
              <w:rPr>
                <w:del w:id="3150" w:author="Author"/>
              </w:rPr>
            </w:pPr>
            <w:del w:id="3151" w:author="Author">
              <w:r w:rsidRPr="000020AD" w:rsidDel="008D7240">
                <w:delText>0.29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720B6832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5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A92BFE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53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709836C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54" w:author="Author"/>
              </w:rPr>
            </w:pPr>
            <w:del w:id="3155" w:author="Author">
              <w:r w:rsidRPr="000020AD" w:rsidDel="008D7240">
                <w:delText>0.31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1303790A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5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472DF5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57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BAC1C1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58" w:author="Author"/>
              </w:rPr>
            </w:pPr>
            <w:del w:id="3159" w:author="Author">
              <w:r w:rsidRPr="000020AD" w:rsidDel="008D7240">
                <w:delText>1.83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27A7FA55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6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3B53F6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61" w:author="Author"/>
              </w:rPr>
            </w:pPr>
          </w:p>
        </w:tc>
        <w:tc>
          <w:tcPr>
            <w:tcW w:w="456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910F056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62" w:author="Author"/>
              </w:rPr>
            </w:pPr>
            <w:del w:id="3163" w:author="Author">
              <w:r w:rsidRPr="000020AD" w:rsidDel="008D7240">
                <w:delText>1.91</w:delText>
              </w:r>
            </w:del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49E109B4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64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3E1EE6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65" w:author="Author"/>
              </w:rPr>
            </w:pPr>
          </w:p>
        </w:tc>
        <w:tc>
          <w:tcPr>
            <w:tcW w:w="537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F343599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66" w:author="Author"/>
              </w:rPr>
            </w:pPr>
            <w:del w:id="3167" w:author="Author">
              <w:r w:rsidRPr="000020AD" w:rsidDel="008D7240">
                <w:delText>0.16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50F8F277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68" w:author="Author"/>
              </w:rPr>
            </w:pPr>
          </w:p>
        </w:tc>
        <w:tc>
          <w:tcPr>
            <w:tcW w:w="25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7AAECC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69" w:author="Author"/>
              </w:rPr>
            </w:pPr>
          </w:p>
        </w:tc>
        <w:tc>
          <w:tcPr>
            <w:tcW w:w="528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290B3B4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70" w:author="Author"/>
              </w:rPr>
            </w:pPr>
            <w:del w:id="3171" w:author="Author">
              <w:r w:rsidRPr="000020AD" w:rsidDel="008D7240">
                <w:delText>0.16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344AFA4D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7123D4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73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E785D45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74" w:author="Author"/>
              </w:rPr>
            </w:pPr>
            <w:del w:id="3175" w:author="Author">
              <w:r w:rsidRPr="000020AD" w:rsidDel="008D7240">
                <w:delText>0.24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6A9F176D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76" w:author="Author"/>
              </w:rPr>
            </w:pPr>
          </w:p>
        </w:tc>
        <w:tc>
          <w:tcPr>
            <w:tcW w:w="23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4529812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77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FA0E4D3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78" w:author="Author"/>
              </w:rPr>
            </w:pPr>
            <w:del w:id="3179" w:author="Author">
              <w:r w:rsidRPr="000020AD" w:rsidDel="008D7240">
                <w:delText>0.26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7A7736E9" w14:textId="77777777" w:rsidR="000E6823" w:rsidRPr="000020AD" w:rsidDel="008D7240" w:rsidRDefault="000E6823" w:rsidP="00664BF2">
            <w:pPr>
              <w:pStyle w:val="tabletext01"/>
              <w:jc w:val="right"/>
              <w:rPr>
                <w:del w:id="3180" w:author="Author"/>
              </w:rPr>
            </w:pPr>
          </w:p>
        </w:tc>
      </w:tr>
    </w:tbl>
    <w:p w14:paraId="09C38172" w14:textId="77777777" w:rsidR="000E6823" w:rsidRDefault="000E6823" w:rsidP="0085321E">
      <w:pPr>
        <w:pStyle w:val="tablecaption"/>
      </w:pPr>
      <w:del w:id="3181" w:author="Author">
        <w:r w:rsidRPr="000020AD" w:rsidDel="008D7240">
          <w:delText>Table 70.C.1.a.(LC) Single Interest Coverage Loss Costs</w:delText>
        </w:r>
      </w:del>
    </w:p>
    <w:p w14:paraId="2C49AF68" w14:textId="77777777" w:rsidR="000E6823" w:rsidRDefault="000E6823" w:rsidP="0085321E">
      <w:pPr>
        <w:pStyle w:val="isonormal"/>
        <w:jc w:val="left"/>
      </w:pPr>
    </w:p>
    <w:p w14:paraId="21DAFD14" w14:textId="77777777" w:rsidR="000E6823" w:rsidRDefault="000E6823" w:rsidP="0085321E">
      <w:pPr>
        <w:pStyle w:val="isonormal"/>
        <w:sectPr w:rsidR="000E6823" w:rsidSect="0085321E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92BA900" w14:textId="77777777" w:rsidR="000E6823" w:rsidRPr="00CD416E" w:rsidDel="001D5B15" w:rsidRDefault="000E6823" w:rsidP="0085321E">
      <w:pPr>
        <w:pStyle w:val="boxrule"/>
        <w:rPr>
          <w:del w:id="3182" w:author="Author"/>
        </w:rPr>
      </w:pPr>
      <w:del w:id="3183" w:author="Author">
        <w:r w:rsidRPr="00CD416E" w:rsidDel="001D5B15">
          <w:lastRenderedPageBreak/>
          <w:delText>80.  SNOWMOBILES</w:delText>
        </w:r>
      </w:del>
    </w:p>
    <w:p w14:paraId="4AFF62CE" w14:textId="77777777" w:rsidR="000E6823" w:rsidRPr="00CD416E" w:rsidDel="001D5B15" w:rsidRDefault="000E6823" w:rsidP="0085321E">
      <w:pPr>
        <w:pStyle w:val="blocktext1"/>
        <w:rPr>
          <w:del w:id="3184" w:author="Author"/>
        </w:rPr>
      </w:pPr>
      <w:del w:id="3185" w:author="Author">
        <w:r w:rsidRPr="00CD416E" w:rsidDel="001D5B15">
          <w:delText xml:space="preserve">Table </w:delText>
        </w:r>
        <w:r w:rsidRPr="00CD416E" w:rsidDel="001D5B15">
          <w:rPr>
            <w:b/>
          </w:rPr>
          <w:delText>80.B.1.(LC)</w:delText>
        </w:r>
        <w:r w:rsidRPr="00CD416E" w:rsidDel="001D5B15">
          <w:delText xml:space="preserve"> is replaced by the following:</w:delText>
        </w:r>
      </w:del>
    </w:p>
    <w:p w14:paraId="427E51B3" w14:textId="77777777" w:rsidR="000E6823" w:rsidRPr="00CD416E" w:rsidDel="001D5B15" w:rsidRDefault="000E6823" w:rsidP="0085321E">
      <w:pPr>
        <w:pStyle w:val="space4"/>
        <w:rPr>
          <w:del w:id="318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0E6823" w:rsidRPr="00CD416E" w:rsidDel="001D5B15" w14:paraId="4AAE9024" w14:textId="77777777" w:rsidTr="00664BF2">
        <w:trPr>
          <w:cantSplit/>
          <w:trHeight w:val="190"/>
          <w:del w:id="3187" w:author="Author"/>
        </w:trPr>
        <w:tc>
          <w:tcPr>
            <w:tcW w:w="200" w:type="dxa"/>
          </w:tcPr>
          <w:p w14:paraId="03112A34" w14:textId="77777777" w:rsidR="000E6823" w:rsidRPr="00CD416E" w:rsidDel="001D5B15" w:rsidRDefault="000E6823" w:rsidP="00664BF2">
            <w:pPr>
              <w:pStyle w:val="tablehead"/>
              <w:rPr>
                <w:del w:id="3188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CCF21" w14:textId="77777777" w:rsidR="000E6823" w:rsidRPr="00CD416E" w:rsidDel="001D5B15" w:rsidRDefault="000E6823" w:rsidP="00664BF2">
            <w:pPr>
              <w:pStyle w:val="tablehead"/>
              <w:rPr>
                <w:del w:id="3189" w:author="Author"/>
              </w:rPr>
            </w:pPr>
            <w:del w:id="3190" w:author="Author">
              <w:r w:rsidRPr="00CD416E" w:rsidDel="001D5B15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2EE58" w14:textId="77777777" w:rsidR="000E6823" w:rsidRPr="00CD416E" w:rsidDel="001D5B15" w:rsidRDefault="000E6823" w:rsidP="00664BF2">
            <w:pPr>
              <w:pStyle w:val="tablehead"/>
              <w:rPr>
                <w:del w:id="3191" w:author="Author"/>
              </w:rPr>
            </w:pPr>
            <w:del w:id="3192" w:author="Author">
              <w:r w:rsidRPr="00CD416E" w:rsidDel="001D5B15">
                <w:delText>Liability Base</w:delText>
              </w:r>
              <w:r w:rsidRPr="00CD416E" w:rsidDel="001D5B15">
                <w:br/>
                <w:delText>Loss Cost</w:delText>
              </w:r>
            </w:del>
          </w:p>
        </w:tc>
      </w:tr>
      <w:tr w:rsidR="000E6823" w:rsidRPr="00CD416E" w:rsidDel="001D5B15" w14:paraId="3B8B4552" w14:textId="77777777" w:rsidTr="00664BF2">
        <w:trPr>
          <w:cantSplit/>
          <w:trHeight w:val="190"/>
          <w:del w:id="3193" w:author="Author"/>
        </w:trPr>
        <w:tc>
          <w:tcPr>
            <w:tcW w:w="200" w:type="dxa"/>
          </w:tcPr>
          <w:p w14:paraId="25DC9DAE" w14:textId="77777777" w:rsidR="000E6823" w:rsidRPr="00CD416E" w:rsidDel="001D5B15" w:rsidRDefault="000E6823" w:rsidP="00664BF2">
            <w:pPr>
              <w:pStyle w:val="tabletext11"/>
              <w:rPr>
                <w:del w:id="3194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B99E591" w14:textId="77777777" w:rsidR="000E6823" w:rsidRPr="00CD416E" w:rsidDel="001D5B15" w:rsidRDefault="000E6823" w:rsidP="00664BF2">
            <w:pPr>
              <w:pStyle w:val="tabletext11"/>
              <w:rPr>
                <w:del w:id="3195" w:author="Author"/>
              </w:rPr>
            </w:pPr>
            <w:del w:id="3196" w:author="Author">
              <w:r w:rsidRPr="00CD416E" w:rsidDel="001D5B15">
                <w:delText>Passenger Hazard Excluded</w:delText>
              </w:r>
            </w:del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</w:tcBorders>
          </w:tcPr>
          <w:p w14:paraId="7A08BED8" w14:textId="77777777" w:rsidR="000E6823" w:rsidRPr="00CD416E" w:rsidDel="001D5B15" w:rsidRDefault="000E6823" w:rsidP="00664BF2">
            <w:pPr>
              <w:pStyle w:val="tabletext11"/>
              <w:jc w:val="right"/>
              <w:rPr>
                <w:del w:id="3197" w:author="Author"/>
              </w:rPr>
            </w:pPr>
            <w:del w:id="3198" w:author="Author">
              <w:r w:rsidRPr="00CD416E" w:rsidDel="001D5B15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right w:val="single" w:sz="6" w:space="0" w:color="auto"/>
            </w:tcBorders>
          </w:tcPr>
          <w:p w14:paraId="3C8E5623" w14:textId="77777777" w:rsidR="000E6823" w:rsidRPr="00CD416E" w:rsidDel="001D5B15" w:rsidRDefault="000E6823" w:rsidP="0085321E">
            <w:pPr>
              <w:pStyle w:val="tabletext11"/>
              <w:tabs>
                <w:tab w:val="decimal" w:pos="310"/>
              </w:tabs>
              <w:rPr>
                <w:del w:id="3199" w:author="Author"/>
              </w:rPr>
            </w:pPr>
            <w:del w:id="3200" w:author="Author">
              <w:r w:rsidRPr="00CD416E" w:rsidDel="001D5B15">
                <w:delText>27</w:delText>
              </w:r>
            </w:del>
          </w:p>
        </w:tc>
      </w:tr>
      <w:tr w:rsidR="000E6823" w:rsidRPr="00CD416E" w:rsidDel="001D5B15" w14:paraId="278F41FC" w14:textId="77777777" w:rsidTr="00664BF2">
        <w:trPr>
          <w:cantSplit/>
          <w:trHeight w:val="190"/>
          <w:del w:id="3201" w:author="Author"/>
        </w:trPr>
        <w:tc>
          <w:tcPr>
            <w:tcW w:w="200" w:type="dxa"/>
          </w:tcPr>
          <w:p w14:paraId="68EF3500" w14:textId="77777777" w:rsidR="000E6823" w:rsidRPr="00CD416E" w:rsidDel="001D5B15" w:rsidRDefault="000E6823" w:rsidP="00664BF2">
            <w:pPr>
              <w:pStyle w:val="tabletext11"/>
              <w:rPr>
                <w:del w:id="3202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D13584" w14:textId="77777777" w:rsidR="000E6823" w:rsidRPr="00CD416E" w:rsidDel="001D5B15" w:rsidRDefault="000E6823" w:rsidP="0085321E">
            <w:pPr>
              <w:pStyle w:val="tabletext11"/>
              <w:rPr>
                <w:del w:id="3203" w:author="Author"/>
              </w:rPr>
            </w:pPr>
            <w:del w:id="3204" w:author="Author">
              <w:r w:rsidRPr="00CD416E" w:rsidDel="001D5B15">
                <w:delText>Passenger Hazard Included</w:delText>
              </w:r>
            </w:del>
          </w:p>
        </w:tc>
        <w:tc>
          <w:tcPr>
            <w:tcW w:w="630" w:type="dxa"/>
            <w:tcBorders>
              <w:left w:val="single" w:sz="4" w:space="0" w:color="auto"/>
              <w:bottom w:val="single" w:sz="6" w:space="0" w:color="auto"/>
            </w:tcBorders>
          </w:tcPr>
          <w:p w14:paraId="63FECDBC" w14:textId="77777777" w:rsidR="000E6823" w:rsidRPr="00CD416E" w:rsidDel="001D5B15" w:rsidRDefault="000E6823" w:rsidP="00664BF2">
            <w:pPr>
              <w:pStyle w:val="tabletext11"/>
              <w:rPr>
                <w:del w:id="3205" w:author="Author"/>
              </w:rPr>
            </w:pPr>
          </w:p>
        </w:tc>
        <w:tc>
          <w:tcPr>
            <w:tcW w:w="1010" w:type="dxa"/>
            <w:tcBorders>
              <w:bottom w:val="single" w:sz="6" w:space="0" w:color="auto"/>
              <w:right w:val="single" w:sz="6" w:space="0" w:color="auto"/>
            </w:tcBorders>
          </w:tcPr>
          <w:p w14:paraId="41279BC2" w14:textId="77777777" w:rsidR="000E6823" w:rsidRPr="00CD416E" w:rsidDel="001D5B15" w:rsidRDefault="000E6823" w:rsidP="00664BF2">
            <w:pPr>
              <w:pStyle w:val="tabletext11"/>
              <w:tabs>
                <w:tab w:val="decimal" w:pos="310"/>
              </w:tabs>
              <w:rPr>
                <w:del w:id="3206" w:author="Author"/>
              </w:rPr>
            </w:pPr>
            <w:del w:id="3207" w:author="Author">
              <w:r w:rsidRPr="00CD416E" w:rsidDel="001D5B15">
                <w:delText>62</w:delText>
              </w:r>
            </w:del>
          </w:p>
        </w:tc>
      </w:tr>
    </w:tbl>
    <w:p w14:paraId="3DE33897" w14:textId="77777777" w:rsidR="000E6823" w:rsidRDefault="000E6823" w:rsidP="0085321E">
      <w:pPr>
        <w:pStyle w:val="tablecaption"/>
      </w:pPr>
      <w:del w:id="3208" w:author="Author">
        <w:r w:rsidRPr="00CD416E" w:rsidDel="001D5B15">
          <w:delText>Table 80.B.1.(LC) Snowmobiles Liability Loss Costs</w:delText>
        </w:r>
      </w:del>
    </w:p>
    <w:p w14:paraId="50FEBCBD" w14:textId="77777777" w:rsidR="000E6823" w:rsidRDefault="000E6823" w:rsidP="0085321E">
      <w:pPr>
        <w:pStyle w:val="isonormal"/>
        <w:jc w:val="left"/>
      </w:pPr>
    </w:p>
    <w:p w14:paraId="579B8E3A" w14:textId="77777777" w:rsidR="000E6823" w:rsidRDefault="000E6823" w:rsidP="0085321E">
      <w:pPr>
        <w:pStyle w:val="isonormal"/>
        <w:sectPr w:rsidR="000E6823" w:rsidSect="0085321E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5AC32AC" w14:textId="77777777" w:rsidR="000E6823" w:rsidRPr="00597921" w:rsidDel="000E1680" w:rsidRDefault="000E6823" w:rsidP="0085321E">
      <w:pPr>
        <w:pStyle w:val="boxrule"/>
        <w:rPr>
          <w:del w:id="3209" w:author="Author"/>
        </w:rPr>
      </w:pPr>
      <w:del w:id="3210" w:author="Author">
        <w:r w:rsidRPr="00597921" w:rsidDel="000E1680">
          <w:lastRenderedPageBreak/>
          <w:delText>89.  NON-OWNERSHIP LIABILITY</w:delText>
        </w:r>
      </w:del>
    </w:p>
    <w:p w14:paraId="3A209DAB" w14:textId="77777777" w:rsidR="000E6823" w:rsidRPr="00597921" w:rsidDel="000E1680" w:rsidRDefault="000E6823" w:rsidP="0085321E">
      <w:pPr>
        <w:pStyle w:val="isonormal"/>
        <w:suppressAutoHyphens/>
        <w:rPr>
          <w:del w:id="321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0E6823" w:rsidRPr="00597921" w:rsidDel="000E1680" w14:paraId="4BA2739B" w14:textId="77777777" w:rsidTr="00664BF2">
        <w:trPr>
          <w:cantSplit/>
          <w:trHeight w:val="190"/>
          <w:del w:id="3212" w:author="Author"/>
        </w:trPr>
        <w:tc>
          <w:tcPr>
            <w:tcW w:w="200" w:type="dxa"/>
          </w:tcPr>
          <w:p w14:paraId="104D70E8" w14:textId="77777777" w:rsidR="000E6823" w:rsidRPr="00597921" w:rsidDel="000E1680" w:rsidRDefault="000E6823" w:rsidP="00664BF2">
            <w:pPr>
              <w:pStyle w:val="tablehead"/>
              <w:suppressAutoHyphens/>
              <w:rPr>
                <w:del w:id="321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12836" w14:textId="77777777" w:rsidR="000E6823" w:rsidRPr="00597921" w:rsidDel="000E1680" w:rsidRDefault="000E6823" w:rsidP="00664BF2">
            <w:pPr>
              <w:pStyle w:val="tablehead"/>
              <w:suppressAutoHyphens/>
              <w:rPr>
                <w:del w:id="3214" w:author="Author"/>
              </w:rPr>
            </w:pPr>
            <w:del w:id="3215" w:author="Author">
              <w:r w:rsidRPr="00597921" w:rsidDel="000E1680">
                <w:delText>Class</w:delText>
              </w:r>
              <w:r w:rsidRPr="00597921" w:rsidDel="000E1680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4E60" w14:textId="77777777" w:rsidR="000E6823" w:rsidRPr="00597921" w:rsidDel="000E1680" w:rsidRDefault="000E6823" w:rsidP="00664BF2">
            <w:pPr>
              <w:pStyle w:val="tablehead"/>
              <w:suppressAutoHyphens/>
              <w:rPr>
                <w:del w:id="3216" w:author="Author"/>
              </w:rPr>
            </w:pPr>
            <w:del w:id="3217" w:author="Author">
              <w:r w:rsidRPr="00597921" w:rsidDel="000E1680">
                <w:delText>Total Number Of</w:delText>
              </w:r>
              <w:r w:rsidRPr="00597921" w:rsidDel="000E1680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B798B" w14:textId="77777777" w:rsidR="000E6823" w:rsidRPr="00597921" w:rsidDel="000E1680" w:rsidRDefault="000E6823" w:rsidP="00664BF2">
            <w:pPr>
              <w:pStyle w:val="tablehead"/>
              <w:suppressAutoHyphens/>
              <w:rPr>
                <w:del w:id="3218" w:author="Author"/>
              </w:rPr>
            </w:pPr>
            <w:del w:id="3219" w:author="Author">
              <w:r w:rsidRPr="00597921" w:rsidDel="000E1680">
                <w:delText xml:space="preserve">Liability Base </w:delText>
              </w:r>
              <w:r w:rsidRPr="00597921" w:rsidDel="000E1680">
                <w:br/>
                <w:delText>Loss Cost</w:delText>
              </w:r>
            </w:del>
          </w:p>
        </w:tc>
      </w:tr>
      <w:tr w:rsidR="000E6823" w:rsidRPr="00597921" w:rsidDel="000E1680" w14:paraId="3607C0F6" w14:textId="77777777" w:rsidTr="00664BF2">
        <w:trPr>
          <w:cantSplit/>
          <w:trHeight w:val="190"/>
          <w:del w:id="3220" w:author="Author"/>
        </w:trPr>
        <w:tc>
          <w:tcPr>
            <w:tcW w:w="200" w:type="dxa"/>
          </w:tcPr>
          <w:p w14:paraId="3239DE4C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2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11CD0B" w14:textId="77777777" w:rsidR="000E6823" w:rsidRPr="00597921" w:rsidDel="000E1680" w:rsidRDefault="000E6823" w:rsidP="00664BF2">
            <w:pPr>
              <w:pStyle w:val="tabletext11"/>
              <w:suppressAutoHyphens/>
              <w:jc w:val="center"/>
              <w:rPr>
                <w:del w:id="3222" w:author="Author"/>
              </w:rPr>
            </w:pPr>
            <w:del w:id="3223" w:author="Author">
              <w:r w:rsidRPr="00597921" w:rsidDel="000E1680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2F40B1E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24" w:author="Author"/>
              </w:rPr>
            </w:pPr>
            <w:del w:id="3225" w:author="Author">
              <w:r w:rsidRPr="00597921" w:rsidDel="000E1680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775B5BEE" w14:textId="77777777" w:rsidR="000E6823" w:rsidRPr="00597921" w:rsidDel="000E1680" w:rsidRDefault="000E6823" w:rsidP="00664BF2">
            <w:pPr>
              <w:pStyle w:val="tabletext11"/>
              <w:suppressAutoHyphens/>
              <w:jc w:val="both"/>
              <w:rPr>
                <w:del w:id="3226" w:author="Author"/>
              </w:rPr>
            </w:pPr>
            <w:del w:id="3227" w:author="Author">
              <w:r w:rsidRPr="00597921" w:rsidDel="000E1680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06E2B818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28" w:author="Author"/>
              </w:rPr>
            </w:pPr>
            <w:del w:id="3229" w:author="Author">
              <w:r w:rsidRPr="00597921" w:rsidDel="000E1680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BD234C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3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CFFE563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31" w:author="Author"/>
              </w:rPr>
            </w:pPr>
            <w:del w:id="3232" w:author="Author">
              <w:r w:rsidRPr="00597921" w:rsidDel="000E1680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00FEB72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233" w:author="Author"/>
              </w:rPr>
            </w:pPr>
            <w:del w:id="3234" w:author="Author">
              <w:r w:rsidRPr="00597921" w:rsidDel="000E1680">
                <w:delText>66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DC83E37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rPr>
                <w:del w:id="3235" w:author="Author"/>
              </w:rPr>
            </w:pPr>
          </w:p>
        </w:tc>
      </w:tr>
      <w:tr w:rsidR="000E6823" w:rsidRPr="00597921" w:rsidDel="000E1680" w14:paraId="5299D5BD" w14:textId="77777777" w:rsidTr="00664BF2">
        <w:trPr>
          <w:cantSplit/>
          <w:trHeight w:val="190"/>
          <w:del w:id="3236" w:author="Author"/>
        </w:trPr>
        <w:tc>
          <w:tcPr>
            <w:tcW w:w="200" w:type="dxa"/>
          </w:tcPr>
          <w:p w14:paraId="6282764E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3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2017F7A" w14:textId="77777777" w:rsidR="000E6823" w:rsidRPr="00597921" w:rsidDel="000E1680" w:rsidRDefault="000E6823" w:rsidP="00664BF2">
            <w:pPr>
              <w:pStyle w:val="tabletext11"/>
              <w:suppressAutoHyphens/>
              <w:jc w:val="center"/>
              <w:rPr>
                <w:del w:id="3238" w:author="Author"/>
              </w:rPr>
            </w:pPr>
            <w:del w:id="3239" w:author="Author">
              <w:r w:rsidRPr="00597921" w:rsidDel="000E1680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E844FCC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40" w:author="Author"/>
              </w:rPr>
            </w:pPr>
            <w:del w:id="3241" w:author="Author">
              <w:r w:rsidRPr="00597921" w:rsidDel="000E1680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4F63534" w14:textId="77777777" w:rsidR="000E6823" w:rsidRPr="00597921" w:rsidDel="000E1680" w:rsidRDefault="000E6823" w:rsidP="00664BF2">
            <w:pPr>
              <w:pStyle w:val="tabletext11"/>
              <w:suppressAutoHyphens/>
              <w:jc w:val="both"/>
              <w:rPr>
                <w:del w:id="3242" w:author="Author"/>
              </w:rPr>
            </w:pPr>
            <w:del w:id="3243" w:author="Author">
              <w:r w:rsidRPr="00597921" w:rsidDel="000E168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463DB8A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44" w:author="Author"/>
              </w:rPr>
            </w:pPr>
            <w:del w:id="3245" w:author="Author">
              <w:r w:rsidRPr="00597921" w:rsidDel="000E1680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5EA1A31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4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0FBBA92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4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43134C0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248" w:author="Author"/>
              </w:rPr>
            </w:pPr>
            <w:del w:id="3249" w:author="Author">
              <w:r w:rsidRPr="00597921" w:rsidDel="000E1680">
                <w:delText>141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EC18F0E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rPr>
                <w:del w:id="3250" w:author="Author"/>
              </w:rPr>
            </w:pPr>
          </w:p>
        </w:tc>
      </w:tr>
      <w:tr w:rsidR="000E6823" w:rsidRPr="00597921" w:rsidDel="000E1680" w14:paraId="758BE3CB" w14:textId="77777777" w:rsidTr="00664BF2">
        <w:trPr>
          <w:cantSplit/>
          <w:trHeight w:val="190"/>
          <w:del w:id="3251" w:author="Author"/>
        </w:trPr>
        <w:tc>
          <w:tcPr>
            <w:tcW w:w="200" w:type="dxa"/>
          </w:tcPr>
          <w:p w14:paraId="72A9A2B3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5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0D3B492" w14:textId="77777777" w:rsidR="000E6823" w:rsidRPr="00597921" w:rsidDel="000E1680" w:rsidRDefault="000E6823" w:rsidP="00664BF2">
            <w:pPr>
              <w:pStyle w:val="tabletext11"/>
              <w:suppressAutoHyphens/>
              <w:jc w:val="center"/>
              <w:rPr>
                <w:del w:id="3253" w:author="Author"/>
              </w:rPr>
            </w:pPr>
            <w:del w:id="3254" w:author="Author">
              <w:r w:rsidRPr="00597921" w:rsidDel="000E1680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4C33583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55" w:author="Author"/>
              </w:rPr>
            </w:pPr>
            <w:del w:id="3256" w:author="Author">
              <w:r w:rsidRPr="00597921" w:rsidDel="000E1680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FE8886E" w14:textId="77777777" w:rsidR="000E6823" w:rsidRPr="00597921" w:rsidDel="000E1680" w:rsidRDefault="000E6823" w:rsidP="00664BF2">
            <w:pPr>
              <w:pStyle w:val="tabletext11"/>
              <w:suppressAutoHyphens/>
              <w:jc w:val="both"/>
              <w:rPr>
                <w:del w:id="3257" w:author="Author"/>
              </w:rPr>
            </w:pPr>
            <w:del w:id="3258" w:author="Author">
              <w:r w:rsidRPr="00597921" w:rsidDel="000E168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6C6B363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59" w:author="Author"/>
              </w:rPr>
            </w:pPr>
            <w:del w:id="3260" w:author="Author">
              <w:r w:rsidRPr="00597921" w:rsidDel="000E1680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FDCA51F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6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EB76D07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6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DDE8C6C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263" w:author="Author"/>
              </w:rPr>
            </w:pPr>
            <w:del w:id="3264" w:author="Author">
              <w:r w:rsidRPr="00597921" w:rsidDel="000E1680">
                <w:delText>226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DBDCDC4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rPr>
                <w:del w:id="3265" w:author="Author"/>
              </w:rPr>
            </w:pPr>
          </w:p>
        </w:tc>
      </w:tr>
      <w:tr w:rsidR="000E6823" w:rsidRPr="00597921" w:rsidDel="000E1680" w14:paraId="066C24A2" w14:textId="77777777" w:rsidTr="00664BF2">
        <w:trPr>
          <w:cantSplit/>
          <w:trHeight w:val="190"/>
          <w:del w:id="3266" w:author="Author"/>
        </w:trPr>
        <w:tc>
          <w:tcPr>
            <w:tcW w:w="200" w:type="dxa"/>
          </w:tcPr>
          <w:p w14:paraId="12AECBE0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6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6CFFDDB" w14:textId="77777777" w:rsidR="000E6823" w:rsidRPr="00597921" w:rsidDel="000E1680" w:rsidRDefault="000E6823" w:rsidP="00664BF2">
            <w:pPr>
              <w:pStyle w:val="tabletext11"/>
              <w:suppressAutoHyphens/>
              <w:jc w:val="center"/>
              <w:rPr>
                <w:del w:id="3268" w:author="Author"/>
              </w:rPr>
            </w:pPr>
            <w:del w:id="3269" w:author="Author">
              <w:r w:rsidRPr="00597921" w:rsidDel="000E1680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44A9E38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70" w:author="Author"/>
              </w:rPr>
            </w:pPr>
            <w:del w:id="3271" w:author="Author">
              <w:r w:rsidRPr="00597921" w:rsidDel="000E1680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DA46DC9" w14:textId="77777777" w:rsidR="000E6823" w:rsidRPr="00597921" w:rsidDel="000E1680" w:rsidRDefault="000E6823" w:rsidP="00664BF2">
            <w:pPr>
              <w:pStyle w:val="tabletext11"/>
              <w:suppressAutoHyphens/>
              <w:jc w:val="both"/>
              <w:rPr>
                <w:del w:id="3272" w:author="Author"/>
              </w:rPr>
            </w:pPr>
            <w:del w:id="3273" w:author="Author">
              <w:r w:rsidRPr="00597921" w:rsidDel="000E168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8148EA2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74" w:author="Author"/>
              </w:rPr>
            </w:pPr>
            <w:del w:id="3275" w:author="Author">
              <w:r w:rsidRPr="00597921" w:rsidDel="000E1680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7B0DC27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7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6FAB54F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7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B0A7C53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278" w:author="Author"/>
              </w:rPr>
            </w:pPr>
            <w:del w:id="3279" w:author="Author">
              <w:r w:rsidRPr="00597921" w:rsidDel="000E1680">
                <w:delText>383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C507A2F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rPr>
                <w:del w:id="3280" w:author="Author"/>
              </w:rPr>
            </w:pPr>
          </w:p>
        </w:tc>
      </w:tr>
      <w:tr w:rsidR="000E6823" w:rsidRPr="00597921" w:rsidDel="000E1680" w14:paraId="7B13D088" w14:textId="77777777" w:rsidTr="00664BF2">
        <w:trPr>
          <w:cantSplit/>
          <w:trHeight w:val="190"/>
          <w:del w:id="3281" w:author="Author"/>
        </w:trPr>
        <w:tc>
          <w:tcPr>
            <w:tcW w:w="200" w:type="dxa"/>
          </w:tcPr>
          <w:p w14:paraId="7DC6203B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8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4CF7F48" w14:textId="77777777" w:rsidR="000E6823" w:rsidRPr="00597921" w:rsidDel="000E1680" w:rsidRDefault="000E6823" w:rsidP="00664BF2">
            <w:pPr>
              <w:pStyle w:val="tabletext11"/>
              <w:suppressAutoHyphens/>
              <w:jc w:val="center"/>
              <w:rPr>
                <w:del w:id="3283" w:author="Author"/>
              </w:rPr>
            </w:pPr>
            <w:del w:id="3284" w:author="Author">
              <w:r w:rsidRPr="00597921" w:rsidDel="000E1680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752ACC6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85" w:author="Author"/>
              </w:rPr>
            </w:pPr>
            <w:del w:id="3286" w:author="Author">
              <w:r w:rsidRPr="00597921" w:rsidDel="000E1680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9BAE392" w14:textId="77777777" w:rsidR="000E6823" w:rsidRPr="00597921" w:rsidDel="000E1680" w:rsidRDefault="000E6823" w:rsidP="00664BF2">
            <w:pPr>
              <w:pStyle w:val="tabletext11"/>
              <w:suppressAutoHyphens/>
              <w:jc w:val="both"/>
              <w:rPr>
                <w:del w:id="3287" w:author="Author"/>
              </w:rPr>
            </w:pPr>
            <w:del w:id="3288" w:author="Author">
              <w:r w:rsidRPr="00597921" w:rsidDel="000E168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1B9485B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289" w:author="Author"/>
              </w:rPr>
            </w:pPr>
            <w:del w:id="3290" w:author="Author">
              <w:r w:rsidRPr="00597921" w:rsidDel="000E1680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C19AF9C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9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072EAE2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9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3A9B9A4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293" w:author="Author"/>
              </w:rPr>
            </w:pPr>
            <w:del w:id="3294" w:author="Author">
              <w:r w:rsidRPr="00597921" w:rsidDel="000E1680">
                <w:delText>1,000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143A4BD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rPr>
                <w:del w:id="3295" w:author="Author"/>
              </w:rPr>
            </w:pPr>
          </w:p>
        </w:tc>
      </w:tr>
      <w:tr w:rsidR="000E6823" w:rsidRPr="00597921" w:rsidDel="000E1680" w14:paraId="286326A7" w14:textId="77777777" w:rsidTr="00664BF2">
        <w:trPr>
          <w:cantSplit/>
          <w:trHeight w:val="190"/>
          <w:del w:id="3296" w:author="Author"/>
        </w:trPr>
        <w:tc>
          <w:tcPr>
            <w:tcW w:w="200" w:type="dxa"/>
          </w:tcPr>
          <w:p w14:paraId="4233E47F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29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BD1B5F9" w14:textId="77777777" w:rsidR="000E6823" w:rsidRPr="00597921" w:rsidDel="000E1680" w:rsidRDefault="000E6823" w:rsidP="00664BF2">
            <w:pPr>
              <w:pStyle w:val="tabletext11"/>
              <w:suppressAutoHyphens/>
              <w:jc w:val="center"/>
              <w:rPr>
                <w:del w:id="3298" w:author="Author"/>
              </w:rPr>
            </w:pPr>
            <w:del w:id="3299" w:author="Author">
              <w:r w:rsidRPr="00597921" w:rsidDel="000E1680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73F097F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300" w:author="Author"/>
              </w:rPr>
            </w:pPr>
            <w:del w:id="3301" w:author="Author">
              <w:r w:rsidRPr="00597921" w:rsidDel="000E1680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85C0029" w14:textId="77777777" w:rsidR="000E6823" w:rsidRPr="00597921" w:rsidDel="000E1680" w:rsidRDefault="000E6823" w:rsidP="00664BF2">
            <w:pPr>
              <w:pStyle w:val="tabletext11"/>
              <w:suppressAutoHyphens/>
              <w:jc w:val="both"/>
              <w:rPr>
                <w:del w:id="3302" w:author="Author"/>
              </w:rPr>
            </w:pPr>
            <w:del w:id="3303" w:author="Author">
              <w:r w:rsidRPr="00597921" w:rsidDel="000E168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C7F197C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304" w:author="Author"/>
              </w:rPr>
            </w:pPr>
            <w:del w:id="3305" w:author="Author">
              <w:r w:rsidRPr="00597921" w:rsidDel="000E1680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30175CD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30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A110574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30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A0AEDA9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308" w:author="Author"/>
              </w:rPr>
            </w:pPr>
            <w:del w:id="3309" w:author="Author">
              <w:r w:rsidRPr="00597921" w:rsidDel="000E1680">
                <w:delText>2,300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04C40EA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rPr>
                <w:del w:id="3310" w:author="Author"/>
              </w:rPr>
            </w:pPr>
          </w:p>
        </w:tc>
      </w:tr>
      <w:tr w:rsidR="000E6823" w:rsidRPr="00597921" w:rsidDel="000E1680" w14:paraId="3610FE09" w14:textId="77777777" w:rsidTr="0085321E">
        <w:trPr>
          <w:cantSplit/>
          <w:trHeight w:val="190"/>
          <w:del w:id="3311" w:author="Author"/>
        </w:trPr>
        <w:tc>
          <w:tcPr>
            <w:tcW w:w="200" w:type="dxa"/>
          </w:tcPr>
          <w:p w14:paraId="7ECE9FBE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31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3C60" w14:textId="77777777" w:rsidR="000E6823" w:rsidRPr="00597921" w:rsidDel="000E1680" w:rsidRDefault="000E6823" w:rsidP="00664BF2">
            <w:pPr>
              <w:pStyle w:val="tabletext11"/>
              <w:suppressAutoHyphens/>
              <w:jc w:val="center"/>
              <w:rPr>
                <w:del w:id="3313" w:author="Author"/>
              </w:rPr>
            </w:pPr>
            <w:del w:id="3314" w:author="Author">
              <w:r w:rsidRPr="00597921" w:rsidDel="000E1680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C00E8F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315" w:author="Author"/>
              </w:rPr>
            </w:pPr>
            <w:del w:id="3316" w:author="Author">
              <w:r w:rsidRPr="00597921" w:rsidDel="000E1680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BFB5C11" w14:textId="77777777" w:rsidR="000E6823" w:rsidRPr="00597921" w:rsidDel="000E1680" w:rsidRDefault="000E6823" w:rsidP="00664BF2">
            <w:pPr>
              <w:pStyle w:val="tabletext11"/>
              <w:suppressAutoHyphens/>
              <w:jc w:val="right"/>
              <w:rPr>
                <w:del w:id="3317" w:author="Author"/>
              </w:rPr>
            </w:pPr>
            <w:del w:id="3318" w:author="Author">
              <w:r w:rsidRPr="00597921" w:rsidDel="000E1680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07C307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31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75D1CEFD" w14:textId="77777777" w:rsidR="000E6823" w:rsidRPr="00597921" w:rsidDel="000E1680" w:rsidRDefault="000E6823" w:rsidP="00664BF2">
            <w:pPr>
              <w:pStyle w:val="tabletext11"/>
              <w:suppressAutoHyphens/>
              <w:rPr>
                <w:del w:id="3320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CFEABE3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321" w:author="Author"/>
              </w:rPr>
            </w:pPr>
            <w:del w:id="3322" w:author="Author">
              <w:r w:rsidRPr="00597921" w:rsidDel="000E1680">
                <w:delText>4,847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14CD34" w14:textId="77777777" w:rsidR="000E6823" w:rsidRPr="00597921" w:rsidDel="000E1680" w:rsidRDefault="000E6823" w:rsidP="00664BF2">
            <w:pPr>
              <w:pStyle w:val="tabletext11"/>
              <w:tabs>
                <w:tab w:val="decimal" w:pos="340"/>
              </w:tabs>
              <w:suppressAutoHyphens/>
              <w:rPr>
                <w:del w:id="3323" w:author="Author"/>
              </w:rPr>
            </w:pPr>
          </w:p>
        </w:tc>
      </w:tr>
    </w:tbl>
    <w:p w14:paraId="44EE774F" w14:textId="77777777" w:rsidR="000E6823" w:rsidRDefault="000E6823" w:rsidP="0085321E">
      <w:pPr>
        <w:pStyle w:val="tablecaption"/>
        <w:suppressAutoHyphens/>
      </w:pPr>
      <w:del w:id="3324" w:author="Author">
        <w:r w:rsidRPr="00597921" w:rsidDel="000E1680">
          <w:delText>Table 89.B.2.a.(1)(a)(LC) Other Than Auto Service Operations Loss Costs</w:delText>
        </w:r>
      </w:del>
    </w:p>
    <w:p w14:paraId="0B63FBF3" w14:textId="77777777" w:rsidR="000E6823" w:rsidRDefault="000E6823" w:rsidP="0085321E">
      <w:pPr>
        <w:pStyle w:val="isonormal"/>
        <w:jc w:val="left"/>
      </w:pPr>
    </w:p>
    <w:p w14:paraId="15C5627C" w14:textId="77777777" w:rsidR="000E6823" w:rsidRDefault="000E6823" w:rsidP="0085321E">
      <w:pPr>
        <w:pStyle w:val="isonormal"/>
        <w:sectPr w:rsidR="000E6823" w:rsidSect="0085321E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505FF448" w14:textId="77777777" w:rsidR="000E6823" w:rsidRPr="00992715" w:rsidDel="00E37F78" w:rsidRDefault="000E6823" w:rsidP="0085321E">
      <w:pPr>
        <w:pStyle w:val="boxrule"/>
        <w:rPr>
          <w:del w:id="3325" w:author="Author"/>
        </w:rPr>
      </w:pPr>
      <w:del w:id="3326" w:author="Author">
        <w:r w:rsidRPr="00992715" w:rsidDel="00E37F78">
          <w:lastRenderedPageBreak/>
          <w:delText>90.  HIRED AUTOS</w:delText>
        </w:r>
      </w:del>
    </w:p>
    <w:p w14:paraId="0C2B41B4" w14:textId="77777777" w:rsidR="000E6823" w:rsidRPr="00992715" w:rsidDel="00E37F78" w:rsidRDefault="000E6823" w:rsidP="0085321E">
      <w:pPr>
        <w:pStyle w:val="isonormal"/>
        <w:suppressAutoHyphens/>
        <w:rPr>
          <w:del w:id="332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0E6823" w:rsidRPr="00992715" w:rsidDel="00E37F78" w14:paraId="19678AA0" w14:textId="77777777" w:rsidTr="00664BF2">
        <w:trPr>
          <w:cantSplit/>
          <w:trHeight w:val="190"/>
          <w:del w:id="3328" w:author="Author"/>
        </w:trPr>
        <w:tc>
          <w:tcPr>
            <w:tcW w:w="200" w:type="dxa"/>
          </w:tcPr>
          <w:p w14:paraId="72845E2B" w14:textId="77777777" w:rsidR="000E6823" w:rsidRPr="00992715" w:rsidDel="00E37F78" w:rsidRDefault="000E6823" w:rsidP="00664BF2">
            <w:pPr>
              <w:pStyle w:val="tablehead"/>
              <w:suppressAutoHyphens/>
              <w:rPr>
                <w:del w:id="332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D9846" w14:textId="77777777" w:rsidR="000E6823" w:rsidRPr="00992715" w:rsidDel="00E37F78" w:rsidRDefault="000E6823" w:rsidP="00664BF2">
            <w:pPr>
              <w:pStyle w:val="tablehead"/>
              <w:suppressAutoHyphens/>
              <w:rPr>
                <w:del w:id="3330" w:author="Author"/>
              </w:rPr>
            </w:pPr>
            <w:del w:id="3331" w:author="Author">
              <w:r w:rsidRPr="00992715" w:rsidDel="00E37F78">
                <w:delText>Cost Of Hire Basis – All Territories</w:delText>
              </w:r>
              <w:r w:rsidRPr="00992715" w:rsidDel="00E37F78">
                <w:br/>
                <w:delText xml:space="preserve">Liability Base Loss Cost </w:delText>
              </w:r>
            </w:del>
          </w:p>
        </w:tc>
      </w:tr>
      <w:tr w:rsidR="000E6823" w:rsidRPr="00992715" w:rsidDel="00E37F78" w14:paraId="70B0E026" w14:textId="77777777" w:rsidTr="00664BF2">
        <w:trPr>
          <w:cantSplit/>
          <w:trHeight w:val="190"/>
          <w:del w:id="3332" w:author="Author"/>
        </w:trPr>
        <w:tc>
          <w:tcPr>
            <w:tcW w:w="200" w:type="dxa"/>
          </w:tcPr>
          <w:p w14:paraId="343DE3C2" w14:textId="77777777" w:rsidR="000E6823" w:rsidRPr="00992715" w:rsidDel="00E37F78" w:rsidRDefault="000E6823" w:rsidP="00664BF2">
            <w:pPr>
              <w:pStyle w:val="tabletext11"/>
              <w:suppressAutoHyphens/>
              <w:rPr>
                <w:del w:id="333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5755D4" w14:textId="77777777" w:rsidR="000E6823" w:rsidRPr="00992715" w:rsidDel="00E37F78" w:rsidRDefault="000E6823" w:rsidP="00664BF2">
            <w:pPr>
              <w:pStyle w:val="tabletext11"/>
              <w:suppressAutoHyphens/>
              <w:jc w:val="right"/>
              <w:rPr>
                <w:del w:id="3334" w:author="Author"/>
              </w:rPr>
            </w:pPr>
            <w:del w:id="3335" w:author="Author">
              <w:r w:rsidRPr="00992715" w:rsidDel="00E37F78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48360" w14:textId="77777777" w:rsidR="000E6823" w:rsidRPr="00992715" w:rsidDel="00E37F78" w:rsidRDefault="000E6823" w:rsidP="00664BF2">
            <w:pPr>
              <w:pStyle w:val="tabletext11"/>
              <w:suppressAutoHyphens/>
              <w:rPr>
                <w:del w:id="3336" w:author="Author"/>
              </w:rPr>
            </w:pPr>
            <w:del w:id="3337" w:author="Author">
              <w:r w:rsidRPr="00992715" w:rsidDel="00E37F78">
                <w:delText>1.33</w:delText>
              </w:r>
            </w:del>
          </w:p>
        </w:tc>
      </w:tr>
    </w:tbl>
    <w:p w14:paraId="4C940FAF" w14:textId="77777777" w:rsidR="000E6823" w:rsidRDefault="000E6823" w:rsidP="0085321E">
      <w:pPr>
        <w:pStyle w:val="tablecaption"/>
        <w:suppressAutoHyphens/>
      </w:pPr>
      <w:del w:id="3338" w:author="Author">
        <w:r w:rsidRPr="00992715" w:rsidDel="00E37F78">
          <w:delText>Table 90.B.3.b.(LC) Cost Of Hire Basis Liability Loss Cost</w:delText>
        </w:r>
      </w:del>
    </w:p>
    <w:p w14:paraId="672A8C68" w14:textId="77777777" w:rsidR="000E6823" w:rsidRDefault="000E6823" w:rsidP="0085321E">
      <w:pPr>
        <w:pStyle w:val="isonormal"/>
        <w:jc w:val="left"/>
      </w:pPr>
    </w:p>
    <w:p w14:paraId="665957D5" w14:textId="77777777" w:rsidR="000E6823" w:rsidRDefault="000E6823" w:rsidP="0085321E">
      <w:pPr>
        <w:pStyle w:val="isonormal"/>
        <w:sectPr w:rsidR="000E6823" w:rsidSect="0085321E">
          <w:pgSz w:w="12240" w:h="15840" w:code="1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C8B6F5B" w14:textId="77777777" w:rsidR="000E6823" w:rsidRPr="004C598D" w:rsidDel="005C412D" w:rsidRDefault="000E6823" w:rsidP="0085321E">
      <w:pPr>
        <w:pStyle w:val="boxrule"/>
        <w:rPr>
          <w:del w:id="3339" w:author="Author"/>
        </w:rPr>
      </w:pPr>
      <w:del w:id="3340" w:author="Author">
        <w:r w:rsidRPr="004C598D" w:rsidDel="005C412D">
          <w:lastRenderedPageBreak/>
          <w:delText>94.  RENTAL REIMBURSEMENT</w:delText>
        </w:r>
      </w:del>
    </w:p>
    <w:p w14:paraId="5C3BBBE4" w14:textId="77777777" w:rsidR="000E6823" w:rsidRPr="004C598D" w:rsidDel="005C412D" w:rsidRDefault="000E6823" w:rsidP="0085321E">
      <w:pPr>
        <w:pStyle w:val="blocktext1"/>
        <w:rPr>
          <w:del w:id="3341" w:author="Author"/>
        </w:rPr>
      </w:pPr>
      <w:del w:id="3342" w:author="Author">
        <w:r w:rsidRPr="004C598D" w:rsidDel="005C412D">
          <w:delText xml:space="preserve">Table </w:delText>
        </w:r>
        <w:r w:rsidRPr="004C598D" w:rsidDel="005C412D">
          <w:rPr>
            <w:b/>
          </w:rPr>
          <w:delText>94.B.3.(LC)</w:delText>
        </w:r>
        <w:r w:rsidRPr="004C598D" w:rsidDel="005C412D">
          <w:delText xml:space="preserve"> is replaced by the following:</w:delText>
        </w:r>
      </w:del>
    </w:p>
    <w:p w14:paraId="7AA3FEC1" w14:textId="77777777" w:rsidR="000E6823" w:rsidRPr="004C598D" w:rsidDel="005C412D" w:rsidRDefault="000E6823" w:rsidP="0085321E">
      <w:pPr>
        <w:pStyle w:val="space4"/>
        <w:rPr>
          <w:del w:id="334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1430"/>
      </w:tblGrid>
      <w:tr w:rsidR="000E6823" w:rsidRPr="004C598D" w:rsidDel="005C412D" w14:paraId="3BA16C33" w14:textId="77777777" w:rsidTr="00664BF2">
        <w:trPr>
          <w:cantSplit/>
          <w:trHeight w:val="190"/>
          <w:del w:id="3344" w:author="Author"/>
        </w:trPr>
        <w:tc>
          <w:tcPr>
            <w:tcW w:w="200" w:type="dxa"/>
          </w:tcPr>
          <w:p w14:paraId="007125A8" w14:textId="77777777" w:rsidR="000E6823" w:rsidRPr="004C598D" w:rsidDel="005C412D" w:rsidRDefault="000E6823" w:rsidP="00664BF2">
            <w:pPr>
              <w:pStyle w:val="tablehead"/>
              <w:rPr>
                <w:del w:id="334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BE551B" w14:textId="77777777" w:rsidR="000E6823" w:rsidRPr="004C598D" w:rsidDel="005C412D" w:rsidRDefault="000E6823" w:rsidP="00664BF2">
            <w:pPr>
              <w:pStyle w:val="tablehead"/>
              <w:rPr>
                <w:del w:id="3346" w:author="Author"/>
              </w:rPr>
            </w:pPr>
            <w:del w:id="3347" w:author="Author">
              <w:r w:rsidRPr="004C598D" w:rsidDel="005C412D">
                <w:br/>
                <w:delText>Coverage</w:delText>
              </w:r>
            </w:del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D3B3B2" w14:textId="77777777" w:rsidR="000E6823" w:rsidRPr="004C598D" w:rsidDel="005C412D" w:rsidRDefault="000E6823" w:rsidP="00664BF2">
            <w:pPr>
              <w:pStyle w:val="tablehead"/>
              <w:rPr>
                <w:del w:id="3348" w:author="Author"/>
              </w:rPr>
            </w:pPr>
            <w:del w:id="3349" w:author="Author">
              <w:r w:rsidRPr="004C598D" w:rsidDel="005C412D">
                <w:delText>Loss Cost Per $100</w:delText>
              </w:r>
              <w:r w:rsidRPr="004C598D" w:rsidDel="005C412D">
                <w:br/>
                <w:delText>Of Insurance</w:delText>
              </w:r>
            </w:del>
          </w:p>
        </w:tc>
      </w:tr>
      <w:tr w:rsidR="000E6823" w:rsidRPr="004C598D" w:rsidDel="005C412D" w14:paraId="2D4F5D6B" w14:textId="77777777" w:rsidTr="00664BF2">
        <w:trPr>
          <w:cantSplit/>
          <w:trHeight w:val="190"/>
          <w:del w:id="3350" w:author="Author"/>
        </w:trPr>
        <w:tc>
          <w:tcPr>
            <w:tcW w:w="200" w:type="dxa"/>
          </w:tcPr>
          <w:p w14:paraId="3AC0A905" w14:textId="77777777" w:rsidR="000E6823" w:rsidRPr="004C598D" w:rsidDel="005C412D" w:rsidRDefault="000E6823" w:rsidP="00664BF2">
            <w:pPr>
              <w:pStyle w:val="tabletext11"/>
              <w:rPr>
                <w:del w:id="3351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C2107BA" w14:textId="77777777" w:rsidR="000E6823" w:rsidRPr="004C598D" w:rsidDel="005C412D" w:rsidRDefault="000E6823" w:rsidP="00664BF2">
            <w:pPr>
              <w:pStyle w:val="tabletext11"/>
              <w:rPr>
                <w:del w:id="3352" w:author="Author"/>
              </w:rPr>
            </w:pPr>
            <w:del w:id="3353" w:author="Author">
              <w:r w:rsidRPr="004C598D" w:rsidDel="005C412D">
                <w:delText>Specified Causes of Loss</w:delText>
              </w:r>
            </w:del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</w:tcBorders>
          </w:tcPr>
          <w:p w14:paraId="6A32150D" w14:textId="77777777" w:rsidR="000E6823" w:rsidRPr="004C598D" w:rsidDel="005C412D" w:rsidRDefault="000E6823" w:rsidP="00664BF2">
            <w:pPr>
              <w:pStyle w:val="tabletext11"/>
              <w:jc w:val="right"/>
              <w:rPr>
                <w:del w:id="3354" w:author="Author"/>
              </w:rPr>
            </w:pPr>
            <w:del w:id="3355" w:author="Author">
              <w:r w:rsidRPr="004C598D" w:rsidDel="005C412D">
                <w:delText>$</w:delText>
              </w:r>
            </w:del>
          </w:p>
        </w:tc>
        <w:tc>
          <w:tcPr>
            <w:tcW w:w="1430" w:type="dxa"/>
            <w:tcBorders>
              <w:top w:val="single" w:sz="4" w:space="0" w:color="auto"/>
              <w:right w:val="single" w:sz="6" w:space="0" w:color="auto"/>
            </w:tcBorders>
          </w:tcPr>
          <w:p w14:paraId="1E5E938D" w14:textId="77777777" w:rsidR="000E6823" w:rsidRPr="004C598D" w:rsidDel="005C412D" w:rsidRDefault="000E6823" w:rsidP="00664BF2">
            <w:pPr>
              <w:pStyle w:val="tabletext11"/>
              <w:tabs>
                <w:tab w:val="decimal" w:pos="120"/>
              </w:tabs>
              <w:rPr>
                <w:del w:id="3356" w:author="Author"/>
              </w:rPr>
            </w:pPr>
            <w:del w:id="3357" w:author="Author">
              <w:r w:rsidRPr="004C598D" w:rsidDel="005C412D">
                <w:delText>0.77</w:delText>
              </w:r>
            </w:del>
          </w:p>
        </w:tc>
      </w:tr>
      <w:tr w:rsidR="000E6823" w:rsidRPr="004C598D" w:rsidDel="005C412D" w14:paraId="49F9499E" w14:textId="77777777" w:rsidTr="00664BF2">
        <w:trPr>
          <w:cantSplit/>
          <w:trHeight w:val="190"/>
          <w:del w:id="3358" w:author="Author"/>
        </w:trPr>
        <w:tc>
          <w:tcPr>
            <w:tcW w:w="200" w:type="dxa"/>
          </w:tcPr>
          <w:p w14:paraId="58BF9980" w14:textId="77777777" w:rsidR="000E6823" w:rsidRPr="004C598D" w:rsidDel="005C412D" w:rsidRDefault="000E6823" w:rsidP="00664BF2">
            <w:pPr>
              <w:pStyle w:val="tabletext11"/>
              <w:rPr>
                <w:del w:id="3359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4970B637" w14:textId="77777777" w:rsidR="000E6823" w:rsidRPr="004C598D" w:rsidDel="005C412D" w:rsidRDefault="000E6823" w:rsidP="00664BF2">
            <w:pPr>
              <w:pStyle w:val="tabletext11"/>
              <w:rPr>
                <w:del w:id="3360" w:author="Author"/>
              </w:rPr>
            </w:pPr>
            <w:del w:id="3361" w:author="Author">
              <w:r w:rsidRPr="004C598D" w:rsidDel="005C412D">
                <w:delText>Comprehensive</w:delText>
              </w:r>
            </w:del>
          </w:p>
        </w:tc>
        <w:tc>
          <w:tcPr>
            <w:tcW w:w="970" w:type="dxa"/>
            <w:tcBorders>
              <w:left w:val="single" w:sz="6" w:space="0" w:color="auto"/>
            </w:tcBorders>
          </w:tcPr>
          <w:p w14:paraId="040B3958" w14:textId="77777777" w:rsidR="000E6823" w:rsidRPr="004C598D" w:rsidDel="005C412D" w:rsidRDefault="000E6823" w:rsidP="00664BF2">
            <w:pPr>
              <w:pStyle w:val="tabletext11"/>
              <w:rPr>
                <w:del w:id="3362" w:author="Author"/>
              </w:rPr>
            </w:pPr>
          </w:p>
        </w:tc>
        <w:tc>
          <w:tcPr>
            <w:tcW w:w="1430" w:type="dxa"/>
            <w:tcBorders>
              <w:right w:val="single" w:sz="6" w:space="0" w:color="auto"/>
            </w:tcBorders>
          </w:tcPr>
          <w:p w14:paraId="3DA3A4E2" w14:textId="77777777" w:rsidR="000E6823" w:rsidRPr="004C598D" w:rsidDel="005C412D" w:rsidRDefault="000E6823" w:rsidP="00664BF2">
            <w:pPr>
              <w:pStyle w:val="tabletext11"/>
              <w:tabs>
                <w:tab w:val="decimal" w:pos="120"/>
              </w:tabs>
              <w:rPr>
                <w:del w:id="3363" w:author="Author"/>
              </w:rPr>
            </w:pPr>
            <w:del w:id="3364" w:author="Author">
              <w:r w:rsidRPr="004C598D" w:rsidDel="005C412D">
                <w:delText>0.92</w:delText>
              </w:r>
            </w:del>
          </w:p>
        </w:tc>
      </w:tr>
      <w:tr w:rsidR="000E6823" w:rsidRPr="004C598D" w:rsidDel="005C412D" w14:paraId="53E7D8AB" w14:textId="77777777" w:rsidTr="00664BF2">
        <w:trPr>
          <w:cantSplit/>
          <w:trHeight w:val="190"/>
          <w:del w:id="3365" w:author="Author"/>
        </w:trPr>
        <w:tc>
          <w:tcPr>
            <w:tcW w:w="200" w:type="dxa"/>
          </w:tcPr>
          <w:p w14:paraId="7B8A123A" w14:textId="77777777" w:rsidR="000E6823" w:rsidRPr="004C598D" w:rsidDel="005C412D" w:rsidRDefault="000E6823" w:rsidP="00664BF2">
            <w:pPr>
              <w:pStyle w:val="tabletext11"/>
              <w:rPr>
                <w:del w:id="3366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477C" w14:textId="77777777" w:rsidR="000E6823" w:rsidRPr="004C598D" w:rsidDel="005C412D" w:rsidRDefault="000E6823" w:rsidP="00664BF2">
            <w:pPr>
              <w:pStyle w:val="tabletext11"/>
              <w:rPr>
                <w:del w:id="3367" w:author="Author"/>
              </w:rPr>
            </w:pPr>
            <w:del w:id="3368" w:author="Author">
              <w:r w:rsidRPr="004C598D" w:rsidDel="005C412D">
                <w:delText>Collision</w:delText>
              </w:r>
            </w:del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</w:tcPr>
          <w:p w14:paraId="08C5492D" w14:textId="77777777" w:rsidR="000E6823" w:rsidRPr="004C598D" w:rsidDel="005C412D" w:rsidRDefault="000E6823" w:rsidP="00664BF2">
            <w:pPr>
              <w:pStyle w:val="tabletext11"/>
              <w:rPr>
                <w:del w:id="3369" w:author="Author"/>
              </w:rPr>
            </w:pPr>
          </w:p>
        </w:tc>
        <w:tc>
          <w:tcPr>
            <w:tcW w:w="1430" w:type="dxa"/>
            <w:tcBorders>
              <w:bottom w:val="single" w:sz="6" w:space="0" w:color="auto"/>
              <w:right w:val="single" w:sz="6" w:space="0" w:color="auto"/>
            </w:tcBorders>
          </w:tcPr>
          <w:p w14:paraId="1394F0D5" w14:textId="77777777" w:rsidR="000E6823" w:rsidRPr="004C598D" w:rsidDel="005C412D" w:rsidRDefault="000E6823" w:rsidP="00664BF2">
            <w:pPr>
              <w:pStyle w:val="tabletext11"/>
              <w:tabs>
                <w:tab w:val="decimal" w:pos="120"/>
              </w:tabs>
              <w:rPr>
                <w:del w:id="3370" w:author="Author"/>
              </w:rPr>
            </w:pPr>
            <w:del w:id="3371" w:author="Author">
              <w:r w:rsidRPr="004C598D" w:rsidDel="005C412D">
                <w:delText>1.54</w:delText>
              </w:r>
            </w:del>
          </w:p>
        </w:tc>
      </w:tr>
    </w:tbl>
    <w:p w14:paraId="0070084B" w14:textId="77777777" w:rsidR="000E6823" w:rsidRDefault="000E6823" w:rsidP="0085321E">
      <w:pPr>
        <w:pStyle w:val="tablecaption"/>
      </w:pPr>
      <w:del w:id="3372" w:author="Author">
        <w:r w:rsidRPr="004C598D" w:rsidDel="005C412D">
          <w:delText>Table 94.B.3.(LC) Rental Reimbursement Physical Damage Loss Costs</w:delText>
        </w:r>
      </w:del>
    </w:p>
    <w:p w14:paraId="64FAD57F" w14:textId="77777777" w:rsidR="000E6823" w:rsidRDefault="000E6823" w:rsidP="0085321E">
      <w:pPr>
        <w:pStyle w:val="isonormal"/>
        <w:jc w:val="left"/>
      </w:pPr>
    </w:p>
    <w:p w14:paraId="05DD6872" w14:textId="77777777" w:rsidR="000E6823" w:rsidRDefault="000E6823" w:rsidP="0085321E">
      <w:pPr>
        <w:pStyle w:val="isonormal"/>
        <w:sectPr w:rsidR="000E6823" w:rsidSect="0085321E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9FC8D4C" w14:textId="77777777" w:rsidR="000E6823" w:rsidRPr="00812533" w:rsidDel="00D5513D" w:rsidRDefault="000E6823" w:rsidP="0085321E">
      <w:pPr>
        <w:pStyle w:val="boxrule"/>
        <w:rPr>
          <w:del w:id="3373" w:author="Author"/>
        </w:rPr>
      </w:pPr>
      <w:del w:id="3374" w:author="Author">
        <w:r w:rsidRPr="00812533" w:rsidDel="00D5513D">
          <w:lastRenderedPageBreak/>
          <w:delText>97.  UNINSURED MOTORISTS INSURANCE</w:delText>
        </w:r>
      </w:del>
    </w:p>
    <w:p w14:paraId="08C552B6" w14:textId="77777777" w:rsidR="000E6823" w:rsidRPr="00812533" w:rsidDel="00D5513D" w:rsidRDefault="000E6823" w:rsidP="0085321E">
      <w:pPr>
        <w:pStyle w:val="isonormal"/>
        <w:suppressAutoHyphens/>
        <w:rPr>
          <w:del w:id="337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30"/>
        <w:gridCol w:w="1270"/>
        <w:gridCol w:w="290"/>
        <w:gridCol w:w="1310"/>
      </w:tblGrid>
      <w:tr w:rsidR="000E6823" w:rsidRPr="00812533" w:rsidDel="00D5513D" w14:paraId="2629F321" w14:textId="77777777" w:rsidTr="00664BF2">
        <w:trPr>
          <w:cantSplit/>
          <w:trHeight w:val="190"/>
          <w:del w:id="3376" w:author="Author"/>
        </w:trPr>
        <w:tc>
          <w:tcPr>
            <w:tcW w:w="200" w:type="dxa"/>
          </w:tcPr>
          <w:p w14:paraId="1502C924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37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B2653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378" w:author="Author"/>
              </w:rPr>
            </w:pPr>
            <w:del w:id="3379" w:author="Author">
              <w:r w:rsidRPr="00812533" w:rsidDel="00D5513D">
                <w:delText>Uninsured Motorists Bodily Injury</w:delText>
              </w:r>
            </w:del>
          </w:p>
        </w:tc>
      </w:tr>
      <w:tr w:rsidR="000E6823" w:rsidRPr="00812533" w:rsidDel="00D5513D" w14:paraId="440E1D2F" w14:textId="77777777" w:rsidTr="00664BF2">
        <w:trPr>
          <w:cantSplit/>
          <w:trHeight w:val="190"/>
          <w:del w:id="3380" w:author="Author"/>
        </w:trPr>
        <w:tc>
          <w:tcPr>
            <w:tcW w:w="200" w:type="dxa"/>
          </w:tcPr>
          <w:p w14:paraId="3260FC93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381" w:author="Author"/>
              </w:rPr>
            </w:pPr>
            <w:del w:id="3382" w:author="Author">
              <w:r w:rsidRPr="00812533" w:rsidDel="00D5513D">
                <w:br/>
              </w:r>
              <w:r w:rsidRPr="00812533" w:rsidDel="00D5513D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C66719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383" w:author="Author"/>
              </w:rPr>
            </w:pPr>
            <w:del w:id="3384" w:author="Author">
              <w:r w:rsidRPr="00812533" w:rsidDel="00D5513D">
                <w:delText>Bodily</w:delText>
              </w:r>
              <w:r w:rsidRPr="00812533" w:rsidDel="00D5513D">
                <w:br/>
                <w:delText>Injury</w:delText>
              </w:r>
              <w:r w:rsidRPr="00812533" w:rsidDel="00D5513D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6DFFCD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385" w:author="Author"/>
              </w:rPr>
            </w:pPr>
            <w:del w:id="3386" w:author="Author">
              <w:r w:rsidRPr="00812533" w:rsidDel="00D5513D">
                <w:delText>Private</w:delText>
              </w:r>
              <w:r w:rsidRPr="00812533" w:rsidDel="00D5513D">
                <w:br/>
                <w:delText>Passenger</w:delText>
              </w:r>
              <w:r w:rsidRPr="00812533" w:rsidDel="00D5513D">
                <w:br/>
                <w:delText>Types</w:delText>
              </w:r>
              <w:r w:rsidRPr="00812533" w:rsidDel="00D5513D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FB2D85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387" w:author="Author"/>
              </w:rPr>
            </w:pPr>
            <w:del w:id="3388" w:author="Author">
              <w:r w:rsidRPr="00812533" w:rsidDel="00D5513D">
                <w:delText>Other Than</w:delText>
              </w:r>
              <w:r w:rsidRPr="00812533" w:rsidDel="00D5513D">
                <w:br/>
                <w:delText>Private</w:delText>
              </w:r>
              <w:r w:rsidRPr="00812533" w:rsidDel="00D5513D">
                <w:br/>
                <w:delText>Passenger</w:delText>
              </w:r>
              <w:r w:rsidRPr="00812533" w:rsidDel="00D5513D">
                <w:br/>
                <w:delText>Types</w:delText>
              </w:r>
              <w:r w:rsidRPr="00812533" w:rsidDel="00D5513D">
                <w:br/>
                <w:delText>Per Exposure</w:delText>
              </w:r>
            </w:del>
          </w:p>
        </w:tc>
      </w:tr>
      <w:tr w:rsidR="000E6823" w:rsidRPr="00812533" w:rsidDel="00D5513D" w14:paraId="68DD150E" w14:textId="77777777" w:rsidTr="00664BF2">
        <w:trPr>
          <w:cantSplit/>
          <w:trHeight w:val="190"/>
          <w:del w:id="3389" w:author="Author"/>
        </w:trPr>
        <w:tc>
          <w:tcPr>
            <w:tcW w:w="200" w:type="dxa"/>
          </w:tcPr>
          <w:p w14:paraId="6C82740E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3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B3113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391" w:author="Author"/>
              </w:rPr>
            </w:pPr>
            <w:del w:id="3392" w:author="Author">
              <w:r w:rsidRPr="00812533" w:rsidDel="00D5513D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8686A3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393" w:author="Author"/>
              </w:rPr>
            </w:pPr>
            <w:del w:id="3394" w:author="Author">
              <w:r w:rsidRPr="00812533" w:rsidDel="00D5513D">
                <w:delText>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E7E1CB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395" w:author="Author"/>
              </w:rPr>
            </w:pPr>
            <w:del w:id="3396" w:author="Author">
              <w:r w:rsidRPr="00812533" w:rsidDel="00D5513D">
                <w:delText>$</w:delText>
              </w:r>
            </w:del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E2CFE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397" w:author="Author"/>
              </w:rPr>
            </w:pPr>
            <w:del w:id="3398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75.50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0FD0A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399" w:author="Author"/>
              </w:rPr>
            </w:pPr>
            <w:del w:id="3400" w:author="Author">
              <w:r w:rsidRPr="00812533" w:rsidDel="00D5513D">
                <w:delText>$</w:delText>
              </w:r>
            </w:del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850B5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401" w:author="Author"/>
              </w:rPr>
            </w:pPr>
            <w:del w:id="3402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51.19</w:delText>
              </w:r>
            </w:del>
          </w:p>
        </w:tc>
      </w:tr>
      <w:tr w:rsidR="000E6823" w:rsidRPr="00812533" w:rsidDel="00D5513D" w14:paraId="2E836416" w14:textId="77777777" w:rsidTr="00664BF2">
        <w:trPr>
          <w:cantSplit/>
          <w:trHeight w:val="190"/>
          <w:del w:id="3403" w:author="Author"/>
        </w:trPr>
        <w:tc>
          <w:tcPr>
            <w:tcW w:w="200" w:type="dxa"/>
          </w:tcPr>
          <w:p w14:paraId="047DAA1C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4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3967D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11A98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406" w:author="Author"/>
              </w:rPr>
            </w:pPr>
            <w:del w:id="3407" w:author="Author">
              <w:r w:rsidRPr="00812533" w:rsidDel="00D5513D">
                <w:delText>100,000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6033F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08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77369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409" w:author="Author"/>
              </w:rPr>
            </w:pPr>
            <w:del w:id="3410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117.47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934FB9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11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6381C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412" w:author="Author"/>
              </w:rPr>
            </w:pPr>
            <w:del w:id="3413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79.01</w:delText>
              </w:r>
            </w:del>
          </w:p>
        </w:tc>
      </w:tr>
      <w:tr w:rsidR="000E6823" w:rsidRPr="00812533" w:rsidDel="00D5513D" w14:paraId="4C2B8E3F" w14:textId="77777777" w:rsidTr="00664BF2">
        <w:trPr>
          <w:cantSplit/>
          <w:trHeight w:val="190"/>
          <w:del w:id="3414" w:author="Author"/>
        </w:trPr>
        <w:tc>
          <w:tcPr>
            <w:tcW w:w="200" w:type="dxa"/>
          </w:tcPr>
          <w:p w14:paraId="01A378A3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4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57B41E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A5D7DC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417" w:author="Author"/>
              </w:rPr>
            </w:pPr>
            <w:del w:id="3418" w:author="Author">
              <w:r w:rsidRPr="00812533" w:rsidDel="00D5513D">
                <w:delText>125,000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70D21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19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F8EB7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420" w:author="Author"/>
              </w:rPr>
            </w:pPr>
            <w:del w:id="3421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134.94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2F99F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22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EF50B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423" w:author="Author"/>
              </w:rPr>
            </w:pPr>
            <w:del w:id="3424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90.56</w:delText>
              </w:r>
            </w:del>
          </w:p>
        </w:tc>
      </w:tr>
      <w:tr w:rsidR="000E6823" w:rsidRPr="00812533" w:rsidDel="00D5513D" w14:paraId="5D9562AB" w14:textId="77777777" w:rsidTr="00664BF2">
        <w:trPr>
          <w:cantSplit/>
          <w:trHeight w:val="190"/>
          <w:del w:id="3425" w:author="Author"/>
        </w:trPr>
        <w:tc>
          <w:tcPr>
            <w:tcW w:w="200" w:type="dxa"/>
          </w:tcPr>
          <w:p w14:paraId="3DFCEC6A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4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67D12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F8D7DC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428" w:author="Author"/>
              </w:rPr>
            </w:pPr>
            <w:del w:id="3429" w:author="Author">
              <w:r w:rsidRPr="00812533" w:rsidDel="00D5513D">
                <w:delText>150,000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7DCEDE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30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5DA1C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431" w:author="Author"/>
              </w:rPr>
            </w:pPr>
            <w:del w:id="3432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147.94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D5E9C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33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33282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434" w:author="Author"/>
              </w:rPr>
            </w:pPr>
            <w:del w:id="3435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99.14</w:delText>
              </w:r>
            </w:del>
          </w:p>
        </w:tc>
      </w:tr>
      <w:tr w:rsidR="000E6823" w:rsidRPr="00812533" w:rsidDel="00D5513D" w14:paraId="16A6D0BE" w14:textId="77777777" w:rsidTr="00664BF2">
        <w:trPr>
          <w:cantSplit/>
          <w:trHeight w:val="190"/>
          <w:del w:id="3436" w:author="Author"/>
        </w:trPr>
        <w:tc>
          <w:tcPr>
            <w:tcW w:w="200" w:type="dxa"/>
          </w:tcPr>
          <w:p w14:paraId="46F711DD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4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7519AA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664216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439" w:author="Author"/>
              </w:rPr>
            </w:pPr>
            <w:del w:id="3440" w:author="Author">
              <w:r w:rsidRPr="00812533" w:rsidDel="00D5513D">
                <w:delText>200,000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0209BA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41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C0634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442" w:author="Author"/>
              </w:rPr>
            </w:pPr>
            <w:del w:id="3443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172.34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C6C65E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44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4D6F2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445" w:author="Author"/>
              </w:rPr>
            </w:pPr>
            <w:del w:id="3446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115.25</w:delText>
              </w:r>
            </w:del>
          </w:p>
        </w:tc>
      </w:tr>
      <w:tr w:rsidR="000E6823" w:rsidRPr="00812533" w:rsidDel="00D5513D" w14:paraId="3E26DC86" w14:textId="77777777" w:rsidTr="00664BF2">
        <w:trPr>
          <w:cantSplit/>
          <w:trHeight w:val="190"/>
          <w:del w:id="3447" w:author="Author"/>
        </w:trPr>
        <w:tc>
          <w:tcPr>
            <w:tcW w:w="200" w:type="dxa"/>
          </w:tcPr>
          <w:p w14:paraId="18A2BFCC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4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4C67B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4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5F4090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450" w:author="Author"/>
              </w:rPr>
            </w:pPr>
            <w:del w:id="3451" w:author="Author">
              <w:r w:rsidRPr="00812533" w:rsidDel="00D5513D">
                <w:delText>250,000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CB305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52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CB76F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453" w:author="Author"/>
              </w:rPr>
            </w:pPr>
            <w:del w:id="3454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190.35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5F763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55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0778A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456" w:author="Author"/>
              </w:rPr>
            </w:pPr>
            <w:del w:id="3457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127.14</w:delText>
              </w:r>
            </w:del>
          </w:p>
        </w:tc>
      </w:tr>
      <w:tr w:rsidR="000E6823" w:rsidRPr="00812533" w:rsidDel="00D5513D" w14:paraId="1036C50C" w14:textId="77777777" w:rsidTr="00664BF2">
        <w:trPr>
          <w:cantSplit/>
          <w:trHeight w:val="190"/>
          <w:del w:id="3458" w:author="Author"/>
        </w:trPr>
        <w:tc>
          <w:tcPr>
            <w:tcW w:w="200" w:type="dxa"/>
          </w:tcPr>
          <w:p w14:paraId="73E6D007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4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78417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2367C2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461" w:author="Author"/>
              </w:rPr>
            </w:pPr>
            <w:del w:id="3462" w:author="Author">
              <w:r w:rsidRPr="00812533" w:rsidDel="00D5513D">
                <w:delText>300,000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04BA0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63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22445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464" w:author="Author"/>
              </w:rPr>
            </w:pPr>
            <w:del w:id="3465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205.03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661AD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66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E184B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467" w:author="Author"/>
              </w:rPr>
            </w:pPr>
            <w:del w:id="3468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136.83</w:delText>
              </w:r>
            </w:del>
          </w:p>
        </w:tc>
      </w:tr>
      <w:tr w:rsidR="000E6823" w:rsidRPr="00812533" w:rsidDel="00D5513D" w14:paraId="38D60272" w14:textId="77777777" w:rsidTr="00664BF2">
        <w:trPr>
          <w:cantSplit/>
          <w:trHeight w:val="190"/>
          <w:del w:id="3469" w:author="Author"/>
        </w:trPr>
        <w:tc>
          <w:tcPr>
            <w:tcW w:w="200" w:type="dxa"/>
          </w:tcPr>
          <w:p w14:paraId="203221FF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4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EF5CD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387BDB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472" w:author="Author"/>
              </w:rPr>
            </w:pPr>
            <w:del w:id="3473" w:author="Author">
              <w:r w:rsidRPr="00812533" w:rsidDel="00D5513D">
                <w:delText>350,000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47E36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74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ACEFD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475" w:author="Author"/>
              </w:rPr>
            </w:pPr>
            <w:del w:id="3476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218.89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36CA4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77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BBA47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478" w:author="Author"/>
              </w:rPr>
            </w:pPr>
            <w:del w:id="3479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145.97</w:delText>
              </w:r>
            </w:del>
          </w:p>
        </w:tc>
      </w:tr>
      <w:tr w:rsidR="000E6823" w:rsidRPr="00812533" w:rsidDel="00D5513D" w14:paraId="0BD37B24" w14:textId="77777777" w:rsidTr="00664BF2">
        <w:trPr>
          <w:cantSplit/>
          <w:trHeight w:val="190"/>
          <w:del w:id="3480" w:author="Author"/>
        </w:trPr>
        <w:tc>
          <w:tcPr>
            <w:tcW w:w="200" w:type="dxa"/>
          </w:tcPr>
          <w:p w14:paraId="0528A24A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4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E6A051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A0F613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483" w:author="Author"/>
              </w:rPr>
            </w:pPr>
            <w:del w:id="3484" w:author="Author">
              <w:r w:rsidRPr="00812533" w:rsidDel="00D5513D">
                <w:delText>400,000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D2F05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85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17D74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486" w:author="Author"/>
              </w:rPr>
            </w:pPr>
            <w:del w:id="3487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229.49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C68C2E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88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C8DA9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489" w:author="Author"/>
              </w:rPr>
            </w:pPr>
            <w:del w:id="3490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152.97</w:delText>
              </w:r>
            </w:del>
          </w:p>
        </w:tc>
      </w:tr>
      <w:tr w:rsidR="000E6823" w:rsidRPr="00812533" w:rsidDel="00D5513D" w14:paraId="2E7A7B9A" w14:textId="77777777" w:rsidTr="00664BF2">
        <w:trPr>
          <w:cantSplit/>
          <w:trHeight w:val="190"/>
          <w:del w:id="3491" w:author="Author"/>
        </w:trPr>
        <w:tc>
          <w:tcPr>
            <w:tcW w:w="200" w:type="dxa"/>
          </w:tcPr>
          <w:p w14:paraId="4B27D989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4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14538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9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595720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494" w:author="Author"/>
              </w:rPr>
            </w:pPr>
            <w:del w:id="3495" w:author="Author">
              <w:r w:rsidRPr="00812533" w:rsidDel="00D5513D">
                <w:delText>500,000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0420A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496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24430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497" w:author="Author"/>
              </w:rPr>
            </w:pPr>
            <w:del w:id="3498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248.83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1EB503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499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30A30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00" w:author="Author"/>
              </w:rPr>
            </w:pPr>
            <w:del w:id="3501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165.69</w:delText>
              </w:r>
            </w:del>
          </w:p>
        </w:tc>
      </w:tr>
      <w:tr w:rsidR="000E6823" w:rsidRPr="00812533" w:rsidDel="00D5513D" w14:paraId="701E597C" w14:textId="77777777" w:rsidTr="00664BF2">
        <w:trPr>
          <w:cantSplit/>
          <w:trHeight w:val="190"/>
          <w:del w:id="3502" w:author="Author"/>
        </w:trPr>
        <w:tc>
          <w:tcPr>
            <w:tcW w:w="200" w:type="dxa"/>
          </w:tcPr>
          <w:p w14:paraId="2BE48436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5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0C71B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0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D35F8E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505" w:author="Author"/>
              </w:rPr>
            </w:pPr>
            <w:del w:id="3506" w:author="Author">
              <w:r w:rsidRPr="00812533" w:rsidDel="00D5513D">
                <w:delText>600,000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59118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07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C1CA3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508" w:author="Author"/>
              </w:rPr>
            </w:pPr>
            <w:del w:id="3509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262.48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0367AB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10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CC56B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11" w:author="Author"/>
              </w:rPr>
            </w:pPr>
            <w:del w:id="3512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174.69</w:delText>
              </w:r>
            </w:del>
          </w:p>
        </w:tc>
      </w:tr>
      <w:tr w:rsidR="000E6823" w:rsidRPr="00812533" w:rsidDel="00D5513D" w14:paraId="25589B63" w14:textId="77777777" w:rsidTr="00664BF2">
        <w:trPr>
          <w:cantSplit/>
          <w:trHeight w:val="190"/>
          <w:del w:id="3513" w:author="Author"/>
        </w:trPr>
        <w:tc>
          <w:tcPr>
            <w:tcW w:w="200" w:type="dxa"/>
          </w:tcPr>
          <w:p w14:paraId="575BCC0D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5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FFF09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D80730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516" w:author="Author"/>
              </w:rPr>
            </w:pPr>
            <w:del w:id="3517" w:author="Author">
              <w:r w:rsidRPr="00812533" w:rsidDel="00D5513D">
                <w:delText>750,000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88D49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18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7102FB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519" w:author="Author"/>
              </w:rPr>
            </w:pPr>
            <w:del w:id="3520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281.80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8C52BE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21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F0AA7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22" w:author="Author"/>
              </w:rPr>
            </w:pPr>
            <w:del w:id="3523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187.40</w:delText>
              </w:r>
            </w:del>
          </w:p>
        </w:tc>
      </w:tr>
      <w:tr w:rsidR="000E6823" w:rsidRPr="00812533" w:rsidDel="00D5513D" w14:paraId="4E7E8D10" w14:textId="77777777" w:rsidTr="00664BF2">
        <w:trPr>
          <w:cantSplit/>
          <w:trHeight w:val="190"/>
          <w:del w:id="3524" w:author="Author"/>
        </w:trPr>
        <w:tc>
          <w:tcPr>
            <w:tcW w:w="200" w:type="dxa"/>
          </w:tcPr>
          <w:p w14:paraId="534DDBF6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5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FC52A4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FB5B76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527" w:author="Author"/>
              </w:rPr>
            </w:pPr>
            <w:del w:id="3528" w:author="Author">
              <w:r w:rsidRPr="00812533" w:rsidDel="00D5513D">
                <w:delText>1,000,000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F07757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29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F044C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530" w:author="Author"/>
              </w:rPr>
            </w:pPr>
            <w:del w:id="3531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305.72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49A39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32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D428B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33" w:author="Author"/>
              </w:rPr>
            </w:pPr>
            <w:del w:id="3534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203.12</w:delText>
              </w:r>
            </w:del>
          </w:p>
        </w:tc>
      </w:tr>
      <w:tr w:rsidR="000E6823" w:rsidRPr="00812533" w:rsidDel="00D5513D" w14:paraId="758A7419" w14:textId="77777777" w:rsidTr="00664BF2">
        <w:trPr>
          <w:cantSplit/>
          <w:trHeight w:val="190"/>
          <w:del w:id="3535" w:author="Author"/>
        </w:trPr>
        <w:tc>
          <w:tcPr>
            <w:tcW w:w="200" w:type="dxa"/>
          </w:tcPr>
          <w:p w14:paraId="67F66BFD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5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9A631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89AB78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538" w:author="Author"/>
              </w:rPr>
            </w:pPr>
            <w:del w:id="3539" w:author="Author">
              <w:r w:rsidRPr="00812533" w:rsidDel="00D5513D">
                <w:delText>1,500,000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41C99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40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49D2AD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541" w:author="Author"/>
              </w:rPr>
            </w:pPr>
            <w:del w:id="3542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336.10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4206C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43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CA674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44" w:author="Author"/>
              </w:rPr>
            </w:pPr>
            <w:del w:id="3545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223.09</w:delText>
              </w:r>
            </w:del>
          </w:p>
        </w:tc>
      </w:tr>
      <w:tr w:rsidR="000E6823" w:rsidRPr="00812533" w:rsidDel="00D5513D" w14:paraId="554F655C" w14:textId="77777777" w:rsidTr="00664BF2">
        <w:trPr>
          <w:cantSplit/>
          <w:trHeight w:val="190"/>
          <w:del w:id="3546" w:author="Author"/>
        </w:trPr>
        <w:tc>
          <w:tcPr>
            <w:tcW w:w="200" w:type="dxa"/>
          </w:tcPr>
          <w:p w14:paraId="5B94D99E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5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D6A05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894A0A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549" w:author="Author"/>
              </w:rPr>
            </w:pPr>
            <w:del w:id="3550" w:author="Author">
              <w:r w:rsidRPr="00812533" w:rsidDel="00D5513D">
                <w:delText>2,000,000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A1DCC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51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615D7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552" w:author="Author"/>
              </w:rPr>
            </w:pPr>
            <w:del w:id="3553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357.16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0C72C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54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5DCAA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55" w:author="Author"/>
              </w:rPr>
            </w:pPr>
            <w:del w:id="3556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236.91</w:delText>
              </w:r>
            </w:del>
          </w:p>
        </w:tc>
      </w:tr>
      <w:tr w:rsidR="000E6823" w:rsidRPr="00812533" w:rsidDel="00D5513D" w14:paraId="0FEC95F5" w14:textId="77777777" w:rsidTr="00664BF2">
        <w:trPr>
          <w:cantSplit/>
          <w:trHeight w:val="190"/>
          <w:del w:id="3557" w:author="Author"/>
        </w:trPr>
        <w:tc>
          <w:tcPr>
            <w:tcW w:w="200" w:type="dxa"/>
          </w:tcPr>
          <w:p w14:paraId="61F06112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5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8E9E5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C1E7C7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560" w:author="Author"/>
              </w:rPr>
            </w:pPr>
            <w:del w:id="3561" w:author="Author">
              <w:r w:rsidRPr="00812533" w:rsidDel="00D5513D">
                <w:delText>2,500,000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5CB95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62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BFEA92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563" w:author="Author"/>
                <w:rFonts w:cs="Arial"/>
                <w:color w:val="000000"/>
                <w:szCs w:val="18"/>
              </w:rPr>
            </w:pPr>
            <w:del w:id="3564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373.05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6BBE8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65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B37717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66" w:author="Author"/>
                <w:rFonts w:cs="Arial"/>
                <w:color w:val="000000"/>
                <w:szCs w:val="18"/>
              </w:rPr>
            </w:pPr>
            <w:del w:id="3567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247.36</w:delText>
              </w:r>
            </w:del>
          </w:p>
        </w:tc>
      </w:tr>
      <w:tr w:rsidR="000E6823" w:rsidRPr="00812533" w:rsidDel="00D5513D" w14:paraId="449F1753" w14:textId="77777777" w:rsidTr="00664BF2">
        <w:trPr>
          <w:cantSplit/>
          <w:trHeight w:val="190"/>
          <w:del w:id="3568" w:author="Author"/>
        </w:trPr>
        <w:tc>
          <w:tcPr>
            <w:tcW w:w="200" w:type="dxa"/>
          </w:tcPr>
          <w:p w14:paraId="0241A15D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5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81998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5AA786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571" w:author="Author"/>
              </w:rPr>
            </w:pPr>
            <w:del w:id="3572" w:author="Author">
              <w:r w:rsidRPr="00812533" w:rsidDel="00D5513D">
                <w:delText>3,000,000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99F37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73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DCB29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574" w:author="Author"/>
                <w:rFonts w:cs="Arial"/>
                <w:color w:val="000000"/>
                <w:szCs w:val="18"/>
              </w:rPr>
            </w:pPr>
            <w:del w:id="3575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385.20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7B6FD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76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A3F29B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77" w:author="Author"/>
                <w:rFonts w:cs="Arial"/>
                <w:color w:val="000000"/>
                <w:szCs w:val="18"/>
              </w:rPr>
            </w:pPr>
            <w:del w:id="3578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255.32</w:delText>
              </w:r>
            </w:del>
          </w:p>
        </w:tc>
      </w:tr>
      <w:tr w:rsidR="000E6823" w:rsidRPr="00812533" w:rsidDel="00D5513D" w14:paraId="76ABF350" w14:textId="77777777" w:rsidTr="00664BF2">
        <w:trPr>
          <w:cantSplit/>
          <w:trHeight w:val="190"/>
          <w:del w:id="3579" w:author="Author"/>
        </w:trPr>
        <w:tc>
          <w:tcPr>
            <w:tcW w:w="200" w:type="dxa"/>
          </w:tcPr>
          <w:p w14:paraId="264E9E1A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5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401D8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97905C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582" w:author="Author"/>
              </w:rPr>
            </w:pPr>
            <w:del w:id="3583" w:author="Author">
              <w:r w:rsidRPr="00812533" w:rsidDel="00D5513D">
                <w:delText>5,000,000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A11E8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84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DDCE1F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585" w:author="Author"/>
                <w:rFonts w:cs="Arial"/>
                <w:color w:val="000000"/>
                <w:szCs w:val="18"/>
              </w:rPr>
            </w:pPr>
            <w:del w:id="3586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417.27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930C3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87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076D7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88" w:author="Author"/>
                <w:rFonts w:cs="Arial"/>
                <w:color w:val="000000"/>
                <w:szCs w:val="18"/>
              </w:rPr>
            </w:pPr>
            <w:del w:id="3589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276.35</w:delText>
              </w:r>
            </w:del>
          </w:p>
        </w:tc>
      </w:tr>
      <w:tr w:rsidR="000E6823" w:rsidRPr="00812533" w:rsidDel="00D5513D" w14:paraId="1F2C00AE" w14:textId="77777777" w:rsidTr="00664BF2">
        <w:trPr>
          <w:cantSplit/>
          <w:trHeight w:val="190"/>
          <w:del w:id="3590" w:author="Author"/>
        </w:trPr>
        <w:tc>
          <w:tcPr>
            <w:tcW w:w="200" w:type="dxa"/>
          </w:tcPr>
          <w:p w14:paraId="3DA242C4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5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E8390A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E0F453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593" w:author="Author"/>
              </w:rPr>
            </w:pPr>
            <w:del w:id="3594" w:author="Author">
              <w:r w:rsidRPr="00812533" w:rsidDel="00D5513D">
                <w:delText>7,500,000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9D6C3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595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0E309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596" w:author="Author"/>
                <w:rFonts w:cs="Arial"/>
                <w:color w:val="000000"/>
                <w:szCs w:val="18"/>
              </w:rPr>
            </w:pPr>
            <w:del w:id="3597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440.26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2B533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598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E32B4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599" w:author="Author"/>
                <w:rFonts w:cs="Arial"/>
                <w:color w:val="000000"/>
                <w:szCs w:val="18"/>
              </w:rPr>
            </w:pPr>
            <w:del w:id="3600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291.42</w:delText>
              </w:r>
            </w:del>
          </w:p>
        </w:tc>
      </w:tr>
      <w:tr w:rsidR="000E6823" w:rsidRPr="00812533" w:rsidDel="00D5513D" w14:paraId="7DF95C22" w14:textId="77777777" w:rsidTr="00664BF2">
        <w:trPr>
          <w:cantSplit/>
          <w:trHeight w:val="190"/>
          <w:del w:id="3601" w:author="Author"/>
        </w:trPr>
        <w:tc>
          <w:tcPr>
            <w:tcW w:w="200" w:type="dxa"/>
          </w:tcPr>
          <w:p w14:paraId="7622CC27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6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EF62B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36AF27" w14:textId="77777777" w:rsidR="000E6823" w:rsidRPr="00812533" w:rsidDel="00D5513D" w:rsidRDefault="000E6823" w:rsidP="00664BF2">
            <w:pPr>
              <w:pStyle w:val="tabletext11"/>
              <w:tabs>
                <w:tab w:val="decimal" w:pos="870"/>
              </w:tabs>
              <w:suppressAutoHyphens/>
              <w:rPr>
                <w:del w:id="3604" w:author="Author"/>
              </w:rPr>
            </w:pPr>
            <w:del w:id="3605" w:author="Author">
              <w:r w:rsidRPr="00812533" w:rsidDel="00D5513D">
                <w:delText>10,000,000</w:delText>
              </w:r>
            </w:del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A5BB6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06" w:author="Author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D2837" w14:textId="77777777" w:rsidR="000E6823" w:rsidRPr="00812533" w:rsidDel="00D5513D" w:rsidRDefault="000E6823" w:rsidP="00664BF2">
            <w:pPr>
              <w:pStyle w:val="tabletext11"/>
              <w:tabs>
                <w:tab w:val="decimal" w:pos="390"/>
              </w:tabs>
              <w:suppressAutoHyphens/>
              <w:rPr>
                <w:del w:id="3607" w:author="Author"/>
                <w:rFonts w:cs="Arial"/>
                <w:color w:val="000000"/>
                <w:szCs w:val="18"/>
              </w:rPr>
            </w:pPr>
            <w:del w:id="3608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453.22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8C8A51" w14:textId="77777777" w:rsidR="000E6823" w:rsidRPr="00812533" w:rsidDel="00D5513D" w:rsidRDefault="000E6823" w:rsidP="00664BF2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3609" w:author="Author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A31215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610" w:author="Author"/>
                <w:rFonts w:cs="Arial"/>
                <w:color w:val="000000"/>
                <w:szCs w:val="18"/>
              </w:rPr>
            </w:pPr>
            <w:del w:id="3611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299.93</w:delText>
              </w:r>
            </w:del>
          </w:p>
        </w:tc>
      </w:tr>
    </w:tbl>
    <w:p w14:paraId="62508082" w14:textId="77777777" w:rsidR="000E6823" w:rsidRPr="00812533" w:rsidDel="00D5513D" w:rsidRDefault="000E6823" w:rsidP="0085321E">
      <w:pPr>
        <w:pStyle w:val="tablecaption"/>
        <w:suppressAutoHyphens/>
        <w:rPr>
          <w:del w:id="3612" w:author="Author"/>
        </w:rPr>
      </w:pPr>
      <w:del w:id="3613" w:author="Author">
        <w:r w:rsidRPr="00812533" w:rsidDel="00D5513D">
          <w:delText>Table 97.B.1.a.(LC) Single Limits Uninsured (Includes Underinsured) Motorists Bodily Injury Coverage Loss Costs</w:delText>
        </w:r>
      </w:del>
    </w:p>
    <w:p w14:paraId="455ED451" w14:textId="77777777" w:rsidR="000E6823" w:rsidRPr="00812533" w:rsidDel="00D5513D" w:rsidRDefault="000E6823" w:rsidP="0085321E">
      <w:pPr>
        <w:pStyle w:val="isonormal"/>
        <w:suppressAutoHyphens/>
        <w:rPr>
          <w:del w:id="3614" w:author="Author"/>
        </w:rPr>
      </w:pPr>
    </w:p>
    <w:p w14:paraId="62040024" w14:textId="77777777" w:rsidR="000E6823" w:rsidRPr="00812533" w:rsidDel="00D5513D" w:rsidRDefault="000E6823" w:rsidP="0085321E">
      <w:pPr>
        <w:pStyle w:val="space8"/>
        <w:suppressAutoHyphens/>
        <w:rPr>
          <w:del w:id="361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1080"/>
        <w:gridCol w:w="240"/>
        <w:gridCol w:w="1080"/>
      </w:tblGrid>
      <w:tr w:rsidR="000E6823" w:rsidRPr="00812533" w:rsidDel="00D5513D" w14:paraId="6AD1AEE2" w14:textId="77777777" w:rsidTr="00664BF2">
        <w:trPr>
          <w:cantSplit/>
          <w:trHeight w:val="190"/>
          <w:del w:id="3616" w:author="Author"/>
        </w:trPr>
        <w:tc>
          <w:tcPr>
            <w:tcW w:w="200" w:type="dxa"/>
          </w:tcPr>
          <w:p w14:paraId="4E864150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617" w:author="Author"/>
              </w:rPr>
            </w:pPr>
          </w:p>
        </w:tc>
        <w:tc>
          <w:tcPr>
            <w:tcW w:w="48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48AE8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618" w:author="Author"/>
              </w:rPr>
            </w:pPr>
            <w:del w:id="3619" w:author="Author">
              <w:r w:rsidRPr="00812533" w:rsidDel="00D5513D">
                <w:delText>Uninsured Motorists Bodily Injury</w:delText>
              </w:r>
            </w:del>
          </w:p>
        </w:tc>
      </w:tr>
      <w:tr w:rsidR="000E6823" w:rsidRPr="00812533" w:rsidDel="00D5513D" w14:paraId="32D938F7" w14:textId="77777777" w:rsidTr="00664BF2">
        <w:tblPrEx>
          <w:tblLook w:val="04A0" w:firstRow="1" w:lastRow="0" w:firstColumn="1" w:lastColumn="0" w:noHBand="0" w:noVBand="1"/>
        </w:tblPrEx>
        <w:trPr>
          <w:cantSplit/>
          <w:trHeight w:val="190"/>
          <w:del w:id="3620" w:author="Author"/>
        </w:trPr>
        <w:tc>
          <w:tcPr>
            <w:tcW w:w="200" w:type="dxa"/>
          </w:tcPr>
          <w:p w14:paraId="092F14AF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621" w:author="Author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39255C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622" w:author="Author"/>
              </w:rPr>
            </w:pPr>
            <w:del w:id="3623" w:author="Author">
              <w:r w:rsidRPr="00812533" w:rsidDel="00D5513D">
                <w:delText>Bodily</w:delText>
              </w:r>
              <w:r w:rsidRPr="00812533" w:rsidDel="00D5513D">
                <w:br/>
                <w:delText>Injury</w:delText>
              </w:r>
              <w:r w:rsidRPr="00812533" w:rsidDel="00D5513D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5B2592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624" w:author="Author"/>
              </w:rPr>
            </w:pPr>
            <w:del w:id="3625" w:author="Author">
              <w:r w:rsidRPr="00812533" w:rsidDel="00D5513D">
                <w:delText>Private</w:delText>
              </w:r>
              <w:r w:rsidRPr="00812533" w:rsidDel="00D5513D">
                <w:br/>
                <w:delText>Passenger</w:delText>
              </w:r>
              <w:r w:rsidRPr="00812533" w:rsidDel="00D5513D">
                <w:br/>
                <w:delText>Types Per</w:delText>
              </w:r>
              <w:r w:rsidRPr="00812533" w:rsidDel="00D5513D">
                <w:br/>
                <w:delText>Exposure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BD224A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626" w:author="Author"/>
              </w:rPr>
            </w:pPr>
            <w:del w:id="3627" w:author="Author">
              <w:r w:rsidRPr="00812533" w:rsidDel="00D5513D">
                <w:delText>Other Than</w:delText>
              </w:r>
              <w:r w:rsidRPr="00812533" w:rsidDel="00D5513D">
                <w:br/>
                <w:delText>Private</w:delText>
              </w:r>
              <w:r w:rsidRPr="00812533" w:rsidDel="00D5513D">
                <w:br/>
                <w:delText>Passenger</w:delText>
              </w:r>
              <w:r w:rsidRPr="00812533" w:rsidDel="00D5513D">
                <w:br/>
                <w:delText>Types Per</w:delText>
              </w:r>
              <w:r w:rsidRPr="00812533" w:rsidDel="00D5513D">
                <w:br/>
                <w:delText>Exposure</w:delText>
              </w:r>
            </w:del>
          </w:p>
        </w:tc>
      </w:tr>
      <w:tr w:rsidR="000E6823" w:rsidRPr="00812533" w:rsidDel="00D5513D" w14:paraId="763CC7D5" w14:textId="77777777" w:rsidTr="00664BF2">
        <w:tblPrEx>
          <w:tblLook w:val="04A0" w:firstRow="1" w:lastRow="0" w:firstColumn="1" w:lastColumn="0" w:noHBand="0" w:noVBand="1"/>
        </w:tblPrEx>
        <w:trPr>
          <w:cantSplit/>
          <w:trHeight w:val="190"/>
          <w:del w:id="3628" w:author="Author"/>
        </w:trPr>
        <w:tc>
          <w:tcPr>
            <w:tcW w:w="200" w:type="dxa"/>
          </w:tcPr>
          <w:p w14:paraId="526B2B87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6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1C50A" w14:textId="77777777" w:rsidR="000E6823" w:rsidRPr="00812533" w:rsidDel="00D5513D" w:rsidRDefault="000E6823" w:rsidP="00664BF2">
            <w:pPr>
              <w:pStyle w:val="tabletext11"/>
              <w:suppressAutoHyphens/>
              <w:jc w:val="center"/>
              <w:rPr>
                <w:del w:id="3630" w:author="Author"/>
              </w:rPr>
            </w:pPr>
            <w:del w:id="3631" w:author="Author">
              <w:r w:rsidRPr="00812533" w:rsidDel="00D5513D">
                <w:delText>$</w:delText>
              </w:r>
            </w:del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BA0F928" w14:textId="77777777" w:rsidR="000E6823" w:rsidRPr="00812533" w:rsidDel="00D5513D" w:rsidRDefault="000E6823" w:rsidP="00664BF2">
            <w:pPr>
              <w:pStyle w:val="tabletext11"/>
              <w:tabs>
                <w:tab w:val="decimal" w:pos="800"/>
              </w:tabs>
              <w:suppressAutoHyphens/>
              <w:rPr>
                <w:del w:id="3632" w:author="Author"/>
              </w:rPr>
            </w:pPr>
            <w:del w:id="3633" w:author="Author">
              <w:r w:rsidRPr="00812533" w:rsidDel="00D5513D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35C5A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34" w:author="Author"/>
              </w:rPr>
            </w:pPr>
            <w:del w:id="3635" w:author="Author">
              <w:r w:rsidRPr="00812533" w:rsidDel="00D5513D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AED52" w14:textId="77777777" w:rsidR="000E6823" w:rsidRPr="00812533" w:rsidDel="00D5513D" w:rsidRDefault="000E6823" w:rsidP="00664BF2">
            <w:pPr>
              <w:pStyle w:val="tabletext11"/>
              <w:tabs>
                <w:tab w:val="decimal" w:pos="400"/>
              </w:tabs>
              <w:suppressAutoHyphens/>
              <w:rPr>
                <w:del w:id="3636" w:author="Author"/>
              </w:rPr>
            </w:pPr>
            <w:del w:id="3637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53.44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F29BE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38" w:author="Author"/>
              </w:rPr>
            </w:pPr>
            <w:del w:id="3639" w:author="Author">
              <w:r w:rsidRPr="00812533" w:rsidDel="00D5513D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15EC1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640" w:author="Author"/>
              </w:rPr>
            </w:pPr>
            <w:del w:id="3641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36.49</w:delText>
              </w:r>
            </w:del>
          </w:p>
        </w:tc>
      </w:tr>
      <w:tr w:rsidR="000E6823" w:rsidRPr="00812533" w:rsidDel="00D5513D" w14:paraId="69A8AE87" w14:textId="77777777" w:rsidTr="00664BF2">
        <w:tblPrEx>
          <w:tblLook w:val="04A0" w:firstRow="1" w:lastRow="0" w:firstColumn="1" w:lastColumn="0" w:noHBand="0" w:noVBand="1"/>
        </w:tblPrEx>
        <w:trPr>
          <w:cantSplit/>
          <w:trHeight w:val="190"/>
          <w:del w:id="3642" w:author="Author"/>
        </w:trPr>
        <w:tc>
          <w:tcPr>
            <w:tcW w:w="200" w:type="dxa"/>
          </w:tcPr>
          <w:p w14:paraId="14CB3FA7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6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559427" w14:textId="77777777" w:rsidR="000E6823" w:rsidRPr="00812533" w:rsidDel="00D5513D" w:rsidRDefault="000E6823" w:rsidP="00664BF2">
            <w:pPr>
              <w:pStyle w:val="tabletext11"/>
              <w:suppressAutoHyphens/>
              <w:jc w:val="center"/>
              <w:rPr>
                <w:del w:id="364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22175A1" w14:textId="77777777" w:rsidR="000E6823" w:rsidRPr="00812533" w:rsidDel="00D5513D" w:rsidRDefault="000E6823" w:rsidP="00664BF2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3645" w:author="Author"/>
              </w:rPr>
            </w:pPr>
            <w:del w:id="3646" w:author="Author">
              <w:r w:rsidRPr="00812533" w:rsidDel="00D5513D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AA9D0C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4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79D12" w14:textId="77777777" w:rsidR="000E6823" w:rsidRPr="00812533" w:rsidDel="00D5513D" w:rsidRDefault="000E6823" w:rsidP="00664BF2">
            <w:pPr>
              <w:pStyle w:val="tabletext11"/>
              <w:tabs>
                <w:tab w:val="decimal" w:pos="400"/>
              </w:tabs>
              <w:suppressAutoHyphens/>
              <w:rPr>
                <w:del w:id="3648" w:author="Author"/>
              </w:rPr>
            </w:pPr>
            <w:del w:id="3649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86.08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316880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5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82A961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651" w:author="Author"/>
              </w:rPr>
            </w:pPr>
            <w:del w:id="3652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58.18</w:delText>
              </w:r>
            </w:del>
          </w:p>
        </w:tc>
      </w:tr>
      <w:tr w:rsidR="000E6823" w:rsidRPr="00812533" w:rsidDel="00D5513D" w14:paraId="1B8FC3F6" w14:textId="77777777" w:rsidTr="00664BF2">
        <w:tblPrEx>
          <w:tblLook w:val="04A0" w:firstRow="1" w:lastRow="0" w:firstColumn="1" w:lastColumn="0" w:noHBand="0" w:noVBand="1"/>
        </w:tblPrEx>
        <w:trPr>
          <w:cantSplit/>
          <w:trHeight w:val="190"/>
          <w:del w:id="3653" w:author="Author"/>
        </w:trPr>
        <w:tc>
          <w:tcPr>
            <w:tcW w:w="200" w:type="dxa"/>
          </w:tcPr>
          <w:p w14:paraId="073C536A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6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8D004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5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A31005E" w14:textId="77777777" w:rsidR="000E6823" w:rsidRPr="00812533" w:rsidDel="00D5513D" w:rsidRDefault="000E6823" w:rsidP="00664BF2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3656" w:author="Author"/>
              </w:rPr>
            </w:pPr>
            <w:del w:id="3657" w:author="Author">
              <w:r w:rsidRPr="00812533" w:rsidDel="00D5513D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80AF7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5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96006" w14:textId="77777777" w:rsidR="000E6823" w:rsidRPr="00812533" w:rsidDel="00D5513D" w:rsidRDefault="000E6823" w:rsidP="00664BF2">
            <w:pPr>
              <w:pStyle w:val="tabletext11"/>
              <w:tabs>
                <w:tab w:val="decimal" w:pos="400"/>
              </w:tabs>
              <w:suppressAutoHyphens/>
              <w:rPr>
                <w:del w:id="3659" w:author="Author"/>
              </w:rPr>
            </w:pPr>
            <w:del w:id="3660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129.61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5AC29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6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A5C9E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662" w:author="Author"/>
              </w:rPr>
            </w:pPr>
            <w:del w:id="3663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87.05</w:delText>
              </w:r>
            </w:del>
          </w:p>
        </w:tc>
      </w:tr>
      <w:tr w:rsidR="000E6823" w:rsidRPr="00812533" w:rsidDel="00D5513D" w14:paraId="1E1BBB10" w14:textId="77777777" w:rsidTr="00664BF2">
        <w:tblPrEx>
          <w:tblLook w:val="04A0" w:firstRow="1" w:lastRow="0" w:firstColumn="1" w:lastColumn="0" w:noHBand="0" w:noVBand="1"/>
        </w:tblPrEx>
        <w:trPr>
          <w:cantSplit/>
          <w:trHeight w:val="190"/>
          <w:del w:id="3664" w:author="Author"/>
        </w:trPr>
        <w:tc>
          <w:tcPr>
            <w:tcW w:w="200" w:type="dxa"/>
          </w:tcPr>
          <w:p w14:paraId="755D6E6F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6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28FC3" w14:textId="77777777" w:rsidR="000E6823" w:rsidRPr="00812533" w:rsidDel="00D5513D" w:rsidRDefault="000E6823" w:rsidP="00664BF2">
            <w:pPr>
              <w:pStyle w:val="tabletext11"/>
              <w:suppressAutoHyphens/>
              <w:jc w:val="center"/>
              <w:rPr>
                <w:del w:id="366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C31F400" w14:textId="77777777" w:rsidR="000E6823" w:rsidRPr="00812533" w:rsidDel="00D5513D" w:rsidRDefault="000E6823" w:rsidP="00664BF2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3667" w:author="Author"/>
              </w:rPr>
            </w:pPr>
            <w:del w:id="3668" w:author="Author">
              <w:r w:rsidRPr="00812533" w:rsidDel="00D5513D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A5467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6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4DA4B" w14:textId="77777777" w:rsidR="000E6823" w:rsidRPr="00812533" w:rsidDel="00D5513D" w:rsidRDefault="000E6823" w:rsidP="00664BF2">
            <w:pPr>
              <w:pStyle w:val="tabletext11"/>
              <w:tabs>
                <w:tab w:val="decimal" w:pos="400"/>
              </w:tabs>
              <w:suppressAutoHyphens/>
              <w:rPr>
                <w:del w:id="3670" w:author="Author"/>
              </w:rPr>
            </w:pPr>
            <w:del w:id="3671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197.64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A75838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7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F0488A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673" w:author="Author"/>
              </w:rPr>
            </w:pPr>
            <w:del w:id="3674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131.95</w:delText>
              </w:r>
            </w:del>
          </w:p>
        </w:tc>
      </w:tr>
      <w:tr w:rsidR="000E6823" w:rsidRPr="00812533" w:rsidDel="00D5513D" w14:paraId="6F440F05" w14:textId="77777777" w:rsidTr="00664BF2">
        <w:tblPrEx>
          <w:tblLook w:val="04A0" w:firstRow="1" w:lastRow="0" w:firstColumn="1" w:lastColumn="0" w:noHBand="0" w:noVBand="1"/>
        </w:tblPrEx>
        <w:trPr>
          <w:cantSplit/>
          <w:trHeight w:val="190"/>
          <w:del w:id="3675" w:author="Author"/>
        </w:trPr>
        <w:tc>
          <w:tcPr>
            <w:tcW w:w="200" w:type="dxa"/>
          </w:tcPr>
          <w:p w14:paraId="28E42211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6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BA411" w14:textId="77777777" w:rsidR="000E6823" w:rsidRPr="00812533" w:rsidDel="00D5513D" w:rsidRDefault="000E6823" w:rsidP="00664BF2">
            <w:pPr>
              <w:pStyle w:val="tabletext11"/>
              <w:suppressAutoHyphens/>
              <w:jc w:val="center"/>
              <w:rPr>
                <w:del w:id="367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D1FB5E" w14:textId="77777777" w:rsidR="000E6823" w:rsidRPr="00812533" w:rsidDel="00D5513D" w:rsidRDefault="000E6823" w:rsidP="00664BF2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3678" w:author="Author"/>
              </w:rPr>
            </w:pPr>
            <w:del w:id="3679" w:author="Author">
              <w:r w:rsidRPr="00812533" w:rsidDel="00D5513D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4FACD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8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6400C" w14:textId="77777777" w:rsidR="000E6823" w:rsidRPr="00812533" w:rsidDel="00D5513D" w:rsidRDefault="000E6823" w:rsidP="00664BF2">
            <w:pPr>
              <w:pStyle w:val="tabletext11"/>
              <w:tabs>
                <w:tab w:val="decimal" w:pos="400"/>
              </w:tabs>
              <w:suppressAutoHyphens/>
              <w:rPr>
                <w:del w:id="3681" w:author="Author"/>
              </w:rPr>
            </w:pPr>
            <w:del w:id="3682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253.54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3E153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8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82C9C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684" w:author="Author"/>
              </w:rPr>
            </w:pPr>
            <w:del w:id="3685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168.78</w:delText>
              </w:r>
            </w:del>
          </w:p>
        </w:tc>
      </w:tr>
      <w:tr w:rsidR="000E6823" w:rsidRPr="00812533" w:rsidDel="00D5513D" w14:paraId="1A524583" w14:textId="77777777" w:rsidTr="00664BF2">
        <w:tblPrEx>
          <w:tblLook w:val="04A0" w:firstRow="1" w:lastRow="0" w:firstColumn="1" w:lastColumn="0" w:noHBand="0" w:noVBand="1"/>
        </w:tblPrEx>
        <w:trPr>
          <w:cantSplit/>
          <w:trHeight w:val="190"/>
          <w:del w:id="3686" w:author="Author"/>
        </w:trPr>
        <w:tc>
          <w:tcPr>
            <w:tcW w:w="200" w:type="dxa"/>
          </w:tcPr>
          <w:p w14:paraId="2101356B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6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6B146D" w14:textId="77777777" w:rsidR="000E6823" w:rsidRPr="00812533" w:rsidDel="00D5513D" w:rsidRDefault="000E6823" w:rsidP="00664BF2">
            <w:pPr>
              <w:pStyle w:val="tabletext11"/>
              <w:suppressAutoHyphens/>
              <w:jc w:val="center"/>
              <w:rPr>
                <w:del w:id="368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4FB692D" w14:textId="77777777" w:rsidR="000E6823" w:rsidRPr="00812533" w:rsidDel="00D5513D" w:rsidRDefault="000E6823" w:rsidP="00664BF2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3689" w:author="Author"/>
              </w:rPr>
            </w:pPr>
            <w:del w:id="3690" w:author="Author">
              <w:r w:rsidRPr="00812533" w:rsidDel="00D5513D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E9315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9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D34CA" w14:textId="77777777" w:rsidR="000E6823" w:rsidRPr="00812533" w:rsidDel="00D5513D" w:rsidRDefault="000E6823" w:rsidP="00664BF2">
            <w:pPr>
              <w:pStyle w:val="tabletext11"/>
              <w:tabs>
                <w:tab w:val="decimal" w:pos="400"/>
              </w:tabs>
              <w:suppressAutoHyphens/>
              <w:rPr>
                <w:del w:id="3692" w:author="Author"/>
                <w:rFonts w:cs="Arial"/>
                <w:color w:val="000000"/>
                <w:szCs w:val="18"/>
              </w:rPr>
            </w:pPr>
            <w:del w:id="3693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309.65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F1102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69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C5B96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695" w:author="Author"/>
                <w:rFonts w:cs="Arial"/>
                <w:color w:val="000000"/>
                <w:szCs w:val="18"/>
              </w:rPr>
            </w:pPr>
            <w:del w:id="3696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205.69</w:delText>
              </w:r>
            </w:del>
          </w:p>
        </w:tc>
      </w:tr>
      <w:tr w:rsidR="000E6823" w:rsidRPr="00812533" w:rsidDel="00D5513D" w14:paraId="798979D8" w14:textId="77777777" w:rsidTr="00664BF2">
        <w:tblPrEx>
          <w:tblLook w:val="04A0" w:firstRow="1" w:lastRow="0" w:firstColumn="1" w:lastColumn="0" w:noHBand="0" w:noVBand="1"/>
        </w:tblPrEx>
        <w:trPr>
          <w:cantSplit/>
          <w:trHeight w:val="190"/>
          <w:del w:id="3697" w:author="Author"/>
        </w:trPr>
        <w:tc>
          <w:tcPr>
            <w:tcW w:w="200" w:type="dxa"/>
          </w:tcPr>
          <w:p w14:paraId="61417905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6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CAB21" w14:textId="77777777" w:rsidR="000E6823" w:rsidRPr="00812533" w:rsidDel="00D5513D" w:rsidRDefault="000E6823" w:rsidP="00664BF2">
            <w:pPr>
              <w:pStyle w:val="tabletext11"/>
              <w:suppressAutoHyphens/>
              <w:jc w:val="center"/>
              <w:rPr>
                <w:del w:id="369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1CDE38E" w14:textId="77777777" w:rsidR="000E6823" w:rsidRPr="00812533" w:rsidDel="00D5513D" w:rsidRDefault="000E6823" w:rsidP="00664BF2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3700" w:author="Author"/>
              </w:rPr>
            </w:pPr>
            <w:del w:id="3701" w:author="Author">
              <w:r w:rsidRPr="00812533" w:rsidDel="00D5513D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FC53C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70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E5202" w14:textId="77777777" w:rsidR="000E6823" w:rsidRPr="00812533" w:rsidDel="00D5513D" w:rsidRDefault="000E6823" w:rsidP="00664BF2">
            <w:pPr>
              <w:pStyle w:val="tabletext11"/>
              <w:tabs>
                <w:tab w:val="decimal" w:pos="400"/>
              </w:tabs>
              <w:suppressAutoHyphens/>
              <w:rPr>
                <w:del w:id="3703" w:author="Author"/>
                <w:rFonts w:cs="Arial"/>
                <w:color w:val="000000"/>
                <w:szCs w:val="18"/>
              </w:rPr>
            </w:pPr>
            <w:del w:id="3704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377.21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CEDF2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70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137E0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706" w:author="Author"/>
                <w:rFonts w:cs="Arial"/>
                <w:color w:val="000000"/>
                <w:szCs w:val="18"/>
              </w:rPr>
            </w:pPr>
            <w:del w:id="3707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250.08</w:delText>
              </w:r>
            </w:del>
          </w:p>
        </w:tc>
      </w:tr>
      <w:tr w:rsidR="000E6823" w:rsidRPr="00812533" w:rsidDel="00D5513D" w14:paraId="33091120" w14:textId="77777777" w:rsidTr="00664BF2">
        <w:tblPrEx>
          <w:tblLook w:val="04A0" w:firstRow="1" w:lastRow="0" w:firstColumn="1" w:lastColumn="0" w:noHBand="0" w:noVBand="1"/>
        </w:tblPrEx>
        <w:trPr>
          <w:cantSplit/>
          <w:trHeight w:val="190"/>
          <w:del w:id="3708" w:author="Author"/>
        </w:trPr>
        <w:tc>
          <w:tcPr>
            <w:tcW w:w="200" w:type="dxa"/>
          </w:tcPr>
          <w:p w14:paraId="2A143BD8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7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8A85B" w14:textId="77777777" w:rsidR="000E6823" w:rsidRPr="00812533" w:rsidDel="00D5513D" w:rsidRDefault="000E6823" w:rsidP="00664BF2">
            <w:pPr>
              <w:pStyle w:val="tabletext11"/>
              <w:suppressAutoHyphens/>
              <w:jc w:val="center"/>
              <w:rPr>
                <w:del w:id="371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F6F9190" w14:textId="77777777" w:rsidR="000E6823" w:rsidRPr="00812533" w:rsidDel="00D5513D" w:rsidRDefault="000E6823" w:rsidP="00664BF2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3711" w:author="Author"/>
              </w:rPr>
            </w:pPr>
            <w:del w:id="3712" w:author="Author">
              <w:r w:rsidRPr="00812533" w:rsidDel="00D5513D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0075E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71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79AFB" w14:textId="77777777" w:rsidR="000E6823" w:rsidRPr="00812533" w:rsidDel="00D5513D" w:rsidRDefault="000E6823" w:rsidP="00664BF2">
            <w:pPr>
              <w:pStyle w:val="tabletext11"/>
              <w:tabs>
                <w:tab w:val="decimal" w:pos="400"/>
              </w:tabs>
              <w:suppressAutoHyphens/>
              <w:rPr>
                <w:del w:id="3714" w:author="Author"/>
                <w:rFonts w:cs="Arial"/>
                <w:color w:val="000000"/>
                <w:szCs w:val="18"/>
              </w:rPr>
            </w:pPr>
            <w:del w:id="3715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420.49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1765C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71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685D5" w14:textId="77777777" w:rsidR="000E6823" w:rsidRPr="00812533" w:rsidDel="00D5513D" w:rsidRDefault="000E6823" w:rsidP="00664BF2">
            <w:pPr>
              <w:pStyle w:val="tabletext11"/>
              <w:tabs>
                <w:tab w:val="decimal" w:pos="430"/>
              </w:tabs>
              <w:suppressAutoHyphens/>
              <w:rPr>
                <w:del w:id="3717" w:author="Author"/>
                <w:rFonts w:cs="Arial"/>
                <w:color w:val="000000"/>
                <w:szCs w:val="18"/>
              </w:rPr>
            </w:pPr>
            <w:del w:id="3718" w:author="Author">
              <w:r w:rsidRPr="00812533" w:rsidDel="00D5513D">
                <w:rPr>
                  <w:rFonts w:cs="Arial"/>
                  <w:color w:val="000000"/>
                  <w:szCs w:val="18"/>
                </w:rPr>
                <w:delText>278.47</w:delText>
              </w:r>
            </w:del>
          </w:p>
        </w:tc>
      </w:tr>
    </w:tbl>
    <w:p w14:paraId="7DE2BCCE" w14:textId="77777777" w:rsidR="000E6823" w:rsidRPr="00812533" w:rsidDel="00D5513D" w:rsidRDefault="000E6823" w:rsidP="0085321E">
      <w:pPr>
        <w:pStyle w:val="tablecaption"/>
        <w:suppressAutoHyphens/>
        <w:rPr>
          <w:del w:id="3719" w:author="Author"/>
        </w:rPr>
      </w:pPr>
      <w:del w:id="3720" w:author="Author">
        <w:r w:rsidRPr="00812533" w:rsidDel="00D5513D">
          <w:delText>Table 97.B.1.b.(LC) Split Limits Uninsured (Includes Underinsured) Motorists Bodily Injury Coverage Loss Costs</w:delText>
        </w:r>
      </w:del>
    </w:p>
    <w:p w14:paraId="7E723646" w14:textId="77777777" w:rsidR="000E6823" w:rsidRPr="00812533" w:rsidDel="00D5513D" w:rsidRDefault="000E6823" w:rsidP="0085321E">
      <w:pPr>
        <w:pStyle w:val="isonormal"/>
        <w:suppressAutoHyphens/>
        <w:rPr>
          <w:del w:id="3721" w:author="Author"/>
        </w:rPr>
      </w:pPr>
    </w:p>
    <w:p w14:paraId="7E991CFA" w14:textId="77777777" w:rsidR="000E6823" w:rsidRPr="00812533" w:rsidDel="00D5513D" w:rsidRDefault="000E6823" w:rsidP="0085321E">
      <w:pPr>
        <w:pStyle w:val="space8"/>
        <w:suppressAutoHyphens/>
        <w:rPr>
          <w:del w:id="3722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0E6823" w:rsidRPr="00812533" w:rsidDel="00D5513D" w14:paraId="74EE432C" w14:textId="77777777" w:rsidTr="00664BF2">
        <w:trPr>
          <w:trHeight w:val="190"/>
          <w:del w:id="3723" w:author="Author"/>
        </w:trPr>
        <w:tc>
          <w:tcPr>
            <w:tcW w:w="210" w:type="dxa"/>
          </w:tcPr>
          <w:p w14:paraId="52F9A545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724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462B0C" w14:textId="77777777" w:rsidR="000E6823" w:rsidRPr="00812533" w:rsidDel="00D5513D" w:rsidRDefault="000E6823" w:rsidP="00664BF2">
            <w:pPr>
              <w:pStyle w:val="tablehead"/>
              <w:suppressAutoHyphens/>
              <w:rPr>
                <w:del w:id="3725" w:author="Author"/>
              </w:rPr>
            </w:pPr>
            <w:del w:id="3726" w:author="Author">
              <w:r w:rsidRPr="00812533" w:rsidDel="00D5513D">
                <w:delText>Loss Cost</w:delText>
              </w:r>
            </w:del>
          </w:p>
        </w:tc>
      </w:tr>
      <w:tr w:rsidR="000E6823" w:rsidRPr="00812533" w:rsidDel="00D5513D" w14:paraId="37E4E522" w14:textId="77777777" w:rsidTr="00664BF2">
        <w:trPr>
          <w:trHeight w:val="190"/>
          <w:del w:id="3727" w:author="Author"/>
        </w:trPr>
        <w:tc>
          <w:tcPr>
            <w:tcW w:w="210" w:type="dxa"/>
          </w:tcPr>
          <w:p w14:paraId="7393EAB0" w14:textId="77777777" w:rsidR="000E6823" w:rsidRPr="00812533" w:rsidDel="00D5513D" w:rsidRDefault="000E6823" w:rsidP="00664BF2">
            <w:pPr>
              <w:pStyle w:val="tabletext11"/>
              <w:suppressAutoHyphens/>
              <w:rPr>
                <w:del w:id="3728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F5DF3" w14:textId="77777777" w:rsidR="000E6823" w:rsidRPr="00812533" w:rsidDel="00D5513D" w:rsidRDefault="000E6823" w:rsidP="00664BF2">
            <w:pPr>
              <w:pStyle w:val="tabletext11"/>
              <w:suppressAutoHyphens/>
              <w:jc w:val="right"/>
              <w:rPr>
                <w:del w:id="3729" w:author="Author"/>
              </w:rPr>
            </w:pPr>
            <w:del w:id="3730" w:author="Author">
              <w:r w:rsidRPr="00812533" w:rsidDel="00D5513D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E3D811" w14:textId="77777777" w:rsidR="000E6823" w:rsidRPr="00812533" w:rsidDel="00D5513D" w:rsidRDefault="000E6823" w:rsidP="00664BF2">
            <w:pPr>
              <w:pStyle w:val="tabletext11"/>
              <w:tabs>
                <w:tab w:val="decimal" w:pos="130"/>
              </w:tabs>
              <w:suppressAutoHyphens/>
              <w:rPr>
                <w:del w:id="3731" w:author="Author"/>
              </w:rPr>
            </w:pPr>
            <w:del w:id="3732" w:author="Author">
              <w:r w:rsidRPr="00812533" w:rsidDel="00D5513D">
                <w:rPr>
                  <w:noProof/>
                </w:rPr>
                <w:delText>1.25</w:delText>
              </w:r>
            </w:del>
          </w:p>
        </w:tc>
      </w:tr>
    </w:tbl>
    <w:p w14:paraId="633724D6" w14:textId="77777777" w:rsidR="000E6823" w:rsidRPr="0085321E" w:rsidRDefault="000E6823" w:rsidP="0085321E">
      <w:pPr>
        <w:pStyle w:val="tablecaption"/>
        <w:suppressAutoHyphens/>
      </w:pPr>
      <w:del w:id="3733" w:author="Author">
        <w:r w:rsidRPr="00812533" w:rsidDel="00D5513D">
          <w:delText>Table 97.B.2.a.(4)(LC) Individual Named Insured Loss Cost</w:delText>
        </w:r>
      </w:del>
    </w:p>
    <w:p w14:paraId="39EED831" w14:textId="558D1DA0" w:rsidR="000E6823" w:rsidRPr="009713FD" w:rsidRDefault="000E6823" w:rsidP="009713FD">
      <w:pPr>
        <w:pStyle w:val="tablecaption"/>
      </w:pPr>
    </w:p>
    <w:sectPr w:rsidR="000E6823" w:rsidRPr="009713FD" w:rsidSect="009713FD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CF017" w14:textId="77777777" w:rsidR="009713FD" w:rsidRDefault="009713FD" w:rsidP="009713FD">
      <w:r>
        <w:separator/>
      </w:r>
    </w:p>
  </w:endnote>
  <w:endnote w:type="continuationSeparator" w:id="0">
    <w:p w14:paraId="09F229E8" w14:textId="77777777" w:rsidR="009713FD" w:rsidRDefault="009713FD" w:rsidP="00971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D146" w14:textId="01AC32EA" w:rsidR="001F1B6F" w:rsidRDefault="006D5A4B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</w:t>
    </w:r>
    <w:r w:rsidR="002C6A33"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F1B6F" w14:paraId="646088D2" w14:textId="77777777">
      <w:tc>
        <w:tcPr>
          <w:tcW w:w="6900" w:type="dxa"/>
        </w:tcPr>
        <w:p w14:paraId="1C47C649" w14:textId="2DE065E3" w:rsidR="001F1B6F" w:rsidRDefault="001F1B6F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>202</w:t>
          </w:r>
          <w:r w:rsidR="002C6A33">
            <w:t>3</w:t>
          </w:r>
          <w:r>
            <w:t xml:space="preserve"> </w:t>
          </w:r>
        </w:p>
      </w:tc>
      <w:tc>
        <w:tcPr>
          <w:tcW w:w="3200" w:type="dxa"/>
        </w:tcPr>
        <w:p w14:paraId="088EABC6" w14:textId="77777777" w:rsidR="001F1B6F" w:rsidRDefault="001F1B6F" w:rsidP="00143BE8">
          <w:pPr>
            <w:pStyle w:val="FilingFooter"/>
          </w:pPr>
        </w:p>
      </w:tc>
    </w:tr>
  </w:tbl>
  <w:p w14:paraId="2B676725" w14:textId="77777777" w:rsidR="001F1B6F" w:rsidRDefault="001F1B6F" w:rsidP="001F1B6F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3FC79" w14:textId="77777777" w:rsidR="000E6823" w:rsidRDefault="000E682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0E6823" w14:paraId="5E1B594B" w14:textId="77777777">
      <w:tc>
        <w:tcPr>
          <w:tcW w:w="6900" w:type="dxa"/>
        </w:tcPr>
        <w:p w14:paraId="080D604D" w14:textId="715764EA" w:rsidR="000E6823" w:rsidRDefault="000E6823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>202</w:t>
          </w:r>
          <w:r w:rsidR="002C6A33">
            <w:t>3</w:t>
          </w:r>
          <w:r>
            <w:t xml:space="preserve"> </w:t>
          </w:r>
        </w:p>
      </w:tc>
      <w:tc>
        <w:tcPr>
          <w:tcW w:w="3200" w:type="dxa"/>
        </w:tcPr>
        <w:p w14:paraId="04341BCE" w14:textId="77777777" w:rsidR="000E6823" w:rsidRDefault="000E6823" w:rsidP="00143BE8">
          <w:pPr>
            <w:pStyle w:val="FilingFooter"/>
          </w:pPr>
        </w:p>
      </w:tc>
    </w:tr>
  </w:tbl>
  <w:p w14:paraId="5A3D7992" w14:textId="77777777" w:rsidR="000E6823" w:rsidRDefault="000E6823" w:rsidP="00527EEF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D514" w14:textId="77777777" w:rsidR="000E6823" w:rsidRDefault="000E68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C3503" w14:textId="77777777" w:rsidR="009713FD" w:rsidRDefault="009713FD" w:rsidP="009713FD">
      <w:r>
        <w:separator/>
      </w:r>
    </w:p>
  </w:footnote>
  <w:footnote w:type="continuationSeparator" w:id="0">
    <w:p w14:paraId="478929FD" w14:textId="77777777" w:rsidR="009713FD" w:rsidRDefault="009713FD" w:rsidP="00971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C1184" w14:textId="77777777" w:rsidR="006D5A4B" w:rsidRDefault="006D5A4B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D5A4B" w14:paraId="74DE5594" w14:textId="77777777" w:rsidTr="001A0DBC">
      <w:tc>
        <w:tcPr>
          <w:tcW w:w="10100" w:type="dxa"/>
          <w:gridSpan w:val="2"/>
        </w:tcPr>
        <w:p w14:paraId="4140FAB2" w14:textId="77777777" w:rsidR="006D5A4B" w:rsidRDefault="006D5A4B" w:rsidP="006D5A4B">
          <w:pPr>
            <w:pStyle w:val="FilingHeader"/>
          </w:pPr>
          <w:r>
            <w:t>NEVADA – COMMERCIAL AUTO</w:t>
          </w:r>
        </w:p>
      </w:tc>
    </w:tr>
    <w:tr w:rsidR="006D5A4B" w:rsidRPr="001F1B6F" w14:paraId="515F6615" w14:textId="77777777" w:rsidTr="001A0DBC">
      <w:tc>
        <w:tcPr>
          <w:tcW w:w="8300" w:type="dxa"/>
        </w:tcPr>
        <w:p w14:paraId="10860395" w14:textId="77777777" w:rsidR="006D5A4B" w:rsidRDefault="006D5A4B" w:rsidP="006D5A4B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0442581" w14:textId="77777777" w:rsidR="006D5A4B" w:rsidRPr="001F1B6F" w:rsidRDefault="006D5A4B" w:rsidP="006D5A4B">
          <w:pPr>
            <w:pStyle w:val="FilingHeader"/>
            <w:jc w:val="right"/>
          </w:pPr>
        </w:p>
      </w:tc>
    </w:tr>
  </w:tbl>
  <w:p w14:paraId="3C88A813" w14:textId="77777777" w:rsidR="001F1B6F" w:rsidRDefault="001F1B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8824" w14:textId="77777777" w:rsidR="006D5A4B" w:rsidRDefault="006D5A4B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F1B6F" w14:paraId="6B703756" w14:textId="77777777" w:rsidTr="006D5A4B">
      <w:tc>
        <w:tcPr>
          <w:tcW w:w="10100" w:type="dxa"/>
          <w:gridSpan w:val="2"/>
        </w:tcPr>
        <w:p w14:paraId="38ECB1DD" w14:textId="5FE7FD40" w:rsidR="001F1B6F" w:rsidRDefault="001F1B6F" w:rsidP="00143BE8">
          <w:pPr>
            <w:pStyle w:val="FilingHeader"/>
          </w:pPr>
          <w:r>
            <w:t>NEVADA – COMMERCIAL AUTO</w:t>
          </w:r>
        </w:p>
      </w:tc>
    </w:tr>
    <w:tr w:rsidR="001F1B6F" w14:paraId="3FEBAFA8" w14:textId="77777777" w:rsidTr="006D5A4B">
      <w:tc>
        <w:tcPr>
          <w:tcW w:w="8300" w:type="dxa"/>
        </w:tcPr>
        <w:p w14:paraId="4B07C618" w14:textId="6E1ED76D" w:rsidR="001F1B6F" w:rsidRDefault="001F1B6F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4475745" w14:textId="0DA85B48" w:rsidR="001F1B6F" w:rsidRPr="001F1B6F" w:rsidRDefault="001F1B6F" w:rsidP="001F1B6F">
          <w:pPr>
            <w:pStyle w:val="FilingHeader"/>
            <w:jc w:val="right"/>
          </w:pPr>
        </w:p>
      </w:tc>
    </w:tr>
  </w:tbl>
  <w:p w14:paraId="380713B0" w14:textId="77777777" w:rsidR="001F1B6F" w:rsidRDefault="001F1B6F" w:rsidP="001F1B6F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674F1" w14:textId="77777777" w:rsidR="000E6823" w:rsidRDefault="000E682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9233" w14:textId="77777777" w:rsidR="000E6823" w:rsidRDefault="000E682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E6823" w14:paraId="4A574562" w14:textId="77777777" w:rsidTr="000E6823">
      <w:tc>
        <w:tcPr>
          <w:tcW w:w="10100" w:type="dxa"/>
          <w:gridSpan w:val="2"/>
        </w:tcPr>
        <w:p w14:paraId="77F342D1" w14:textId="77777777" w:rsidR="000E6823" w:rsidRDefault="000E6823" w:rsidP="00143BE8">
          <w:pPr>
            <w:pStyle w:val="FilingHeader"/>
          </w:pPr>
          <w:r>
            <w:t>NEVADA – COMMERCIAL AUTO</w:t>
          </w:r>
        </w:p>
      </w:tc>
    </w:tr>
    <w:tr w:rsidR="000E6823" w14:paraId="0E00B7E4" w14:textId="77777777" w:rsidTr="000E6823">
      <w:tc>
        <w:tcPr>
          <w:tcW w:w="8300" w:type="dxa"/>
        </w:tcPr>
        <w:p w14:paraId="110DAB61" w14:textId="77777777" w:rsidR="000E6823" w:rsidRDefault="000E6823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474557E" w14:textId="77777777" w:rsidR="000E6823" w:rsidRPr="00527EEF" w:rsidRDefault="000E6823" w:rsidP="00527EEF">
          <w:pPr>
            <w:pStyle w:val="FilingHeader"/>
            <w:jc w:val="right"/>
          </w:pPr>
        </w:p>
      </w:tc>
    </w:tr>
  </w:tbl>
  <w:p w14:paraId="4C9B55A2" w14:textId="77777777" w:rsidR="000E6823" w:rsidRDefault="000E6823" w:rsidP="00527EEF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1C78" w14:textId="77777777" w:rsidR="000E6823" w:rsidRDefault="000E68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Nevada"/>
    <w:docVar w:name="dtype$" w:val="LOSS COSTS FILING"/>
  </w:docVars>
  <w:rsids>
    <w:rsidRoot w:val="00E20D61"/>
    <w:rsid w:val="000E6823"/>
    <w:rsid w:val="001A14D6"/>
    <w:rsid w:val="001F1B6F"/>
    <w:rsid w:val="002C6A33"/>
    <w:rsid w:val="002F4DFF"/>
    <w:rsid w:val="00387916"/>
    <w:rsid w:val="00481E7D"/>
    <w:rsid w:val="006909C9"/>
    <w:rsid w:val="006D5A4B"/>
    <w:rsid w:val="009713FD"/>
    <w:rsid w:val="00AB2720"/>
    <w:rsid w:val="00DB3FC8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A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C6A3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C6A3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C6A3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C6A3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2C6A3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C6A33"/>
  </w:style>
  <w:style w:type="paragraph" w:styleId="Header">
    <w:name w:val="header"/>
    <w:basedOn w:val="isonormal"/>
    <w:link w:val="HeaderChar"/>
    <w:rsid w:val="002C6A33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C6A33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C6A33"/>
    <w:pPr>
      <w:spacing w:before="0" w:line="240" w:lineRule="auto"/>
    </w:pPr>
  </w:style>
  <w:style w:type="character" w:customStyle="1" w:styleId="FooterChar">
    <w:name w:val="Footer Char"/>
    <w:link w:val="Footer"/>
    <w:rsid w:val="002C6A33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C6A33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C6A33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C6A33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C6A33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C6A3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C6A33"/>
    <w:pPr>
      <w:spacing w:before="20" w:after="20"/>
      <w:jc w:val="left"/>
    </w:pPr>
  </w:style>
  <w:style w:type="paragraph" w:customStyle="1" w:styleId="isonormal">
    <w:name w:val="isonormal"/>
    <w:rsid w:val="002C6A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C6A3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C6A3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C6A3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C6A3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C6A3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C6A3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C6A3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C6A3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C6A3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C6A33"/>
    <w:pPr>
      <w:keepLines/>
    </w:pPr>
  </w:style>
  <w:style w:type="paragraph" w:customStyle="1" w:styleId="blocktext10">
    <w:name w:val="blocktext10"/>
    <w:basedOn w:val="isonormal"/>
    <w:rsid w:val="002C6A33"/>
    <w:pPr>
      <w:keepLines/>
      <w:ind w:left="2700"/>
    </w:pPr>
  </w:style>
  <w:style w:type="paragraph" w:customStyle="1" w:styleId="blocktext2">
    <w:name w:val="blocktext2"/>
    <w:basedOn w:val="isonormal"/>
    <w:rsid w:val="002C6A33"/>
    <w:pPr>
      <w:keepLines/>
      <w:ind w:left="300"/>
    </w:pPr>
  </w:style>
  <w:style w:type="paragraph" w:customStyle="1" w:styleId="blocktext3">
    <w:name w:val="blocktext3"/>
    <w:basedOn w:val="isonormal"/>
    <w:rsid w:val="002C6A33"/>
    <w:pPr>
      <w:keepLines/>
      <w:ind w:left="600"/>
    </w:pPr>
  </w:style>
  <w:style w:type="paragraph" w:customStyle="1" w:styleId="blocktext4">
    <w:name w:val="blocktext4"/>
    <w:basedOn w:val="isonormal"/>
    <w:rsid w:val="002C6A33"/>
    <w:pPr>
      <w:keepLines/>
      <w:ind w:left="900"/>
    </w:pPr>
  </w:style>
  <w:style w:type="paragraph" w:customStyle="1" w:styleId="blocktext5">
    <w:name w:val="blocktext5"/>
    <w:basedOn w:val="isonormal"/>
    <w:rsid w:val="002C6A33"/>
    <w:pPr>
      <w:keepLines/>
      <w:ind w:left="1200"/>
    </w:pPr>
  </w:style>
  <w:style w:type="paragraph" w:customStyle="1" w:styleId="blocktext6">
    <w:name w:val="blocktext6"/>
    <w:basedOn w:val="isonormal"/>
    <w:rsid w:val="002C6A33"/>
    <w:pPr>
      <w:keepLines/>
      <w:ind w:left="1500"/>
    </w:pPr>
  </w:style>
  <w:style w:type="paragraph" w:customStyle="1" w:styleId="blocktext7">
    <w:name w:val="blocktext7"/>
    <w:basedOn w:val="isonormal"/>
    <w:rsid w:val="002C6A33"/>
    <w:pPr>
      <w:keepLines/>
      <w:ind w:left="1800"/>
    </w:pPr>
  </w:style>
  <w:style w:type="paragraph" w:customStyle="1" w:styleId="blocktext8">
    <w:name w:val="blocktext8"/>
    <w:basedOn w:val="isonormal"/>
    <w:rsid w:val="002C6A33"/>
    <w:pPr>
      <w:keepLines/>
      <w:ind w:left="2100"/>
    </w:pPr>
  </w:style>
  <w:style w:type="paragraph" w:customStyle="1" w:styleId="blocktext9">
    <w:name w:val="blocktext9"/>
    <w:basedOn w:val="isonormal"/>
    <w:rsid w:val="002C6A3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C6A3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C6A33"/>
    <w:pPr>
      <w:jc w:val="center"/>
    </w:pPr>
    <w:rPr>
      <w:b/>
    </w:rPr>
  </w:style>
  <w:style w:type="paragraph" w:customStyle="1" w:styleId="ctoutlinetxt1">
    <w:name w:val="ctoutlinetxt1"/>
    <w:basedOn w:val="isonormal"/>
    <w:rsid w:val="002C6A3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C6A3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C6A3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C6A3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C6A33"/>
    <w:rPr>
      <w:b/>
    </w:rPr>
  </w:style>
  <w:style w:type="paragraph" w:customStyle="1" w:styleId="icblock">
    <w:name w:val="i/cblock"/>
    <w:basedOn w:val="isonormal"/>
    <w:rsid w:val="002C6A3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C6A33"/>
  </w:style>
  <w:style w:type="paragraph" w:styleId="MacroText">
    <w:name w:val="macro"/>
    <w:link w:val="MacroTextChar"/>
    <w:rsid w:val="002C6A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C6A33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C6A3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C6A3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C6A3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C6A3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C6A3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C6A3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C6A3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C6A3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C6A3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C6A3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C6A3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C6A3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C6A3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C6A3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C6A3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C6A3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C6A3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C6A3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C6A3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C6A33"/>
  </w:style>
  <w:style w:type="character" w:customStyle="1" w:styleId="rulelink">
    <w:name w:val="rulelink"/>
    <w:rsid w:val="002C6A33"/>
    <w:rPr>
      <w:b/>
    </w:rPr>
  </w:style>
  <w:style w:type="paragraph" w:styleId="Signature">
    <w:name w:val="Signature"/>
    <w:basedOn w:val="Normal"/>
    <w:link w:val="SignatureChar"/>
    <w:rsid w:val="002C6A33"/>
    <w:pPr>
      <w:ind w:left="4320"/>
    </w:pPr>
  </w:style>
  <w:style w:type="character" w:customStyle="1" w:styleId="SignatureChar">
    <w:name w:val="Signature Char"/>
    <w:link w:val="Signature"/>
    <w:rsid w:val="002C6A33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C6A3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C6A3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C6A33"/>
    <w:pPr>
      <w:spacing w:before="0" w:line="160" w:lineRule="exact"/>
    </w:pPr>
  </w:style>
  <w:style w:type="character" w:customStyle="1" w:styleId="spotlinksource">
    <w:name w:val="spotlinksource"/>
    <w:rsid w:val="002C6A33"/>
    <w:rPr>
      <w:b/>
    </w:rPr>
  </w:style>
  <w:style w:type="character" w:customStyle="1" w:styleId="spotlinktarget">
    <w:name w:val="spotlinktarget"/>
    <w:rsid w:val="002C6A33"/>
    <w:rPr>
      <w:b/>
    </w:rPr>
  </w:style>
  <w:style w:type="paragraph" w:customStyle="1" w:styleId="subcap">
    <w:name w:val="subcap"/>
    <w:basedOn w:val="isonormal"/>
    <w:rsid w:val="002C6A3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C6A3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C6A33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2C6A33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C6A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C6A33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2C6A33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2C6A3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C6A3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C6A3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C6A3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C6A33"/>
    <w:pPr>
      <w:jc w:val="left"/>
    </w:pPr>
    <w:rPr>
      <w:b/>
    </w:rPr>
  </w:style>
  <w:style w:type="character" w:customStyle="1" w:styleId="tablelink">
    <w:name w:val="tablelink"/>
    <w:rsid w:val="002C6A33"/>
    <w:rPr>
      <w:b/>
    </w:rPr>
  </w:style>
  <w:style w:type="paragraph" w:customStyle="1" w:styleId="tabletext00">
    <w:name w:val="tabletext0/0"/>
    <w:basedOn w:val="isonormal"/>
    <w:rsid w:val="002C6A33"/>
    <w:pPr>
      <w:spacing w:before="0"/>
      <w:jc w:val="left"/>
    </w:pPr>
  </w:style>
  <w:style w:type="paragraph" w:customStyle="1" w:styleId="tabletext01">
    <w:name w:val="tabletext0/1"/>
    <w:basedOn w:val="isonormal"/>
    <w:rsid w:val="002C6A33"/>
    <w:pPr>
      <w:spacing w:before="0" w:after="20"/>
      <w:jc w:val="left"/>
    </w:pPr>
  </w:style>
  <w:style w:type="paragraph" w:customStyle="1" w:styleId="tabletext10">
    <w:name w:val="tabletext1/0"/>
    <w:basedOn w:val="isonormal"/>
    <w:rsid w:val="002C6A33"/>
    <w:pPr>
      <w:spacing w:before="20"/>
      <w:jc w:val="left"/>
    </w:pPr>
  </w:style>
  <w:style w:type="paragraph" w:customStyle="1" w:styleId="tabletext40">
    <w:name w:val="tabletext4/0"/>
    <w:basedOn w:val="isonormal"/>
    <w:rsid w:val="002C6A33"/>
    <w:pPr>
      <w:jc w:val="left"/>
    </w:pPr>
  </w:style>
  <w:style w:type="paragraph" w:customStyle="1" w:styleId="tabletext44">
    <w:name w:val="tabletext4/4"/>
    <w:basedOn w:val="isonormal"/>
    <w:rsid w:val="002C6A33"/>
    <w:pPr>
      <w:spacing w:after="80"/>
      <w:jc w:val="left"/>
    </w:pPr>
  </w:style>
  <w:style w:type="paragraph" w:customStyle="1" w:styleId="terr2colblock1">
    <w:name w:val="terr2colblock1"/>
    <w:basedOn w:val="isonormal"/>
    <w:rsid w:val="002C6A3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C6A3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C6A3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C6A3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C6A3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C6A3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C6A3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C6A3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C6A33"/>
  </w:style>
  <w:style w:type="paragraph" w:customStyle="1" w:styleId="tabletext1">
    <w:name w:val="tabletext1"/>
    <w:rsid w:val="002C6A3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C6A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C6A3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C6A3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2C6A3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C6A3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C6A3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C6A3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C6A3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C6A3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C6A3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C6A33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C6A3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C6A3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C6A3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C6A33"/>
  </w:style>
  <w:style w:type="paragraph" w:customStyle="1" w:styleId="spacesingle">
    <w:name w:val="spacesingle"/>
    <w:basedOn w:val="isonormal"/>
    <w:next w:val="isonormal"/>
    <w:rsid w:val="002C6A3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LI-CA-2023-069 - 003 -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2023-02-21T17:10:21+00:00</Date_x0020_Modified>
    <CircularDate xmlns="a86cc342-0045-41e2-80e9-abdb777d2eca">2023-03-06T05:00:00+00:00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Nevada is provided and being implemented. This supplement complements the multistate loss costs filing, which is attached to circular LI-CA-2022-112. Distribution Date: 03/2024</KeyMessage>
    <CircularNumber xmlns="a86cc342-0045-41e2-80e9-abdb777d2eca">LI-CA-2023-069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37581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NEVADA SUPPLEMENT TO THE COMMERCIAL AUTO 2022 MULTISTATE LOSS COSTS FILING PROVIDED AND TO BE IMPLEMENTED</CircularTitle>
    <Jurs xmlns="a86cc342-0045-41e2-80e9-abdb777d2eca">
      <Value>30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008238BD-BF18-4031-83B5-C30EEBF31DAF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33</Pages>
  <Words>5152</Words>
  <Characters>25508</Characters>
  <Application>Microsoft Office Word</Application>
  <DocSecurity>0</DocSecurity>
  <Lines>6377</Lines>
  <Paragraphs>2554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28106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2022-11-15T17:04:00Z</dcterms:created>
  <dcterms:modified xsi:type="dcterms:W3CDTF">2023-02-21T17:07:00Z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