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1350"/>
        <w:gridCol w:w="2880"/>
        <w:gridCol w:w="3330"/>
      </w:tblGrid>
      <w:tr w:rsidR="006778EB" w14:paraId="02956B15" w14:textId="17508534" w:rsidTr="006778EB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0466" w14:textId="77777777" w:rsidR="006778EB" w:rsidRDefault="006778EB" w:rsidP="00257764">
            <w:pPr>
              <w:pStyle w:val="stattablehead"/>
            </w:pPr>
            <w:r>
              <w:t>STATE</w:t>
            </w:r>
          </w:p>
          <w:p w14:paraId="2986806B" w14:textId="77777777" w:rsidR="006778EB" w:rsidRDefault="006778EB" w:rsidP="00257764">
            <w:pPr>
              <w:pStyle w:val="stattablehead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947AA" w14:textId="77777777" w:rsidR="006778EB" w:rsidRDefault="006778EB" w:rsidP="00257764">
            <w:pPr>
              <w:pStyle w:val="stattablehead"/>
            </w:pPr>
            <w:r>
              <w:t>EFFECTIVE OR</w:t>
            </w:r>
          </w:p>
          <w:p w14:paraId="213F007A" w14:textId="77777777" w:rsidR="006778EB" w:rsidRDefault="006778EB" w:rsidP="00257764">
            <w:pPr>
              <w:pStyle w:val="stattablehead"/>
            </w:pPr>
            <w:r>
              <w:t>DISTRIBUTION DATE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F3FF5" w14:textId="13D7FED2" w:rsidR="006778EB" w:rsidRDefault="006778EB" w:rsidP="00257764">
            <w:pPr>
              <w:pStyle w:val="stattablehead"/>
            </w:pPr>
            <w:r w:rsidRPr="00445A85">
              <w:rPr>
                <w:rFonts w:cs="Arial"/>
              </w:rPr>
              <w:t>STATE-SPECIFIC SUPPLEMENT</w:t>
            </w:r>
            <w:r w:rsidR="0012797E">
              <w:rPr>
                <w:rFonts w:cs="Arial"/>
              </w:rPr>
              <w:t>/Amendment/withdrawal</w:t>
            </w:r>
            <w:r w:rsidRPr="00445A85">
              <w:rPr>
                <w:rFonts w:cs="Arial"/>
              </w:rPr>
              <w:t xml:space="preserve"> CIRCULARS FORMS/RULES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B4C8B" w14:textId="77777777" w:rsidR="006778EB" w:rsidRDefault="006778EB" w:rsidP="00257764">
            <w:pPr>
              <w:pStyle w:val="stattablehead"/>
            </w:pPr>
            <w:r>
              <w:t>Implementation</w:t>
            </w:r>
          </w:p>
          <w:p w14:paraId="0712E8FF" w14:textId="53A45726" w:rsidR="006778EB" w:rsidRDefault="006778EB" w:rsidP="00257764">
            <w:pPr>
              <w:pStyle w:val="stattablehead"/>
            </w:pPr>
            <w:r>
              <w:t>CIRCULAR</w:t>
            </w:r>
          </w:p>
        </w:tc>
      </w:tr>
      <w:tr w:rsidR="006778EB" w14:paraId="00E3D452" w14:textId="7B812E96" w:rsidTr="006778EB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A646" w14:textId="77777777" w:rsidR="006778EB" w:rsidRDefault="006778EB" w:rsidP="00257764">
            <w:pPr>
              <w:pStyle w:val="stattabletext00"/>
            </w:pPr>
            <w:r>
              <w:t>ALABAMA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9442" w14:textId="2CEEE1F0" w:rsidR="006778EB" w:rsidRDefault="00B60A6E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E19" w14:textId="5C60F95A" w:rsidR="006778EB" w:rsidRPr="001B5AA9" w:rsidRDefault="0012137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3A4A" w14:textId="4F0F1BC9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5059026" w14:textId="65F9DD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FC18" w14:textId="558552E4" w:rsidR="006778EB" w:rsidRPr="00C85D13" w:rsidRDefault="006778EB" w:rsidP="00257764">
            <w:pPr>
              <w:pStyle w:val="stattabletext00"/>
            </w:pPr>
            <w:r w:rsidRPr="00C85D13">
              <w:t>ALASKA</w:t>
            </w:r>
            <w:r w:rsidR="0031314E" w:rsidRPr="00C85D13"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084D" w14:textId="77777777" w:rsidR="006778EB" w:rsidRPr="00C85D13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4866" w14:textId="77777777" w:rsidR="0012797E" w:rsidRPr="00C85D13" w:rsidRDefault="00257764" w:rsidP="00257764">
            <w:pPr>
              <w:pStyle w:val="stattabletext00"/>
              <w:jc w:val="center"/>
            </w:pPr>
            <w:hyperlink r:id="rId11" w:history="1">
              <w:r w:rsidR="004F631B" w:rsidRPr="00C85D13">
                <w:rPr>
                  <w:rStyle w:val="Hyperlink"/>
                </w:rPr>
                <w:t>LI-CA-2023-013</w:t>
              </w:r>
            </w:hyperlink>
            <w:r w:rsidR="0012797E" w:rsidRPr="00C85D13">
              <w:t>/</w:t>
            </w:r>
          </w:p>
          <w:p w14:paraId="57158237" w14:textId="44A8192F" w:rsidR="006778EB" w:rsidRPr="00C85D13" w:rsidRDefault="00257764" w:rsidP="00257764">
            <w:pPr>
              <w:pStyle w:val="stattabletext00"/>
              <w:jc w:val="center"/>
            </w:pPr>
            <w:hyperlink r:id="rId12" w:history="1">
              <w:r w:rsidR="0012797E" w:rsidRPr="00C85D13">
                <w:rPr>
                  <w:rStyle w:val="Hyperlink"/>
                </w:rPr>
                <w:t>LI-CA-2023-</w:t>
              </w:r>
              <w:r w:rsidR="00D919D6" w:rsidRPr="00C85D13">
                <w:rPr>
                  <w:rStyle w:val="Hyperlink"/>
                </w:rPr>
                <w:t>040</w:t>
              </w:r>
            </w:hyperlink>
            <w:r w:rsidR="0012797E" w:rsidRPr="00C85D13">
              <w:t>/</w:t>
            </w:r>
          </w:p>
          <w:p w14:paraId="5E434045" w14:textId="6A3653A8" w:rsidR="0012797E" w:rsidRPr="00C85D13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0482" w14:textId="4A92442C" w:rsidR="006778EB" w:rsidRPr="00C85D13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056</w:t>
              </w:r>
            </w:hyperlink>
          </w:p>
        </w:tc>
      </w:tr>
      <w:tr w:rsidR="006778EB" w14:paraId="5731A4FA" w14:textId="30D6C2E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F006" w14:textId="77777777" w:rsidR="006778EB" w:rsidRDefault="006778EB" w:rsidP="00257764">
            <w:pPr>
              <w:pStyle w:val="stattabletext00"/>
            </w:pPr>
            <w:r>
              <w:t>ARIZONA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F771" w14:textId="112CD8F8" w:rsidR="006778EB" w:rsidRDefault="0069309A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4B0" w14:textId="64A48511" w:rsidR="006778EB" w:rsidRPr="001B5AA9" w:rsidRDefault="0012137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AD74" w14:textId="545C7E44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71A242B" w14:textId="470B0D3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2E346" w14:textId="77777777" w:rsidR="006778EB" w:rsidRDefault="006778EB" w:rsidP="00257764">
            <w:pPr>
              <w:pStyle w:val="stattabletext00"/>
            </w:pPr>
            <w:r>
              <w:t>ARKANSAS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5CB7E" w14:textId="48514A02" w:rsidR="006778EB" w:rsidRDefault="0069309A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A387" w14:textId="1691D25E" w:rsidR="006778EB" w:rsidRPr="001B5AA9" w:rsidRDefault="0012137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5C04F" w14:textId="3C209789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F201CD" w14:textId="0DAF505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7351" w14:textId="77777777" w:rsidR="006778EB" w:rsidRDefault="006778EB" w:rsidP="00257764">
            <w:pPr>
              <w:pStyle w:val="stattabletext00"/>
            </w:pPr>
            <w:r>
              <w:t>CALIFORNIA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CCCE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E7A3" w14:textId="7B83C65F" w:rsidR="006778EB" w:rsidRPr="001B5AA9" w:rsidRDefault="004F631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276B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F57E45D" w14:textId="0959EE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E80A" w14:textId="77777777" w:rsidR="006778EB" w:rsidRDefault="006778EB" w:rsidP="00257764">
            <w:pPr>
              <w:pStyle w:val="stattabletext00"/>
            </w:pPr>
            <w:r>
              <w:t>COLORADO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CE47" w14:textId="3BC91698" w:rsidR="006778EB" w:rsidRDefault="0069309A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635F" w14:textId="734016EB" w:rsidR="006778EB" w:rsidRPr="001B5AA9" w:rsidRDefault="0012137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871B" w14:textId="4FDCED47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32A3C56" w14:textId="06ECF4B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AE1C" w14:textId="77777777" w:rsidR="006778EB" w:rsidRDefault="006778EB" w:rsidP="00257764">
            <w:pPr>
              <w:pStyle w:val="stattabletext00"/>
            </w:pPr>
            <w:r>
              <w:t>CONNECTICUT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3858" w14:textId="2C74A07C" w:rsidR="006778EB" w:rsidRDefault="0069309A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6F72" w14:textId="3C2316B3" w:rsidR="006778EB" w:rsidRPr="00095F9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2B1B44" w:rsidRPr="00D95C98">
                <w:rPr>
                  <w:rStyle w:val="Hyperlink"/>
                </w:rPr>
                <w:t>LI-CA-2023</w:t>
              </w:r>
              <w:r w:rsidR="00EF1932" w:rsidRPr="00D95C98">
                <w:rPr>
                  <w:rStyle w:val="Hyperlink"/>
                </w:rPr>
                <w:t>-018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1AFE" w14:textId="6253D888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EEC32F0" w14:textId="403C634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7381" w14:textId="77777777" w:rsidR="006778EB" w:rsidRDefault="006778EB" w:rsidP="00257764">
            <w:pPr>
              <w:pStyle w:val="stattabletext00"/>
            </w:pPr>
            <w:r>
              <w:t>DELAWARE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E18D" w14:textId="113D71AB" w:rsidR="006778EB" w:rsidRDefault="0069309A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A5D9" w14:textId="7CBC2D1A" w:rsidR="006778EB" w:rsidRPr="001B5AA9" w:rsidRDefault="0012137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89CA" w14:textId="64AC0644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DB7C2E" w14:textId="7A44FE2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CC1" w14:textId="77777777" w:rsidR="006778EB" w:rsidRPr="006E7BEF" w:rsidRDefault="006778EB" w:rsidP="00257764">
            <w:pPr>
              <w:pStyle w:val="stattabletext00"/>
              <w:rPr>
                <w:b/>
                <w:bCs/>
              </w:rPr>
            </w:pPr>
            <w:r w:rsidRPr="006E7BEF">
              <w:rPr>
                <w:b/>
                <w:bCs/>
              </w:rPr>
              <w:t>DIST. OF COLUMBIA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5DA" w14:textId="6BDDEA1D" w:rsidR="006778EB" w:rsidRPr="006E7BEF" w:rsidRDefault="006E7BEF" w:rsidP="00257764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0429" w14:textId="312C8CF9" w:rsidR="006778EB" w:rsidRPr="006E7BEF" w:rsidRDefault="000A7565" w:rsidP="00257764">
            <w:pPr>
              <w:pStyle w:val="stattabletext00"/>
              <w:jc w:val="center"/>
              <w:rPr>
                <w:b/>
                <w:bCs/>
              </w:rPr>
            </w:pPr>
            <w:r w:rsidRPr="006E7BEF">
              <w:rPr>
                <w:b/>
                <w:bCs/>
              </w:rP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C3A2" w14:textId="7DB6DA44" w:rsidR="006778EB" w:rsidRPr="006E7BEF" w:rsidRDefault="00257764" w:rsidP="00257764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1" w:history="1">
              <w:r w:rsidR="006E7BEF" w:rsidRPr="00257764">
                <w:rPr>
                  <w:rStyle w:val="Hyperlink"/>
                  <w:b/>
                  <w:bCs/>
                </w:rPr>
                <w:t>LI-CA-2023-</w:t>
              </w:r>
              <w:r w:rsidRPr="00257764">
                <w:rPr>
                  <w:rStyle w:val="Hyperlink"/>
                  <w:b/>
                  <w:bCs/>
                </w:rPr>
                <w:t>150</w:t>
              </w:r>
            </w:hyperlink>
          </w:p>
        </w:tc>
      </w:tr>
      <w:tr w:rsidR="006778EB" w14:paraId="390E2AA2" w14:textId="211BF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7AC" w14:textId="77777777" w:rsidR="006778EB" w:rsidRDefault="006778EB" w:rsidP="00257764">
            <w:pPr>
              <w:pStyle w:val="stattabletext00"/>
            </w:pPr>
            <w:r>
              <w:t>FLORIDA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B6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DE6F" w14:textId="77777777" w:rsidR="006778EB" w:rsidRPr="001B5AA9" w:rsidRDefault="006778EB" w:rsidP="00257764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EDF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1BE1E96D" w14:textId="1B68A5E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4850" w14:textId="77777777" w:rsidR="006778EB" w:rsidRDefault="006778EB" w:rsidP="00257764">
            <w:pPr>
              <w:pStyle w:val="stattabletext00"/>
            </w:pPr>
            <w:r>
              <w:t>GEORGIA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F80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21D7C" w14:textId="7446C2C2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18768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0529A5CF" w14:textId="6DA4574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CA19" w14:textId="00A6B50D" w:rsidR="006778EB" w:rsidRDefault="006778EB" w:rsidP="00257764">
            <w:pPr>
              <w:pStyle w:val="stattabletext00"/>
            </w:pPr>
            <w:r>
              <w:t>GUAM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9F035" w14:textId="17C76742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0F3E6" w14:textId="26D47A8F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3479" w14:textId="0B7C0BF8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D30F334" w14:textId="204DFA7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B537" w14:textId="77777777" w:rsidR="006778EB" w:rsidRDefault="006778EB" w:rsidP="00257764">
            <w:pPr>
              <w:pStyle w:val="stattabletext00"/>
            </w:pPr>
            <w:r>
              <w:t>HAWAII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9A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31DF" w14:textId="77777777" w:rsidR="006778EB" w:rsidRPr="001B5AA9" w:rsidRDefault="006778EB" w:rsidP="00257764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B8BD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320EBA5" w14:textId="0052212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EFEC4" w14:textId="77777777" w:rsidR="006778EB" w:rsidRDefault="006778EB" w:rsidP="00257764">
            <w:pPr>
              <w:pStyle w:val="stattabletext00"/>
            </w:pPr>
            <w:r>
              <w:t>IDAHO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055D5" w14:textId="0996FF76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9A1CB" w14:textId="406E808A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D82C4" w14:textId="2E1B1F6E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BFD4577" w14:textId="0C1E979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FF5E" w14:textId="77777777" w:rsidR="006778EB" w:rsidRDefault="006778EB" w:rsidP="00257764">
            <w:pPr>
              <w:pStyle w:val="stattabletext00"/>
            </w:pPr>
            <w:r>
              <w:t>ILLINOIS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9EAE" w14:textId="00D307D2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07DE" w14:textId="7ED4CB05" w:rsidR="00474E82" w:rsidRDefault="00257764" w:rsidP="00257764">
            <w:pPr>
              <w:pStyle w:val="stattabletext00"/>
              <w:jc w:val="center"/>
            </w:pPr>
            <w:hyperlink r:id="rId24" w:history="1">
              <w:r w:rsidR="00EF1932" w:rsidRPr="00D95C98">
                <w:rPr>
                  <w:rStyle w:val="Hyperlink"/>
                </w:rPr>
                <w:t>LI-CA-2023-</w:t>
              </w:r>
              <w:r w:rsidR="00474E82" w:rsidRPr="00D95C98">
                <w:rPr>
                  <w:rStyle w:val="Hyperlink"/>
                </w:rPr>
                <w:t>009</w:t>
              </w:r>
            </w:hyperlink>
            <w:r w:rsidR="00474E82">
              <w:t>/</w:t>
            </w:r>
          </w:p>
          <w:p w14:paraId="151D3169" w14:textId="5C8A2AE3" w:rsidR="006778EB" w:rsidRPr="00095F9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474E82" w:rsidRPr="00D95C98">
                <w:rPr>
                  <w:rStyle w:val="Hyperlink"/>
                </w:rPr>
                <w:t>LI-CA-2023-010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0DF2" w14:textId="284031AD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FA0B33" w14:textId="1942C154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22C" w14:textId="77777777" w:rsidR="006778EB" w:rsidRDefault="006778EB" w:rsidP="00257764">
            <w:pPr>
              <w:pStyle w:val="stattabletext00"/>
            </w:pPr>
            <w:r>
              <w:t>INDIANA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57CF" w14:textId="3ADFAE60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AA2" w14:textId="6A45F7A3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60C6" w14:textId="17C75AD8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FCEA74D" w14:textId="50305AA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6EE8" w14:textId="77777777" w:rsidR="006778EB" w:rsidRDefault="006778EB" w:rsidP="00257764">
            <w:pPr>
              <w:pStyle w:val="stattabletext00"/>
            </w:pPr>
            <w:r>
              <w:t>IOWA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89C7" w14:textId="57D10AC5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CC8" w14:textId="193A0953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9B60" w14:textId="506286B1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B5519F5" w14:textId="0D3CADB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1C39" w14:textId="77777777" w:rsidR="006778EB" w:rsidRDefault="006778EB" w:rsidP="00257764">
            <w:pPr>
              <w:pStyle w:val="stattabletext00"/>
            </w:pPr>
            <w:r>
              <w:t>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C15" w14:textId="32315D5D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C89D" w14:textId="62847836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C270" w14:textId="5CB0FE50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71F517C" w14:textId="4EED24E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AD90" w14:textId="77777777" w:rsidR="006778EB" w:rsidRDefault="006778EB" w:rsidP="00257764">
            <w:pPr>
              <w:pStyle w:val="stattabletext00"/>
            </w:pPr>
            <w:r>
              <w:t>KENTUCKY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F9" w14:textId="17DEBDAC" w:rsidR="006778EB" w:rsidRDefault="00372F97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F3" w14:textId="630E0C33" w:rsidR="006778EB" w:rsidRPr="001B5AA9" w:rsidRDefault="00372F97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2A4D" w14:textId="70C6AAC3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CC88384" w14:textId="0699D18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E375" w14:textId="77777777" w:rsidR="006778EB" w:rsidRDefault="006778EB" w:rsidP="00257764">
            <w:pPr>
              <w:pStyle w:val="stattabletext00"/>
            </w:pPr>
            <w:r>
              <w:t>LOUISIANA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B814" w14:textId="2AD7787A" w:rsidR="006778EB" w:rsidRDefault="00644AD2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9010" w14:textId="0F049F43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C2FC" w14:textId="7164BE27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757D44" w14:textId="5C73332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204B" w14:textId="77777777" w:rsidR="006778EB" w:rsidRDefault="006778EB" w:rsidP="00257764">
            <w:pPr>
              <w:pStyle w:val="stattabletext00"/>
            </w:pPr>
            <w:r>
              <w:t>MAINE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9FB6" w14:textId="500197DE" w:rsidR="006778EB" w:rsidRDefault="00E06A97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C103" w14:textId="1EDE263B" w:rsidR="006778EB" w:rsidRPr="001B5AA9" w:rsidRDefault="00E06A97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72A8" w14:textId="542863E1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25F656A" w14:textId="165E760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3FC5" w14:textId="77777777" w:rsidR="006778EB" w:rsidRDefault="006778EB" w:rsidP="00257764">
            <w:pPr>
              <w:pStyle w:val="stattabletext00"/>
            </w:pPr>
            <w:r>
              <w:t>MARYLAND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2689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1D06" w14:textId="7CBBD9C9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3C3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8D6DBF" w14:paraId="30053185" w14:textId="69AB596B" w:rsidTr="0070018C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8579" w14:textId="422614C7" w:rsidR="008D6DBF" w:rsidRDefault="008D6DBF" w:rsidP="00257764">
            <w:pPr>
              <w:pStyle w:val="stattabletext00"/>
            </w:pPr>
            <w: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D9245F2" w14:textId="77777777" w:rsidR="008D6DBF" w:rsidRPr="001B5AA9" w:rsidRDefault="008D6DBF" w:rsidP="00257764">
            <w:pPr>
              <w:pStyle w:val="stattabletext00"/>
              <w:jc w:val="center"/>
            </w:pPr>
          </w:p>
        </w:tc>
      </w:tr>
      <w:tr w:rsidR="006778EB" w14:paraId="4BEDDE1A" w14:textId="1F923A3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9860" w14:textId="77777777" w:rsidR="006778EB" w:rsidRDefault="006778EB" w:rsidP="00257764">
            <w:pPr>
              <w:pStyle w:val="stattabletext00"/>
            </w:pPr>
            <w:r>
              <w:t>MICHIGAN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BA4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FA94" w14:textId="64DE2E1B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4000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6A5AD40" w14:textId="1B3408A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5938" w14:textId="77777777" w:rsidR="006778EB" w:rsidRPr="00DB2654" w:rsidRDefault="006778EB" w:rsidP="00257764">
            <w:pPr>
              <w:pStyle w:val="stattabletext00"/>
            </w:pPr>
            <w:r w:rsidRPr="00DB2654">
              <w:t>MINNESOTA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A803" w14:textId="30D8E374" w:rsidR="006778EB" w:rsidRPr="00DB2654" w:rsidRDefault="00C85D13" w:rsidP="00257764">
            <w:pPr>
              <w:pStyle w:val="stattabletext00"/>
              <w:jc w:val="center"/>
            </w:pPr>
            <w:r w:rsidRPr="00DB2654">
              <w:t>12/1/</w:t>
            </w:r>
            <w:r w:rsidR="001323FD" w:rsidRPr="00DB2654">
              <w:t>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5FDF" w14:textId="45C7613F" w:rsidR="006778EB" w:rsidRPr="00DB265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4F631B" w:rsidRPr="00DB2654">
                <w:rPr>
                  <w:rStyle w:val="Hyperlink"/>
                </w:rPr>
                <w:t>LI-CA-2023-014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DC65" w14:textId="4BC50840" w:rsidR="006778EB" w:rsidRPr="00DB265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1323FD" w:rsidRPr="00DB2654">
                <w:rPr>
                  <w:rStyle w:val="Hyperlink"/>
                </w:rPr>
                <w:t>LI-CA-2023-</w:t>
              </w:r>
              <w:r w:rsidR="00246A3C" w:rsidRPr="00DB2654">
                <w:rPr>
                  <w:rStyle w:val="Hyperlink"/>
                </w:rPr>
                <w:t>104</w:t>
              </w:r>
            </w:hyperlink>
          </w:p>
        </w:tc>
      </w:tr>
      <w:tr w:rsidR="006778EB" w14:paraId="4850456C" w14:textId="7E3CD8B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55C6" w14:textId="77777777" w:rsidR="006778EB" w:rsidRDefault="006778EB" w:rsidP="00257764">
            <w:pPr>
              <w:pStyle w:val="stattabletext00"/>
            </w:pPr>
            <w:r>
              <w:t>MISSISSIPPI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91DA" w14:textId="44AFA6E2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3B07" w14:textId="2B3538EC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F65D" w14:textId="5D1F496E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5B1401D" w14:textId="2CC24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DD2" w14:textId="77777777" w:rsidR="006778EB" w:rsidRDefault="006778EB" w:rsidP="00257764">
            <w:pPr>
              <w:pStyle w:val="stattabletext00"/>
            </w:pPr>
            <w:r>
              <w:t>MISSOURI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D61C" w14:textId="773B9AD4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BB53" w14:textId="0A7EB3C1" w:rsidR="006778EB" w:rsidRPr="00095F9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951514" w:rsidRPr="00D95C98">
                <w:rPr>
                  <w:rStyle w:val="Hyperlink"/>
                </w:rPr>
                <w:t>LI-CA-2023-</w:t>
              </w:r>
              <w:r w:rsidR="00095F94" w:rsidRPr="00D95C98">
                <w:rPr>
                  <w:rStyle w:val="Hyperlink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CB6B" w14:textId="4908D829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61F41E" w14:textId="3E54A4A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4DA8" w14:textId="77777777" w:rsidR="006778EB" w:rsidRDefault="006778EB" w:rsidP="00257764">
            <w:pPr>
              <w:pStyle w:val="stattabletext00"/>
            </w:pPr>
            <w:r>
              <w:t>MONTANA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1DEC" w14:textId="15BC6356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8BD4" w14:textId="33D57DE4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AFBF" w14:textId="23E93FF9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5CE2F64" w14:textId="432F048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1444" w14:textId="77777777" w:rsidR="006778EB" w:rsidRDefault="006778EB" w:rsidP="00257764">
            <w:pPr>
              <w:pStyle w:val="stattabletext00"/>
            </w:pPr>
            <w:r>
              <w:t>NEBRASKA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5EB9" w14:textId="6EAC0DF2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03D" w14:textId="204B6A99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C0F" w14:textId="114168A2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AD5C52E" w14:textId="34BD5DA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081D" w14:textId="77777777" w:rsidR="006778EB" w:rsidRDefault="006778EB" w:rsidP="00257764">
            <w:pPr>
              <w:pStyle w:val="stattabletext00"/>
            </w:pPr>
            <w:r>
              <w:t>NEVADA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12E1" w14:textId="599FFBEB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337C" w14:textId="08453019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83FF" w14:textId="32167076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D24F280" w14:textId="5137B8C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6B34" w14:textId="77777777" w:rsidR="006778EB" w:rsidRDefault="006778EB" w:rsidP="00257764">
            <w:pPr>
              <w:pStyle w:val="stattabletext00"/>
            </w:pPr>
            <w:r>
              <w:t>NEW HAMPSHIRE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6D41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1568" w14:textId="024F7735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C71E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814A72B" w14:textId="08BBAA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E96C" w14:textId="77777777" w:rsidR="006778EB" w:rsidRDefault="006778EB" w:rsidP="00257764">
            <w:pPr>
              <w:pStyle w:val="stattabletext00"/>
            </w:pPr>
            <w:r>
              <w:t>NEW JERSEY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B4AC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531" w14:textId="47EC2757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2FD3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212D5E5" w14:textId="6A88758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0BE4" w14:textId="77777777" w:rsidR="006778EB" w:rsidRDefault="006778EB" w:rsidP="00257764">
            <w:pPr>
              <w:pStyle w:val="stattabletext00"/>
            </w:pPr>
            <w:r>
              <w:t>NEW MEXICO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F98D" w14:textId="67CD0905" w:rsidR="006778EB" w:rsidRDefault="004F631B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7A41" w14:textId="3305D8C3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F857" w14:textId="536A815D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27D68FC" w14:textId="1C70E6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A91" w14:textId="77777777" w:rsidR="006778EB" w:rsidRDefault="006778EB" w:rsidP="00257764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90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85D0" w14:textId="4007886F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9A7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A9BED4C" w14:textId="7297637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5F05" w14:textId="77777777" w:rsidR="006778EB" w:rsidRDefault="006778EB" w:rsidP="00257764">
            <w:pPr>
              <w:pStyle w:val="stattabletext00"/>
            </w:pPr>
            <w:r>
              <w:t>NORTH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03A0" w14:textId="21A20D49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15E7" w14:textId="6152F19E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0D11" w14:textId="0F82488A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91F74D9" w14:textId="06351A6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6728" w14:textId="77777777" w:rsidR="006778EB" w:rsidRDefault="006778EB" w:rsidP="00257764">
            <w:pPr>
              <w:pStyle w:val="stattabletext00"/>
            </w:pPr>
            <w:r>
              <w:t>NORTH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EC2" w14:textId="60E4738C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5187" w14:textId="460C1FA0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7625" w14:textId="49D140D8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3CE401" w14:textId="705E35CA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6347" w14:textId="77777777" w:rsidR="006778EB" w:rsidRDefault="006778EB" w:rsidP="00257764">
            <w:pPr>
              <w:pStyle w:val="stattabletext00"/>
            </w:pPr>
            <w:r>
              <w:t>OHIO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6859" w14:textId="3731AD62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D1BD" w14:textId="5A26262C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8A1B" w14:textId="41BF1A2B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DFF2BC" w14:textId="38B9143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B182" w14:textId="77777777" w:rsidR="006778EB" w:rsidRDefault="006778EB" w:rsidP="00257764">
            <w:pPr>
              <w:pStyle w:val="stattabletext00"/>
            </w:pPr>
            <w:r>
              <w:t>OKLAHOMA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BC72" w14:textId="07D5552F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0A52" w14:textId="04935927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740" w14:textId="187B8D54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AF327B" w14:textId="4AD099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F561" w14:textId="77777777" w:rsidR="006778EB" w:rsidRDefault="006778EB" w:rsidP="00257764">
            <w:pPr>
              <w:pStyle w:val="stattabletext00"/>
            </w:pPr>
            <w:r>
              <w:t>OREGON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7756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3B3" w14:textId="241B3592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B3E8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0902F5E6" w14:textId="12C4AD3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05419" w14:textId="77777777" w:rsidR="006778EB" w:rsidRDefault="006778EB" w:rsidP="00257764">
            <w:pPr>
              <w:pStyle w:val="stattabletext00"/>
            </w:pPr>
            <w:r>
              <w:t>PENNSYLVANIA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744DD" w14:textId="1E31919E" w:rsidR="006778EB" w:rsidRDefault="007E27F5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7679" w14:textId="23CFE79D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D9F8" w14:textId="08C8B154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FD4E07" w14:textId="12F7C1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286F" w14:textId="77777777" w:rsidR="006778EB" w:rsidRDefault="006778EB" w:rsidP="00257764">
            <w:pPr>
              <w:pStyle w:val="stattabletext00"/>
            </w:pPr>
            <w:r>
              <w:t>PUERTO RICO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6CA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2C68" w14:textId="4C22194A" w:rsidR="006778EB" w:rsidRPr="001B5AA9" w:rsidRDefault="006778EB" w:rsidP="00257764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831B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12AD22F" w14:textId="788971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1785" w14:textId="77777777" w:rsidR="006778EB" w:rsidRPr="0012797E" w:rsidRDefault="006778EB" w:rsidP="00257764">
            <w:pPr>
              <w:pStyle w:val="stattabletext00"/>
            </w:pPr>
            <w:r w:rsidRPr="0012797E">
              <w:t>RHODE ISLAND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7" w14:textId="6298DFD4" w:rsidR="006778EB" w:rsidRPr="0012797E" w:rsidRDefault="00651244" w:rsidP="00257764">
            <w:pPr>
              <w:pStyle w:val="stattabletext00"/>
              <w:jc w:val="center"/>
            </w:pPr>
            <w:r w:rsidRPr="0012797E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45E8" w14:textId="1BB8103E" w:rsidR="006778EB" w:rsidRPr="0012797E" w:rsidRDefault="00C0648B" w:rsidP="00257764">
            <w:pPr>
              <w:pStyle w:val="stattabletext00"/>
              <w:jc w:val="center"/>
            </w:pPr>
            <w:r w:rsidRPr="0012797E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099" w14:textId="7C8D1B0F" w:rsidR="006778EB" w:rsidRPr="00123736" w:rsidRDefault="00257764" w:rsidP="00257764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47" w:history="1">
              <w:r w:rsidR="00651244" w:rsidRPr="00E17F70">
                <w:rPr>
                  <w:rStyle w:val="Hyperlink"/>
                </w:rPr>
                <w:t>LI-CA-2023-</w:t>
              </w:r>
              <w:r w:rsidR="00A22E6C" w:rsidRPr="00E17F70">
                <w:rPr>
                  <w:rStyle w:val="Hyperlink"/>
                </w:rPr>
                <w:t>039</w:t>
              </w:r>
            </w:hyperlink>
          </w:p>
        </w:tc>
      </w:tr>
      <w:tr w:rsidR="006778EB" w14:paraId="1B9F32CB" w14:textId="310C691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4D7D" w14:textId="77777777" w:rsidR="006778EB" w:rsidRDefault="006778EB" w:rsidP="00257764">
            <w:pPr>
              <w:pStyle w:val="stattabletext00"/>
            </w:pPr>
            <w:r>
              <w:t>SOUTH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63FE" w14:textId="6F9472EC" w:rsidR="006778EB" w:rsidRDefault="00EE0B7D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C7DD" w14:textId="79F53F95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D63" w14:textId="325DA904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0649563" w14:textId="738D8AD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507D" w14:textId="77777777" w:rsidR="006778EB" w:rsidRDefault="006778EB" w:rsidP="00257764">
            <w:pPr>
              <w:pStyle w:val="stattabletext00"/>
            </w:pPr>
            <w:r>
              <w:t>SOUTH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B4D5" w14:textId="2D09B55B" w:rsidR="006778EB" w:rsidRDefault="00EE0B7D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F05" w14:textId="50953741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4091" w14:textId="74982EB3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4DE2B7F" w14:textId="025AACF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3A006" w14:textId="77777777" w:rsidR="006778EB" w:rsidRDefault="006778EB" w:rsidP="00257764">
            <w:pPr>
              <w:pStyle w:val="stattabletext00"/>
            </w:pPr>
            <w:r>
              <w:t>TENNESSEE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EF4B3" w14:textId="0D6DBF96" w:rsidR="006778EB" w:rsidRDefault="00080806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4DDF" w14:textId="0775A9D5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9E1E8" w14:textId="546DEEB5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4F96645" w14:textId="6F4C76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658C" w14:textId="77777777" w:rsidR="006778EB" w:rsidRDefault="006778EB" w:rsidP="00257764">
            <w:pPr>
              <w:pStyle w:val="stattabletext00"/>
            </w:pPr>
            <w:r>
              <w:t>TEXAS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7D3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FF2E" w14:textId="5ED57614" w:rsidR="006778EB" w:rsidRPr="007265AE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4F631B" w:rsidRPr="00D95C98">
                <w:rPr>
                  <w:rStyle w:val="Hyperlink"/>
                </w:rPr>
                <w:t>LI-CA-2023-016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2E1E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37E1AE0F" w14:textId="2233300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547BF" w14:textId="167C7118" w:rsidR="006778EB" w:rsidRDefault="006778EB" w:rsidP="00257764">
            <w:pPr>
              <w:pStyle w:val="stattabletext00"/>
            </w:pPr>
            <w:r>
              <w:t>U.S. VIRGIN ISLANDS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E4CB1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10820" w14:textId="4EEA1276" w:rsidR="006778EB" w:rsidRPr="001B5AA9" w:rsidRDefault="00C0648B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80EA" w14:textId="15AA0A11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BAA43D8" w14:textId="53EF4FB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47CB" w14:textId="77777777" w:rsidR="006778EB" w:rsidRDefault="006778EB" w:rsidP="00257764">
            <w:pPr>
              <w:pStyle w:val="stattabletext00"/>
            </w:pPr>
            <w:r>
              <w:t>UTAH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287C" w14:textId="465B9FA7" w:rsidR="006778EB" w:rsidRDefault="00080806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12E9" w14:textId="48011576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4752" w14:textId="124CBAB3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C3ACF88" w14:textId="0406E9D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8F16" w14:textId="77777777" w:rsidR="006778EB" w:rsidRDefault="006778EB" w:rsidP="00257764">
            <w:pPr>
              <w:pStyle w:val="stattabletext00"/>
            </w:pPr>
            <w:r>
              <w:t>VERMONT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FBC2" w14:textId="4408B26B" w:rsidR="006778EB" w:rsidRDefault="00080806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F71" w14:textId="516BAD25" w:rsidR="006E0E29" w:rsidRDefault="00257764" w:rsidP="00257764">
            <w:pPr>
              <w:pStyle w:val="stattabletext00"/>
              <w:jc w:val="center"/>
            </w:pPr>
            <w:hyperlink r:id="rId53" w:history="1">
              <w:r w:rsidR="006E0E29" w:rsidRPr="00D95C98">
                <w:rPr>
                  <w:rStyle w:val="Hyperlink"/>
                </w:rPr>
                <w:t>LI-CA-2023-011</w:t>
              </w:r>
            </w:hyperlink>
            <w:r w:rsidR="006E0E29">
              <w:t>/</w:t>
            </w:r>
          </w:p>
          <w:p w14:paraId="59B1273A" w14:textId="0A0D9E1D" w:rsidR="006778EB" w:rsidRPr="00095F9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6E0E29" w:rsidRPr="00D95C98">
                <w:rPr>
                  <w:rStyle w:val="Hyperlink"/>
                </w:rPr>
                <w:t>LI-CA-2023-012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7071" w14:textId="00708CA8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FF628FE" w14:textId="3AF74D4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9115" w14:textId="77777777" w:rsidR="006778EB" w:rsidRDefault="006778EB" w:rsidP="00257764">
            <w:pPr>
              <w:pStyle w:val="stattabletext00"/>
            </w:pPr>
            <w:r>
              <w:t>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DC6C" w14:textId="77777777" w:rsidR="006778EB" w:rsidRDefault="006778EB" w:rsidP="00257764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F692" w14:textId="14CD6210" w:rsidR="006778EB" w:rsidRPr="00FA5BC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FA5BC4" w:rsidRPr="005866D4">
                <w:rPr>
                  <w:rStyle w:val="Hyperlink"/>
                </w:rPr>
                <w:t>LI-CA-2023-033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FC5" w14:textId="77777777" w:rsidR="006778EB" w:rsidRPr="005D562B" w:rsidRDefault="006778EB" w:rsidP="00257764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1F605B9" w14:textId="486A0F8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459A" w14:textId="77777777" w:rsidR="006778EB" w:rsidRDefault="006778EB" w:rsidP="00257764">
            <w:pPr>
              <w:pStyle w:val="stattabletext00"/>
            </w:pPr>
            <w:r>
              <w:t>WASHINGTON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2107" w14:textId="1CB18A2A" w:rsidR="006778EB" w:rsidRDefault="00080806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DB97" w14:textId="3BDE9CC0" w:rsidR="006778EB" w:rsidRPr="00095F94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8C2B4E" w:rsidRPr="00D95C98">
                <w:rPr>
                  <w:rStyle w:val="Hyperlink"/>
                </w:rPr>
                <w:t>LI-CA-2023-017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620C" w14:textId="4B58A899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0C4075" w14:textId="32D81C1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A31" w14:textId="77777777" w:rsidR="006778EB" w:rsidRDefault="006778EB" w:rsidP="00257764">
            <w:pPr>
              <w:pStyle w:val="stattabletext00"/>
            </w:pPr>
            <w:r>
              <w:t>WEST 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A76D" w14:textId="620E382F" w:rsidR="006778EB" w:rsidRDefault="00080806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155" w14:textId="6CA13BD6" w:rsidR="006778EB" w:rsidRPr="001B5AA9" w:rsidRDefault="00E93428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3489" w14:textId="237E2FBC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1E1E3F9" w14:textId="2D7E3C9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CC2" w14:textId="77777777" w:rsidR="006778EB" w:rsidRDefault="006778EB" w:rsidP="00257764">
            <w:pPr>
              <w:pStyle w:val="stattabletext00"/>
            </w:pPr>
            <w:r>
              <w:t>WISCONSIN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D285" w14:textId="3EE90A7C" w:rsidR="006778EB" w:rsidRDefault="007C1B44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F9F5" w14:textId="302D35A9" w:rsidR="006778EB" w:rsidRPr="001B5AA9" w:rsidRDefault="00E06A97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DC" w14:textId="69758711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9C5A41E" w14:textId="11BFBD7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BB9A" w14:textId="77777777" w:rsidR="006778EB" w:rsidRDefault="006778EB" w:rsidP="00257764">
            <w:pPr>
              <w:pStyle w:val="stattabletext00"/>
            </w:pPr>
            <w:r>
              <w:t>WYOMING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A509" w14:textId="5590ADA4" w:rsidR="006778EB" w:rsidRDefault="00E06A97" w:rsidP="00257764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3CEA" w14:textId="5E2874AA" w:rsidR="006778EB" w:rsidRPr="001B5AA9" w:rsidRDefault="00E06A97" w:rsidP="00257764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DF52" w14:textId="621857F7" w:rsidR="006778EB" w:rsidRPr="005D562B" w:rsidRDefault="00257764" w:rsidP="00257764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</w:tbl>
    <w:p w14:paraId="39A329A4" w14:textId="77777777" w:rsidR="00A300FF" w:rsidRDefault="00A300FF" w:rsidP="00257764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Bold indicates changes.</w:t>
      </w:r>
    </w:p>
    <w:p w14:paraId="43814EE5" w14:textId="77777777" w:rsidR="00A300FF" w:rsidRPr="00092022" w:rsidRDefault="00A300FF" w:rsidP="00257764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52BC8A9F" w14:textId="76C9E897" w:rsidR="00A300FF" w:rsidRDefault="00A300FF" w:rsidP="00257764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supplement.</w:t>
      </w:r>
    </w:p>
    <w:p w14:paraId="3AECDB0C" w14:textId="5A39F4ED" w:rsidR="0031314E" w:rsidRDefault="0031314E" w:rsidP="00257764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***Rules filing CA-2022-OMCDR withdrawn.</w:t>
      </w:r>
    </w:p>
    <w:p w14:paraId="0745B62A" w14:textId="77777777" w:rsidR="00A300FF" w:rsidRDefault="00A300FF" w:rsidP="00257764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A300FF" w:rsidRPr="00197497" w14:paraId="398F8D76" w14:textId="77777777" w:rsidTr="00D06F2D">
        <w:trPr>
          <w:trHeight w:val="124"/>
        </w:trPr>
        <w:tc>
          <w:tcPr>
            <w:tcW w:w="2988" w:type="dxa"/>
          </w:tcPr>
          <w:p w14:paraId="186A1AB7" w14:textId="280EF09F" w:rsidR="00A300FF" w:rsidRDefault="00A300FF" w:rsidP="00257764">
            <w:pPr>
              <w:pStyle w:val="stattabletext00"/>
            </w:pPr>
            <w:r w:rsidRPr="00ED7D21">
              <w:rPr>
                <w:b/>
                <w:bCs/>
              </w:rPr>
              <w:t>Forms:</w:t>
            </w:r>
            <w:r w:rsidR="00FB2265">
              <w:rPr>
                <w:b/>
                <w:bCs/>
              </w:rPr>
              <w:t xml:space="preserve"> </w:t>
            </w:r>
            <w:hyperlink r:id="rId62" w:history="1">
              <w:r w:rsidR="00FB2265" w:rsidRPr="00D95C98">
                <w:rPr>
                  <w:rStyle w:val="Hyperlink"/>
                </w:rPr>
                <w:t>LI-CA-2022-</w:t>
              </w:r>
              <w:r w:rsidR="008D6DBF" w:rsidRPr="00D95C98">
                <w:rPr>
                  <w:rStyle w:val="Hyperlink"/>
                </w:rPr>
                <w:t>305</w:t>
              </w:r>
            </w:hyperlink>
          </w:p>
        </w:tc>
      </w:tr>
      <w:tr w:rsidR="00A300FF" w:rsidRPr="00197497" w14:paraId="5C9A35CC" w14:textId="77777777" w:rsidTr="00D06F2D">
        <w:trPr>
          <w:trHeight w:val="118"/>
        </w:trPr>
        <w:tc>
          <w:tcPr>
            <w:tcW w:w="2988" w:type="dxa"/>
          </w:tcPr>
          <w:p w14:paraId="5332BD6F" w14:textId="270A537B" w:rsidR="00A300FF" w:rsidRPr="00FB2265" w:rsidRDefault="00A300FF" w:rsidP="00257764">
            <w:pPr>
              <w:pStyle w:val="stattabletext00"/>
              <w:rPr>
                <w:b/>
                <w:bCs/>
              </w:rPr>
            </w:pPr>
            <w:r w:rsidRPr="00FB2265">
              <w:rPr>
                <w:b/>
                <w:bCs/>
              </w:rPr>
              <w:t xml:space="preserve">Rules: </w:t>
            </w:r>
            <w:hyperlink r:id="rId63" w:history="1">
              <w:r w:rsidR="00FB2265" w:rsidRPr="00D95C98">
                <w:rPr>
                  <w:rStyle w:val="Hyperlink"/>
                </w:rPr>
                <w:t>LI-CA-2022-306</w:t>
              </w:r>
            </w:hyperlink>
          </w:p>
        </w:tc>
      </w:tr>
    </w:tbl>
    <w:p w14:paraId="546162B4" w14:textId="77777777" w:rsidR="00A300FF" w:rsidRDefault="00A300FF" w:rsidP="00257764">
      <w:pPr>
        <w:pStyle w:val="isonormal"/>
        <w:ind w:firstLine="1240"/>
        <w:rPr>
          <w:b/>
          <w:sz w:val="16"/>
        </w:rPr>
      </w:pPr>
    </w:p>
    <w:p w14:paraId="2713B212" w14:textId="77777777" w:rsidR="00A300FF" w:rsidRDefault="00A300FF" w:rsidP="00257764">
      <w:pPr>
        <w:pStyle w:val="isonormal"/>
        <w:ind w:firstLine="1240"/>
        <w:rPr>
          <w:b/>
          <w:sz w:val="16"/>
        </w:rPr>
      </w:pPr>
    </w:p>
    <w:p w14:paraId="4E35D4D6" w14:textId="7637E917" w:rsidR="006778EB" w:rsidRPr="00E57D7B" w:rsidRDefault="006778EB" w:rsidP="00257764">
      <w:pPr>
        <w:pStyle w:val="isonormal"/>
        <w:ind w:firstLine="1240"/>
        <w:rPr>
          <w:b/>
          <w:sz w:val="16"/>
        </w:rPr>
      </w:pPr>
    </w:p>
    <w:sectPr w:rsidR="006778EB" w:rsidRPr="00E57D7B" w:rsidSect="006778EB">
      <w:headerReference w:type="first" r:id="rId64"/>
      <w:footerReference w:type="first" r:id="rId65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CD38" w14:textId="77777777" w:rsidR="006778EB" w:rsidRDefault="006778EB" w:rsidP="001D79B3">
      <w:r>
        <w:separator/>
      </w:r>
    </w:p>
  </w:endnote>
  <w:endnote w:type="continuationSeparator" w:id="0">
    <w:p w14:paraId="34D4E7C9" w14:textId="77777777" w:rsidR="006778EB" w:rsidRDefault="006778EB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6778EB" w14:paraId="131242C3" w14:textId="77777777">
      <w:tc>
        <w:tcPr>
          <w:tcW w:w="3432" w:type="dxa"/>
        </w:tcPr>
        <w:p w14:paraId="5554BBFC" w14:textId="77777777" w:rsidR="006778EB" w:rsidRDefault="006778EB" w:rsidP="006778EB">
          <w:pPr>
            <w:pStyle w:val="statfooter"/>
          </w:pPr>
        </w:p>
      </w:tc>
      <w:tc>
        <w:tcPr>
          <w:tcW w:w="3432" w:type="dxa"/>
        </w:tcPr>
        <w:p w14:paraId="2EBCA5A3" w14:textId="77777777" w:rsidR="006778EB" w:rsidRDefault="006778EB" w:rsidP="006778EB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162B380F" w14:textId="77777777" w:rsidR="006778EB" w:rsidRDefault="006778EB" w:rsidP="006778EB">
          <w:pPr>
            <w:pStyle w:val="statfooter"/>
          </w:pPr>
        </w:p>
      </w:tc>
    </w:tr>
  </w:tbl>
  <w:p w14:paraId="3E97E5DE" w14:textId="77777777" w:rsidR="006778EB" w:rsidRDefault="00677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1A2" w14:textId="77777777" w:rsidR="006778EB" w:rsidRDefault="006778EB" w:rsidP="001D79B3">
      <w:r>
        <w:separator/>
      </w:r>
    </w:p>
  </w:footnote>
  <w:footnote w:type="continuationSeparator" w:id="0">
    <w:p w14:paraId="5D79AAE9" w14:textId="77777777" w:rsidR="006778EB" w:rsidRDefault="006778EB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E71F" w14:textId="29ADB928" w:rsidR="006778EB" w:rsidRDefault="006778EB" w:rsidP="006778EB">
    <w:pPr>
      <w:pStyle w:val="statasofdate"/>
      <w:spacing w:after="120"/>
    </w:pPr>
    <w:r>
      <w:t xml:space="preserve">As of </w:t>
    </w:r>
    <w:r w:rsidR="00C85D13">
      <w:t>M</w:t>
    </w:r>
    <w:r w:rsidR="00DB2654">
      <w:t xml:space="preserve">ay </w:t>
    </w:r>
    <w:r w:rsidR="00257764">
      <w:t>5</w:t>
    </w:r>
    <w:r>
      <w:t>, 2023</w:t>
    </w:r>
  </w:p>
  <w:p w14:paraId="23736E3E" w14:textId="189A4A6D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Status of 2022 Commercial Auto Motor Carrier &amp; Communicable Disease Multistate Filings</w:t>
    </w:r>
  </w:p>
  <w:p w14:paraId="1E5912CC" w14:textId="1DAA88F7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Forms (CA-</w:t>
    </w:r>
    <w:r>
      <w:rPr>
        <w:sz w:val="20"/>
      </w:rPr>
      <w:t>2022-OMCDF</w:t>
    </w:r>
    <w:r w:rsidRPr="006778EB">
      <w:rPr>
        <w:sz w:val="20"/>
      </w:rPr>
      <w:t>) and Rules (CA-</w:t>
    </w:r>
    <w:r>
      <w:rPr>
        <w:sz w:val="20"/>
      </w:rPr>
      <w:t>2022-OMCDR</w:t>
    </w:r>
    <w:r w:rsidRPr="006778EB">
      <w:rPr>
        <w:sz w:val="20"/>
      </w:rPr>
      <w:t xml:space="preserve">) </w:t>
    </w:r>
  </w:p>
  <w:p w14:paraId="5B2FF378" w14:textId="77777777" w:rsidR="006778EB" w:rsidRDefault="006778EB" w:rsidP="006778EB">
    <w:pPr>
      <w:pStyle w:val="sta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27126">
    <w:abstractNumId w:val="30"/>
  </w:num>
  <w:num w:numId="2" w16cid:durableId="154957416">
    <w:abstractNumId w:val="28"/>
  </w:num>
  <w:num w:numId="3" w16cid:durableId="357006203">
    <w:abstractNumId w:val="2"/>
  </w:num>
  <w:num w:numId="4" w16cid:durableId="1336180266">
    <w:abstractNumId w:val="15"/>
  </w:num>
  <w:num w:numId="5" w16cid:durableId="1835954114">
    <w:abstractNumId w:val="14"/>
  </w:num>
  <w:num w:numId="6" w16cid:durableId="1270621985">
    <w:abstractNumId w:val="3"/>
  </w:num>
  <w:num w:numId="7" w16cid:durableId="1629899494">
    <w:abstractNumId w:val="33"/>
  </w:num>
  <w:num w:numId="8" w16cid:durableId="1656564717">
    <w:abstractNumId w:val="29"/>
  </w:num>
  <w:num w:numId="9" w16cid:durableId="429787760">
    <w:abstractNumId w:val="6"/>
  </w:num>
  <w:num w:numId="10" w16cid:durableId="1104155765">
    <w:abstractNumId w:val="27"/>
  </w:num>
  <w:num w:numId="11" w16cid:durableId="339285486">
    <w:abstractNumId w:val="12"/>
  </w:num>
  <w:num w:numId="12" w16cid:durableId="571936666">
    <w:abstractNumId w:val="6"/>
  </w:num>
  <w:num w:numId="13" w16cid:durableId="8917679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6521254">
    <w:abstractNumId w:val="7"/>
  </w:num>
  <w:num w:numId="15" w16cid:durableId="976492565">
    <w:abstractNumId w:val="5"/>
  </w:num>
  <w:num w:numId="16" w16cid:durableId="468520331">
    <w:abstractNumId w:val="21"/>
  </w:num>
  <w:num w:numId="17" w16cid:durableId="1432748907">
    <w:abstractNumId w:val="25"/>
  </w:num>
  <w:num w:numId="18" w16cid:durableId="2082826037">
    <w:abstractNumId w:val="22"/>
  </w:num>
  <w:num w:numId="19" w16cid:durableId="830219697">
    <w:abstractNumId w:val="31"/>
  </w:num>
  <w:num w:numId="20" w16cid:durableId="1785155012">
    <w:abstractNumId w:val="13"/>
  </w:num>
  <w:num w:numId="21" w16cid:durableId="1792480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548878641">
    <w:abstractNumId w:val="9"/>
  </w:num>
  <w:num w:numId="23" w16cid:durableId="11742251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546340">
    <w:abstractNumId w:val="23"/>
  </w:num>
  <w:num w:numId="25" w16cid:durableId="1247304272">
    <w:abstractNumId w:val="24"/>
  </w:num>
  <w:num w:numId="26" w16cid:durableId="103542278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781537523">
    <w:abstractNumId w:val="17"/>
  </w:num>
  <w:num w:numId="28" w16cid:durableId="10000824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123428784">
    <w:abstractNumId w:val="26"/>
  </w:num>
  <w:num w:numId="30" w16cid:durableId="580525974">
    <w:abstractNumId w:val="10"/>
  </w:num>
  <w:num w:numId="31" w16cid:durableId="2119595731">
    <w:abstractNumId w:val="19"/>
  </w:num>
  <w:num w:numId="32" w16cid:durableId="1001740981">
    <w:abstractNumId w:val="18"/>
  </w:num>
  <w:num w:numId="33" w16cid:durableId="1144617435">
    <w:abstractNumId w:val="20"/>
  </w:num>
  <w:num w:numId="34" w16cid:durableId="986396698">
    <w:abstractNumId w:val="20"/>
  </w:num>
  <w:num w:numId="35" w16cid:durableId="1238128838">
    <w:abstractNumId w:val="20"/>
  </w:num>
  <w:num w:numId="36" w16cid:durableId="553197217">
    <w:abstractNumId w:val="34"/>
  </w:num>
  <w:num w:numId="37" w16cid:durableId="820852076">
    <w:abstractNumId w:val="32"/>
  </w:num>
  <w:num w:numId="38" w16cid:durableId="1837568216">
    <w:abstractNumId w:val="16"/>
  </w:num>
  <w:num w:numId="39" w16cid:durableId="751390009">
    <w:abstractNumId w:val="4"/>
  </w:num>
  <w:num w:numId="40" w16cid:durableId="1845171108">
    <w:abstractNumId w:val="0"/>
  </w:num>
  <w:num w:numId="41" w16cid:durableId="1406369725">
    <w:abstractNumId w:val="11"/>
  </w:num>
  <w:num w:numId="42" w16cid:durableId="1157957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29"/>
    <w:docVar w:name="IsStatPage$" w:val="Y"/>
    <w:docVar w:name="Issuedate$" w:val="January 29, 2023"/>
    <w:docVar w:name="month$" w:val="January"/>
    <w:docVar w:name="statdate$" w:val="January 29, 2023"/>
    <w:docVar w:name="year$" w:val="2023"/>
  </w:docVars>
  <w:rsids>
    <w:rsidRoot w:val="006778EB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2F15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0806"/>
    <w:rsid w:val="00081E3F"/>
    <w:rsid w:val="000823C1"/>
    <w:rsid w:val="00083292"/>
    <w:rsid w:val="0008664A"/>
    <w:rsid w:val="000917A1"/>
    <w:rsid w:val="00091C19"/>
    <w:rsid w:val="00092493"/>
    <w:rsid w:val="00095F94"/>
    <w:rsid w:val="000A07C7"/>
    <w:rsid w:val="000A0F84"/>
    <w:rsid w:val="000A3449"/>
    <w:rsid w:val="000A4E4E"/>
    <w:rsid w:val="000A5901"/>
    <w:rsid w:val="000A7502"/>
    <w:rsid w:val="000A7565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36D2"/>
    <w:rsid w:val="00117191"/>
    <w:rsid w:val="00117965"/>
    <w:rsid w:val="00121255"/>
    <w:rsid w:val="0012137B"/>
    <w:rsid w:val="00122BEB"/>
    <w:rsid w:val="00123736"/>
    <w:rsid w:val="00123AC1"/>
    <w:rsid w:val="00124D59"/>
    <w:rsid w:val="00127204"/>
    <w:rsid w:val="0012797E"/>
    <w:rsid w:val="00127C12"/>
    <w:rsid w:val="001323FD"/>
    <w:rsid w:val="00133974"/>
    <w:rsid w:val="00135D17"/>
    <w:rsid w:val="001368C2"/>
    <w:rsid w:val="00137095"/>
    <w:rsid w:val="00144826"/>
    <w:rsid w:val="00145EFB"/>
    <w:rsid w:val="001474F2"/>
    <w:rsid w:val="00153E6B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06FD"/>
    <w:rsid w:val="001D3CEF"/>
    <w:rsid w:val="001D5A4E"/>
    <w:rsid w:val="001D79B3"/>
    <w:rsid w:val="001E33DF"/>
    <w:rsid w:val="001E64F3"/>
    <w:rsid w:val="001E772C"/>
    <w:rsid w:val="001F2D0E"/>
    <w:rsid w:val="001F562C"/>
    <w:rsid w:val="001F654A"/>
    <w:rsid w:val="002002B1"/>
    <w:rsid w:val="0020209F"/>
    <w:rsid w:val="00202B18"/>
    <w:rsid w:val="002052A5"/>
    <w:rsid w:val="002055CA"/>
    <w:rsid w:val="0021009A"/>
    <w:rsid w:val="00211287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37A5A"/>
    <w:rsid w:val="00240793"/>
    <w:rsid w:val="002434C2"/>
    <w:rsid w:val="002469DA"/>
    <w:rsid w:val="00246A3C"/>
    <w:rsid w:val="00247D4A"/>
    <w:rsid w:val="00250037"/>
    <w:rsid w:val="00250223"/>
    <w:rsid w:val="0025070C"/>
    <w:rsid w:val="00251382"/>
    <w:rsid w:val="00251C54"/>
    <w:rsid w:val="00253529"/>
    <w:rsid w:val="00257764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B44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11DD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314E"/>
    <w:rsid w:val="003149FF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2F97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B6124"/>
    <w:rsid w:val="003C04DA"/>
    <w:rsid w:val="003C05A1"/>
    <w:rsid w:val="003C0735"/>
    <w:rsid w:val="003C16AC"/>
    <w:rsid w:val="003D48C6"/>
    <w:rsid w:val="003D6FE4"/>
    <w:rsid w:val="003E7414"/>
    <w:rsid w:val="003F2770"/>
    <w:rsid w:val="003F4675"/>
    <w:rsid w:val="003F503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4BB9"/>
    <w:rsid w:val="00467524"/>
    <w:rsid w:val="00471655"/>
    <w:rsid w:val="00474E82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282"/>
    <w:rsid w:val="004C7C96"/>
    <w:rsid w:val="004C7E4F"/>
    <w:rsid w:val="004D0ADB"/>
    <w:rsid w:val="004D1697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322"/>
    <w:rsid w:val="004F4FB5"/>
    <w:rsid w:val="004F631B"/>
    <w:rsid w:val="004F6B67"/>
    <w:rsid w:val="004F7E4C"/>
    <w:rsid w:val="00503D9E"/>
    <w:rsid w:val="0050514D"/>
    <w:rsid w:val="00506B51"/>
    <w:rsid w:val="00507BC4"/>
    <w:rsid w:val="00512868"/>
    <w:rsid w:val="00514140"/>
    <w:rsid w:val="005161E9"/>
    <w:rsid w:val="00516B22"/>
    <w:rsid w:val="00517F82"/>
    <w:rsid w:val="00522A03"/>
    <w:rsid w:val="0052349D"/>
    <w:rsid w:val="00525106"/>
    <w:rsid w:val="0052556E"/>
    <w:rsid w:val="00534C83"/>
    <w:rsid w:val="00535E1E"/>
    <w:rsid w:val="00541980"/>
    <w:rsid w:val="00542323"/>
    <w:rsid w:val="00543241"/>
    <w:rsid w:val="00543C8E"/>
    <w:rsid w:val="0054403D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866D4"/>
    <w:rsid w:val="00590EDD"/>
    <w:rsid w:val="005961E2"/>
    <w:rsid w:val="005976C9"/>
    <w:rsid w:val="005A095F"/>
    <w:rsid w:val="005A13A3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D2810"/>
    <w:rsid w:val="005D562B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D2"/>
    <w:rsid w:val="00644BB4"/>
    <w:rsid w:val="00651244"/>
    <w:rsid w:val="00653CBC"/>
    <w:rsid w:val="00654E54"/>
    <w:rsid w:val="00654F29"/>
    <w:rsid w:val="0065645F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8EB"/>
    <w:rsid w:val="00677DB6"/>
    <w:rsid w:val="00686B57"/>
    <w:rsid w:val="00686D88"/>
    <w:rsid w:val="00687B92"/>
    <w:rsid w:val="00690885"/>
    <w:rsid w:val="006911C5"/>
    <w:rsid w:val="006911E2"/>
    <w:rsid w:val="0069309A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E0A63"/>
    <w:rsid w:val="006E0DC1"/>
    <w:rsid w:val="006E0E29"/>
    <w:rsid w:val="006E14E8"/>
    <w:rsid w:val="006E17DF"/>
    <w:rsid w:val="006E3A1C"/>
    <w:rsid w:val="006E7BEF"/>
    <w:rsid w:val="006F490E"/>
    <w:rsid w:val="006F52AE"/>
    <w:rsid w:val="006F5FBF"/>
    <w:rsid w:val="0070018C"/>
    <w:rsid w:val="0070306C"/>
    <w:rsid w:val="00706BE6"/>
    <w:rsid w:val="00712377"/>
    <w:rsid w:val="00721846"/>
    <w:rsid w:val="00721BB5"/>
    <w:rsid w:val="00724985"/>
    <w:rsid w:val="007265AE"/>
    <w:rsid w:val="007301D9"/>
    <w:rsid w:val="00742137"/>
    <w:rsid w:val="0074289A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397"/>
    <w:rsid w:val="00770C38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1B44"/>
    <w:rsid w:val="007C1C56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E03E3"/>
    <w:rsid w:val="007E27F5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6CB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2B4E"/>
    <w:rsid w:val="008C5E06"/>
    <w:rsid w:val="008D20AC"/>
    <w:rsid w:val="008D333D"/>
    <w:rsid w:val="008D3501"/>
    <w:rsid w:val="008D4578"/>
    <w:rsid w:val="008D6DBF"/>
    <w:rsid w:val="008D7CC6"/>
    <w:rsid w:val="008E0C73"/>
    <w:rsid w:val="008E35DB"/>
    <w:rsid w:val="008E3BFF"/>
    <w:rsid w:val="008E4653"/>
    <w:rsid w:val="008E4D02"/>
    <w:rsid w:val="008E61EB"/>
    <w:rsid w:val="008E73E7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4BDF"/>
    <w:rsid w:val="009376AA"/>
    <w:rsid w:val="00940A19"/>
    <w:rsid w:val="00942E82"/>
    <w:rsid w:val="00944677"/>
    <w:rsid w:val="009457E1"/>
    <w:rsid w:val="00945D3F"/>
    <w:rsid w:val="009468C0"/>
    <w:rsid w:val="00950CA3"/>
    <w:rsid w:val="00950ECD"/>
    <w:rsid w:val="00951514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69D0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D7BB6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2E6C"/>
    <w:rsid w:val="00A2425F"/>
    <w:rsid w:val="00A25DD1"/>
    <w:rsid w:val="00A26209"/>
    <w:rsid w:val="00A300FF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1B41"/>
    <w:rsid w:val="00AE4232"/>
    <w:rsid w:val="00AE6D4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0A6E"/>
    <w:rsid w:val="00B62EEA"/>
    <w:rsid w:val="00B72D47"/>
    <w:rsid w:val="00B74E0C"/>
    <w:rsid w:val="00B80790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217C"/>
    <w:rsid w:val="00BF2E1B"/>
    <w:rsid w:val="00BF4EB7"/>
    <w:rsid w:val="00BF6C7E"/>
    <w:rsid w:val="00C003E2"/>
    <w:rsid w:val="00C0484A"/>
    <w:rsid w:val="00C0648B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345F"/>
    <w:rsid w:val="00C74D73"/>
    <w:rsid w:val="00C757AC"/>
    <w:rsid w:val="00C83537"/>
    <w:rsid w:val="00C839CE"/>
    <w:rsid w:val="00C85D13"/>
    <w:rsid w:val="00C931A2"/>
    <w:rsid w:val="00C93336"/>
    <w:rsid w:val="00C9473D"/>
    <w:rsid w:val="00C957C5"/>
    <w:rsid w:val="00CA2F86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1BA2"/>
    <w:rsid w:val="00D6250B"/>
    <w:rsid w:val="00D65284"/>
    <w:rsid w:val="00D65D0C"/>
    <w:rsid w:val="00D816B6"/>
    <w:rsid w:val="00D81B39"/>
    <w:rsid w:val="00D84866"/>
    <w:rsid w:val="00D857B3"/>
    <w:rsid w:val="00D900B1"/>
    <w:rsid w:val="00D919D6"/>
    <w:rsid w:val="00D929D5"/>
    <w:rsid w:val="00D9368C"/>
    <w:rsid w:val="00D9578A"/>
    <w:rsid w:val="00D95C98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6B96"/>
    <w:rsid w:val="00DB0FF5"/>
    <w:rsid w:val="00DB1B97"/>
    <w:rsid w:val="00DB2654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D339B"/>
    <w:rsid w:val="00DE0F3B"/>
    <w:rsid w:val="00DE3A45"/>
    <w:rsid w:val="00DE7B92"/>
    <w:rsid w:val="00DF4B1D"/>
    <w:rsid w:val="00DF5062"/>
    <w:rsid w:val="00E005D5"/>
    <w:rsid w:val="00E05491"/>
    <w:rsid w:val="00E06A97"/>
    <w:rsid w:val="00E07248"/>
    <w:rsid w:val="00E07A34"/>
    <w:rsid w:val="00E17F70"/>
    <w:rsid w:val="00E309C5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10DA"/>
    <w:rsid w:val="00E8414B"/>
    <w:rsid w:val="00E86DE5"/>
    <w:rsid w:val="00E87DA5"/>
    <w:rsid w:val="00E93428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C3F7B"/>
    <w:rsid w:val="00ED1B30"/>
    <w:rsid w:val="00ED6497"/>
    <w:rsid w:val="00ED65FF"/>
    <w:rsid w:val="00ED7D21"/>
    <w:rsid w:val="00EE00CD"/>
    <w:rsid w:val="00EE0B7D"/>
    <w:rsid w:val="00EE2435"/>
    <w:rsid w:val="00EE430B"/>
    <w:rsid w:val="00EE5996"/>
    <w:rsid w:val="00EF18EF"/>
    <w:rsid w:val="00EF1932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110A"/>
    <w:rsid w:val="00F52868"/>
    <w:rsid w:val="00F62158"/>
    <w:rsid w:val="00F62E38"/>
    <w:rsid w:val="00F63CA4"/>
    <w:rsid w:val="00F64E53"/>
    <w:rsid w:val="00F65760"/>
    <w:rsid w:val="00F665B0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87AE9"/>
    <w:rsid w:val="00F905C8"/>
    <w:rsid w:val="00F93230"/>
    <w:rsid w:val="00F94716"/>
    <w:rsid w:val="00F961A8"/>
    <w:rsid w:val="00F97B15"/>
    <w:rsid w:val="00FA31C1"/>
    <w:rsid w:val="00FA3AE1"/>
    <w:rsid w:val="00FA5BC4"/>
    <w:rsid w:val="00FA7653"/>
    <w:rsid w:val="00FA792D"/>
    <w:rsid w:val="00FB2265"/>
    <w:rsid w:val="00FB2ABD"/>
    <w:rsid w:val="00FB3DBD"/>
    <w:rsid w:val="00FB528B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6B0F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DD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0F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  <w:style w:type="character" w:customStyle="1" w:styleId="filinglink">
    <w:name w:val="filinglink"/>
    <w:uiPriority w:val="1"/>
    <w:rsid w:val="00FF6B0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3-029" TargetMode="External"/><Relationship Id="rId21" Type="http://schemas.openxmlformats.org/officeDocument/2006/relationships/hyperlink" Target="http://www3.iso.com/textsys/textdoc.dll?prodid=94&amp;type=1&amp;name=LI-CA-2023-150" TargetMode="External"/><Relationship Id="rId34" Type="http://schemas.openxmlformats.org/officeDocument/2006/relationships/hyperlink" Target="http://www3.iso.com/textsys/textdoc.dll?prodid=94&amp;type=1&amp;name=LI-CA-2023-104" TargetMode="External"/><Relationship Id="rId42" Type="http://schemas.openxmlformats.org/officeDocument/2006/relationships/hyperlink" Target="http://www3.iso.com/textsys/textdoc.dll?prodid=94&amp;type=1&amp;name=LI-CA-2023-029" TargetMode="External"/><Relationship Id="rId47" Type="http://schemas.openxmlformats.org/officeDocument/2006/relationships/hyperlink" Target="http://www3.iso.com/textsys/textdoc.dll?prodid=94&amp;type=1&amp;name=LI-CA-2023-039" TargetMode="External"/><Relationship Id="rId50" Type="http://schemas.openxmlformats.org/officeDocument/2006/relationships/hyperlink" Target="http://www3.iso.com/textsys/textdoc.dll?prodid=94&amp;type=1&amp;name=LI-CA-2023-029" TargetMode="External"/><Relationship Id="rId55" Type="http://schemas.openxmlformats.org/officeDocument/2006/relationships/hyperlink" Target="http://www3.iso.com/textsys/textdoc.dll?prodid=94&amp;type=1&amp;name=LI-CA-2023-029" TargetMode="External"/><Relationship Id="rId63" Type="http://schemas.openxmlformats.org/officeDocument/2006/relationships/hyperlink" Target="http://www3.iso.com/textsys/textdoc.dll?prodid=94&amp;type=1&amp;name=LI-CA-2022-306" TargetMode="Externa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029" TargetMode="External"/><Relationship Id="rId29" Type="http://schemas.openxmlformats.org/officeDocument/2006/relationships/hyperlink" Target="http://www3.iso.com/textsys/textdoc.dll?prodid=94&amp;type=1&amp;name=LI-CA-2023-029" TargetMode="External"/><Relationship Id="rId11" Type="http://schemas.openxmlformats.org/officeDocument/2006/relationships/hyperlink" Target="http://www3.iso.com/textsys/textdoc.dll?prodid=94&amp;type=1&amp;name=LI-CA-2023-013" TargetMode="External"/><Relationship Id="rId24" Type="http://schemas.openxmlformats.org/officeDocument/2006/relationships/hyperlink" Target="http://www3.iso.com/textsys/textdoc.dll?prodid=94&amp;type=1&amp;name=LI-CA-2023-009" TargetMode="External"/><Relationship Id="rId32" Type="http://schemas.openxmlformats.org/officeDocument/2006/relationships/hyperlink" Target="http://www3.iso.com/textsys/textdoc.dll?prodid=94&amp;type=1&amp;name=LI-CA-2023-029" TargetMode="External"/><Relationship Id="rId37" Type="http://schemas.openxmlformats.org/officeDocument/2006/relationships/hyperlink" Target="http://www3.iso.com/textsys/textdoc.dll?prodid=94&amp;type=1&amp;name=LI-CA-2023-029" TargetMode="External"/><Relationship Id="rId40" Type="http://schemas.openxmlformats.org/officeDocument/2006/relationships/hyperlink" Target="http://www3.iso.com/textsys/textdoc.dll?prodid=94&amp;type=1&amp;name=LI-CA-2023-029" TargetMode="External"/><Relationship Id="rId45" Type="http://schemas.openxmlformats.org/officeDocument/2006/relationships/hyperlink" Target="http://www3.iso.com/textsys/textdoc.dll?prodid=94&amp;type=1&amp;name=LI-CA-2023-029" TargetMode="External"/><Relationship Id="rId53" Type="http://schemas.openxmlformats.org/officeDocument/2006/relationships/hyperlink" Target="http://www3.iso.com/textsys/textdoc.dll?prodid=94&amp;type=1&amp;name=LI-CA-2023-011" TargetMode="External"/><Relationship Id="rId58" Type="http://schemas.openxmlformats.org/officeDocument/2006/relationships/hyperlink" Target="http://www3.iso.com/textsys/textdoc.dll?prodid=94&amp;type=1&amp;name=LI-CA-2023-029" TargetMode="External"/><Relationship Id="rId66" Type="http://schemas.openxmlformats.org/officeDocument/2006/relationships/fontTable" Target="fontTable.xml"/><Relationship Id="rId5" Type="http://schemas.openxmlformats.org/officeDocument/2006/relationships/styles" Target="styles.xml"/><Relationship Id="rId61" Type="http://schemas.openxmlformats.org/officeDocument/2006/relationships/hyperlink" Target="http://www3.iso.com/textsys/textdoc.dll?prodid=94&amp;type=1&amp;name=LI-CA-2023-029" TargetMode="External"/><Relationship Id="rId19" Type="http://schemas.openxmlformats.org/officeDocument/2006/relationships/hyperlink" Target="http://www3.iso.com/textsys/textdoc.dll?prodid=94&amp;type=1&amp;name=LI-CA-2023-029" TargetMode="External"/><Relationship Id="rId14" Type="http://schemas.openxmlformats.org/officeDocument/2006/relationships/hyperlink" Target="http://www3.iso.com/textsys/textdoc.dll?prodid=94&amp;type=1&amp;name=LI-CA-2023-056" TargetMode="External"/><Relationship Id="rId22" Type="http://schemas.openxmlformats.org/officeDocument/2006/relationships/hyperlink" Target="http://www3.iso.com/textsys/textdoc.dll?prodid=94&amp;type=1&amp;name=LI-CA-2023-029" TargetMode="External"/><Relationship Id="rId27" Type="http://schemas.openxmlformats.org/officeDocument/2006/relationships/hyperlink" Target="http://www3.iso.com/textsys/textdoc.dll?prodid=94&amp;type=1&amp;name=LI-CA-2023-029" TargetMode="External"/><Relationship Id="rId30" Type="http://schemas.openxmlformats.org/officeDocument/2006/relationships/hyperlink" Target="http://www3.iso.com/textsys/textdoc.dll?prodid=94&amp;type=1&amp;name=LI-CA-2023-029" TargetMode="External"/><Relationship Id="rId35" Type="http://schemas.openxmlformats.org/officeDocument/2006/relationships/hyperlink" Target="http://www3.iso.com/textsys/textdoc.dll?prodid=94&amp;type=1&amp;name=LI-CA-2023-029" TargetMode="External"/><Relationship Id="rId43" Type="http://schemas.openxmlformats.org/officeDocument/2006/relationships/hyperlink" Target="http://www3.iso.com/textsys/textdoc.dll?prodid=94&amp;type=1&amp;name=LI-CA-2023-029" TargetMode="External"/><Relationship Id="rId48" Type="http://schemas.openxmlformats.org/officeDocument/2006/relationships/hyperlink" Target="http://www3.iso.com/textsys/textdoc.dll?prodid=94&amp;type=1&amp;name=LI-CA-2023-029" TargetMode="External"/><Relationship Id="rId56" Type="http://schemas.openxmlformats.org/officeDocument/2006/relationships/hyperlink" Target="http://www3.iso.com/textsys/textdoc.dll?prodid=94&amp;type=1&amp;name=LI-CA-2023-033" TargetMode="External"/><Relationship Id="rId64" Type="http://schemas.openxmlformats.org/officeDocument/2006/relationships/header" Target="header1.xm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016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040" TargetMode="External"/><Relationship Id="rId17" Type="http://schemas.openxmlformats.org/officeDocument/2006/relationships/hyperlink" Target="http://www3.iso.com/textsys/textdoc.dll?prodid=94&amp;type=1&amp;name=LI-CA-2023-029" TargetMode="External"/><Relationship Id="rId25" Type="http://schemas.openxmlformats.org/officeDocument/2006/relationships/hyperlink" Target="http://www3.iso.com/textsys/textdoc.dll?prodid=94&amp;type=1&amp;name=LI-CA-2023-010" TargetMode="External"/><Relationship Id="rId33" Type="http://schemas.openxmlformats.org/officeDocument/2006/relationships/hyperlink" Target="http://www3.iso.com/textsys/textdoc.dll?prodid=94&amp;type=1&amp;name=LI-CA-2023-014" TargetMode="External"/><Relationship Id="rId38" Type="http://schemas.openxmlformats.org/officeDocument/2006/relationships/hyperlink" Target="http://www3.iso.com/textsys/textdoc.dll?prodid=94&amp;type=1&amp;name=LI-CA-2023-029" TargetMode="External"/><Relationship Id="rId46" Type="http://schemas.openxmlformats.org/officeDocument/2006/relationships/hyperlink" Target="http://www3.iso.com/textsys/textdoc.dll?prodid=94&amp;type=1&amp;name=LI-CA-2023-029" TargetMode="External"/><Relationship Id="rId59" Type="http://schemas.openxmlformats.org/officeDocument/2006/relationships/hyperlink" Target="http://www3.iso.com/textsys/textdoc.dll?prodid=94&amp;type=1&amp;name=LI-CA-2023-029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3.iso.com/textsys/textdoc.dll?prodid=94&amp;type=1&amp;name=LI-CA-2023-029" TargetMode="External"/><Relationship Id="rId41" Type="http://schemas.openxmlformats.org/officeDocument/2006/relationships/hyperlink" Target="http://www3.iso.com/textsys/textdoc.dll?prodid=94&amp;type=1&amp;name=LI-CA-2023-029" TargetMode="External"/><Relationship Id="rId54" Type="http://schemas.openxmlformats.org/officeDocument/2006/relationships/hyperlink" Target="http://www3.iso.com/textsys/textdoc.dll?prodid=94&amp;type=1&amp;name=LI-CA-2023-012" TargetMode="External"/><Relationship Id="rId62" Type="http://schemas.openxmlformats.org/officeDocument/2006/relationships/hyperlink" Target="http://www3.iso.com/textsys/textdoc.dll?prodid=94&amp;type=1&amp;name=LI-CA-2022-30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029" TargetMode="External"/><Relationship Id="rId23" Type="http://schemas.openxmlformats.org/officeDocument/2006/relationships/hyperlink" Target="http://www3.iso.com/textsys/textdoc.dll?prodid=94&amp;type=1&amp;name=LI-CA-2023-029" TargetMode="External"/><Relationship Id="rId28" Type="http://schemas.openxmlformats.org/officeDocument/2006/relationships/hyperlink" Target="http://www3.iso.com/textsys/textdoc.dll?prodid=94&amp;type=1&amp;name=LI-CA-2023-029" TargetMode="External"/><Relationship Id="rId36" Type="http://schemas.openxmlformats.org/officeDocument/2006/relationships/hyperlink" Target="http://www3.iso.com/textsys/textdoc.dll?prodid=94&amp;type=1&amp;name=LI-CA-2023-015" TargetMode="External"/><Relationship Id="rId49" Type="http://schemas.openxmlformats.org/officeDocument/2006/relationships/hyperlink" Target="http://www3.iso.com/textsys/textdoc.dll?prodid=94&amp;type=1&amp;name=LI-CA-2023-029" TargetMode="External"/><Relationship Id="rId57" Type="http://schemas.openxmlformats.org/officeDocument/2006/relationships/hyperlink" Target="http://www3.iso.com/textsys/textdoc.dll?prodid=94&amp;type=1&amp;name=LI-CA-2023-017" TargetMode="External"/><Relationship Id="rId10" Type="http://schemas.openxmlformats.org/officeDocument/2006/relationships/hyperlink" Target="http://www3.iso.com/textsys/textdoc.dll?prodid=94&amp;type=1&amp;name=LI-CA-2023-029" TargetMode="External"/><Relationship Id="rId31" Type="http://schemas.openxmlformats.org/officeDocument/2006/relationships/hyperlink" Target="http://www3.iso.com/textsys/textdoc.dll?prodid=94&amp;type=1&amp;name=LI-CA-2023-029" TargetMode="External"/><Relationship Id="rId44" Type="http://schemas.openxmlformats.org/officeDocument/2006/relationships/hyperlink" Target="http://www3.iso.com/textsys/textdoc.dll?prodid=94&amp;type=1&amp;name=LI-CA-2023-029" TargetMode="External"/><Relationship Id="rId52" Type="http://schemas.openxmlformats.org/officeDocument/2006/relationships/hyperlink" Target="http://www3.iso.com/textsys/textdoc.dll?prodid=94&amp;type=1&amp;name=LI-CA-2023-029" TargetMode="External"/><Relationship Id="rId60" Type="http://schemas.openxmlformats.org/officeDocument/2006/relationships/hyperlink" Target="http://www3.iso.com/textsys/textdoc.dll?prodid=94&amp;type=1&amp;name=LI-CA-2023-029" TargetMode="External"/><Relationship Id="rId65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A-2023-055" TargetMode="External"/><Relationship Id="rId18" Type="http://schemas.openxmlformats.org/officeDocument/2006/relationships/hyperlink" Target="http://www3.iso.com/textsys/textdoc.dll?prodid=94&amp;type=1&amp;name=LI-CA-2023-018" TargetMode="External"/><Relationship Id="rId39" Type="http://schemas.openxmlformats.org/officeDocument/2006/relationships/hyperlink" Target="http://www3.iso.com/textsys/textdoc.dll?prodid=94&amp;type=1&amp;name=LI-CA-2023-0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LI-CA-2023-150 - 002 -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Status Report</CircularDocDescription>
    <Date_x0020_Modified xmlns="a86cc342-0045-41e2-80e9-abdb777d2eca">2023-05-03T15:36:43+00:00</Date_x0020_Modified>
    <CircularDate xmlns="a86cc342-0045-41e2-80e9-abdb777d2eca">2023-05-05T04:00:00+00:00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forms and rules revisions in the District of Columbia. Effective Date: 12/1/2023 Filing IDs: CA-2022-OMCDF and CA-2022-OMCDR</KeyMessage>
    <CircularNumber xmlns="a86cc342-0045-41e2-80e9-abdb777d2eca">LI-CA-2023-150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1</Sequence>
    <ServiceModuleString xmlns="a86cc342-0045-41e2-80e9-abdb777d2eca">Forms;Rules;</ServiceModuleString>
    <CircId xmlns="a86cc342-0045-41e2-80e9-abdb777d2eca">37963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AUTO MULTISTATE FORMS FILING ADDRESSING MOTOR CARRIER COVERAGE PROGRAM COMMUNICABLE DISEASE EXCLUSION AND RELATED RULES REVISION TO BE IMPLEMENTED IN THE DISTRICT OF COLUMBIA</CircularTitle>
    <Jurs xmlns="a86cc342-0045-41e2-80e9-abdb777d2eca">
      <Value>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ABA05D-5AC0-4CDD-9B7A-D2E84879F58E}"/>
</file>

<file path=customXml/itemProps2.xml><?xml version="1.0" encoding="utf-8"?>
<ds:datastoreItem xmlns:ds="http://schemas.openxmlformats.org/officeDocument/2006/customXml" ds:itemID="{E3345001-A965-4D76-AC96-206516236AEF}"/>
</file>

<file path=customXml/itemProps3.xml><?xml version="1.0" encoding="utf-8"?>
<ds:datastoreItem xmlns:ds="http://schemas.openxmlformats.org/officeDocument/2006/customXml" ds:itemID="{73E8384E-50BE-4B11-A2D4-4116C16AF49A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237</Words>
  <Characters>1928</Characters>
  <Application>Microsoft Office Word</Application>
  <DocSecurity>0</DocSecurity>
  <Lines>239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2023-04-26T14:21:00Z</dcterms:created>
  <dcterms:modified xsi:type="dcterms:W3CDTF">2023-05-03T15:36:00Z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