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FE5B48" w14:paraId="2F0BB9F1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AF04DB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359F909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B39FF1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PERSONAL INJURY PROTECTION</w:t>
            </w:r>
          </w:p>
        </w:tc>
      </w:tr>
      <w:tr w:rsidR="00E30467" w:rsidRPr="00FE5B48" w14:paraId="77A389FE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E920C6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D9B3E0B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A81E6A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FE5B48" w14:paraId="147B7059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F1CC09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22D4B5C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EB0FD4F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6F2A752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609FD02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83C1842" w14:textId="77777777" w:rsidR="00E30467" w:rsidRPr="00FE5B48" w:rsidRDefault="00E30467" w:rsidP="001839E4">
            <w:pPr>
              <w:pStyle w:val="tablehead"/>
              <w:rPr>
                <w:kern w:val="18"/>
              </w:rPr>
            </w:pPr>
            <w:r w:rsidRPr="00FE5B48">
              <w:rPr>
                <w:kern w:val="18"/>
              </w:rPr>
              <w:t>Basic Limits</w:t>
            </w:r>
          </w:p>
        </w:tc>
      </w:tr>
      <w:tr w:rsidR="00E30467" w:rsidRPr="00FE5B48" w14:paraId="1A9A28F5" w14:textId="77777777" w:rsidTr="001839E4">
        <w:trPr>
          <w:cantSplit/>
        </w:trPr>
        <w:tc>
          <w:tcPr>
            <w:tcW w:w="9360" w:type="dxa"/>
            <w:gridSpan w:val="10"/>
          </w:tcPr>
          <w:p w14:paraId="5E91CE09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FE5B48" w14:paraId="1DD7DD66" w14:textId="77777777" w:rsidTr="001839E4">
        <w:trPr>
          <w:cantSplit/>
        </w:trPr>
        <w:tc>
          <w:tcPr>
            <w:tcW w:w="3120" w:type="dxa"/>
            <w:gridSpan w:val="3"/>
          </w:tcPr>
          <w:p w14:paraId="2721F1E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 343</w:t>
            </w:r>
          </w:p>
        </w:tc>
        <w:tc>
          <w:tcPr>
            <w:tcW w:w="780" w:type="dxa"/>
          </w:tcPr>
          <w:p w14:paraId="5C492B63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E126F5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4458E6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B74072B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4D43ADA0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68A506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8F9F1D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4F27B83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D555EED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FE5B48" w14:paraId="001EED69" w14:textId="77777777" w:rsidTr="001839E4">
        <w:trPr>
          <w:cantSplit/>
        </w:trPr>
        <w:tc>
          <w:tcPr>
            <w:tcW w:w="3120" w:type="dxa"/>
            <w:gridSpan w:val="3"/>
          </w:tcPr>
          <w:p w14:paraId="41D3C5AA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 253</w:t>
            </w:r>
          </w:p>
        </w:tc>
        <w:tc>
          <w:tcPr>
            <w:tcW w:w="780" w:type="dxa"/>
          </w:tcPr>
          <w:p w14:paraId="7452EBDD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C2F66B6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1841D79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46B7E21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1AD2834B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039CC8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A2518A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69FDF26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D867331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FE5B48" w14:paraId="14A0A0FC" w14:textId="77777777" w:rsidTr="001839E4">
        <w:trPr>
          <w:cantSplit/>
        </w:trPr>
        <w:tc>
          <w:tcPr>
            <w:tcW w:w="540" w:type="dxa"/>
            <w:gridSpan w:val="2"/>
          </w:tcPr>
          <w:p w14:paraId="4E49F65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67D6BE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b/>
                <w:kern w:val="18"/>
              </w:rPr>
              <w:t>– TAXICABS AND LIMOUSINES</w:t>
            </w:r>
          </w:p>
        </w:tc>
      </w:tr>
      <w:tr w:rsidR="00E30467" w:rsidRPr="00FE5B48" w14:paraId="396974AD" w14:textId="77777777" w:rsidTr="001839E4">
        <w:trPr>
          <w:cantSplit/>
        </w:trPr>
        <w:tc>
          <w:tcPr>
            <w:tcW w:w="3120" w:type="dxa"/>
            <w:gridSpan w:val="3"/>
          </w:tcPr>
          <w:p w14:paraId="714C9BE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2127</w:t>
            </w:r>
          </w:p>
        </w:tc>
        <w:tc>
          <w:tcPr>
            <w:tcW w:w="780" w:type="dxa"/>
          </w:tcPr>
          <w:p w14:paraId="23056A73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21D1718E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7AFE1BC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14:paraId="017C1D7A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$88    </w:t>
            </w:r>
          </w:p>
        </w:tc>
        <w:tc>
          <w:tcPr>
            <w:tcW w:w="1040" w:type="dxa"/>
          </w:tcPr>
          <w:p w14:paraId="11837AC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09291C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7B0B3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1D13C6EB" w14:textId="77777777" w:rsidTr="001839E4">
        <w:trPr>
          <w:cantSplit/>
        </w:trPr>
        <w:tc>
          <w:tcPr>
            <w:tcW w:w="540" w:type="dxa"/>
            <w:gridSpan w:val="2"/>
          </w:tcPr>
          <w:p w14:paraId="1DADDFD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270665D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b/>
                <w:kern w:val="18"/>
              </w:rPr>
              <w:t>– SCHOOL AND CHURCH BUSES</w:t>
            </w:r>
          </w:p>
        </w:tc>
      </w:tr>
      <w:tr w:rsidR="00E30467" w:rsidRPr="00FE5B48" w14:paraId="64CE336F" w14:textId="77777777" w:rsidTr="001839E4">
        <w:trPr>
          <w:cantSplit/>
        </w:trPr>
        <w:tc>
          <w:tcPr>
            <w:tcW w:w="3120" w:type="dxa"/>
            <w:gridSpan w:val="3"/>
          </w:tcPr>
          <w:p w14:paraId="1AC2E3A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 189</w:t>
            </w:r>
          </w:p>
        </w:tc>
        <w:tc>
          <w:tcPr>
            <w:tcW w:w="780" w:type="dxa"/>
          </w:tcPr>
          <w:p w14:paraId="41A3BBE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16B948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72D1D09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78BFCBFD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7101B46D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739BD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2DF2F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371FD095" w14:textId="77777777" w:rsidTr="001839E4">
        <w:trPr>
          <w:cantSplit/>
        </w:trPr>
        <w:tc>
          <w:tcPr>
            <w:tcW w:w="540" w:type="dxa"/>
            <w:gridSpan w:val="2"/>
          </w:tcPr>
          <w:p w14:paraId="55981D6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7AC46AA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– OTHER BUSES</w:t>
            </w:r>
          </w:p>
        </w:tc>
      </w:tr>
      <w:tr w:rsidR="00E30467" w:rsidRPr="00FE5B48" w14:paraId="133613E0" w14:textId="77777777" w:rsidTr="001839E4">
        <w:trPr>
          <w:cantSplit/>
        </w:trPr>
        <w:tc>
          <w:tcPr>
            <w:tcW w:w="3120" w:type="dxa"/>
            <w:gridSpan w:val="3"/>
          </w:tcPr>
          <w:p w14:paraId="5A91C263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1303</w:t>
            </w:r>
          </w:p>
        </w:tc>
        <w:tc>
          <w:tcPr>
            <w:tcW w:w="780" w:type="dxa"/>
          </w:tcPr>
          <w:p w14:paraId="24DB3D23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09C53425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14:paraId="6D6E2D68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14:paraId="36D0D0F0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$70    </w:t>
            </w:r>
          </w:p>
        </w:tc>
        <w:tc>
          <w:tcPr>
            <w:tcW w:w="1040" w:type="dxa"/>
          </w:tcPr>
          <w:p w14:paraId="03EC5F3B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0E1E5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ADF8FF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0F6F2E3A" w14:textId="77777777" w:rsidTr="001839E4">
        <w:trPr>
          <w:cantSplit/>
        </w:trPr>
        <w:tc>
          <w:tcPr>
            <w:tcW w:w="540" w:type="dxa"/>
            <w:gridSpan w:val="2"/>
          </w:tcPr>
          <w:p w14:paraId="1CA5258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69EA6BC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– VAN POOLS</w:t>
            </w:r>
          </w:p>
        </w:tc>
      </w:tr>
      <w:tr w:rsidR="00E30467" w:rsidRPr="00FE5B48" w14:paraId="73C3C8F2" w14:textId="77777777" w:rsidTr="001839E4">
        <w:trPr>
          <w:cantSplit/>
        </w:trPr>
        <w:tc>
          <w:tcPr>
            <w:tcW w:w="3120" w:type="dxa"/>
            <w:gridSpan w:val="3"/>
          </w:tcPr>
          <w:p w14:paraId="374D15D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 515</w:t>
            </w:r>
          </w:p>
        </w:tc>
        <w:tc>
          <w:tcPr>
            <w:tcW w:w="780" w:type="dxa"/>
          </w:tcPr>
          <w:p w14:paraId="234B26AE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517B1B0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4908638F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61E04EBF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14:paraId="7539E181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8D1630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900E2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738BCB59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900ECDE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  <w:r w:rsidRPr="00FE5B48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FE5B48" w14:paraId="16924F41" w14:textId="77777777" w:rsidTr="001839E4">
        <w:trPr>
          <w:cantSplit/>
        </w:trPr>
        <w:tc>
          <w:tcPr>
            <w:tcW w:w="3120" w:type="dxa"/>
            <w:gridSpan w:val="3"/>
          </w:tcPr>
          <w:p w14:paraId="55051934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$   394</w:t>
            </w:r>
          </w:p>
        </w:tc>
        <w:tc>
          <w:tcPr>
            <w:tcW w:w="3120" w:type="dxa"/>
            <w:gridSpan w:val="4"/>
          </w:tcPr>
          <w:p w14:paraId="3FA4D41B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 xml:space="preserve">Refer to Rule </w:t>
            </w:r>
            <w:r w:rsidRPr="00FE5B48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169DF15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A00936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E5B4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8E3BA1" w14:textId="77777777" w:rsidR="00E30467" w:rsidRPr="00FE5B4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E5B48" w14:paraId="788051E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5F73A32" w14:textId="77777777" w:rsidR="00E30467" w:rsidRPr="00FE5B48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FE5B48" w14:paraId="48563467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6DD1E3AD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81853DE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kern w:val="18"/>
              </w:rPr>
              <w:t xml:space="preserve">For liability increased limits factors, refer to Rule </w:t>
            </w:r>
            <w:r w:rsidRPr="00FE5B48">
              <w:rPr>
                <w:rStyle w:val="rulelink"/>
              </w:rPr>
              <w:t>100.</w:t>
            </w:r>
          </w:p>
        </w:tc>
      </w:tr>
      <w:tr w:rsidR="00E30467" w:rsidRPr="00FE5B48" w14:paraId="5835D0CF" w14:textId="77777777" w:rsidTr="001839E4">
        <w:trPr>
          <w:cantSplit/>
        </w:trPr>
        <w:tc>
          <w:tcPr>
            <w:tcW w:w="220" w:type="dxa"/>
          </w:tcPr>
          <w:p w14:paraId="2E253B92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656B15F2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kern w:val="18"/>
              </w:rPr>
              <w:t xml:space="preserve">For liability fleet factors, refer to Rules </w:t>
            </w:r>
            <w:r w:rsidRPr="00FE5B48">
              <w:rPr>
                <w:rStyle w:val="rulelink"/>
              </w:rPr>
              <w:t>22.</w:t>
            </w:r>
            <w:r w:rsidRPr="00FE5B48">
              <w:rPr>
                <w:kern w:val="18"/>
              </w:rPr>
              <w:t xml:space="preserve"> and </w:t>
            </w:r>
            <w:r w:rsidRPr="00FE5B48">
              <w:rPr>
                <w:rStyle w:val="rulelink"/>
              </w:rPr>
              <w:t>39.</w:t>
            </w:r>
          </w:p>
        </w:tc>
      </w:tr>
      <w:tr w:rsidR="00E30467" w:rsidRPr="00FE5B48" w14:paraId="6C2B3E3C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398849F" w14:textId="77777777" w:rsidR="00E30467" w:rsidRPr="00FE5B48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FE5B4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D247F0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  <w:r w:rsidRPr="00FE5B48">
              <w:rPr>
                <w:kern w:val="18"/>
              </w:rPr>
              <w:t xml:space="preserve">Other Than Auto losses for </w:t>
            </w:r>
            <w:r w:rsidRPr="00FE5B48">
              <w:t>Auto Dealers</w:t>
            </w:r>
            <w:r w:rsidRPr="00FE5B4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E5B48">
              <w:rPr>
                <w:rStyle w:val="rulelink"/>
              </w:rPr>
              <w:t>49.</w:t>
            </w:r>
          </w:p>
        </w:tc>
      </w:tr>
      <w:tr w:rsidR="00E30467" w:rsidRPr="00FE5B48" w14:paraId="38DD5E5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FF7131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A64622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27958F7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782CB5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57E914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1807792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AE857A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4375B5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12B76CD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C04D5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9642A4B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3B76487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85099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98D02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01C97F6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C64D47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8F840C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3EE6050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285680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8B310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3BCAFE2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B0189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569625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571064C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60466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63A72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69CF31B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7D9F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1711214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642D99B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B389B5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B6C19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2256B78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6EF5D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FDA3CAD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107826D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CC7C0E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C00B24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2DC68AD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76D9D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6914310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574C24D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82AC6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1DC644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3D20A9E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2D91E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428623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061A5EE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23F8A9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4074621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6C29111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B82BAC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703836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0D5D269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82406D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EE987F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206CAF8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9D47C4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D701CC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1B85CB9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76FCB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A881BB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477CA3B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0EFFE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63D8B0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E5B48" w14:paraId="157A465F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3A08948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0BF49AE" w14:textId="77777777" w:rsidR="00E30467" w:rsidRPr="00FE5B48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EEA59CB" w14:textId="77777777" w:rsidR="00E30467" w:rsidRPr="00FE5B48" w:rsidRDefault="00E30467" w:rsidP="00E30467">
      <w:pPr>
        <w:pStyle w:val="isonormal"/>
      </w:pPr>
    </w:p>
    <w:p w14:paraId="1C207F57" w14:textId="77777777" w:rsidR="00E30467" w:rsidRDefault="00E30467" w:rsidP="00E30467">
      <w:pPr>
        <w:pStyle w:val="isonormal"/>
        <w:sectPr w:rsidR="00E30467" w:rsidSect="00E30467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763EFF" w14:paraId="0BAA80CF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C1EAB9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B5684F0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136BAD6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>PERSONAL INJURY PROTECTION</w:t>
            </w:r>
          </w:p>
        </w:tc>
      </w:tr>
      <w:tr w:rsidR="00E30467" w:rsidRPr="00763EFF" w14:paraId="512FF549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1C293E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E66F128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3E903B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763EFF" w14:paraId="427E8E31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E1C0CB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AAE0C54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21BD187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041E7CE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B66B9C8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F1EF85" w14:textId="77777777" w:rsidR="00E30467" w:rsidRPr="00763EFF" w:rsidRDefault="00E30467" w:rsidP="001839E4">
            <w:pPr>
              <w:pStyle w:val="tablehead"/>
              <w:rPr>
                <w:kern w:val="18"/>
              </w:rPr>
            </w:pPr>
            <w:r w:rsidRPr="00763EFF">
              <w:rPr>
                <w:kern w:val="18"/>
              </w:rPr>
              <w:t>Basic Limits</w:t>
            </w:r>
          </w:p>
        </w:tc>
      </w:tr>
      <w:tr w:rsidR="00E30467" w:rsidRPr="00763EFF" w14:paraId="090B5833" w14:textId="77777777" w:rsidTr="001839E4">
        <w:trPr>
          <w:cantSplit/>
        </w:trPr>
        <w:tc>
          <w:tcPr>
            <w:tcW w:w="9360" w:type="dxa"/>
            <w:gridSpan w:val="10"/>
          </w:tcPr>
          <w:p w14:paraId="0C21D594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763EFF" w14:paraId="27AD843F" w14:textId="77777777" w:rsidTr="001839E4">
        <w:trPr>
          <w:cantSplit/>
        </w:trPr>
        <w:tc>
          <w:tcPr>
            <w:tcW w:w="3120" w:type="dxa"/>
            <w:gridSpan w:val="3"/>
          </w:tcPr>
          <w:p w14:paraId="1343504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243</w:t>
            </w:r>
          </w:p>
        </w:tc>
        <w:tc>
          <w:tcPr>
            <w:tcW w:w="780" w:type="dxa"/>
          </w:tcPr>
          <w:p w14:paraId="186C8785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1697C23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702D46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29C63F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64B4CD8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3EA8F7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E4C02F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7C95724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6B72F11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763EFF" w14:paraId="01DAE8EC" w14:textId="77777777" w:rsidTr="001839E4">
        <w:trPr>
          <w:cantSplit/>
        </w:trPr>
        <w:tc>
          <w:tcPr>
            <w:tcW w:w="3120" w:type="dxa"/>
            <w:gridSpan w:val="3"/>
          </w:tcPr>
          <w:p w14:paraId="0C4DABC5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274</w:t>
            </w:r>
          </w:p>
        </w:tc>
        <w:tc>
          <w:tcPr>
            <w:tcW w:w="780" w:type="dxa"/>
          </w:tcPr>
          <w:p w14:paraId="1AC34ADB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11B866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800FFC1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49606821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12878BBD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088BA7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E27622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46A9B04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6264ECC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763EFF" w14:paraId="4A63E9ED" w14:textId="77777777" w:rsidTr="001839E4">
        <w:trPr>
          <w:cantSplit/>
        </w:trPr>
        <w:tc>
          <w:tcPr>
            <w:tcW w:w="540" w:type="dxa"/>
            <w:gridSpan w:val="2"/>
          </w:tcPr>
          <w:p w14:paraId="76DC0E78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32415C4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b/>
                <w:kern w:val="18"/>
              </w:rPr>
              <w:t>– TAXICABS AND LIMOUSINES</w:t>
            </w:r>
          </w:p>
        </w:tc>
      </w:tr>
      <w:tr w:rsidR="00E30467" w:rsidRPr="00763EFF" w14:paraId="649B0EF0" w14:textId="77777777" w:rsidTr="001839E4">
        <w:trPr>
          <w:cantSplit/>
        </w:trPr>
        <w:tc>
          <w:tcPr>
            <w:tcW w:w="3120" w:type="dxa"/>
            <w:gridSpan w:val="3"/>
          </w:tcPr>
          <w:p w14:paraId="76120E53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1507</w:t>
            </w:r>
          </w:p>
        </w:tc>
        <w:tc>
          <w:tcPr>
            <w:tcW w:w="780" w:type="dxa"/>
          </w:tcPr>
          <w:p w14:paraId="2DBC6F34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3102EAD8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57F828D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6643F881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$63    </w:t>
            </w:r>
          </w:p>
        </w:tc>
        <w:tc>
          <w:tcPr>
            <w:tcW w:w="1040" w:type="dxa"/>
          </w:tcPr>
          <w:p w14:paraId="58A14760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3C17E6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6DAD38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5C43F136" w14:textId="77777777" w:rsidTr="001839E4">
        <w:trPr>
          <w:cantSplit/>
        </w:trPr>
        <w:tc>
          <w:tcPr>
            <w:tcW w:w="540" w:type="dxa"/>
            <w:gridSpan w:val="2"/>
          </w:tcPr>
          <w:p w14:paraId="2B9905F9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886F3CE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b/>
                <w:kern w:val="18"/>
              </w:rPr>
              <w:t>– SCHOOL AND CHURCH BUSES</w:t>
            </w:r>
          </w:p>
        </w:tc>
      </w:tr>
      <w:tr w:rsidR="00E30467" w:rsidRPr="00763EFF" w14:paraId="1E00FF4E" w14:textId="77777777" w:rsidTr="001839E4">
        <w:trPr>
          <w:cantSplit/>
        </w:trPr>
        <w:tc>
          <w:tcPr>
            <w:tcW w:w="3120" w:type="dxa"/>
            <w:gridSpan w:val="3"/>
          </w:tcPr>
          <w:p w14:paraId="35899A7B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134</w:t>
            </w:r>
          </w:p>
        </w:tc>
        <w:tc>
          <w:tcPr>
            <w:tcW w:w="780" w:type="dxa"/>
          </w:tcPr>
          <w:p w14:paraId="7AF82FC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E4EEAD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549447CB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57932317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42B61C38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657BA4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45209D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283EABB8" w14:textId="77777777" w:rsidTr="001839E4">
        <w:trPr>
          <w:cantSplit/>
        </w:trPr>
        <w:tc>
          <w:tcPr>
            <w:tcW w:w="540" w:type="dxa"/>
            <w:gridSpan w:val="2"/>
          </w:tcPr>
          <w:p w14:paraId="274F05C4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D9CED0C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– OTHER BUSES</w:t>
            </w:r>
          </w:p>
        </w:tc>
      </w:tr>
      <w:tr w:rsidR="00E30467" w:rsidRPr="00763EFF" w14:paraId="237D4CF9" w14:textId="77777777" w:rsidTr="001839E4">
        <w:trPr>
          <w:cantSplit/>
        </w:trPr>
        <w:tc>
          <w:tcPr>
            <w:tcW w:w="3120" w:type="dxa"/>
            <w:gridSpan w:val="3"/>
          </w:tcPr>
          <w:p w14:paraId="074E7AD4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923</w:t>
            </w:r>
          </w:p>
        </w:tc>
        <w:tc>
          <w:tcPr>
            <w:tcW w:w="780" w:type="dxa"/>
          </w:tcPr>
          <w:p w14:paraId="68CAC758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464E5AE0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47013065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13AA778C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$63    </w:t>
            </w:r>
          </w:p>
        </w:tc>
        <w:tc>
          <w:tcPr>
            <w:tcW w:w="1040" w:type="dxa"/>
          </w:tcPr>
          <w:p w14:paraId="0DB8FC12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AAF996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35A811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34695842" w14:textId="77777777" w:rsidTr="001839E4">
        <w:trPr>
          <w:cantSplit/>
        </w:trPr>
        <w:tc>
          <w:tcPr>
            <w:tcW w:w="540" w:type="dxa"/>
            <w:gridSpan w:val="2"/>
          </w:tcPr>
          <w:p w14:paraId="18FEBA29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F38783A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– VAN POOLS</w:t>
            </w:r>
          </w:p>
        </w:tc>
      </w:tr>
      <w:tr w:rsidR="00E30467" w:rsidRPr="00763EFF" w14:paraId="159F50BD" w14:textId="77777777" w:rsidTr="001839E4">
        <w:trPr>
          <w:cantSplit/>
        </w:trPr>
        <w:tc>
          <w:tcPr>
            <w:tcW w:w="3120" w:type="dxa"/>
            <w:gridSpan w:val="3"/>
          </w:tcPr>
          <w:p w14:paraId="486BBA50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365</w:t>
            </w:r>
          </w:p>
        </w:tc>
        <w:tc>
          <w:tcPr>
            <w:tcW w:w="780" w:type="dxa"/>
          </w:tcPr>
          <w:p w14:paraId="67D75CD6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C116C6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378DCD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EBD4F77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1F9E71E2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83A2ED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0E1DF1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5987286E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BE92041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  <w:r w:rsidRPr="00763EFF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763EFF" w14:paraId="1D48C7EC" w14:textId="77777777" w:rsidTr="001839E4">
        <w:trPr>
          <w:cantSplit/>
        </w:trPr>
        <w:tc>
          <w:tcPr>
            <w:tcW w:w="3120" w:type="dxa"/>
            <w:gridSpan w:val="3"/>
          </w:tcPr>
          <w:p w14:paraId="3126D8B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$   324</w:t>
            </w:r>
          </w:p>
        </w:tc>
        <w:tc>
          <w:tcPr>
            <w:tcW w:w="3120" w:type="dxa"/>
            <w:gridSpan w:val="4"/>
          </w:tcPr>
          <w:p w14:paraId="3A55CBD6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 xml:space="preserve">Refer to Rule </w:t>
            </w:r>
            <w:r w:rsidRPr="00763EF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879B048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6C5DF9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63E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5DEC8E" w14:textId="77777777" w:rsidR="00E30467" w:rsidRPr="00763EF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63EFF" w14:paraId="53E629D6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C2A7564" w14:textId="77777777" w:rsidR="00E30467" w:rsidRPr="00763EFF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763EFF" w14:paraId="7EDDFCC3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3FDFCC89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7B67CCA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kern w:val="18"/>
              </w:rPr>
              <w:t xml:space="preserve">For liability increased limits factors, refer to Rule </w:t>
            </w:r>
            <w:r w:rsidRPr="00763EFF">
              <w:rPr>
                <w:rStyle w:val="rulelink"/>
              </w:rPr>
              <w:t>100.</w:t>
            </w:r>
          </w:p>
        </w:tc>
      </w:tr>
      <w:tr w:rsidR="00E30467" w:rsidRPr="00763EFF" w14:paraId="31771DBE" w14:textId="77777777" w:rsidTr="001839E4">
        <w:trPr>
          <w:cantSplit/>
        </w:trPr>
        <w:tc>
          <w:tcPr>
            <w:tcW w:w="220" w:type="dxa"/>
          </w:tcPr>
          <w:p w14:paraId="2536CB90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422C1D91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kern w:val="18"/>
              </w:rPr>
              <w:t xml:space="preserve">For liability fleet factors, refer to Rules </w:t>
            </w:r>
            <w:r w:rsidRPr="00763EFF">
              <w:rPr>
                <w:rStyle w:val="rulelink"/>
              </w:rPr>
              <w:t>22.</w:t>
            </w:r>
            <w:r w:rsidRPr="00763EFF">
              <w:rPr>
                <w:kern w:val="18"/>
              </w:rPr>
              <w:t xml:space="preserve"> and </w:t>
            </w:r>
            <w:r w:rsidRPr="00763EFF">
              <w:rPr>
                <w:rStyle w:val="rulelink"/>
              </w:rPr>
              <w:t>39.</w:t>
            </w:r>
          </w:p>
        </w:tc>
      </w:tr>
      <w:tr w:rsidR="00E30467" w:rsidRPr="00763EFF" w14:paraId="6A40DFC9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1BCC23D" w14:textId="77777777" w:rsidR="00E30467" w:rsidRPr="00763EFF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763E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1746B31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  <w:r w:rsidRPr="00763EFF">
              <w:rPr>
                <w:kern w:val="18"/>
              </w:rPr>
              <w:t xml:space="preserve">Other Than Auto losses for </w:t>
            </w:r>
            <w:r w:rsidRPr="00763EFF">
              <w:t>Auto Dealers</w:t>
            </w:r>
            <w:r w:rsidRPr="00763EF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3EFF">
              <w:rPr>
                <w:rStyle w:val="rulelink"/>
              </w:rPr>
              <w:t>49.</w:t>
            </w:r>
          </w:p>
        </w:tc>
      </w:tr>
      <w:tr w:rsidR="00E30467" w:rsidRPr="00763EFF" w14:paraId="40FA36D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6099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F3A0C65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3C2E3B0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5A546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7254DC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7062680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9AB9AE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D22F03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006CA0E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3D712B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2B4114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895652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6511C9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A68266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47188DE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56640E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495396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1D45287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91D8E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BF985E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55158CC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2D25CF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1036DD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5144A2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5D6ED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D323E1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2F84DAC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D84B8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897CC8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435E21F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C8C647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6B530F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06816AE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48FCEF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41C234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7AE170E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EFD8AC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57F867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43460C2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5B79F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75216EC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CB6DF5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C8197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1466C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2C75DE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2F5A8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B6FAFC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053BC14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6B38C6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6DB814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185974E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730E8B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01E275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0F16654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77A7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D5132CA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2495D8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36F102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C8D2BC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63F90C5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96A963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5ED1986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7C962D1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5C07BA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A15066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63EFF" w14:paraId="4DACE254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84DF6D3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202BA2B" w14:textId="77777777" w:rsidR="00E30467" w:rsidRPr="00763EFF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C73A121" w14:textId="77777777" w:rsidR="00E30467" w:rsidRPr="00763EFF" w:rsidRDefault="00E30467" w:rsidP="00E30467">
      <w:pPr>
        <w:pStyle w:val="isonormal"/>
      </w:pPr>
    </w:p>
    <w:p w14:paraId="5EFAF6D2" w14:textId="77777777" w:rsidR="00E30467" w:rsidRDefault="00E30467" w:rsidP="00E30467">
      <w:pPr>
        <w:pStyle w:val="isonormal"/>
        <w:sectPr w:rsidR="00E30467" w:rsidSect="00E30467">
          <w:headerReference w:type="default" r:id="rId13"/>
          <w:footerReference w:type="default" r:id="rId1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6C4EC2" w14:paraId="25085E32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DBC6D5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667C379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5C300F5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>PERSONAL INJURY PROTECTION</w:t>
            </w:r>
          </w:p>
        </w:tc>
      </w:tr>
      <w:tr w:rsidR="00E30467" w:rsidRPr="006C4EC2" w14:paraId="14E0C19A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125790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3B62061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0506C1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6C4EC2" w14:paraId="0086901A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700039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CC544EE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6F2171B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06D4CF0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C2D5CC5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34CB348" w14:textId="77777777" w:rsidR="00E30467" w:rsidRPr="006C4EC2" w:rsidRDefault="00E30467" w:rsidP="001839E4">
            <w:pPr>
              <w:pStyle w:val="tablehead"/>
              <w:rPr>
                <w:kern w:val="18"/>
              </w:rPr>
            </w:pPr>
            <w:r w:rsidRPr="006C4EC2">
              <w:rPr>
                <w:kern w:val="18"/>
              </w:rPr>
              <w:t>Basic Limits</w:t>
            </w:r>
          </w:p>
        </w:tc>
      </w:tr>
      <w:tr w:rsidR="00E30467" w:rsidRPr="006C4EC2" w14:paraId="16519358" w14:textId="77777777" w:rsidTr="001839E4">
        <w:trPr>
          <w:cantSplit/>
        </w:trPr>
        <w:tc>
          <w:tcPr>
            <w:tcW w:w="9360" w:type="dxa"/>
            <w:gridSpan w:val="10"/>
          </w:tcPr>
          <w:p w14:paraId="4552D8BD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6C4EC2" w14:paraId="69557F43" w14:textId="77777777" w:rsidTr="001839E4">
        <w:trPr>
          <w:cantSplit/>
        </w:trPr>
        <w:tc>
          <w:tcPr>
            <w:tcW w:w="3120" w:type="dxa"/>
            <w:gridSpan w:val="3"/>
          </w:tcPr>
          <w:p w14:paraId="528E5D40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242</w:t>
            </w:r>
          </w:p>
        </w:tc>
        <w:tc>
          <w:tcPr>
            <w:tcW w:w="780" w:type="dxa"/>
          </w:tcPr>
          <w:p w14:paraId="3A9C48A0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189AFCF1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CE662B9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D661D62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5182320F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C7543A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F6E25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71532581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00029E0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6C4EC2" w14:paraId="0545B7EC" w14:textId="77777777" w:rsidTr="001839E4">
        <w:trPr>
          <w:cantSplit/>
        </w:trPr>
        <w:tc>
          <w:tcPr>
            <w:tcW w:w="3120" w:type="dxa"/>
            <w:gridSpan w:val="3"/>
          </w:tcPr>
          <w:p w14:paraId="1DD2A95F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248</w:t>
            </w:r>
          </w:p>
        </w:tc>
        <w:tc>
          <w:tcPr>
            <w:tcW w:w="780" w:type="dxa"/>
          </w:tcPr>
          <w:p w14:paraId="35B85D61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CE33118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2DF6446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F16A35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62849572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661EA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B2467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4073419D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EAD7BCD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6C4EC2" w14:paraId="459542F9" w14:textId="77777777" w:rsidTr="001839E4">
        <w:trPr>
          <w:cantSplit/>
        </w:trPr>
        <w:tc>
          <w:tcPr>
            <w:tcW w:w="540" w:type="dxa"/>
            <w:gridSpan w:val="2"/>
          </w:tcPr>
          <w:p w14:paraId="20A8EB38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B548C41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b/>
                <w:kern w:val="18"/>
              </w:rPr>
              <w:t>– TAXICABS AND LIMOUSINES</w:t>
            </w:r>
          </w:p>
        </w:tc>
      </w:tr>
      <w:tr w:rsidR="00E30467" w:rsidRPr="006C4EC2" w14:paraId="06477CE7" w14:textId="77777777" w:rsidTr="001839E4">
        <w:trPr>
          <w:cantSplit/>
        </w:trPr>
        <w:tc>
          <w:tcPr>
            <w:tcW w:w="3120" w:type="dxa"/>
            <w:gridSpan w:val="3"/>
          </w:tcPr>
          <w:p w14:paraId="0A372E7D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1500</w:t>
            </w:r>
          </w:p>
        </w:tc>
        <w:tc>
          <w:tcPr>
            <w:tcW w:w="780" w:type="dxa"/>
          </w:tcPr>
          <w:p w14:paraId="01FF37B2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370869AD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58CAECA9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7BE605EE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14:paraId="427E62F0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A66530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84874D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459FCBDC" w14:textId="77777777" w:rsidTr="001839E4">
        <w:trPr>
          <w:cantSplit/>
        </w:trPr>
        <w:tc>
          <w:tcPr>
            <w:tcW w:w="540" w:type="dxa"/>
            <w:gridSpan w:val="2"/>
          </w:tcPr>
          <w:p w14:paraId="7F8F5AE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99FE1A2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b/>
                <w:kern w:val="18"/>
              </w:rPr>
              <w:t>– SCHOOL AND CHURCH BUSES</w:t>
            </w:r>
          </w:p>
        </w:tc>
      </w:tr>
      <w:tr w:rsidR="00E30467" w:rsidRPr="006C4EC2" w14:paraId="76D192F3" w14:textId="77777777" w:rsidTr="001839E4">
        <w:trPr>
          <w:cantSplit/>
        </w:trPr>
        <w:tc>
          <w:tcPr>
            <w:tcW w:w="3120" w:type="dxa"/>
            <w:gridSpan w:val="3"/>
          </w:tcPr>
          <w:p w14:paraId="1E5C7FC1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133</w:t>
            </w:r>
          </w:p>
        </w:tc>
        <w:tc>
          <w:tcPr>
            <w:tcW w:w="780" w:type="dxa"/>
          </w:tcPr>
          <w:p w14:paraId="5D9DD7DE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B6F47CD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7224961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0965FA2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2839D9C6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64383A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CDE4DB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79AF0D62" w14:textId="77777777" w:rsidTr="001839E4">
        <w:trPr>
          <w:cantSplit/>
        </w:trPr>
        <w:tc>
          <w:tcPr>
            <w:tcW w:w="540" w:type="dxa"/>
            <w:gridSpan w:val="2"/>
          </w:tcPr>
          <w:p w14:paraId="60FF7BF9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443D77F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– OTHER BUSES</w:t>
            </w:r>
          </w:p>
        </w:tc>
      </w:tr>
      <w:tr w:rsidR="00E30467" w:rsidRPr="006C4EC2" w14:paraId="41BABB27" w14:textId="77777777" w:rsidTr="001839E4">
        <w:trPr>
          <w:cantSplit/>
        </w:trPr>
        <w:tc>
          <w:tcPr>
            <w:tcW w:w="3120" w:type="dxa"/>
            <w:gridSpan w:val="3"/>
          </w:tcPr>
          <w:p w14:paraId="4BA1582B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920</w:t>
            </w:r>
          </w:p>
        </w:tc>
        <w:tc>
          <w:tcPr>
            <w:tcW w:w="780" w:type="dxa"/>
          </w:tcPr>
          <w:p w14:paraId="07C0554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7894F8C2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06181481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14:paraId="64D74D3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$55    </w:t>
            </w:r>
          </w:p>
        </w:tc>
        <w:tc>
          <w:tcPr>
            <w:tcW w:w="1040" w:type="dxa"/>
          </w:tcPr>
          <w:p w14:paraId="32BAF5BA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71AEDF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4E73B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2F64649F" w14:textId="77777777" w:rsidTr="001839E4">
        <w:trPr>
          <w:cantSplit/>
        </w:trPr>
        <w:tc>
          <w:tcPr>
            <w:tcW w:w="540" w:type="dxa"/>
            <w:gridSpan w:val="2"/>
          </w:tcPr>
          <w:p w14:paraId="33AAA86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50C2E99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– VAN POOLS</w:t>
            </w:r>
          </w:p>
        </w:tc>
      </w:tr>
      <w:tr w:rsidR="00E30467" w:rsidRPr="006C4EC2" w14:paraId="201A510D" w14:textId="77777777" w:rsidTr="001839E4">
        <w:trPr>
          <w:cantSplit/>
        </w:trPr>
        <w:tc>
          <w:tcPr>
            <w:tcW w:w="3120" w:type="dxa"/>
            <w:gridSpan w:val="3"/>
          </w:tcPr>
          <w:p w14:paraId="3974F4B7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363</w:t>
            </w:r>
          </w:p>
        </w:tc>
        <w:tc>
          <w:tcPr>
            <w:tcW w:w="780" w:type="dxa"/>
          </w:tcPr>
          <w:p w14:paraId="56DCD8D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1785B97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15EB0B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8AEDFF6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07D294A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9E35B8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7FA644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311653F2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CA42B1A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  <w:r w:rsidRPr="006C4EC2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6C4EC2" w14:paraId="725AF80F" w14:textId="77777777" w:rsidTr="001839E4">
        <w:trPr>
          <w:cantSplit/>
        </w:trPr>
        <w:tc>
          <w:tcPr>
            <w:tcW w:w="3120" w:type="dxa"/>
            <w:gridSpan w:val="3"/>
          </w:tcPr>
          <w:p w14:paraId="409F3A0A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$   319</w:t>
            </w:r>
          </w:p>
        </w:tc>
        <w:tc>
          <w:tcPr>
            <w:tcW w:w="3120" w:type="dxa"/>
            <w:gridSpan w:val="4"/>
          </w:tcPr>
          <w:p w14:paraId="37826448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 xml:space="preserve">Refer to Rule </w:t>
            </w:r>
            <w:r w:rsidRPr="006C4EC2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204DDF0C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728E5F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C4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CCC97F" w14:textId="77777777" w:rsidR="00E30467" w:rsidRPr="006C4EC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C4EC2" w14:paraId="28F6C863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6EB3902" w14:textId="77777777" w:rsidR="00E30467" w:rsidRPr="006C4EC2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6C4EC2" w14:paraId="76BB9985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E723C75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F861AB7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kern w:val="18"/>
              </w:rPr>
              <w:t xml:space="preserve">For liability increased limits factors, refer to Rule </w:t>
            </w:r>
            <w:r w:rsidRPr="006C4EC2">
              <w:rPr>
                <w:rStyle w:val="rulelink"/>
              </w:rPr>
              <w:t>100.</w:t>
            </w:r>
          </w:p>
        </w:tc>
      </w:tr>
      <w:tr w:rsidR="00E30467" w:rsidRPr="006C4EC2" w14:paraId="47EC01BC" w14:textId="77777777" w:rsidTr="001839E4">
        <w:trPr>
          <w:cantSplit/>
        </w:trPr>
        <w:tc>
          <w:tcPr>
            <w:tcW w:w="220" w:type="dxa"/>
          </w:tcPr>
          <w:p w14:paraId="15FD889E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3A6ECE45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kern w:val="18"/>
              </w:rPr>
              <w:t xml:space="preserve">For liability fleet factors, refer to Rules </w:t>
            </w:r>
            <w:r w:rsidRPr="006C4EC2">
              <w:rPr>
                <w:rStyle w:val="rulelink"/>
              </w:rPr>
              <w:t>22.</w:t>
            </w:r>
            <w:r w:rsidRPr="006C4EC2">
              <w:rPr>
                <w:kern w:val="18"/>
              </w:rPr>
              <w:t xml:space="preserve"> and </w:t>
            </w:r>
            <w:r w:rsidRPr="006C4EC2">
              <w:rPr>
                <w:rStyle w:val="rulelink"/>
              </w:rPr>
              <w:t>39.</w:t>
            </w:r>
          </w:p>
        </w:tc>
      </w:tr>
      <w:tr w:rsidR="00E30467" w:rsidRPr="006C4EC2" w14:paraId="50D50024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0B6CE0" w14:textId="77777777" w:rsidR="00E30467" w:rsidRPr="006C4EC2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6C4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55CB694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  <w:r w:rsidRPr="006C4EC2">
              <w:rPr>
                <w:kern w:val="18"/>
              </w:rPr>
              <w:t xml:space="preserve">Other Than Auto losses for </w:t>
            </w:r>
            <w:r w:rsidRPr="006C4EC2">
              <w:t>Auto Dealers</w:t>
            </w:r>
            <w:r w:rsidRPr="006C4EC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C4EC2">
              <w:rPr>
                <w:rStyle w:val="rulelink"/>
              </w:rPr>
              <w:t>49.</w:t>
            </w:r>
          </w:p>
        </w:tc>
      </w:tr>
      <w:tr w:rsidR="00E30467" w:rsidRPr="006C4EC2" w14:paraId="416C6A3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733DA5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10B13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6831574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34BAB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ECEC48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06BBFC1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F1A4F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D133C6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4B8866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1B013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58CC6EF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0C6E958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822F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32FF08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59BB3B5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AF154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B8C71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0D49ABD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E12F7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E77394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5576FE8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521DFC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F55464F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34D0DDB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0FFD07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6AC9E9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5A10BA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D688E0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4DD996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0FC8492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926C4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61034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33D66B3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AA84FB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BC4CA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6582602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DC7CDE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AF2098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1D2C10D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AF989A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C7E1D04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2A298A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8E377C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F358C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31D519D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5F82E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CEF68C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5840DC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4C79A2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E32EB8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1EEC389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116953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0293C9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2DCED0A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4105C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347DE7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6D9DD3F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273FF3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6CD50B3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09F9A2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D8BA7D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7723A7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333DB83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E8C35F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9BF61F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C4EC2" w14:paraId="48E2B959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D1BFBE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46B5D615" w14:textId="77777777" w:rsidR="00E30467" w:rsidRPr="006C4EC2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3CED5D61" w14:textId="77777777" w:rsidR="00E30467" w:rsidRPr="006C4EC2" w:rsidRDefault="00E30467" w:rsidP="00E30467">
      <w:pPr>
        <w:pStyle w:val="isonormal"/>
      </w:pPr>
    </w:p>
    <w:p w14:paraId="73D714CF" w14:textId="77777777" w:rsidR="00E30467" w:rsidRDefault="00E30467" w:rsidP="00E30467">
      <w:pPr>
        <w:pStyle w:val="isonormal"/>
        <w:sectPr w:rsidR="00E30467" w:rsidSect="00E30467">
          <w:headerReference w:type="default" r:id="rId15"/>
          <w:footerReference w:type="default" r:id="rId1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832065" w14:paraId="0AF70C78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463D91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AB49A9A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D9BBEE3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>PERSONAL INJURY PROTECTION</w:t>
            </w:r>
          </w:p>
        </w:tc>
      </w:tr>
      <w:tr w:rsidR="00E30467" w:rsidRPr="00832065" w14:paraId="4E8F5270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A610C4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7DDF961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B4F7B3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832065" w14:paraId="34DEDBFB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B5A664E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613B374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CD81905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944B147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B51D02D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AC30F4" w14:textId="77777777" w:rsidR="00E30467" w:rsidRPr="00832065" w:rsidRDefault="00E30467" w:rsidP="001839E4">
            <w:pPr>
              <w:pStyle w:val="tablehead"/>
              <w:rPr>
                <w:kern w:val="18"/>
              </w:rPr>
            </w:pPr>
            <w:r w:rsidRPr="00832065">
              <w:rPr>
                <w:kern w:val="18"/>
              </w:rPr>
              <w:t>Basic Limits</w:t>
            </w:r>
          </w:p>
        </w:tc>
      </w:tr>
      <w:tr w:rsidR="00E30467" w:rsidRPr="00832065" w14:paraId="66602C42" w14:textId="77777777" w:rsidTr="001839E4">
        <w:trPr>
          <w:cantSplit/>
        </w:trPr>
        <w:tc>
          <w:tcPr>
            <w:tcW w:w="9360" w:type="dxa"/>
            <w:gridSpan w:val="10"/>
          </w:tcPr>
          <w:p w14:paraId="64A9EFC4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832065" w14:paraId="6D1AF236" w14:textId="77777777" w:rsidTr="001839E4">
        <w:trPr>
          <w:cantSplit/>
        </w:trPr>
        <w:tc>
          <w:tcPr>
            <w:tcW w:w="3120" w:type="dxa"/>
            <w:gridSpan w:val="3"/>
          </w:tcPr>
          <w:p w14:paraId="128EDC10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 273</w:t>
            </w:r>
          </w:p>
        </w:tc>
        <w:tc>
          <w:tcPr>
            <w:tcW w:w="780" w:type="dxa"/>
          </w:tcPr>
          <w:p w14:paraId="0D9CFD80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AB5C701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AA0515A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35D90F5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778EE7B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5D043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789C8F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2FE968D9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DCB00C5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832065" w14:paraId="07A79820" w14:textId="77777777" w:rsidTr="001839E4">
        <w:trPr>
          <w:cantSplit/>
        </w:trPr>
        <w:tc>
          <w:tcPr>
            <w:tcW w:w="3120" w:type="dxa"/>
            <w:gridSpan w:val="3"/>
          </w:tcPr>
          <w:p w14:paraId="28681A29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14:paraId="3CC05BC1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3A8CD22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7680B19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D7E967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C606CD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3D355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337F4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2D9E82EE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383AD5C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832065" w14:paraId="401AE2F5" w14:textId="77777777" w:rsidTr="001839E4">
        <w:trPr>
          <w:cantSplit/>
        </w:trPr>
        <w:tc>
          <w:tcPr>
            <w:tcW w:w="540" w:type="dxa"/>
            <w:gridSpan w:val="2"/>
          </w:tcPr>
          <w:p w14:paraId="3511BC8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47964C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b/>
                <w:kern w:val="18"/>
              </w:rPr>
              <w:t>– TAXICABS AND LIMOUSINES</w:t>
            </w:r>
          </w:p>
        </w:tc>
      </w:tr>
      <w:tr w:rsidR="00E30467" w:rsidRPr="00832065" w14:paraId="2B105B9C" w14:textId="77777777" w:rsidTr="001839E4">
        <w:trPr>
          <w:cantSplit/>
        </w:trPr>
        <w:tc>
          <w:tcPr>
            <w:tcW w:w="3120" w:type="dxa"/>
            <w:gridSpan w:val="3"/>
          </w:tcPr>
          <w:p w14:paraId="6281963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1693</w:t>
            </w:r>
          </w:p>
        </w:tc>
        <w:tc>
          <w:tcPr>
            <w:tcW w:w="780" w:type="dxa"/>
          </w:tcPr>
          <w:p w14:paraId="206D75B5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2249688A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753C2A0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14:paraId="20265692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$70    </w:t>
            </w:r>
          </w:p>
        </w:tc>
        <w:tc>
          <w:tcPr>
            <w:tcW w:w="1040" w:type="dxa"/>
          </w:tcPr>
          <w:p w14:paraId="79D3DFB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39CCDD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75176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66A7A10E" w14:textId="77777777" w:rsidTr="001839E4">
        <w:trPr>
          <w:cantSplit/>
        </w:trPr>
        <w:tc>
          <w:tcPr>
            <w:tcW w:w="540" w:type="dxa"/>
            <w:gridSpan w:val="2"/>
          </w:tcPr>
          <w:p w14:paraId="2D972D3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BAD6926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b/>
                <w:kern w:val="18"/>
              </w:rPr>
              <w:t>– SCHOOL AND CHURCH BUSES</w:t>
            </w:r>
          </w:p>
        </w:tc>
      </w:tr>
      <w:tr w:rsidR="00E30467" w:rsidRPr="00832065" w14:paraId="12C341BB" w14:textId="77777777" w:rsidTr="001839E4">
        <w:trPr>
          <w:cantSplit/>
        </w:trPr>
        <w:tc>
          <w:tcPr>
            <w:tcW w:w="3120" w:type="dxa"/>
            <w:gridSpan w:val="3"/>
          </w:tcPr>
          <w:p w14:paraId="47DA968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 150</w:t>
            </w:r>
          </w:p>
        </w:tc>
        <w:tc>
          <w:tcPr>
            <w:tcW w:w="780" w:type="dxa"/>
          </w:tcPr>
          <w:p w14:paraId="27CD062B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F726CA5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3BEEBA7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2E634D4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3299181B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3E7FD4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BAAE7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4EF1CAEC" w14:textId="77777777" w:rsidTr="001839E4">
        <w:trPr>
          <w:cantSplit/>
        </w:trPr>
        <w:tc>
          <w:tcPr>
            <w:tcW w:w="540" w:type="dxa"/>
            <w:gridSpan w:val="2"/>
          </w:tcPr>
          <w:p w14:paraId="67BD4F24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91F85C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– OTHER BUSES</w:t>
            </w:r>
          </w:p>
        </w:tc>
      </w:tr>
      <w:tr w:rsidR="00E30467" w:rsidRPr="00832065" w14:paraId="70EC5B9F" w14:textId="77777777" w:rsidTr="001839E4">
        <w:trPr>
          <w:cantSplit/>
        </w:trPr>
        <w:tc>
          <w:tcPr>
            <w:tcW w:w="3120" w:type="dxa"/>
            <w:gridSpan w:val="3"/>
          </w:tcPr>
          <w:p w14:paraId="2D028FF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1037</w:t>
            </w:r>
          </w:p>
        </w:tc>
        <w:tc>
          <w:tcPr>
            <w:tcW w:w="780" w:type="dxa"/>
          </w:tcPr>
          <w:p w14:paraId="565A7EA0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68B8B649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14:paraId="1135F985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14:paraId="5EB2257A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14:paraId="7354A211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DA63D5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34AD62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7AB8CD39" w14:textId="77777777" w:rsidTr="001839E4">
        <w:trPr>
          <w:cantSplit/>
        </w:trPr>
        <w:tc>
          <w:tcPr>
            <w:tcW w:w="540" w:type="dxa"/>
            <w:gridSpan w:val="2"/>
          </w:tcPr>
          <w:p w14:paraId="3683C67E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862A09E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– VAN POOLS</w:t>
            </w:r>
          </w:p>
        </w:tc>
      </w:tr>
      <w:tr w:rsidR="00E30467" w:rsidRPr="00832065" w14:paraId="700AA303" w14:textId="77777777" w:rsidTr="001839E4">
        <w:trPr>
          <w:cantSplit/>
        </w:trPr>
        <w:tc>
          <w:tcPr>
            <w:tcW w:w="3120" w:type="dxa"/>
            <w:gridSpan w:val="3"/>
          </w:tcPr>
          <w:p w14:paraId="1EA5FF6A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 410</w:t>
            </w:r>
          </w:p>
        </w:tc>
        <w:tc>
          <w:tcPr>
            <w:tcW w:w="780" w:type="dxa"/>
          </w:tcPr>
          <w:p w14:paraId="61445B26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669B240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FE7F4DF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30AA14F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07F3D8B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CCF3A4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AB9F4A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599C009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31C8EB7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  <w:r w:rsidRPr="00832065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832065" w14:paraId="10E37704" w14:textId="77777777" w:rsidTr="001839E4">
        <w:trPr>
          <w:cantSplit/>
        </w:trPr>
        <w:tc>
          <w:tcPr>
            <w:tcW w:w="3120" w:type="dxa"/>
            <w:gridSpan w:val="3"/>
          </w:tcPr>
          <w:p w14:paraId="50CF48DE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$   337</w:t>
            </w:r>
          </w:p>
        </w:tc>
        <w:tc>
          <w:tcPr>
            <w:tcW w:w="3120" w:type="dxa"/>
            <w:gridSpan w:val="4"/>
          </w:tcPr>
          <w:p w14:paraId="3B2B4657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 xml:space="preserve">Refer to Rule </w:t>
            </w:r>
            <w:r w:rsidRPr="0083206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6363B58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8F5A3C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320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85A3A3" w14:textId="77777777" w:rsidR="00E30467" w:rsidRPr="008320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32065" w14:paraId="6119FA24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1597CEB" w14:textId="77777777" w:rsidR="00E30467" w:rsidRPr="00832065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832065" w14:paraId="38392AF9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3C9E2ED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B76D0E9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kern w:val="18"/>
              </w:rPr>
              <w:t xml:space="preserve">For liability increased limits factors, refer to Rule </w:t>
            </w:r>
            <w:r w:rsidRPr="00832065">
              <w:rPr>
                <w:rStyle w:val="rulelink"/>
              </w:rPr>
              <w:t>100.</w:t>
            </w:r>
          </w:p>
        </w:tc>
      </w:tr>
      <w:tr w:rsidR="00E30467" w:rsidRPr="00832065" w14:paraId="085B31B1" w14:textId="77777777" w:rsidTr="001839E4">
        <w:trPr>
          <w:cantSplit/>
        </w:trPr>
        <w:tc>
          <w:tcPr>
            <w:tcW w:w="220" w:type="dxa"/>
          </w:tcPr>
          <w:p w14:paraId="0432725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1E5A46C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kern w:val="18"/>
              </w:rPr>
              <w:t xml:space="preserve">For liability fleet factors, refer to Rules </w:t>
            </w:r>
            <w:r w:rsidRPr="00832065">
              <w:rPr>
                <w:rStyle w:val="rulelink"/>
              </w:rPr>
              <w:t>22.</w:t>
            </w:r>
            <w:r w:rsidRPr="00832065">
              <w:rPr>
                <w:kern w:val="18"/>
              </w:rPr>
              <w:t xml:space="preserve"> and </w:t>
            </w:r>
            <w:r w:rsidRPr="00832065">
              <w:rPr>
                <w:rStyle w:val="rulelink"/>
              </w:rPr>
              <w:t>39.</w:t>
            </w:r>
          </w:p>
        </w:tc>
      </w:tr>
      <w:tr w:rsidR="00E30467" w:rsidRPr="00832065" w14:paraId="179532CA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D8E1983" w14:textId="77777777" w:rsidR="00E30467" w:rsidRPr="00832065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832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3F7571A2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  <w:r w:rsidRPr="00832065">
              <w:rPr>
                <w:kern w:val="18"/>
              </w:rPr>
              <w:t xml:space="preserve">Other Than Auto losses for </w:t>
            </w:r>
            <w:r w:rsidRPr="00832065">
              <w:t>Auto Dealers</w:t>
            </w:r>
            <w:r w:rsidRPr="0083206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32065">
              <w:rPr>
                <w:rStyle w:val="rulelink"/>
              </w:rPr>
              <w:t>49.</w:t>
            </w:r>
          </w:p>
        </w:tc>
      </w:tr>
      <w:tr w:rsidR="00E30467" w:rsidRPr="00832065" w14:paraId="2CF1B5D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CA282D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743A69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28FC590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DA084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7D038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E1A765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07AC5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A2C2DD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0D326B7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3A002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23D1C0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8B278E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51C7B0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6696C2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4129828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D5FE07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7F3BE5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65511E2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05F2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7D0837E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480A32C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FEFD3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45C7A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22038DA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4BE572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AE33BC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57186B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E687A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DB1997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759881D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4980DA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1E126C1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19B6EE6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9289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57C1EA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176265E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E38D7A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B7486D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6D40E7E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EBFC67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3EB8B5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34D701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0E1F59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D598A3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4EDEFE5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D1279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E9EAB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47AFB1B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CF6954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0897AE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38C7EF6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41D2EF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45F4A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0321737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392859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CDD2EB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72DCC5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584E63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7C40CDA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3A0630D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058BA3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6CAB81E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5973277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8B7435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F5C428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32065" w14:paraId="359384C0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1BEFB72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6C102C2" w14:textId="77777777" w:rsidR="00E30467" w:rsidRPr="00832065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7587D08" w14:textId="77777777" w:rsidR="00E30467" w:rsidRPr="00832065" w:rsidRDefault="00E30467" w:rsidP="00E30467">
      <w:pPr>
        <w:pStyle w:val="isonormal"/>
      </w:pPr>
    </w:p>
    <w:p w14:paraId="443CB99C" w14:textId="77777777" w:rsidR="00E30467" w:rsidRDefault="00E30467" w:rsidP="00E30467">
      <w:pPr>
        <w:pStyle w:val="isonormal"/>
        <w:sectPr w:rsidR="00E30467" w:rsidSect="00E30467">
          <w:headerReference w:type="default" r:id="rId17"/>
          <w:footerReference w:type="default" r:id="rId1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FF626F" w14:paraId="2DD90EF3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A9749B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7EB3D78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A1F24C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>PERSONAL INJURY PROTECTION</w:t>
            </w:r>
          </w:p>
        </w:tc>
      </w:tr>
      <w:tr w:rsidR="00E30467" w:rsidRPr="00FF626F" w14:paraId="65EF6EBD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B1F42BC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9502AEB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38B66B2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FF626F" w14:paraId="365523A3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782BB8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631EA43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3F503EC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9A4710B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49173A9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B0EEADD" w14:textId="77777777" w:rsidR="00E30467" w:rsidRPr="00FF626F" w:rsidRDefault="00E30467" w:rsidP="001839E4">
            <w:pPr>
              <w:pStyle w:val="tablehead"/>
              <w:rPr>
                <w:kern w:val="18"/>
              </w:rPr>
            </w:pPr>
            <w:r w:rsidRPr="00FF626F">
              <w:rPr>
                <w:kern w:val="18"/>
              </w:rPr>
              <w:t>Basic Limits</w:t>
            </w:r>
          </w:p>
        </w:tc>
      </w:tr>
      <w:tr w:rsidR="00E30467" w:rsidRPr="00FF626F" w14:paraId="1D7A974D" w14:textId="77777777" w:rsidTr="001839E4">
        <w:trPr>
          <w:cantSplit/>
        </w:trPr>
        <w:tc>
          <w:tcPr>
            <w:tcW w:w="9360" w:type="dxa"/>
            <w:gridSpan w:val="10"/>
          </w:tcPr>
          <w:p w14:paraId="7B44E7B9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FF626F" w14:paraId="74436906" w14:textId="77777777" w:rsidTr="001839E4">
        <w:trPr>
          <w:cantSplit/>
        </w:trPr>
        <w:tc>
          <w:tcPr>
            <w:tcW w:w="3120" w:type="dxa"/>
            <w:gridSpan w:val="3"/>
          </w:tcPr>
          <w:p w14:paraId="030B1874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192</w:t>
            </w:r>
          </w:p>
        </w:tc>
        <w:tc>
          <w:tcPr>
            <w:tcW w:w="780" w:type="dxa"/>
          </w:tcPr>
          <w:p w14:paraId="5BB5C573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764A62B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B47A4DA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68C01E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643107E7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0909BA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C6F220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6179DA78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920FC3F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FF626F" w14:paraId="4E8C4D02" w14:textId="77777777" w:rsidTr="001839E4">
        <w:trPr>
          <w:cantSplit/>
        </w:trPr>
        <w:tc>
          <w:tcPr>
            <w:tcW w:w="3120" w:type="dxa"/>
            <w:gridSpan w:val="3"/>
          </w:tcPr>
          <w:p w14:paraId="1ABF28C7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279</w:t>
            </w:r>
          </w:p>
        </w:tc>
        <w:tc>
          <w:tcPr>
            <w:tcW w:w="780" w:type="dxa"/>
          </w:tcPr>
          <w:p w14:paraId="328C257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585675F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9DB8300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53D6885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7FDFA821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41F6D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A6A170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16D3CC3F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773215C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FF626F" w14:paraId="45456FB7" w14:textId="77777777" w:rsidTr="001839E4">
        <w:trPr>
          <w:cantSplit/>
        </w:trPr>
        <w:tc>
          <w:tcPr>
            <w:tcW w:w="540" w:type="dxa"/>
            <w:gridSpan w:val="2"/>
          </w:tcPr>
          <w:p w14:paraId="564F503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BC6660A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b/>
                <w:kern w:val="18"/>
              </w:rPr>
              <w:t>– TAXICABS AND LIMOUSINES</w:t>
            </w:r>
          </w:p>
        </w:tc>
      </w:tr>
      <w:tr w:rsidR="00E30467" w:rsidRPr="00FF626F" w14:paraId="1CD68F0E" w14:textId="77777777" w:rsidTr="001839E4">
        <w:trPr>
          <w:cantSplit/>
        </w:trPr>
        <w:tc>
          <w:tcPr>
            <w:tcW w:w="3120" w:type="dxa"/>
            <w:gridSpan w:val="3"/>
          </w:tcPr>
          <w:p w14:paraId="13DB9068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1190</w:t>
            </w:r>
          </w:p>
        </w:tc>
        <w:tc>
          <w:tcPr>
            <w:tcW w:w="780" w:type="dxa"/>
          </w:tcPr>
          <w:p w14:paraId="693F9FD9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48E43F44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775C021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14:paraId="1FC85BBC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6474040D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CC4EDF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FAAD49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0D09659A" w14:textId="77777777" w:rsidTr="001839E4">
        <w:trPr>
          <w:cantSplit/>
        </w:trPr>
        <w:tc>
          <w:tcPr>
            <w:tcW w:w="540" w:type="dxa"/>
            <w:gridSpan w:val="2"/>
          </w:tcPr>
          <w:p w14:paraId="6E3AD52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20FA3BD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b/>
                <w:kern w:val="18"/>
              </w:rPr>
              <w:t>– SCHOOL AND CHURCH BUSES</w:t>
            </w:r>
          </w:p>
        </w:tc>
      </w:tr>
      <w:tr w:rsidR="00E30467" w:rsidRPr="00FF626F" w14:paraId="77EAE7E4" w14:textId="77777777" w:rsidTr="001839E4">
        <w:trPr>
          <w:cantSplit/>
        </w:trPr>
        <w:tc>
          <w:tcPr>
            <w:tcW w:w="3120" w:type="dxa"/>
            <w:gridSpan w:val="3"/>
          </w:tcPr>
          <w:p w14:paraId="3C8B738D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106</w:t>
            </w:r>
          </w:p>
        </w:tc>
        <w:tc>
          <w:tcPr>
            <w:tcW w:w="780" w:type="dxa"/>
          </w:tcPr>
          <w:p w14:paraId="4CDCC150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BF0F2C7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59E9887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04E63E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3A5AC439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26807E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1C4E0C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070EF985" w14:textId="77777777" w:rsidTr="001839E4">
        <w:trPr>
          <w:cantSplit/>
        </w:trPr>
        <w:tc>
          <w:tcPr>
            <w:tcW w:w="540" w:type="dxa"/>
            <w:gridSpan w:val="2"/>
          </w:tcPr>
          <w:p w14:paraId="09CF0540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6091F9F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– OTHER BUSES</w:t>
            </w:r>
          </w:p>
        </w:tc>
      </w:tr>
      <w:tr w:rsidR="00E30467" w:rsidRPr="00FF626F" w14:paraId="3E922C51" w14:textId="77777777" w:rsidTr="001839E4">
        <w:trPr>
          <w:cantSplit/>
        </w:trPr>
        <w:tc>
          <w:tcPr>
            <w:tcW w:w="3120" w:type="dxa"/>
            <w:gridSpan w:val="3"/>
          </w:tcPr>
          <w:p w14:paraId="6487263A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730</w:t>
            </w:r>
          </w:p>
        </w:tc>
        <w:tc>
          <w:tcPr>
            <w:tcW w:w="780" w:type="dxa"/>
          </w:tcPr>
          <w:p w14:paraId="2FD260C7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34D786BD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4B58CF56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14:paraId="2916E571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14:paraId="6E6CF9AA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B2D1E3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2AD74C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1857466B" w14:textId="77777777" w:rsidTr="001839E4">
        <w:trPr>
          <w:cantSplit/>
        </w:trPr>
        <w:tc>
          <w:tcPr>
            <w:tcW w:w="540" w:type="dxa"/>
            <w:gridSpan w:val="2"/>
          </w:tcPr>
          <w:p w14:paraId="08BAF1A0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6D44492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– VAN POOLS</w:t>
            </w:r>
          </w:p>
        </w:tc>
      </w:tr>
      <w:tr w:rsidR="00E30467" w:rsidRPr="00FF626F" w14:paraId="4F4F0619" w14:textId="77777777" w:rsidTr="001839E4">
        <w:trPr>
          <w:cantSplit/>
        </w:trPr>
        <w:tc>
          <w:tcPr>
            <w:tcW w:w="3120" w:type="dxa"/>
            <w:gridSpan w:val="3"/>
          </w:tcPr>
          <w:p w14:paraId="6735453E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288</w:t>
            </w:r>
          </w:p>
        </w:tc>
        <w:tc>
          <w:tcPr>
            <w:tcW w:w="780" w:type="dxa"/>
          </w:tcPr>
          <w:p w14:paraId="01AE5B94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8FC0081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6AC1023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61F3CCD4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6105D11B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33EED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5DCB59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7F6064F6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A9D516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  <w:r w:rsidRPr="00FF626F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FF626F" w14:paraId="0F14ABF9" w14:textId="77777777" w:rsidTr="001839E4">
        <w:trPr>
          <w:cantSplit/>
        </w:trPr>
        <w:tc>
          <w:tcPr>
            <w:tcW w:w="3120" w:type="dxa"/>
            <w:gridSpan w:val="3"/>
          </w:tcPr>
          <w:p w14:paraId="300E2582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$   254</w:t>
            </w:r>
          </w:p>
        </w:tc>
        <w:tc>
          <w:tcPr>
            <w:tcW w:w="3120" w:type="dxa"/>
            <w:gridSpan w:val="4"/>
          </w:tcPr>
          <w:p w14:paraId="29C1B4AF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 xml:space="preserve">Refer to Rule </w:t>
            </w:r>
            <w:r w:rsidRPr="00FF626F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73D69DB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12A696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F626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8DB2E5" w14:textId="77777777" w:rsidR="00E30467" w:rsidRPr="00FF626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F626F" w14:paraId="18B40C13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7162C73" w14:textId="77777777" w:rsidR="00E30467" w:rsidRPr="00FF626F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FF626F" w14:paraId="789FD4AE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4E3FF5A4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06BF6C06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kern w:val="18"/>
              </w:rPr>
              <w:t xml:space="preserve">For liability increased limits factors, refer to Rule </w:t>
            </w:r>
            <w:r w:rsidRPr="00FF626F">
              <w:rPr>
                <w:rStyle w:val="rulelink"/>
              </w:rPr>
              <w:t>100.</w:t>
            </w:r>
          </w:p>
        </w:tc>
      </w:tr>
      <w:tr w:rsidR="00E30467" w:rsidRPr="00FF626F" w14:paraId="5ED2751D" w14:textId="77777777" w:rsidTr="001839E4">
        <w:trPr>
          <w:cantSplit/>
        </w:trPr>
        <w:tc>
          <w:tcPr>
            <w:tcW w:w="220" w:type="dxa"/>
          </w:tcPr>
          <w:p w14:paraId="26AF016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22D4F547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kern w:val="18"/>
              </w:rPr>
              <w:t xml:space="preserve">For liability fleet factors, refer to Rules </w:t>
            </w:r>
            <w:r w:rsidRPr="00FF626F">
              <w:rPr>
                <w:rStyle w:val="rulelink"/>
              </w:rPr>
              <w:t>22.</w:t>
            </w:r>
            <w:r w:rsidRPr="00FF626F">
              <w:rPr>
                <w:kern w:val="18"/>
              </w:rPr>
              <w:t xml:space="preserve"> and </w:t>
            </w:r>
            <w:r w:rsidRPr="00FF626F">
              <w:rPr>
                <w:rStyle w:val="rulelink"/>
              </w:rPr>
              <w:t>39.</w:t>
            </w:r>
          </w:p>
        </w:tc>
      </w:tr>
      <w:tr w:rsidR="00E30467" w:rsidRPr="00FF626F" w14:paraId="77E27B03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AE3CEF3" w14:textId="77777777" w:rsidR="00E30467" w:rsidRPr="00FF626F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FF62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0870BF5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  <w:r w:rsidRPr="00FF626F">
              <w:rPr>
                <w:kern w:val="18"/>
              </w:rPr>
              <w:t xml:space="preserve">Other Than Auto losses for </w:t>
            </w:r>
            <w:r w:rsidRPr="00FF626F">
              <w:t>Auto Dealers</w:t>
            </w:r>
            <w:r w:rsidRPr="00FF626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F626F">
              <w:rPr>
                <w:rStyle w:val="rulelink"/>
              </w:rPr>
              <w:t>49.</w:t>
            </w:r>
          </w:p>
        </w:tc>
      </w:tr>
      <w:tr w:rsidR="00E30467" w:rsidRPr="00FF626F" w14:paraId="4823B27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60718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49AF7DE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2881E96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81C577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8117FC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74BEC4F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E3D981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1BEF79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01907AE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97AAB9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7D5772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257988C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C76BCD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37F4B5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4D1C50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821A4E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380984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18750A1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7F65B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86F1492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5BFFC6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1FC0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FDD42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7364536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31CBC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B25B46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ECEEFA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FD75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548DC1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09B2ED1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CD42B1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847CC2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60B75EC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3DE07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DA45D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77FB80F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BB6E79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8A2007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1C689CA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03897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5D7A1D7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18E86B7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4EB3EB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5924E0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7DBCFA2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6E54CC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B7D6EC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0013DBB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5322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EF31FB2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6B4CF5D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E0AC4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3D4356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1C1791E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7FA785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4A512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BEADF2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45CBFF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AFD77E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00D0CBC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7FC7F8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271EAE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EF02AA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2697F0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9FBBB1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F626F" w14:paraId="433254B5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EA108BB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32D8D363" w14:textId="77777777" w:rsidR="00E30467" w:rsidRPr="00FF626F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CE87220" w14:textId="77777777" w:rsidR="00E30467" w:rsidRPr="00FF626F" w:rsidRDefault="00E30467" w:rsidP="00E30467">
      <w:pPr>
        <w:pStyle w:val="isonormal"/>
      </w:pPr>
    </w:p>
    <w:p w14:paraId="05D5FA5A" w14:textId="77777777" w:rsidR="00E30467" w:rsidRDefault="00E30467" w:rsidP="00E30467">
      <w:pPr>
        <w:pStyle w:val="isonormal"/>
        <w:sectPr w:rsidR="00E30467" w:rsidSect="00E30467">
          <w:headerReference w:type="default" r:id="rId19"/>
          <w:footerReference w:type="default" r:id="rId2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2918F7" w14:paraId="1FE215B0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F1F61B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97B587A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FE2519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>PERSONAL INJURY PROTECTION</w:t>
            </w:r>
          </w:p>
        </w:tc>
      </w:tr>
      <w:tr w:rsidR="00E30467" w:rsidRPr="002918F7" w14:paraId="7E00714C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66C01A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3E48401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A8FD0B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2918F7" w14:paraId="75B7B7D7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077CCC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44B989F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32ABEA4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9E059DF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EE46DA5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4F352D" w14:textId="77777777" w:rsidR="00E30467" w:rsidRPr="002918F7" w:rsidRDefault="00E30467" w:rsidP="001839E4">
            <w:pPr>
              <w:pStyle w:val="tablehead"/>
              <w:rPr>
                <w:kern w:val="18"/>
              </w:rPr>
            </w:pPr>
            <w:r w:rsidRPr="002918F7">
              <w:rPr>
                <w:kern w:val="18"/>
              </w:rPr>
              <w:t>Basic Limits</w:t>
            </w:r>
          </w:p>
        </w:tc>
      </w:tr>
      <w:tr w:rsidR="00E30467" w:rsidRPr="002918F7" w14:paraId="48F0724A" w14:textId="77777777" w:rsidTr="001839E4">
        <w:trPr>
          <w:cantSplit/>
        </w:trPr>
        <w:tc>
          <w:tcPr>
            <w:tcW w:w="9360" w:type="dxa"/>
            <w:gridSpan w:val="10"/>
          </w:tcPr>
          <w:p w14:paraId="2414B1A9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2918F7" w14:paraId="04AEF995" w14:textId="77777777" w:rsidTr="001839E4">
        <w:trPr>
          <w:cantSplit/>
        </w:trPr>
        <w:tc>
          <w:tcPr>
            <w:tcW w:w="3120" w:type="dxa"/>
            <w:gridSpan w:val="3"/>
          </w:tcPr>
          <w:p w14:paraId="4B5D6F2D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197</w:t>
            </w:r>
          </w:p>
        </w:tc>
        <w:tc>
          <w:tcPr>
            <w:tcW w:w="780" w:type="dxa"/>
          </w:tcPr>
          <w:p w14:paraId="5A7EF992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4394947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4BD1092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4317A7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093427BC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E51E7B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CF1D96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4DA50664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7A986CB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2918F7" w14:paraId="3EBDD03F" w14:textId="77777777" w:rsidTr="001839E4">
        <w:trPr>
          <w:cantSplit/>
        </w:trPr>
        <w:tc>
          <w:tcPr>
            <w:tcW w:w="3120" w:type="dxa"/>
            <w:gridSpan w:val="3"/>
          </w:tcPr>
          <w:p w14:paraId="4EF312B4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221</w:t>
            </w:r>
          </w:p>
        </w:tc>
        <w:tc>
          <w:tcPr>
            <w:tcW w:w="780" w:type="dxa"/>
          </w:tcPr>
          <w:p w14:paraId="5E215E34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4127D06D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F73AFC7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42B3864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091F18AB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01FE6A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89D504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56B644AA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2EAD9E8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2918F7" w14:paraId="6B68757D" w14:textId="77777777" w:rsidTr="001839E4">
        <w:trPr>
          <w:cantSplit/>
        </w:trPr>
        <w:tc>
          <w:tcPr>
            <w:tcW w:w="540" w:type="dxa"/>
            <w:gridSpan w:val="2"/>
          </w:tcPr>
          <w:p w14:paraId="29750E1E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AAB5F02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b/>
                <w:kern w:val="18"/>
              </w:rPr>
              <w:t>– TAXICABS AND LIMOUSINES</w:t>
            </w:r>
          </w:p>
        </w:tc>
      </w:tr>
      <w:tr w:rsidR="00E30467" w:rsidRPr="002918F7" w14:paraId="7539C710" w14:textId="77777777" w:rsidTr="001839E4">
        <w:trPr>
          <w:cantSplit/>
        </w:trPr>
        <w:tc>
          <w:tcPr>
            <w:tcW w:w="3120" w:type="dxa"/>
            <w:gridSpan w:val="3"/>
          </w:tcPr>
          <w:p w14:paraId="21702B3B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1221</w:t>
            </w:r>
          </w:p>
        </w:tc>
        <w:tc>
          <w:tcPr>
            <w:tcW w:w="780" w:type="dxa"/>
          </w:tcPr>
          <w:p w14:paraId="673742C9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4E09F661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6F3DCD83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3102187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3871936E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31A2A6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39A34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5A4764A5" w14:textId="77777777" w:rsidTr="001839E4">
        <w:trPr>
          <w:cantSplit/>
        </w:trPr>
        <w:tc>
          <w:tcPr>
            <w:tcW w:w="540" w:type="dxa"/>
            <w:gridSpan w:val="2"/>
          </w:tcPr>
          <w:p w14:paraId="44969CB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106BB2C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b/>
                <w:kern w:val="18"/>
              </w:rPr>
              <w:t>– SCHOOL AND CHURCH BUSES</w:t>
            </w:r>
          </w:p>
        </w:tc>
      </w:tr>
      <w:tr w:rsidR="00E30467" w:rsidRPr="002918F7" w14:paraId="0B937FE6" w14:textId="77777777" w:rsidTr="001839E4">
        <w:trPr>
          <w:cantSplit/>
        </w:trPr>
        <w:tc>
          <w:tcPr>
            <w:tcW w:w="3120" w:type="dxa"/>
            <w:gridSpan w:val="3"/>
          </w:tcPr>
          <w:p w14:paraId="7FECE9BA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108</w:t>
            </w:r>
          </w:p>
        </w:tc>
        <w:tc>
          <w:tcPr>
            <w:tcW w:w="780" w:type="dxa"/>
          </w:tcPr>
          <w:p w14:paraId="3ECF71F7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3753F210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A7A27C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2B54E093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723834BA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4BAECA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7D78E2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0333FEF9" w14:textId="77777777" w:rsidTr="001839E4">
        <w:trPr>
          <w:cantSplit/>
        </w:trPr>
        <w:tc>
          <w:tcPr>
            <w:tcW w:w="540" w:type="dxa"/>
            <w:gridSpan w:val="2"/>
          </w:tcPr>
          <w:p w14:paraId="349E4F88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85DD7FE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– OTHER BUSES</w:t>
            </w:r>
          </w:p>
        </w:tc>
      </w:tr>
      <w:tr w:rsidR="00E30467" w:rsidRPr="002918F7" w14:paraId="339AB65D" w14:textId="77777777" w:rsidTr="001839E4">
        <w:trPr>
          <w:cantSplit/>
        </w:trPr>
        <w:tc>
          <w:tcPr>
            <w:tcW w:w="3120" w:type="dxa"/>
            <w:gridSpan w:val="3"/>
          </w:tcPr>
          <w:p w14:paraId="7CC945CF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749</w:t>
            </w:r>
          </w:p>
        </w:tc>
        <w:tc>
          <w:tcPr>
            <w:tcW w:w="780" w:type="dxa"/>
          </w:tcPr>
          <w:p w14:paraId="50880E9C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0EA5638C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79E8A269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14:paraId="6CAB8AF5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14:paraId="0BFEB9BD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284E51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515E4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57155074" w14:textId="77777777" w:rsidTr="001839E4">
        <w:trPr>
          <w:cantSplit/>
        </w:trPr>
        <w:tc>
          <w:tcPr>
            <w:tcW w:w="540" w:type="dxa"/>
            <w:gridSpan w:val="2"/>
          </w:tcPr>
          <w:p w14:paraId="5152EF3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5AF09BB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– VAN POOLS</w:t>
            </w:r>
          </w:p>
        </w:tc>
      </w:tr>
      <w:tr w:rsidR="00E30467" w:rsidRPr="002918F7" w14:paraId="5A914E1D" w14:textId="77777777" w:rsidTr="001839E4">
        <w:trPr>
          <w:cantSplit/>
        </w:trPr>
        <w:tc>
          <w:tcPr>
            <w:tcW w:w="3120" w:type="dxa"/>
            <w:gridSpan w:val="3"/>
          </w:tcPr>
          <w:p w14:paraId="67BC665A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296</w:t>
            </w:r>
          </w:p>
        </w:tc>
        <w:tc>
          <w:tcPr>
            <w:tcW w:w="780" w:type="dxa"/>
          </w:tcPr>
          <w:p w14:paraId="41AF8055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4DB1D77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50616E0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5A87581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1AB09F72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E19A21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E2A2ED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15A017F3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36E9D95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  <w:r w:rsidRPr="002918F7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2918F7" w14:paraId="186B2686" w14:textId="77777777" w:rsidTr="001839E4">
        <w:trPr>
          <w:cantSplit/>
        </w:trPr>
        <w:tc>
          <w:tcPr>
            <w:tcW w:w="3120" w:type="dxa"/>
            <w:gridSpan w:val="3"/>
          </w:tcPr>
          <w:p w14:paraId="39C38F4F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$   249</w:t>
            </w:r>
          </w:p>
        </w:tc>
        <w:tc>
          <w:tcPr>
            <w:tcW w:w="3120" w:type="dxa"/>
            <w:gridSpan w:val="4"/>
          </w:tcPr>
          <w:p w14:paraId="1E5D8EDC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 xml:space="preserve">Refer to Rule </w:t>
            </w:r>
            <w:r w:rsidRPr="002918F7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63E5A81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22AC68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918F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3CC555" w14:textId="77777777" w:rsidR="00E30467" w:rsidRPr="002918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918F7" w14:paraId="742AF617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1B19195" w14:textId="77777777" w:rsidR="00E30467" w:rsidRPr="002918F7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2918F7" w14:paraId="5A66ABD8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2F2FBEF3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55BD4E03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kern w:val="18"/>
              </w:rPr>
              <w:t xml:space="preserve">For liability increased limits factors, refer to Rule </w:t>
            </w:r>
            <w:r w:rsidRPr="002918F7">
              <w:rPr>
                <w:rStyle w:val="rulelink"/>
              </w:rPr>
              <w:t>100.</w:t>
            </w:r>
          </w:p>
        </w:tc>
      </w:tr>
      <w:tr w:rsidR="00E30467" w:rsidRPr="002918F7" w14:paraId="441BA261" w14:textId="77777777" w:rsidTr="001839E4">
        <w:trPr>
          <w:cantSplit/>
        </w:trPr>
        <w:tc>
          <w:tcPr>
            <w:tcW w:w="220" w:type="dxa"/>
          </w:tcPr>
          <w:p w14:paraId="2FDB66BF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F0168BC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kern w:val="18"/>
              </w:rPr>
              <w:t xml:space="preserve">For liability fleet factors, refer to Rules </w:t>
            </w:r>
            <w:r w:rsidRPr="002918F7">
              <w:rPr>
                <w:rStyle w:val="rulelink"/>
              </w:rPr>
              <w:t>22.</w:t>
            </w:r>
            <w:r w:rsidRPr="002918F7">
              <w:rPr>
                <w:kern w:val="18"/>
              </w:rPr>
              <w:t xml:space="preserve"> and </w:t>
            </w:r>
            <w:r w:rsidRPr="002918F7">
              <w:rPr>
                <w:rStyle w:val="rulelink"/>
              </w:rPr>
              <w:t>39.</w:t>
            </w:r>
          </w:p>
        </w:tc>
      </w:tr>
      <w:tr w:rsidR="00E30467" w:rsidRPr="002918F7" w14:paraId="6885A3F1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33131E9" w14:textId="77777777" w:rsidR="00E30467" w:rsidRPr="002918F7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2918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154AD35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  <w:r w:rsidRPr="002918F7">
              <w:rPr>
                <w:kern w:val="18"/>
              </w:rPr>
              <w:t xml:space="preserve">Other Than Auto losses for </w:t>
            </w:r>
            <w:r w:rsidRPr="002918F7">
              <w:t>Auto Dealers</w:t>
            </w:r>
            <w:r w:rsidRPr="002918F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918F7">
              <w:rPr>
                <w:rStyle w:val="rulelink"/>
              </w:rPr>
              <w:t>49.</w:t>
            </w:r>
          </w:p>
        </w:tc>
      </w:tr>
      <w:tr w:rsidR="00E30467" w:rsidRPr="002918F7" w14:paraId="222B8FA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EF3EA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4347F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60820E4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333F8D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19F969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401E1B8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AB18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296BEC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13C31D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128E8A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8F31A14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AD616A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51681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120EFF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4116111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06349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5D8DD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32595D5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9CC57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40CF3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0BCDEF2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5FE5CC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EFF863E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0EAA4D5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BD9CB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BF36E9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1695AED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6653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144C712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00BBAC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615BE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0E7E3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36048CE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0A0944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123192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55D7A89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E2BBE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01103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3AFE679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B221D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087F0A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9F3C96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D803B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6133563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270F14F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1E489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A29222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26B01B1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A444CA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EFB2EE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34F1173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D32C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60DC53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6DE6F63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3B81A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8A763E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2DE52E9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80D068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C80E9A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690A0E1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85DFF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7ADA00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5C5D4E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CB44E6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1EFC67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918F7" w14:paraId="7E9144BE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84B74C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B78A651" w14:textId="77777777" w:rsidR="00E30467" w:rsidRPr="002918F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26072CA1" w14:textId="77777777" w:rsidR="00E30467" w:rsidRPr="002918F7" w:rsidRDefault="00E30467" w:rsidP="00E30467">
      <w:pPr>
        <w:pStyle w:val="isonormal"/>
      </w:pPr>
    </w:p>
    <w:p w14:paraId="5D4917D1" w14:textId="77777777" w:rsidR="00E30467" w:rsidRDefault="00E30467" w:rsidP="00E30467">
      <w:pPr>
        <w:pStyle w:val="isonormal"/>
        <w:sectPr w:rsidR="00E30467" w:rsidSect="00E30467">
          <w:headerReference w:type="default" r:id="rId21"/>
          <w:footerReference w:type="default" r:id="rId2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E86443" w14:paraId="03AB6BAA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2397D9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8854163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2A5FD6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>PERSONAL INJURY PROTECTION</w:t>
            </w:r>
          </w:p>
        </w:tc>
      </w:tr>
      <w:tr w:rsidR="00E30467" w:rsidRPr="00E86443" w14:paraId="2B66B9F4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4E00D8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5833F20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199499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E86443" w14:paraId="25666A84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F88F99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0A99EC6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63CE2A1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8CF0605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926A4E4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9085B6" w14:textId="77777777" w:rsidR="00E30467" w:rsidRPr="00E86443" w:rsidRDefault="00E30467" w:rsidP="001839E4">
            <w:pPr>
              <w:pStyle w:val="tablehead"/>
              <w:rPr>
                <w:kern w:val="18"/>
              </w:rPr>
            </w:pPr>
            <w:r w:rsidRPr="00E86443">
              <w:rPr>
                <w:kern w:val="18"/>
              </w:rPr>
              <w:t>Basic Limits</w:t>
            </w:r>
          </w:p>
        </w:tc>
      </w:tr>
      <w:tr w:rsidR="00E30467" w:rsidRPr="00E86443" w14:paraId="58CB8BA4" w14:textId="77777777" w:rsidTr="001839E4">
        <w:trPr>
          <w:cantSplit/>
        </w:trPr>
        <w:tc>
          <w:tcPr>
            <w:tcW w:w="9360" w:type="dxa"/>
            <w:gridSpan w:val="10"/>
          </w:tcPr>
          <w:p w14:paraId="651103CC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E86443" w14:paraId="1087347B" w14:textId="77777777" w:rsidTr="001839E4">
        <w:trPr>
          <w:cantSplit/>
        </w:trPr>
        <w:tc>
          <w:tcPr>
            <w:tcW w:w="3120" w:type="dxa"/>
            <w:gridSpan w:val="3"/>
          </w:tcPr>
          <w:p w14:paraId="13B8E6F3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240</w:t>
            </w:r>
          </w:p>
        </w:tc>
        <w:tc>
          <w:tcPr>
            <w:tcW w:w="780" w:type="dxa"/>
          </w:tcPr>
          <w:p w14:paraId="3780BFFC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151F9DE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0EB92E4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86EF51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23BE53E5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A5436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1847C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2ACF320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DF4FE5E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E86443" w14:paraId="55779403" w14:textId="77777777" w:rsidTr="001839E4">
        <w:trPr>
          <w:cantSplit/>
        </w:trPr>
        <w:tc>
          <w:tcPr>
            <w:tcW w:w="3120" w:type="dxa"/>
            <w:gridSpan w:val="3"/>
          </w:tcPr>
          <w:p w14:paraId="69BEA36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253</w:t>
            </w:r>
          </w:p>
        </w:tc>
        <w:tc>
          <w:tcPr>
            <w:tcW w:w="780" w:type="dxa"/>
          </w:tcPr>
          <w:p w14:paraId="5190CD50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B2156CC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90B96B2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CA0E230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14:paraId="631215C4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D9E13C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A29D42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3B1A821A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7762947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E86443" w14:paraId="67794DED" w14:textId="77777777" w:rsidTr="001839E4">
        <w:trPr>
          <w:cantSplit/>
        </w:trPr>
        <w:tc>
          <w:tcPr>
            <w:tcW w:w="540" w:type="dxa"/>
            <w:gridSpan w:val="2"/>
          </w:tcPr>
          <w:p w14:paraId="02FDFC3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C15225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b/>
                <w:kern w:val="18"/>
              </w:rPr>
              <w:t>– TAXICABS AND LIMOUSINES</w:t>
            </w:r>
          </w:p>
        </w:tc>
      </w:tr>
      <w:tr w:rsidR="00E30467" w:rsidRPr="00E86443" w14:paraId="30066D49" w14:textId="77777777" w:rsidTr="001839E4">
        <w:trPr>
          <w:cantSplit/>
        </w:trPr>
        <w:tc>
          <w:tcPr>
            <w:tcW w:w="3120" w:type="dxa"/>
            <w:gridSpan w:val="3"/>
          </w:tcPr>
          <w:p w14:paraId="33AF70F0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1488</w:t>
            </w:r>
          </w:p>
        </w:tc>
        <w:tc>
          <w:tcPr>
            <w:tcW w:w="780" w:type="dxa"/>
          </w:tcPr>
          <w:p w14:paraId="6C8C79F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6430875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34C624A6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3078C5AE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14:paraId="244461B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65FB47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65C369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7C577D55" w14:textId="77777777" w:rsidTr="001839E4">
        <w:trPr>
          <w:cantSplit/>
        </w:trPr>
        <w:tc>
          <w:tcPr>
            <w:tcW w:w="540" w:type="dxa"/>
            <w:gridSpan w:val="2"/>
          </w:tcPr>
          <w:p w14:paraId="019B50B5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E73D24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b/>
                <w:kern w:val="18"/>
              </w:rPr>
              <w:t>– SCHOOL AND CHURCH BUSES</w:t>
            </w:r>
          </w:p>
        </w:tc>
      </w:tr>
      <w:tr w:rsidR="00E30467" w:rsidRPr="00E86443" w14:paraId="071542B8" w14:textId="77777777" w:rsidTr="001839E4">
        <w:trPr>
          <w:cantSplit/>
        </w:trPr>
        <w:tc>
          <w:tcPr>
            <w:tcW w:w="3120" w:type="dxa"/>
            <w:gridSpan w:val="3"/>
          </w:tcPr>
          <w:p w14:paraId="4370155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132</w:t>
            </w:r>
          </w:p>
        </w:tc>
        <w:tc>
          <w:tcPr>
            <w:tcW w:w="780" w:type="dxa"/>
          </w:tcPr>
          <w:p w14:paraId="3DF0C224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854B6BE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4F384C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4D3A3D8E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4E585A4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8D6DD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BC2648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062D19ED" w14:textId="77777777" w:rsidTr="001839E4">
        <w:trPr>
          <w:cantSplit/>
        </w:trPr>
        <w:tc>
          <w:tcPr>
            <w:tcW w:w="540" w:type="dxa"/>
            <w:gridSpan w:val="2"/>
          </w:tcPr>
          <w:p w14:paraId="55AD46EA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3866712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– OTHER BUSES</w:t>
            </w:r>
          </w:p>
        </w:tc>
      </w:tr>
      <w:tr w:rsidR="00E30467" w:rsidRPr="00E86443" w14:paraId="09B6087B" w14:textId="77777777" w:rsidTr="001839E4">
        <w:trPr>
          <w:cantSplit/>
        </w:trPr>
        <w:tc>
          <w:tcPr>
            <w:tcW w:w="3120" w:type="dxa"/>
            <w:gridSpan w:val="3"/>
          </w:tcPr>
          <w:p w14:paraId="0B483A4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912</w:t>
            </w:r>
          </w:p>
        </w:tc>
        <w:tc>
          <w:tcPr>
            <w:tcW w:w="780" w:type="dxa"/>
          </w:tcPr>
          <w:p w14:paraId="6CF114A1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77B145F8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66D62112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14:paraId="3FBF919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14:paraId="334251AF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448703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FC28CC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2A47AEE8" w14:textId="77777777" w:rsidTr="001839E4">
        <w:trPr>
          <w:cantSplit/>
        </w:trPr>
        <w:tc>
          <w:tcPr>
            <w:tcW w:w="540" w:type="dxa"/>
            <w:gridSpan w:val="2"/>
          </w:tcPr>
          <w:p w14:paraId="27701F84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375D3B6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– VAN POOLS</w:t>
            </w:r>
          </w:p>
        </w:tc>
      </w:tr>
      <w:tr w:rsidR="00E30467" w:rsidRPr="00E86443" w14:paraId="145DD09B" w14:textId="77777777" w:rsidTr="001839E4">
        <w:trPr>
          <w:cantSplit/>
        </w:trPr>
        <w:tc>
          <w:tcPr>
            <w:tcW w:w="3120" w:type="dxa"/>
            <w:gridSpan w:val="3"/>
          </w:tcPr>
          <w:p w14:paraId="1B0DC031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360</w:t>
            </w:r>
          </w:p>
        </w:tc>
        <w:tc>
          <w:tcPr>
            <w:tcW w:w="780" w:type="dxa"/>
          </w:tcPr>
          <w:p w14:paraId="7992DD55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241F54D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76C4259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F3A0CB9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5106FE7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5D9665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5F4EC5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40C5E9D7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E189981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  <w:r w:rsidRPr="00E86443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E86443" w14:paraId="7131DD55" w14:textId="77777777" w:rsidTr="001839E4">
        <w:trPr>
          <w:cantSplit/>
        </w:trPr>
        <w:tc>
          <w:tcPr>
            <w:tcW w:w="3120" w:type="dxa"/>
            <w:gridSpan w:val="3"/>
          </w:tcPr>
          <w:p w14:paraId="03A8C03D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$   325</w:t>
            </w:r>
          </w:p>
        </w:tc>
        <w:tc>
          <w:tcPr>
            <w:tcW w:w="3120" w:type="dxa"/>
            <w:gridSpan w:val="4"/>
          </w:tcPr>
          <w:p w14:paraId="7BE3A38C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 xml:space="preserve">Refer to Rule </w:t>
            </w:r>
            <w:r w:rsidRPr="00E86443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67062552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D2B78B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6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D839E5" w14:textId="77777777" w:rsidR="00E30467" w:rsidRPr="00E8644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6443" w14:paraId="5474773D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104E93C" w14:textId="77777777" w:rsidR="00E30467" w:rsidRPr="00E86443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E86443" w14:paraId="6EB5742F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30F5434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4E1DF7BA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kern w:val="18"/>
              </w:rPr>
              <w:t xml:space="preserve">For liability increased limits factors, refer to Rule </w:t>
            </w:r>
            <w:r w:rsidRPr="00E86443">
              <w:rPr>
                <w:rStyle w:val="rulelink"/>
              </w:rPr>
              <w:t>100.</w:t>
            </w:r>
          </w:p>
        </w:tc>
      </w:tr>
      <w:tr w:rsidR="00E30467" w:rsidRPr="00E86443" w14:paraId="175378EB" w14:textId="77777777" w:rsidTr="001839E4">
        <w:trPr>
          <w:cantSplit/>
        </w:trPr>
        <w:tc>
          <w:tcPr>
            <w:tcW w:w="220" w:type="dxa"/>
          </w:tcPr>
          <w:p w14:paraId="42371234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55C23AB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kern w:val="18"/>
              </w:rPr>
              <w:t xml:space="preserve">For liability fleet factors, refer to Rules </w:t>
            </w:r>
            <w:r w:rsidRPr="00E86443">
              <w:rPr>
                <w:rStyle w:val="rulelink"/>
              </w:rPr>
              <w:t>22.</w:t>
            </w:r>
            <w:r w:rsidRPr="00E86443">
              <w:rPr>
                <w:kern w:val="18"/>
              </w:rPr>
              <w:t xml:space="preserve"> and </w:t>
            </w:r>
            <w:r w:rsidRPr="00E86443">
              <w:rPr>
                <w:rStyle w:val="rulelink"/>
              </w:rPr>
              <w:t>39.</w:t>
            </w:r>
          </w:p>
        </w:tc>
      </w:tr>
      <w:tr w:rsidR="00E30467" w:rsidRPr="00E86443" w14:paraId="26104D68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527B33" w14:textId="77777777" w:rsidR="00E30467" w:rsidRPr="00E86443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E86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0F4D5DB3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  <w:r w:rsidRPr="00E86443">
              <w:rPr>
                <w:kern w:val="18"/>
              </w:rPr>
              <w:t xml:space="preserve">Other Than Auto losses for </w:t>
            </w:r>
            <w:r w:rsidRPr="00E86443">
              <w:t>Auto Dealers</w:t>
            </w:r>
            <w:r w:rsidRPr="00E8644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86443">
              <w:rPr>
                <w:rStyle w:val="rulelink"/>
              </w:rPr>
              <w:t>49.</w:t>
            </w:r>
          </w:p>
        </w:tc>
      </w:tr>
      <w:tr w:rsidR="00E30467" w:rsidRPr="00E86443" w14:paraId="0995CB7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65D2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9E0A139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47C3978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AA8FAE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56FA0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39D0CB3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98983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145A1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565A38B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11EDC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DBC67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18A0121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3DE099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DE48E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73E6FFC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321C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946B5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0AB58DD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0972A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E426E9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25E28B8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0F38B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007703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5D44DD0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F80E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D1D77F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4B3A061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14B9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1D89BE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2A751AD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09099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C26A4E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477E083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452A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3467C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5669E6E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0E3EC2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8A8054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09778BD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C7507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B2551A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7E85DDA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3C257F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775F0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7D43C15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95DD8F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61A6A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7244814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E056C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102C4C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22D9F04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153D8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9A5C7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3634EF2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E3FD0F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E6FE870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2A2FB4C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846B3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94D0117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30B5290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3840C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1A6C30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06EE828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30BB7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154B16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6443" w14:paraId="577D15F2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115DEB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404CA5B0" w14:textId="77777777" w:rsidR="00E30467" w:rsidRPr="00E86443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4BFC9EA" w14:textId="77777777" w:rsidR="00E30467" w:rsidRPr="00E86443" w:rsidRDefault="00E30467" w:rsidP="00E30467">
      <w:pPr>
        <w:pStyle w:val="isonormal"/>
      </w:pPr>
    </w:p>
    <w:p w14:paraId="303C1E0F" w14:textId="77777777" w:rsidR="00E30467" w:rsidRDefault="00E30467" w:rsidP="00E30467">
      <w:pPr>
        <w:pStyle w:val="isonormal"/>
        <w:sectPr w:rsidR="00E30467" w:rsidSect="00E30467">
          <w:headerReference w:type="default" r:id="rId23"/>
          <w:footerReference w:type="default" r:id="rId2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131187" w14:paraId="4B9F77DC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D5A0523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183C177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A1E372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>PERSONAL INJURY PROTECTION</w:t>
            </w:r>
          </w:p>
        </w:tc>
      </w:tr>
      <w:tr w:rsidR="00E30467" w:rsidRPr="00131187" w14:paraId="15E0A47B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C61EE5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E9C0737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2CDA285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131187" w14:paraId="0D9A1382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12C631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94A38E3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F755CAB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470DDDE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8FC6E02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150CD5" w14:textId="77777777" w:rsidR="00E30467" w:rsidRPr="00131187" w:rsidRDefault="00E30467" w:rsidP="001839E4">
            <w:pPr>
              <w:pStyle w:val="tablehead"/>
              <w:rPr>
                <w:kern w:val="18"/>
              </w:rPr>
            </w:pPr>
            <w:r w:rsidRPr="00131187">
              <w:rPr>
                <w:kern w:val="18"/>
              </w:rPr>
              <w:t>Basic Limits</w:t>
            </w:r>
          </w:p>
        </w:tc>
      </w:tr>
      <w:tr w:rsidR="00E30467" w:rsidRPr="00131187" w14:paraId="5AD147DA" w14:textId="77777777" w:rsidTr="001839E4">
        <w:trPr>
          <w:cantSplit/>
        </w:trPr>
        <w:tc>
          <w:tcPr>
            <w:tcW w:w="9360" w:type="dxa"/>
            <w:gridSpan w:val="10"/>
          </w:tcPr>
          <w:p w14:paraId="6AEB2AAE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131187" w14:paraId="7E25583C" w14:textId="77777777" w:rsidTr="001839E4">
        <w:trPr>
          <w:cantSplit/>
        </w:trPr>
        <w:tc>
          <w:tcPr>
            <w:tcW w:w="3120" w:type="dxa"/>
            <w:gridSpan w:val="3"/>
          </w:tcPr>
          <w:p w14:paraId="29BE4CBD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189</w:t>
            </w:r>
          </w:p>
        </w:tc>
        <w:tc>
          <w:tcPr>
            <w:tcW w:w="780" w:type="dxa"/>
          </w:tcPr>
          <w:p w14:paraId="0492C0A3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CF4D5C1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7B90AD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0E240D0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02DD2975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8C2254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0DD808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7A6A16C8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9B6F1E0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131187" w14:paraId="3E367FD8" w14:textId="77777777" w:rsidTr="001839E4">
        <w:trPr>
          <w:cantSplit/>
        </w:trPr>
        <w:tc>
          <w:tcPr>
            <w:tcW w:w="3120" w:type="dxa"/>
            <w:gridSpan w:val="3"/>
          </w:tcPr>
          <w:p w14:paraId="52F8F2F6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233</w:t>
            </w:r>
          </w:p>
        </w:tc>
        <w:tc>
          <w:tcPr>
            <w:tcW w:w="780" w:type="dxa"/>
          </w:tcPr>
          <w:p w14:paraId="338DAE65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D68292A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0000D40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D08ED53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A854EE9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312C64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80D9F5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05548388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BD35444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131187" w14:paraId="1BEF8E83" w14:textId="77777777" w:rsidTr="001839E4">
        <w:trPr>
          <w:cantSplit/>
        </w:trPr>
        <w:tc>
          <w:tcPr>
            <w:tcW w:w="540" w:type="dxa"/>
            <w:gridSpan w:val="2"/>
          </w:tcPr>
          <w:p w14:paraId="1646AF2F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0BB491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b/>
                <w:kern w:val="18"/>
              </w:rPr>
              <w:t>– TAXICABS AND LIMOUSINES</w:t>
            </w:r>
          </w:p>
        </w:tc>
      </w:tr>
      <w:tr w:rsidR="00E30467" w:rsidRPr="00131187" w14:paraId="681C89EC" w14:textId="77777777" w:rsidTr="001839E4">
        <w:trPr>
          <w:cantSplit/>
        </w:trPr>
        <w:tc>
          <w:tcPr>
            <w:tcW w:w="3120" w:type="dxa"/>
            <w:gridSpan w:val="3"/>
          </w:tcPr>
          <w:p w14:paraId="503AEFEF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1172</w:t>
            </w:r>
          </w:p>
        </w:tc>
        <w:tc>
          <w:tcPr>
            <w:tcW w:w="780" w:type="dxa"/>
          </w:tcPr>
          <w:p w14:paraId="00139472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0A328D1E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505C781D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14:paraId="0678CB39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14:paraId="6318ED12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4BC18D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4D1B49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45F790A1" w14:textId="77777777" w:rsidTr="001839E4">
        <w:trPr>
          <w:cantSplit/>
        </w:trPr>
        <w:tc>
          <w:tcPr>
            <w:tcW w:w="540" w:type="dxa"/>
            <w:gridSpan w:val="2"/>
          </w:tcPr>
          <w:p w14:paraId="29E40ABD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C7CACA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b/>
                <w:kern w:val="18"/>
              </w:rPr>
              <w:t>– SCHOOL AND CHURCH BUSES</w:t>
            </w:r>
          </w:p>
        </w:tc>
      </w:tr>
      <w:tr w:rsidR="00E30467" w:rsidRPr="00131187" w14:paraId="792E56B5" w14:textId="77777777" w:rsidTr="001839E4">
        <w:trPr>
          <w:cantSplit/>
        </w:trPr>
        <w:tc>
          <w:tcPr>
            <w:tcW w:w="3120" w:type="dxa"/>
            <w:gridSpan w:val="3"/>
          </w:tcPr>
          <w:p w14:paraId="457438C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104</w:t>
            </w:r>
          </w:p>
        </w:tc>
        <w:tc>
          <w:tcPr>
            <w:tcW w:w="780" w:type="dxa"/>
          </w:tcPr>
          <w:p w14:paraId="16B3A874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552226A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3AFEFFC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3A7ECEE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3C394CAA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3EE64D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16224A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1EEBA36C" w14:textId="77777777" w:rsidTr="001839E4">
        <w:trPr>
          <w:cantSplit/>
        </w:trPr>
        <w:tc>
          <w:tcPr>
            <w:tcW w:w="540" w:type="dxa"/>
            <w:gridSpan w:val="2"/>
          </w:tcPr>
          <w:p w14:paraId="01C15844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163DB94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– OTHER BUSES</w:t>
            </w:r>
          </w:p>
        </w:tc>
      </w:tr>
      <w:tr w:rsidR="00E30467" w:rsidRPr="00131187" w14:paraId="5C11F589" w14:textId="77777777" w:rsidTr="001839E4">
        <w:trPr>
          <w:cantSplit/>
        </w:trPr>
        <w:tc>
          <w:tcPr>
            <w:tcW w:w="3120" w:type="dxa"/>
            <w:gridSpan w:val="3"/>
          </w:tcPr>
          <w:p w14:paraId="50E92AF1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718</w:t>
            </w:r>
          </w:p>
        </w:tc>
        <w:tc>
          <w:tcPr>
            <w:tcW w:w="780" w:type="dxa"/>
          </w:tcPr>
          <w:p w14:paraId="1C214F0C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44E23DA0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3662FAC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0E3C0528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14:paraId="2F9E86F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AD0E8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13CFA6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46ADDC08" w14:textId="77777777" w:rsidTr="001839E4">
        <w:trPr>
          <w:cantSplit/>
        </w:trPr>
        <w:tc>
          <w:tcPr>
            <w:tcW w:w="540" w:type="dxa"/>
            <w:gridSpan w:val="2"/>
          </w:tcPr>
          <w:p w14:paraId="380567A1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26563AE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– VAN POOLS</w:t>
            </w:r>
          </w:p>
        </w:tc>
      </w:tr>
      <w:tr w:rsidR="00E30467" w:rsidRPr="00131187" w14:paraId="2EDEF028" w14:textId="77777777" w:rsidTr="001839E4">
        <w:trPr>
          <w:cantSplit/>
        </w:trPr>
        <w:tc>
          <w:tcPr>
            <w:tcW w:w="3120" w:type="dxa"/>
            <w:gridSpan w:val="3"/>
          </w:tcPr>
          <w:p w14:paraId="16DF063C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284</w:t>
            </w:r>
          </w:p>
        </w:tc>
        <w:tc>
          <w:tcPr>
            <w:tcW w:w="780" w:type="dxa"/>
          </w:tcPr>
          <w:p w14:paraId="04FEF1C9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38E5228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5F2B3D4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AE9AA0E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412D8CFD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869EB4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831C3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2EB73349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9AFF783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  <w:r w:rsidRPr="00131187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131187" w14:paraId="323C0648" w14:textId="77777777" w:rsidTr="001839E4">
        <w:trPr>
          <w:cantSplit/>
        </w:trPr>
        <w:tc>
          <w:tcPr>
            <w:tcW w:w="3120" w:type="dxa"/>
            <w:gridSpan w:val="3"/>
          </w:tcPr>
          <w:p w14:paraId="45373111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$   257</w:t>
            </w:r>
          </w:p>
        </w:tc>
        <w:tc>
          <w:tcPr>
            <w:tcW w:w="3120" w:type="dxa"/>
            <w:gridSpan w:val="4"/>
          </w:tcPr>
          <w:p w14:paraId="71621FD5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 xml:space="preserve">Refer to Rule </w:t>
            </w:r>
            <w:r w:rsidRPr="00131187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5C6C133B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2AAB28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13118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F4E683" w14:textId="77777777" w:rsidR="00E30467" w:rsidRPr="0013118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131187" w14:paraId="3172CAD6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3C9D811" w14:textId="77777777" w:rsidR="00E30467" w:rsidRPr="00131187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131187" w14:paraId="6BDA7DC5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BDC323C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697FEE01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kern w:val="18"/>
              </w:rPr>
              <w:t xml:space="preserve">For liability increased limits factors, refer to Rule </w:t>
            </w:r>
            <w:r w:rsidRPr="00131187">
              <w:rPr>
                <w:rStyle w:val="rulelink"/>
              </w:rPr>
              <w:t>100.</w:t>
            </w:r>
          </w:p>
        </w:tc>
      </w:tr>
      <w:tr w:rsidR="00E30467" w:rsidRPr="00131187" w14:paraId="47C4AEF7" w14:textId="77777777" w:rsidTr="001839E4">
        <w:trPr>
          <w:cantSplit/>
        </w:trPr>
        <w:tc>
          <w:tcPr>
            <w:tcW w:w="220" w:type="dxa"/>
          </w:tcPr>
          <w:p w14:paraId="3817CD80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043386BD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kern w:val="18"/>
              </w:rPr>
              <w:t xml:space="preserve">For liability fleet factors, refer to Rules </w:t>
            </w:r>
            <w:r w:rsidRPr="00131187">
              <w:rPr>
                <w:rStyle w:val="rulelink"/>
              </w:rPr>
              <w:t>22.</w:t>
            </w:r>
            <w:r w:rsidRPr="00131187">
              <w:rPr>
                <w:kern w:val="18"/>
              </w:rPr>
              <w:t xml:space="preserve"> and </w:t>
            </w:r>
            <w:r w:rsidRPr="00131187">
              <w:rPr>
                <w:rStyle w:val="rulelink"/>
              </w:rPr>
              <w:t>39.</w:t>
            </w:r>
          </w:p>
        </w:tc>
      </w:tr>
      <w:tr w:rsidR="00E30467" w:rsidRPr="00131187" w14:paraId="23077A4C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F791D4F" w14:textId="77777777" w:rsidR="00E30467" w:rsidRPr="00131187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1311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46648E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  <w:r w:rsidRPr="00131187">
              <w:rPr>
                <w:kern w:val="18"/>
              </w:rPr>
              <w:t xml:space="preserve">Other Than Auto losses for </w:t>
            </w:r>
            <w:r w:rsidRPr="00131187">
              <w:t>Auto Dealers</w:t>
            </w:r>
            <w:r w:rsidRPr="0013118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31187">
              <w:rPr>
                <w:rStyle w:val="rulelink"/>
              </w:rPr>
              <w:t>49.</w:t>
            </w:r>
          </w:p>
        </w:tc>
      </w:tr>
      <w:tr w:rsidR="00E30467" w:rsidRPr="00131187" w14:paraId="4DFC451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B67CF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1FA64DE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7FEE452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F30574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251047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2254C8C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E0402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095D80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6C1A932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A8170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87FDA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372A780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D4FA9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35DB4B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3B90FD7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4A9B3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30CF65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5F1C21C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591C78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A5F7B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5B21C55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49DA3D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464069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5F89BC8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CD2EE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54C801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4FEB0B9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11A184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6E1A13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76EA1F2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278A27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EBB0CB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7B20AAC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B13D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9F4B06A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38916CF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446B9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959E41F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2236411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D9180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93B29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09023B1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ADB3B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6926CD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193FE86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10F03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C9A80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3FDCCD2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C301B2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24DA70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5795265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B85D64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FE38C95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11CFBE1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DAFE7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81FCE6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67D781D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BB36B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DF0BE0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5698F68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C08EA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0ED89D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4B44884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3727D5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000173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131187" w14:paraId="616F7349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2CA3B3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E90BB55" w14:textId="77777777" w:rsidR="00E30467" w:rsidRPr="0013118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BA69555" w14:textId="77777777" w:rsidR="00E30467" w:rsidRPr="00131187" w:rsidRDefault="00E30467" w:rsidP="00E30467">
      <w:pPr>
        <w:pStyle w:val="isonormal"/>
      </w:pPr>
    </w:p>
    <w:p w14:paraId="4A9AE7AB" w14:textId="77777777" w:rsidR="00E30467" w:rsidRDefault="00E30467" w:rsidP="00E30467">
      <w:pPr>
        <w:pStyle w:val="isonormal"/>
        <w:sectPr w:rsidR="00E30467" w:rsidSect="00E30467">
          <w:headerReference w:type="default" r:id="rId25"/>
          <w:footerReference w:type="default" r:id="rId2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4408B6" w14:paraId="6ECBA20B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3B66410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7298497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D07956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>PERSONAL INJURY PROTECTION</w:t>
            </w:r>
          </w:p>
        </w:tc>
      </w:tr>
      <w:tr w:rsidR="00E30467" w:rsidRPr="004408B6" w14:paraId="43F31BE1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147CFB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E0B5BC2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4CC129F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4408B6" w14:paraId="63AABF61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815077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BF8DB3E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4FFB695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10C62E6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33AD345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2C7BD02" w14:textId="77777777" w:rsidR="00E30467" w:rsidRPr="004408B6" w:rsidRDefault="00E30467" w:rsidP="001839E4">
            <w:pPr>
              <w:pStyle w:val="tablehead"/>
              <w:rPr>
                <w:kern w:val="18"/>
              </w:rPr>
            </w:pPr>
            <w:r w:rsidRPr="004408B6">
              <w:rPr>
                <w:kern w:val="18"/>
              </w:rPr>
              <w:t>Basic Limits</w:t>
            </w:r>
          </w:p>
        </w:tc>
      </w:tr>
      <w:tr w:rsidR="00E30467" w:rsidRPr="004408B6" w14:paraId="58F53A56" w14:textId="77777777" w:rsidTr="001839E4">
        <w:trPr>
          <w:cantSplit/>
        </w:trPr>
        <w:tc>
          <w:tcPr>
            <w:tcW w:w="9360" w:type="dxa"/>
            <w:gridSpan w:val="10"/>
          </w:tcPr>
          <w:p w14:paraId="287CDB49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4408B6" w14:paraId="36456F97" w14:textId="77777777" w:rsidTr="001839E4">
        <w:trPr>
          <w:cantSplit/>
        </w:trPr>
        <w:tc>
          <w:tcPr>
            <w:tcW w:w="3120" w:type="dxa"/>
            <w:gridSpan w:val="3"/>
          </w:tcPr>
          <w:p w14:paraId="52CBE5A2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238</w:t>
            </w:r>
          </w:p>
        </w:tc>
        <w:tc>
          <w:tcPr>
            <w:tcW w:w="780" w:type="dxa"/>
          </w:tcPr>
          <w:p w14:paraId="7335635F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2322673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8F9FC32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94CCBA6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422D9611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E2E031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BFA5B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6CC32A24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0D6D557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4408B6" w14:paraId="13FF4836" w14:textId="77777777" w:rsidTr="001839E4">
        <w:trPr>
          <w:cantSplit/>
        </w:trPr>
        <w:tc>
          <w:tcPr>
            <w:tcW w:w="3120" w:type="dxa"/>
            <w:gridSpan w:val="3"/>
          </w:tcPr>
          <w:p w14:paraId="1634A87B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231</w:t>
            </w:r>
          </w:p>
        </w:tc>
        <w:tc>
          <w:tcPr>
            <w:tcW w:w="780" w:type="dxa"/>
          </w:tcPr>
          <w:p w14:paraId="7D3044D5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3FCD8A87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B482D4A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AFE5E54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B758C50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94C40F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325BF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6AF5F5C9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381F08C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4408B6" w14:paraId="53E0B2B1" w14:textId="77777777" w:rsidTr="001839E4">
        <w:trPr>
          <w:cantSplit/>
        </w:trPr>
        <w:tc>
          <w:tcPr>
            <w:tcW w:w="540" w:type="dxa"/>
            <w:gridSpan w:val="2"/>
          </w:tcPr>
          <w:p w14:paraId="78E3126F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A471440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b/>
                <w:kern w:val="18"/>
              </w:rPr>
              <w:t>– TAXICABS AND LIMOUSINES</w:t>
            </w:r>
          </w:p>
        </w:tc>
      </w:tr>
      <w:tr w:rsidR="00E30467" w:rsidRPr="004408B6" w14:paraId="463779CB" w14:textId="77777777" w:rsidTr="001839E4">
        <w:trPr>
          <w:cantSplit/>
        </w:trPr>
        <w:tc>
          <w:tcPr>
            <w:tcW w:w="3120" w:type="dxa"/>
            <w:gridSpan w:val="3"/>
          </w:tcPr>
          <w:p w14:paraId="6E34092A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1476</w:t>
            </w:r>
          </w:p>
        </w:tc>
        <w:tc>
          <w:tcPr>
            <w:tcW w:w="780" w:type="dxa"/>
          </w:tcPr>
          <w:p w14:paraId="5D507A6E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7375B6A2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05EC5B8B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14:paraId="57808C2E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$61    </w:t>
            </w:r>
          </w:p>
        </w:tc>
        <w:tc>
          <w:tcPr>
            <w:tcW w:w="1040" w:type="dxa"/>
          </w:tcPr>
          <w:p w14:paraId="798EB2C0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6C5B1F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F09957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64AF4979" w14:textId="77777777" w:rsidTr="001839E4">
        <w:trPr>
          <w:cantSplit/>
        </w:trPr>
        <w:tc>
          <w:tcPr>
            <w:tcW w:w="540" w:type="dxa"/>
            <w:gridSpan w:val="2"/>
          </w:tcPr>
          <w:p w14:paraId="59483CC2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34FBA6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b/>
                <w:kern w:val="18"/>
              </w:rPr>
              <w:t>– SCHOOL AND CHURCH BUSES</w:t>
            </w:r>
          </w:p>
        </w:tc>
      </w:tr>
      <w:tr w:rsidR="00E30467" w:rsidRPr="004408B6" w14:paraId="37E2C983" w14:textId="77777777" w:rsidTr="001839E4">
        <w:trPr>
          <w:cantSplit/>
        </w:trPr>
        <w:tc>
          <w:tcPr>
            <w:tcW w:w="3120" w:type="dxa"/>
            <w:gridSpan w:val="3"/>
          </w:tcPr>
          <w:p w14:paraId="33A2A66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131</w:t>
            </w:r>
          </w:p>
        </w:tc>
        <w:tc>
          <w:tcPr>
            <w:tcW w:w="780" w:type="dxa"/>
          </w:tcPr>
          <w:p w14:paraId="01D6E2DD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BC9EE2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CC2655F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48B7F37C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5404AD31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752623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44F7C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5199297F" w14:textId="77777777" w:rsidTr="001839E4">
        <w:trPr>
          <w:cantSplit/>
        </w:trPr>
        <w:tc>
          <w:tcPr>
            <w:tcW w:w="540" w:type="dxa"/>
            <w:gridSpan w:val="2"/>
          </w:tcPr>
          <w:p w14:paraId="12598B39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03EBB03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– OTHER BUSES</w:t>
            </w:r>
          </w:p>
        </w:tc>
      </w:tr>
      <w:tr w:rsidR="00E30467" w:rsidRPr="004408B6" w14:paraId="41CAD7E3" w14:textId="77777777" w:rsidTr="001839E4">
        <w:trPr>
          <w:cantSplit/>
        </w:trPr>
        <w:tc>
          <w:tcPr>
            <w:tcW w:w="3120" w:type="dxa"/>
            <w:gridSpan w:val="3"/>
          </w:tcPr>
          <w:p w14:paraId="7BD9CAF2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904</w:t>
            </w:r>
          </w:p>
        </w:tc>
        <w:tc>
          <w:tcPr>
            <w:tcW w:w="780" w:type="dxa"/>
          </w:tcPr>
          <w:p w14:paraId="6D4B8FA3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06D24572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4BBEE92D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14:paraId="7604371D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14:paraId="1AC35696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DD867E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7D6CFD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279B8E7B" w14:textId="77777777" w:rsidTr="001839E4">
        <w:trPr>
          <w:cantSplit/>
        </w:trPr>
        <w:tc>
          <w:tcPr>
            <w:tcW w:w="540" w:type="dxa"/>
            <w:gridSpan w:val="2"/>
          </w:tcPr>
          <w:p w14:paraId="1DC8FF3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2F40CCB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– VAN POOLS</w:t>
            </w:r>
          </w:p>
        </w:tc>
      </w:tr>
      <w:tr w:rsidR="00E30467" w:rsidRPr="004408B6" w14:paraId="0574E099" w14:textId="77777777" w:rsidTr="001839E4">
        <w:trPr>
          <w:cantSplit/>
        </w:trPr>
        <w:tc>
          <w:tcPr>
            <w:tcW w:w="3120" w:type="dxa"/>
            <w:gridSpan w:val="3"/>
          </w:tcPr>
          <w:p w14:paraId="15B5CA25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357</w:t>
            </w:r>
          </w:p>
        </w:tc>
        <w:tc>
          <w:tcPr>
            <w:tcW w:w="780" w:type="dxa"/>
          </w:tcPr>
          <w:p w14:paraId="7A18AF86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2012AFD4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7F00D25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F34EF9A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4CD8B266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40C986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7FE4AF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7485DD0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D90AF2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  <w:r w:rsidRPr="004408B6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4408B6" w14:paraId="38136BAB" w14:textId="77777777" w:rsidTr="001839E4">
        <w:trPr>
          <w:cantSplit/>
        </w:trPr>
        <w:tc>
          <w:tcPr>
            <w:tcW w:w="3120" w:type="dxa"/>
            <w:gridSpan w:val="3"/>
          </w:tcPr>
          <w:p w14:paraId="4E7E0E5E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$   325</w:t>
            </w:r>
          </w:p>
        </w:tc>
        <w:tc>
          <w:tcPr>
            <w:tcW w:w="3120" w:type="dxa"/>
            <w:gridSpan w:val="4"/>
          </w:tcPr>
          <w:p w14:paraId="54FA137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 xml:space="preserve">Refer to Rule </w:t>
            </w:r>
            <w:r w:rsidRPr="004408B6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18C9F54E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D47DD7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408B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EC6609" w14:textId="77777777" w:rsidR="00E30467" w:rsidRPr="004408B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408B6" w14:paraId="602629A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C165776" w14:textId="77777777" w:rsidR="00E30467" w:rsidRPr="004408B6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4408B6" w14:paraId="718D1627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3317BE3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0E8E45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kern w:val="18"/>
              </w:rPr>
              <w:t xml:space="preserve">For liability increased limits factors, refer to Rule </w:t>
            </w:r>
            <w:r w:rsidRPr="004408B6">
              <w:rPr>
                <w:rStyle w:val="rulelink"/>
              </w:rPr>
              <w:t>100.</w:t>
            </w:r>
          </w:p>
        </w:tc>
      </w:tr>
      <w:tr w:rsidR="00E30467" w:rsidRPr="004408B6" w14:paraId="5105A0DD" w14:textId="77777777" w:rsidTr="001839E4">
        <w:trPr>
          <w:cantSplit/>
        </w:trPr>
        <w:tc>
          <w:tcPr>
            <w:tcW w:w="220" w:type="dxa"/>
          </w:tcPr>
          <w:p w14:paraId="4C97BE9E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74789554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kern w:val="18"/>
              </w:rPr>
              <w:t xml:space="preserve">For liability fleet factors, refer to Rules </w:t>
            </w:r>
            <w:r w:rsidRPr="004408B6">
              <w:rPr>
                <w:rStyle w:val="rulelink"/>
              </w:rPr>
              <w:t>22.</w:t>
            </w:r>
            <w:r w:rsidRPr="004408B6">
              <w:rPr>
                <w:kern w:val="18"/>
              </w:rPr>
              <w:t xml:space="preserve"> and </w:t>
            </w:r>
            <w:r w:rsidRPr="004408B6">
              <w:rPr>
                <w:rStyle w:val="rulelink"/>
              </w:rPr>
              <w:t>39.</w:t>
            </w:r>
          </w:p>
        </w:tc>
      </w:tr>
      <w:tr w:rsidR="00E30467" w:rsidRPr="004408B6" w14:paraId="5E1AD821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FF9271C" w14:textId="77777777" w:rsidR="00E30467" w:rsidRPr="004408B6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440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45E3B6E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  <w:r w:rsidRPr="004408B6">
              <w:rPr>
                <w:kern w:val="18"/>
              </w:rPr>
              <w:t xml:space="preserve">Other Than Auto losses for </w:t>
            </w:r>
            <w:r w:rsidRPr="004408B6">
              <w:t>Auto Dealers</w:t>
            </w:r>
            <w:r w:rsidRPr="004408B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408B6">
              <w:rPr>
                <w:rStyle w:val="rulelink"/>
              </w:rPr>
              <w:t>49.</w:t>
            </w:r>
          </w:p>
        </w:tc>
      </w:tr>
      <w:tr w:rsidR="00E30467" w:rsidRPr="004408B6" w14:paraId="289979C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E25CD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511027D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786E24E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E2D28B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B3D7E3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2C29A9E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8AEBD1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857D6D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16D9B50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7943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1AE4D57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4343477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02D71D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0350E5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57AFA46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99E1D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CD37800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1483B97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35FA3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B89DA0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59AA045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6E3EB5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C6855A2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0C23832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745072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B3F080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4F9847F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6B591E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46A798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0E8A34B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0C943C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9F97AB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35D45D3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162AA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6F0309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6B5071D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08E4DE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40E2FB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5771C48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C9AA8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35DD2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346EEF3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8D8B6B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2A64EF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4A027B2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C6C13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92ACCE1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3533670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3B4F79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A64B9A9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1F7513C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046132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1172FD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3C0469F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837D4C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46AB090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5156744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2FB7C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567F17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5237C57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81A0A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CBE5B2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2965DED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9E497B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75CDD3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408B6" w14:paraId="07756093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42280A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AAE3006" w14:textId="77777777" w:rsidR="00E30467" w:rsidRPr="004408B6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3D06ADC3" w14:textId="77777777" w:rsidR="00E30467" w:rsidRPr="004408B6" w:rsidRDefault="00E30467" w:rsidP="00E30467">
      <w:pPr>
        <w:pStyle w:val="isonormal"/>
      </w:pPr>
    </w:p>
    <w:p w14:paraId="712AF410" w14:textId="77777777" w:rsidR="00E30467" w:rsidRDefault="00E30467" w:rsidP="00E30467">
      <w:pPr>
        <w:pStyle w:val="isonormal"/>
        <w:sectPr w:rsidR="00E30467" w:rsidSect="00E30467">
          <w:headerReference w:type="default" r:id="rId27"/>
          <w:footerReference w:type="default" r:id="rId2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4E4746" w14:paraId="1313B002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7E1FDA8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3CCC29D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152DDCB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>PERSONAL INJURY PROTECTION</w:t>
            </w:r>
          </w:p>
        </w:tc>
      </w:tr>
      <w:tr w:rsidR="00E30467" w:rsidRPr="004E4746" w14:paraId="4EED97EF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53E88F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F0D99C1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D058DB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4E4746" w14:paraId="557CB58A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BEA8584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F10DCB0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4EF2D93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6B40783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39125C0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2620594" w14:textId="77777777" w:rsidR="00E30467" w:rsidRPr="004E4746" w:rsidRDefault="00E30467" w:rsidP="001839E4">
            <w:pPr>
              <w:pStyle w:val="tablehead"/>
              <w:rPr>
                <w:kern w:val="18"/>
              </w:rPr>
            </w:pPr>
            <w:r w:rsidRPr="004E4746">
              <w:rPr>
                <w:kern w:val="18"/>
              </w:rPr>
              <w:t>Basic Limits</w:t>
            </w:r>
          </w:p>
        </w:tc>
      </w:tr>
      <w:tr w:rsidR="00E30467" w:rsidRPr="004E4746" w14:paraId="2AB078BF" w14:textId="77777777" w:rsidTr="001839E4">
        <w:trPr>
          <w:cantSplit/>
        </w:trPr>
        <w:tc>
          <w:tcPr>
            <w:tcW w:w="9360" w:type="dxa"/>
            <w:gridSpan w:val="10"/>
          </w:tcPr>
          <w:p w14:paraId="2C4D4082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4E4746" w14:paraId="0133303C" w14:textId="77777777" w:rsidTr="001839E4">
        <w:trPr>
          <w:cantSplit/>
        </w:trPr>
        <w:tc>
          <w:tcPr>
            <w:tcW w:w="3120" w:type="dxa"/>
            <w:gridSpan w:val="3"/>
          </w:tcPr>
          <w:p w14:paraId="4F14EFBB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259</w:t>
            </w:r>
          </w:p>
        </w:tc>
        <w:tc>
          <w:tcPr>
            <w:tcW w:w="780" w:type="dxa"/>
          </w:tcPr>
          <w:p w14:paraId="713DC98C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A6A0049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F99D73E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BE366D9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6DED8073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65B204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6B0F35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36ED7FF2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3CE2851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4E4746" w14:paraId="2FD0F476" w14:textId="77777777" w:rsidTr="001839E4">
        <w:trPr>
          <w:cantSplit/>
        </w:trPr>
        <w:tc>
          <w:tcPr>
            <w:tcW w:w="3120" w:type="dxa"/>
            <w:gridSpan w:val="3"/>
          </w:tcPr>
          <w:p w14:paraId="5052480F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234</w:t>
            </w:r>
          </w:p>
        </w:tc>
        <w:tc>
          <w:tcPr>
            <w:tcW w:w="780" w:type="dxa"/>
          </w:tcPr>
          <w:p w14:paraId="7FA34136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3509A5AF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E260829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413E1B7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29C6F4A3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A3CBCF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CE9FB0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567B0641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E3F1E51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4E4746" w14:paraId="69EFEE66" w14:textId="77777777" w:rsidTr="001839E4">
        <w:trPr>
          <w:cantSplit/>
        </w:trPr>
        <w:tc>
          <w:tcPr>
            <w:tcW w:w="540" w:type="dxa"/>
            <w:gridSpan w:val="2"/>
          </w:tcPr>
          <w:p w14:paraId="48ABDD2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44F1BF3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b/>
                <w:kern w:val="18"/>
              </w:rPr>
              <w:t>– TAXICABS AND LIMOUSINES</w:t>
            </w:r>
          </w:p>
        </w:tc>
      </w:tr>
      <w:tr w:rsidR="00E30467" w:rsidRPr="004E4746" w14:paraId="27C61960" w14:textId="77777777" w:rsidTr="001839E4">
        <w:trPr>
          <w:cantSplit/>
        </w:trPr>
        <w:tc>
          <w:tcPr>
            <w:tcW w:w="3120" w:type="dxa"/>
            <w:gridSpan w:val="3"/>
          </w:tcPr>
          <w:p w14:paraId="3499B6F1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1606</w:t>
            </w:r>
          </w:p>
        </w:tc>
        <w:tc>
          <w:tcPr>
            <w:tcW w:w="780" w:type="dxa"/>
          </w:tcPr>
          <w:p w14:paraId="080C0702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507587D4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47E8C162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474F9F9F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$67    </w:t>
            </w:r>
          </w:p>
        </w:tc>
        <w:tc>
          <w:tcPr>
            <w:tcW w:w="1040" w:type="dxa"/>
          </w:tcPr>
          <w:p w14:paraId="54AB7A7E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87048C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C6415B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6AC33BD2" w14:textId="77777777" w:rsidTr="001839E4">
        <w:trPr>
          <w:cantSplit/>
        </w:trPr>
        <w:tc>
          <w:tcPr>
            <w:tcW w:w="540" w:type="dxa"/>
            <w:gridSpan w:val="2"/>
          </w:tcPr>
          <w:p w14:paraId="75C83F2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E2ACB3A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b/>
                <w:kern w:val="18"/>
              </w:rPr>
              <w:t>– SCHOOL AND CHURCH BUSES</w:t>
            </w:r>
          </w:p>
        </w:tc>
      </w:tr>
      <w:tr w:rsidR="00E30467" w:rsidRPr="004E4746" w14:paraId="6AB49A11" w14:textId="77777777" w:rsidTr="001839E4">
        <w:trPr>
          <w:cantSplit/>
        </w:trPr>
        <w:tc>
          <w:tcPr>
            <w:tcW w:w="3120" w:type="dxa"/>
            <w:gridSpan w:val="3"/>
          </w:tcPr>
          <w:p w14:paraId="5EDAD9A1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142</w:t>
            </w:r>
          </w:p>
        </w:tc>
        <w:tc>
          <w:tcPr>
            <w:tcW w:w="780" w:type="dxa"/>
          </w:tcPr>
          <w:p w14:paraId="0CDBD660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8BBCF07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8023B8E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8B35B4D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73C272F5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C126FB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0115F7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5352BEDE" w14:textId="77777777" w:rsidTr="001839E4">
        <w:trPr>
          <w:cantSplit/>
        </w:trPr>
        <w:tc>
          <w:tcPr>
            <w:tcW w:w="540" w:type="dxa"/>
            <w:gridSpan w:val="2"/>
          </w:tcPr>
          <w:p w14:paraId="2D876940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EDD8561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– OTHER BUSES</w:t>
            </w:r>
          </w:p>
        </w:tc>
      </w:tr>
      <w:tr w:rsidR="00E30467" w:rsidRPr="004E4746" w14:paraId="523190CA" w14:textId="77777777" w:rsidTr="001839E4">
        <w:trPr>
          <w:cantSplit/>
        </w:trPr>
        <w:tc>
          <w:tcPr>
            <w:tcW w:w="3120" w:type="dxa"/>
            <w:gridSpan w:val="3"/>
          </w:tcPr>
          <w:p w14:paraId="28712251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984</w:t>
            </w:r>
          </w:p>
        </w:tc>
        <w:tc>
          <w:tcPr>
            <w:tcW w:w="780" w:type="dxa"/>
          </w:tcPr>
          <w:p w14:paraId="173E44D6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4AE37D30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1446842A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14:paraId="7048FE0C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$59    </w:t>
            </w:r>
          </w:p>
        </w:tc>
        <w:tc>
          <w:tcPr>
            <w:tcW w:w="1040" w:type="dxa"/>
          </w:tcPr>
          <w:p w14:paraId="3B46F471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1C640D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3707C2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1B795D20" w14:textId="77777777" w:rsidTr="001839E4">
        <w:trPr>
          <w:cantSplit/>
        </w:trPr>
        <w:tc>
          <w:tcPr>
            <w:tcW w:w="540" w:type="dxa"/>
            <w:gridSpan w:val="2"/>
          </w:tcPr>
          <w:p w14:paraId="528C8420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3B5AB4B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– VAN POOLS</w:t>
            </w:r>
          </w:p>
        </w:tc>
      </w:tr>
      <w:tr w:rsidR="00E30467" w:rsidRPr="004E4746" w14:paraId="55ED7D0F" w14:textId="77777777" w:rsidTr="001839E4">
        <w:trPr>
          <w:cantSplit/>
        </w:trPr>
        <w:tc>
          <w:tcPr>
            <w:tcW w:w="3120" w:type="dxa"/>
            <w:gridSpan w:val="3"/>
          </w:tcPr>
          <w:p w14:paraId="19F6584A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389</w:t>
            </w:r>
          </w:p>
        </w:tc>
        <w:tc>
          <w:tcPr>
            <w:tcW w:w="780" w:type="dxa"/>
          </w:tcPr>
          <w:p w14:paraId="1AA5C32F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43DB3AB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2E229FE8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015D59A2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14:paraId="754440DD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795426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9E108C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410F3442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2E39D1E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  <w:r w:rsidRPr="004E4746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4E4746" w14:paraId="1953265B" w14:textId="77777777" w:rsidTr="001839E4">
        <w:trPr>
          <w:cantSplit/>
        </w:trPr>
        <w:tc>
          <w:tcPr>
            <w:tcW w:w="3120" w:type="dxa"/>
            <w:gridSpan w:val="3"/>
          </w:tcPr>
          <w:p w14:paraId="7F548FD4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$   339</w:t>
            </w:r>
          </w:p>
        </w:tc>
        <w:tc>
          <w:tcPr>
            <w:tcW w:w="3120" w:type="dxa"/>
            <w:gridSpan w:val="4"/>
          </w:tcPr>
          <w:p w14:paraId="6A1EBFA2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 xml:space="preserve">Refer to Rule </w:t>
            </w:r>
            <w:r w:rsidRPr="004E4746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8AAA15D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FD3BC3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4E47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EA6C8E" w14:textId="77777777" w:rsidR="00E30467" w:rsidRPr="004E474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4E4746" w14:paraId="7D6B71D1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F32F54" w14:textId="77777777" w:rsidR="00E30467" w:rsidRPr="004E4746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4E4746" w14:paraId="4C2594EE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DFA69FF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AC113E9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kern w:val="18"/>
              </w:rPr>
              <w:t xml:space="preserve">For liability increased limits factors, refer to Rule </w:t>
            </w:r>
            <w:r w:rsidRPr="004E4746">
              <w:rPr>
                <w:rStyle w:val="rulelink"/>
              </w:rPr>
              <w:t>100.</w:t>
            </w:r>
          </w:p>
        </w:tc>
      </w:tr>
      <w:tr w:rsidR="00E30467" w:rsidRPr="004E4746" w14:paraId="075C27FE" w14:textId="77777777" w:rsidTr="001839E4">
        <w:trPr>
          <w:cantSplit/>
        </w:trPr>
        <w:tc>
          <w:tcPr>
            <w:tcW w:w="220" w:type="dxa"/>
          </w:tcPr>
          <w:p w14:paraId="58CF4CA5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23BC3C25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kern w:val="18"/>
              </w:rPr>
              <w:t xml:space="preserve">For liability fleet factors, refer to Rules </w:t>
            </w:r>
            <w:r w:rsidRPr="004E4746">
              <w:rPr>
                <w:rStyle w:val="rulelink"/>
              </w:rPr>
              <w:t>22.</w:t>
            </w:r>
            <w:r w:rsidRPr="004E4746">
              <w:rPr>
                <w:kern w:val="18"/>
              </w:rPr>
              <w:t xml:space="preserve"> and </w:t>
            </w:r>
            <w:r w:rsidRPr="004E4746">
              <w:rPr>
                <w:rStyle w:val="rulelink"/>
              </w:rPr>
              <w:t>39.</w:t>
            </w:r>
          </w:p>
        </w:tc>
      </w:tr>
      <w:tr w:rsidR="00E30467" w:rsidRPr="004E4746" w14:paraId="66DB98F0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76F8DD" w14:textId="77777777" w:rsidR="00E30467" w:rsidRPr="004E4746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4E47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70361BF6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  <w:r w:rsidRPr="004E4746">
              <w:rPr>
                <w:kern w:val="18"/>
              </w:rPr>
              <w:t xml:space="preserve">Other Than Auto losses for </w:t>
            </w:r>
            <w:r w:rsidRPr="004E4746">
              <w:t>Auto Dealers</w:t>
            </w:r>
            <w:r w:rsidRPr="004E474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E4746">
              <w:rPr>
                <w:rStyle w:val="rulelink"/>
              </w:rPr>
              <w:t>49.</w:t>
            </w:r>
          </w:p>
        </w:tc>
      </w:tr>
      <w:tr w:rsidR="00E30467" w:rsidRPr="004E4746" w14:paraId="19CBFF3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8710AC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5975607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4811CF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0AD56B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AA4E0D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1507E93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4029AF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8BFA24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2FF958F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A5D96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3525D6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42E068C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79803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EF641C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37EB1B6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075A2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64D8B7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7C9AA9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865452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95D9FD6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3F8471C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A302A7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A9B4A9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407B5C9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0D32C9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6226E8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6BE6B63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9CADB4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C0B4D9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1A0D674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E9E7A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467B813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176F316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40C9DF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8D1BC5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4B3EEBB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C71848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FB5028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2A9169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6B05D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08BF8A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200C315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D418F0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CD7B9F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3E230DE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CEBC3E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C185FE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3564607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96EF2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8228CE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2EBE6D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4C7C2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C004F39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6FCF848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03BB98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D4088DE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5935EC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C7E73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B2BACDC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BBF0A3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7864F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D836E7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041E776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7E49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08652E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4E4746" w14:paraId="196F76A6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FD81851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4029AA1A" w14:textId="77777777" w:rsidR="00E30467" w:rsidRPr="004E4746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427718E" w14:textId="77777777" w:rsidR="00E30467" w:rsidRPr="004E4746" w:rsidRDefault="00E30467" w:rsidP="00E30467">
      <w:pPr>
        <w:pStyle w:val="isonormal"/>
      </w:pPr>
    </w:p>
    <w:p w14:paraId="344BA990" w14:textId="77777777" w:rsidR="00E30467" w:rsidRDefault="00E30467" w:rsidP="00E30467">
      <w:pPr>
        <w:pStyle w:val="isonormal"/>
        <w:sectPr w:rsidR="00E30467" w:rsidSect="00E30467">
          <w:headerReference w:type="default" r:id="rId29"/>
          <w:footerReference w:type="default" r:id="rId3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CF0888" w14:paraId="738358FB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5B4C37E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2BC8BDF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64EAE58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>PERSONAL INJURY PROTECTION</w:t>
            </w:r>
          </w:p>
        </w:tc>
      </w:tr>
      <w:tr w:rsidR="00E30467" w:rsidRPr="00CF0888" w14:paraId="162F2F76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F98E6C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0D974D0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633684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CF0888" w14:paraId="2BED422E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3C7C9D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A855618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844C65C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17AA9FE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9D81E68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137145" w14:textId="77777777" w:rsidR="00E30467" w:rsidRPr="00CF0888" w:rsidRDefault="00E30467" w:rsidP="001839E4">
            <w:pPr>
              <w:pStyle w:val="tablehead"/>
              <w:rPr>
                <w:kern w:val="18"/>
              </w:rPr>
            </w:pPr>
            <w:r w:rsidRPr="00CF0888">
              <w:rPr>
                <w:kern w:val="18"/>
              </w:rPr>
              <w:t>Basic Limits</w:t>
            </w:r>
          </w:p>
        </w:tc>
      </w:tr>
      <w:tr w:rsidR="00E30467" w:rsidRPr="00CF0888" w14:paraId="3F9403CC" w14:textId="77777777" w:rsidTr="001839E4">
        <w:trPr>
          <w:cantSplit/>
        </w:trPr>
        <w:tc>
          <w:tcPr>
            <w:tcW w:w="9360" w:type="dxa"/>
            <w:gridSpan w:val="10"/>
          </w:tcPr>
          <w:p w14:paraId="48109795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CF0888" w14:paraId="4923D8F7" w14:textId="77777777" w:rsidTr="001839E4">
        <w:trPr>
          <w:cantSplit/>
        </w:trPr>
        <w:tc>
          <w:tcPr>
            <w:tcW w:w="3120" w:type="dxa"/>
            <w:gridSpan w:val="3"/>
          </w:tcPr>
          <w:p w14:paraId="2C628CB1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194</w:t>
            </w:r>
          </w:p>
        </w:tc>
        <w:tc>
          <w:tcPr>
            <w:tcW w:w="780" w:type="dxa"/>
          </w:tcPr>
          <w:p w14:paraId="5BBC2523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BE98A74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9715CB5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CFE5A0D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44D19DCF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9FD60E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E3B857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70B2DC4D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7F476321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CF0888" w14:paraId="7CCFE470" w14:textId="77777777" w:rsidTr="001839E4">
        <w:trPr>
          <w:cantSplit/>
        </w:trPr>
        <w:tc>
          <w:tcPr>
            <w:tcW w:w="3120" w:type="dxa"/>
            <w:gridSpan w:val="3"/>
          </w:tcPr>
          <w:p w14:paraId="18BA64CB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172</w:t>
            </w:r>
          </w:p>
        </w:tc>
        <w:tc>
          <w:tcPr>
            <w:tcW w:w="780" w:type="dxa"/>
          </w:tcPr>
          <w:p w14:paraId="41B98C19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6407872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2596D53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BC40708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5A4E9DBD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0641CA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16ABF7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78F674B6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E7BA85A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CF0888" w14:paraId="54059809" w14:textId="77777777" w:rsidTr="001839E4">
        <w:trPr>
          <w:cantSplit/>
        </w:trPr>
        <w:tc>
          <w:tcPr>
            <w:tcW w:w="540" w:type="dxa"/>
            <w:gridSpan w:val="2"/>
          </w:tcPr>
          <w:p w14:paraId="21E8592A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9B15B39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b/>
                <w:kern w:val="18"/>
              </w:rPr>
              <w:t>– TAXICABS AND LIMOUSINES</w:t>
            </w:r>
          </w:p>
        </w:tc>
      </w:tr>
      <w:tr w:rsidR="00E30467" w:rsidRPr="00CF0888" w14:paraId="7488DB8F" w14:textId="77777777" w:rsidTr="001839E4">
        <w:trPr>
          <w:cantSplit/>
        </w:trPr>
        <w:tc>
          <w:tcPr>
            <w:tcW w:w="3120" w:type="dxa"/>
            <w:gridSpan w:val="3"/>
          </w:tcPr>
          <w:p w14:paraId="75A6748C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1203</w:t>
            </w:r>
          </w:p>
        </w:tc>
        <w:tc>
          <w:tcPr>
            <w:tcW w:w="780" w:type="dxa"/>
          </w:tcPr>
          <w:p w14:paraId="0DD2128D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4F1E7015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5DBEACB2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14:paraId="76F4050C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0A729C24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DCD170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5BB703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4A4F2860" w14:textId="77777777" w:rsidTr="001839E4">
        <w:trPr>
          <w:cantSplit/>
        </w:trPr>
        <w:tc>
          <w:tcPr>
            <w:tcW w:w="540" w:type="dxa"/>
            <w:gridSpan w:val="2"/>
          </w:tcPr>
          <w:p w14:paraId="415BE540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D769C17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b/>
                <w:kern w:val="18"/>
              </w:rPr>
              <w:t>– SCHOOL AND CHURCH BUSES</w:t>
            </w:r>
          </w:p>
        </w:tc>
      </w:tr>
      <w:tr w:rsidR="00E30467" w:rsidRPr="00CF0888" w14:paraId="6A0A6A27" w14:textId="77777777" w:rsidTr="001839E4">
        <w:trPr>
          <w:cantSplit/>
        </w:trPr>
        <w:tc>
          <w:tcPr>
            <w:tcW w:w="3120" w:type="dxa"/>
            <w:gridSpan w:val="3"/>
          </w:tcPr>
          <w:p w14:paraId="59CCB4D4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107</w:t>
            </w:r>
          </w:p>
        </w:tc>
        <w:tc>
          <w:tcPr>
            <w:tcW w:w="780" w:type="dxa"/>
          </w:tcPr>
          <w:p w14:paraId="1D420D92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A0F6ABE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0C7EA031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70D42EDF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17170E43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8ACD85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FB5575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3AEF955A" w14:textId="77777777" w:rsidTr="001839E4">
        <w:trPr>
          <w:cantSplit/>
        </w:trPr>
        <w:tc>
          <w:tcPr>
            <w:tcW w:w="540" w:type="dxa"/>
            <w:gridSpan w:val="2"/>
          </w:tcPr>
          <w:p w14:paraId="2C9755A7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4BDA855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– OTHER BUSES</w:t>
            </w:r>
          </w:p>
        </w:tc>
      </w:tr>
      <w:tr w:rsidR="00E30467" w:rsidRPr="00CF0888" w14:paraId="0CF13D19" w14:textId="77777777" w:rsidTr="001839E4">
        <w:trPr>
          <w:cantSplit/>
        </w:trPr>
        <w:tc>
          <w:tcPr>
            <w:tcW w:w="3120" w:type="dxa"/>
            <w:gridSpan w:val="3"/>
          </w:tcPr>
          <w:p w14:paraId="14417AAF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737</w:t>
            </w:r>
          </w:p>
        </w:tc>
        <w:tc>
          <w:tcPr>
            <w:tcW w:w="780" w:type="dxa"/>
          </w:tcPr>
          <w:p w14:paraId="2F0C4F03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063FEBDA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5D47C1CA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24E25A0C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14:paraId="1AA534E9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EB8B1C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44A16A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20F38C7B" w14:textId="77777777" w:rsidTr="001839E4">
        <w:trPr>
          <w:cantSplit/>
        </w:trPr>
        <w:tc>
          <w:tcPr>
            <w:tcW w:w="540" w:type="dxa"/>
            <w:gridSpan w:val="2"/>
          </w:tcPr>
          <w:p w14:paraId="1DC1968A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6B8F74A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– VAN POOLS</w:t>
            </w:r>
          </w:p>
        </w:tc>
      </w:tr>
      <w:tr w:rsidR="00E30467" w:rsidRPr="00CF0888" w14:paraId="6A06440A" w14:textId="77777777" w:rsidTr="001839E4">
        <w:trPr>
          <w:cantSplit/>
        </w:trPr>
        <w:tc>
          <w:tcPr>
            <w:tcW w:w="3120" w:type="dxa"/>
            <w:gridSpan w:val="3"/>
          </w:tcPr>
          <w:p w14:paraId="3A60FFCF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291</w:t>
            </w:r>
          </w:p>
        </w:tc>
        <w:tc>
          <w:tcPr>
            <w:tcW w:w="780" w:type="dxa"/>
          </w:tcPr>
          <w:p w14:paraId="364279B9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F4479A9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0FC1EDC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338CF4B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05751CFB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E58D84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72F3F9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2C1AC796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D6D1066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  <w:r w:rsidRPr="00CF0888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CF0888" w14:paraId="27EDF756" w14:textId="77777777" w:rsidTr="001839E4">
        <w:trPr>
          <w:cantSplit/>
        </w:trPr>
        <w:tc>
          <w:tcPr>
            <w:tcW w:w="3120" w:type="dxa"/>
            <w:gridSpan w:val="3"/>
          </w:tcPr>
          <w:p w14:paraId="1A67979E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$   235</w:t>
            </w:r>
          </w:p>
        </w:tc>
        <w:tc>
          <w:tcPr>
            <w:tcW w:w="3120" w:type="dxa"/>
            <w:gridSpan w:val="4"/>
          </w:tcPr>
          <w:p w14:paraId="13303EE0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 xml:space="preserve">Refer to Rule </w:t>
            </w:r>
            <w:r w:rsidRPr="00CF0888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CE8CCE0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087B60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F088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71EF16" w14:textId="77777777" w:rsidR="00E30467" w:rsidRPr="00CF088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F0888" w14:paraId="12CCE74D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F3657A2" w14:textId="77777777" w:rsidR="00E30467" w:rsidRPr="00CF0888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CF0888" w14:paraId="1376EDF6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9D23BC7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14C3415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kern w:val="18"/>
              </w:rPr>
              <w:t xml:space="preserve">For liability increased limits factors, refer to Rule </w:t>
            </w:r>
            <w:r w:rsidRPr="00CF0888">
              <w:rPr>
                <w:rStyle w:val="rulelink"/>
              </w:rPr>
              <w:t>100.</w:t>
            </w:r>
          </w:p>
        </w:tc>
      </w:tr>
      <w:tr w:rsidR="00E30467" w:rsidRPr="00CF0888" w14:paraId="711FB338" w14:textId="77777777" w:rsidTr="001839E4">
        <w:trPr>
          <w:cantSplit/>
        </w:trPr>
        <w:tc>
          <w:tcPr>
            <w:tcW w:w="220" w:type="dxa"/>
          </w:tcPr>
          <w:p w14:paraId="5493B23C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412986A8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kern w:val="18"/>
              </w:rPr>
              <w:t xml:space="preserve">For liability fleet factors, refer to Rules </w:t>
            </w:r>
            <w:r w:rsidRPr="00CF0888">
              <w:rPr>
                <w:rStyle w:val="rulelink"/>
              </w:rPr>
              <w:t>22.</w:t>
            </w:r>
            <w:r w:rsidRPr="00CF0888">
              <w:rPr>
                <w:kern w:val="18"/>
              </w:rPr>
              <w:t xml:space="preserve"> and </w:t>
            </w:r>
            <w:r w:rsidRPr="00CF0888">
              <w:rPr>
                <w:rStyle w:val="rulelink"/>
              </w:rPr>
              <w:t>39.</w:t>
            </w:r>
          </w:p>
        </w:tc>
      </w:tr>
      <w:tr w:rsidR="00E30467" w:rsidRPr="00CF0888" w14:paraId="1058177F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82B6387" w14:textId="77777777" w:rsidR="00E30467" w:rsidRPr="00CF0888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CF08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396195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  <w:r w:rsidRPr="00CF0888">
              <w:rPr>
                <w:kern w:val="18"/>
              </w:rPr>
              <w:t xml:space="preserve">Other Than Auto losses for </w:t>
            </w:r>
            <w:r w:rsidRPr="00CF0888">
              <w:t>Auto Dealers</w:t>
            </w:r>
            <w:r w:rsidRPr="00CF088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F0888">
              <w:rPr>
                <w:rStyle w:val="rulelink"/>
              </w:rPr>
              <w:t>49.</w:t>
            </w:r>
          </w:p>
        </w:tc>
      </w:tr>
      <w:tr w:rsidR="00E30467" w:rsidRPr="00CF0888" w14:paraId="12F35EA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A2FA4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526B83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3CEF7B1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1F865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E22ED1F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4EC045A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2812A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A32179A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77F1870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C5E20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F3B848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62C5CD4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5444D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BA9F918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6A2D823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03803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51BF87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1D225F1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998ED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9C9C3C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389142D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A614FF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806436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374707C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BDCFB4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7D5FC91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38649B4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2A44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F660898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249195F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A556D9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017FD4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6B4A860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24C05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49B0CE5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5DAA56F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05BFA6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9600D2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4E3DFB9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86540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B148A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723247E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9115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A4C0A42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153251E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DAFDB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5021EC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3BF299C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7BAA82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149168B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798216F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0150FC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8CC582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0722763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8F767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8F7D7E6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21D44C2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DBF6C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4568DB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1E59025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79A57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DCEB741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64D9DC4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BBB99E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CCBF75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F0888" w14:paraId="295AB45E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E42B12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10550984" w14:textId="77777777" w:rsidR="00E30467" w:rsidRPr="00CF0888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17C64275" w14:textId="77777777" w:rsidR="00E30467" w:rsidRPr="00CF0888" w:rsidRDefault="00E30467" w:rsidP="00E30467">
      <w:pPr>
        <w:pStyle w:val="isonormal"/>
      </w:pPr>
    </w:p>
    <w:p w14:paraId="782AC7A2" w14:textId="77777777" w:rsidR="00E30467" w:rsidRDefault="00E30467" w:rsidP="00E30467">
      <w:pPr>
        <w:pStyle w:val="isonormal"/>
        <w:sectPr w:rsidR="00E30467" w:rsidSect="00E30467">
          <w:headerReference w:type="default" r:id="rId31"/>
          <w:footerReference w:type="default" r:id="rId3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CC12FB" w14:paraId="67C64BE2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C3992E1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7C4937C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5ADC67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>PERSONAL INJURY PROTECTION</w:t>
            </w:r>
          </w:p>
        </w:tc>
      </w:tr>
      <w:tr w:rsidR="00E30467" w:rsidRPr="00CC12FB" w14:paraId="66DDB938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5A0FAB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317E28C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65ADD05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CC12FB" w14:paraId="5A3BF295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3178038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79ECD3F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234A8C0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93AB6CC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C83A346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1B9550" w14:textId="77777777" w:rsidR="00E30467" w:rsidRPr="00CC12FB" w:rsidRDefault="00E30467" w:rsidP="001839E4">
            <w:pPr>
              <w:pStyle w:val="tablehead"/>
              <w:rPr>
                <w:kern w:val="18"/>
              </w:rPr>
            </w:pPr>
            <w:r w:rsidRPr="00CC12FB">
              <w:rPr>
                <w:kern w:val="18"/>
              </w:rPr>
              <w:t>Basic Limits</w:t>
            </w:r>
          </w:p>
        </w:tc>
      </w:tr>
      <w:tr w:rsidR="00E30467" w:rsidRPr="00CC12FB" w14:paraId="57C15E02" w14:textId="77777777" w:rsidTr="001839E4">
        <w:trPr>
          <w:cantSplit/>
        </w:trPr>
        <w:tc>
          <w:tcPr>
            <w:tcW w:w="9360" w:type="dxa"/>
            <w:gridSpan w:val="10"/>
          </w:tcPr>
          <w:p w14:paraId="48D613C6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CC12FB" w14:paraId="59BC3D89" w14:textId="77777777" w:rsidTr="001839E4">
        <w:trPr>
          <w:cantSplit/>
        </w:trPr>
        <w:tc>
          <w:tcPr>
            <w:tcW w:w="3120" w:type="dxa"/>
            <w:gridSpan w:val="3"/>
          </w:tcPr>
          <w:p w14:paraId="30404CB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202</w:t>
            </w:r>
          </w:p>
        </w:tc>
        <w:tc>
          <w:tcPr>
            <w:tcW w:w="780" w:type="dxa"/>
          </w:tcPr>
          <w:p w14:paraId="2DCBE81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2938B8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715BA2D6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6382D6D1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2D77F00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414B0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E78A94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5C1A8D5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5918EA8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CC12FB" w14:paraId="6FDF2B57" w14:textId="77777777" w:rsidTr="001839E4">
        <w:trPr>
          <w:cantSplit/>
        </w:trPr>
        <w:tc>
          <w:tcPr>
            <w:tcW w:w="3120" w:type="dxa"/>
            <w:gridSpan w:val="3"/>
          </w:tcPr>
          <w:p w14:paraId="01ADE37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14:paraId="06FBBB9A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258A9FD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E7E0B5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486F62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289D7043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E8821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D4B98E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7B290A6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F8E8FA1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CC12FB" w14:paraId="434ECCBB" w14:textId="77777777" w:rsidTr="001839E4">
        <w:trPr>
          <w:cantSplit/>
        </w:trPr>
        <w:tc>
          <w:tcPr>
            <w:tcW w:w="540" w:type="dxa"/>
            <w:gridSpan w:val="2"/>
          </w:tcPr>
          <w:p w14:paraId="7080CF02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892658F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b/>
                <w:kern w:val="18"/>
              </w:rPr>
              <w:t>– TAXICABS AND LIMOUSINES</w:t>
            </w:r>
          </w:p>
        </w:tc>
      </w:tr>
      <w:tr w:rsidR="00E30467" w:rsidRPr="00CC12FB" w14:paraId="54BA17C4" w14:textId="77777777" w:rsidTr="001839E4">
        <w:trPr>
          <w:cantSplit/>
        </w:trPr>
        <w:tc>
          <w:tcPr>
            <w:tcW w:w="3120" w:type="dxa"/>
            <w:gridSpan w:val="3"/>
          </w:tcPr>
          <w:p w14:paraId="4110FB19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1252</w:t>
            </w:r>
          </w:p>
        </w:tc>
        <w:tc>
          <w:tcPr>
            <w:tcW w:w="780" w:type="dxa"/>
          </w:tcPr>
          <w:p w14:paraId="437DCDC4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4C4BB05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0EB804A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4496F306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14:paraId="6DF61926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2FBD3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79DA5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49C46D1D" w14:textId="77777777" w:rsidTr="001839E4">
        <w:trPr>
          <w:cantSplit/>
        </w:trPr>
        <w:tc>
          <w:tcPr>
            <w:tcW w:w="540" w:type="dxa"/>
            <w:gridSpan w:val="2"/>
          </w:tcPr>
          <w:p w14:paraId="022EA415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2595FF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b/>
                <w:kern w:val="18"/>
              </w:rPr>
              <w:t>– SCHOOL AND CHURCH BUSES</w:t>
            </w:r>
          </w:p>
        </w:tc>
      </w:tr>
      <w:tr w:rsidR="00E30467" w:rsidRPr="00CC12FB" w14:paraId="063767C6" w14:textId="77777777" w:rsidTr="001839E4">
        <w:trPr>
          <w:cantSplit/>
        </w:trPr>
        <w:tc>
          <w:tcPr>
            <w:tcW w:w="3120" w:type="dxa"/>
            <w:gridSpan w:val="3"/>
          </w:tcPr>
          <w:p w14:paraId="0F9ADA3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111</w:t>
            </w:r>
          </w:p>
        </w:tc>
        <w:tc>
          <w:tcPr>
            <w:tcW w:w="780" w:type="dxa"/>
          </w:tcPr>
          <w:p w14:paraId="42B219F1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59A019A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03C3CA0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61EE8B2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14:paraId="175C7C5C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1B8334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853B0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0D5ABD0C" w14:textId="77777777" w:rsidTr="001839E4">
        <w:trPr>
          <w:cantSplit/>
        </w:trPr>
        <w:tc>
          <w:tcPr>
            <w:tcW w:w="540" w:type="dxa"/>
            <w:gridSpan w:val="2"/>
          </w:tcPr>
          <w:p w14:paraId="1694C8AF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E3AC6D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– OTHER BUSES</w:t>
            </w:r>
          </w:p>
        </w:tc>
      </w:tr>
      <w:tr w:rsidR="00E30467" w:rsidRPr="00CC12FB" w14:paraId="4A4D2C14" w14:textId="77777777" w:rsidTr="001839E4">
        <w:trPr>
          <w:cantSplit/>
        </w:trPr>
        <w:tc>
          <w:tcPr>
            <w:tcW w:w="3120" w:type="dxa"/>
            <w:gridSpan w:val="3"/>
          </w:tcPr>
          <w:p w14:paraId="6D133AF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768</w:t>
            </w:r>
          </w:p>
        </w:tc>
        <w:tc>
          <w:tcPr>
            <w:tcW w:w="780" w:type="dxa"/>
          </w:tcPr>
          <w:p w14:paraId="15CA0C1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14:paraId="033FB471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14:paraId="3DFA08DA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14:paraId="3C3256B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14:paraId="7235417B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1E02D3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5F04F0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2F5C41B8" w14:textId="77777777" w:rsidTr="001839E4">
        <w:trPr>
          <w:cantSplit/>
        </w:trPr>
        <w:tc>
          <w:tcPr>
            <w:tcW w:w="540" w:type="dxa"/>
            <w:gridSpan w:val="2"/>
          </w:tcPr>
          <w:p w14:paraId="0DA0C8A7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C3E5BFF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– VAN POOLS</w:t>
            </w:r>
          </w:p>
        </w:tc>
      </w:tr>
      <w:tr w:rsidR="00E30467" w:rsidRPr="00CC12FB" w14:paraId="574C8F15" w14:textId="77777777" w:rsidTr="001839E4">
        <w:trPr>
          <w:cantSplit/>
        </w:trPr>
        <w:tc>
          <w:tcPr>
            <w:tcW w:w="3120" w:type="dxa"/>
            <w:gridSpan w:val="3"/>
          </w:tcPr>
          <w:p w14:paraId="015201E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303</w:t>
            </w:r>
          </w:p>
        </w:tc>
        <w:tc>
          <w:tcPr>
            <w:tcW w:w="780" w:type="dxa"/>
          </w:tcPr>
          <w:p w14:paraId="421F5DB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85A55A6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C949A6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7BF3ED6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57E78B04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CD095E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ED5117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1585689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F1A0D85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  <w:r w:rsidRPr="00CC12FB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CC12FB" w14:paraId="05FEF27E" w14:textId="77777777" w:rsidTr="001839E4">
        <w:trPr>
          <w:cantSplit/>
        </w:trPr>
        <w:tc>
          <w:tcPr>
            <w:tcW w:w="3120" w:type="dxa"/>
            <w:gridSpan w:val="3"/>
          </w:tcPr>
          <w:p w14:paraId="3A09D79F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$   266</w:t>
            </w:r>
          </w:p>
        </w:tc>
        <w:tc>
          <w:tcPr>
            <w:tcW w:w="3120" w:type="dxa"/>
            <w:gridSpan w:val="4"/>
          </w:tcPr>
          <w:p w14:paraId="26A1D125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 xml:space="preserve">Refer to Rule </w:t>
            </w:r>
            <w:r w:rsidRPr="00CC12FB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28E13EE0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35E752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C12F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F82DBA" w14:textId="77777777" w:rsidR="00E30467" w:rsidRPr="00CC12F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C12FB" w14:paraId="23DC67E3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0A98EEA" w14:textId="77777777" w:rsidR="00E30467" w:rsidRPr="00CC12FB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CC12FB" w14:paraId="201B3791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98A459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89CBD69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kern w:val="18"/>
              </w:rPr>
              <w:t xml:space="preserve">For liability increased limits factors, refer to Rule </w:t>
            </w:r>
            <w:r w:rsidRPr="00CC12FB">
              <w:rPr>
                <w:rStyle w:val="rulelink"/>
              </w:rPr>
              <w:t>100.</w:t>
            </w:r>
          </w:p>
        </w:tc>
      </w:tr>
      <w:tr w:rsidR="00E30467" w:rsidRPr="00CC12FB" w14:paraId="331B5273" w14:textId="77777777" w:rsidTr="001839E4">
        <w:trPr>
          <w:cantSplit/>
        </w:trPr>
        <w:tc>
          <w:tcPr>
            <w:tcW w:w="220" w:type="dxa"/>
          </w:tcPr>
          <w:p w14:paraId="4F2F8805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6D82198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kern w:val="18"/>
              </w:rPr>
              <w:t xml:space="preserve">For liability fleet factors, refer to Rules </w:t>
            </w:r>
            <w:r w:rsidRPr="00CC12FB">
              <w:rPr>
                <w:rStyle w:val="rulelink"/>
              </w:rPr>
              <w:t>22.</w:t>
            </w:r>
            <w:r w:rsidRPr="00CC12FB">
              <w:rPr>
                <w:kern w:val="18"/>
              </w:rPr>
              <w:t xml:space="preserve"> and </w:t>
            </w:r>
            <w:r w:rsidRPr="00CC12FB">
              <w:rPr>
                <w:rStyle w:val="rulelink"/>
              </w:rPr>
              <w:t>39.</w:t>
            </w:r>
          </w:p>
        </w:tc>
      </w:tr>
      <w:tr w:rsidR="00E30467" w:rsidRPr="00CC12FB" w14:paraId="4FD50974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36D4FA" w14:textId="77777777" w:rsidR="00E30467" w:rsidRPr="00CC12FB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CC12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6495546F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  <w:r w:rsidRPr="00CC12FB">
              <w:rPr>
                <w:kern w:val="18"/>
              </w:rPr>
              <w:t xml:space="preserve">Other Than Auto losses for </w:t>
            </w:r>
            <w:r w:rsidRPr="00CC12FB">
              <w:t>Auto Dealers</w:t>
            </w:r>
            <w:r w:rsidRPr="00CC12F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C12FB">
              <w:rPr>
                <w:rStyle w:val="rulelink"/>
              </w:rPr>
              <w:t>49.</w:t>
            </w:r>
          </w:p>
        </w:tc>
      </w:tr>
      <w:tr w:rsidR="00E30467" w:rsidRPr="00CC12FB" w14:paraId="010BE59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88CE5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A1FA4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33A14AF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72A8B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9C05C4A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7399532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C5B587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D1E70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77D8417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180E4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E8B79A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571B4F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39C96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AB0F2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6E985A2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776F7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8DBAD69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AB12E2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C76F2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00BF21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2345F3E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446DD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371C4F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BDC837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AB438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E4A84FC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363824D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BACB0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0CDAF2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9D90E2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E95AE4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50A50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6438F37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0203E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5CA52A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5370747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E18A80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28B4205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2231098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19B81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277144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5E59B36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7795A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074E75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7CCDE7E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44222D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DFF52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F4BB24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47B05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44BE78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625D39E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040100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A72C5A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63C545D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26DFE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FC28069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48F08ED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1603BB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199EB9C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1173165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A5DAA0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8C10F42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2798E01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2DE141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6272A92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C12FB" w14:paraId="28B4A622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DA4713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06E56086" w14:textId="77777777" w:rsidR="00E30467" w:rsidRPr="00CC12FB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35563BB2" w14:textId="77777777" w:rsidR="00E30467" w:rsidRPr="00CC12FB" w:rsidRDefault="00E30467" w:rsidP="00E30467">
      <w:pPr>
        <w:pStyle w:val="isonormal"/>
      </w:pPr>
    </w:p>
    <w:p w14:paraId="5BFA8F62" w14:textId="77777777" w:rsidR="00E30467" w:rsidRDefault="00E30467" w:rsidP="00E30467">
      <w:pPr>
        <w:pStyle w:val="isonormal"/>
        <w:sectPr w:rsidR="00E30467" w:rsidSect="00E30467">
          <w:headerReference w:type="default" r:id="rId33"/>
          <w:footerReference w:type="default" r:id="rId3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253D65" w14:paraId="6CFF345A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5B892E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0AA76BC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69A0002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>PERSONAL INJURY PROTECTION</w:t>
            </w:r>
          </w:p>
        </w:tc>
      </w:tr>
      <w:tr w:rsidR="00E30467" w:rsidRPr="00253D65" w14:paraId="17EEC1C2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88428E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76DFDC1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ACA97C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253D65" w14:paraId="5B9924A2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8BDC6F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9946791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D55E5F8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36408BA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1FAF92CD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9F8409" w14:textId="77777777" w:rsidR="00E30467" w:rsidRPr="00253D65" w:rsidRDefault="00E30467" w:rsidP="001839E4">
            <w:pPr>
              <w:pStyle w:val="tablehead"/>
              <w:rPr>
                <w:kern w:val="18"/>
              </w:rPr>
            </w:pPr>
            <w:r w:rsidRPr="00253D65">
              <w:rPr>
                <w:kern w:val="18"/>
              </w:rPr>
              <w:t>Basic Limits</w:t>
            </w:r>
          </w:p>
        </w:tc>
      </w:tr>
      <w:tr w:rsidR="00E30467" w:rsidRPr="00253D65" w14:paraId="55C44777" w14:textId="77777777" w:rsidTr="001839E4">
        <w:trPr>
          <w:cantSplit/>
        </w:trPr>
        <w:tc>
          <w:tcPr>
            <w:tcW w:w="9360" w:type="dxa"/>
            <w:gridSpan w:val="10"/>
          </w:tcPr>
          <w:p w14:paraId="1D1F531D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253D65" w14:paraId="4587E6DC" w14:textId="77777777" w:rsidTr="001839E4">
        <w:trPr>
          <w:cantSplit/>
        </w:trPr>
        <w:tc>
          <w:tcPr>
            <w:tcW w:w="3120" w:type="dxa"/>
            <w:gridSpan w:val="3"/>
          </w:tcPr>
          <w:p w14:paraId="65F68874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187</w:t>
            </w:r>
          </w:p>
        </w:tc>
        <w:tc>
          <w:tcPr>
            <w:tcW w:w="780" w:type="dxa"/>
          </w:tcPr>
          <w:p w14:paraId="3DDDBD61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7EB71A03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16DD4E2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D8CBC3D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1B1E5DB5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FDB1CE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9B2FDB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4D9E95CA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9B05AF8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253D65" w14:paraId="4216F908" w14:textId="77777777" w:rsidTr="001839E4">
        <w:trPr>
          <w:cantSplit/>
        </w:trPr>
        <w:tc>
          <w:tcPr>
            <w:tcW w:w="3120" w:type="dxa"/>
            <w:gridSpan w:val="3"/>
          </w:tcPr>
          <w:p w14:paraId="57E53AFA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14:paraId="1014656F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79841A47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BF11685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AF9C88E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6B8FBA10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E1E6C9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5F60F3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27E4374D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65C8EF0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253D65" w14:paraId="18022594" w14:textId="77777777" w:rsidTr="001839E4">
        <w:trPr>
          <w:cantSplit/>
        </w:trPr>
        <w:tc>
          <w:tcPr>
            <w:tcW w:w="540" w:type="dxa"/>
            <w:gridSpan w:val="2"/>
          </w:tcPr>
          <w:p w14:paraId="792A3B9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43D2004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b/>
                <w:kern w:val="18"/>
              </w:rPr>
              <w:t>– TAXICABS AND LIMOUSINES</w:t>
            </w:r>
          </w:p>
        </w:tc>
      </w:tr>
      <w:tr w:rsidR="00E30467" w:rsidRPr="00253D65" w14:paraId="597B53DE" w14:textId="77777777" w:rsidTr="001839E4">
        <w:trPr>
          <w:cantSplit/>
        </w:trPr>
        <w:tc>
          <w:tcPr>
            <w:tcW w:w="3120" w:type="dxa"/>
            <w:gridSpan w:val="3"/>
          </w:tcPr>
          <w:p w14:paraId="2568565D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1159</w:t>
            </w:r>
          </w:p>
        </w:tc>
        <w:tc>
          <w:tcPr>
            <w:tcW w:w="780" w:type="dxa"/>
          </w:tcPr>
          <w:p w14:paraId="2EC5FF15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7CD7A589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77F681F6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14:paraId="46E4AAAF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$48    </w:t>
            </w:r>
          </w:p>
        </w:tc>
        <w:tc>
          <w:tcPr>
            <w:tcW w:w="1040" w:type="dxa"/>
          </w:tcPr>
          <w:p w14:paraId="4D74E034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CA028F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D0EF5B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3D6015FD" w14:textId="77777777" w:rsidTr="001839E4">
        <w:trPr>
          <w:cantSplit/>
        </w:trPr>
        <w:tc>
          <w:tcPr>
            <w:tcW w:w="540" w:type="dxa"/>
            <w:gridSpan w:val="2"/>
          </w:tcPr>
          <w:p w14:paraId="6B4D555F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0D102A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b/>
                <w:kern w:val="18"/>
              </w:rPr>
              <w:t>– SCHOOL AND CHURCH BUSES</w:t>
            </w:r>
          </w:p>
        </w:tc>
      </w:tr>
      <w:tr w:rsidR="00E30467" w:rsidRPr="00253D65" w14:paraId="25DAAF85" w14:textId="77777777" w:rsidTr="001839E4">
        <w:trPr>
          <w:cantSplit/>
        </w:trPr>
        <w:tc>
          <w:tcPr>
            <w:tcW w:w="3120" w:type="dxa"/>
            <w:gridSpan w:val="3"/>
          </w:tcPr>
          <w:p w14:paraId="2A3869C5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103</w:t>
            </w:r>
          </w:p>
        </w:tc>
        <w:tc>
          <w:tcPr>
            <w:tcW w:w="780" w:type="dxa"/>
          </w:tcPr>
          <w:p w14:paraId="513E82C2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62B1E4C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1F3630F0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7D002D2B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0AD1BD7D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5F296C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C4D2DF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54F95827" w14:textId="77777777" w:rsidTr="001839E4">
        <w:trPr>
          <w:cantSplit/>
        </w:trPr>
        <w:tc>
          <w:tcPr>
            <w:tcW w:w="540" w:type="dxa"/>
            <w:gridSpan w:val="2"/>
          </w:tcPr>
          <w:p w14:paraId="518C5A8E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107AE03E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– OTHER BUSES</w:t>
            </w:r>
          </w:p>
        </w:tc>
      </w:tr>
      <w:tr w:rsidR="00E30467" w:rsidRPr="00253D65" w14:paraId="53D08DB1" w14:textId="77777777" w:rsidTr="001839E4">
        <w:trPr>
          <w:cantSplit/>
        </w:trPr>
        <w:tc>
          <w:tcPr>
            <w:tcW w:w="3120" w:type="dxa"/>
            <w:gridSpan w:val="3"/>
          </w:tcPr>
          <w:p w14:paraId="7CB7C1C2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711</w:t>
            </w:r>
          </w:p>
        </w:tc>
        <w:tc>
          <w:tcPr>
            <w:tcW w:w="780" w:type="dxa"/>
          </w:tcPr>
          <w:p w14:paraId="30911767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493BA1DC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14:paraId="0FBD4DCA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6C5E0231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14:paraId="6D86FA66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410AC5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47212D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5A8E5143" w14:textId="77777777" w:rsidTr="001839E4">
        <w:trPr>
          <w:cantSplit/>
        </w:trPr>
        <w:tc>
          <w:tcPr>
            <w:tcW w:w="540" w:type="dxa"/>
            <w:gridSpan w:val="2"/>
          </w:tcPr>
          <w:p w14:paraId="02D8B10C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E0CC27F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– VAN POOLS</w:t>
            </w:r>
          </w:p>
        </w:tc>
      </w:tr>
      <w:tr w:rsidR="00E30467" w:rsidRPr="00253D65" w14:paraId="738D0620" w14:textId="77777777" w:rsidTr="001839E4">
        <w:trPr>
          <w:cantSplit/>
        </w:trPr>
        <w:tc>
          <w:tcPr>
            <w:tcW w:w="3120" w:type="dxa"/>
            <w:gridSpan w:val="3"/>
          </w:tcPr>
          <w:p w14:paraId="20D060FE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281</w:t>
            </w:r>
          </w:p>
        </w:tc>
        <w:tc>
          <w:tcPr>
            <w:tcW w:w="780" w:type="dxa"/>
          </w:tcPr>
          <w:p w14:paraId="7525A818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0AE86EC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27ADC49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3E619A1C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416209DA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20CD54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720741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66A7E347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430FEB4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  <w:r w:rsidRPr="00253D65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253D65" w14:paraId="3C0ADFAB" w14:textId="77777777" w:rsidTr="001839E4">
        <w:trPr>
          <w:cantSplit/>
        </w:trPr>
        <w:tc>
          <w:tcPr>
            <w:tcW w:w="3120" w:type="dxa"/>
            <w:gridSpan w:val="3"/>
          </w:tcPr>
          <w:p w14:paraId="51C71B38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$   246</w:t>
            </w:r>
          </w:p>
        </w:tc>
        <w:tc>
          <w:tcPr>
            <w:tcW w:w="3120" w:type="dxa"/>
            <w:gridSpan w:val="4"/>
          </w:tcPr>
          <w:p w14:paraId="5E6C19EB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 xml:space="preserve">Refer to Rule </w:t>
            </w:r>
            <w:r w:rsidRPr="00253D65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742B3FC2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39EB31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53D6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007810" w14:textId="77777777" w:rsidR="00E30467" w:rsidRPr="00253D65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53D65" w14:paraId="3B956C4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8338581" w14:textId="77777777" w:rsidR="00E30467" w:rsidRPr="00253D65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253D65" w14:paraId="270435C0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6E686F8E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78C9385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kern w:val="18"/>
              </w:rPr>
              <w:t xml:space="preserve">For liability increased limits factors, refer to Rule </w:t>
            </w:r>
            <w:r w:rsidRPr="00253D65">
              <w:rPr>
                <w:rStyle w:val="rulelink"/>
              </w:rPr>
              <w:t>100.</w:t>
            </w:r>
          </w:p>
        </w:tc>
      </w:tr>
      <w:tr w:rsidR="00E30467" w:rsidRPr="00253D65" w14:paraId="3E4CF93A" w14:textId="77777777" w:rsidTr="001839E4">
        <w:trPr>
          <w:cantSplit/>
        </w:trPr>
        <w:tc>
          <w:tcPr>
            <w:tcW w:w="220" w:type="dxa"/>
          </w:tcPr>
          <w:p w14:paraId="678ED7D2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6DFA81A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kern w:val="18"/>
              </w:rPr>
              <w:t xml:space="preserve">For liability fleet factors, refer to Rules </w:t>
            </w:r>
            <w:r w:rsidRPr="00253D65">
              <w:rPr>
                <w:rStyle w:val="rulelink"/>
              </w:rPr>
              <w:t>22.</w:t>
            </w:r>
            <w:r w:rsidRPr="00253D65">
              <w:rPr>
                <w:kern w:val="18"/>
              </w:rPr>
              <w:t xml:space="preserve"> and </w:t>
            </w:r>
            <w:r w:rsidRPr="00253D65">
              <w:rPr>
                <w:rStyle w:val="rulelink"/>
              </w:rPr>
              <w:t>39.</w:t>
            </w:r>
          </w:p>
        </w:tc>
      </w:tr>
      <w:tr w:rsidR="00E30467" w:rsidRPr="00253D65" w14:paraId="107630BF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A01EED4" w14:textId="77777777" w:rsidR="00E30467" w:rsidRPr="00253D65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253D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733FCCE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  <w:r w:rsidRPr="00253D65">
              <w:rPr>
                <w:kern w:val="18"/>
              </w:rPr>
              <w:t xml:space="preserve">Other Than Auto losses for </w:t>
            </w:r>
            <w:r w:rsidRPr="00253D65">
              <w:t>Auto Dealers</w:t>
            </w:r>
            <w:r w:rsidRPr="00253D6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53D65">
              <w:rPr>
                <w:rStyle w:val="rulelink"/>
              </w:rPr>
              <w:t>49.</w:t>
            </w:r>
          </w:p>
        </w:tc>
      </w:tr>
      <w:tr w:rsidR="00E30467" w:rsidRPr="00253D65" w14:paraId="576F650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38D4EC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C4D2AC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057DA40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8432C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9D100D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28711EB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0B850D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4FC2701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F3761C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3312A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71C8F5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17BE704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AE019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0805EB7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5FE8041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E6B09A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0120F76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55ECA4D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211F0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A722BD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01ABE5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CD9C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BC2D1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5C20C9C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061561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6F2664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5C6EB81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9D672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D4B69E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1D410E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9A463F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F858F3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3600E22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8C17D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4396E7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AFD834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EFC70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B35CD7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0828DF9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A1956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ED7832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0505173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16A45C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AC249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C97E68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5868B5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B5A56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31EEE4B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33E7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30B725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CFE58F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89433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DEA34F5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6597783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A8043F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CB7E34A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088120D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EB5980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5D571F2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7FD37E9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D690D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E8001D8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7EC1D0A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CD08E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C9C61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53D65" w14:paraId="733B458C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C6E5E26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11EBCBB" w14:textId="77777777" w:rsidR="00E30467" w:rsidRPr="00253D65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43E7F01D" w14:textId="77777777" w:rsidR="00E30467" w:rsidRPr="00253D65" w:rsidRDefault="00E30467" w:rsidP="00E30467">
      <w:pPr>
        <w:pStyle w:val="isonormal"/>
      </w:pPr>
    </w:p>
    <w:p w14:paraId="019D8506" w14:textId="77777777" w:rsidR="00E30467" w:rsidRDefault="00E30467" w:rsidP="00E30467">
      <w:pPr>
        <w:pStyle w:val="isonormal"/>
        <w:sectPr w:rsidR="00E30467" w:rsidSect="00E30467">
          <w:headerReference w:type="default" r:id="rId35"/>
          <w:footerReference w:type="default" r:id="rId3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6D3B7B" w14:paraId="18C09120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04EC28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EE47E1E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C72418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>PERSONAL INJURY PROTECTION</w:t>
            </w:r>
          </w:p>
        </w:tc>
      </w:tr>
      <w:tr w:rsidR="00E30467" w:rsidRPr="006D3B7B" w14:paraId="739C5178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E8C3B63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4CF18BC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F4C0FC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6D3B7B" w14:paraId="4CBF3FA9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EE6533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AAD3211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5166762A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2D007BE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1C5DFBC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F2515B8" w14:textId="77777777" w:rsidR="00E30467" w:rsidRPr="006D3B7B" w:rsidRDefault="00E30467" w:rsidP="001839E4">
            <w:pPr>
              <w:pStyle w:val="tablehead"/>
              <w:rPr>
                <w:kern w:val="18"/>
              </w:rPr>
            </w:pPr>
            <w:r w:rsidRPr="006D3B7B">
              <w:rPr>
                <w:kern w:val="18"/>
              </w:rPr>
              <w:t>Basic Limits</w:t>
            </w:r>
          </w:p>
        </w:tc>
      </w:tr>
      <w:tr w:rsidR="00E30467" w:rsidRPr="006D3B7B" w14:paraId="16FD2318" w14:textId="77777777" w:rsidTr="001839E4">
        <w:trPr>
          <w:cantSplit/>
        </w:trPr>
        <w:tc>
          <w:tcPr>
            <w:tcW w:w="9360" w:type="dxa"/>
            <w:gridSpan w:val="10"/>
          </w:tcPr>
          <w:p w14:paraId="5FFA0E22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6D3B7B" w14:paraId="5756F77C" w14:textId="77777777" w:rsidTr="001839E4">
        <w:trPr>
          <w:cantSplit/>
        </w:trPr>
        <w:tc>
          <w:tcPr>
            <w:tcW w:w="3120" w:type="dxa"/>
            <w:gridSpan w:val="3"/>
          </w:tcPr>
          <w:p w14:paraId="0838030C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193</w:t>
            </w:r>
          </w:p>
        </w:tc>
        <w:tc>
          <w:tcPr>
            <w:tcW w:w="780" w:type="dxa"/>
          </w:tcPr>
          <w:p w14:paraId="67D9A718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23EC255A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561BB2C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15659C9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$6     </w:t>
            </w:r>
          </w:p>
        </w:tc>
        <w:tc>
          <w:tcPr>
            <w:tcW w:w="1040" w:type="dxa"/>
          </w:tcPr>
          <w:p w14:paraId="68BF1C7B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B477D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659020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348A4D5B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E614469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6D3B7B" w14:paraId="0609061F" w14:textId="77777777" w:rsidTr="001839E4">
        <w:trPr>
          <w:cantSplit/>
        </w:trPr>
        <w:tc>
          <w:tcPr>
            <w:tcW w:w="3120" w:type="dxa"/>
            <w:gridSpan w:val="3"/>
          </w:tcPr>
          <w:p w14:paraId="38C67466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214</w:t>
            </w:r>
          </w:p>
        </w:tc>
        <w:tc>
          <w:tcPr>
            <w:tcW w:w="780" w:type="dxa"/>
          </w:tcPr>
          <w:p w14:paraId="306C4CD0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45CBA6A5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30C4F50A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EF94618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0C02C8CF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DE689E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6050D0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6280040C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33C7C79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6D3B7B" w14:paraId="21011873" w14:textId="77777777" w:rsidTr="001839E4">
        <w:trPr>
          <w:cantSplit/>
        </w:trPr>
        <w:tc>
          <w:tcPr>
            <w:tcW w:w="540" w:type="dxa"/>
            <w:gridSpan w:val="2"/>
          </w:tcPr>
          <w:p w14:paraId="6428353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58F9982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b/>
                <w:kern w:val="18"/>
              </w:rPr>
              <w:t>– TAXICABS AND LIMOUSINES</w:t>
            </w:r>
          </w:p>
        </w:tc>
      </w:tr>
      <w:tr w:rsidR="00E30467" w:rsidRPr="006D3B7B" w14:paraId="2039CCB9" w14:textId="77777777" w:rsidTr="001839E4">
        <w:trPr>
          <w:cantSplit/>
        </w:trPr>
        <w:tc>
          <w:tcPr>
            <w:tcW w:w="3120" w:type="dxa"/>
            <w:gridSpan w:val="3"/>
          </w:tcPr>
          <w:p w14:paraId="4213AFF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1197</w:t>
            </w:r>
          </w:p>
        </w:tc>
        <w:tc>
          <w:tcPr>
            <w:tcW w:w="780" w:type="dxa"/>
          </w:tcPr>
          <w:p w14:paraId="0851AB49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14:paraId="4024D73A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60619F64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14:paraId="1C2C989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75E5D95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CF3F8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44FE4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138072EC" w14:textId="77777777" w:rsidTr="001839E4">
        <w:trPr>
          <w:cantSplit/>
        </w:trPr>
        <w:tc>
          <w:tcPr>
            <w:tcW w:w="540" w:type="dxa"/>
            <w:gridSpan w:val="2"/>
          </w:tcPr>
          <w:p w14:paraId="646FA873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A9E3C6A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b/>
                <w:kern w:val="18"/>
              </w:rPr>
              <w:t>– SCHOOL AND CHURCH BUSES</w:t>
            </w:r>
          </w:p>
        </w:tc>
      </w:tr>
      <w:tr w:rsidR="00E30467" w:rsidRPr="006D3B7B" w14:paraId="5E167718" w14:textId="77777777" w:rsidTr="001839E4">
        <w:trPr>
          <w:cantSplit/>
        </w:trPr>
        <w:tc>
          <w:tcPr>
            <w:tcW w:w="3120" w:type="dxa"/>
            <w:gridSpan w:val="3"/>
          </w:tcPr>
          <w:p w14:paraId="41C574FE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106</w:t>
            </w:r>
          </w:p>
        </w:tc>
        <w:tc>
          <w:tcPr>
            <w:tcW w:w="780" w:type="dxa"/>
          </w:tcPr>
          <w:p w14:paraId="4F260306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04ED35A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B0ED2D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32BACC29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14:paraId="43370B26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B38ADF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E34D3A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34BD447B" w14:textId="77777777" w:rsidTr="001839E4">
        <w:trPr>
          <w:cantSplit/>
        </w:trPr>
        <w:tc>
          <w:tcPr>
            <w:tcW w:w="540" w:type="dxa"/>
            <w:gridSpan w:val="2"/>
          </w:tcPr>
          <w:p w14:paraId="1EE3C96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3B36884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– OTHER BUSES</w:t>
            </w:r>
          </w:p>
        </w:tc>
      </w:tr>
      <w:tr w:rsidR="00E30467" w:rsidRPr="006D3B7B" w14:paraId="4B9D45DB" w14:textId="77777777" w:rsidTr="001839E4">
        <w:trPr>
          <w:cantSplit/>
        </w:trPr>
        <w:tc>
          <w:tcPr>
            <w:tcW w:w="3120" w:type="dxa"/>
            <w:gridSpan w:val="3"/>
          </w:tcPr>
          <w:p w14:paraId="5BF8E2D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733</w:t>
            </w:r>
          </w:p>
        </w:tc>
        <w:tc>
          <w:tcPr>
            <w:tcW w:w="780" w:type="dxa"/>
          </w:tcPr>
          <w:p w14:paraId="76227EB5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2463DF97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14:paraId="268564D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14:paraId="66799245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14:paraId="60ED53EE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B9BCC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8B3C8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4F01D06C" w14:textId="77777777" w:rsidTr="001839E4">
        <w:trPr>
          <w:cantSplit/>
        </w:trPr>
        <w:tc>
          <w:tcPr>
            <w:tcW w:w="540" w:type="dxa"/>
            <w:gridSpan w:val="2"/>
          </w:tcPr>
          <w:p w14:paraId="6B8DBB7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75EE848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– VAN POOLS</w:t>
            </w:r>
          </w:p>
        </w:tc>
      </w:tr>
      <w:tr w:rsidR="00E30467" w:rsidRPr="006D3B7B" w14:paraId="32B37321" w14:textId="77777777" w:rsidTr="001839E4">
        <w:trPr>
          <w:cantSplit/>
        </w:trPr>
        <w:tc>
          <w:tcPr>
            <w:tcW w:w="3120" w:type="dxa"/>
            <w:gridSpan w:val="3"/>
          </w:tcPr>
          <w:p w14:paraId="13A596E7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290</w:t>
            </w:r>
          </w:p>
        </w:tc>
        <w:tc>
          <w:tcPr>
            <w:tcW w:w="780" w:type="dxa"/>
          </w:tcPr>
          <w:p w14:paraId="529AE353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B0FC4F7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4703FB17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7EC48681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54690B4F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E3A6B2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7EE211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29F3DED2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954815F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  <w:r w:rsidRPr="006D3B7B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6D3B7B" w14:paraId="63EB4D40" w14:textId="77777777" w:rsidTr="001839E4">
        <w:trPr>
          <w:cantSplit/>
        </w:trPr>
        <w:tc>
          <w:tcPr>
            <w:tcW w:w="3120" w:type="dxa"/>
            <w:gridSpan w:val="3"/>
          </w:tcPr>
          <w:p w14:paraId="0BB7F8CE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$   251</w:t>
            </w:r>
          </w:p>
        </w:tc>
        <w:tc>
          <w:tcPr>
            <w:tcW w:w="3120" w:type="dxa"/>
            <w:gridSpan w:val="4"/>
          </w:tcPr>
          <w:p w14:paraId="2BD0BA7F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 xml:space="preserve">Refer to Rule </w:t>
            </w:r>
            <w:r w:rsidRPr="006D3B7B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018F74CE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80AE11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6D3B7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A2BAF7" w14:textId="77777777" w:rsidR="00E30467" w:rsidRPr="006D3B7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6D3B7B" w14:paraId="69027E9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54FF80F1" w14:textId="77777777" w:rsidR="00E30467" w:rsidRPr="006D3B7B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6D3B7B" w14:paraId="2489C405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FBEFC96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7CECD3E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kern w:val="18"/>
              </w:rPr>
              <w:t xml:space="preserve">For liability increased limits factors, refer to Rule </w:t>
            </w:r>
            <w:r w:rsidRPr="006D3B7B">
              <w:rPr>
                <w:rStyle w:val="rulelink"/>
              </w:rPr>
              <w:t>100.</w:t>
            </w:r>
          </w:p>
        </w:tc>
      </w:tr>
      <w:tr w:rsidR="00E30467" w:rsidRPr="006D3B7B" w14:paraId="4CCDFFD7" w14:textId="77777777" w:rsidTr="001839E4">
        <w:trPr>
          <w:cantSplit/>
        </w:trPr>
        <w:tc>
          <w:tcPr>
            <w:tcW w:w="220" w:type="dxa"/>
          </w:tcPr>
          <w:p w14:paraId="5431C6C3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14A3039B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kern w:val="18"/>
              </w:rPr>
              <w:t xml:space="preserve">For liability fleet factors, refer to Rules </w:t>
            </w:r>
            <w:r w:rsidRPr="006D3B7B">
              <w:rPr>
                <w:rStyle w:val="rulelink"/>
              </w:rPr>
              <w:t>22.</w:t>
            </w:r>
            <w:r w:rsidRPr="006D3B7B">
              <w:rPr>
                <w:kern w:val="18"/>
              </w:rPr>
              <w:t xml:space="preserve"> and </w:t>
            </w:r>
            <w:r w:rsidRPr="006D3B7B">
              <w:rPr>
                <w:rStyle w:val="rulelink"/>
              </w:rPr>
              <w:t>39.</w:t>
            </w:r>
          </w:p>
        </w:tc>
      </w:tr>
      <w:tr w:rsidR="00E30467" w:rsidRPr="006D3B7B" w14:paraId="4DEEAE25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5DCAD3B" w14:textId="77777777" w:rsidR="00E30467" w:rsidRPr="006D3B7B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6D3B7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4DEE66E8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  <w:r w:rsidRPr="006D3B7B">
              <w:rPr>
                <w:kern w:val="18"/>
              </w:rPr>
              <w:t xml:space="preserve">Other Than Auto losses for </w:t>
            </w:r>
            <w:r w:rsidRPr="006D3B7B">
              <w:t>Auto Dealers</w:t>
            </w:r>
            <w:r w:rsidRPr="006D3B7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D3B7B">
              <w:rPr>
                <w:rStyle w:val="rulelink"/>
              </w:rPr>
              <w:t>49.</w:t>
            </w:r>
          </w:p>
        </w:tc>
      </w:tr>
      <w:tr w:rsidR="00E30467" w:rsidRPr="006D3B7B" w14:paraId="7CE845A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9B8F71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DABF43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4F4C0B4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C603F7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93205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2E2C579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8CD87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0D172C1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094E86C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2910E5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07A279D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4B57A93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56AD8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3309F30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6001A6C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026B7A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E22DBD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275BF12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797C0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33585D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1BEE565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E5409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2A96F7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03D7274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28AC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2424829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3AE0EB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9EB10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78BA7B8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288BD1B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7675C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690B565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B4275C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F8194B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6EF093E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7ECF41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AE10FE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3CE99BE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103D4FC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C6607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C2EE50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3F2D1BD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2946AE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9893118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D62C0A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91004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C5B94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3E83638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86706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942605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1CC46B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8E50D1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BBF37CB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53B35F2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C24190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59EBAE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1FD2C39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565F6B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3975633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7E8C6CF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52767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1E58E2F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705E2C8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D8CBB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04CE0F1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6D3B7B" w14:paraId="15399C51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7DF32F9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78B36514" w14:textId="77777777" w:rsidR="00E30467" w:rsidRPr="006D3B7B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5E2E8034" w14:textId="77777777" w:rsidR="00E30467" w:rsidRPr="006D3B7B" w:rsidRDefault="00E30467" w:rsidP="00E30467">
      <w:pPr>
        <w:pStyle w:val="isonormal"/>
      </w:pPr>
    </w:p>
    <w:p w14:paraId="392B73CA" w14:textId="77777777" w:rsidR="00E30467" w:rsidRDefault="00E30467" w:rsidP="00E30467">
      <w:pPr>
        <w:pStyle w:val="isonormal"/>
        <w:sectPr w:rsidR="00E30467" w:rsidSect="00E30467">
          <w:headerReference w:type="default" r:id="rId37"/>
          <w:footerReference w:type="default" r:id="rId3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ED0C26" w14:paraId="20B445E3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05CFBE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0FF912E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714D6F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>PERSONAL INJURY PROTECTION</w:t>
            </w:r>
          </w:p>
        </w:tc>
      </w:tr>
      <w:tr w:rsidR="00E30467" w:rsidRPr="00ED0C26" w14:paraId="42990227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E9CF89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ACB8BD8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C0A579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ED0C26" w14:paraId="18863F7A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F45AED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350F7E2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4428561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703906A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EC7F27F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AED09F" w14:textId="77777777" w:rsidR="00E30467" w:rsidRPr="00ED0C26" w:rsidRDefault="00E30467" w:rsidP="001839E4">
            <w:pPr>
              <w:pStyle w:val="tablehead"/>
              <w:rPr>
                <w:kern w:val="18"/>
              </w:rPr>
            </w:pPr>
            <w:r w:rsidRPr="00ED0C26">
              <w:rPr>
                <w:kern w:val="18"/>
              </w:rPr>
              <w:t>Basic Limits</w:t>
            </w:r>
          </w:p>
        </w:tc>
      </w:tr>
      <w:tr w:rsidR="00E30467" w:rsidRPr="00ED0C26" w14:paraId="6F7BF40D" w14:textId="77777777" w:rsidTr="001839E4">
        <w:trPr>
          <w:cantSplit/>
        </w:trPr>
        <w:tc>
          <w:tcPr>
            <w:tcW w:w="9360" w:type="dxa"/>
            <w:gridSpan w:val="10"/>
          </w:tcPr>
          <w:p w14:paraId="713DEB62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ED0C26" w14:paraId="21392EBF" w14:textId="77777777" w:rsidTr="001839E4">
        <w:trPr>
          <w:cantSplit/>
        </w:trPr>
        <w:tc>
          <w:tcPr>
            <w:tcW w:w="3120" w:type="dxa"/>
            <w:gridSpan w:val="3"/>
          </w:tcPr>
          <w:p w14:paraId="014E94D5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262</w:t>
            </w:r>
          </w:p>
        </w:tc>
        <w:tc>
          <w:tcPr>
            <w:tcW w:w="780" w:type="dxa"/>
          </w:tcPr>
          <w:p w14:paraId="3EB05777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E1850E4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5E405E8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27C36F46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0F9089AE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FE82F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F43F9C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3D76929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9C31E85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ED0C26" w14:paraId="24DC06A1" w14:textId="77777777" w:rsidTr="001839E4">
        <w:trPr>
          <w:cantSplit/>
        </w:trPr>
        <w:tc>
          <w:tcPr>
            <w:tcW w:w="3120" w:type="dxa"/>
            <w:gridSpan w:val="3"/>
          </w:tcPr>
          <w:p w14:paraId="08E235CC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225</w:t>
            </w:r>
          </w:p>
        </w:tc>
        <w:tc>
          <w:tcPr>
            <w:tcW w:w="780" w:type="dxa"/>
          </w:tcPr>
          <w:p w14:paraId="69369A84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ED297C3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014FD91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6050628A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06E13130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28A4E1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4A062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4A105288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7F701E4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ED0C26" w14:paraId="7E86730D" w14:textId="77777777" w:rsidTr="001839E4">
        <w:trPr>
          <w:cantSplit/>
        </w:trPr>
        <w:tc>
          <w:tcPr>
            <w:tcW w:w="540" w:type="dxa"/>
            <w:gridSpan w:val="2"/>
          </w:tcPr>
          <w:p w14:paraId="6F3B08E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6D1ED39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b/>
                <w:kern w:val="18"/>
              </w:rPr>
              <w:t>– TAXICABS AND LIMOUSINES</w:t>
            </w:r>
          </w:p>
        </w:tc>
      </w:tr>
      <w:tr w:rsidR="00E30467" w:rsidRPr="00ED0C26" w14:paraId="04444967" w14:textId="77777777" w:rsidTr="001839E4">
        <w:trPr>
          <w:cantSplit/>
        </w:trPr>
        <w:tc>
          <w:tcPr>
            <w:tcW w:w="3120" w:type="dxa"/>
            <w:gridSpan w:val="3"/>
          </w:tcPr>
          <w:p w14:paraId="06F8C7A4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1624</w:t>
            </w:r>
          </w:p>
        </w:tc>
        <w:tc>
          <w:tcPr>
            <w:tcW w:w="780" w:type="dxa"/>
          </w:tcPr>
          <w:p w14:paraId="110F9342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1D90F2B1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14:paraId="5CBB2E1D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14:paraId="13E5091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$68    </w:t>
            </w:r>
          </w:p>
        </w:tc>
        <w:tc>
          <w:tcPr>
            <w:tcW w:w="1040" w:type="dxa"/>
          </w:tcPr>
          <w:p w14:paraId="549BA408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F0A277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95AE16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547B5CE1" w14:textId="77777777" w:rsidTr="001839E4">
        <w:trPr>
          <w:cantSplit/>
        </w:trPr>
        <w:tc>
          <w:tcPr>
            <w:tcW w:w="540" w:type="dxa"/>
            <w:gridSpan w:val="2"/>
          </w:tcPr>
          <w:p w14:paraId="4AC0ABDD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C8E270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b/>
                <w:kern w:val="18"/>
              </w:rPr>
              <w:t>– SCHOOL AND CHURCH BUSES</w:t>
            </w:r>
          </w:p>
        </w:tc>
      </w:tr>
      <w:tr w:rsidR="00E30467" w:rsidRPr="00ED0C26" w14:paraId="0CCA1F2C" w14:textId="77777777" w:rsidTr="001839E4">
        <w:trPr>
          <w:cantSplit/>
        </w:trPr>
        <w:tc>
          <w:tcPr>
            <w:tcW w:w="3120" w:type="dxa"/>
            <w:gridSpan w:val="3"/>
          </w:tcPr>
          <w:p w14:paraId="1BA705D2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144</w:t>
            </w:r>
          </w:p>
        </w:tc>
        <w:tc>
          <w:tcPr>
            <w:tcW w:w="780" w:type="dxa"/>
          </w:tcPr>
          <w:p w14:paraId="71971A35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4CD56A0D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325245D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14:paraId="194F4AFD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14:paraId="11FC909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44ECE5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40CB74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189C6039" w14:textId="77777777" w:rsidTr="001839E4">
        <w:trPr>
          <w:cantSplit/>
        </w:trPr>
        <w:tc>
          <w:tcPr>
            <w:tcW w:w="540" w:type="dxa"/>
            <w:gridSpan w:val="2"/>
          </w:tcPr>
          <w:p w14:paraId="411AA28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5DA73E1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– OTHER BUSES</w:t>
            </w:r>
          </w:p>
        </w:tc>
      </w:tr>
      <w:tr w:rsidR="00E30467" w:rsidRPr="00ED0C26" w14:paraId="115C2D78" w14:textId="77777777" w:rsidTr="001839E4">
        <w:trPr>
          <w:cantSplit/>
        </w:trPr>
        <w:tc>
          <w:tcPr>
            <w:tcW w:w="3120" w:type="dxa"/>
            <w:gridSpan w:val="3"/>
          </w:tcPr>
          <w:p w14:paraId="42242A3F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996</w:t>
            </w:r>
          </w:p>
        </w:tc>
        <w:tc>
          <w:tcPr>
            <w:tcW w:w="780" w:type="dxa"/>
          </w:tcPr>
          <w:p w14:paraId="00758DEE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14:paraId="38D28B2C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14:paraId="0031FB2B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14:paraId="187D59F2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$68    </w:t>
            </w:r>
          </w:p>
        </w:tc>
        <w:tc>
          <w:tcPr>
            <w:tcW w:w="1040" w:type="dxa"/>
          </w:tcPr>
          <w:p w14:paraId="1BF04AAC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6D5B57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560720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34FF9DD1" w14:textId="77777777" w:rsidTr="001839E4">
        <w:trPr>
          <w:cantSplit/>
        </w:trPr>
        <w:tc>
          <w:tcPr>
            <w:tcW w:w="540" w:type="dxa"/>
            <w:gridSpan w:val="2"/>
          </w:tcPr>
          <w:p w14:paraId="18491C14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47C6E9AE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– VAN POOLS</w:t>
            </w:r>
          </w:p>
        </w:tc>
      </w:tr>
      <w:tr w:rsidR="00E30467" w:rsidRPr="00ED0C26" w14:paraId="49220692" w14:textId="77777777" w:rsidTr="001839E4">
        <w:trPr>
          <w:cantSplit/>
        </w:trPr>
        <w:tc>
          <w:tcPr>
            <w:tcW w:w="3120" w:type="dxa"/>
            <w:gridSpan w:val="3"/>
          </w:tcPr>
          <w:p w14:paraId="4D561A17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393</w:t>
            </w:r>
          </w:p>
        </w:tc>
        <w:tc>
          <w:tcPr>
            <w:tcW w:w="780" w:type="dxa"/>
          </w:tcPr>
          <w:p w14:paraId="7B33C2E9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BC96DB1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4981DB51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15C79F39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26341DA8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62889A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1F5C3B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211CE1F7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962DF4A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  <w:r w:rsidRPr="00ED0C26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ED0C26" w14:paraId="069440B6" w14:textId="77777777" w:rsidTr="001839E4">
        <w:trPr>
          <w:cantSplit/>
        </w:trPr>
        <w:tc>
          <w:tcPr>
            <w:tcW w:w="3120" w:type="dxa"/>
            <w:gridSpan w:val="3"/>
          </w:tcPr>
          <w:p w14:paraId="6C159087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$   337</w:t>
            </w:r>
          </w:p>
        </w:tc>
        <w:tc>
          <w:tcPr>
            <w:tcW w:w="3120" w:type="dxa"/>
            <w:gridSpan w:val="4"/>
          </w:tcPr>
          <w:p w14:paraId="1256760B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 xml:space="preserve">Refer to Rule </w:t>
            </w:r>
            <w:r w:rsidRPr="00ED0C26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19FB4629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BF5548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D0C2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378272" w14:textId="77777777" w:rsidR="00E30467" w:rsidRPr="00ED0C2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D0C26" w14:paraId="433465B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0832BCF" w14:textId="77777777" w:rsidR="00E30467" w:rsidRPr="00ED0C26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ED0C26" w14:paraId="54BF7C1C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4C2DE156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172A81B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kern w:val="18"/>
              </w:rPr>
              <w:t xml:space="preserve">For liability increased limits factors, refer to Rule </w:t>
            </w:r>
            <w:r w:rsidRPr="00ED0C26">
              <w:rPr>
                <w:rStyle w:val="rulelink"/>
              </w:rPr>
              <w:t>100.</w:t>
            </w:r>
          </w:p>
        </w:tc>
      </w:tr>
      <w:tr w:rsidR="00E30467" w:rsidRPr="00ED0C26" w14:paraId="0A563C7C" w14:textId="77777777" w:rsidTr="001839E4">
        <w:trPr>
          <w:cantSplit/>
        </w:trPr>
        <w:tc>
          <w:tcPr>
            <w:tcW w:w="220" w:type="dxa"/>
          </w:tcPr>
          <w:p w14:paraId="51091936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6518FAB1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kern w:val="18"/>
              </w:rPr>
              <w:t xml:space="preserve">For liability fleet factors, refer to Rules </w:t>
            </w:r>
            <w:r w:rsidRPr="00ED0C26">
              <w:rPr>
                <w:rStyle w:val="rulelink"/>
              </w:rPr>
              <w:t>22.</w:t>
            </w:r>
            <w:r w:rsidRPr="00ED0C26">
              <w:rPr>
                <w:kern w:val="18"/>
              </w:rPr>
              <w:t xml:space="preserve"> and </w:t>
            </w:r>
            <w:r w:rsidRPr="00ED0C26">
              <w:rPr>
                <w:rStyle w:val="rulelink"/>
              </w:rPr>
              <w:t>39.</w:t>
            </w:r>
          </w:p>
        </w:tc>
      </w:tr>
      <w:tr w:rsidR="00E30467" w:rsidRPr="00ED0C26" w14:paraId="2BD79249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95B0EE8" w14:textId="77777777" w:rsidR="00E30467" w:rsidRPr="00ED0C26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ED0C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2557940E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  <w:r w:rsidRPr="00ED0C26">
              <w:rPr>
                <w:kern w:val="18"/>
              </w:rPr>
              <w:t xml:space="preserve">Other Than Auto losses for </w:t>
            </w:r>
            <w:r w:rsidRPr="00ED0C26">
              <w:t>Auto Dealers</w:t>
            </w:r>
            <w:r w:rsidRPr="00ED0C2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D0C26">
              <w:rPr>
                <w:rStyle w:val="rulelink"/>
              </w:rPr>
              <w:t>49.</w:t>
            </w:r>
          </w:p>
        </w:tc>
      </w:tr>
      <w:tr w:rsidR="00E30467" w:rsidRPr="00ED0C26" w14:paraId="4CDEC31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13D303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B92E16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7148D3C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EE9DD3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5296D0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478B0CD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F052A8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B9FABB5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469646B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8053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36C236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17A216D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475DD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CA516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0E5F304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30CF3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D248DC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6278FBD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B1337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DAD0A8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05A663E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3109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7F8F3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3F6602C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53B231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4E7E5C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404F2E6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5EBE1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B6F12C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458DD24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B4045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D17CFD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75BFECA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C815C0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F7568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73A909D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5F065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44421C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65DC8BD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EB0C2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23E94B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5B892DC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EEBDD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F65E36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6272754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AE4EA3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0B9C28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313610B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0B3C2D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6107A71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2A9F467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2B8018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9DDBCC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73D3CFF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FABA9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049371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322D517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D0ED2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8E3FAA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4C63212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9C4EFB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A8E9E7D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3143145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FC1690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FA3EAC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D0C26" w14:paraId="254BA2A2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5702EDC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6BC2A548" w14:textId="77777777" w:rsidR="00E30467" w:rsidRPr="00ED0C26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1AAF4D8" w14:textId="77777777" w:rsidR="00E30467" w:rsidRPr="00ED0C26" w:rsidRDefault="00E30467" w:rsidP="00E30467">
      <w:pPr>
        <w:pStyle w:val="isonormal"/>
      </w:pPr>
    </w:p>
    <w:p w14:paraId="2FC9325E" w14:textId="77777777" w:rsidR="00E30467" w:rsidRDefault="00E30467" w:rsidP="00E30467">
      <w:pPr>
        <w:pStyle w:val="isonormal"/>
        <w:sectPr w:rsidR="00E30467" w:rsidSect="00E30467">
          <w:headerReference w:type="default" r:id="rId39"/>
          <w:footerReference w:type="default" r:id="rId4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C478E2" w14:paraId="252764A4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49DFC17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BDCE42F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2AB324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>PERSONAL INJURY PROTECTION</w:t>
            </w:r>
          </w:p>
        </w:tc>
      </w:tr>
      <w:tr w:rsidR="00E30467" w:rsidRPr="00C478E2" w14:paraId="1E4B2E0C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4CA517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E66686D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C10E38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C478E2" w14:paraId="756DDB7A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5324293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3430CE6E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F6C214F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0246BB41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E8A6123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BD6238" w14:textId="77777777" w:rsidR="00E30467" w:rsidRPr="00C478E2" w:rsidRDefault="00E30467" w:rsidP="001839E4">
            <w:pPr>
              <w:pStyle w:val="tablehead"/>
              <w:rPr>
                <w:kern w:val="18"/>
              </w:rPr>
            </w:pPr>
            <w:r w:rsidRPr="00C478E2">
              <w:rPr>
                <w:kern w:val="18"/>
              </w:rPr>
              <w:t>Basic Limits</w:t>
            </w:r>
          </w:p>
        </w:tc>
      </w:tr>
      <w:tr w:rsidR="00E30467" w:rsidRPr="00C478E2" w14:paraId="4BD9301D" w14:textId="77777777" w:rsidTr="001839E4">
        <w:trPr>
          <w:cantSplit/>
        </w:trPr>
        <w:tc>
          <w:tcPr>
            <w:tcW w:w="9360" w:type="dxa"/>
            <w:gridSpan w:val="10"/>
          </w:tcPr>
          <w:p w14:paraId="1289CF0F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C478E2" w14:paraId="78A77BD0" w14:textId="77777777" w:rsidTr="001839E4">
        <w:trPr>
          <w:cantSplit/>
        </w:trPr>
        <w:tc>
          <w:tcPr>
            <w:tcW w:w="3120" w:type="dxa"/>
            <w:gridSpan w:val="3"/>
          </w:tcPr>
          <w:p w14:paraId="6617B52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 297</w:t>
            </w:r>
          </w:p>
        </w:tc>
        <w:tc>
          <w:tcPr>
            <w:tcW w:w="780" w:type="dxa"/>
          </w:tcPr>
          <w:p w14:paraId="368E8E16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15EDBCCF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C710A5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7A7A8B0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5FF6165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484A76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5D8AED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2DBB7067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C45D2F9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C478E2" w14:paraId="341D538D" w14:textId="77777777" w:rsidTr="001839E4">
        <w:trPr>
          <w:cantSplit/>
        </w:trPr>
        <w:tc>
          <w:tcPr>
            <w:tcW w:w="3120" w:type="dxa"/>
            <w:gridSpan w:val="3"/>
          </w:tcPr>
          <w:p w14:paraId="0AD3E002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 217</w:t>
            </w:r>
          </w:p>
        </w:tc>
        <w:tc>
          <w:tcPr>
            <w:tcW w:w="780" w:type="dxa"/>
          </w:tcPr>
          <w:p w14:paraId="7D45763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6CD5968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58FD158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0030D84F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6CE6FB81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4B7587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E8B967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7BA9A303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641B055D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C478E2" w14:paraId="2493172E" w14:textId="77777777" w:rsidTr="001839E4">
        <w:trPr>
          <w:cantSplit/>
        </w:trPr>
        <w:tc>
          <w:tcPr>
            <w:tcW w:w="540" w:type="dxa"/>
            <w:gridSpan w:val="2"/>
          </w:tcPr>
          <w:p w14:paraId="35DFAF50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61556867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b/>
                <w:kern w:val="18"/>
              </w:rPr>
              <w:t>– TAXICABS AND LIMOUSINES</w:t>
            </w:r>
          </w:p>
        </w:tc>
      </w:tr>
      <w:tr w:rsidR="00E30467" w:rsidRPr="00C478E2" w14:paraId="4E570B76" w14:textId="77777777" w:rsidTr="001839E4">
        <w:trPr>
          <w:cantSplit/>
        </w:trPr>
        <w:tc>
          <w:tcPr>
            <w:tcW w:w="3120" w:type="dxa"/>
            <w:gridSpan w:val="3"/>
          </w:tcPr>
          <w:p w14:paraId="39ECF86F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1841</w:t>
            </w:r>
          </w:p>
        </w:tc>
        <w:tc>
          <w:tcPr>
            <w:tcW w:w="780" w:type="dxa"/>
          </w:tcPr>
          <w:p w14:paraId="5303810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14:paraId="487AE1E8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14:paraId="2D3969BC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14:paraId="0E9A0CB8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$77    </w:t>
            </w:r>
          </w:p>
        </w:tc>
        <w:tc>
          <w:tcPr>
            <w:tcW w:w="1040" w:type="dxa"/>
          </w:tcPr>
          <w:p w14:paraId="46E6A3E5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2A52BF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B538F7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41894592" w14:textId="77777777" w:rsidTr="001839E4">
        <w:trPr>
          <w:cantSplit/>
        </w:trPr>
        <w:tc>
          <w:tcPr>
            <w:tcW w:w="540" w:type="dxa"/>
            <w:gridSpan w:val="2"/>
          </w:tcPr>
          <w:p w14:paraId="7C5F7C64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7633EFF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b/>
                <w:kern w:val="18"/>
              </w:rPr>
              <w:t>– SCHOOL AND CHURCH BUSES</w:t>
            </w:r>
          </w:p>
        </w:tc>
      </w:tr>
      <w:tr w:rsidR="00E30467" w:rsidRPr="00C478E2" w14:paraId="07428AE1" w14:textId="77777777" w:rsidTr="001839E4">
        <w:trPr>
          <w:cantSplit/>
        </w:trPr>
        <w:tc>
          <w:tcPr>
            <w:tcW w:w="3120" w:type="dxa"/>
            <w:gridSpan w:val="3"/>
          </w:tcPr>
          <w:p w14:paraId="4A3EDB76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 163</w:t>
            </w:r>
          </w:p>
        </w:tc>
        <w:tc>
          <w:tcPr>
            <w:tcW w:w="780" w:type="dxa"/>
          </w:tcPr>
          <w:p w14:paraId="68762D82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18BCC6CB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1D23292C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68EF4523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14:paraId="3E3C4CD8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5CE159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3DD5D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5369FFDC" w14:textId="77777777" w:rsidTr="001839E4">
        <w:trPr>
          <w:cantSplit/>
        </w:trPr>
        <w:tc>
          <w:tcPr>
            <w:tcW w:w="540" w:type="dxa"/>
            <w:gridSpan w:val="2"/>
          </w:tcPr>
          <w:p w14:paraId="1ED69C6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A3BCE67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– OTHER BUSES</w:t>
            </w:r>
          </w:p>
        </w:tc>
      </w:tr>
      <w:tr w:rsidR="00E30467" w:rsidRPr="00C478E2" w14:paraId="3617FC94" w14:textId="77777777" w:rsidTr="001839E4">
        <w:trPr>
          <w:cantSplit/>
        </w:trPr>
        <w:tc>
          <w:tcPr>
            <w:tcW w:w="3120" w:type="dxa"/>
            <w:gridSpan w:val="3"/>
          </w:tcPr>
          <w:p w14:paraId="24898ED7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1129</w:t>
            </w:r>
          </w:p>
        </w:tc>
        <w:tc>
          <w:tcPr>
            <w:tcW w:w="780" w:type="dxa"/>
          </w:tcPr>
          <w:p w14:paraId="4C398182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14:paraId="552A22EE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14:paraId="4C8AE1F9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14:paraId="070BDB50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$64    </w:t>
            </w:r>
          </w:p>
        </w:tc>
        <w:tc>
          <w:tcPr>
            <w:tcW w:w="1040" w:type="dxa"/>
          </w:tcPr>
          <w:p w14:paraId="6CE934F9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A2150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0DFFB7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091F5E51" w14:textId="77777777" w:rsidTr="001839E4">
        <w:trPr>
          <w:cantSplit/>
        </w:trPr>
        <w:tc>
          <w:tcPr>
            <w:tcW w:w="540" w:type="dxa"/>
            <w:gridSpan w:val="2"/>
          </w:tcPr>
          <w:p w14:paraId="51417F3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58BA9628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– VAN POOLS</w:t>
            </w:r>
          </w:p>
        </w:tc>
      </w:tr>
      <w:tr w:rsidR="00E30467" w:rsidRPr="00C478E2" w14:paraId="33A7827B" w14:textId="77777777" w:rsidTr="001839E4">
        <w:trPr>
          <w:cantSplit/>
        </w:trPr>
        <w:tc>
          <w:tcPr>
            <w:tcW w:w="3120" w:type="dxa"/>
            <w:gridSpan w:val="3"/>
          </w:tcPr>
          <w:p w14:paraId="1371FE7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 446</w:t>
            </w:r>
          </w:p>
        </w:tc>
        <w:tc>
          <w:tcPr>
            <w:tcW w:w="780" w:type="dxa"/>
          </w:tcPr>
          <w:p w14:paraId="173C58E0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012A58F4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14:paraId="50A3385F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14:paraId="20B6630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14:paraId="1002435D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DEFA43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33AE04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4FEF9465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3C4576E9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  <w:r w:rsidRPr="00C478E2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C478E2" w14:paraId="05706931" w14:textId="77777777" w:rsidTr="001839E4">
        <w:trPr>
          <w:cantSplit/>
        </w:trPr>
        <w:tc>
          <w:tcPr>
            <w:tcW w:w="3120" w:type="dxa"/>
            <w:gridSpan w:val="3"/>
          </w:tcPr>
          <w:p w14:paraId="351CD908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$   362</w:t>
            </w:r>
          </w:p>
        </w:tc>
        <w:tc>
          <w:tcPr>
            <w:tcW w:w="3120" w:type="dxa"/>
            <w:gridSpan w:val="4"/>
          </w:tcPr>
          <w:p w14:paraId="2EBEE8CA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 xml:space="preserve">Refer to Rule </w:t>
            </w:r>
            <w:r w:rsidRPr="00C478E2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6CF561E6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B9B090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C478E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B74F78" w14:textId="77777777" w:rsidR="00E30467" w:rsidRPr="00C478E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C478E2" w14:paraId="050822A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448031ED" w14:textId="77777777" w:rsidR="00E30467" w:rsidRPr="00C478E2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C478E2" w14:paraId="069ACBC9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2424F937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3979897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kern w:val="18"/>
              </w:rPr>
              <w:t xml:space="preserve">For liability increased limits factors, refer to Rule </w:t>
            </w:r>
            <w:r w:rsidRPr="00C478E2">
              <w:rPr>
                <w:rStyle w:val="rulelink"/>
              </w:rPr>
              <w:t>100.</w:t>
            </w:r>
          </w:p>
        </w:tc>
      </w:tr>
      <w:tr w:rsidR="00E30467" w:rsidRPr="00C478E2" w14:paraId="7D32E89C" w14:textId="77777777" w:rsidTr="001839E4">
        <w:trPr>
          <w:cantSplit/>
        </w:trPr>
        <w:tc>
          <w:tcPr>
            <w:tcW w:w="220" w:type="dxa"/>
          </w:tcPr>
          <w:p w14:paraId="7B888AA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403CF294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kern w:val="18"/>
              </w:rPr>
              <w:t xml:space="preserve">For liability fleet factors, refer to Rules </w:t>
            </w:r>
            <w:r w:rsidRPr="00C478E2">
              <w:rPr>
                <w:rStyle w:val="rulelink"/>
              </w:rPr>
              <w:t>22.</w:t>
            </w:r>
            <w:r w:rsidRPr="00C478E2">
              <w:rPr>
                <w:kern w:val="18"/>
              </w:rPr>
              <w:t xml:space="preserve"> and </w:t>
            </w:r>
            <w:r w:rsidRPr="00C478E2">
              <w:rPr>
                <w:rStyle w:val="rulelink"/>
              </w:rPr>
              <w:t>39.</w:t>
            </w:r>
          </w:p>
        </w:tc>
      </w:tr>
      <w:tr w:rsidR="00E30467" w:rsidRPr="00C478E2" w14:paraId="6FEE3309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512A880" w14:textId="77777777" w:rsidR="00E30467" w:rsidRPr="00C478E2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C478E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7D70BD8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  <w:r w:rsidRPr="00C478E2">
              <w:rPr>
                <w:kern w:val="18"/>
              </w:rPr>
              <w:t xml:space="preserve">Other Than Auto losses for </w:t>
            </w:r>
            <w:r w:rsidRPr="00C478E2">
              <w:t>Auto Dealers</w:t>
            </w:r>
            <w:r w:rsidRPr="00C478E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478E2">
              <w:rPr>
                <w:rStyle w:val="rulelink"/>
              </w:rPr>
              <w:t>49.</w:t>
            </w:r>
          </w:p>
        </w:tc>
      </w:tr>
      <w:tr w:rsidR="00E30467" w:rsidRPr="00C478E2" w14:paraId="2F2C0C7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8CABF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7F6B935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7613AD8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6B50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8BC97A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7653ADE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F4DA40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65AAB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30AED55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3A5A8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536C19F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22DF4A0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3A6C21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252F07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7EBD83A5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82870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A4437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5B58C78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70598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27BBB4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3B725D2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EC39E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C76FA70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44B63AF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6C5911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0A1A7F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1586E93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146CA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2056F2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6C5D2E57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EA578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E0EE468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583D8BD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C7A12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E7E8EE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3C44296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B63A4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9A79E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5CF8C9F4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F61A82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563B3E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0DAA4C1E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88236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583305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35A73E6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6D3C5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767013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36AA5538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0D212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57FDA4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0470807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41A9D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FCDC7A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60F7665F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C7326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1DA5B8F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1395519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1F3A3C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F09BC9A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72B3050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68BC90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16D9EB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698F8DD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D3E223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3972C69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C478E2" w14:paraId="7D56BA5E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3422955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C3877BF" w14:textId="77777777" w:rsidR="00E30467" w:rsidRPr="00C478E2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3389C24" w14:textId="77777777" w:rsidR="00E30467" w:rsidRPr="00C478E2" w:rsidRDefault="00E30467" w:rsidP="00E30467">
      <w:pPr>
        <w:pStyle w:val="isonormal"/>
      </w:pPr>
    </w:p>
    <w:p w14:paraId="47E4B14A" w14:textId="77777777" w:rsidR="00E30467" w:rsidRDefault="00E30467" w:rsidP="00E30467">
      <w:pPr>
        <w:pStyle w:val="isonormal"/>
        <w:sectPr w:rsidR="00E30467" w:rsidSect="00E30467">
          <w:headerReference w:type="default" r:id="rId41"/>
          <w:footerReference w:type="default" r:id="rId4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E30467" w:rsidRPr="000F1866" w14:paraId="7C87A0B0" w14:textId="77777777" w:rsidTr="001839E4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723508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76942E1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379CCF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>PERSONAL INJURY PROTECTION</w:t>
            </w:r>
          </w:p>
        </w:tc>
      </w:tr>
      <w:tr w:rsidR="00E30467" w:rsidRPr="000F1866" w14:paraId="140A4344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2C8AED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9DAA434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DA2D56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</w:p>
        </w:tc>
      </w:tr>
      <w:tr w:rsidR="00E30467" w:rsidRPr="000F1866" w14:paraId="472D28F0" w14:textId="77777777" w:rsidTr="001839E4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C34777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2699902D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6C3CD00F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7406B4C0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14:paraId="405119C5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566353" w14:textId="77777777" w:rsidR="00E30467" w:rsidRPr="000F1866" w:rsidRDefault="00E30467" w:rsidP="001839E4">
            <w:pPr>
              <w:pStyle w:val="tablehead"/>
              <w:rPr>
                <w:kern w:val="18"/>
              </w:rPr>
            </w:pPr>
            <w:r w:rsidRPr="000F1866">
              <w:rPr>
                <w:kern w:val="18"/>
              </w:rPr>
              <w:t>Basic Limits</w:t>
            </w:r>
          </w:p>
        </w:tc>
      </w:tr>
      <w:tr w:rsidR="00E30467" w:rsidRPr="000F1866" w14:paraId="4E8F6A67" w14:textId="77777777" w:rsidTr="001839E4">
        <w:trPr>
          <w:cantSplit/>
        </w:trPr>
        <w:tc>
          <w:tcPr>
            <w:tcW w:w="9360" w:type="dxa"/>
            <w:gridSpan w:val="10"/>
          </w:tcPr>
          <w:p w14:paraId="2A886B76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RULE 23. TRUCKS, TRACTORS AND TRAILERS CLASSIFICATIONS</w:t>
            </w:r>
          </w:p>
        </w:tc>
      </w:tr>
      <w:tr w:rsidR="00E30467" w:rsidRPr="000F1866" w14:paraId="1BC8C542" w14:textId="77777777" w:rsidTr="001839E4">
        <w:trPr>
          <w:cantSplit/>
        </w:trPr>
        <w:tc>
          <w:tcPr>
            <w:tcW w:w="3120" w:type="dxa"/>
            <w:gridSpan w:val="3"/>
          </w:tcPr>
          <w:p w14:paraId="6EF1D7C4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149</w:t>
            </w:r>
          </w:p>
        </w:tc>
        <w:tc>
          <w:tcPr>
            <w:tcW w:w="780" w:type="dxa"/>
          </w:tcPr>
          <w:p w14:paraId="4EEF7F0D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54E9F182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2DE2F5A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6F5B617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$4     </w:t>
            </w:r>
          </w:p>
        </w:tc>
        <w:tc>
          <w:tcPr>
            <w:tcW w:w="1040" w:type="dxa"/>
          </w:tcPr>
          <w:p w14:paraId="4B578EAF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09B30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2508A1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5399C74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0044345F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RULE 32. PRIVATE PASSENGER TYPES CLASSIFICATIONS</w:t>
            </w:r>
          </w:p>
        </w:tc>
      </w:tr>
      <w:tr w:rsidR="00E30467" w:rsidRPr="000F1866" w14:paraId="3F96E755" w14:textId="77777777" w:rsidTr="001839E4">
        <w:trPr>
          <w:cantSplit/>
        </w:trPr>
        <w:tc>
          <w:tcPr>
            <w:tcW w:w="3120" w:type="dxa"/>
            <w:gridSpan w:val="3"/>
          </w:tcPr>
          <w:p w14:paraId="4D7DB892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155</w:t>
            </w:r>
          </w:p>
        </w:tc>
        <w:tc>
          <w:tcPr>
            <w:tcW w:w="780" w:type="dxa"/>
          </w:tcPr>
          <w:p w14:paraId="6B1E847D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$1     </w:t>
            </w:r>
          </w:p>
        </w:tc>
        <w:tc>
          <w:tcPr>
            <w:tcW w:w="780" w:type="dxa"/>
          </w:tcPr>
          <w:p w14:paraId="0CCDAC3F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495591AD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72C27ACD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$5     </w:t>
            </w:r>
          </w:p>
        </w:tc>
        <w:tc>
          <w:tcPr>
            <w:tcW w:w="1040" w:type="dxa"/>
          </w:tcPr>
          <w:p w14:paraId="29EE0C5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5B9DC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BFA12C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6C937A79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1B357342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RULE 40. PUBLIC AUTO CLASSIFICATIONS –</w:t>
            </w:r>
          </w:p>
        </w:tc>
      </w:tr>
      <w:tr w:rsidR="00E30467" w:rsidRPr="000F1866" w14:paraId="31F1DFC7" w14:textId="77777777" w:rsidTr="001839E4">
        <w:trPr>
          <w:cantSplit/>
        </w:trPr>
        <w:tc>
          <w:tcPr>
            <w:tcW w:w="540" w:type="dxa"/>
            <w:gridSpan w:val="2"/>
          </w:tcPr>
          <w:p w14:paraId="70CE6971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9B00D1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b/>
                <w:kern w:val="18"/>
              </w:rPr>
              <w:t>– TAXICABS AND LIMOUSINES</w:t>
            </w:r>
          </w:p>
        </w:tc>
      </w:tr>
      <w:tr w:rsidR="00E30467" w:rsidRPr="000F1866" w14:paraId="1747B863" w14:textId="77777777" w:rsidTr="001839E4">
        <w:trPr>
          <w:cantSplit/>
        </w:trPr>
        <w:tc>
          <w:tcPr>
            <w:tcW w:w="3120" w:type="dxa"/>
            <w:gridSpan w:val="3"/>
          </w:tcPr>
          <w:p w14:paraId="27229B47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924</w:t>
            </w:r>
          </w:p>
        </w:tc>
        <w:tc>
          <w:tcPr>
            <w:tcW w:w="780" w:type="dxa"/>
          </w:tcPr>
          <w:p w14:paraId="75ABBF4B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14:paraId="58D68B8B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14:paraId="39B43188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14:paraId="50DD06AC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$38    </w:t>
            </w:r>
          </w:p>
        </w:tc>
        <w:tc>
          <w:tcPr>
            <w:tcW w:w="1040" w:type="dxa"/>
          </w:tcPr>
          <w:p w14:paraId="4A55CD46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B0D9A2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9A089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3FD41C30" w14:textId="77777777" w:rsidTr="001839E4">
        <w:trPr>
          <w:cantSplit/>
        </w:trPr>
        <w:tc>
          <w:tcPr>
            <w:tcW w:w="540" w:type="dxa"/>
            <w:gridSpan w:val="2"/>
          </w:tcPr>
          <w:p w14:paraId="35795E4B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0C234328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b/>
                <w:kern w:val="18"/>
              </w:rPr>
              <w:t>– SCHOOL AND CHURCH BUSES</w:t>
            </w:r>
          </w:p>
        </w:tc>
      </w:tr>
      <w:tr w:rsidR="00E30467" w:rsidRPr="000F1866" w14:paraId="36FB04C4" w14:textId="77777777" w:rsidTr="001839E4">
        <w:trPr>
          <w:cantSplit/>
        </w:trPr>
        <w:tc>
          <w:tcPr>
            <w:tcW w:w="3120" w:type="dxa"/>
            <w:gridSpan w:val="3"/>
          </w:tcPr>
          <w:p w14:paraId="474A424A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 82</w:t>
            </w:r>
          </w:p>
        </w:tc>
        <w:tc>
          <w:tcPr>
            <w:tcW w:w="780" w:type="dxa"/>
          </w:tcPr>
          <w:p w14:paraId="06DDFD75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0D512C8D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7E26D5CA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14:paraId="32E4ABE8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14:paraId="09A3B12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CF34A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22BEB6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2E9C9790" w14:textId="77777777" w:rsidTr="001839E4">
        <w:trPr>
          <w:cantSplit/>
        </w:trPr>
        <w:tc>
          <w:tcPr>
            <w:tcW w:w="540" w:type="dxa"/>
            <w:gridSpan w:val="2"/>
          </w:tcPr>
          <w:p w14:paraId="56F292F7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32FCFDAD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– OTHER BUSES</w:t>
            </w:r>
          </w:p>
        </w:tc>
      </w:tr>
      <w:tr w:rsidR="00E30467" w:rsidRPr="000F1866" w14:paraId="6FD5F257" w14:textId="77777777" w:rsidTr="001839E4">
        <w:trPr>
          <w:cantSplit/>
        </w:trPr>
        <w:tc>
          <w:tcPr>
            <w:tcW w:w="3120" w:type="dxa"/>
            <w:gridSpan w:val="3"/>
          </w:tcPr>
          <w:p w14:paraId="486F2E41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566</w:t>
            </w:r>
          </w:p>
        </w:tc>
        <w:tc>
          <w:tcPr>
            <w:tcW w:w="780" w:type="dxa"/>
          </w:tcPr>
          <w:p w14:paraId="6C4E3D44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14:paraId="109148C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14:paraId="30A0A8B8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14:paraId="1E7572D0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$47    </w:t>
            </w:r>
          </w:p>
        </w:tc>
        <w:tc>
          <w:tcPr>
            <w:tcW w:w="1040" w:type="dxa"/>
          </w:tcPr>
          <w:p w14:paraId="1AC2527B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E3060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6A65F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228FBDA2" w14:textId="77777777" w:rsidTr="001839E4">
        <w:trPr>
          <w:cantSplit/>
        </w:trPr>
        <w:tc>
          <w:tcPr>
            <w:tcW w:w="540" w:type="dxa"/>
            <w:gridSpan w:val="2"/>
          </w:tcPr>
          <w:p w14:paraId="7DBEF65A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14:paraId="21FDD98D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– VAN POOLS</w:t>
            </w:r>
          </w:p>
        </w:tc>
      </w:tr>
      <w:tr w:rsidR="00E30467" w:rsidRPr="000F1866" w14:paraId="11B33E61" w14:textId="77777777" w:rsidTr="001839E4">
        <w:trPr>
          <w:cantSplit/>
        </w:trPr>
        <w:tc>
          <w:tcPr>
            <w:tcW w:w="3120" w:type="dxa"/>
            <w:gridSpan w:val="3"/>
          </w:tcPr>
          <w:p w14:paraId="7F6AA74C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224</w:t>
            </w:r>
          </w:p>
        </w:tc>
        <w:tc>
          <w:tcPr>
            <w:tcW w:w="780" w:type="dxa"/>
          </w:tcPr>
          <w:p w14:paraId="39A0F855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$2     </w:t>
            </w:r>
          </w:p>
        </w:tc>
        <w:tc>
          <w:tcPr>
            <w:tcW w:w="780" w:type="dxa"/>
          </w:tcPr>
          <w:p w14:paraId="6F63BA1B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14:paraId="5FE786DB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14:paraId="502D72DF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$7     </w:t>
            </w:r>
          </w:p>
        </w:tc>
        <w:tc>
          <w:tcPr>
            <w:tcW w:w="1040" w:type="dxa"/>
          </w:tcPr>
          <w:p w14:paraId="7A9CC3C1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0EAEC8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542F9C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7C0391D0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46CC663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  <w:r w:rsidRPr="000F1866">
              <w:rPr>
                <w:b/>
                <w:kern w:val="18"/>
              </w:rPr>
              <w:t>RULE 49. AUTO DEALERS – PREMIUM DEVELOPMENT</w:t>
            </w:r>
          </w:p>
        </w:tc>
      </w:tr>
      <w:tr w:rsidR="00E30467" w:rsidRPr="000F1866" w14:paraId="7CB46762" w14:textId="77777777" w:rsidTr="001839E4">
        <w:trPr>
          <w:cantSplit/>
        </w:trPr>
        <w:tc>
          <w:tcPr>
            <w:tcW w:w="3120" w:type="dxa"/>
            <w:gridSpan w:val="3"/>
          </w:tcPr>
          <w:p w14:paraId="2FFDCE34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$   204</w:t>
            </w:r>
          </w:p>
        </w:tc>
        <w:tc>
          <w:tcPr>
            <w:tcW w:w="3120" w:type="dxa"/>
            <w:gridSpan w:val="4"/>
          </w:tcPr>
          <w:p w14:paraId="36DC5B43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 xml:space="preserve">Refer to Rule </w:t>
            </w:r>
            <w:r w:rsidRPr="000F1866"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14:paraId="3EA5DFEC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8C3E9E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F186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B2418" w14:textId="77777777" w:rsidR="00E30467" w:rsidRPr="000F1866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F1866" w14:paraId="042EB3CA" w14:textId="77777777" w:rsidTr="001839E4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14:paraId="2FEF236C" w14:textId="77777777" w:rsidR="00E30467" w:rsidRPr="000F1866" w:rsidRDefault="00E30467" w:rsidP="001839E4">
            <w:pPr>
              <w:pStyle w:val="tabletext11"/>
              <w:rPr>
                <w:b/>
                <w:kern w:val="18"/>
              </w:rPr>
            </w:pPr>
          </w:p>
        </w:tc>
      </w:tr>
      <w:tr w:rsidR="00E30467" w:rsidRPr="000F1866" w14:paraId="07EB72B9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0EB3FFC9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14:paraId="2A688CBA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kern w:val="18"/>
              </w:rPr>
              <w:t xml:space="preserve">For liability increased limits factors, refer to Rule </w:t>
            </w:r>
            <w:r w:rsidRPr="000F1866">
              <w:rPr>
                <w:rStyle w:val="rulelink"/>
              </w:rPr>
              <w:t>100.</w:t>
            </w:r>
          </w:p>
        </w:tc>
      </w:tr>
      <w:tr w:rsidR="00E30467" w:rsidRPr="000F1866" w14:paraId="250720EC" w14:textId="77777777" w:rsidTr="001839E4">
        <w:trPr>
          <w:cantSplit/>
        </w:trPr>
        <w:tc>
          <w:tcPr>
            <w:tcW w:w="220" w:type="dxa"/>
          </w:tcPr>
          <w:p w14:paraId="6E9CCAB1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</w:tcPr>
          <w:p w14:paraId="1018DDF1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kern w:val="18"/>
              </w:rPr>
              <w:t xml:space="preserve">For liability fleet factors, refer to Rules </w:t>
            </w:r>
            <w:r w:rsidRPr="000F1866">
              <w:rPr>
                <w:rStyle w:val="rulelink"/>
              </w:rPr>
              <w:t>22.</w:t>
            </w:r>
            <w:r w:rsidRPr="000F1866">
              <w:rPr>
                <w:kern w:val="18"/>
              </w:rPr>
              <w:t xml:space="preserve"> and </w:t>
            </w:r>
            <w:r w:rsidRPr="000F1866">
              <w:rPr>
                <w:rStyle w:val="rulelink"/>
              </w:rPr>
              <w:t>39.</w:t>
            </w:r>
          </w:p>
        </w:tc>
      </w:tr>
      <w:tr w:rsidR="00E30467" w:rsidRPr="000F1866" w14:paraId="12D80865" w14:textId="77777777" w:rsidTr="001839E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D86C452" w14:textId="77777777" w:rsidR="00E30467" w:rsidRPr="000F1866" w:rsidRDefault="00E30467" w:rsidP="001839E4">
            <w:pPr>
              <w:pStyle w:val="tabletext11"/>
              <w:jc w:val="both"/>
              <w:rPr>
                <w:kern w:val="18"/>
              </w:rPr>
            </w:pPr>
            <w:r w:rsidRPr="000F186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14:paraId="5626354F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  <w:r w:rsidRPr="000F1866">
              <w:rPr>
                <w:kern w:val="18"/>
              </w:rPr>
              <w:t xml:space="preserve">Other Than Auto losses for </w:t>
            </w:r>
            <w:r w:rsidRPr="000F1866">
              <w:t>Auto Dealers</w:t>
            </w:r>
            <w:r w:rsidRPr="000F186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F1866">
              <w:rPr>
                <w:rStyle w:val="rulelink"/>
              </w:rPr>
              <w:t>49.</w:t>
            </w:r>
          </w:p>
        </w:tc>
      </w:tr>
      <w:tr w:rsidR="00E30467" w:rsidRPr="000F1866" w14:paraId="63C2512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C6C55D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88E3CE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0F94ADD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F9DE8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C49A03A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1445D21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D9946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14DE48D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336B4F0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98654F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52737C1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D6F46F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37185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E6DB14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6A33AA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31EA5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FBB7C7A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72007C4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0EB6F9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28E23CF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391FF3C9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BFBCC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E7727D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5C5B48D3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83FB6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1810ECDB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4C301DD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5BA7E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7D04692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4BAEC25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F6846B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4842F49B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20511FE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6249E4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7B971D6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5C45F8F6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259E7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37FE377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8AB6FE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6CE012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2DCB8D5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19BFB51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F02D43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0052D0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3756D3A0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05339C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A99BF9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241200D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017293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679535E2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382CEA3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7783B6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F04DA06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B40489C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2288F1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7DEC3F2B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65088A8A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2E6968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3B8E8170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48103F0B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B7BCB5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0ACF26CD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73528322" w14:textId="77777777" w:rsidTr="001839E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4F6828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14:paraId="2B5B943C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F1866" w14:paraId="55430B59" w14:textId="77777777" w:rsidTr="001839E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7D982D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14:paraId="5043D4AF" w14:textId="77777777" w:rsidR="00E30467" w:rsidRPr="000F1866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8174401" w14:textId="77777777" w:rsidR="00E30467" w:rsidRPr="000F1866" w:rsidRDefault="00E30467" w:rsidP="00E30467">
      <w:pPr>
        <w:pStyle w:val="isonormal"/>
      </w:pPr>
    </w:p>
    <w:p w14:paraId="4464ECB8" w14:textId="77777777" w:rsidR="00E30467" w:rsidRDefault="00E30467" w:rsidP="00E30467">
      <w:pPr>
        <w:pStyle w:val="isonormal"/>
        <w:sectPr w:rsidR="00E30467" w:rsidSect="00E30467">
          <w:headerReference w:type="default" r:id="rId43"/>
          <w:footerReference w:type="default" r:id="rId4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82191B" w14:paraId="40D0A4D6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EDA1E7D" w14:textId="77777777" w:rsidR="00E30467" w:rsidRPr="0082191B" w:rsidRDefault="00E30467" w:rsidP="001839E4">
            <w:pPr>
              <w:pStyle w:val="tablehead"/>
              <w:rPr>
                <w:kern w:val="18"/>
              </w:rPr>
            </w:pPr>
            <w:r w:rsidRPr="0082191B">
              <w:rPr>
                <w:kern w:val="18"/>
              </w:rPr>
              <w:lastRenderedPageBreak/>
              <w:t>PHYSICAL DAMAGE</w:t>
            </w:r>
            <w:r w:rsidRPr="0082191B">
              <w:rPr>
                <w:kern w:val="18"/>
              </w:rPr>
              <w:br/>
              <w:t>Original Cost New Range</w:t>
            </w:r>
            <w:r w:rsidRPr="0082191B">
              <w:rPr>
                <w:kern w:val="18"/>
              </w:rPr>
              <w:br/>
              <w:t>$15,001 – 20,000</w:t>
            </w:r>
          </w:p>
        </w:tc>
      </w:tr>
      <w:tr w:rsidR="00E30467" w:rsidRPr="0082191B" w14:paraId="0158AAF1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F50704C" w14:textId="77777777" w:rsidR="00E30467" w:rsidRPr="0082191B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F0E32E" w14:textId="77777777" w:rsidR="00E30467" w:rsidRPr="0082191B" w:rsidRDefault="00E30467" w:rsidP="001839E4">
            <w:pPr>
              <w:pStyle w:val="tablehead"/>
              <w:rPr>
                <w:kern w:val="18"/>
              </w:rPr>
            </w:pPr>
            <w:r w:rsidRPr="0082191B">
              <w:rPr>
                <w:kern w:val="18"/>
              </w:rPr>
              <w:t>Specified</w:t>
            </w:r>
            <w:r w:rsidRPr="0082191B">
              <w:rPr>
                <w:kern w:val="18"/>
              </w:rPr>
              <w:br/>
              <w:t>Causes</w:t>
            </w:r>
            <w:r w:rsidRPr="0082191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48582B" w14:textId="77777777" w:rsidR="00E30467" w:rsidRPr="0082191B" w:rsidRDefault="00E30467" w:rsidP="001839E4">
            <w:pPr>
              <w:pStyle w:val="tablehead"/>
              <w:rPr>
                <w:kern w:val="18"/>
              </w:rPr>
            </w:pPr>
            <w:r w:rsidRPr="0082191B">
              <w:rPr>
                <w:kern w:val="18"/>
              </w:rPr>
              <w:br/>
            </w:r>
            <w:r w:rsidRPr="0082191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6B3838" w14:textId="77777777" w:rsidR="00E30467" w:rsidRPr="0082191B" w:rsidRDefault="00E30467" w:rsidP="001839E4">
            <w:pPr>
              <w:pStyle w:val="tablehead"/>
              <w:rPr>
                <w:kern w:val="18"/>
              </w:rPr>
            </w:pPr>
            <w:r w:rsidRPr="0082191B">
              <w:rPr>
                <w:kern w:val="18"/>
              </w:rPr>
              <w:t>$500</w:t>
            </w:r>
            <w:r w:rsidRPr="0082191B">
              <w:rPr>
                <w:kern w:val="18"/>
              </w:rPr>
              <w:br/>
              <w:t>Ded.</w:t>
            </w:r>
            <w:r w:rsidRPr="0082191B">
              <w:rPr>
                <w:kern w:val="18"/>
              </w:rPr>
              <w:br/>
              <w:t>Coll.</w:t>
            </w:r>
          </w:p>
        </w:tc>
      </w:tr>
      <w:tr w:rsidR="00E30467" w:rsidRPr="0082191B" w14:paraId="1584BE7E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1A296EC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82191B" w14:paraId="6C5730DF" w14:textId="77777777" w:rsidTr="001839E4">
        <w:trPr>
          <w:cantSplit/>
        </w:trPr>
        <w:tc>
          <w:tcPr>
            <w:tcW w:w="540" w:type="dxa"/>
            <w:gridSpan w:val="2"/>
          </w:tcPr>
          <w:p w14:paraId="208CB627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34A97E" w14:textId="77777777" w:rsidR="00E30467" w:rsidRPr="0082191B" w:rsidRDefault="00E30467" w:rsidP="001839E4">
            <w:pPr>
              <w:pStyle w:val="tabletext11"/>
              <w:rPr>
                <w:b/>
                <w:kern w:val="18"/>
              </w:rPr>
            </w:pPr>
            <w:r w:rsidRPr="0082191B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82191B" w14:paraId="0E75628A" w14:textId="77777777" w:rsidTr="001839E4">
        <w:trPr>
          <w:cantSplit/>
        </w:trPr>
        <w:tc>
          <w:tcPr>
            <w:tcW w:w="540" w:type="dxa"/>
            <w:gridSpan w:val="2"/>
          </w:tcPr>
          <w:p w14:paraId="67FABCA4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23D37F" w14:textId="77777777" w:rsidR="00E30467" w:rsidRPr="0082191B" w:rsidRDefault="00E30467" w:rsidP="001839E4">
            <w:pPr>
              <w:pStyle w:val="tabletext11"/>
              <w:rPr>
                <w:b/>
                <w:kern w:val="18"/>
              </w:rPr>
            </w:pPr>
            <w:r w:rsidRPr="0082191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82191B" w14:paraId="0FC34999" w14:textId="77777777" w:rsidTr="001839E4">
        <w:trPr>
          <w:cantSplit/>
        </w:trPr>
        <w:tc>
          <w:tcPr>
            <w:tcW w:w="4860" w:type="dxa"/>
            <w:gridSpan w:val="3"/>
          </w:tcPr>
          <w:p w14:paraId="485212D6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A97942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39D8076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7C562480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214</w:t>
            </w:r>
          </w:p>
        </w:tc>
      </w:tr>
      <w:tr w:rsidR="00E30467" w:rsidRPr="0082191B" w14:paraId="47FFBE03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EB393D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82191B" w14:paraId="09411768" w14:textId="77777777" w:rsidTr="001839E4">
        <w:trPr>
          <w:cantSplit/>
        </w:trPr>
        <w:tc>
          <w:tcPr>
            <w:tcW w:w="4860" w:type="dxa"/>
            <w:gridSpan w:val="3"/>
          </w:tcPr>
          <w:p w14:paraId="392965A9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DE5CE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D5C867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761CF0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2191B" w14:paraId="7D562EEB" w14:textId="77777777" w:rsidTr="001839E4">
        <w:trPr>
          <w:cantSplit/>
        </w:trPr>
        <w:tc>
          <w:tcPr>
            <w:tcW w:w="4860" w:type="dxa"/>
            <w:gridSpan w:val="3"/>
          </w:tcPr>
          <w:p w14:paraId="212B99C5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B6DBC2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2195601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41052481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265</w:t>
            </w:r>
          </w:p>
        </w:tc>
      </w:tr>
      <w:tr w:rsidR="00E30467" w:rsidRPr="0082191B" w14:paraId="7D7C9D37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52E734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3FC8C9F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A83367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82191B" w14:paraId="21288BDC" w14:textId="77777777" w:rsidTr="001839E4">
        <w:trPr>
          <w:cantSplit/>
        </w:trPr>
        <w:tc>
          <w:tcPr>
            <w:tcW w:w="540" w:type="dxa"/>
            <w:gridSpan w:val="2"/>
          </w:tcPr>
          <w:p w14:paraId="14F8D084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640BE1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82191B" w14:paraId="6186E6DC" w14:textId="77777777" w:rsidTr="001839E4">
        <w:trPr>
          <w:cantSplit/>
        </w:trPr>
        <w:tc>
          <w:tcPr>
            <w:tcW w:w="4860" w:type="dxa"/>
            <w:gridSpan w:val="3"/>
          </w:tcPr>
          <w:p w14:paraId="2B8A3796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8345F6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771FF1B7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1F88E35B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272</w:t>
            </w:r>
          </w:p>
        </w:tc>
      </w:tr>
      <w:tr w:rsidR="00E30467" w:rsidRPr="0082191B" w14:paraId="3D0F2BD0" w14:textId="77777777" w:rsidTr="001839E4">
        <w:trPr>
          <w:cantSplit/>
        </w:trPr>
        <w:tc>
          <w:tcPr>
            <w:tcW w:w="540" w:type="dxa"/>
            <w:gridSpan w:val="2"/>
          </w:tcPr>
          <w:p w14:paraId="0F5366BC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98E17D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82191B" w14:paraId="37860740" w14:textId="77777777" w:rsidTr="001839E4">
        <w:trPr>
          <w:cantSplit/>
        </w:trPr>
        <w:tc>
          <w:tcPr>
            <w:tcW w:w="4860" w:type="dxa"/>
            <w:gridSpan w:val="3"/>
          </w:tcPr>
          <w:p w14:paraId="0A109545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3B2F37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E8F1ED5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39EA0A7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139</w:t>
            </w:r>
          </w:p>
        </w:tc>
      </w:tr>
      <w:tr w:rsidR="00E30467" w:rsidRPr="0082191B" w14:paraId="482B0063" w14:textId="77777777" w:rsidTr="001839E4">
        <w:trPr>
          <w:cantSplit/>
        </w:trPr>
        <w:tc>
          <w:tcPr>
            <w:tcW w:w="540" w:type="dxa"/>
            <w:gridSpan w:val="2"/>
          </w:tcPr>
          <w:p w14:paraId="2BD10143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2A271B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82191B" w14:paraId="659C6FDB" w14:textId="77777777" w:rsidTr="001839E4">
        <w:trPr>
          <w:cantSplit/>
        </w:trPr>
        <w:tc>
          <w:tcPr>
            <w:tcW w:w="4860" w:type="dxa"/>
            <w:gridSpan w:val="3"/>
          </w:tcPr>
          <w:p w14:paraId="34BABE0B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196AEF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92842D8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899213A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139</w:t>
            </w:r>
          </w:p>
        </w:tc>
      </w:tr>
      <w:tr w:rsidR="00E30467" w:rsidRPr="0082191B" w14:paraId="6AC45A10" w14:textId="77777777" w:rsidTr="001839E4">
        <w:trPr>
          <w:cantSplit/>
        </w:trPr>
        <w:tc>
          <w:tcPr>
            <w:tcW w:w="540" w:type="dxa"/>
            <w:gridSpan w:val="2"/>
          </w:tcPr>
          <w:p w14:paraId="3D7C10D5" w14:textId="77777777" w:rsidR="00E30467" w:rsidRPr="0082191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9E80E9" w14:textId="77777777" w:rsidR="00E30467" w:rsidRPr="0082191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2191B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82191B" w14:paraId="52ADB0DB" w14:textId="77777777" w:rsidTr="001839E4">
        <w:trPr>
          <w:cantSplit/>
        </w:trPr>
        <w:tc>
          <w:tcPr>
            <w:tcW w:w="4860" w:type="dxa"/>
            <w:gridSpan w:val="3"/>
          </w:tcPr>
          <w:p w14:paraId="09BFF57A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38FEBF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991AC6B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24906634" w14:textId="77777777" w:rsidR="00E30467" w:rsidRPr="0082191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2191B">
              <w:rPr>
                <w:kern w:val="18"/>
              </w:rPr>
              <w:t>$   272</w:t>
            </w:r>
          </w:p>
        </w:tc>
      </w:tr>
      <w:tr w:rsidR="00E30467" w:rsidRPr="0082191B" w14:paraId="38CE996F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66A4D6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1A376E2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E0FC2E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384FA8AB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B893777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219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A21A8A6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  <w:r w:rsidRPr="0082191B">
              <w:rPr>
                <w:kern w:val="18"/>
              </w:rPr>
              <w:t xml:space="preserve">For physical damage fleet factors, refer to Rules </w:t>
            </w:r>
            <w:r w:rsidRPr="0082191B">
              <w:rPr>
                <w:rStyle w:val="rulelink"/>
              </w:rPr>
              <w:t>22.</w:t>
            </w:r>
            <w:r w:rsidRPr="0082191B">
              <w:rPr>
                <w:kern w:val="18"/>
              </w:rPr>
              <w:t xml:space="preserve"> and </w:t>
            </w:r>
            <w:r w:rsidRPr="0082191B">
              <w:rPr>
                <w:rStyle w:val="rulelink"/>
              </w:rPr>
              <w:t>39.</w:t>
            </w:r>
          </w:p>
        </w:tc>
      </w:tr>
      <w:tr w:rsidR="00E30467" w:rsidRPr="0082191B" w14:paraId="1E8D6962" w14:textId="77777777" w:rsidTr="001839E4">
        <w:trPr>
          <w:cantSplit/>
        </w:trPr>
        <w:tc>
          <w:tcPr>
            <w:tcW w:w="220" w:type="dxa"/>
          </w:tcPr>
          <w:p w14:paraId="63068315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219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DFAA1A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  <w:r w:rsidRPr="0082191B">
              <w:rPr>
                <w:kern w:val="18"/>
              </w:rPr>
              <w:t xml:space="preserve">For additional coverages, refer to the Additional Coverages Table in Rules </w:t>
            </w:r>
            <w:r w:rsidRPr="0082191B">
              <w:rPr>
                <w:rStyle w:val="rulelink"/>
              </w:rPr>
              <w:t>23.</w:t>
            </w:r>
            <w:r w:rsidRPr="0082191B">
              <w:rPr>
                <w:kern w:val="18"/>
              </w:rPr>
              <w:t xml:space="preserve"> and </w:t>
            </w:r>
            <w:r w:rsidRPr="0082191B">
              <w:rPr>
                <w:rStyle w:val="rulelink"/>
              </w:rPr>
              <w:t>40.</w:t>
            </w:r>
          </w:p>
        </w:tc>
      </w:tr>
      <w:tr w:rsidR="00E30467" w:rsidRPr="0082191B" w14:paraId="5B04D958" w14:textId="77777777" w:rsidTr="001839E4">
        <w:trPr>
          <w:cantSplit/>
        </w:trPr>
        <w:tc>
          <w:tcPr>
            <w:tcW w:w="220" w:type="dxa"/>
          </w:tcPr>
          <w:p w14:paraId="3210A873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219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1B0112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  <w:r w:rsidRPr="0082191B">
              <w:rPr>
                <w:kern w:val="18"/>
              </w:rPr>
              <w:t xml:space="preserve">For Deductible factors, refer to Rule </w:t>
            </w:r>
            <w:r w:rsidRPr="0082191B">
              <w:rPr>
                <w:rStyle w:val="rulelink"/>
              </w:rPr>
              <w:t>98.</w:t>
            </w:r>
          </w:p>
        </w:tc>
      </w:tr>
      <w:tr w:rsidR="00E30467" w:rsidRPr="0082191B" w14:paraId="18C1871B" w14:textId="77777777" w:rsidTr="001839E4">
        <w:trPr>
          <w:cantSplit/>
        </w:trPr>
        <w:tc>
          <w:tcPr>
            <w:tcW w:w="220" w:type="dxa"/>
          </w:tcPr>
          <w:p w14:paraId="6412DB95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219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7EE26F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  <w:r w:rsidRPr="0082191B">
              <w:rPr>
                <w:kern w:val="18"/>
              </w:rPr>
              <w:t xml:space="preserve">For Original Cost New and Age Group factors, refer to Rule </w:t>
            </w:r>
            <w:r w:rsidRPr="0082191B">
              <w:rPr>
                <w:rStyle w:val="rulelink"/>
              </w:rPr>
              <w:t>101.</w:t>
            </w:r>
          </w:p>
        </w:tc>
      </w:tr>
      <w:tr w:rsidR="00E30467" w:rsidRPr="0082191B" w14:paraId="34F901AA" w14:textId="77777777" w:rsidTr="001839E4">
        <w:trPr>
          <w:cantSplit/>
        </w:trPr>
        <w:tc>
          <w:tcPr>
            <w:tcW w:w="220" w:type="dxa"/>
          </w:tcPr>
          <w:p w14:paraId="5368D4EC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2191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BD51D3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  <w:r w:rsidRPr="0082191B">
              <w:rPr>
                <w:kern w:val="18"/>
              </w:rPr>
              <w:t xml:space="preserve">For Stated Amount factors, refer to Rule </w:t>
            </w:r>
            <w:r w:rsidRPr="0082191B">
              <w:rPr>
                <w:rStyle w:val="rulelink"/>
              </w:rPr>
              <w:t>101.</w:t>
            </w:r>
          </w:p>
        </w:tc>
      </w:tr>
      <w:tr w:rsidR="00E30467" w:rsidRPr="0082191B" w14:paraId="278A5D32" w14:textId="77777777" w:rsidTr="001839E4">
        <w:trPr>
          <w:cantSplit/>
        </w:trPr>
        <w:tc>
          <w:tcPr>
            <w:tcW w:w="220" w:type="dxa"/>
          </w:tcPr>
          <w:p w14:paraId="4FC1B3E5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  <w:bookmarkStart w:id="0" w:name="AdditionalNote"/>
            <w:bookmarkEnd w:id="0"/>
          </w:p>
        </w:tc>
        <w:tc>
          <w:tcPr>
            <w:tcW w:w="9140" w:type="dxa"/>
            <w:gridSpan w:val="5"/>
          </w:tcPr>
          <w:p w14:paraId="551F2990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43EE4E89" w14:textId="77777777" w:rsidTr="001839E4">
        <w:trPr>
          <w:cantSplit/>
        </w:trPr>
        <w:tc>
          <w:tcPr>
            <w:tcW w:w="220" w:type="dxa"/>
          </w:tcPr>
          <w:p w14:paraId="0225FF84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C80ED9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50AB86FF" w14:textId="77777777" w:rsidTr="001839E4">
        <w:trPr>
          <w:cantSplit/>
        </w:trPr>
        <w:tc>
          <w:tcPr>
            <w:tcW w:w="220" w:type="dxa"/>
          </w:tcPr>
          <w:p w14:paraId="2847B4FA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F6B5DB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091B4194" w14:textId="77777777" w:rsidTr="001839E4">
        <w:trPr>
          <w:cantSplit/>
        </w:trPr>
        <w:tc>
          <w:tcPr>
            <w:tcW w:w="220" w:type="dxa"/>
          </w:tcPr>
          <w:p w14:paraId="5F66C8D0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2CE26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1B67F51E" w14:textId="77777777" w:rsidTr="001839E4">
        <w:trPr>
          <w:cantSplit/>
        </w:trPr>
        <w:tc>
          <w:tcPr>
            <w:tcW w:w="220" w:type="dxa"/>
          </w:tcPr>
          <w:p w14:paraId="75AF7FF6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CCFF38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4229AF87" w14:textId="77777777" w:rsidTr="001839E4">
        <w:trPr>
          <w:cantSplit/>
        </w:trPr>
        <w:tc>
          <w:tcPr>
            <w:tcW w:w="220" w:type="dxa"/>
          </w:tcPr>
          <w:p w14:paraId="7E333758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F14B2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18352F20" w14:textId="77777777" w:rsidTr="001839E4">
        <w:trPr>
          <w:cantSplit/>
        </w:trPr>
        <w:tc>
          <w:tcPr>
            <w:tcW w:w="220" w:type="dxa"/>
          </w:tcPr>
          <w:p w14:paraId="543FB717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5FE086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0247673E" w14:textId="77777777" w:rsidTr="001839E4">
        <w:trPr>
          <w:cantSplit/>
        </w:trPr>
        <w:tc>
          <w:tcPr>
            <w:tcW w:w="220" w:type="dxa"/>
          </w:tcPr>
          <w:p w14:paraId="4B5DAC2D" w14:textId="77777777" w:rsidR="00E30467" w:rsidRPr="0082191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A3141C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2CF65983" w14:textId="77777777" w:rsidTr="001839E4">
        <w:trPr>
          <w:cantSplit/>
        </w:trPr>
        <w:tc>
          <w:tcPr>
            <w:tcW w:w="220" w:type="dxa"/>
          </w:tcPr>
          <w:p w14:paraId="08506CAD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65D057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085F69E3" w14:textId="77777777" w:rsidTr="001839E4">
        <w:trPr>
          <w:cantSplit/>
        </w:trPr>
        <w:tc>
          <w:tcPr>
            <w:tcW w:w="220" w:type="dxa"/>
          </w:tcPr>
          <w:p w14:paraId="01D4BEDD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AACBF5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26D730C5" w14:textId="77777777" w:rsidTr="001839E4">
        <w:trPr>
          <w:cantSplit/>
        </w:trPr>
        <w:tc>
          <w:tcPr>
            <w:tcW w:w="220" w:type="dxa"/>
          </w:tcPr>
          <w:p w14:paraId="4F6DDD2A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CA7AD6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4A5344D6" w14:textId="77777777" w:rsidTr="001839E4">
        <w:trPr>
          <w:cantSplit/>
        </w:trPr>
        <w:tc>
          <w:tcPr>
            <w:tcW w:w="220" w:type="dxa"/>
          </w:tcPr>
          <w:p w14:paraId="2876C4EB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6D2C8E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4AB42B46" w14:textId="77777777" w:rsidTr="001839E4">
        <w:trPr>
          <w:cantSplit/>
        </w:trPr>
        <w:tc>
          <w:tcPr>
            <w:tcW w:w="220" w:type="dxa"/>
          </w:tcPr>
          <w:p w14:paraId="7784AC51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D392D1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48838C1E" w14:textId="77777777" w:rsidTr="001839E4">
        <w:trPr>
          <w:cantSplit/>
        </w:trPr>
        <w:tc>
          <w:tcPr>
            <w:tcW w:w="220" w:type="dxa"/>
          </w:tcPr>
          <w:p w14:paraId="7CED03FA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BE8F13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35E2C30A" w14:textId="77777777" w:rsidTr="001839E4">
        <w:trPr>
          <w:cantSplit/>
        </w:trPr>
        <w:tc>
          <w:tcPr>
            <w:tcW w:w="220" w:type="dxa"/>
          </w:tcPr>
          <w:p w14:paraId="79A327EC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3F7E73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2191B" w14:paraId="5414AB7A" w14:textId="77777777" w:rsidTr="001839E4">
        <w:trPr>
          <w:cantSplit/>
        </w:trPr>
        <w:tc>
          <w:tcPr>
            <w:tcW w:w="220" w:type="dxa"/>
          </w:tcPr>
          <w:p w14:paraId="5761387E" w14:textId="77777777" w:rsidR="00E30467" w:rsidRPr="0082191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10CCB" w14:textId="77777777" w:rsidR="00E30467" w:rsidRPr="0082191B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38033818" w14:textId="77777777" w:rsidR="00E30467" w:rsidRPr="0082191B" w:rsidRDefault="00E30467" w:rsidP="00E30467">
      <w:pPr>
        <w:pStyle w:val="isonormal"/>
      </w:pPr>
      <w:r w:rsidRPr="0082191B">
        <w:br w:type="textWrapping" w:clear="all"/>
      </w:r>
    </w:p>
    <w:p w14:paraId="323D6962" w14:textId="77777777" w:rsidR="00E30467" w:rsidRDefault="00E30467" w:rsidP="00E30467">
      <w:pPr>
        <w:pStyle w:val="isonormal"/>
        <w:sectPr w:rsidR="00E30467" w:rsidSect="00E30467">
          <w:headerReference w:type="default" r:id="rId45"/>
          <w:footerReference w:type="default" r:id="rId4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8F5FED" w14:paraId="281A4EC7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00A080" w14:textId="77777777" w:rsidR="00E30467" w:rsidRPr="008F5FED" w:rsidRDefault="00E30467" w:rsidP="001839E4">
            <w:pPr>
              <w:pStyle w:val="tablehead"/>
              <w:rPr>
                <w:kern w:val="18"/>
              </w:rPr>
            </w:pPr>
            <w:r w:rsidRPr="008F5FED">
              <w:rPr>
                <w:kern w:val="18"/>
              </w:rPr>
              <w:lastRenderedPageBreak/>
              <w:t>PHYSICAL DAMAGE</w:t>
            </w:r>
            <w:r w:rsidRPr="008F5FED">
              <w:rPr>
                <w:kern w:val="18"/>
              </w:rPr>
              <w:br/>
              <w:t>Original Cost New Range</w:t>
            </w:r>
            <w:r w:rsidRPr="008F5FED">
              <w:rPr>
                <w:kern w:val="18"/>
              </w:rPr>
              <w:br/>
              <w:t>$15,001 – 20,000</w:t>
            </w:r>
          </w:p>
        </w:tc>
      </w:tr>
      <w:tr w:rsidR="00E30467" w:rsidRPr="008F5FED" w14:paraId="4A41448D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44D00F0" w14:textId="77777777" w:rsidR="00E30467" w:rsidRPr="008F5FED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29A617" w14:textId="77777777" w:rsidR="00E30467" w:rsidRPr="008F5FED" w:rsidRDefault="00E30467" w:rsidP="001839E4">
            <w:pPr>
              <w:pStyle w:val="tablehead"/>
              <w:rPr>
                <w:kern w:val="18"/>
              </w:rPr>
            </w:pPr>
            <w:r w:rsidRPr="008F5FED">
              <w:rPr>
                <w:kern w:val="18"/>
              </w:rPr>
              <w:t>Specified</w:t>
            </w:r>
            <w:r w:rsidRPr="008F5FED">
              <w:rPr>
                <w:kern w:val="18"/>
              </w:rPr>
              <w:br/>
              <w:t>Causes</w:t>
            </w:r>
            <w:r w:rsidRPr="008F5FE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D5B551" w14:textId="77777777" w:rsidR="00E30467" w:rsidRPr="008F5FED" w:rsidRDefault="00E30467" w:rsidP="001839E4">
            <w:pPr>
              <w:pStyle w:val="tablehead"/>
              <w:rPr>
                <w:kern w:val="18"/>
              </w:rPr>
            </w:pPr>
            <w:r w:rsidRPr="008F5FED">
              <w:rPr>
                <w:kern w:val="18"/>
              </w:rPr>
              <w:br/>
            </w:r>
            <w:r w:rsidRPr="008F5FE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99D306" w14:textId="77777777" w:rsidR="00E30467" w:rsidRPr="008F5FED" w:rsidRDefault="00E30467" w:rsidP="001839E4">
            <w:pPr>
              <w:pStyle w:val="tablehead"/>
              <w:rPr>
                <w:kern w:val="18"/>
              </w:rPr>
            </w:pPr>
            <w:r w:rsidRPr="008F5FED">
              <w:rPr>
                <w:kern w:val="18"/>
              </w:rPr>
              <w:t>$500</w:t>
            </w:r>
            <w:r w:rsidRPr="008F5FED">
              <w:rPr>
                <w:kern w:val="18"/>
              </w:rPr>
              <w:br/>
              <w:t>Ded.</w:t>
            </w:r>
            <w:r w:rsidRPr="008F5FED">
              <w:rPr>
                <w:kern w:val="18"/>
              </w:rPr>
              <w:br/>
              <w:t>Coll.</w:t>
            </w:r>
          </w:p>
        </w:tc>
      </w:tr>
      <w:tr w:rsidR="00E30467" w:rsidRPr="008F5FED" w14:paraId="3B71DB1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EFB7FA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8F5FED" w14:paraId="5635C7AB" w14:textId="77777777" w:rsidTr="001839E4">
        <w:trPr>
          <w:cantSplit/>
        </w:trPr>
        <w:tc>
          <w:tcPr>
            <w:tcW w:w="540" w:type="dxa"/>
            <w:gridSpan w:val="2"/>
          </w:tcPr>
          <w:p w14:paraId="19EF096E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96F0C" w14:textId="77777777" w:rsidR="00E30467" w:rsidRPr="008F5FED" w:rsidRDefault="00E30467" w:rsidP="001839E4">
            <w:pPr>
              <w:pStyle w:val="tabletext11"/>
              <w:rPr>
                <w:b/>
                <w:kern w:val="18"/>
              </w:rPr>
            </w:pPr>
            <w:r w:rsidRPr="008F5FED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8F5FED" w14:paraId="785B53DD" w14:textId="77777777" w:rsidTr="001839E4">
        <w:trPr>
          <w:cantSplit/>
        </w:trPr>
        <w:tc>
          <w:tcPr>
            <w:tcW w:w="540" w:type="dxa"/>
            <w:gridSpan w:val="2"/>
          </w:tcPr>
          <w:p w14:paraId="6839E0AF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6D8A32" w14:textId="77777777" w:rsidR="00E30467" w:rsidRPr="008F5FED" w:rsidRDefault="00E30467" w:rsidP="001839E4">
            <w:pPr>
              <w:pStyle w:val="tabletext11"/>
              <w:rPr>
                <w:b/>
                <w:kern w:val="18"/>
              </w:rPr>
            </w:pPr>
            <w:r w:rsidRPr="008F5FE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8F5FED" w14:paraId="354BECC1" w14:textId="77777777" w:rsidTr="001839E4">
        <w:trPr>
          <w:cantSplit/>
        </w:trPr>
        <w:tc>
          <w:tcPr>
            <w:tcW w:w="4860" w:type="dxa"/>
            <w:gridSpan w:val="3"/>
          </w:tcPr>
          <w:p w14:paraId="62AD2BDC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788A63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3361CE49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4A338396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174</w:t>
            </w:r>
          </w:p>
        </w:tc>
      </w:tr>
      <w:tr w:rsidR="00E30467" w:rsidRPr="008F5FED" w14:paraId="27D2EF89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C68B18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8F5FED" w14:paraId="00738BEC" w14:textId="77777777" w:rsidTr="001839E4">
        <w:trPr>
          <w:cantSplit/>
        </w:trPr>
        <w:tc>
          <w:tcPr>
            <w:tcW w:w="4860" w:type="dxa"/>
            <w:gridSpan w:val="3"/>
          </w:tcPr>
          <w:p w14:paraId="623C301C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0E9E1B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D435EB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25567B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8F5FED" w14:paraId="3595B53F" w14:textId="77777777" w:rsidTr="001839E4">
        <w:trPr>
          <w:cantSplit/>
        </w:trPr>
        <w:tc>
          <w:tcPr>
            <w:tcW w:w="4860" w:type="dxa"/>
            <w:gridSpan w:val="3"/>
          </w:tcPr>
          <w:p w14:paraId="6BCB8B0A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A1E236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2F70266F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C7F2AB1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304</w:t>
            </w:r>
          </w:p>
        </w:tc>
      </w:tr>
      <w:tr w:rsidR="00E30467" w:rsidRPr="008F5FED" w14:paraId="660AA8FF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570FEC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6B095196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023DCA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8F5FED" w14:paraId="7D0935ED" w14:textId="77777777" w:rsidTr="001839E4">
        <w:trPr>
          <w:cantSplit/>
        </w:trPr>
        <w:tc>
          <w:tcPr>
            <w:tcW w:w="540" w:type="dxa"/>
            <w:gridSpan w:val="2"/>
          </w:tcPr>
          <w:p w14:paraId="5F8BD436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590B0A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8F5FED" w14:paraId="7A5F8D5B" w14:textId="77777777" w:rsidTr="001839E4">
        <w:trPr>
          <w:cantSplit/>
        </w:trPr>
        <w:tc>
          <w:tcPr>
            <w:tcW w:w="4860" w:type="dxa"/>
            <w:gridSpan w:val="3"/>
          </w:tcPr>
          <w:p w14:paraId="6566C73F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F6A95C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3BCBF05C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19D0CD45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221</w:t>
            </w:r>
          </w:p>
        </w:tc>
      </w:tr>
      <w:tr w:rsidR="00E30467" w:rsidRPr="008F5FED" w14:paraId="78704FBF" w14:textId="77777777" w:rsidTr="001839E4">
        <w:trPr>
          <w:cantSplit/>
        </w:trPr>
        <w:tc>
          <w:tcPr>
            <w:tcW w:w="540" w:type="dxa"/>
            <w:gridSpan w:val="2"/>
          </w:tcPr>
          <w:p w14:paraId="3EBECC3A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ADA3C3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8F5FED" w14:paraId="01576EB8" w14:textId="77777777" w:rsidTr="001839E4">
        <w:trPr>
          <w:cantSplit/>
        </w:trPr>
        <w:tc>
          <w:tcPr>
            <w:tcW w:w="4860" w:type="dxa"/>
            <w:gridSpan w:val="3"/>
          </w:tcPr>
          <w:p w14:paraId="07B03F69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7D5DB7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780DC4B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05900689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113</w:t>
            </w:r>
          </w:p>
        </w:tc>
      </w:tr>
      <w:tr w:rsidR="00E30467" w:rsidRPr="008F5FED" w14:paraId="4ACB6C22" w14:textId="77777777" w:rsidTr="001839E4">
        <w:trPr>
          <w:cantSplit/>
        </w:trPr>
        <w:tc>
          <w:tcPr>
            <w:tcW w:w="540" w:type="dxa"/>
            <w:gridSpan w:val="2"/>
          </w:tcPr>
          <w:p w14:paraId="123F3E1F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3EE45C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8F5FED" w14:paraId="58E09A53" w14:textId="77777777" w:rsidTr="001839E4">
        <w:trPr>
          <w:cantSplit/>
        </w:trPr>
        <w:tc>
          <w:tcPr>
            <w:tcW w:w="4860" w:type="dxa"/>
            <w:gridSpan w:val="3"/>
          </w:tcPr>
          <w:p w14:paraId="79003A37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C63AAE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7C5F1DE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4FDC7E28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113</w:t>
            </w:r>
          </w:p>
        </w:tc>
      </w:tr>
      <w:tr w:rsidR="00E30467" w:rsidRPr="008F5FED" w14:paraId="587EA081" w14:textId="77777777" w:rsidTr="001839E4">
        <w:trPr>
          <w:cantSplit/>
        </w:trPr>
        <w:tc>
          <w:tcPr>
            <w:tcW w:w="540" w:type="dxa"/>
            <w:gridSpan w:val="2"/>
          </w:tcPr>
          <w:p w14:paraId="3B8D3B2B" w14:textId="77777777" w:rsidR="00E30467" w:rsidRPr="008F5FE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23B25E" w14:textId="77777777" w:rsidR="00E30467" w:rsidRPr="008F5FE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8F5FED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8F5FED" w14:paraId="455D0D16" w14:textId="77777777" w:rsidTr="001839E4">
        <w:trPr>
          <w:cantSplit/>
        </w:trPr>
        <w:tc>
          <w:tcPr>
            <w:tcW w:w="4860" w:type="dxa"/>
            <w:gridSpan w:val="3"/>
          </w:tcPr>
          <w:p w14:paraId="0CE06556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9C3A02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F6A272E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066E025B" w14:textId="77777777" w:rsidR="00E30467" w:rsidRPr="008F5FE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8F5FED">
              <w:rPr>
                <w:kern w:val="18"/>
              </w:rPr>
              <w:t>$   221</w:t>
            </w:r>
          </w:p>
        </w:tc>
      </w:tr>
      <w:tr w:rsidR="00E30467" w:rsidRPr="008F5FED" w14:paraId="33ABA679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CBEF65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2FAF3A93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1E2CF3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7B5BBD41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7066DA23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F5F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4CB6E85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  <w:r w:rsidRPr="008F5FED">
              <w:rPr>
                <w:kern w:val="18"/>
              </w:rPr>
              <w:t xml:space="preserve">For physical damage fleet factors, refer to Rules </w:t>
            </w:r>
            <w:r w:rsidRPr="008F5FED">
              <w:rPr>
                <w:rStyle w:val="rulelink"/>
              </w:rPr>
              <w:t>22.</w:t>
            </w:r>
            <w:r w:rsidRPr="008F5FED">
              <w:rPr>
                <w:kern w:val="18"/>
              </w:rPr>
              <w:t xml:space="preserve"> and </w:t>
            </w:r>
            <w:r w:rsidRPr="008F5FED">
              <w:rPr>
                <w:rStyle w:val="rulelink"/>
              </w:rPr>
              <w:t>39.</w:t>
            </w:r>
          </w:p>
        </w:tc>
      </w:tr>
      <w:tr w:rsidR="00E30467" w:rsidRPr="008F5FED" w14:paraId="5EF12FB0" w14:textId="77777777" w:rsidTr="001839E4">
        <w:trPr>
          <w:cantSplit/>
        </w:trPr>
        <w:tc>
          <w:tcPr>
            <w:tcW w:w="220" w:type="dxa"/>
          </w:tcPr>
          <w:p w14:paraId="097857C2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F5F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CB6BBD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  <w:r w:rsidRPr="008F5FED">
              <w:rPr>
                <w:kern w:val="18"/>
              </w:rPr>
              <w:t xml:space="preserve">For additional coverages, refer to the Additional Coverages Table in Rules </w:t>
            </w:r>
            <w:r w:rsidRPr="008F5FED">
              <w:rPr>
                <w:rStyle w:val="rulelink"/>
              </w:rPr>
              <w:t>23.</w:t>
            </w:r>
            <w:r w:rsidRPr="008F5FED">
              <w:rPr>
                <w:kern w:val="18"/>
              </w:rPr>
              <w:t xml:space="preserve"> and </w:t>
            </w:r>
            <w:r w:rsidRPr="008F5FED">
              <w:rPr>
                <w:rStyle w:val="rulelink"/>
              </w:rPr>
              <w:t>40.</w:t>
            </w:r>
          </w:p>
        </w:tc>
      </w:tr>
      <w:tr w:rsidR="00E30467" w:rsidRPr="008F5FED" w14:paraId="3559C70A" w14:textId="77777777" w:rsidTr="001839E4">
        <w:trPr>
          <w:cantSplit/>
        </w:trPr>
        <w:tc>
          <w:tcPr>
            <w:tcW w:w="220" w:type="dxa"/>
          </w:tcPr>
          <w:p w14:paraId="65BF60B5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F5F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EDDD90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  <w:r w:rsidRPr="008F5FED">
              <w:rPr>
                <w:kern w:val="18"/>
              </w:rPr>
              <w:t xml:space="preserve">For Deductible factors, refer to Rule </w:t>
            </w:r>
            <w:r w:rsidRPr="008F5FED">
              <w:rPr>
                <w:rStyle w:val="rulelink"/>
              </w:rPr>
              <w:t>98.</w:t>
            </w:r>
          </w:p>
        </w:tc>
      </w:tr>
      <w:tr w:rsidR="00E30467" w:rsidRPr="008F5FED" w14:paraId="6AA21C3D" w14:textId="77777777" w:rsidTr="001839E4">
        <w:trPr>
          <w:cantSplit/>
        </w:trPr>
        <w:tc>
          <w:tcPr>
            <w:tcW w:w="220" w:type="dxa"/>
          </w:tcPr>
          <w:p w14:paraId="5035897F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F5F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E8B630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  <w:r w:rsidRPr="008F5FED">
              <w:rPr>
                <w:kern w:val="18"/>
              </w:rPr>
              <w:t xml:space="preserve">For Original Cost New and Age Group factors, refer to Rule </w:t>
            </w:r>
            <w:r w:rsidRPr="008F5FED">
              <w:rPr>
                <w:rStyle w:val="rulelink"/>
              </w:rPr>
              <w:t>101.</w:t>
            </w:r>
          </w:p>
        </w:tc>
      </w:tr>
      <w:tr w:rsidR="00E30467" w:rsidRPr="008F5FED" w14:paraId="373DFEB5" w14:textId="77777777" w:rsidTr="001839E4">
        <w:trPr>
          <w:cantSplit/>
        </w:trPr>
        <w:tc>
          <w:tcPr>
            <w:tcW w:w="220" w:type="dxa"/>
          </w:tcPr>
          <w:p w14:paraId="682230F7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8F5F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BD67A6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  <w:r w:rsidRPr="008F5FED">
              <w:rPr>
                <w:kern w:val="18"/>
              </w:rPr>
              <w:t xml:space="preserve">For Stated Amount factors, refer to Rule </w:t>
            </w:r>
            <w:r w:rsidRPr="008F5FED">
              <w:rPr>
                <w:rStyle w:val="rulelink"/>
              </w:rPr>
              <w:t>101.</w:t>
            </w:r>
          </w:p>
        </w:tc>
      </w:tr>
      <w:tr w:rsidR="00E30467" w:rsidRPr="008F5FED" w14:paraId="386D9D9A" w14:textId="77777777" w:rsidTr="001839E4">
        <w:trPr>
          <w:cantSplit/>
        </w:trPr>
        <w:tc>
          <w:tcPr>
            <w:tcW w:w="220" w:type="dxa"/>
          </w:tcPr>
          <w:p w14:paraId="60613075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8CED05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2598EFE8" w14:textId="77777777" w:rsidTr="001839E4">
        <w:trPr>
          <w:cantSplit/>
        </w:trPr>
        <w:tc>
          <w:tcPr>
            <w:tcW w:w="220" w:type="dxa"/>
          </w:tcPr>
          <w:p w14:paraId="6043ED0B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E99F81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67330F52" w14:textId="77777777" w:rsidTr="001839E4">
        <w:trPr>
          <w:cantSplit/>
        </w:trPr>
        <w:tc>
          <w:tcPr>
            <w:tcW w:w="220" w:type="dxa"/>
          </w:tcPr>
          <w:p w14:paraId="77385B2A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0E49D3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18032F52" w14:textId="77777777" w:rsidTr="001839E4">
        <w:trPr>
          <w:cantSplit/>
        </w:trPr>
        <w:tc>
          <w:tcPr>
            <w:tcW w:w="220" w:type="dxa"/>
          </w:tcPr>
          <w:p w14:paraId="2CDFBDAB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7C0CC9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3584CE50" w14:textId="77777777" w:rsidTr="001839E4">
        <w:trPr>
          <w:cantSplit/>
        </w:trPr>
        <w:tc>
          <w:tcPr>
            <w:tcW w:w="220" w:type="dxa"/>
          </w:tcPr>
          <w:p w14:paraId="4D3B2E63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6F5E62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2E0F6E3D" w14:textId="77777777" w:rsidTr="001839E4">
        <w:trPr>
          <w:cantSplit/>
        </w:trPr>
        <w:tc>
          <w:tcPr>
            <w:tcW w:w="220" w:type="dxa"/>
          </w:tcPr>
          <w:p w14:paraId="42EB9E84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2D046B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43D47CD3" w14:textId="77777777" w:rsidTr="001839E4">
        <w:trPr>
          <w:cantSplit/>
        </w:trPr>
        <w:tc>
          <w:tcPr>
            <w:tcW w:w="220" w:type="dxa"/>
          </w:tcPr>
          <w:p w14:paraId="2104ED2F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0BE171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2DC81085" w14:textId="77777777" w:rsidTr="001839E4">
        <w:trPr>
          <w:cantSplit/>
        </w:trPr>
        <w:tc>
          <w:tcPr>
            <w:tcW w:w="220" w:type="dxa"/>
          </w:tcPr>
          <w:p w14:paraId="49C57D26" w14:textId="77777777" w:rsidR="00E30467" w:rsidRPr="008F5FE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5EF41F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0B0288E6" w14:textId="77777777" w:rsidTr="001839E4">
        <w:trPr>
          <w:cantSplit/>
        </w:trPr>
        <w:tc>
          <w:tcPr>
            <w:tcW w:w="220" w:type="dxa"/>
          </w:tcPr>
          <w:p w14:paraId="6F2E8E30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11B967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7C97BFC1" w14:textId="77777777" w:rsidTr="001839E4">
        <w:trPr>
          <w:cantSplit/>
        </w:trPr>
        <w:tc>
          <w:tcPr>
            <w:tcW w:w="220" w:type="dxa"/>
          </w:tcPr>
          <w:p w14:paraId="7B4AA948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4D252A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2D092C97" w14:textId="77777777" w:rsidTr="001839E4">
        <w:trPr>
          <w:cantSplit/>
        </w:trPr>
        <w:tc>
          <w:tcPr>
            <w:tcW w:w="220" w:type="dxa"/>
          </w:tcPr>
          <w:p w14:paraId="64A446EC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41B6A9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07AA70D8" w14:textId="77777777" w:rsidTr="001839E4">
        <w:trPr>
          <w:cantSplit/>
        </w:trPr>
        <w:tc>
          <w:tcPr>
            <w:tcW w:w="220" w:type="dxa"/>
          </w:tcPr>
          <w:p w14:paraId="5400635D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F0BDB4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60E121EE" w14:textId="77777777" w:rsidTr="001839E4">
        <w:trPr>
          <w:cantSplit/>
        </w:trPr>
        <w:tc>
          <w:tcPr>
            <w:tcW w:w="220" w:type="dxa"/>
          </w:tcPr>
          <w:p w14:paraId="30B7C8C4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9DC6D2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6ABE0287" w14:textId="77777777" w:rsidTr="001839E4">
        <w:trPr>
          <w:cantSplit/>
        </w:trPr>
        <w:tc>
          <w:tcPr>
            <w:tcW w:w="220" w:type="dxa"/>
          </w:tcPr>
          <w:p w14:paraId="37DF97C7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CE91D9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01679D3A" w14:textId="77777777" w:rsidTr="001839E4">
        <w:trPr>
          <w:cantSplit/>
        </w:trPr>
        <w:tc>
          <w:tcPr>
            <w:tcW w:w="220" w:type="dxa"/>
          </w:tcPr>
          <w:p w14:paraId="1673E6F0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6F3C42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8F5FED" w14:paraId="56E33885" w14:textId="77777777" w:rsidTr="001839E4">
        <w:trPr>
          <w:cantSplit/>
        </w:trPr>
        <w:tc>
          <w:tcPr>
            <w:tcW w:w="220" w:type="dxa"/>
          </w:tcPr>
          <w:p w14:paraId="7F076740" w14:textId="77777777" w:rsidR="00E30467" w:rsidRPr="008F5FE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10F065" w14:textId="77777777" w:rsidR="00E30467" w:rsidRPr="008F5FED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5FC1A62" w14:textId="77777777" w:rsidR="00E30467" w:rsidRPr="008F5FED" w:rsidRDefault="00E30467" w:rsidP="00E30467">
      <w:pPr>
        <w:pStyle w:val="isonormal"/>
      </w:pPr>
      <w:r w:rsidRPr="008F5FED">
        <w:br w:type="textWrapping" w:clear="all"/>
      </w:r>
    </w:p>
    <w:p w14:paraId="612046B9" w14:textId="77777777" w:rsidR="00E30467" w:rsidRDefault="00E30467" w:rsidP="00E30467">
      <w:pPr>
        <w:pStyle w:val="isonormal"/>
        <w:sectPr w:rsidR="00E30467" w:rsidSect="00E30467">
          <w:headerReference w:type="default" r:id="rId47"/>
          <w:footerReference w:type="default" r:id="rId4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F9198D" w14:paraId="50972487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460E16" w14:textId="77777777" w:rsidR="00E30467" w:rsidRPr="00F9198D" w:rsidRDefault="00E30467" w:rsidP="001839E4">
            <w:pPr>
              <w:pStyle w:val="tablehead"/>
              <w:rPr>
                <w:kern w:val="18"/>
              </w:rPr>
            </w:pPr>
            <w:r w:rsidRPr="00F9198D">
              <w:rPr>
                <w:kern w:val="18"/>
              </w:rPr>
              <w:lastRenderedPageBreak/>
              <w:t>PHYSICAL DAMAGE</w:t>
            </w:r>
            <w:r w:rsidRPr="00F9198D">
              <w:rPr>
                <w:kern w:val="18"/>
              </w:rPr>
              <w:br/>
              <w:t>Original Cost New Range</w:t>
            </w:r>
            <w:r w:rsidRPr="00F9198D">
              <w:rPr>
                <w:kern w:val="18"/>
              </w:rPr>
              <w:br/>
              <w:t>$15,001 – 20,000</w:t>
            </w:r>
          </w:p>
        </w:tc>
      </w:tr>
      <w:tr w:rsidR="00E30467" w:rsidRPr="00F9198D" w14:paraId="54D97D4B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1613445" w14:textId="77777777" w:rsidR="00E30467" w:rsidRPr="00F9198D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1F241E" w14:textId="77777777" w:rsidR="00E30467" w:rsidRPr="00F9198D" w:rsidRDefault="00E30467" w:rsidP="001839E4">
            <w:pPr>
              <w:pStyle w:val="tablehead"/>
              <w:rPr>
                <w:kern w:val="18"/>
              </w:rPr>
            </w:pPr>
            <w:r w:rsidRPr="00F9198D">
              <w:rPr>
                <w:kern w:val="18"/>
              </w:rPr>
              <w:t>Specified</w:t>
            </w:r>
            <w:r w:rsidRPr="00F9198D">
              <w:rPr>
                <w:kern w:val="18"/>
              </w:rPr>
              <w:br/>
              <w:t>Causes</w:t>
            </w:r>
            <w:r w:rsidRPr="00F9198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B95FB3" w14:textId="77777777" w:rsidR="00E30467" w:rsidRPr="00F9198D" w:rsidRDefault="00E30467" w:rsidP="001839E4">
            <w:pPr>
              <w:pStyle w:val="tablehead"/>
              <w:rPr>
                <w:kern w:val="18"/>
              </w:rPr>
            </w:pPr>
            <w:r w:rsidRPr="00F9198D">
              <w:rPr>
                <w:kern w:val="18"/>
              </w:rPr>
              <w:br/>
            </w:r>
            <w:r w:rsidRPr="00F9198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9936D6" w14:textId="77777777" w:rsidR="00E30467" w:rsidRPr="00F9198D" w:rsidRDefault="00E30467" w:rsidP="001839E4">
            <w:pPr>
              <w:pStyle w:val="tablehead"/>
              <w:rPr>
                <w:kern w:val="18"/>
              </w:rPr>
            </w:pPr>
            <w:r w:rsidRPr="00F9198D">
              <w:rPr>
                <w:kern w:val="18"/>
              </w:rPr>
              <w:t>$500</w:t>
            </w:r>
            <w:r w:rsidRPr="00F9198D">
              <w:rPr>
                <w:kern w:val="18"/>
              </w:rPr>
              <w:br/>
              <w:t>Ded.</w:t>
            </w:r>
            <w:r w:rsidRPr="00F9198D">
              <w:rPr>
                <w:kern w:val="18"/>
              </w:rPr>
              <w:br/>
              <w:t>Coll.</w:t>
            </w:r>
          </w:p>
        </w:tc>
      </w:tr>
      <w:tr w:rsidR="00E30467" w:rsidRPr="00F9198D" w14:paraId="7943BDC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6A88003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F9198D" w14:paraId="228CE34B" w14:textId="77777777" w:rsidTr="001839E4">
        <w:trPr>
          <w:cantSplit/>
        </w:trPr>
        <w:tc>
          <w:tcPr>
            <w:tcW w:w="540" w:type="dxa"/>
            <w:gridSpan w:val="2"/>
          </w:tcPr>
          <w:p w14:paraId="36D4F242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5E9BD4" w14:textId="77777777" w:rsidR="00E30467" w:rsidRPr="00F9198D" w:rsidRDefault="00E30467" w:rsidP="001839E4">
            <w:pPr>
              <w:pStyle w:val="tabletext11"/>
              <w:rPr>
                <w:b/>
                <w:kern w:val="18"/>
              </w:rPr>
            </w:pPr>
            <w:r w:rsidRPr="00F9198D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F9198D" w14:paraId="1B39CC4A" w14:textId="77777777" w:rsidTr="001839E4">
        <w:trPr>
          <w:cantSplit/>
        </w:trPr>
        <w:tc>
          <w:tcPr>
            <w:tcW w:w="540" w:type="dxa"/>
            <w:gridSpan w:val="2"/>
          </w:tcPr>
          <w:p w14:paraId="11F86E78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B2AA3E" w14:textId="77777777" w:rsidR="00E30467" w:rsidRPr="00F9198D" w:rsidRDefault="00E30467" w:rsidP="001839E4">
            <w:pPr>
              <w:pStyle w:val="tabletext11"/>
              <w:rPr>
                <w:b/>
                <w:kern w:val="18"/>
              </w:rPr>
            </w:pPr>
            <w:r w:rsidRPr="00F9198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F9198D" w14:paraId="50D9BFE9" w14:textId="77777777" w:rsidTr="001839E4">
        <w:trPr>
          <w:cantSplit/>
        </w:trPr>
        <w:tc>
          <w:tcPr>
            <w:tcW w:w="4860" w:type="dxa"/>
            <w:gridSpan w:val="3"/>
          </w:tcPr>
          <w:p w14:paraId="135EFC78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839F2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5CA3D526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143503A6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218</w:t>
            </w:r>
          </w:p>
        </w:tc>
      </w:tr>
      <w:tr w:rsidR="00E30467" w:rsidRPr="00F9198D" w14:paraId="5099F11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A427DC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F9198D" w14:paraId="42C36421" w14:textId="77777777" w:rsidTr="001839E4">
        <w:trPr>
          <w:cantSplit/>
        </w:trPr>
        <w:tc>
          <w:tcPr>
            <w:tcW w:w="4860" w:type="dxa"/>
            <w:gridSpan w:val="3"/>
          </w:tcPr>
          <w:p w14:paraId="3CC22AB0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EC7208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DFA3C7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9AE156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F9198D" w14:paraId="2C36D2DC" w14:textId="77777777" w:rsidTr="001839E4">
        <w:trPr>
          <w:cantSplit/>
        </w:trPr>
        <w:tc>
          <w:tcPr>
            <w:tcW w:w="4860" w:type="dxa"/>
            <w:gridSpan w:val="3"/>
          </w:tcPr>
          <w:p w14:paraId="5CE50F31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84B666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30563A9A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712EDB9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296</w:t>
            </w:r>
          </w:p>
        </w:tc>
      </w:tr>
      <w:tr w:rsidR="00E30467" w:rsidRPr="00F9198D" w14:paraId="2537A188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44171D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4C6FB1D6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3CAAC2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F9198D" w14:paraId="2850A4B7" w14:textId="77777777" w:rsidTr="001839E4">
        <w:trPr>
          <w:cantSplit/>
        </w:trPr>
        <w:tc>
          <w:tcPr>
            <w:tcW w:w="540" w:type="dxa"/>
            <w:gridSpan w:val="2"/>
          </w:tcPr>
          <w:p w14:paraId="74064504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92A855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F9198D" w14:paraId="1D92EDDE" w14:textId="77777777" w:rsidTr="001839E4">
        <w:trPr>
          <w:cantSplit/>
        </w:trPr>
        <w:tc>
          <w:tcPr>
            <w:tcW w:w="4860" w:type="dxa"/>
            <w:gridSpan w:val="3"/>
          </w:tcPr>
          <w:p w14:paraId="38CBC02C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981A98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1541256B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7F45386F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277</w:t>
            </w:r>
          </w:p>
        </w:tc>
      </w:tr>
      <w:tr w:rsidR="00E30467" w:rsidRPr="00F9198D" w14:paraId="3E3679C0" w14:textId="77777777" w:rsidTr="001839E4">
        <w:trPr>
          <w:cantSplit/>
        </w:trPr>
        <w:tc>
          <w:tcPr>
            <w:tcW w:w="540" w:type="dxa"/>
            <w:gridSpan w:val="2"/>
          </w:tcPr>
          <w:p w14:paraId="28BC14B9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73C417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F9198D" w14:paraId="7D9CA114" w14:textId="77777777" w:rsidTr="001839E4">
        <w:trPr>
          <w:cantSplit/>
        </w:trPr>
        <w:tc>
          <w:tcPr>
            <w:tcW w:w="4860" w:type="dxa"/>
            <w:gridSpan w:val="3"/>
          </w:tcPr>
          <w:p w14:paraId="4AE99AF5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EA8B88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06F7DB25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6D9EBBEF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142</w:t>
            </w:r>
          </w:p>
        </w:tc>
      </w:tr>
      <w:tr w:rsidR="00E30467" w:rsidRPr="00F9198D" w14:paraId="6479C3B8" w14:textId="77777777" w:rsidTr="001839E4">
        <w:trPr>
          <w:cantSplit/>
        </w:trPr>
        <w:tc>
          <w:tcPr>
            <w:tcW w:w="540" w:type="dxa"/>
            <w:gridSpan w:val="2"/>
          </w:tcPr>
          <w:p w14:paraId="7CDC73C6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526858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F9198D" w14:paraId="56D0133B" w14:textId="77777777" w:rsidTr="001839E4">
        <w:trPr>
          <w:cantSplit/>
        </w:trPr>
        <w:tc>
          <w:tcPr>
            <w:tcW w:w="4860" w:type="dxa"/>
            <w:gridSpan w:val="3"/>
          </w:tcPr>
          <w:p w14:paraId="2E565C30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1B57F5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2E0A2686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5674B852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142</w:t>
            </w:r>
          </w:p>
        </w:tc>
      </w:tr>
      <w:tr w:rsidR="00E30467" w:rsidRPr="00F9198D" w14:paraId="056C9D9F" w14:textId="77777777" w:rsidTr="001839E4">
        <w:trPr>
          <w:cantSplit/>
        </w:trPr>
        <w:tc>
          <w:tcPr>
            <w:tcW w:w="540" w:type="dxa"/>
            <w:gridSpan w:val="2"/>
          </w:tcPr>
          <w:p w14:paraId="077E986D" w14:textId="77777777" w:rsidR="00E30467" w:rsidRPr="00F9198D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AA46D8" w14:textId="77777777" w:rsidR="00E30467" w:rsidRPr="00F9198D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F9198D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F9198D" w14:paraId="776F9EFE" w14:textId="77777777" w:rsidTr="001839E4">
        <w:trPr>
          <w:cantSplit/>
        </w:trPr>
        <w:tc>
          <w:tcPr>
            <w:tcW w:w="4860" w:type="dxa"/>
            <w:gridSpan w:val="3"/>
          </w:tcPr>
          <w:p w14:paraId="32E78560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F47895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1BC2DBA0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1D704765" w14:textId="77777777" w:rsidR="00E30467" w:rsidRPr="00F9198D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F9198D">
              <w:rPr>
                <w:kern w:val="18"/>
              </w:rPr>
              <w:t>$   277</w:t>
            </w:r>
          </w:p>
        </w:tc>
      </w:tr>
      <w:tr w:rsidR="00E30467" w:rsidRPr="00F9198D" w14:paraId="1E91D7E2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33640C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7D3D33FD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13C36E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58FA16CF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300079BB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F919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4AC87D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  <w:r w:rsidRPr="00F9198D">
              <w:rPr>
                <w:kern w:val="18"/>
              </w:rPr>
              <w:t xml:space="preserve">For physical damage fleet factors, refer to Rules </w:t>
            </w:r>
            <w:r w:rsidRPr="00F9198D">
              <w:rPr>
                <w:rStyle w:val="rulelink"/>
              </w:rPr>
              <w:t>22.</w:t>
            </w:r>
            <w:r w:rsidRPr="00F9198D">
              <w:rPr>
                <w:kern w:val="18"/>
              </w:rPr>
              <w:t xml:space="preserve"> and </w:t>
            </w:r>
            <w:r w:rsidRPr="00F9198D">
              <w:rPr>
                <w:rStyle w:val="rulelink"/>
              </w:rPr>
              <w:t>39.</w:t>
            </w:r>
          </w:p>
        </w:tc>
      </w:tr>
      <w:tr w:rsidR="00E30467" w:rsidRPr="00F9198D" w14:paraId="72BDB5D4" w14:textId="77777777" w:rsidTr="001839E4">
        <w:trPr>
          <w:cantSplit/>
        </w:trPr>
        <w:tc>
          <w:tcPr>
            <w:tcW w:w="220" w:type="dxa"/>
          </w:tcPr>
          <w:p w14:paraId="0D49F445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F919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2CB236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  <w:r w:rsidRPr="00F9198D">
              <w:rPr>
                <w:kern w:val="18"/>
              </w:rPr>
              <w:t xml:space="preserve">For additional coverages, refer to the Additional Coverages Table in Rules </w:t>
            </w:r>
            <w:r w:rsidRPr="00F9198D">
              <w:rPr>
                <w:rStyle w:val="rulelink"/>
              </w:rPr>
              <w:t>23.</w:t>
            </w:r>
            <w:r w:rsidRPr="00F9198D">
              <w:rPr>
                <w:kern w:val="18"/>
              </w:rPr>
              <w:t xml:space="preserve"> and </w:t>
            </w:r>
            <w:r w:rsidRPr="00F9198D">
              <w:rPr>
                <w:rStyle w:val="rulelink"/>
              </w:rPr>
              <w:t>40.</w:t>
            </w:r>
          </w:p>
        </w:tc>
      </w:tr>
      <w:tr w:rsidR="00E30467" w:rsidRPr="00F9198D" w14:paraId="5BB7B413" w14:textId="77777777" w:rsidTr="001839E4">
        <w:trPr>
          <w:cantSplit/>
        </w:trPr>
        <w:tc>
          <w:tcPr>
            <w:tcW w:w="220" w:type="dxa"/>
          </w:tcPr>
          <w:p w14:paraId="72F57BA6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F919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959666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  <w:r w:rsidRPr="00F9198D">
              <w:rPr>
                <w:kern w:val="18"/>
              </w:rPr>
              <w:t xml:space="preserve">For Deductible factors, refer to Rule </w:t>
            </w:r>
            <w:r w:rsidRPr="00F9198D">
              <w:rPr>
                <w:rStyle w:val="rulelink"/>
              </w:rPr>
              <w:t>98.</w:t>
            </w:r>
          </w:p>
        </w:tc>
      </w:tr>
      <w:tr w:rsidR="00E30467" w:rsidRPr="00F9198D" w14:paraId="3B857BFB" w14:textId="77777777" w:rsidTr="001839E4">
        <w:trPr>
          <w:cantSplit/>
        </w:trPr>
        <w:tc>
          <w:tcPr>
            <w:tcW w:w="220" w:type="dxa"/>
          </w:tcPr>
          <w:p w14:paraId="318421C2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F919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0FD5AF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  <w:r w:rsidRPr="00F9198D">
              <w:rPr>
                <w:kern w:val="18"/>
              </w:rPr>
              <w:t xml:space="preserve">For Original Cost New and Age Group factors, refer to Rule </w:t>
            </w:r>
            <w:r w:rsidRPr="00F9198D">
              <w:rPr>
                <w:rStyle w:val="rulelink"/>
              </w:rPr>
              <w:t>101.</w:t>
            </w:r>
          </w:p>
        </w:tc>
      </w:tr>
      <w:tr w:rsidR="00E30467" w:rsidRPr="00F9198D" w14:paraId="7B34F626" w14:textId="77777777" w:rsidTr="001839E4">
        <w:trPr>
          <w:cantSplit/>
        </w:trPr>
        <w:tc>
          <w:tcPr>
            <w:tcW w:w="220" w:type="dxa"/>
          </w:tcPr>
          <w:p w14:paraId="0AF22B1F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F919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6CFD10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  <w:r w:rsidRPr="00F9198D">
              <w:rPr>
                <w:kern w:val="18"/>
              </w:rPr>
              <w:t xml:space="preserve">For Stated Amount factors, refer to Rule </w:t>
            </w:r>
            <w:r w:rsidRPr="00F9198D">
              <w:rPr>
                <w:rStyle w:val="rulelink"/>
              </w:rPr>
              <w:t>101.</w:t>
            </w:r>
          </w:p>
        </w:tc>
      </w:tr>
      <w:tr w:rsidR="00E30467" w:rsidRPr="00F9198D" w14:paraId="6CB35632" w14:textId="77777777" w:rsidTr="001839E4">
        <w:trPr>
          <w:cantSplit/>
        </w:trPr>
        <w:tc>
          <w:tcPr>
            <w:tcW w:w="220" w:type="dxa"/>
          </w:tcPr>
          <w:p w14:paraId="39D3F782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AF8B1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0B2FA853" w14:textId="77777777" w:rsidTr="001839E4">
        <w:trPr>
          <w:cantSplit/>
        </w:trPr>
        <w:tc>
          <w:tcPr>
            <w:tcW w:w="220" w:type="dxa"/>
          </w:tcPr>
          <w:p w14:paraId="36FEA956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B314BE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7093D529" w14:textId="77777777" w:rsidTr="001839E4">
        <w:trPr>
          <w:cantSplit/>
        </w:trPr>
        <w:tc>
          <w:tcPr>
            <w:tcW w:w="220" w:type="dxa"/>
          </w:tcPr>
          <w:p w14:paraId="3E592FD3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8C89EA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5F0981A7" w14:textId="77777777" w:rsidTr="001839E4">
        <w:trPr>
          <w:cantSplit/>
        </w:trPr>
        <w:tc>
          <w:tcPr>
            <w:tcW w:w="220" w:type="dxa"/>
          </w:tcPr>
          <w:p w14:paraId="7265692C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80B0C0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318DBBD6" w14:textId="77777777" w:rsidTr="001839E4">
        <w:trPr>
          <w:cantSplit/>
        </w:trPr>
        <w:tc>
          <w:tcPr>
            <w:tcW w:w="220" w:type="dxa"/>
          </w:tcPr>
          <w:p w14:paraId="0ABFBD96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D8D5C4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1558F50C" w14:textId="77777777" w:rsidTr="001839E4">
        <w:trPr>
          <w:cantSplit/>
        </w:trPr>
        <w:tc>
          <w:tcPr>
            <w:tcW w:w="220" w:type="dxa"/>
          </w:tcPr>
          <w:p w14:paraId="256BCF7E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03EAF1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41E20ECB" w14:textId="77777777" w:rsidTr="001839E4">
        <w:trPr>
          <w:cantSplit/>
        </w:trPr>
        <w:tc>
          <w:tcPr>
            <w:tcW w:w="220" w:type="dxa"/>
          </w:tcPr>
          <w:p w14:paraId="10BD8A81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7732BB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6A651A0D" w14:textId="77777777" w:rsidTr="001839E4">
        <w:trPr>
          <w:cantSplit/>
        </w:trPr>
        <w:tc>
          <w:tcPr>
            <w:tcW w:w="220" w:type="dxa"/>
          </w:tcPr>
          <w:p w14:paraId="185E59F0" w14:textId="77777777" w:rsidR="00E30467" w:rsidRPr="00F9198D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AD1E02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436990D2" w14:textId="77777777" w:rsidTr="001839E4">
        <w:trPr>
          <w:cantSplit/>
        </w:trPr>
        <w:tc>
          <w:tcPr>
            <w:tcW w:w="220" w:type="dxa"/>
          </w:tcPr>
          <w:p w14:paraId="43A55125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26CBEA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1039711E" w14:textId="77777777" w:rsidTr="001839E4">
        <w:trPr>
          <w:cantSplit/>
        </w:trPr>
        <w:tc>
          <w:tcPr>
            <w:tcW w:w="220" w:type="dxa"/>
          </w:tcPr>
          <w:p w14:paraId="43E5A6B3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38F5C5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2FCF3ADA" w14:textId="77777777" w:rsidTr="001839E4">
        <w:trPr>
          <w:cantSplit/>
        </w:trPr>
        <w:tc>
          <w:tcPr>
            <w:tcW w:w="220" w:type="dxa"/>
          </w:tcPr>
          <w:p w14:paraId="06B54A9E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FC4425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7B23BEBC" w14:textId="77777777" w:rsidTr="001839E4">
        <w:trPr>
          <w:cantSplit/>
        </w:trPr>
        <w:tc>
          <w:tcPr>
            <w:tcW w:w="220" w:type="dxa"/>
          </w:tcPr>
          <w:p w14:paraId="3C1176F7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0DBD4C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4AB58861" w14:textId="77777777" w:rsidTr="001839E4">
        <w:trPr>
          <w:cantSplit/>
        </w:trPr>
        <w:tc>
          <w:tcPr>
            <w:tcW w:w="220" w:type="dxa"/>
          </w:tcPr>
          <w:p w14:paraId="25591FFE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2D2A1D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6A5B279D" w14:textId="77777777" w:rsidTr="001839E4">
        <w:trPr>
          <w:cantSplit/>
        </w:trPr>
        <w:tc>
          <w:tcPr>
            <w:tcW w:w="220" w:type="dxa"/>
          </w:tcPr>
          <w:p w14:paraId="313DD605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483D0F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3A9DCEDC" w14:textId="77777777" w:rsidTr="001839E4">
        <w:trPr>
          <w:cantSplit/>
        </w:trPr>
        <w:tc>
          <w:tcPr>
            <w:tcW w:w="220" w:type="dxa"/>
          </w:tcPr>
          <w:p w14:paraId="460B9098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B6F9E6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F9198D" w14:paraId="742F6A7C" w14:textId="77777777" w:rsidTr="001839E4">
        <w:trPr>
          <w:cantSplit/>
        </w:trPr>
        <w:tc>
          <w:tcPr>
            <w:tcW w:w="220" w:type="dxa"/>
          </w:tcPr>
          <w:p w14:paraId="5315B3C0" w14:textId="77777777" w:rsidR="00E30467" w:rsidRPr="00F9198D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9DA0D3" w14:textId="77777777" w:rsidR="00E30467" w:rsidRPr="00F9198D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5A14FADA" w14:textId="77777777" w:rsidR="00E30467" w:rsidRPr="00F9198D" w:rsidRDefault="00E30467" w:rsidP="00E30467">
      <w:pPr>
        <w:pStyle w:val="isonormal"/>
      </w:pPr>
      <w:r w:rsidRPr="00F9198D">
        <w:br w:type="textWrapping" w:clear="all"/>
      </w:r>
    </w:p>
    <w:p w14:paraId="2C70EAD3" w14:textId="77777777" w:rsidR="00E30467" w:rsidRDefault="00E30467" w:rsidP="00E30467">
      <w:pPr>
        <w:pStyle w:val="isonormal"/>
        <w:sectPr w:rsidR="00E30467" w:rsidSect="00E30467">
          <w:headerReference w:type="default" r:id="rId49"/>
          <w:footerReference w:type="default" r:id="rId5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5077C7" w14:paraId="67147866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2ED5CF9" w14:textId="77777777" w:rsidR="00E30467" w:rsidRPr="005077C7" w:rsidRDefault="00E30467" w:rsidP="001839E4">
            <w:pPr>
              <w:pStyle w:val="tablehead"/>
              <w:rPr>
                <w:kern w:val="18"/>
              </w:rPr>
            </w:pPr>
            <w:r w:rsidRPr="005077C7">
              <w:rPr>
                <w:kern w:val="18"/>
              </w:rPr>
              <w:lastRenderedPageBreak/>
              <w:t>PHYSICAL DAMAGE</w:t>
            </w:r>
            <w:r w:rsidRPr="005077C7">
              <w:rPr>
                <w:kern w:val="18"/>
              </w:rPr>
              <w:br/>
              <w:t>Original Cost New Range</w:t>
            </w:r>
            <w:r w:rsidRPr="005077C7">
              <w:rPr>
                <w:kern w:val="18"/>
              </w:rPr>
              <w:br/>
              <w:t>$15,001 – 20,000</w:t>
            </w:r>
          </w:p>
        </w:tc>
      </w:tr>
      <w:tr w:rsidR="00E30467" w:rsidRPr="005077C7" w14:paraId="7A94CFF1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5BC6E3" w14:textId="77777777" w:rsidR="00E30467" w:rsidRPr="005077C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E9B72D" w14:textId="77777777" w:rsidR="00E30467" w:rsidRPr="005077C7" w:rsidRDefault="00E30467" w:rsidP="001839E4">
            <w:pPr>
              <w:pStyle w:val="tablehead"/>
              <w:rPr>
                <w:kern w:val="18"/>
              </w:rPr>
            </w:pPr>
            <w:r w:rsidRPr="005077C7">
              <w:rPr>
                <w:kern w:val="18"/>
              </w:rPr>
              <w:t>Specified</w:t>
            </w:r>
            <w:r w:rsidRPr="005077C7">
              <w:rPr>
                <w:kern w:val="18"/>
              </w:rPr>
              <w:br/>
              <w:t>Causes</w:t>
            </w:r>
            <w:r w:rsidRPr="005077C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25027A" w14:textId="77777777" w:rsidR="00E30467" w:rsidRPr="005077C7" w:rsidRDefault="00E30467" w:rsidP="001839E4">
            <w:pPr>
              <w:pStyle w:val="tablehead"/>
              <w:rPr>
                <w:kern w:val="18"/>
              </w:rPr>
            </w:pPr>
            <w:r w:rsidRPr="005077C7">
              <w:rPr>
                <w:kern w:val="18"/>
              </w:rPr>
              <w:br/>
            </w:r>
            <w:r w:rsidRPr="005077C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DCE6F4" w14:textId="77777777" w:rsidR="00E30467" w:rsidRPr="005077C7" w:rsidRDefault="00E30467" w:rsidP="001839E4">
            <w:pPr>
              <w:pStyle w:val="tablehead"/>
              <w:rPr>
                <w:kern w:val="18"/>
              </w:rPr>
            </w:pPr>
            <w:r w:rsidRPr="005077C7">
              <w:rPr>
                <w:kern w:val="18"/>
              </w:rPr>
              <w:t>$500</w:t>
            </w:r>
            <w:r w:rsidRPr="005077C7">
              <w:rPr>
                <w:kern w:val="18"/>
              </w:rPr>
              <w:br/>
              <w:t>Ded.</w:t>
            </w:r>
            <w:r w:rsidRPr="005077C7">
              <w:rPr>
                <w:kern w:val="18"/>
              </w:rPr>
              <w:br/>
              <w:t>Coll.</w:t>
            </w:r>
          </w:p>
        </w:tc>
      </w:tr>
      <w:tr w:rsidR="00E30467" w:rsidRPr="005077C7" w14:paraId="5035ADAC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9FA3E52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5077C7" w14:paraId="618B3EB1" w14:textId="77777777" w:rsidTr="001839E4">
        <w:trPr>
          <w:cantSplit/>
        </w:trPr>
        <w:tc>
          <w:tcPr>
            <w:tcW w:w="540" w:type="dxa"/>
            <w:gridSpan w:val="2"/>
          </w:tcPr>
          <w:p w14:paraId="3654902D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2BEF61" w14:textId="77777777" w:rsidR="00E30467" w:rsidRPr="005077C7" w:rsidRDefault="00E30467" w:rsidP="001839E4">
            <w:pPr>
              <w:pStyle w:val="tabletext11"/>
              <w:rPr>
                <w:b/>
                <w:kern w:val="18"/>
              </w:rPr>
            </w:pPr>
            <w:r w:rsidRPr="005077C7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5077C7" w14:paraId="7DE8F14E" w14:textId="77777777" w:rsidTr="001839E4">
        <w:trPr>
          <w:cantSplit/>
        </w:trPr>
        <w:tc>
          <w:tcPr>
            <w:tcW w:w="540" w:type="dxa"/>
            <w:gridSpan w:val="2"/>
          </w:tcPr>
          <w:p w14:paraId="35F10011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9C5800" w14:textId="77777777" w:rsidR="00E30467" w:rsidRPr="005077C7" w:rsidRDefault="00E30467" w:rsidP="001839E4">
            <w:pPr>
              <w:pStyle w:val="tabletext11"/>
              <w:rPr>
                <w:b/>
                <w:kern w:val="18"/>
              </w:rPr>
            </w:pPr>
            <w:r w:rsidRPr="005077C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5077C7" w14:paraId="5F1B7337" w14:textId="77777777" w:rsidTr="001839E4">
        <w:trPr>
          <w:cantSplit/>
        </w:trPr>
        <w:tc>
          <w:tcPr>
            <w:tcW w:w="4860" w:type="dxa"/>
            <w:gridSpan w:val="3"/>
          </w:tcPr>
          <w:p w14:paraId="6C7E4088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7EA3B5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0F5B2BCD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224</w:t>
            </w:r>
          </w:p>
        </w:tc>
        <w:tc>
          <w:tcPr>
            <w:tcW w:w="1500" w:type="dxa"/>
          </w:tcPr>
          <w:p w14:paraId="37AC112B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198</w:t>
            </w:r>
          </w:p>
        </w:tc>
      </w:tr>
      <w:tr w:rsidR="00E30467" w:rsidRPr="005077C7" w14:paraId="511E4B2D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1FE198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5077C7" w14:paraId="3C143078" w14:textId="77777777" w:rsidTr="001839E4">
        <w:trPr>
          <w:cantSplit/>
        </w:trPr>
        <w:tc>
          <w:tcPr>
            <w:tcW w:w="4860" w:type="dxa"/>
            <w:gridSpan w:val="3"/>
          </w:tcPr>
          <w:p w14:paraId="1236D7B7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FE3D34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7ED6CC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0320F5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5077C7" w14:paraId="70BF5E4F" w14:textId="77777777" w:rsidTr="001839E4">
        <w:trPr>
          <w:cantSplit/>
        </w:trPr>
        <w:tc>
          <w:tcPr>
            <w:tcW w:w="4860" w:type="dxa"/>
            <w:gridSpan w:val="3"/>
          </w:tcPr>
          <w:p w14:paraId="6D9440C9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864D03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1A455ECF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252E245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236</w:t>
            </w:r>
          </w:p>
        </w:tc>
      </w:tr>
      <w:tr w:rsidR="00E30467" w:rsidRPr="005077C7" w14:paraId="12AE8688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891F69B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5E3F9CD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6BCA60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5077C7" w14:paraId="73CB781A" w14:textId="77777777" w:rsidTr="001839E4">
        <w:trPr>
          <w:cantSplit/>
        </w:trPr>
        <w:tc>
          <w:tcPr>
            <w:tcW w:w="540" w:type="dxa"/>
            <w:gridSpan w:val="2"/>
          </w:tcPr>
          <w:p w14:paraId="4970C763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9DEE4B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5077C7" w14:paraId="5E1D2CF9" w14:textId="77777777" w:rsidTr="001839E4">
        <w:trPr>
          <w:cantSplit/>
        </w:trPr>
        <w:tc>
          <w:tcPr>
            <w:tcW w:w="4860" w:type="dxa"/>
            <w:gridSpan w:val="3"/>
          </w:tcPr>
          <w:p w14:paraId="5FCB7AE0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35BFEA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551033FF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228</w:t>
            </w:r>
          </w:p>
        </w:tc>
        <w:tc>
          <w:tcPr>
            <w:tcW w:w="1500" w:type="dxa"/>
          </w:tcPr>
          <w:p w14:paraId="69A79C1E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251</w:t>
            </w:r>
          </w:p>
        </w:tc>
      </w:tr>
      <w:tr w:rsidR="00E30467" w:rsidRPr="005077C7" w14:paraId="074D382E" w14:textId="77777777" w:rsidTr="001839E4">
        <w:trPr>
          <w:cantSplit/>
        </w:trPr>
        <w:tc>
          <w:tcPr>
            <w:tcW w:w="540" w:type="dxa"/>
            <w:gridSpan w:val="2"/>
          </w:tcPr>
          <w:p w14:paraId="205332E3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D3ED8E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5077C7" w14:paraId="3DDD40B9" w14:textId="77777777" w:rsidTr="001839E4">
        <w:trPr>
          <w:cantSplit/>
        </w:trPr>
        <w:tc>
          <w:tcPr>
            <w:tcW w:w="4860" w:type="dxa"/>
            <w:gridSpan w:val="3"/>
          </w:tcPr>
          <w:p w14:paraId="3870FD26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AC7CBC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313A21A6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E299F9E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129</w:t>
            </w:r>
          </w:p>
        </w:tc>
      </w:tr>
      <w:tr w:rsidR="00E30467" w:rsidRPr="005077C7" w14:paraId="56EA8D30" w14:textId="77777777" w:rsidTr="001839E4">
        <w:trPr>
          <w:cantSplit/>
        </w:trPr>
        <w:tc>
          <w:tcPr>
            <w:tcW w:w="540" w:type="dxa"/>
            <w:gridSpan w:val="2"/>
          </w:tcPr>
          <w:p w14:paraId="6C08C841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F757A8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5077C7" w14:paraId="280BDC2B" w14:textId="77777777" w:rsidTr="001839E4">
        <w:trPr>
          <w:cantSplit/>
        </w:trPr>
        <w:tc>
          <w:tcPr>
            <w:tcW w:w="4860" w:type="dxa"/>
            <w:gridSpan w:val="3"/>
          </w:tcPr>
          <w:p w14:paraId="7F375D60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061E25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27BF2512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6AFDDCC8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129</w:t>
            </w:r>
          </w:p>
        </w:tc>
      </w:tr>
      <w:tr w:rsidR="00E30467" w:rsidRPr="005077C7" w14:paraId="4A3AA644" w14:textId="77777777" w:rsidTr="001839E4">
        <w:trPr>
          <w:cantSplit/>
        </w:trPr>
        <w:tc>
          <w:tcPr>
            <w:tcW w:w="540" w:type="dxa"/>
            <w:gridSpan w:val="2"/>
          </w:tcPr>
          <w:p w14:paraId="6A0A2CAB" w14:textId="77777777" w:rsidR="00E30467" w:rsidRPr="005077C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608E2A" w14:textId="77777777" w:rsidR="00E30467" w:rsidRPr="005077C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077C7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5077C7" w14:paraId="1C12DF3C" w14:textId="77777777" w:rsidTr="001839E4">
        <w:trPr>
          <w:cantSplit/>
        </w:trPr>
        <w:tc>
          <w:tcPr>
            <w:tcW w:w="4860" w:type="dxa"/>
            <w:gridSpan w:val="3"/>
          </w:tcPr>
          <w:p w14:paraId="470963B5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42EAE6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783A52B7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228</w:t>
            </w:r>
          </w:p>
        </w:tc>
        <w:tc>
          <w:tcPr>
            <w:tcW w:w="1500" w:type="dxa"/>
          </w:tcPr>
          <w:p w14:paraId="70843C86" w14:textId="77777777" w:rsidR="00E30467" w:rsidRPr="005077C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077C7">
              <w:rPr>
                <w:kern w:val="18"/>
              </w:rPr>
              <w:t>$   251</w:t>
            </w:r>
          </w:p>
        </w:tc>
      </w:tr>
      <w:tr w:rsidR="00E30467" w:rsidRPr="005077C7" w14:paraId="0941BE99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B0AD2B2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52F2A34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39B572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259E41CB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416F35A9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07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26A5DD3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  <w:r w:rsidRPr="005077C7">
              <w:rPr>
                <w:kern w:val="18"/>
              </w:rPr>
              <w:t xml:space="preserve">For physical damage fleet factors, refer to Rules </w:t>
            </w:r>
            <w:r w:rsidRPr="005077C7">
              <w:rPr>
                <w:rStyle w:val="rulelink"/>
              </w:rPr>
              <w:t>22.</w:t>
            </w:r>
            <w:r w:rsidRPr="005077C7">
              <w:rPr>
                <w:kern w:val="18"/>
              </w:rPr>
              <w:t xml:space="preserve"> and </w:t>
            </w:r>
            <w:r w:rsidRPr="005077C7">
              <w:rPr>
                <w:rStyle w:val="rulelink"/>
              </w:rPr>
              <w:t>39.</w:t>
            </w:r>
          </w:p>
        </w:tc>
      </w:tr>
      <w:tr w:rsidR="00E30467" w:rsidRPr="005077C7" w14:paraId="257A33E0" w14:textId="77777777" w:rsidTr="001839E4">
        <w:trPr>
          <w:cantSplit/>
        </w:trPr>
        <w:tc>
          <w:tcPr>
            <w:tcW w:w="220" w:type="dxa"/>
          </w:tcPr>
          <w:p w14:paraId="434ECFEE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07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8BA65E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  <w:r w:rsidRPr="005077C7">
              <w:rPr>
                <w:kern w:val="18"/>
              </w:rPr>
              <w:t xml:space="preserve">For additional coverages, refer to the Additional Coverages Table in Rules </w:t>
            </w:r>
            <w:r w:rsidRPr="005077C7">
              <w:rPr>
                <w:rStyle w:val="rulelink"/>
              </w:rPr>
              <w:t>23.</w:t>
            </w:r>
            <w:r w:rsidRPr="005077C7">
              <w:rPr>
                <w:kern w:val="18"/>
              </w:rPr>
              <w:t xml:space="preserve"> and </w:t>
            </w:r>
            <w:r w:rsidRPr="005077C7">
              <w:rPr>
                <w:rStyle w:val="rulelink"/>
              </w:rPr>
              <w:t>40.</w:t>
            </w:r>
          </w:p>
        </w:tc>
      </w:tr>
      <w:tr w:rsidR="00E30467" w:rsidRPr="005077C7" w14:paraId="4846CE2B" w14:textId="77777777" w:rsidTr="001839E4">
        <w:trPr>
          <w:cantSplit/>
        </w:trPr>
        <w:tc>
          <w:tcPr>
            <w:tcW w:w="220" w:type="dxa"/>
          </w:tcPr>
          <w:p w14:paraId="5C24D60A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07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342A48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  <w:r w:rsidRPr="005077C7">
              <w:rPr>
                <w:kern w:val="18"/>
              </w:rPr>
              <w:t xml:space="preserve">For Deductible factors, refer to Rule </w:t>
            </w:r>
            <w:r w:rsidRPr="005077C7">
              <w:rPr>
                <w:rStyle w:val="rulelink"/>
              </w:rPr>
              <w:t>98.</w:t>
            </w:r>
          </w:p>
        </w:tc>
      </w:tr>
      <w:tr w:rsidR="00E30467" w:rsidRPr="005077C7" w14:paraId="0FA0511B" w14:textId="77777777" w:rsidTr="001839E4">
        <w:trPr>
          <w:cantSplit/>
        </w:trPr>
        <w:tc>
          <w:tcPr>
            <w:tcW w:w="220" w:type="dxa"/>
          </w:tcPr>
          <w:p w14:paraId="5F60226F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07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15DBDD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  <w:r w:rsidRPr="005077C7">
              <w:rPr>
                <w:kern w:val="18"/>
              </w:rPr>
              <w:t xml:space="preserve">For Original Cost New and Age Group factors, refer to Rule </w:t>
            </w:r>
            <w:r w:rsidRPr="005077C7">
              <w:rPr>
                <w:rStyle w:val="rulelink"/>
              </w:rPr>
              <w:t>101.</w:t>
            </w:r>
          </w:p>
        </w:tc>
      </w:tr>
      <w:tr w:rsidR="00E30467" w:rsidRPr="005077C7" w14:paraId="2352FD08" w14:textId="77777777" w:rsidTr="001839E4">
        <w:trPr>
          <w:cantSplit/>
        </w:trPr>
        <w:tc>
          <w:tcPr>
            <w:tcW w:w="220" w:type="dxa"/>
          </w:tcPr>
          <w:p w14:paraId="1454258B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077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3109D4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  <w:r w:rsidRPr="005077C7">
              <w:rPr>
                <w:kern w:val="18"/>
              </w:rPr>
              <w:t xml:space="preserve">For Stated Amount factors, refer to Rule </w:t>
            </w:r>
            <w:r w:rsidRPr="005077C7">
              <w:rPr>
                <w:rStyle w:val="rulelink"/>
              </w:rPr>
              <w:t>101.</w:t>
            </w:r>
          </w:p>
        </w:tc>
      </w:tr>
      <w:tr w:rsidR="00E30467" w:rsidRPr="005077C7" w14:paraId="1CBF74E6" w14:textId="77777777" w:rsidTr="001839E4">
        <w:trPr>
          <w:cantSplit/>
        </w:trPr>
        <w:tc>
          <w:tcPr>
            <w:tcW w:w="220" w:type="dxa"/>
          </w:tcPr>
          <w:p w14:paraId="41C1EEDA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F4FDF5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3076AF83" w14:textId="77777777" w:rsidTr="001839E4">
        <w:trPr>
          <w:cantSplit/>
        </w:trPr>
        <w:tc>
          <w:tcPr>
            <w:tcW w:w="220" w:type="dxa"/>
          </w:tcPr>
          <w:p w14:paraId="77F46DAC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2062AE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30F69E3D" w14:textId="77777777" w:rsidTr="001839E4">
        <w:trPr>
          <w:cantSplit/>
        </w:trPr>
        <w:tc>
          <w:tcPr>
            <w:tcW w:w="220" w:type="dxa"/>
          </w:tcPr>
          <w:p w14:paraId="543809A2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D66BEA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230D5ED5" w14:textId="77777777" w:rsidTr="001839E4">
        <w:trPr>
          <w:cantSplit/>
        </w:trPr>
        <w:tc>
          <w:tcPr>
            <w:tcW w:w="220" w:type="dxa"/>
          </w:tcPr>
          <w:p w14:paraId="002166C7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7080E4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254C9F8D" w14:textId="77777777" w:rsidTr="001839E4">
        <w:trPr>
          <w:cantSplit/>
        </w:trPr>
        <w:tc>
          <w:tcPr>
            <w:tcW w:w="220" w:type="dxa"/>
          </w:tcPr>
          <w:p w14:paraId="52FBD57D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39FA86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458A0CFB" w14:textId="77777777" w:rsidTr="001839E4">
        <w:trPr>
          <w:cantSplit/>
        </w:trPr>
        <w:tc>
          <w:tcPr>
            <w:tcW w:w="220" w:type="dxa"/>
          </w:tcPr>
          <w:p w14:paraId="0791B8E5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6EE668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222CA146" w14:textId="77777777" w:rsidTr="001839E4">
        <w:trPr>
          <w:cantSplit/>
        </w:trPr>
        <w:tc>
          <w:tcPr>
            <w:tcW w:w="220" w:type="dxa"/>
          </w:tcPr>
          <w:p w14:paraId="5C20D3EC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6EDD4C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09DD4655" w14:textId="77777777" w:rsidTr="001839E4">
        <w:trPr>
          <w:cantSplit/>
        </w:trPr>
        <w:tc>
          <w:tcPr>
            <w:tcW w:w="220" w:type="dxa"/>
          </w:tcPr>
          <w:p w14:paraId="2533CD3A" w14:textId="77777777" w:rsidR="00E30467" w:rsidRPr="005077C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54F8E5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149393AE" w14:textId="77777777" w:rsidTr="001839E4">
        <w:trPr>
          <w:cantSplit/>
        </w:trPr>
        <w:tc>
          <w:tcPr>
            <w:tcW w:w="220" w:type="dxa"/>
          </w:tcPr>
          <w:p w14:paraId="08DFD5E4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1D4959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439E1AF9" w14:textId="77777777" w:rsidTr="001839E4">
        <w:trPr>
          <w:cantSplit/>
        </w:trPr>
        <w:tc>
          <w:tcPr>
            <w:tcW w:w="220" w:type="dxa"/>
          </w:tcPr>
          <w:p w14:paraId="7C954476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70634C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7EAC94E7" w14:textId="77777777" w:rsidTr="001839E4">
        <w:trPr>
          <w:cantSplit/>
        </w:trPr>
        <w:tc>
          <w:tcPr>
            <w:tcW w:w="220" w:type="dxa"/>
          </w:tcPr>
          <w:p w14:paraId="237D9D6C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CFF58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3D1642D5" w14:textId="77777777" w:rsidTr="001839E4">
        <w:trPr>
          <w:cantSplit/>
        </w:trPr>
        <w:tc>
          <w:tcPr>
            <w:tcW w:w="220" w:type="dxa"/>
          </w:tcPr>
          <w:p w14:paraId="3DD95C20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B01B5A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3A687E8F" w14:textId="77777777" w:rsidTr="001839E4">
        <w:trPr>
          <w:cantSplit/>
        </w:trPr>
        <w:tc>
          <w:tcPr>
            <w:tcW w:w="220" w:type="dxa"/>
          </w:tcPr>
          <w:p w14:paraId="1A0EB7E1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B0E5B1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4A5A7F04" w14:textId="77777777" w:rsidTr="001839E4">
        <w:trPr>
          <w:cantSplit/>
        </w:trPr>
        <w:tc>
          <w:tcPr>
            <w:tcW w:w="220" w:type="dxa"/>
          </w:tcPr>
          <w:p w14:paraId="55CC03D2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B8142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31904E75" w14:textId="77777777" w:rsidTr="001839E4">
        <w:trPr>
          <w:cantSplit/>
        </w:trPr>
        <w:tc>
          <w:tcPr>
            <w:tcW w:w="220" w:type="dxa"/>
          </w:tcPr>
          <w:p w14:paraId="0CC7A595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27F289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077C7" w14:paraId="27F87D5B" w14:textId="77777777" w:rsidTr="001839E4">
        <w:trPr>
          <w:cantSplit/>
        </w:trPr>
        <w:tc>
          <w:tcPr>
            <w:tcW w:w="220" w:type="dxa"/>
          </w:tcPr>
          <w:p w14:paraId="081EAC6F" w14:textId="77777777" w:rsidR="00E30467" w:rsidRPr="005077C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9CE35" w14:textId="77777777" w:rsidR="00E30467" w:rsidRPr="005077C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2EDC515" w14:textId="77777777" w:rsidR="00E30467" w:rsidRPr="005077C7" w:rsidRDefault="00E30467" w:rsidP="00E30467">
      <w:pPr>
        <w:pStyle w:val="isonormal"/>
      </w:pPr>
      <w:r w:rsidRPr="005077C7">
        <w:br w:type="textWrapping" w:clear="all"/>
      </w:r>
    </w:p>
    <w:p w14:paraId="5D75FE03" w14:textId="77777777" w:rsidR="00E30467" w:rsidRDefault="00E30467" w:rsidP="00E30467">
      <w:pPr>
        <w:pStyle w:val="isonormal"/>
        <w:sectPr w:rsidR="00E30467" w:rsidSect="00E30467">
          <w:headerReference w:type="default" r:id="rId51"/>
          <w:footerReference w:type="default" r:id="rId5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3079BA" w14:paraId="6BA221A9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9EA810" w14:textId="77777777" w:rsidR="00E30467" w:rsidRPr="003079BA" w:rsidRDefault="00E30467" w:rsidP="001839E4">
            <w:pPr>
              <w:pStyle w:val="tablehead"/>
              <w:rPr>
                <w:kern w:val="18"/>
              </w:rPr>
            </w:pPr>
            <w:r w:rsidRPr="003079BA">
              <w:rPr>
                <w:kern w:val="18"/>
              </w:rPr>
              <w:lastRenderedPageBreak/>
              <w:t>PHYSICAL DAMAGE</w:t>
            </w:r>
            <w:r w:rsidRPr="003079BA">
              <w:rPr>
                <w:kern w:val="18"/>
              </w:rPr>
              <w:br/>
              <w:t>Original Cost New Range</w:t>
            </w:r>
            <w:r w:rsidRPr="003079BA">
              <w:rPr>
                <w:kern w:val="18"/>
              </w:rPr>
              <w:br/>
              <w:t>$15,001 – 20,000</w:t>
            </w:r>
          </w:p>
        </w:tc>
      </w:tr>
      <w:tr w:rsidR="00E30467" w:rsidRPr="003079BA" w14:paraId="6A847CFD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F244E8" w14:textId="77777777" w:rsidR="00E30467" w:rsidRPr="003079BA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4A6380" w14:textId="77777777" w:rsidR="00E30467" w:rsidRPr="003079BA" w:rsidRDefault="00E30467" w:rsidP="001839E4">
            <w:pPr>
              <w:pStyle w:val="tablehead"/>
              <w:rPr>
                <w:kern w:val="18"/>
              </w:rPr>
            </w:pPr>
            <w:r w:rsidRPr="003079BA">
              <w:rPr>
                <w:kern w:val="18"/>
              </w:rPr>
              <w:t>Specified</w:t>
            </w:r>
            <w:r w:rsidRPr="003079BA">
              <w:rPr>
                <w:kern w:val="18"/>
              </w:rPr>
              <w:br/>
              <w:t>Causes</w:t>
            </w:r>
            <w:r w:rsidRPr="003079B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D822EF" w14:textId="77777777" w:rsidR="00E30467" w:rsidRPr="003079BA" w:rsidRDefault="00E30467" w:rsidP="001839E4">
            <w:pPr>
              <w:pStyle w:val="tablehead"/>
              <w:rPr>
                <w:kern w:val="18"/>
              </w:rPr>
            </w:pPr>
            <w:r w:rsidRPr="003079BA">
              <w:rPr>
                <w:kern w:val="18"/>
              </w:rPr>
              <w:br/>
            </w:r>
            <w:r w:rsidRPr="003079B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C0E100" w14:textId="77777777" w:rsidR="00E30467" w:rsidRPr="003079BA" w:rsidRDefault="00E30467" w:rsidP="001839E4">
            <w:pPr>
              <w:pStyle w:val="tablehead"/>
              <w:rPr>
                <w:kern w:val="18"/>
              </w:rPr>
            </w:pPr>
            <w:r w:rsidRPr="003079BA">
              <w:rPr>
                <w:kern w:val="18"/>
              </w:rPr>
              <w:t>$500</w:t>
            </w:r>
            <w:r w:rsidRPr="003079BA">
              <w:rPr>
                <w:kern w:val="18"/>
              </w:rPr>
              <w:br/>
              <w:t>Ded.</w:t>
            </w:r>
            <w:r w:rsidRPr="003079BA">
              <w:rPr>
                <w:kern w:val="18"/>
              </w:rPr>
              <w:br/>
              <w:t>Coll.</w:t>
            </w:r>
          </w:p>
        </w:tc>
      </w:tr>
      <w:tr w:rsidR="00E30467" w:rsidRPr="003079BA" w14:paraId="7BD00266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7BBD464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3079BA" w14:paraId="64363345" w14:textId="77777777" w:rsidTr="001839E4">
        <w:trPr>
          <w:cantSplit/>
        </w:trPr>
        <w:tc>
          <w:tcPr>
            <w:tcW w:w="540" w:type="dxa"/>
            <w:gridSpan w:val="2"/>
          </w:tcPr>
          <w:p w14:paraId="75F90FD8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1B6FE" w14:textId="77777777" w:rsidR="00E30467" w:rsidRPr="003079BA" w:rsidRDefault="00E30467" w:rsidP="001839E4">
            <w:pPr>
              <w:pStyle w:val="tabletext11"/>
              <w:rPr>
                <w:b/>
                <w:kern w:val="18"/>
              </w:rPr>
            </w:pPr>
            <w:r w:rsidRPr="003079BA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3079BA" w14:paraId="6773EAD9" w14:textId="77777777" w:rsidTr="001839E4">
        <w:trPr>
          <w:cantSplit/>
        </w:trPr>
        <w:tc>
          <w:tcPr>
            <w:tcW w:w="540" w:type="dxa"/>
            <w:gridSpan w:val="2"/>
          </w:tcPr>
          <w:p w14:paraId="0E59C7CB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52758A" w14:textId="77777777" w:rsidR="00E30467" w:rsidRPr="003079BA" w:rsidRDefault="00E30467" w:rsidP="001839E4">
            <w:pPr>
              <w:pStyle w:val="tabletext11"/>
              <w:rPr>
                <w:b/>
                <w:kern w:val="18"/>
              </w:rPr>
            </w:pPr>
            <w:r w:rsidRPr="003079B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3079BA" w14:paraId="7C080F22" w14:textId="77777777" w:rsidTr="001839E4">
        <w:trPr>
          <w:cantSplit/>
        </w:trPr>
        <w:tc>
          <w:tcPr>
            <w:tcW w:w="4860" w:type="dxa"/>
            <w:gridSpan w:val="3"/>
          </w:tcPr>
          <w:p w14:paraId="65057E1E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C42555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65D8FEF3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50B99EA5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198</w:t>
            </w:r>
          </w:p>
        </w:tc>
      </w:tr>
      <w:tr w:rsidR="00E30467" w:rsidRPr="003079BA" w14:paraId="241C35D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397A78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3079BA" w14:paraId="418628CE" w14:textId="77777777" w:rsidTr="001839E4">
        <w:trPr>
          <w:cantSplit/>
        </w:trPr>
        <w:tc>
          <w:tcPr>
            <w:tcW w:w="4860" w:type="dxa"/>
            <w:gridSpan w:val="3"/>
          </w:tcPr>
          <w:p w14:paraId="6949862A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ACE109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1DFB3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2FB02A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3079BA" w14:paraId="1C4A4449" w14:textId="77777777" w:rsidTr="001839E4">
        <w:trPr>
          <w:cantSplit/>
        </w:trPr>
        <w:tc>
          <w:tcPr>
            <w:tcW w:w="4860" w:type="dxa"/>
            <w:gridSpan w:val="3"/>
          </w:tcPr>
          <w:p w14:paraId="52D82FE4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B21B7D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2DD56633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6EBE798F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192</w:t>
            </w:r>
          </w:p>
        </w:tc>
      </w:tr>
      <w:tr w:rsidR="00E30467" w:rsidRPr="003079BA" w14:paraId="3B39A66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2A5632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1FC5A6B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B1F9B7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3079BA" w14:paraId="20FDCC98" w14:textId="77777777" w:rsidTr="001839E4">
        <w:trPr>
          <w:cantSplit/>
        </w:trPr>
        <w:tc>
          <w:tcPr>
            <w:tcW w:w="540" w:type="dxa"/>
            <w:gridSpan w:val="2"/>
          </w:tcPr>
          <w:p w14:paraId="7C998E06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EA6A53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3079BA" w14:paraId="31F66E68" w14:textId="77777777" w:rsidTr="001839E4">
        <w:trPr>
          <w:cantSplit/>
        </w:trPr>
        <w:tc>
          <w:tcPr>
            <w:tcW w:w="4860" w:type="dxa"/>
            <w:gridSpan w:val="3"/>
          </w:tcPr>
          <w:p w14:paraId="439E9FE9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698C6E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73D292E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061C605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251</w:t>
            </w:r>
          </w:p>
        </w:tc>
      </w:tr>
      <w:tr w:rsidR="00E30467" w:rsidRPr="003079BA" w14:paraId="41FB8D8D" w14:textId="77777777" w:rsidTr="001839E4">
        <w:trPr>
          <w:cantSplit/>
        </w:trPr>
        <w:tc>
          <w:tcPr>
            <w:tcW w:w="540" w:type="dxa"/>
            <w:gridSpan w:val="2"/>
          </w:tcPr>
          <w:p w14:paraId="55F65549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32B2A0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3079BA" w14:paraId="4BA95336" w14:textId="77777777" w:rsidTr="001839E4">
        <w:trPr>
          <w:cantSplit/>
        </w:trPr>
        <w:tc>
          <w:tcPr>
            <w:tcW w:w="4860" w:type="dxa"/>
            <w:gridSpan w:val="3"/>
          </w:tcPr>
          <w:p w14:paraId="6A722380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C8D811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F15D39A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73638319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129</w:t>
            </w:r>
          </w:p>
        </w:tc>
      </w:tr>
      <w:tr w:rsidR="00E30467" w:rsidRPr="003079BA" w14:paraId="7B63EE7E" w14:textId="77777777" w:rsidTr="001839E4">
        <w:trPr>
          <w:cantSplit/>
        </w:trPr>
        <w:tc>
          <w:tcPr>
            <w:tcW w:w="540" w:type="dxa"/>
            <w:gridSpan w:val="2"/>
          </w:tcPr>
          <w:p w14:paraId="39EA25A5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B2FB6A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3079BA" w14:paraId="69F72C8B" w14:textId="77777777" w:rsidTr="001839E4">
        <w:trPr>
          <w:cantSplit/>
        </w:trPr>
        <w:tc>
          <w:tcPr>
            <w:tcW w:w="4860" w:type="dxa"/>
            <w:gridSpan w:val="3"/>
          </w:tcPr>
          <w:p w14:paraId="43C14193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FD6A29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FDE84DA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169B96DC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129</w:t>
            </w:r>
          </w:p>
        </w:tc>
      </w:tr>
      <w:tr w:rsidR="00E30467" w:rsidRPr="003079BA" w14:paraId="71EFE31B" w14:textId="77777777" w:rsidTr="001839E4">
        <w:trPr>
          <w:cantSplit/>
        </w:trPr>
        <w:tc>
          <w:tcPr>
            <w:tcW w:w="540" w:type="dxa"/>
            <w:gridSpan w:val="2"/>
          </w:tcPr>
          <w:p w14:paraId="4A74BA4B" w14:textId="77777777" w:rsidR="00E30467" w:rsidRPr="003079BA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1BBB5D" w14:textId="77777777" w:rsidR="00E30467" w:rsidRPr="003079BA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079BA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3079BA" w14:paraId="6BAB9005" w14:textId="77777777" w:rsidTr="001839E4">
        <w:trPr>
          <w:cantSplit/>
        </w:trPr>
        <w:tc>
          <w:tcPr>
            <w:tcW w:w="4860" w:type="dxa"/>
            <w:gridSpan w:val="3"/>
          </w:tcPr>
          <w:p w14:paraId="1AE87A9F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B4EA52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2E8E2D59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1F6E75D8" w14:textId="77777777" w:rsidR="00E30467" w:rsidRPr="003079BA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079BA">
              <w:rPr>
                <w:kern w:val="18"/>
              </w:rPr>
              <w:t>$   251</w:t>
            </w:r>
          </w:p>
        </w:tc>
      </w:tr>
      <w:tr w:rsidR="00E30467" w:rsidRPr="003079BA" w14:paraId="1ADB7539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C104A2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028C3EC6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2CD249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23A5550F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950D5F8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07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2D731A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  <w:r w:rsidRPr="003079BA">
              <w:rPr>
                <w:kern w:val="18"/>
              </w:rPr>
              <w:t xml:space="preserve">For physical damage fleet factors, refer to Rules </w:t>
            </w:r>
            <w:r w:rsidRPr="003079BA">
              <w:rPr>
                <w:rStyle w:val="rulelink"/>
              </w:rPr>
              <w:t>22.</w:t>
            </w:r>
            <w:r w:rsidRPr="003079BA">
              <w:rPr>
                <w:kern w:val="18"/>
              </w:rPr>
              <w:t xml:space="preserve"> and </w:t>
            </w:r>
            <w:r w:rsidRPr="003079BA">
              <w:rPr>
                <w:rStyle w:val="rulelink"/>
              </w:rPr>
              <w:t>39.</w:t>
            </w:r>
          </w:p>
        </w:tc>
      </w:tr>
      <w:tr w:rsidR="00E30467" w:rsidRPr="003079BA" w14:paraId="7CA30DCE" w14:textId="77777777" w:rsidTr="001839E4">
        <w:trPr>
          <w:cantSplit/>
        </w:trPr>
        <w:tc>
          <w:tcPr>
            <w:tcW w:w="220" w:type="dxa"/>
          </w:tcPr>
          <w:p w14:paraId="18BCE529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07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B01F07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  <w:r w:rsidRPr="003079BA">
              <w:rPr>
                <w:kern w:val="18"/>
              </w:rPr>
              <w:t xml:space="preserve">For additional coverages, refer to the Additional Coverages Table in Rules </w:t>
            </w:r>
            <w:r w:rsidRPr="003079BA">
              <w:rPr>
                <w:rStyle w:val="rulelink"/>
              </w:rPr>
              <w:t>23.</w:t>
            </w:r>
            <w:r w:rsidRPr="003079BA">
              <w:rPr>
                <w:kern w:val="18"/>
              </w:rPr>
              <w:t xml:space="preserve"> and </w:t>
            </w:r>
            <w:r w:rsidRPr="003079BA">
              <w:rPr>
                <w:rStyle w:val="rulelink"/>
              </w:rPr>
              <w:t>40.</w:t>
            </w:r>
          </w:p>
        </w:tc>
      </w:tr>
      <w:tr w:rsidR="00E30467" w:rsidRPr="003079BA" w14:paraId="33CA0FA3" w14:textId="77777777" w:rsidTr="001839E4">
        <w:trPr>
          <w:cantSplit/>
        </w:trPr>
        <w:tc>
          <w:tcPr>
            <w:tcW w:w="220" w:type="dxa"/>
          </w:tcPr>
          <w:p w14:paraId="165595DE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07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632D34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  <w:r w:rsidRPr="003079BA">
              <w:rPr>
                <w:kern w:val="18"/>
              </w:rPr>
              <w:t xml:space="preserve">For Deductible factors, refer to Rule </w:t>
            </w:r>
            <w:r w:rsidRPr="003079BA">
              <w:rPr>
                <w:rStyle w:val="rulelink"/>
              </w:rPr>
              <w:t>98.</w:t>
            </w:r>
          </w:p>
        </w:tc>
      </w:tr>
      <w:tr w:rsidR="00E30467" w:rsidRPr="003079BA" w14:paraId="7D45FC7E" w14:textId="77777777" w:rsidTr="001839E4">
        <w:trPr>
          <w:cantSplit/>
        </w:trPr>
        <w:tc>
          <w:tcPr>
            <w:tcW w:w="220" w:type="dxa"/>
          </w:tcPr>
          <w:p w14:paraId="69C6C1D8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07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076F50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  <w:r w:rsidRPr="003079BA">
              <w:rPr>
                <w:kern w:val="18"/>
              </w:rPr>
              <w:t xml:space="preserve">For Original Cost New and Age Group factors, refer to Rule </w:t>
            </w:r>
            <w:r w:rsidRPr="003079BA">
              <w:rPr>
                <w:rStyle w:val="rulelink"/>
              </w:rPr>
              <w:t>101.</w:t>
            </w:r>
          </w:p>
        </w:tc>
      </w:tr>
      <w:tr w:rsidR="00E30467" w:rsidRPr="003079BA" w14:paraId="2807AA3D" w14:textId="77777777" w:rsidTr="001839E4">
        <w:trPr>
          <w:cantSplit/>
        </w:trPr>
        <w:tc>
          <w:tcPr>
            <w:tcW w:w="220" w:type="dxa"/>
          </w:tcPr>
          <w:p w14:paraId="00F462F7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079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855481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  <w:r w:rsidRPr="003079BA">
              <w:rPr>
                <w:kern w:val="18"/>
              </w:rPr>
              <w:t xml:space="preserve">For Stated Amount factors, refer to Rule </w:t>
            </w:r>
            <w:r w:rsidRPr="003079BA">
              <w:rPr>
                <w:rStyle w:val="rulelink"/>
              </w:rPr>
              <w:t>101.</w:t>
            </w:r>
          </w:p>
        </w:tc>
      </w:tr>
      <w:tr w:rsidR="00E30467" w:rsidRPr="003079BA" w14:paraId="4FB23B79" w14:textId="77777777" w:rsidTr="001839E4">
        <w:trPr>
          <w:cantSplit/>
        </w:trPr>
        <w:tc>
          <w:tcPr>
            <w:tcW w:w="220" w:type="dxa"/>
          </w:tcPr>
          <w:p w14:paraId="491AAF24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DCEC6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0E3EE70F" w14:textId="77777777" w:rsidTr="001839E4">
        <w:trPr>
          <w:cantSplit/>
        </w:trPr>
        <w:tc>
          <w:tcPr>
            <w:tcW w:w="220" w:type="dxa"/>
          </w:tcPr>
          <w:p w14:paraId="03A07DFB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DC4AD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50378BEA" w14:textId="77777777" w:rsidTr="001839E4">
        <w:trPr>
          <w:cantSplit/>
        </w:trPr>
        <w:tc>
          <w:tcPr>
            <w:tcW w:w="220" w:type="dxa"/>
          </w:tcPr>
          <w:p w14:paraId="1E32E57F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9AF1B6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41DBDAF7" w14:textId="77777777" w:rsidTr="001839E4">
        <w:trPr>
          <w:cantSplit/>
        </w:trPr>
        <w:tc>
          <w:tcPr>
            <w:tcW w:w="220" w:type="dxa"/>
          </w:tcPr>
          <w:p w14:paraId="7DFF5DB4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BAD074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4E53F80E" w14:textId="77777777" w:rsidTr="001839E4">
        <w:trPr>
          <w:cantSplit/>
        </w:trPr>
        <w:tc>
          <w:tcPr>
            <w:tcW w:w="220" w:type="dxa"/>
          </w:tcPr>
          <w:p w14:paraId="2A6C13FE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47BE15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55A302A6" w14:textId="77777777" w:rsidTr="001839E4">
        <w:trPr>
          <w:cantSplit/>
        </w:trPr>
        <w:tc>
          <w:tcPr>
            <w:tcW w:w="220" w:type="dxa"/>
          </w:tcPr>
          <w:p w14:paraId="0660156B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2265AA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7E4EB550" w14:textId="77777777" w:rsidTr="001839E4">
        <w:trPr>
          <w:cantSplit/>
        </w:trPr>
        <w:tc>
          <w:tcPr>
            <w:tcW w:w="220" w:type="dxa"/>
          </w:tcPr>
          <w:p w14:paraId="69A9769D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385CD9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4BDF270B" w14:textId="77777777" w:rsidTr="001839E4">
        <w:trPr>
          <w:cantSplit/>
        </w:trPr>
        <w:tc>
          <w:tcPr>
            <w:tcW w:w="220" w:type="dxa"/>
          </w:tcPr>
          <w:p w14:paraId="2C8EBF04" w14:textId="77777777" w:rsidR="00E30467" w:rsidRPr="003079BA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2C727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62137E64" w14:textId="77777777" w:rsidTr="001839E4">
        <w:trPr>
          <w:cantSplit/>
        </w:trPr>
        <w:tc>
          <w:tcPr>
            <w:tcW w:w="220" w:type="dxa"/>
          </w:tcPr>
          <w:p w14:paraId="4AE99ED9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7FBA1A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72F4DDFB" w14:textId="77777777" w:rsidTr="001839E4">
        <w:trPr>
          <w:cantSplit/>
        </w:trPr>
        <w:tc>
          <w:tcPr>
            <w:tcW w:w="220" w:type="dxa"/>
          </w:tcPr>
          <w:p w14:paraId="20E4A16A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11263D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7E29B206" w14:textId="77777777" w:rsidTr="001839E4">
        <w:trPr>
          <w:cantSplit/>
        </w:trPr>
        <w:tc>
          <w:tcPr>
            <w:tcW w:w="220" w:type="dxa"/>
          </w:tcPr>
          <w:p w14:paraId="36F4CEB6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AADE94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79F91375" w14:textId="77777777" w:rsidTr="001839E4">
        <w:trPr>
          <w:cantSplit/>
        </w:trPr>
        <w:tc>
          <w:tcPr>
            <w:tcW w:w="220" w:type="dxa"/>
          </w:tcPr>
          <w:p w14:paraId="209F7D5A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98B233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74E5ECBB" w14:textId="77777777" w:rsidTr="001839E4">
        <w:trPr>
          <w:cantSplit/>
        </w:trPr>
        <w:tc>
          <w:tcPr>
            <w:tcW w:w="220" w:type="dxa"/>
          </w:tcPr>
          <w:p w14:paraId="636C73E6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A73D42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49D0A592" w14:textId="77777777" w:rsidTr="001839E4">
        <w:trPr>
          <w:cantSplit/>
        </w:trPr>
        <w:tc>
          <w:tcPr>
            <w:tcW w:w="220" w:type="dxa"/>
          </w:tcPr>
          <w:p w14:paraId="33B7C762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8C169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5A6D863A" w14:textId="77777777" w:rsidTr="001839E4">
        <w:trPr>
          <w:cantSplit/>
        </w:trPr>
        <w:tc>
          <w:tcPr>
            <w:tcW w:w="220" w:type="dxa"/>
          </w:tcPr>
          <w:p w14:paraId="646CB65E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9D164E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079BA" w14:paraId="300AE735" w14:textId="77777777" w:rsidTr="001839E4">
        <w:trPr>
          <w:cantSplit/>
        </w:trPr>
        <w:tc>
          <w:tcPr>
            <w:tcW w:w="220" w:type="dxa"/>
          </w:tcPr>
          <w:p w14:paraId="36C33B62" w14:textId="77777777" w:rsidR="00E30467" w:rsidRPr="003079BA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C9F00C" w14:textId="77777777" w:rsidR="00E30467" w:rsidRPr="003079BA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2D54B6FE" w14:textId="77777777" w:rsidR="00E30467" w:rsidRPr="003079BA" w:rsidRDefault="00E30467" w:rsidP="00E30467">
      <w:pPr>
        <w:pStyle w:val="isonormal"/>
      </w:pPr>
      <w:r w:rsidRPr="003079BA">
        <w:br w:type="textWrapping" w:clear="all"/>
      </w:r>
    </w:p>
    <w:p w14:paraId="4CADB92E" w14:textId="77777777" w:rsidR="00E30467" w:rsidRDefault="00E30467" w:rsidP="00E30467">
      <w:pPr>
        <w:pStyle w:val="isonormal"/>
        <w:sectPr w:rsidR="00E30467" w:rsidSect="00E30467">
          <w:headerReference w:type="default" r:id="rId53"/>
          <w:footerReference w:type="default" r:id="rId5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5D3498" w14:paraId="5CD935C1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FA5F5F3" w14:textId="77777777" w:rsidR="00E30467" w:rsidRPr="005D3498" w:rsidRDefault="00E30467" w:rsidP="001839E4">
            <w:pPr>
              <w:pStyle w:val="tablehead"/>
              <w:rPr>
                <w:kern w:val="18"/>
              </w:rPr>
            </w:pPr>
            <w:r w:rsidRPr="005D3498">
              <w:rPr>
                <w:kern w:val="18"/>
              </w:rPr>
              <w:lastRenderedPageBreak/>
              <w:t>PHYSICAL DAMAGE</w:t>
            </w:r>
            <w:r w:rsidRPr="005D3498">
              <w:rPr>
                <w:kern w:val="18"/>
              </w:rPr>
              <w:br/>
              <w:t>Original Cost New Range</w:t>
            </w:r>
            <w:r w:rsidRPr="005D3498">
              <w:rPr>
                <w:kern w:val="18"/>
              </w:rPr>
              <w:br/>
              <w:t>$15,001 – 20,000</w:t>
            </w:r>
          </w:p>
        </w:tc>
      </w:tr>
      <w:tr w:rsidR="00E30467" w:rsidRPr="005D3498" w14:paraId="7FC645D3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3F01C16" w14:textId="77777777" w:rsidR="00E30467" w:rsidRPr="005D3498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722BD7" w14:textId="77777777" w:rsidR="00E30467" w:rsidRPr="005D3498" w:rsidRDefault="00E30467" w:rsidP="001839E4">
            <w:pPr>
              <w:pStyle w:val="tablehead"/>
              <w:rPr>
                <w:kern w:val="18"/>
              </w:rPr>
            </w:pPr>
            <w:r w:rsidRPr="005D3498">
              <w:rPr>
                <w:kern w:val="18"/>
              </w:rPr>
              <w:t>Specified</w:t>
            </w:r>
            <w:r w:rsidRPr="005D3498">
              <w:rPr>
                <w:kern w:val="18"/>
              </w:rPr>
              <w:br/>
              <w:t>Causes</w:t>
            </w:r>
            <w:r w:rsidRPr="005D349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08CB9F" w14:textId="77777777" w:rsidR="00E30467" w:rsidRPr="005D3498" w:rsidRDefault="00E30467" w:rsidP="001839E4">
            <w:pPr>
              <w:pStyle w:val="tablehead"/>
              <w:rPr>
                <w:kern w:val="18"/>
              </w:rPr>
            </w:pPr>
            <w:r w:rsidRPr="005D3498">
              <w:rPr>
                <w:kern w:val="18"/>
              </w:rPr>
              <w:br/>
            </w:r>
            <w:r w:rsidRPr="005D349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7857A0" w14:textId="77777777" w:rsidR="00E30467" w:rsidRPr="005D3498" w:rsidRDefault="00E30467" w:rsidP="001839E4">
            <w:pPr>
              <w:pStyle w:val="tablehead"/>
              <w:rPr>
                <w:kern w:val="18"/>
              </w:rPr>
            </w:pPr>
            <w:r w:rsidRPr="005D3498">
              <w:rPr>
                <w:kern w:val="18"/>
              </w:rPr>
              <w:t>$500</w:t>
            </w:r>
            <w:r w:rsidRPr="005D3498">
              <w:rPr>
                <w:kern w:val="18"/>
              </w:rPr>
              <w:br/>
              <w:t>Ded.</w:t>
            </w:r>
            <w:r w:rsidRPr="005D3498">
              <w:rPr>
                <w:kern w:val="18"/>
              </w:rPr>
              <w:br/>
              <w:t>Coll.</w:t>
            </w:r>
          </w:p>
        </w:tc>
      </w:tr>
      <w:tr w:rsidR="00E30467" w:rsidRPr="005D3498" w14:paraId="48D5F1E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471B266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5D3498" w14:paraId="32B55222" w14:textId="77777777" w:rsidTr="001839E4">
        <w:trPr>
          <w:cantSplit/>
        </w:trPr>
        <w:tc>
          <w:tcPr>
            <w:tcW w:w="540" w:type="dxa"/>
            <w:gridSpan w:val="2"/>
          </w:tcPr>
          <w:p w14:paraId="52AE3F0D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B5B389" w14:textId="77777777" w:rsidR="00E30467" w:rsidRPr="005D3498" w:rsidRDefault="00E30467" w:rsidP="001839E4">
            <w:pPr>
              <w:pStyle w:val="tabletext11"/>
              <w:rPr>
                <w:b/>
                <w:kern w:val="18"/>
              </w:rPr>
            </w:pPr>
            <w:r w:rsidRPr="005D3498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5D3498" w14:paraId="3C0AA21D" w14:textId="77777777" w:rsidTr="001839E4">
        <w:trPr>
          <w:cantSplit/>
        </w:trPr>
        <w:tc>
          <w:tcPr>
            <w:tcW w:w="540" w:type="dxa"/>
            <w:gridSpan w:val="2"/>
          </w:tcPr>
          <w:p w14:paraId="711CA124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5EDB29" w14:textId="77777777" w:rsidR="00E30467" w:rsidRPr="005D3498" w:rsidRDefault="00E30467" w:rsidP="001839E4">
            <w:pPr>
              <w:pStyle w:val="tabletext11"/>
              <w:rPr>
                <w:b/>
                <w:kern w:val="18"/>
              </w:rPr>
            </w:pPr>
            <w:r w:rsidRPr="005D349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5D3498" w14:paraId="14D3FDC2" w14:textId="77777777" w:rsidTr="001839E4">
        <w:trPr>
          <w:cantSplit/>
        </w:trPr>
        <w:tc>
          <w:tcPr>
            <w:tcW w:w="4860" w:type="dxa"/>
            <w:gridSpan w:val="3"/>
          </w:tcPr>
          <w:p w14:paraId="7EFA13DD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D9039D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526C8177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27AF8D7F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165</w:t>
            </w:r>
          </w:p>
        </w:tc>
      </w:tr>
      <w:tr w:rsidR="00E30467" w:rsidRPr="005D3498" w14:paraId="4B88FBCE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BAACEE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5D3498" w14:paraId="30C819FB" w14:textId="77777777" w:rsidTr="001839E4">
        <w:trPr>
          <w:cantSplit/>
        </w:trPr>
        <w:tc>
          <w:tcPr>
            <w:tcW w:w="4860" w:type="dxa"/>
            <w:gridSpan w:val="3"/>
          </w:tcPr>
          <w:p w14:paraId="6130E367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90D0E5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AA98F0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BA0E6C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5D3498" w14:paraId="3432E7F5" w14:textId="77777777" w:rsidTr="001839E4">
        <w:trPr>
          <w:cantSplit/>
        </w:trPr>
        <w:tc>
          <w:tcPr>
            <w:tcW w:w="4860" w:type="dxa"/>
            <w:gridSpan w:val="3"/>
          </w:tcPr>
          <w:p w14:paraId="0799765F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5ED93B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42C0612F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695D1D1E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265</w:t>
            </w:r>
          </w:p>
        </w:tc>
      </w:tr>
      <w:tr w:rsidR="00E30467" w:rsidRPr="005D3498" w14:paraId="4047A832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F9769A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2AF778A0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0C4D20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5D3498" w14:paraId="4F5B1587" w14:textId="77777777" w:rsidTr="001839E4">
        <w:trPr>
          <w:cantSplit/>
        </w:trPr>
        <w:tc>
          <w:tcPr>
            <w:tcW w:w="540" w:type="dxa"/>
            <w:gridSpan w:val="2"/>
          </w:tcPr>
          <w:p w14:paraId="72DB6E36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1FF085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5D3498" w14:paraId="40DDEF40" w14:textId="77777777" w:rsidTr="001839E4">
        <w:trPr>
          <w:cantSplit/>
        </w:trPr>
        <w:tc>
          <w:tcPr>
            <w:tcW w:w="4860" w:type="dxa"/>
            <w:gridSpan w:val="3"/>
          </w:tcPr>
          <w:p w14:paraId="7455B581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21116C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6AA623F0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02BDA7E0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210</w:t>
            </w:r>
          </w:p>
        </w:tc>
      </w:tr>
      <w:tr w:rsidR="00E30467" w:rsidRPr="005D3498" w14:paraId="4FA33188" w14:textId="77777777" w:rsidTr="001839E4">
        <w:trPr>
          <w:cantSplit/>
        </w:trPr>
        <w:tc>
          <w:tcPr>
            <w:tcW w:w="540" w:type="dxa"/>
            <w:gridSpan w:val="2"/>
          </w:tcPr>
          <w:p w14:paraId="1D3050E8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9C98EA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5D3498" w14:paraId="1BC3CD90" w14:textId="77777777" w:rsidTr="001839E4">
        <w:trPr>
          <w:cantSplit/>
        </w:trPr>
        <w:tc>
          <w:tcPr>
            <w:tcW w:w="4860" w:type="dxa"/>
            <w:gridSpan w:val="3"/>
          </w:tcPr>
          <w:p w14:paraId="42B01728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7530D2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42DED995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A4DF52E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107</w:t>
            </w:r>
          </w:p>
        </w:tc>
      </w:tr>
      <w:tr w:rsidR="00E30467" w:rsidRPr="005D3498" w14:paraId="11288B0E" w14:textId="77777777" w:rsidTr="001839E4">
        <w:trPr>
          <w:cantSplit/>
        </w:trPr>
        <w:tc>
          <w:tcPr>
            <w:tcW w:w="540" w:type="dxa"/>
            <w:gridSpan w:val="2"/>
          </w:tcPr>
          <w:p w14:paraId="41B1DDDC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9924E0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5D3498" w14:paraId="1AC56A25" w14:textId="77777777" w:rsidTr="001839E4">
        <w:trPr>
          <w:cantSplit/>
        </w:trPr>
        <w:tc>
          <w:tcPr>
            <w:tcW w:w="4860" w:type="dxa"/>
            <w:gridSpan w:val="3"/>
          </w:tcPr>
          <w:p w14:paraId="5B6B5E38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0A64C8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46C92FB6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F3837E7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107</w:t>
            </w:r>
          </w:p>
        </w:tc>
      </w:tr>
      <w:tr w:rsidR="00E30467" w:rsidRPr="005D3498" w14:paraId="504E0212" w14:textId="77777777" w:rsidTr="001839E4">
        <w:trPr>
          <w:cantSplit/>
        </w:trPr>
        <w:tc>
          <w:tcPr>
            <w:tcW w:w="540" w:type="dxa"/>
            <w:gridSpan w:val="2"/>
          </w:tcPr>
          <w:p w14:paraId="2285BD06" w14:textId="77777777" w:rsidR="00E30467" w:rsidRPr="005D3498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B14FC4" w14:textId="77777777" w:rsidR="00E30467" w:rsidRPr="005D3498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D3498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5D3498" w14:paraId="55633D0D" w14:textId="77777777" w:rsidTr="001839E4">
        <w:trPr>
          <w:cantSplit/>
        </w:trPr>
        <w:tc>
          <w:tcPr>
            <w:tcW w:w="4860" w:type="dxa"/>
            <w:gridSpan w:val="3"/>
          </w:tcPr>
          <w:p w14:paraId="5BB24DB8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5C7C3C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1116F552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38CE175E" w14:textId="77777777" w:rsidR="00E30467" w:rsidRPr="005D3498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D3498">
              <w:rPr>
                <w:kern w:val="18"/>
              </w:rPr>
              <w:t>$   210</w:t>
            </w:r>
          </w:p>
        </w:tc>
      </w:tr>
      <w:tr w:rsidR="00E30467" w:rsidRPr="005D3498" w14:paraId="73C146D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29F5A3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0ED3D7C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C814D3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7FEE63F0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7009505E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D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05D2202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  <w:r w:rsidRPr="005D3498">
              <w:rPr>
                <w:kern w:val="18"/>
              </w:rPr>
              <w:t xml:space="preserve">For physical damage fleet factors, refer to Rules </w:t>
            </w:r>
            <w:r w:rsidRPr="005D3498">
              <w:rPr>
                <w:rStyle w:val="rulelink"/>
              </w:rPr>
              <w:t>22.</w:t>
            </w:r>
            <w:r w:rsidRPr="005D3498">
              <w:rPr>
                <w:kern w:val="18"/>
              </w:rPr>
              <w:t xml:space="preserve"> and </w:t>
            </w:r>
            <w:r w:rsidRPr="005D3498">
              <w:rPr>
                <w:rStyle w:val="rulelink"/>
              </w:rPr>
              <w:t>39.</w:t>
            </w:r>
          </w:p>
        </w:tc>
      </w:tr>
      <w:tr w:rsidR="00E30467" w:rsidRPr="005D3498" w14:paraId="01EA590E" w14:textId="77777777" w:rsidTr="001839E4">
        <w:trPr>
          <w:cantSplit/>
        </w:trPr>
        <w:tc>
          <w:tcPr>
            <w:tcW w:w="220" w:type="dxa"/>
          </w:tcPr>
          <w:p w14:paraId="777CFDBF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D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1F897E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  <w:r w:rsidRPr="005D3498">
              <w:rPr>
                <w:kern w:val="18"/>
              </w:rPr>
              <w:t xml:space="preserve">For additional coverages, refer to the Additional Coverages Table in Rules </w:t>
            </w:r>
            <w:r w:rsidRPr="005D3498">
              <w:rPr>
                <w:rStyle w:val="rulelink"/>
              </w:rPr>
              <w:t>23.</w:t>
            </w:r>
            <w:r w:rsidRPr="005D3498">
              <w:rPr>
                <w:kern w:val="18"/>
              </w:rPr>
              <w:t xml:space="preserve"> and </w:t>
            </w:r>
            <w:r w:rsidRPr="005D3498">
              <w:rPr>
                <w:rStyle w:val="rulelink"/>
              </w:rPr>
              <w:t>40.</w:t>
            </w:r>
          </w:p>
        </w:tc>
      </w:tr>
      <w:tr w:rsidR="00E30467" w:rsidRPr="005D3498" w14:paraId="243E129C" w14:textId="77777777" w:rsidTr="001839E4">
        <w:trPr>
          <w:cantSplit/>
        </w:trPr>
        <w:tc>
          <w:tcPr>
            <w:tcW w:w="220" w:type="dxa"/>
          </w:tcPr>
          <w:p w14:paraId="16671CFE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D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D00AE1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  <w:r w:rsidRPr="005D3498">
              <w:rPr>
                <w:kern w:val="18"/>
              </w:rPr>
              <w:t xml:space="preserve">For Deductible factors, refer to Rule </w:t>
            </w:r>
            <w:r w:rsidRPr="005D3498">
              <w:rPr>
                <w:rStyle w:val="rulelink"/>
              </w:rPr>
              <w:t>98.</w:t>
            </w:r>
          </w:p>
        </w:tc>
      </w:tr>
      <w:tr w:rsidR="00E30467" w:rsidRPr="005D3498" w14:paraId="6B820459" w14:textId="77777777" w:rsidTr="001839E4">
        <w:trPr>
          <w:cantSplit/>
        </w:trPr>
        <w:tc>
          <w:tcPr>
            <w:tcW w:w="220" w:type="dxa"/>
          </w:tcPr>
          <w:p w14:paraId="7C5CBF56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D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255030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  <w:r w:rsidRPr="005D3498">
              <w:rPr>
                <w:kern w:val="18"/>
              </w:rPr>
              <w:t xml:space="preserve">For Original Cost New and Age Group factors, refer to Rule </w:t>
            </w:r>
            <w:r w:rsidRPr="005D3498">
              <w:rPr>
                <w:rStyle w:val="rulelink"/>
              </w:rPr>
              <w:t>101.</w:t>
            </w:r>
          </w:p>
        </w:tc>
      </w:tr>
      <w:tr w:rsidR="00E30467" w:rsidRPr="005D3498" w14:paraId="73545E03" w14:textId="77777777" w:rsidTr="001839E4">
        <w:trPr>
          <w:cantSplit/>
        </w:trPr>
        <w:tc>
          <w:tcPr>
            <w:tcW w:w="220" w:type="dxa"/>
          </w:tcPr>
          <w:p w14:paraId="75EDAC09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D34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EDD014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  <w:r w:rsidRPr="005D3498">
              <w:rPr>
                <w:kern w:val="18"/>
              </w:rPr>
              <w:t xml:space="preserve">For Stated Amount factors, refer to Rule </w:t>
            </w:r>
            <w:r w:rsidRPr="005D3498">
              <w:rPr>
                <w:rStyle w:val="rulelink"/>
              </w:rPr>
              <w:t>101.</w:t>
            </w:r>
          </w:p>
        </w:tc>
      </w:tr>
      <w:tr w:rsidR="00E30467" w:rsidRPr="005D3498" w14:paraId="0618C2DD" w14:textId="77777777" w:rsidTr="001839E4">
        <w:trPr>
          <w:cantSplit/>
        </w:trPr>
        <w:tc>
          <w:tcPr>
            <w:tcW w:w="220" w:type="dxa"/>
          </w:tcPr>
          <w:p w14:paraId="06A795A0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23CA67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08C0D3C4" w14:textId="77777777" w:rsidTr="001839E4">
        <w:trPr>
          <w:cantSplit/>
        </w:trPr>
        <w:tc>
          <w:tcPr>
            <w:tcW w:w="220" w:type="dxa"/>
          </w:tcPr>
          <w:p w14:paraId="7EF84BE8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850942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5333D258" w14:textId="77777777" w:rsidTr="001839E4">
        <w:trPr>
          <w:cantSplit/>
        </w:trPr>
        <w:tc>
          <w:tcPr>
            <w:tcW w:w="220" w:type="dxa"/>
          </w:tcPr>
          <w:p w14:paraId="6888AED0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A74CA2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6CA3BDA7" w14:textId="77777777" w:rsidTr="001839E4">
        <w:trPr>
          <w:cantSplit/>
        </w:trPr>
        <w:tc>
          <w:tcPr>
            <w:tcW w:w="220" w:type="dxa"/>
          </w:tcPr>
          <w:p w14:paraId="06195E9A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4EEB40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5B92322B" w14:textId="77777777" w:rsidTr="001839E4">
        <w:trPr>
          <w:cantSplit/>
        </w:trPr>
        <w:tc>
          <w:tcPr>
            <w:tcW w:w="220" w:type="dxa"/>
          </w:tcPr>
          <w:p w14:paraId="60AFB3D7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9328D4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0AE76480" w14:textId="77777777" w:rsidTr="001839E4">
        <w:trPr>
          <w:cantSplit/>
        </w:trPr>
        <w:tc>
          <w:tcPr>
            <w:tcW w:w="220" w:type="dxa"/>
          </w:tcPr>
          <w:p w14:paraId="129B7DB5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32334F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17F584D9" w14:textId="77777777" w:rsidTr="001839E4">
        <w:trPr>
          <w:cantSplit/>
        </w:trPr>
        <w:tc>
          <w:tcPr>
            <w:tcW w:w="220" w:type="dxa"/>
          </w:tcPr>
          <w:p w14:paraId="6A072D48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61187F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2D42344E" w14:textId="77777777" w:rsidTr="001839E4">
        <w:trPr>
          <w:cantSplit/>
        </w:trPr>
        <w:tc>
          <w:tcPr>
            <w:tcW w:w="220" w:type="dxa"/>
          </w:tcPr>
          <w:p w14:paraId="40F641F6" w14:textId="77777777" w:rsidR="00E30467" w:rsidRPr="005D3498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4D5EFF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31F0861B" w14:textId="77777777" w:rsidTr="001839E4">
        <w:trPr>
          <w:cantSplit/>
        </w:trPr>
        <w:tc>
          <w:tcPr>
            <w:tcW w:w="220" w:type="dxa"/>
          </w:tcPr>
          <w:p w14:paraId="5FDD5BBE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1565D5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7795B5C1" w14:textId="77777777" w:rsidTr="001839E4">
        <w:trPr>
          <w:cantSplit/>
        </w:trPr>
        <w:tc>
          <w:tcPr>
            <w:tcW w:w="220" w:type="dxa"/>
          </w:tcPr>
          <w:p w14:paraId="73557898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0067AA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67EF84A9" w14:textId="77777777" w:rsidTr="001839E4">
        <w:trPr>
          <w:cantSplit/>
        </w:trPr>
        <w:tc>
          <w:tcPr>
            <w:tcW w:w="220" w:type="dxa"/>
          </w:tcPr>
          <w:p w14:paraId="456A9484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D058E8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3A3B62F6" w14:textId="77777777" w:rsidTr="001839E4">
        <w:trPr>
          <w:cantSplit/>
        </w:trPr>
        <w:tc>
          <w:tcPr>
            <w:tcW w:w="220" w:type="dxa"/>
          </w:tcPr>
          <w:p w14:paraId="6AC13310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D0EDB1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2869FD49" w14:textId="77777777" w:rsidTr="001839E4">
        <w:trPr>
          <w:cantSplit/>
        </w:trPr>
        <w:tc>
          <w:tcPr>
            <w:tcW w:w="220" w:type="dxa"/>
          </w:tcPr>
          <w:p w14:paraId="13505209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67CE82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7DC4EF0A" w14:textId="77777777" w:rsidTr="001839E4">
        <w:trPr>
          <w:cantSplit/>
        </w:trPr>
        <w:tc>
          <w:tcPr>
            <w:tcW w:w="220" w:type="dxa"/>
          </w:tcPr>
          <w:p w14:paraId="0526ABDF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9C2F07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0A7D6E89" w14:textId="77777777" w:rsidTr="001839E4">
        <w:trPr>
          <w:cantSplit/>
        </w:trPr>
        <w:tc>
          <w:tcPr>
            <w:tcW w:w="220" w:type="dxa"/>
          </w:tcPr>
          <w:p w14:paraId="07134820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C29FE9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D3498" w14:paraId="4D696D80" w14:textId="77777777" w:rsidTr="001839E4">
        <w:trPr>
          <w:cantSplit/>
        </w:trPr>
        <w:tc>
          <w:tcPr>
            <w:tcW w:w="220" w:type="dxa"/>
          </w:tcPr>
          <w:p w14:paraId="09063CCA" w14:textId="77777777" w:rsidR="00E30467" w:rsidRPr="005D3498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56BBA4" w14:textId="77777777" w:rsidR="00E30467" w:rsidRPr="005D3498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09AA90E" w14:textId="77777777" w:rsidR="00E30467" w:rsidRPr="005D3498" w:rsidRDefault="00E30467" w:rsidP="00E30467">
      <w:pPr>
        <w:pStyle w:val="isonormal"/>
      </w:pPr>
      <w:r w:rsidRPr="005D3498">
        <w:br w:type="textWrapping" w:clear="all"/>
      </w:r>
    </w:p>
    <w:p w14:paraId="0129504B" w14:textId="77777777" w:rsidR="00E30467" w:rsidRDefault="00E30467" w:rsidP="00E30467">
      <w:pPr>
        <w:pStyle w:val="isonormal"/>
        <w:sectPr w:rsidR="00E30467" w:rsidSect="00E30467">
          <w:headerReference w:type="default" r:id="rId55"/>
          <w:footerReference w:type="default" r:id="rId5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7F7B12" w14:paraId="1BBAF6B5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FA0C6A" w14:textId="77777777" w:rsidR="00E30467" w:rsidRPr="007F7B12" w:rsidRDefault="00E30467" w:rsidP="001839E4">
            <w:pPr>
              <w:pStyle w:val="tablehead"/>
              <w:rPr>
                <w:kern w:val="18"/>
              </w:rPr>
            </w:pPr>
            <w:r w:rsidRPr="007F7B12">
              <w:rPr>
                <w:kern w:val="18"/>
              </w:rPr>
              <w:lastRenderedPageBreak/>
              <w:t>PHYSICAL DAMAGE</w:t>
            </w:r>
            <w:r w:rsidRPr="007F7B12">
              <w:rPr>
                <w:kern w:val="18"/>
              </w:rPr>
              <w:br/>
              <w:t>Original Cost New Range</w:t>
            </w:r>
            <w:r w:rsidRPr="007F7B12">
              <w:rPr>
                <w:kern w:val="18"/>
              </w:rPr>
              <w:br/>
              <w:t>$15,001 – 20,000</w:t>
            </w:r>
          </w:p>
        </w:tc>
      </w:tr>
      <w:tr w:rsidR="00E30467" w:rsidRPr="007F7B12" w14:paraId="4A29DA7E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E974592" w14:textId="77777777" w:rsidR="00E30467" w:rsidRPr="007F7B12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54E2FE" w14:textId="77777777" w:rsidR="00E30467" w:rsidRPr="007F7B12" w:rsidRDefault="00E30467" w:rsidP="001839E4">
            <w:pPr>
              <w:pStyle w:val="tablehead"/>
              <w:rPr>
                <w:kern w:val="18"/>
              </w:rPr>
            </w:pPr>
            <w:r w:rsidRPr="007F7B12">
              <w:rPr>
                <w:kern w:val="18"/>
              </w:rPr>
              <w:t>Specified</w:t>
            </w:r>
            <w:r w:rsidRPr="007F7B12">
              <w:rPr>
                <w:kern w:val="18"/>
              </w:rPr>
              <w:br/>
              <w:t>Causes</w:t>
            </w:r>
            <w:r w:rsidRPr="007F7B1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95108E" w14:textId="77777777" w:rsidR="00E30467" w:rsidRPr="007F7B12" w:rsidRDefault="00E30467" w:rsidP="001839E4">
            <w:pPr>
              <w:pStyle w:val="tablehead"/>
              <w:rPr>
                <w:kern w:val="18"/>
              </w:rPr>
            </w:pPr>
            <w:r w:rsidRPr="007F7B12">
              <w:rPr>
                <w:kern w:val="18"/>
              </w:rPr>
              <w:br/>
            </w:r>
            <w:r w:rsidRPr="007F7B1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A8C8BD" w14:textId="77777777" w:rsidR="00E30467" w:rsidRPr="007F7B12" w:rsidRDefault="00E30467" w:rsidP="001839E4">
            <w:pPr>
              <w:pStyle w:val="tablehead"/>
              <w:rPr>
                <w:kern w:val="18"/>
              </w:rPr>
            </w:pPr>
            <w:r w:rsidRPr="007F7B12">
              <w:rPr>
                <w:kern w:val="18"/>
              </w:rPr>
              <w:t>$500</w:t>
            </w:r>
            <w:r w:rsidRPr="007F7B12">
              <w:rPr>
                <w:kern w:val="18"/>
              </w:rPr>
              <w:br/>
              <w:t>Ded.</w:t>
            </w:r>
            <w:r w:rsidRPr="007F7B12">
              <w:rPr>
                <w:kern w:val="18"/>
              </w:rPr>
              <w:br/>
              <w:t>Coll.</w:t>
            </w:r>
          </w:p>
        </w:tc>
      </w:tr>
      <w:tr w:rsidR="00E30467" w:rsidRPr="007F7B12" w14:paraId="740FFCA0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2AFF9D3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7F7B12" w14:paraId="4D189805" w14:textId="77777777" w:rsidTr="001839E4">
        <w:trPr>
          <w:cantSplit/>
        </w:trPr>
        <w:tc>
          <w:tcPr>
            <w:tcW w:w="540" w:type="dxa"/>
            <w:gridSpan w:val="2"/>
          </w:tcPr>
          <w:p w14:paraId="245B7253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3D98B7" w14:textId="77777777" w:rsidR="00E30467" w:rsidRPr="007F7B12" w:rsidRDefault="00E30467" w:rsidP="001839E4">
            <w:pPr>
              <w:pStyle w:val="tabletext11"/>
              <w:rPr>
                <w:b/>
                <w:kern w:val="18"/>
              </w:rPr>
            </w:pPr>
            <w:r w:rsidRPr="007F7B12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7F7B12" w14:paraId="5B2D38C0" w14:textId="77777777" w:rsidTr="001839E4">
        <w:trPr>
          <w:cantSplit/>
        </w:trPr>
        <w:tc>
          <w:tcPr>
            <w:tcW w:w="540" w:type="dxa"/>
            <w:gridSpan w:val="2"/>
          </w:tcPr>
          <w:p w14:paraId="438CD51A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D825C2" w14:textId="77777777" w:rsidR="00E30467" w:rsidRPr="007F7B12" w:rsidRDefault="00E30467" w:rsidP="001839E4">
            <w:pPr>
              <w:pStyle w:val="tabletext11"/>
              <w:rPr>
                <w:b/>
                <w:kern w:val="18"/>
              </w:rPr>
            </w:pPr>
            <w:r w:rsidRPr="007F7B1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7F7B12" w14:paraId="0047B48B" w14:textId="77777777" w:rsidTr="001839E4">
        <w:trPr>
          <w:cantSplit/>
        </w:trPr>
        <w:tc>
          <w:tcPr>
            <w:tcW w:w="4860" w:type="dxa"/>
            <w:gridSpan w:val="3"/>
          </w:tcPr>
          <w:p w14:paraId="70E6FD35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8CC3D3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B41734E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8F168A1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185</w:t>
            </w:r>
          </w:p>
        </w:tc>
      </w:tr>
      <w:tr w:rsidR="00E30467" w:rsidRPr="007F7B12" w14:paraId="66B408F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E5F9FB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7F7B12" w14:paraId="2828474B" w14:textId="77777777" w:rsidTr="001839E4">
        <w:trPr>
          <w:cantSplit/>
        </w:trPr>
        <w:tc>
          <w:tcPr>
            <w:tcW w:w="4860" w:type="dxa"/>
            <w:gridSpan w:val="3"/>
          </w:tcPr>
          <w:p w14:paraId="23C81052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6DC8D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E7E0FE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AF4CF5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7F7B12" w14:paraId="334E5AF3" w14:textId="77777777" w:rsidTr="001839E4">
        <w:trPr>
          <w:cantSplit/>
        </w:trPr>
        <w:tc>
          <w:tcPr>
            <w:tcW w:w="4860" w:type="dxa"/>
            <w:gridSpan w:val="3"/>
          </w:tcPr>
          <w:p w14:paraId="2C43DE7D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BB3DDF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24417366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7DF4CC4B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227</w:t>
            </w:r>
          </w:p>
        </w:tc>
      </w:tr>
      <w:tr w:rsidR="00E30467" w:rsidRPr="007F7B12" w14:paraId="0FB2D4DB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03DFF0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4105BE2B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9C80CA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7F7B12" w14:paraId="39C64375" w14:textId="77777777" w:rsidTr="001839E4">
        <w:trPr>
          <w:cantSplit/>
        </w:trPr>
        <w:tc>
          <w:tcPr>
            <w:tcW w:w="540" w:type="dxa"/>
            <w:gridSpan w:val="2"/>
          </w:tcPr>
          <w:p w14:paraId="145D49F8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EB7A78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7F7B12" w14:paraId="209BB9C7" w14:textId="77777777" w:rsidTr="001839E4">
        <w:trPr>
          <w:cantSplit/>
        </w:trPr>
        <w:tc>
          <w:tcPr>
            <w:tcW w:w="4860" w:type="dxa"/>
            <w:gridSpan w:val="3"/>
          </w:tcPr>
          <w:p w14:paraId="0616AEA2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362923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BD4E49A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4152CD53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235</w:t>
            </w:r>
          </w:p>
        </w:tc>
      </w:tr>
      <w:tr w:rsidR="00E30467" w:rsidRPr="007F7B12" w14:paraId="333DF19F" w14:textId="77777777" w:rsidTr="001839E4">
        <w:trPr>
          <w:cantSplit/>
        </w:trPr>
        <w:tc>
          <w:tcPr>
            <w:tcW w:w="540" w:type="dxa"/>
            <w:gridSpan w:val="2"/>
          </w:tcPr>
          <w:p w14:paraId="1132CBDB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C34BC0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7F7B12" w14:paraId="34324D1C" w14:textId="77777777" w:rsidTr="001839E4">
        <w:trPr>
          <w:cantSplit/>
        </w:trPr>
        <w:tc>
          <w:tcPr>
            <w:tcW w:w="4860" w:type="dxa"/>
            <w:gridSpan w:val="3"/>
          </w:tcPr>
          <w:p w14:paraId="6A6B37AD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43DCAA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C75200C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45B78B3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120</w:t>
            </w:r>
          </w:p>
        </w:tc>
      </w:tr>
      <w:tr w:rsidR="00E30467" w:rsidRPr="007F7B12" w14:paraId="36BA7A3E" w14:textId="77777777" w:rsidTr="001839E4">
        <w:trPr>
          <w:cantSplit/>
        </w:trPr>
        <w:tc>
          <w:tcPr>
            <w:tcW w:w="540" w:type="dxa"/>
            <w:gridSpan w:val="2"/>
          </w:tcPr>
          <w:p w14:paraId="08C4FC19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080528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7F7B12" w14:paraId="76DC21CD" w14:textId="77777777" w:rsidTr="001839E4">
        <w:trPr>
          <w:cantSplit/>
        </w:trPr>
        <w:tc>
          <w:tcPr>
            <w:tcW w:w="4860" w:type="dxa"/>
            <w:gridSpan w:val="3"/>
          </w:tcPr>
          <w:p w14:paraId="2AF06488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D7E3C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EF0B2EB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30CA328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120</w:t>
            </w:r>
          </w:p>
        </w:tc>
      </w:tr>
      <w:tr w:rsidR="00E30467" w:rsidRPr="007F7B12" w14:paraId="5F1DD269" w14:textId="77777777" w:rsidTr="001839E4">
        <w:trPr>
          <w:cantSplit/>
        </w:trPr>
        <w:tc>
          <w:tcPr>
            <w:tcW w:w="540" w:type="dxa"/>
            <w:gridSpan w:val="2"/>
          </w:tcPr>
          <w:p w14:paraId="7609A15E" w14:textId="77777777" w:rsidR="00E30467" w:rsidRPr="007F7B12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808291" w14:textId="77777777" w:rsidR="00E30467" w:rsidRPr="007F7B12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7F7B12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7F7B12" w14:paraId="661AAC57" w14:textId="77777777" w:rsidTr="001839E4">
        <w:trPr>
          <w:cantSplit/>
        </w:trPr>
        <w:tc>
          <w:tcPr>
            <w:tcW w:w="4860" w:type="dxa"/>
            <w:gridSpan w:val="3"/>
          </w:tcPr>
          <w:p w14:paraId="161DE8E7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7CA8D5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D65AEBA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10ECC3A8" w14:textId="77777777" w:rsidR="00E30467" w:rsidRPr="007F7B12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7F7B12">
              <w:rPr>
                <w:kern w:val="18"/>
              </w:rPr>
              <w:t>$   235</w:t>
            </w:r>
          </w:p>
        </w:tc>
      </w:tr>
      <w:tr w:rsidR="00E30467" w:rsidRPr="007F7B12" w14:paraId="7F4BFA3B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527B2B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419C13ED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CBB2EE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5EEF03BB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BB53F2B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7F7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4526D2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  <w:r w:rsidRPr="007F7B12">
              <w:rPr>
                <w:kern w:val="18"/>
              </w:rPr>
              <w:t xml:space="preserve">For physical damage fleet factors, refer to Rules </w:t>
            </w:r>
            <w:r w:rsidRPr="007F7B12">
              <w:rPr>
                <w:rStyle w:val="rulelink"/>
              </w:rPr>
              <w:t>22.</w:t>
            </w:r>
            <w:r w:rsidRPr="007F7B12">
              <w:rPr>
                <w:kern w:val="18"/>
              </w:rPr>
              <w:t xml:space="preserve"> and </w:t>
            </w:r>
            <w:r w:rsidRPr="007F7B12">
              <w:rPr>
                <w:rStyle w:val="rulelink"/>
              </w:rPr>
              <w:t>39.</w:t>
            </w:r>
          </w:p>
        </w:tc>
      </w:tr>
      <w:tr w:rsidR="00E30467" w:rsidRPr="007F7B12" w14:paraId="272AE766" w14:textId="77777777" w:rsidTr="001839E4">
        <w:trPr>
          <w:cantSplit/>
        </w:trPr>
        <w:tc>
          <w:tcPr>
            <w:tcW w:w="220" w:type="dxa"/>
          </w:tcPr>
          <w:p w14:paraId="126EF4AD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7F7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AD5F39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  <w:r w:rsidRPr="007F7B12">
              <w:rPr>
                <w:kern w:val="18"/>
              </w:rPr>
              <w:t xml:space="preserve">For additional coverages, refer to the Additional Coverages Table in Rules </w:t>
            </w:r>
            <w:r w:rsidRPr="007F7B12">
              <w:rPr>
                <w:rStyle w:val="rulelink"/>
              </w:rPr>
              <w:t>23.</w:t>
            </w:r>
            <w:r w:rsidRPr="007F7B12">
              <w:rPr>
                <w:kern w:val="18"/>
              </w:rPr>
              <w:t xml:space="preserve"> and </w:t>
            </w:r>
            <w:r w:rsidRPr="007F7B12">
              <w:rPr>
                <w:rStyle w:val="rulelink"/>
              </w:rPr>
              <w:t>40.</w:t>
            </w:r>
          </w:p>
        </w:tc>
      </w:tr>
      <w:tr w:rsidR="00E30467" w:rsidRPr="007F7B12" w14:paraId="00B480EF" w14:textId="77777777" w:rsidTr="001839E4">
        <w:trPr>
          <w:cantSplit/>
        </w:trPr>
        <w:tc>
          <w:tcPr>
            <w:tcW w:w="220" w:type="dxa"/>
          </w:tcPr>
          <w:p w14:paraId="33FBF7CA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7F7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5DE203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  <w:r w:rsidRPr="007F7B12">
              <w:rPr>
                <w:kern w:val="18"/>
              </w:rPr>
              <w:t xml:space="preserve">For Deductible factors, refer to Rule </w:t>
            </w:r>
            <w:r w:rsidRPr="007F7B12">
              <w:rPr>
                <w:rStyle w:val="rulelink"/>
              </w:rPr>
              <w:t>98.</w:t>
            </w:r>
          </w:p>
        </w:tc>
      </w:tr>
      <w:tr w:rsidR="00E30467" w:rsidRPr="007F7B12" w14:paraId="40B7F01C" w14:textId="77777777" w:rsidTr="001839E4">
        <w:trPr>
          <w:cantSplit/>
        </w:trPr>
        <w:tc>
          <w:tcPr>
            <w:tcW w:w="220" w:type="dxa"/>
          </w:tcPr>
          <w:p w14:paraId="27C2FD42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7F7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7A9BCC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  <w:r w:rsidRPr="007F7B12">
              <w:rPr>
                <w:kern w:val="18"/>
              </w:rPr>
              <w:t xml:space="preserve">For Original Cost New and Age Group factors, refer to Rule </w:t>
            </w:r>
            <w:r w:rsidRPr="007F7B12">
              <w:rPr>
                <w:rStyle w:val="rulelink"/>
              </w:rPr>
              <w:t>101.</w:t>
            </w:r>
          </w:p>
        </w:tc>
      </w:tr>
      <w:tr w:rsidR="00E30467" w:rsidRPr="007F7B12" w14:paraId="2784A132" w14:textId="77777777" w:rsidTr="001839E4">
        <w:trPr>
          <w:cantSplit/>
        </w:trPr>
        <w:tc>
          <w:tcPr>
            <w:tcW w:w="220" w:type="dxa"/>
          </w:tcPr>
          <w:p w14:paraId="6B83424D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7F7B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9385E6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  <w:r w:rsidRPr="007F7B12">
              <w:rPr>
                <w:kern w:val="18"/>
              </w:rPr>
              <w:t xml:space="preserve">For Stated Amount factors, refer to Rule </w:t>
            </w:r>
            <w:r w:rsidRPr="007F7B12">
              <w:rPr>
                <w:rStyle w:val="rulelink"/>
              </w:rPr>
              <w:t>101.</w:t>
            </w:r>
          </w:p>
        </w:tc>
      </w:tr>
      <w:tr w:rsidR="00E30467" w:rsidRPr="007F7B12" w14:paraId="1B1D4C55" w14:textId="77777777" w:rsidTr="001839E4">
        <w:trPr>
          <w:cantSplit/>
        </w:trPr>
        <w:tc>
          <w:tcPr>
            <w:tcW w:w="220" w:type="dxa"/>
          </w:tcPr>
          <w:p w14:paraId="2628D06F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D100EE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74E5F1A2" w14:textId="77777777" w:rsidTr="001839E4">
        <w:trPr>
          <w:cantSplit/>
        </w:trPr>
        <w:tc>
          <w:tcPr>
            <w:tcW w:w="220" w:type="dxa"/>
          </w:tcPr>
          <w:p w14:paraId="4E061040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AA4A01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3FA7D063" w14:textId="77777777" w:rsidTr="001839E4">
        <w:trPr>
          <w:cantSplit/>
        </w:trPr>
        <w:tc>
          <w:tcPr>
            <w:tcW w:w="220" w:type="dxa"/>
          </w:tcPr>
          <w:p w14:paraId="3473DBEC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C8C12D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5DC6FF24" w14:textId="77777777" w:rsidTr="001839E4">
        <w:trPr>
          <w:cantSplit/>
        </w:trPr>
        <w:tc>
          <w:tcPr>
            <w:tcW w:w="220" w:type="dxa"/>
          </w:tcPr>
          <w:p w14:paraId="23F2352B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EE65E0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0EC73201" w14:textId="77777777" w:rsidTr="001839E4">
        <w:trPr>
          <w:cantSplit/>
        </w:trPr>
        <w:tc>
          <w:tcPr>
            <w:tcW w:w="220" w:type="dxa"/>
          </w:tcPr>
          <w:p w14:paraId="3636EDD5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4ED17A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0C513DB1" w14:textId="77777777" w:rsidTr="001839E4">
        <w:trPr>
          <w:cantSplit/>
        </w:trPr>
        <w:tc>
          <w:tcPr>
            <w:tcW w:w="220" w:type="dxa"/>
          </w:tcPr>
          <w:p w14:paraId="0AD60D6F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E1039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7692DB12" w14:textId="77777777" w:rsidTr="001839E4">
        <w:trPr>
          <w:cantSplit/>
        </w:trPr>
        <w:tc>
          <w:tcPr>
            <w:tcW w:w="220" w:type="dxa"/>
          </w:tcPr>
          <w:p w14:paraId="23B860C1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64A174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3BA2307D" w14:textId="77777777" w:rsidTr="001839E4">
        <w:trPr>
          <w:cantSplit/>
        </w:trPr>
        <w:tc>
          <w:tcPr>
            <w:tcW w:w="220" w:type="dxa"/>
          </w:tcPr>
          <w:p w14:paraId="7AEB2C29" w14:textId="77777777" w:rsidR="00E30467" w:rsidRPr="007F7B12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0A0D05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71753C6B" w14:textId="77777777" w:rsidTr="001839E4">
        <w:trPr>
          <w:cantSplit/>
        </w:trPr>
        <w:tc>
          <w:tcPr>
            <w:tcW w:w="220" w:type="dxa"/>
          </w:tcPr>
          <w:p w14:paraId="582B03AD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8DCA4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762A3416" w14:textId="77777777" w:rsidTr="001839E4">
        <w:trPr>
          <w:cantSplit/>
        </w:trPr>
        <w:tc>
          <w:tcPr>
            <w:tcW w:w="220" w:type="dxa"/>
          </w:tcPr>
          <w:p w14:paraId="399BC198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5EAD47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47CBEF29" w14:textId="77777777" w:rsidTr="001839E4">
        <w:trPr>
          <w:cantSplit/>
        </w:trPr>
        <w:tc>
          <w:tcPr>
            <w:tcW w:w="220" w:type="dxa"/>
          </w:tcPr>
          <w:p w14:paraId="4C1D3224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197C8D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18C5EE62" w14:textId="77777777" w:rsidTr="001839E4">
        <w:trPr>
          <w:cantSplit/>
        </w:trPr>
        <w:tc>
          <w:tcPr>
            <w:tcW w:w="220" w:type="dxa"/>
          </w:tcPr>
          <w:p w14:paraId="75A2CBBD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6EF552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09432435" w14:textId="77777777" w:rsidTr="001839E4">
        <w:trPr>
          <w:cantSplit/>
        </w:trPr>
        <w:tc>
          <w:tcPr>
            <w:tcW w:w="220" w:type="dxa"/>
          </w:tcPr>
          <w:p w14:paraId="7C56E3CA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DBEF2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104897AA" w14:textId="77777777" w:rsidTr="001839E4">
        <w:trPr>
          <w:cantSplit/>
        </w:trPr>
        <w:tc>
          <w:tcPr>
            <w:tcW w:w="220" w:type="dxa"/>
          </w:tcPr>
          <w:p w14:paraId="6FD0B402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9697C1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657C2739" w14:textId="77777777" w:rsidTr="001839E4">
        <w:trPr>
          <w:cantSplit/>
        </w:trPr>
        <w:tc>
          <w:tcPr>
            <w:tcW w:w="220" w:type="dxa"/>
          </w:tcPr>
          <w:p w14:paraId="4BEF1259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9FC603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7F7B12" w14:paraId="3667ECEC" w14:textId="77777777" w:rsidTr="001839E4">
        <w:trPr>
          <w:cantSplit/>
        </w:trPr>
        <w:tc>
          <w:tcPr>
            <w:tcW w:w="220" w:type="dxa"/>
          </w:tcPr>
          <w:p w14:paraId="66F99025" w14:textId="77777777" w:rsidR="00E30467" w:rsidRPr="007F7B12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1BBE80" w14:textId="77777777" w:rsidR="00E30467" w:rsidRPr="007F7B12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4BF8EAF5" w14:textId="77777777" w:rsidR="00E30467" w:rsidRPr="007F7B12" w:rsidRDefault="00E30467" w:rsidP="00E30467">
      <w:pPr>
        <w:pStyle w:val="isonormal"/>
      </w:pPr>
      <w:r w:rsidRPr="007F7B12">
        <w:br w:type="textWrapping" w:clear="all"/>
      </w:r>
    </w:p>
    <w:p w14:paraId="787A8D6F" w14:textId="77777777" w:rsidR="00E30467" w:rsidRDefault="00E30467" w:rsidP="00E30467">
      <w:pPr>
        <w:pStyle w:val="isonormal"/>
        <w:sectPr w:rsidR="00E30467" w:rsidSect="00E30467">
          <w:headerReference w:type="default" r:id="rId57"/>
          <w:footerReference w:type="default" r:id="rId5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E822DB" w14:paraId="1CF861C2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090C593" w14:textId="77777777" w:rsidR="00E30467" w:rsidRPr="00E822DB" w:rsidRDefault="00E30467" w:rsidP="001839E4">
            <w:pPr>
              <w:pStyle w:val="tablehead"/>
              <w:rPr>
                <w:kern w:val="18"/>
              </w:rPr>
            </w:pPr>
            <w:r w:rsidRPr="00E822DB">
              <w:rPr>
                <w:kern w:val="18"/>
              </w:rPr>
              <w:lastRenderedPageBreak/>
              <w:t>PHYSICAL DAMAGE</w:t>
            </w:r>
            <w:r w:rsidRPr="00E822DB">
              <w:rPr>
                <w:kern w:val="18"/>
              </w:rPr>
              <w:br/>
              <w:t>Original Cost New Range</w:t>
            </w:r>
            <w:r w:rsidRPr="00E822DB">
              <w:rPr>
                <w:kern w:val="18"/>
              </w:rPr>
              <w:br/>
              <w:t>$15,001 – 20,000</w:t>
            </w:r>
          </w:p>
        </w:tc>
      </w:tr>
      <w:tr w:rsidR="00E30467" w:rsidRPr="00E822DB" w14:paraId="3DCC2AE1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FCB22A5" w14:textId="77777777" w:rsidR="00E30467" w:rsidRPr="00E822DB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FD059C" w14:textId="77777777" w:rsidR="00E30467" w:rsidRPr="00E822DB" w:rsidRDefault="00E30467" w:rsidP="001839E4">
            <w:pPr>
              <w:pStyle w:val="tablehead"/>
              <w:rPr>
                <w:kern w:val="18"/>
              </w:rPr>
            </w:pPr>
            <w:r w:rsidRPr="00E822DB">
              <w:rPr>
                <w:kern w:val="18"/>
              </w:rPr>
              <w:t>Specified</w:t>
            </w:r>
            <w:r w:rsidRPr="00E822DB">
              <w:rPr>
                <w:kern w:val="18"/>
              </w:rPr>
              <w:br/>
              <w:t>Causes</w:t>
            </w:r>
            <w:r w:rsidRPr="00E822D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CCFA47" w14:textId="77777777" w:rsidR="00E30467" w:rsidRPr="00E822DB" w:rsidRDefault="00E30467" w:rsidP="001839E4">
            <w:pPr>
              <w:pStyle w:val="tablehead"/>
              <w:rPr>
                <w:kern w:val="18"/>
              </w:rPr>
            </w:pPr>
            <w:r w:rsidRPr="00E822DB">
              <w:rPr>
                <w:kern w:val="18"/>
              </w:rPr>
              <w:br/>
            </w:r>
            <w:r w:rsidRPr="00E822D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AA5002" w14:textId="77777777" w:rsidR="00E30467" w:rsidRPr="00E822DB" w:rsidRDefault="00E30467" w:rsidP="001839E4">
            <w:pPr>
              <w:pStyle w:val="tablehead"/>
              <w:rPr>
                <w:kern w:val="18"/>
              </w:rPr>
            </w:pPr>
            <w:r w:rsidRPr="00E822DB">
              <w:rPr>
                <w:kern w:val="18"/>
              </w:rPr>
              <w:t>$500</w:t>
            </w:r>
            <w:r w:rsidRPr="00E822DB">
              <w:rPr>
                <w:kern w:val="18"/>
              </w:rPr>
              <w:br/>
              <w:t>Ded.</w:t>
            </w:r>
            <w:r w:rsidRPr="00E822DB">
              <w:rPr>
                <w:kern w:val="18"/>
              </w:rPr>
              <w:br/>
              <w:t>Coll.</w:t>
            </w:r>
          </w:p>
        </w:tc>
      </w:tr>
      <w:tr w:rsidR="00E30467" w:rsidRPr="00E822DB" w14:paraId="77BAEAC6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95BE85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E822DB" w14:paraId="54BA2FD6" w14:textId="77777777" w:rsidTr="001839E4">
        <w:trPr>
          <w:cantSplit/>
        </w:trPr>
        <w:tc>
          <w:tcPr>
            <w:tcW w:w="540" w:type="dxa"/>
            <w:gridSpan w:val="2"/>
          </w:tcPr>
          <w:p w14:paraId="58CDB4CD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9DF483" w14:textId="77777777" w:rsidR="00E30467" w:rsidRPr="00E822DB" w:rsidRDefault="00E30467" w:rsidP="001839E4">
            <w:pPr>
              <w:pStyle w:val="tabletext11"/>
              <w:rPr>
                <w:b/>
                <w:kern w:val="18"/>
              </w:rPr>
            </w:pPr>
            <w:r w:rsidRPr="00E822DB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E822DB" w14:paraId="48506527" w14:textId="77777777" w:rsidTr="001839E4">
        <w:trPr>
          <w:cantSplit/>
        </w:trPr>
        <w:tc>
          <w:tcPr>
            <w:tcW w:w="540" w:type="dxa"/>
            <w:gridSpan w:val="2"/>
          </w:tcPr>
          <w:p w14:paraId="05CA1450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7A064C" w14:textId="77777777" w:rsidR="00E30467" w:rsidRPr="00E822DB" w:rsidRDefault="00E30467" w:rsidP="001839E4">
            <w:pPr>
              <w:pStyle w:val="tabletext11"/>
              <w:rPr>
                <w:b/>
                <w:kern w:val="18"/>
              </w:rPr>
            </w:pPr>
            <w:r w:rsidRPr="00E822D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E822DB" w14:paraId="5853EE67" w14:textId="77777777" w:rsidTr="001839E4">
        <w:trPr>
          <w:cantSplit/>
        </w:trPr>
        <w:tc>
          <w:tcPr>
            <w:tcW w:w="4860" w:type="dxa"/>
            <w:gridSpan w:val="3"/>
          </w:tcPr>
          <w:p w14:paraId="4F457750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FF125A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26FDBD0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4850A197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160</w:t>
            </w:r>
          </w:p>
        </w:tc>
      </w:tr>
      <w:tr w:rsidR="00E30467" w:rsidRPr="00E822DB" w14:paraId="0B532731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EDC960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E822DB" w14:paraId="01ABAA8C" w14:textId="77777777" w:rsidTr="001839E4">
        <w:trPr>
          <w:cantSplit/>
        </w:trPr>
        <w:tc>
          <w:tcPr>
            <w:tcW w:w="4860" w:type="dxa"/>
            <w:gridSpan w:val="3"/>
          </w:tcPr>
          <w:p w14:paraId="101348F0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E1D343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729465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B3C579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822DB" w14:paraId="6841DC27" w14:textId="77777777" w:rsidTr="001839E4">
        <w:trPr>
          <w:cantSplit/>
        </w:trPr>
        <w:tc>
          <w:tcPr>
            <w:tcW w:w="4860" w:type="dxa"/>
            <w:gridSpan w:val="3"/>
          </w:tcPr>
          <w:p w14:paraId="31BA6C71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DEEBA4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E02D317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6D68CB08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192</w:t>
            </w:r>
          </w:p>
        </w:tc>
      </w:tr>
      <w:tr w:rsidR="00E30467" w:rsidRPr="00E822DB" w14:paraId="59ACDEA2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A7B3E3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28965CD9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E5DE84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E822DB" w14:paraId="5848438B" w14:textId="77777777" w:rsidTr="001839E4">
        <w:trPr>
          <w:cantSplit/>
        </w:trPr>
        <w:tc>
          <w:tcPr>
            <w:tcW w:w="540" w:type="dxa"/>
            <w:gridSpan w:val="2"/>
          </w:tcPr>
          <w:p w14:paraId="2B74C414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93058A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E822DB" w14:paraId="09AC7049" w14:textId="77777777" w:rsidTr="001839E4">
        <w:trPr>
          <w:cantSplit/>
        </w:trPr>
        <w:tc>
          <w:tcPr>
            <w:tcW w:w="4860" w:type="dxa"/>
            <w:gridSpan w:val="3"/>
          </w:tcPr>
          <w:p w14:paraId="6753FF1D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6EF0A7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712E678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5B208573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203</w:t>
            </w:r>
          </w:p>
        </w:tc>
      </w:tr>
      <w:tr w:rsidR="00E30467" w:rsidRPr="00E822DB" w14:paraId="5C6516D7" w14:textId="77777777" w:rsidTr="001839E4">
        <w:trPr>
          <w:cantSplit/>
        </w:trPr>
        <w:tc>
          <w:tcPr>
            <w:tcW w:w="540" w:type="dxa"/>
            <w:gridSpan w:val="2"/>
          </w:tcPr>
          <w:p w14:paraId="375C5C63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120D2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E822DB" w14:paraId="166B4115" w14:textId="77777777" w:rsidTr="001839E4">
        <w:trPr>
          <w:cantSplit/>
        </w:trPr>
        <w:tc>
          <w:tcPr>
            <w:tcW w:w="4860" w:type="dxa"/>
            <w:gridSpan w:val="3"/>
          </w:tcPr>
          <w:p w14:paraId="2D2A2E5E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419414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CDAAB7D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BF1CDA6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104</w:t>
            </w:r>
          </w:p>
        </w:tc>
      </w:tr>
      <w:tr w:rsidR="00E30467" w:rsidRPr="00E822DB" w14:paraId="4F2B6909" w14:textId="77777777" w:rsidTr="001839E4">
        <w:trPr>
          <w:cantSplit/>
        </w:trPr>
        <w:tc>
          <w:tcPr>
            <w:tcW w:w="540" w:type="dxa"/>
            <w:gridSpan w:val="2"/>
          </w:tcPr>
          <w:p w14:paraId="2BAC8C0F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85F597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E822DB" w14:paraId="70F91D3D" w14:textId="77777777" w:rsidTr="001839E4">
        <w:trPr>
          <w:cantSplit/>
        </w:trPr>
        <w:tc>
          <w:tcPr>
            <w:tcW w:w="4860" w:type="dxa"/>
            <w:gridSpan w:val="3"/>
          </w:tcPr>
          <w:p w14:paraId="4F696D8A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9C16DC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125B396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E676E23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104</w:t>
            </w:r>
          </w:p>
        </w:tc>
      </w:tr>
      <w:tr w:rsidR="00E30467" w:rsidRPr="00E822DB" w14:paraId="4BE69BDB" w14:textId="77777777" w:rsidTr="001839E4">
        <w:trPr>
          <w:cantSplit/>
        </w:trPr>
        <w:tc>
          <w:tcPr>
            <w:tcW w:w="540" w:type="dxa"/>
            <w:gridSpan w:val="2"/>
          </w:tcPr>
          <w:p w14:paraId="1FE395EA" w14:textId="77777777" w:rsidR="00E30467" w:rsidRPr="00E822DB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FAE315" w14:textId="77777777" w:rsidR="00E30467" w:rsidRPr="00E822DB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822DB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E822DB" w14:paraId="0ADDDB27" w14:textId="77777777" w:rsidTr="001839E4">
        <w:trPr>
          <w:cantSplit/>
        </w:trPr>
        <w:tc>
          <w:tcPr>
            <w:tcW w:w="4860" w:type="dxa"/>
            <w:gridSpan w:val="3"/>
          </w:tcPr>
          <w:p w14:paraId="68F60AE1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0C5046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D7074E7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0E41BC34" w14:textId="77777777" w:rsidR="00E30467" w:rsidRPr="00E822DB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822DB">
              <w:rPr>
                <w:kern w:val="18"/>
              </w:rPr>
              <w:t>$   203</w:t>
            </w:r>
          </w:p>
        </w:tc>
      </w:tr>
      <w:tr w:rsidR="00E30467" w:rsidRPr="00E822DB" w14:paraId="6C1E7E2F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2D2CD9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5351AA0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DBCCEE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24393F8A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7EF52AD4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82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79081F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  <w:r w:rsidRPr="00E822DB">
              <w:rPr>
                <w:kern w:val="18"/>
              </w:rPr>
              <w:t xml:space="preserve">For physical damage fleet factors, refer to Rules </w:t>
            </w:r>
            <w:r w:rsidRPr="00E822DB">
              <w:rPr>
                <w:rStyle w:val="rulelink"/>
              </w:rPr>
              <w:t>22.</w:t>
            </w:r>
            <w:r w:rsidRPr="00E822DB">
              <w:rPr>
                <w:kern w:val="18"/>
              </w:rPr>
              <w:t xml:space="preserve"> and </w:t>
            </w:r>
            <w:r w:rsidRPr="00E822DB">
              <w:rPr>
                <w:rStyle w:val="rulelink"/>
              </w:rPr>
              <w:t>39.</w:t>
            </w:r>
          </w:p>
        </w:tc>
      </w:tr>
      <w:tr w:rsidR="00E30467" w:rsidRPr="00E822DB" w14:paraId="48E1240C" w14:textId="77777777" w:rsidTr="001839E4">
        <w:trPr>
          <w:cantSplit/>
        </w:trPr>
        <w:tc>
          <w:tcPr>
            <w:tcW w:w="220" w:type="dxa"/>
          </w:tcPr>
          <w:p w14:paraId="43476667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82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304C05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  <w:r w:rsidRPr="00E822DB">
              <w:rPr>
                <w:kern w:val="18"/>
              </w:rPr>
              <w:t xml:space="preserve">For additional coverages, refer to the Additional Coverages Table in Rules </w:t>
            </w:r>
            <w:r w:rsidRPr="00E822DB">
              <w:rPr>
                <w:rStyle w:val="rulelink"/>
              </w:rPr>
              <w:t>23.</w:t>
            </w:r>
            <w:r w:rsidRPr="00E822DB">
              <w:rPr>
                <w:kern w:val="18"/>
              </w:rPr>
              <w:t xml:space="preserve"> and </w:t>
            </w:r>
            <w:r w:rsidRPr="00E822DB">
              <w:rPr>
                <w:rStyle w:val="rulelink"/>
              </w:rPr>
              <w:t>40.</w:t>
            </w:r>
          </w:p>
        </w:tc>
      </w:tr>
      <w:tr w:rsidR="00E30467" w:rsidRPr="00E822DB" w14:paraId="46E8E83C" w14:textId="77777777" w:rsidTr="001839E4">
        <w:trPr>
          <w:cantSplit/>
        </w:trPr>
        <w:tc>
          <w:tcPr>
            <w:tcW w:w="220" w:type="dxa"/>
          </w:tcPr>
          <w:p w14:paraId="0030BE19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82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F98179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  <w:r w:rsidRPr="00E822DB">
              <w:rPr>
                <w:kern w:val="18"/>
              </w:rPr>
              <w:t xml:space="preserve">For Deductible factors, refer to Rule </w:t>
            </w:r>
            <w:r w:rsidRPr="00E822DB">
              <w:rPr>
                <w:rStyle w:val="rulelink"/>
              </w:rPr>
              <w:t>98.</w:t>
            </w:r>
          </w:p>
        </w:tc>
      </w:tr>
      <w:tr w:rsidR="00E30467" w:rsidRPr="00E822DB" w14:paraId="3E74CC70" w14:textId="77777777" w:rsidTr="001839E4">
        <w:trPr>
          <w:cantSplit/>
        </w:trPr>
        <w:tc>
          <w:tcPr>
            <w:tcW w:w="220" w:type="dxa"/>
          </w:tcPr>
          <w:p w14:paraId="70220F86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82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BA7DB1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  <w:r w:rsidRPr="00E822DB">
              <w:rPr>
                <w:kern w:val="18"/>
              </w:rPr>
              <w:t xml:space="preserve">For Original Cost New and Age Group factors, refer to Rule </w:t>
            </w:r>
            <w:r w:rsidRPr="00E822DB">
              <w:rPr>
                <w:rStyle w:val="rulelink"/>
              </w:rPr>
              <w:t>101.</w:t>
            </w:r>
          </w:p>
        </w:tc>
      </w:tr>
      <w:tr w:rsidR="00E30467" w:rsidRPr="00E822DB" w14:paraId="55631239" w14:textId="77777777" w:rsidTr="001839E4">
        <w:trPr>
          <w:cantSplit/>
        </w:trPr>
        <w:tc>
          <w:tcPr>
            <w:tcW w:w="220" w:type="dxa"/>
          </w:tcPr>
          <w:p w14:paraId="21D3B610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822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FC4154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  <w:r w:rsidRPr="00E822DB">
              <w:rPr>
                <w:kern w:val="18"/>
              </w:rPr>
              <w:t xml:space="preserve">For Stated Amount factors, refer to Rule </w:t>
            </w:r>
            <w:r w:rsidRPr="00E822DB">
              <w:rPr>
                <w:rStyle w:val="rulelink"/>
              </w:rPr>
              <w:t>101.</w:t>
            </w:r>
          </w:p>
        </w:tc>
      </w:tr>
      <w:tr w:rsidR="00E30467" w:rsidRPr="00E822DB" w14:paraId="7FECF38E" w14:textId="77777777" w:rsidTr="001839E4">
        <w:trPr>
          <w:cantSplit/>
        </w:trPr>
        <w:tc>
          <w:tcPr>
            <w:tcW w:w="220" w:type="dxa"/>
          </w:tcPr>
          <w:p w14:paraId="54BF0553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3C1B37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31E5102C" w14:textId="77777777" w:rsidTr="001839E4">
        <w:trPr>
          <w:cantSplit/>
        </w:trPr>
        <w:tc>
          <w:tcPr>
            <w:tcW w:w="220" w:type="dxa"/>
          </w:tcPr>
          <w:p w14:paraId="404881FA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AF232C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2461CD03" w14:textId="77777777" w:rsidTr="001839E4">
        <w:trPr>
          <w:cantSplit/>
        </w:trPr>
        <w:tc>
          <w:tcPr>
            <w:tcW w:w="220" w:type="dxa"/>
          </w:tcPr>
          <w:p w14:paraId="3BAA42DF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44B84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68538208" w14:textId="77777777" w:rsidTr="001839E4">
        <w:trPr>
          <w:cantSplit/>
        </w:trPr>
        <w:tc>
          <w:tcPr>
            <w:tcW w:w="220" w:type="dxa"/>
          </w:tcPr>
          <w:p w14:paraId="5702BF8F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7BB821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6017C34B" w14:textId="77777777" w:rsidTr="001839E4">
        <w:trPr>
          <w:cantSplit/>
        </w:trPr>
        <w:tc>
          <w:tcPr>
            <w:tcW w:w="220" w:type="dxa"/>
          </w:tcPr>
          <w:p w14:paraId="66B06803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9325A4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08AFC24B" w14:textId="77777777" w:rsidTr="001839E4">
        <w:trPr>
          <w:cantSplit/>
        </w:trPr>
        <w:tc>
          <w:tcPr>
            <w:tcW w:w="220" w:type="dxa"/>
          </w:tcPr>
          <w:p w14:paraId="0AABEF5D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0A7178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3AD734E5" w14:textId="77777777" w:rsidTr="001839E4">
        <w:trPr>
          <w:cantSplit/>
        </w:trPr>
        <w:tc>
          <w:tcPr>
            <w:tcW w:w="220" w:type="dxa"/>
          </w:tcPr>
          <w:p w14:paraId="59BD657A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EAE16F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7AAA4DDC" w14:textId="77777777" w:rsidTr="001839E4">
        <w:trPr>
          <w:cantSplit/>
        </w:trPr>
        <w:tc>
          <w:tcPr>
            <w:tcW w:w="220" w:type="dxa"/>
          </w:tcPr>
          <w:p w14:paraId="6D14F94C" w14:textId="77777777" w:rsidR="00E30467" w:rsidRPr="00E822DB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ACDD15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0C82B45D" w14:textId="77777777" w:rsidTr="001839E4">
        <w:trPr>
          <w:cantSplit/>
        </w:trPr>
        <w:tc>
          <w:tcPr>
            <w:tcW w:w="220" w:type="dxa"/>
          </w:tcPr>
          <w:p w14:paraId="7279EBF4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5DD35F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7611A606" w14:textId="77777777" w:rsidTr="001839E4">
        <w:trPr>
          <w:cantSplit/>
        </w:trPr>
        <w:tc>
          <w:tcPr>
            <w:tcW w:w="220" w:type="dxa"/>
          </w:tcPr>
          <w:p w14:paraId="0D4E06E4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6B07AA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047B7360" w14:textId="77777777" w:rsidTr="001839E4">
        <w:trPr>
          <w:cantSplit/>
        </w:trPr>
        <w:tc>
          <w:tcPr>
            <w:tcW w:w="220" w:type="dxa"/>
          </w:tcPr>
          <w:p w14:paraId="1E1B26E6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AFFCA1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525937F1" w14:textId="77777777" w:rsidTr="001839E4">
        <w:trPr>
          <w:cantSplit/>
        </w:trPr>
        <w:tc>
          <w:tcPr>
            <w:tcW w:w="220" w:type="dxa"/>
          </w:tcPr>
          <w:p w14:paraId="0F05D6E9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12627D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7D6FE942" w14:textId="77777777" w:rsidTr="001839E4">
        <w:trPr>
          <w:cantSplit/>
        </w:trPr>
        <w:tc>
          <w:tcPr>
            <w:tcW w:w="220" w:type="dxa"/>
          </w:tcPr>
          <w:p w14:paraId="43C3ECFF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67C150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46F9FA52" w14:textId="77777777" w:rsidTr="001839E4">
        <w:trPr>
          <w:cantSplit/>
        </w:trPr>
        <w:tc>
          <w:tcPr>
            <w:tcW w:w="220" w:type="dxa"/>
          </w:tcPr>
          <w:p w14:paraId="495488F4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6DBC5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676DF3DF" w14:textId="77777777" w:rsidTr="001839E4">
        <w:trPr>
          <w:cantSplit/>
        </w:trPr>
        <w:tc>
          <w:tcPr>
            <w:tcW w:w="220" w:type="dxa"/>
          </w:tcPr>
          <w:p w14:paraId="7F04E8E3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674924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822DB" w14:paraId="482192DA" w14:textId="77777777" w:rsidTr="001839E4">
        <w:trPr>
          <w:cantSplit/>
        </w:trPr>
        <w:tc>
          <w:tcPr>
            <w:tcW w:w="220" w:type="dxa"/>
          </w:tcPr>
          <w:p w14:paraId="00318D5B" w14:textId="77777777" w:rsidR="00E30467" w:rsidRPr="00E822DB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087949" w14:textId="77777777" w:rsidR="00E30467" w:rsidRPr="00E822DB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4B0B994A" w14:textId="77777777" w:rsidR="00E30467" w:rsidRPr="00E822DB" w:rsidRDefault="00E30467" w:rsidP="00E30467">
      <w:pPr>
        <w:pStyle w:val="isonormal"/>
      </w:pPr>
      <w:r w:rsidRPr="00E822DB">
        <w:br w:type="textWrapping" w:clear="all"/>
      </w:r>
    </w:p>
    <w:p w14:paraId="15AD1A33" w14:textId="77777777" w:rsidR="00E30467" w:rsidRDefault="00E30467" w:rsidP="00E30467">
      <w:pPr>
        <w:pStyle w:val="isonormal"/>
        <w:sectPr w:rsidR="00E30467" w:rsidSect="00E30467">
          <w:headerReference w:type="default" r:id="rId59"/>
          <w:footerReference w:type="default" r:id="rId6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E05329" w14:paraId="2DFE15A4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D2CC8D" w14:textId="77777777" w:rsidR="00E30467" w:rsidRPr="00E05329" w:rsidRDefault="00E30467" w:rsidP="001839E4">
            <w:pPr>
              <w:pStyle w:val="tablehead"/>
              <w:rPr>
                <w:kern w:val="18"/>
              </w:rPr>
            </w:pPr>
            <w:r w:rsidRPr="00E05329">
              <w:rPr>
                <w:kern w:val="18"/>
              </w:rPr>
              <w:lastRenderedPageBreak/>
              <w:t>PHYSICAL DAMAGE</w:t>
            </w:r>
            <w:r w:rsidRPr="00E05329">
              <w:rPr>
                <w:kern w:val="18"/>
              </w:rPr>
              <w:br/>
              <w:t>Original Cost New Range</w:t>
            </w:r>
            <w:r w:rsidRPr="00E05329">
              <w:rPr>
                <w:kern w:val="18"/>
              </w:rPr>
              <w:br/>
              <w:t>$15,001 – 20,000</w:t>
            </w:r>
          </w:p>
        </w:tc>
      </w:tr>
      <w:tr w:rsidR="00E30467" w:rsidRPr="00E05329" w14:paraId="67D01798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790F4F2" w14:textId="77777777" w:rsidR="00E30467" w:rsidRPr="00E05329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119C83" w14:textId="77777777" w:rsidR="00E30467" w:rsidRPr="00E05329" w:rsidRDefault="00E30467" w:rsidP="001839E4">
            <w:pPr>
              <w:pStyle w:val="tablehead"/>
              <w:rPr>
                <w:kern w:val="18"/>
              </w:rPr>
            </w:pPr>
            <w:r w:rsidRPr="00E05329">
              <w:rPr>
                <w:kern w:val="18"/>
              </w:rPr>
              <w:t>Specified</w:t>
            </w:r>
            <w:r w:rsidRPr="00E05329">
              <w:rPr>
                <w:kern w:val="18"/>
              </w:rPr>
              <w:br/>
              <w:t>Causes</w:t>
            </w:r>
            <w:r w:rsidRPr="00E0532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AE3B0F" w14:textId="77777777" w:rsidR="00E30467" w:rsidRPr="00E05329" w:rsidRDefault="00E30467" w:rsidP="001839E4">
            <w:pPr>
              <w:pStyle w:val="tablehead"/>
              <w:rPr>
                <w:kern w:val="18"/>
              </w:rPr>
            </w:pPr>
            <w:r w:rsidRPr="00E05329">
              <w:rPr>
                <w:kern w:val="18"/>
              </w:rPr>
              <w:br/>
            </w:r>
            <w:r w:rsidRPr="00E0532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1C96C0" w14:textId="77777777" w:rsidR="00E30467" w:rsidRPr="00E05329" w:rsidRDefault="00E30467" w:rsidP="001839E4">
            <w:pPr>
              <w:pStyle w:val="tablehead"/>
              <w:rPr>
                <w:kern w:val="18"/>
              </w:rPr>
            </w:pPr>
            <w:r w:rsidRPr="00E05329">
              <w:rPr>
                <w:kern w:val="18"/>
              </w:rPr>
              <w:t>$500</w:t>
            </w:r>
            <w:r w:rsidRPr="00E05329">
              <w:rPr>
                <w:kern w:val="18"/>
              </w:rPr>
              <w:br/>
              <w:t>Ded.</w:t>
            </w:r>
            <w:r w:rsidRPr="00E05329">
              <w:rPr>
                <w:kern w:val="18"/>
              </w:rPr>
              <w:br/>
              <w:t>Coll.</w:t>
            </w:r>
          </w:p>
        </w:tc>
      </w:tr>
      <w:tr w:rsidR="00E30467" w:rsidRPr="00E05329" w14:paraId="0EBC2C2F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2605E0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E05329" w14:paraId="226F5549" w14:textId="77777777" w:rsidTr="001839E4">
        <w:trPr>
          <w:cantSplit/>
        </w:trPr>
        <w:tc>
          <w:tcPr>
            <w:tcW w:w="540" w:type="dxa"/>
            <w:gridSpan w:val="2"/>
          </w:tcPr>
          <w:p w14:paraId="63F7B754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40EA75" w14:textId="77777777" w:rsidR="00E30467" w:rsidRPr="00E05329" w:rsidRDefault="00E30467" w:rsidP="001839E4">
            <w:pPr>
              <w:pStyle w:val="tabletext11"/>
              <w:rPr>
                <w:b/>
                <w:kern w:val="18"/>
              </w:rPr>
            </w:pPr>
            <w:r w:rsidRPr="00E05329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E05329" w14:paraId="465BF890" w14:textId="77777777" w:rsidTr="001839E4">
        <w:trPr>
          <w:cantSplit/>
        </w:trPr>
        <w:tc>
          <w:tcPr>
            <w:tcW w:w="540" w:type="dxa"/>
            <w:gridSpan w:val="2"/>
          </w:tcPr>
          <w:p w14:paraId="24278FA3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BE29F2" w14:textId="77777777" w:rsidR="00E30467" w:rsidRPr="00E05329" w:rsidRDefault="00E30467" w:rsidP="001839E4">
            <w:pPr>
              <w:pStyle w:val="tabletext11"/>
              <w:rPr>
                <w:b/>
                <w:kern w:val="18"/>
              </w:rPr>
            </w:pPr>
            <w:r w:rsidRPr="00E0532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E05329" w14:paraId="7C6AB267" w14:textId="77777777" w:rsidTr="001839E4">
        <w:trPr>
          <w:cantSplit/>
        </w:trPr>
        <w:tc>
          <w:tcPr>
            <w:tcW w:w="4860" w:type="dxa"/>
            <w:gridSpan w:val="3"/>
          </w:tcPr>
          <w:p w14:paraId="515B895F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B1F247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28A875CC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61BBCB14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178</w:t>
            </w:r>
          </w:p>
        </w:tc>
      </w:tr>
      <w:tr w:rsidR="00E30467" w:rsidRPr="00E05329" w14:paraId="6D8218C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4B0817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E05329" w14:paraId="0703578A" w14:textId="77777777" w:rsidTr="001839E4">
        <w:trPr>
          <w:cantSplit/>
        </w:trPr>
        <w:tc>
          <w:tcPr>
            <w:tcW w:w="4860" w:type="dxa"/>
            <w:gridSpan w:val="3"/>
          </w:tcPr>
          <w:p w14:paraId="32FD232C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3B0E26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9AA65D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ED2077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E05329" w14:paraId="0EDCE91A" w14:textId="77777777" w:rsidTr="001839E4">
        <w:trPr>
          <w:cantSplit/>
        </w:trPr>
        <w:tc>
          <w:tcPr>
            <w:tcW w:w="4860" w:type="dxa"/>
            <w:gridSpan w:val="3"/>
          </w:tcPr>
          <w:p w14:paraId="26420899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50A9A7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07893DDE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37172B17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243</w:t>
            </w:r>
          </w:p>
        </w:tc>
      </w:tr>
      <w:tr w:rsidR="00E30467" w:rsidRPr="00E05329" w14:paraId="7F878C31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E73275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1AF9E230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1A1DE7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E05329" w14:paraId="23ECFCBD" w14:textId="77777777" w:rsidTr="001839E4">
        <w:trPr>
          <w:cantSplit/>
        </w:trPr>
        <w:tc>
          <w:tcPr>
            <w:tcW w:w="540" w:type="dxa"/>
            <w:gridSpan w:val="2"/>
          </w:tcPr>
          <w:p w14:paraId="7F6718E9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339BCE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E05329" w14:paraId="0BB2F3D4" w14:textId="77777777" w:rsidTr="001839E4">
        <w:trPr>
          <w:cantSplit/>
        </w:trPr>
        <w:tc>
          <w:tcPr>
            <w:tcW w:w="4860" w:type="dxa"/>
            <w:gridSpan w:val="3"/>
          </w:tcPr>
          <w:p w14:paraId="55A89C66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84E8AB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45DECC60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0F535A11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226</w:t>
            </w:r>
          </w:p>
        </w:tc>
      </w:tr>
      <w:tr w:rsidR="00E30467" w:rsidRPr="00E05329" w14:paraId="3DC081E4" w14:textId="77777777" w:rsidTr="001839E4">
        <w:trPr>
          <w:cantSplit/>
        </w:trPr>
        <w:tc>
          <w:tcPr>
            <w:tcW w:w="540" w:type="dxa"/>
            <w:gridSpan w:val="2"/>
          </w:tcPr>
          <w:p w14:paraId="6B40C196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F92D3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E05329" w14:paraId="54DB3467" w14:textId="77777777" w:rsidTr="001839E4">
        <w:trPr>
          <w:cantSplit/>
        </w:trPr>
        <w:tc>
          <w:tcPr>
            <w:tcW w:w="4860" w:type="dxa"/>
            <w:gridSpan w:val="3"/>
          </w:tcPr>
          <w:p w14:paraId="1D43EE7B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20B8AD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4C59B670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28B8CE9D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116</w:t>
            </w:r>
          </w:p>
        </w:tc>
      </w:tr>
      <w:tr w:rsidR="00E30467" w:rsidRPr="00E05329" w14:paraId="0F1DF74A" w14:textId="77777777" w:rsidTr="001839E4">
        <w:trPr>
          <w:cantSplit/>
        </w:trPr>
        <w:tc>
          <w:tcPr>
            <w:tcW w:w="540" w:type="dxa"/>
            <w:gridSpan w:val="2"/>
          </w:tcPr>
          <w:p w14:paraId="78762550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825C5B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E05329" w14:paraId="521BA7F8" w14:textId="77777777" w:rsidTr="001839E4">
        <w:trPr>
          <w:cantSplit/>
        </w:trPr>
        <w:tc>
          <w:tcPr>
            <w:tcW w:w="4860" w:type="dxa"/>
            <w:gridSpan w:val="3"/>
          </w:tcPr>
          <w:p w14:paraId="0BA47866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ABA278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36849F06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8D58352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116</w:t>
            </w:r>
          </w:p>
        </w:tc>
      </w:tr>
      <w:tr w:rsidR="00E30467" w:rsidRPr="00E05329" w14:paraId="43FEA642" w14:textId="77777777" w:rsidTr="001839E4">
        <w:trPr>
          <w:cantSplit/>
        </w:trPr>
        <w:tc>
          <w:tcPr>
            <w:tcW w:w="540" w:type="dxa"/>
            <w:gridSpan w:val="2"/>
          </w:tcPr>
          <w:p w14:paraId="0A07C45E" w14:textId="77777777" w:rsidR="00E30467" w:rsidRPr="00E05329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04F382" w14:textId="77777777" w:rsidR="00E30467" w:rsidRPr="00E05329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E05329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E05329" w14:paraId="25907805" w14:textId="77777777" w:rsidTr="001839E4">
        <w:trPr>
          <w:cantSplit/>
        </w:trPr>
        <w:tc>
          <w:tcPr>
            <w:tcW w:w="4860" w:type="dxa"/>
            <w:gridSpan w:val="3"/>
          </w:tcPr>
          <w:p w14:paraId="1B3CF843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0CE45B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42A12B82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3C0EF9C3" w14:textId="77777777" w:rsidR="00E30467" w:rsidRPr="00E05329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E05329">
              <w:rPr>
                <w:kern w:val="18"/>
              </w:rPr>
              <w:t>$   226</w:t>
            </w:r>
          </w:p>
        </w:tc>
      </w:tr>
      <w:tr w:rsidR="00E30467" w:rsidRPr="00E05329" w14:paraId="21D01758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592AEA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255A41A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1C579F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75DDD3BF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1294B9A6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053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A2C7F4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  <w:r w:rsidRPr="00E05329">
              <w:rPr>
                <w:kern w:val="18"/>
              </w:rPr>
              <w:t xml:space="preserve">For physical damage fleet factors, refer to Rules </w:t>
            </w:r>
            <w:r w:rsidRPr="00E05329">
              <w:rPr>
                <w:rStyle w:val="rulelink"/>
              </w:rPr>
              <w:t>22.</w:t>
            </w:r>
            <w:r w:rsidRPr="00E05329">
              <w:rPr>
                <w:kern w:val="18"/>
              </w:rPr>
              <w:t xml:space="preserve"> and </w:t>
            </w:r>
            <w:r w:rsidRPr="00E05329">
              <w:rPr>
                <w:rStyle w:val="rulelink"/>
              </w:rPr>
              <w:t>39.</w:t>
            </w:r>
          </w:p>
        </w:tc>
      </w:tr>
      <w:tr w:rsidR="00E30467" w:rsidRPr="00E05329" w14:paraId="5462BAAE" w14:textId="77777777" w:rsidTr="001839E4">
        <w:trPr>
          <w:cantSplit/>
        </w:trPr>
        <w:tc>
          <w:tcPr>
            <w:tcW w:w="220" w:type="dxa"/>
          </w:tcPr>
          <w:p w14:paraId="5A114D2E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053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CAD538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  <w:r w:rsidRPr="00E05329">
              <w:rPr>
                <w:kern w:val="18"/>
              </w:rPr>
              <w:t xml:space="preserve">For additional coverages, refer to the Additional Coverages Table in Rules </w:t>
            </w:r>
            <w:r w:rsidRPr="00E05329">
              <w:rPr>
                <w:rStyle w:val="rulelink"/>
              </w:rPr>
              <w:t>23.</w:t>
            </w:r>
            <w:r w:rsidRPr="00E05329">
              <w:rPr>
                <w:kern w:val="18"/>
              </w:rPr>
              <w:t xml:space="preserve"> and </w:t>
            </w:r>
            <w:r w:rsidRPr="00E05329">
              <w:rPr>
                <w:rStyle w:val="rulelink"/>
              </w:rPr>
              <w:t>40.</w:t>
            </w:r>
          </w:p>
        </w:tc>
      </w:tr>
      <w:tr w:rsidR="00E30467" w:rsidRPr="00E05329" w14:paraId="2A9B09EF" w14:textId="77777777" w:rsidTr="001839E4">
        <w:trPr>
          <w:cantSplit/>
        </w:trPr>
        <w:tc>
          <w:tcPr>
            <w:tcW w:w="220" w:type="dxa"/>
          </w:tcPr>
          <w:p w14:paraId="6AA09048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053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CC09A7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  <w:r w:rsidRPr="00E05329">
              <w:rPr>
                <w:kern w:val="18"/>
              </w:rPr>
              <w:t xml:space="preserve">For Deductible factors, refer to Rule </w:t>
            </w:r>
            <w:r w:rsidRPr="00E05329">
              <w:rPr>
                <w:rStyle w:val="rulelink"/>
              </w:rPr>
              <w:t>98.</w:t>
            </w:r>
          </w:p>
        </w:tc>
      </w:tr>
      <w:tr w:rsidR="00E30467" w:rsidRPr="00E05329" w14:paraId="24F53C86" w14:textId="77777777" w:rsidTr="001839E4">
        <w:trPr>
          <w:cantSplit/>
        </w:trPr>
        <w:tc>
          <w:tcPr>
            <w:tcW w:w="220" w:type="dxa"/>
          </w:tcPr>
          <w:p w14:paraId="18D8ED7E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053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1BC22E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  <w:r w:rsidRPr="00E05329">
              <w:rPr>
                <w:kern w:val="18"/>
              </w:rPr>
              <w:t xml:space="preserve">For Original Cost New and Age Group factors, refer to Rule </w:t>
            </w:r>
            <w:r w:rsidRPr="00E05329">
              <w:rPr>
                <w:rStyle w:val="rulelink"/>
              </w:rPr>
              <w:t>101.</w:t>
            </w:r>
          </w:p>
        </w:tc>
      </w:tr>
      <w:tr w:rsidR="00E30467" w:rsidRPr="00E05329" w14:paraId="0A291941" w14:textId="77777777" w:rsidTr="001839E4">
        <w:trPr>
          <w:cantSplit/>
        </w:trPr>
        <w:tc>
          <w:tcPr>
            <w:tcW w:w="220" w:type="dxa"/>
          </w:tcPr>
          <w:p w14:paraId="6F1FA40A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E0532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E4F8CA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  <w:r w:rsidRPr="00E05329">
              <w:rPr>
                <w:kern w:val="18"/>
              </w:rPr>
              <w:t xml:space="preserve">For Stated Amount factors, refer to Rule </w:t>
            </w:r>
            <w:r w:rsidRPr="00E05329">
              <w:rPr>
                <w:rStyle w:val="rulelink"/>
              </w:rPr>
              <w:t>101.</w:t>
            </w:r>
          </w:p>
        </w:tc>
      </w:tr>
      <w:tr w:rsidR="00E30467" w:rsidRPr="00E05329" w14:paraId="44DD869B" w14:textId="77777777" w:rsidTr="001839E4">
        <w:trPr>
          <w:cantSplit/>
        </w:trPr>
        <w:tc>
          <w:tcPr>
            <w:tcW w:w="220" w:type="dxa"/>
          </w:tcPr>
          <w:p w14:paraId="65BA8B1B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7895D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72E87F07" w14:textId="77777777" w:rsidTr="001839E4">
        <w:trPr>
          <w:cantSplit/>
        </w:trPr>
        <w:tc>
          <w:tcPr>
            <w:tcW w:w="220" w:type="dxa"/>
          </w:tcPr>
          <w:p w14:paraId="0181CFA4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076632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5570A244" w14:textId="77777777" w:rsidTr="001839E4">
        <w:trPr>
          <w:cantSplit/>
        </w:trPr>
        <w:tc>
          <w:tcPr>
            <w:tcW w:w="220" w:type="dxa"/>
          </w:tcPr>
          <w:p w14:paraId="5C5E2674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F6142C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7388DBCC" w14:textId="77777777" w:rsidTr="001839E4">
        <w:trPr>
          <w:cantSplit/>
        </w:trPr>
        <w:tc>
          <w:tcPr>
            <w:tcW w:w="220" w:type="dxa"/>
          </w:tcPr>
          <w:p w14:paraId="5D0DF314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32113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24509B4D" w14:textId="77777777" w:rsidTr="001839E4">
        <w:trPr>
          <w:cantSplit/>
        </w:trPr>
        <w:tc>
          <w:tcPr>
            <w:tcW w:w="220" w:type="dxa"/>
          </w:tcPr>
          <w:p w14:paraId="646511BA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65E6B6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3B5D06E6" w14:textId="77777777" w:rsidTr="001839E4">
        <w:trPr>
          <w:cantSplit/>
        </w:trPr>
        <w:tc>
          <w:tcPr>
            <w:tcW w:w="220" w:type="dxa"/>
          </w:tcPr>
          <w:p w14:paraId="4362A1E1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E90476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2A252ECA" w14:textId="77777777" w:rsidTr="001839E4">
        <w:trPr>
          <w:cantSplit/>
        </w:trPr>
        <w:tc>
          <w:tcPr>
            <w:tcW w:w="220" w:type="dxa"/>
          </w:tcPr>
          <w:p w14:paraId="7ADE6BD6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DBD91E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71962B34" w14:textId="77777777" w:rsidTr="001839E4">
        <w:trPr>
          <w:cantSplit/>
        </w:trPr>
        <w:tc>
          <w:tcPr>
            <w:tcW w:w="220" w:type="dxa"/>
          </w:tcPr>
          <w:p w14:paraId="6F80BB85" w14:textId="77777777" w:rsidR="00E30467" w:rsidRPr="00E05329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A6C9BD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1C43A1D0" w14:textId="77777777" w:rsidTr="001839E4">
        <w:trPr>
          <w:cantSplit/>
        </w:trPr>
        <w:tc>
          <w:tcPr>
            <w:tcW w:w="220" w:type="dxa"/>
          </w:tcPr>
          <w:p w14:paraId="29045809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B22BB6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2DA87F83" w14:textId="77777777" w:rsidTr="001839E4">
        <w:trPr>
          <w:cantSplit/>
        </w:trPr>
        <w:tc>
          <w:tcPr>
            <w:tcW w:w="220" w:type="dxa"/>
          </w:tcPr>
          <w:p w14:paraId="69A360FB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CC74C5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6458C216" w14:textId="77777777" w:rsidTr="001839E4">
        <w:trPr>
          <w:cantSplit/>
        </w:trPr>
        <w:tc>
          <w:tcPr>
            <w:tcW w:w="220" w:type="dxa"/>
          </w:tcPr>
          <w:p w14:paraId="3430852E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71FF37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30DD555F" w14:textId="77777777" w:rsidTr="001839E4">
        <w:trPr>
          <w:cantSplit/>
        </w:trPr>
        <w:tc>
          <w:tcPr>
            <w:tcW w:w="220" w:type="dxa"/>
          </w:tcPr>
          <w:p w14:paraId="3C1AAF6B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86526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1A3EB5BD" w14:textId="77777777" w:rsidTr="001839E4">
        <w:trPr>
          <w:cantSplit/>
        </w:trPr>
        <w:tc>
          <w:tcPr>
            <w:tcW w:w="220" w:type="dxa"/>
          </w:tcPr>
          <w:p w14:paraId="3620ECF0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2E7B58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592CB754" w14:textId="77777777" w:rsidTr="001839E4">
        <w:trPr>
          <w:cantSplit/>
        </w:trPr>
        <w:tc>
          <w:tcPr>
            <w:tcW w:w="220" w:type="dxa"/>
          </w:tcPr>
          <w:p w14:paraId="72CED42C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AE84E3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73537E20" w14:textId="77777777" w:rsidTr="001839E4">
        <w:trPr>
          <w:cantSplit/>
        </w:trPr>
        <w:tc>
          <w:tcPr>
            <w:tcW w:w="220" w:type="dxa"/>
          </w:tcPr>
          <w:p w14:paraId="2381FA91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76597A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E05329" w14:paraId="216D9A22" w14:textId="77777777" w:rsidTr="001839E4">
        <w:trPr>
          <w:cantSplit/>
        </w:trPr>
        <w:tc>
          <w:tcPr>
            <w:tcW w:w="220" w:type="dxa"/>
          </w:tcPr>
          <w:p w14:paraId="651A858A" w14:textId="77777777" w:rsidR="00E30467" w:rsidRPr="00E05329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81D8F9" w14:textId="77777777" w:rsidR="00E30467" w:rsidRPr="00E05329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04BEBD62" w14:textId="77777777" w:rsidR="00E30467" w:rsidRPr="00E05329" w:rsidRDefault="00E30467" w:rsidP="00E30467">
      <w:pPr>
        <w:pStyle w:val="isonormal"/>
      </w:pPr>
      <w:r w:rsidRPr="00E05329">
        <w:br w:type="textWrapping" w:clear="all"/>
      </w:r>
    </w:p>
    <w:p w14:paraId="3C3597BE" w14:textId="77777777" w:rsidR="00E30467" w:rsidRDefault="00E30467" w:rsidP="00E30467">
      <w:pPr>
        <w:pStyle w:val="isonormal"/>
        <w:sectPr w:rsidR="00E30467" w:rsidSect="00E30467">
          <w:headerReference w:type="default" r:id="rId61"/>
          <w:footerReference w:type="default" r:id="rId6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3E0AF7" w14:paraId="1BE55DB5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0B3461" w14:textId="77777777" w:rsidR="00E30467" w:rsidRPr="003E0AF7" w:rsidRDefault="00E30467" w:rsidP="001839E4">
            <w:pPr>
              <w:pStyle w:val="tablehead"/>
              <w:rPr>
                <w:kern w:val="18"/>
              </w:rPr>
            </w:pPr>
            <w:r w:rsidRPr="003E0AF7">
              <w:rPr>
                <w:kern w:val="18"/>
              </w:rPr>
              <w:lastRenderedPageBreak/>
              <w:t>PHYSICAL DAMAGE</w:t>
            </w:r>
            <w:r w:rsidRPr="003E0AF7">
              <w:rPr>
                <w:kern w:val="18"/>
              </w:rPr>
              <w:br/>
              <w:t>Original Cost New Range</w:t>
            </w:r>
            <w:r w:rsidRPr="003E0AF7">
              <w:rPr>
                <w:kern w:val="18"/>
              </w:rPr>
              <w:br/>
              <w:t>$15,001 – 20,000</w:t>
            </w:r>
          </w:p>
        </w:tc>
      </w:tr>
      <w:tr w:rsidR="00E30467" w:rsidRPr="003E0AF7" w14:paraId="63AD37A2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948B4F5" w14:textId="77777777" w:rsidR="00E30467" w:rsidRPr="003E0AF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52EA6F" w14:textId="77777777" w:rsidR="00E30467" w:rsidRPr="003E0AF7" w:rsidRDefault="00E30467" w:rsidP="001839E4">
            <w:pPr>
              <w:pStyle w:val="tablehead"/>
              <w:rPr>
                <w:kern w:val="18"/>
              </w:rPr>
            </w:pPr>
            <w:r w:rsidRPr="003E0AF7">
              <w:rPr>
                <w:kern w:val="18"/>
              </w:rPr>
              <w:t>Specified</w:t>
            </w:r>
            <w:r w:rsidRPr="003E0AF7">
              <w:rPr>
                <w:kern w:val="18"/>
              </w:rPr>
              <w:br/>
              <w:t>Causes</w:t>
            </w:r>
            <w:r w:rsidRPr="003E0AF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F8461E" w14:textId="77777777" w:rsidR="00E30467" w:rsidRPr="003E0AF7" w:rsidRDefault="00E30467" w:rsidP="001839E4">
            <w:pPr>
              <w:pStyle w:val="tablehead"/>
              <w:rPr>
                <w:kern w:val="18"/>
              </w:rPr>
            </w:pPr>
            <w:r w:rsidRPr="003E0AF7">
              <w:rPr>
                <w:kern w:val="18"/>
              </w:rPr>
              <w:br/>
            </w:r>
            <w:r w:rsidRPr="003E0AF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A6C3AA" w14:textId="77777777" w:rsidR="00E30467" w:rsidRPr="003E0AF7" w:rsidRDefault="00E30467" w:rsidP="001839E4">
            <w:pPr>
              <w:pStyle w:val="tablehead"/>
              <w:rPr>
                <w:kern w:val="18"/>
              </w:rPr>
            </w:pPr>
            <w:r w:rsidRPr="003E0AF7">
              <w:rPr>
                <w:kern w:val="18"/>
              </w:rPr>
              <w:t>$500</w:t>
            </w:r>
            <w:r w:rsidRPr="003E0AF7">
              <w:rPr>
                <w:kern w:val="18"/>
              </w:rPr>
              <w:br/>
              <w:t>Ded.</w:t>
            </w:r>
            <w:r w:rsidRPr="003E0AF7">
              <w:rPr>
                <w:kern w:val="18"/>
              </w:rPr>
              <w:br/>
              <w:t>Coll.</w:t>
            </w:r>
          </w:p>
        </w:tc>
      </w:tr>
      <w:tr w:rsidR="00E30467" w:rsidRPr="003E0AF7" w14:paraId="2A40ECFB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73C2AC1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3E0AF7" w14:paraId="52743A5E" w14:textId="77777777" w:rsidTr="001839E4">
        <w:trPr>
          <w:cantSplit/>
        </w:trPr>
        <w:tc>
          <w:tcPr>
            <w:tcW w:w="540" w:type="dxa"/>
            <w:gridSpan w:val="2"/>
          </w:tcPr>
          <w:p w14:paraId="17D01BDF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CA06D1" w14:textId="77777777" w:rsidR="00E30467" w:rsidRPr="003E0AF7" w:rsidRDefault="00E30467" w:rsidP="001839E4">
            <w:pPr>
              <w:pStyle w:val="tabletext11"/>
              <w:rPr>
                <w:b/>
                <w:kern w:val="18"/>
              </w:rPr>
            </w:pPr>
            <w:r w:rsidRPr="003E0AF7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3E0AF7" w14:paraId="1F38D779" w14:textId="77777777" w:rsidTr="001839E4">
        <w:trPr>
          <w:cantSplit/>
        </w:trPr>
        <w:tc>
          <w:tcPr>
            <w:tcW w:w="540" w:type="dxa"/>
            <w:gridSpan w:val="2"/>
          </w:tcPr>
          <w:p w14:paraId="4FF01C10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716B94" w14:textId="77777777" w:rsidR="00E30467" w:rsidRPr="003E0AF7" w:rsidRDefault="00E30467" w:rsidP="001839E4">
            <w:pPr>
              <w:pStyle w:val="tabletext11"/>
              <w:rPr>
                <w:b/>
                <w:kern w:val="18"/>
              </w:rPr>
            </w:pPr>
            <w:r w:rsidRPr="003E0AF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3E0AF7" w14:paraId="06123B25" w14:textId="77777777" w:rsidTr="001839E4">
        <w:trPr>
          <w:cantSplit/>
        </w:trPr>
        <w:tc>
          <w:tcPr>
            <w:tcW w:w="4860" w:type="dxa"/>
            <w:gridSpan w:val="3"/>
          </w:tcPr>
          <w:p w14:paraId="62AEF41A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D77DA8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21FC8BAC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7086FFDA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188</w:t>
            </w:r>
          </w:p>
        </w:tc>
      </w:tr>
      <w:tr w:rsidR="00E30467" w:rsidRPr="003E0AF7" w14:paraId="6584DACC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73B21E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3E0AF7" w14:paraId="240EFCFF" w14:textId="77777777" w:rsidTr="001839E4">
        <w:trPr>
          <w:cantSplit/>
        </w:trPr>
        <w:tc>
          <w:tcPr>
            <w:tcW w:w="4860" w:type="dxa"/>
            <w:gridSpan w:val="3"/>
          </w:tcPr>
          <w:p w14:paraId="34CAC344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B1C48B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CDF53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452E53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3E0AF7" w14:paraId="5E3050A8" w14:textId="77777777" w:rsidTr="001839E4">
        <w:trPr>
          <w:cantSplit/>
        </w:trPr>
        <w:tc>
          <w:tcPr>
            <w:tcW w:w="4860" w:type="dxa"/>
            <w:gridSpan w:val="3"/>
          </w:tcPr>
          <w:p w14:paraId="6E0C8A1E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1B85AD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4E4238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5F33B840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246</w:t>
            </w:r>
          </w:p>
        </w:tc>
      </w:tr>
      <w:tr w:rsidR="00E30467" w:rsidRPr="003E0AF7" w14:paraId="6CA4B1E3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931BF6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6702F38F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4945AF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3E0AF7" w14:paraId="62B17D8A" w14:textId="77777777" w:rsidTr="001839E4">
        <w:trPr>
          <w:cantSplit/>
        </w:trPr>
        <w:tc>
          <w:tcPr>
            <w:tcW w:w="540" w:type="dxa"/>
            <w:gridSpan w:val="2"/>
          </w:tcPr>
          <w:p w14:paraId="77469C7F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EEB563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3E0AF7" w14:paraId="1F05F12F" w14:textId="77777777" w:rsidTr="001839E4">
        <w:trPr>
          <w:cantSplit/>
        </w:trPr>
        <w:tc>
          <w:tcPr>
            <w:tcW w:w="4860" w:type="dxa"/>
            <w:gridSpan w:val="3"/>
          </w:tcPr>
          <w:p w14:paraId="4E2A0A99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E565E6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24830BFD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526F9DCF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239</w:t>
            </w:r>
          </w:p>
        </w:tc>
      </w:tr>
      <w:tr w:rsidR="00E30467" w:rsidRPr="003E0AF7" w14:paraId="592ECC88" w14:textId="77777777" w:rsidTr="001839E4">
        <w:trPr>
          <w:cantSplit/>
        </w:trPr>
        <w:tc>
          <w:tcPr>
            <w:tcW w:w="540" w:type="dxa"/>
            <w:gridSpan w:val="2"/>
          </w:tcPr>
          <w:p w14:paraId="42024987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CB9562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3E0AF7" w14:paraId="54182891" w14:textId="77777777" w:rsidTr="001839E4">
        <w:trPr>
          <w:cantSplit/>
        </w:trPr>
        <w:tc>
          <w:tcPr>
            <w:tcW w:w="4860" w:type="dxa"/>
            <w:gridSpan w:val="3"/>
          </w:tcPr>
          <w:p w14:paraId="7369680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C8C09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9913800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31E14FE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122</w:t>
            </w:r>
          </w:p>
        </w:tc>
      </w:tr>
      <w:tr w:rsidR="00E30467" w:rsidRPr="003E0AF7" w14:paraId="48849B29" w14:textId="77777777" w:rsidTr="001839E4">
        <w:trPr>
          <w:cantSplit/>
        </w:trPr>
        <w:tc>
          <w:tcPr>
            <w:tcW w:w="540" w:type="dxa"/>
            <w:gridSpan w:val="2"/>
          </w:tcPr>
          <w:p w14:paraId="3DD929C7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248EBC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3E0AF7" w14:paraId="3862CFA0" w14:textId="77777777" w:rsidTr="001839E4">
        <w:trPr>
          <w:cantSplit/>
        </w:trPr>
        <w:tc>
          <w:tcPr>
            <w:tcW w:w="4860" w:type="dxa"/>
            <w:gridSpan w:val="3"/>
          </w:tcPr>
          <w:p w14:paraId="22415E12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C29AC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4B88DA7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371EEC7A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122</w:t>
            </w:r>
          </w:p>
        </w:tc>
      </w:tr>
      <w:tr w:rsidR="00E30467" w:rsidRPr="003E0AF7" w14:paraId="35A1D311" w14:textId="77777777" w:rsidTr="001839E4">
        <w:trPr>
          <w:cantSplit/>
        </w:trPr>
        <w:tc>
          <w:tcPr>
            <w:tcW w:w="540" w:type="dxa"/>
            <w:gridSpan w:val="2"/>
          </w:tcPr>
          <w:p w14:paraId="41C3F5A8" w14:textId="77777777" w:rsidR="00E30467" w:rsidRPr="003E0AF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B40148" w14:textId="77777777" w:rsidR="00E30467" w:rsidRPr="003E0AF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3E0AF7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3E0AF7" w14:paraId="0C85EF6F" w14:textId="77777777" w:rsidTr="001839E4">
        <w:trPr>
          <w:cantSplit/>
        </w:trPr>
        <w:tc>
          <w:tcPr>
            <w:tcW w:w="4860" w:type="dxa"/>
            <w:gridSpan w:val="3"/>
          </w:tcPr>
          <w:p w14:paraId="1C2AF796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69091D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538F6C49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403A02B0" w14:textId="77777777" w:rsidR="00E30467" w:rsidRPr="003E0AF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3E0AF7">
              <w:rPr>
                <w:kern w:val="18"/>
              </w:rPr>
              <w:t>$   239</w:t>
            </w:r>
          </w:p>
        </w:tc>
      </w:tr>
      <w:tr w:rsidR="00E30467" w:rsidRPr="003E0AF7" w14:paraId="587FE176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3F3278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42B499C3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F94ABA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781A6830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257B9FAA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E0A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A8FDB9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  <w:r w:rsidRPr="003E0AF7">
              <w:rPr>
                <w:kern w:val="18"/>
              </w:rPr>
              <w:t xml:space="preserve">For physical damage fleet factors, refer to Rules </w:t>
            </w:r>
            <w:r w:rsidRPr="003E0AF7">
              <w:rPr>
                <w:rStyle w:val="rulelink"/>
              </w:rPr>
              <w:t>22.</w:t>
            </w:r>
            <w:r w:rsidRPr="003E0AF7">
              <w:rPr>
                <w:kern w:val="18"/>
              </w:rPr>
              <w:t xml:space="preserve"> and </w:t>
            </w:r>
            <w:r w:rsidRPr="003E0AF7">
              <w:rPr>
                <w:rStyle w:val="rulelink"/>
              </w:rPr>
              <w:t>39.</w:t>
            </w:r>
          </w:p>
        </w:tc>
      </w:tr>
      <w:tr w:rsidR="00E30467" w:rsidRPr="003E0AF7" w14:paraId="4382E1F9" w14:textId="77777777" w:rsidTr="001839E4">
        <w:trPr>
          <w:cantSplit/>
        </w:trPr>
        <w:tc>
          <w:tcPr>
            <w:tcW w:w="220" w:type="dxa"/>
          </w:tcPr>
          <w:p w14:paraId="281BEC4E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E0A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453158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  <w:r w:rsidRPr="003E0AF7">
              <w:rPr>
                <w:kern w:val="18"/>
              </w:rPr>
              <w:t xml:space="preserve">For additional coverages, refer to the Additional Coverages Table in Rules </w:t>
            </w:r>
            <w:r w:rsidRPr="003E0AF7">
              <w:rPr>
                <w:rStyle w:val="rulelink"/>
              </w:rPr>
              <w:t>23.</w:t>
            </w:r>
            <w:r w:rsidRPr="003E0AF7">
              <w:rPr>
                <w:kern w:val="18"/>
              </w:rPr>
              <w:t xml:space="preserve"> and </w:t>
            </w:r>
            <w:r w:rsidRPr="003E0AF7">
              <w:rPr>
                <w:rStyle w:val="rulelink"/>
              </w:rPr>
              <w:t>40.</w:t>
            </w:r>
          </w:p>
        </w:tc>
      </w:tr>
      <w:tr w:rsidR="00E30467" w:rsidRPr="003E0AF7" w14:paraId="0B94D3DC" w14:textId="77777777" w:rsidTr="001839E4">
        <w:trPr>
          <w:cantSplit/>
        </w:trPr>
        <w:tc>
          <w:tcPr>
            <w:tcW w:w="220" w:type="dxa"/>
          </w:tcPr>
          <w:p w14:paraId="0F23E19B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E0A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92AA1C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  <w:r w:rsidRPr="003E0AF7">
              <w:rPr>
                <w:kern w:val="18"/>
              </w:rPr>
              <w:t xml:space="preserve">For Deductible factors, refer to Rule </w:t>
            </w:r>
            <w:r w:rsidRPr="003E0AF7">
              <w:rPr>
                <w:rStyle w:val="rulelink"/>
              </w:rPr>
              <w:t>98.</w:t>
            </w:r>
          </w:p>
        </w:tc>
      </w:tr>
      <w:tr w:rsidR="00E30467" w:rsidRPr="003E0AF7" w14:paraId="3107735E" w14:textId="77777777" w:rsidTr="001839E4">
        <w:trPr>
          <w:cantSplit/>
        </w:trPr>
        <w:tc>
          <w:tcPr>
            <w:tcW w:w="220" w:type="dxa"/>
          </w:tcPr>
          <w:p w14:paraId="679050BF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E0A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76A793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  <w:r w:rsidRPr="003E0AF7">
              <w:rPr>
                <w:kern w:val="18"/>
              </w:rPr>
              <w:t xml:space="preserve">For Original Cost New and Age Group factors, refer to Rule </w:t>
            </w:r>
            <w:r w:rsidRPr="003E0AF7">
              <w:rPr>
                <w:rStyle w:val="rulelink"/>
              </w:rPr>
              <w:t>101.</w:t>
            </w:r>
          </w:p>
        </w:tc>
      </w:tr>
      <w:tr w:rsidR="00E30467" w:rsidRPr="003E0AF7" w14:paraId="6905657E" w14:textId="77777777" w:rsidTr="001839E4">
        <w:trPr>
          <w:cantSplit/>
        </w:trPr>
        <w:tc>
          <w:tcPr>
            <w:tcW w:w="220" w:type="dxa"/>
          </w:tcPr>
          <w:p w14:paraId="05E1A323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3E0AF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3C1BDB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  <w:r w:rsidRPr="003E0AF7">
              <w:rPr>
                <w:kern w:val="18"/>
              </w:rPr>
              <w:t xml:space="preserve">For Stated Amount factors, refer to Rule </w:t>
            </w:r>
            <w:r w:rsidRPr="003E0AF7">
              <w:rPr>
                <w:rStyle w:val="rulelink"/>
              </w:rPr>
              <w:t>101.</w:t>
            </w:r>
          </w:p>
        </w:tc>
      </w:tr>
      <w:tr w:rsidR="00E30467" w:rsidRPr="003E0AF7" w14:paraId="3CCEE705" w14:textId="77777777" w:rsidTr="001839E4">
        <w:trPr>
          <w:cantSplit/>
        </w:trPr>
        <w:tc>
          <w:tcPr>
            <w:tcW w:w="220" w:type="dxa"/>
          </w:tcPr>
          <w:p w14:paraId="0F1370D0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DB8D76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0A75DB02" w14:textId="77777777" w:rsidTr="001839E4">
        <w:trPr>
          <w:cantSplit/>
        </w:trPr>
        <w:tc>
          <w:tcPr>
            <w:tcW w:w="220" w:type="dxa"/>
          </w:tcPr>
          <w:p w14:paraId="68818E18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352268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2F3412C0" w14:textId="77777777" w:rsidTr="001839E4">
        <w:trPr>
          <w:cantSplit/>
        </w:trPr>
        <w:tc>
          <w:tcPr>
            <w:tcW w:w="220" w:type="dxa"/>
          </w:tcPr>
          <w:p w14:paraId="665F8C6E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9B3458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638E0CC1" w14:textId="77777777" w:rsidTr="001839E4">
        <w:trPr>
          <w:cantSplit/>
        </w:trPr>
        <w:tc>
          <w:tcPr>
            <w:tcW w:w="220" w:type="dxa"/>
          </w:tcPr>
          <w:p w14:paraId="7BC0101C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370380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07371E04" w14:textId="77777777" w:rsidTr="001839E4">
        <w:trPr>
          <w:cantSplit/>
        </w:trPr>
        <w:tc>
          <w:tcPr>
            <w:tcW w:w="220" w:type="dxa"/>
          </w:tcPr>
          <w:p w14:paraId="5B8C3E59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0CE4D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3E43A170" w14:textId="77777777" w:rsidTr="001839E4">
        <w:trPr>
          <w:cantSplit/>
        </w:trPr>
        <w:tc>
          <w:tcPr>
            <w:tcW w:w="220" w:type="dxa"/>
          </w:tcPr>
          <w:p w14:paraId="68874236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040BC1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292E3442" w14:textId="77777777" w:rsidTr="001839E4">
        <w:trPr>
          <w:cantSplit/>
        </w:trPr>
        <w:tc>
          <w:tcPr>
            <w:tcW w:w="220" w:type="dxa"/>
          </w:tcPr>
          <w:p w14:paraId="4395139D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1E4447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2ECFBADD" w14:textId="77777777" w:rsidTr="001839E4">
        <w:trPr>
          <w:cantSplit/>
        </w:trPr>
        <w:tc>
          <w:tcPr>
            <w:tcW w:w="220" w:type="dxa"/>
          </w:tcPr>
          <w:p w14:paraId="6C9780FF" w14:textId="77777777" w:rsidR="00E30467" w:rsidRPr="003E0AF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3C993F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6EA9C68B" w14:textId="77777777" w:rsidTr="001839E4">
        <w:trPr>
          <w:cantSplit/>
        </w:trPr>
        <w:tc>
          <w:tcPr>
            <w:tcW w:w="220" w:type="dxa"/>
          </w:tcPr>
          <w:p w14:paraId="724073DE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AA05B5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0EF405A0" w14:textId="77777777" w:rsidTr="001839E4">
        <w:trPr>
          <w:cantSplit/>
        </w:trPr>
        <w:tc>
          <w:tcPr>
            <w:tcW w:w="220" w:type="dxa"/>
          </w:tcPr>
          <w:p w14:paraId="0232C1E1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44801F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06522F14" w14:textId="77777777" w:rsidTr="001839E4">
        <w:trPr>
          <w:cantSplit/>
        </w:trPr>
        <w:tc>
          <w:tcPr>
            <w:tcW w:w="220" w:type="dxa"/>
          </w:tcPr>
          <w:p w14:paraId="428885F2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875EF2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1083DE69" w14:textId="77777777" w:rsidTr="001839E4">
        <w:trPr>
          <w:cantSplit/>
        </w:trPr>
        <w:tc>
          <w:tcPr>
            <w:tcW w:w="220" w:type="dxa"/>
          </w:tcPr>
          <w:p w14:paraId="19E4B87B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61295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6DCE4B76" w14:textId="77777777" w:rsidTr="001839E4">
        <w:trPr>
          <w:cantSplit/>
        </w:trPr>
        <w:tc>
          <w:tcPr>
            <w:tcW w:w="220" w:type="dxa"/>
          </w:tcPr>
          <w:p w14:paraId="2DF8146C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344881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26968EB4" w14:textId="77777777" w:rsidTr="001839E4">
        <w:trPr>
          <w:cantSplit/>
        </w:trPr>
        <w:tc>
          <w:tcPr>
            <w:tcW w:w="220" w:type="dxa"/>
          </w:tcPr>
          <w:p w14:paraId="1E31DC77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E37899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4553FC96" w14:textId="77777777" w:rsidTr="001839E4">
        <w:trPr>
          <w:cantSplit/>
        </w:trPr>
        <w:tc>
          <w:tcPr>
            <w:tcW w:w="220" w:type="dxa"/>
          </w:tcPr>
          <w:p w14:paraId="78ED5273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80F56C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3E0AF7" w14:paraId="38B0E179" w14:textId="77777777" w:rsidTr="001839E4">
        <w:trPr>
          <w:cantSplit/>
        </w:trPr>
        <w:tc>
          <w:tcPr>
            <w:tcW w:w="220" w:type="dxa"/>
          </w:tcPr>
          <w:p w14:paraId="420DE3DA" w14:textId="77777777" w:rsidR="00E30467" w:rsidRPr="003E0AF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EB0879" w14:textId="77777777" w:rsidR="00E30467" w:rsidRPr="003E0AF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4C6BECA" w14:textId="77777777" w:rsidR="00E30467" w:rsidRPr="003E0AF7" w:rsidRDefault="00E30467" w:rsidP="00E30467">
      <w:pPr>
        <w:pStyle w:val="isonormal"/>
      </w:pPr>
      <w:r w:rsidRPr="003E0AF7">
        <w:br w:type="textWrapping" w:clear="all"/>
      </w:r>
    </w:p>
    <w:p w14:paraId="21DE0A90" w14:textId="77777777" w:rsidR="00E30467" w:rsidRDefault="00E30467" w:rsidP="00E30467">
      <w:pPr>
        <w:pStyle w:val="isonormal"/>
        <w:sectPr w:rsidR="00E30467" w:rsidSect="00E30467">
          <w:headerReference w:type="default" r:id="rId63"/>
          <w:footerReference w:type="default" r:id="rId6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AA131F" w14:paraId="0B5BD3F8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E480104" w14:textId="77777777" w:rsidR="00E30467" w:rsidRPr="00AA131F" w:rsidRDefault="00E30467" w:rsidP="001839E4">
            <w:pPr>
              <w:pStyle w:val="tablehead"/>
              <w:rPr>
                <w:kern w:val="18"/>
              </w:rPr>
            </w:pPr>
            <w:r w:rsidRPr="00AA131F">
              <w:rPr>
                <w:kern w:val="18"/>
              </w:rPr>
              <w:lastRenderedPageBreak/>
              <w:t>PHYSICAL DAMAGE</w:t>
            </w:r>
            <w:r w:rsidRPr="00AA131F">
              <w:rPr>
                <w:kern w:val="18"/>
              </w:rPr>
              <w:br/>
              <w:t>Original Cost New Range</w:t>
            </w:r>
            <w:r w:rsidRPr="00AA131F">
              <w:rPr>
                <w:kern w:val="18"/>
              </w:rPr>
              <w:br/>
              <w:t>$15,001 – 20,000</w:t>
            </w:r>
          </w:p>
        </w:tc>
      </w:tr>
      <w:tr w:rsidR="00E30467" w:rsidRPr="00AA131F" w14:paraId="47DFACDB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CDF7894" w14:textId="77777777" w:rsidR="00E30467" w:rsidRPr="00AA131F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421BB68" w14:textId="77777777" w:rsidR="00E30467" w:rsidRPr="00AA131F" w:rsidRDefault="00E30467" w:rsidP="001839E4">
            <w:pPr>
              <w:pStyle w:val="tablehead"/>
              <w:rPr>
                <w:kern w:val="18"/>
              </w:rPr>
            </w:pPr>
            <w:r w:rsidRPr="00AA131F">
              <w:rPr>
                <w:kern w:val="18"/>
              </w:rPr>
              <w:t>Specified</w:t>
            </w:r>
            <w:r w:rsidRPr="00AA131F">
              <w:rPr>
                <w:kern w:val="18"/>
              </w:rPr>
              <w:br/>
              <w:t>Causes</w:t>
            </w:r>
            <w:r w:rsidRPr="00AA131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1F3F01" w14:textId="77777777" w:rsidR="00E30467" w:rsidRPr="00AA131F" w:rsidRDefault="00E30467" w:rsidP="001839E4">
            <w:pPr>
              <w:pStyle w:val="tablehead"/>
              <w:rPr>
                <w:kern w:val="18"/>
              </w:rPr>
            </w:pPr>
            <w:r w:rsidRPr="00AA131F">
              <w:rPr>
                <w:kern w:val="18"/>
              </w:rPr>
              <w:br/>
            </w:r>
            <w:r w:rsidRPr="00AA131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C0C202" w14:textId="77777777" w:rsidR="00E30467" w:rsidRPr="00AA131F" w:rsidRDefault="00E30467" w:rsidP="001839E4">
            <w:pPr>
              <w:pStyle w:val="tablehead"/>
              <w:rPr>
                <w:kern w:val="18"/>
              </w:rPr>
            </w:pPr>
            <w:r w:rsidRPr="00AA131F">
              <w:rPr>
                <w:kern w:val="18"/>
              </w:rPr>
              <w:t>$500</w:t>
            </w:r>
            <w:r w:rsidRPr="00AA131F">
              <w:rPr>
                <w:kern w:val="18"/>
              </w:rPr>
              <w:br/>
              <w:t>Ded.</w:t>
            </w:r>
            <w:r w:rsidRPr="00AA131F">
              <w:rPr>
                <w:kern w:val="18"/>
              </w:rPr>
              <w:br/>
              <w:t>Coll.</w:t>
            </w:r>
          </w:p>
        </w:tc>
      </w:tr>
      <w:tr w:rsidR="00E30467" w:rsidRPr="00AA131F" w14:paraId="243F81CB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F71723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AA131F" w14:paraId="64A55DCA" w14:textId="77777777" w:rsidTr="001839E4">
        <w:trPr>
          <w:cantSplit/>
        </w:trPr>
        <w:tc>
          <w:tcPr>
            <w:tcW w:w="540" w:type="dxa"/>
            <w:gridSpan w:val="2"/>
          </w:tcPr>
          <w:p w14:paraId="336307C3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2D9476" w14:textId="77777777" w:rsidR="00E30467" w:rsidRPr="00AA131F" w:rsidRDefault="00E30467" w:rsidP="001839E4">
            <w:pPr>
              <w:pStyle w:val="tabletext11"/>
              <w:rPr>
                <w:b/>
                <w:kern w:val="18"/>
              </w:rPr>
            </w:pPr>
            <w:r w:rsidRPr="00AA131F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AA131F" w14:paraId="04C1FB43" w14:textId="77777777" w:rsidTr="001839E4">
        <w:trPr>
          <w:cantSplit/>
        </w:trPr>
        <w:tc>
          <w:tcPr>
            <w:tcW w:w="540" w:type="dxa"/>
            <w:gridSpan w:val="2"/>
          </w:tcPr>
          <w:p w14:paraId="370BF004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0396ED" w14:textId="77777777" w:rsidR="00E30467" w:rsidRPr="00AA131F" w:rsidRDefault="00E30467" w:rsidP="001839E4">
            <w:pPr>
              <w:pStyle w:val="tabletext11"/>
              <w:rPr>
                <w:b/>
                <w:kern w:val="18"/>
              </w:rPr>
            </w:pPr>
            <w:r w:rsidRPr="00AA131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AA131F" w14:paraId="46721116" w14:textId="77777777" w:rsidTr="001839E4">
        <w:trPr>
          <w:cantSplit/>
        </w:trPr>
        <w:tc>
          <w:tcPr>
            <w:tcW w:w="4860" w:type="dxa"/>
            <w:gridSpan w:val="3"/>
          </w:tcPr>
          <w:p w14:paraId="20D0E1CE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73529D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4B34FC0B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4AB615E0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186</w:t>
            </w:r>
          </w:p>
        </w:tc>
      </w:tr>
      <w:tr w:rsidR="00E30467" w:rsidRPr="00AA131F" w14:paraId="084EA1F4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064340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AA131F" w14:paraId="4C8DEEDD" w14:textId="77777777" w:rsidTr="001839E4">
        <w:trPr>
          <w:cantSplit/>
        </w:trPr>
        <w:tc>
          <w:tcPr>
            <w:tcW w:w="4860" w:type="dxa"/>
            <w:gridSpan w:val="3"/>
          </w:tcPr>
          <w:p w14:paraId="4BA7CDDB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911795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2A4D7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BAB3BC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AA131F" w14:paraId="0C32A619" w14:textId="77777777" w:rsidTr="001839E4">
        <w:trPr>
          <w:cantSplit/>
        </w:trPr>
        <w:tc>
          <w:tcPr>
            <w:tcW w:w="4860" w:type="dxa"/>
            <w:gridSpan w:val="3"/>
          </w:tcPr>
          <w:p w14:paraId="7C117DA2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0D9887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12A14372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4FA51C11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206</w:t>
            </w:r>
          </w:p>
        </w:tc>
      </w:tr>
      <w:tr w:rsidR="00E30467" w:rsidRPr="00AA131F" w14:paraId="360900B7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1AD278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013E96DC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6D2C06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AA131F" w14:paraId="2F8E7697" w14:textId="77777777" w:rsidTr="001839E4">
        <w:trPr>
          <w:cantSplit/>
        </w:trPr>
        <w:tc>
          <w:tcPr>
            <w:tcW w:w="540" w:type="dxa"/>
            <w:gridSpan w:val="2"/>
          </w:tcPr>
          <w:p w14:paraId="592E1DA2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33B408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AA131F" w14:paraId="2F00FC9C" w14:textId="77777777" w:rsidTr="001839E4">
        <w:trPr>
          <w:cantSplit/>
        </w:trPr>
        <w:tc>
          <w:tcPr>
            <w:tcW w:w="4860" w:type="dxa"/>
            <w:gridSpan w:val="3"/>
          </w:tcPr>
          <w:p w14:paraId="076856FA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DD594F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EB81725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275CD26A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236</w:t>
            </w:r>
          </w:p>
        </w:tc>
      </w:tr>
      <w:tr w:rsidR="00E30467" w:rsidRPr="00AA131F" w14:paraId="48C228FB" w14:textId="77777777" w:rsidTr="001839E4">
        <w:trPr>
          <w:cantSplit/>
        </w:trPr>
        <w:tc>
          <w:tcPr>
            <w:tcW w:w="540" w:type="dxa"/>
            <w:gridSpan w:val="2"/>
          </w:tcPr>
          <w:p w14:paraId="53E7A6D1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F777F7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AA131F" w14:paraId="0510D76C" w14:textId="77777777" w:rsidTr="001839E4">
        <w:trPr>
          <w:cantSplit/>
        </w:trPr>
        <w:tc>
          <w:tcPr>
            <w:tcW w:w="4860" w:type="dxa"/>
            <w:gridSpan w:val="3"/>
          </w:tcPr>
          <w:p w14:paraId="5BAAEE89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8DF74E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C5536A4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C1DFA1B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121</w:t>
            </w:r>
          </w:p>
        </w:tc>
      </w:tr>
      <w:tr w:rsidR="00E30467" w:rsidRPr="00AA131F" w14:paraId="1B3157E5" w14:textId="77777777" w:rsidTr="001839E4">
        <w:trPr>
          <w:cantSplit/>
        </w:trPr>
        <w:tc>
          <w:tcPr>
            <w:tcW w:w="540" w:type="dxa"/>
            <w:gridSpan w:val="2"/>
          </w:tcPr>
          <w:p w14:paraId="7224F624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03ADDB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AA131F" w14:paraId="4D7B3102" w14:textId="77777777" w:rsidTr="001839E4">
        <w:trPr>
          <w:cantSplit/>
        </w:trPr>
        <w:tc>
          <w:tcPr>
            <w:tcW w:w="4860" w:type="dxa"/>
            <w:gridSpan w:val="3"/>
          </w:tcPr>
          <w:p w14:paraId="4F059B8C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2D1BE8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4E946926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2E92B6CA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121</w:t>
            </w:r>
          </w:p>
        </w:tc>
      </w:tr>
      <w:tr w:rsidR="00E30467" w:rsidRPr="00AA131F" w14:paraId="29CDE4AA" w14:textId="77777777" w:rsidTr="001839E4">
        <w:trPr>
          <w:cantSplit/>
        </w:trPr>
        <w:tc>
          <w:tcPr>
            <w:tcW w:w="540" w:type="dxa"/>
            <w:gridSpan w:val="2"/>
          </w:tcPr>
          <w:p w14:paraId="0A13FA76" w14:textId="77777777" w:rsidR="00E30467" w:rsidRPr="00AA131F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7C4773" w14:textId="77777777" w:rsidR="00E30467" w:rsidRPr="00AA131F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AA131F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AA131F" w14:paraId="50DF0C3A" w14:textId="77777777" w:rsidTr="001839E4">
        <w:trPr>
          <w:cantSplit/>
        </w:trPr>
        <w:tc>
          <w:tcPr>
            <w:tcW w:w="4860" w:type="dxa"/>
            <w:gridSpan w:val="3"/>
          </w:tcPr>
          <w:p w14:paraId="5ACA1816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AE507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3B00F9A3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2F75AF9E" w14:textId="77777777" w:rsidR="00E30467" w:rsidRPr="00AA131F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AA131F">
              <w:rPr>
                <w:kern w:val="18"/>
              </w:rPr>
              <w:t>$   236</w:t>
            </w:r>
          </w:p>
        </w:tc>
      </w:tr>
      <w:tr w:rsidR="00E30467" w:rsidRPr="00AA131F" w14:paraId="4272D637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E4E005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30A9F37F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90D0E0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6462D6CA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02EF2BFA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AA13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C76CB52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  <w:r w:rsidRPr="00AA131F">
              <w:rPr>
                <w:kern w:val="18"/>
              </w:rPr>
              <w:t xml:space="preserve">For physical damage fleet factors, refer to Rules </w:t>
            </w:r>
            <w:r w:rsidRPr="00AA131F">
              <w:rPr>
                <w:rStyle w:val="rulelink"/>
              </w:rPr>
              <w:t>22.</w:t>
            </w:r>
            <w:r w:rsidRPr="00AA131F">
              <w:rPr>
                <w:kern w:val="18"/>
              </w:rPr>
              <w:t xml:space="preserve"> and </w:t>
            </w:r>
            <w:r w:rsidRPr="00AA131F">
              <w:rPr>
                <w:rStyle w:val="rulelink"/>
              </w:rPr>
              <w:t>39.</w:t>
            </w:r>
          </w:p>
        </w:tc>
      </w:tr>
      <w:tr w:rsidR="00E30467" w:rsidRPr="00AA131F" w14:paraId="1933ED25" w14:textId="77777777" w:rsidTr="001839E4">
        <w:trPr>
          <w:cantSplit/>
        </w:trPr>
        <w:tc>
          <w:tcPr>
            <w:tcW w:w="220" w:type="dxa"/>
          </w:tcPr>
          <w:p w14:paraId="3ED6F799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AA13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E577DB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  <w:r w:rsidRPr="00AA131F">
              <w:rPr>
                <w:kern w:val="18"/>
              </w:rPr>
              <w:t xml:space="preserve">For additional coverages, refer to the Additional Coverages Table in Rules </w:t>
            </w:r>
            <w:r w:rsidRPr="00AA131F">
              <w:rPr>
                <w:rStyle w:val="rulelink"/>
              </w:rPr>
              <w:t>23.</w:t>
            </w:r>
            <w:r w:rsidRPr="00AA131F">
              <w:rPr>
                <w:kern w:val="18"/>
              </w:rPr>
              <w:t xml:space="preserve"> and </w:t>
            </w:r>
            <w:r w:rsidRPr="00AA131F">
              <w:rPr>
                <w:rStyle w:val="rulelink"/>
              </w:rPr>
              <w:t>40.</w:t>
            </w:r>
          </w:p>
        </w:tc>
      </w:tr>
      <w:tr w:rsidR="00E30467" w:rsidRPr="00AA131F" w14:paraId="37169DEB" w14:textId="77777777" w:rsidTr="001839E4">
        <w:trPr>
          <w:cantSplit/>
        </w:trPr>
        <w:tc>
          <w:tcPr>
            <w:tcW w:w="220" w:type="dxa"/>
          </w:tcPr>
          <w:p w14:paraId="781D5D16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AA13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88FB1F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  <w:r w:rsidRPr="00AA131F">
              <w:rPr>
                <w:kern w:val="18"/>
              </w:rPr>
              <w:t xml:space="preserve">For Deductible factors, refer to Rule </w:t>
            </w:r>
            <w:r w:rsidRPr="00AA131F">
              <w:rPr>
                <w:rStyle w:val="rulelink"/>
              </w:rPr>
              <w:t>98.</w:t>
            </w:r>
          </w:p>
        </w:tc>
      </w:tr>
      <w:tr w:rsidR="00E30467" w:rsidRPr="00AA131F" w14:paraId="10AD4663" w14:textId="77777777" w:rsidTr="001839E4">
        <w:trPr>
          <w:cantSplit/>
        </w:trPr>
        <w:tc>
          <w:tcPr>
            <w:tcW w:w="220" w:type="dxa"/>
          </w:tcPr>
          <w:p w14:paraId="79B5090C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AA13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2918E8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  <w:r w:rsidRPr="00AA131F">
              <w:rPr>
                <w:kern w:val="18"/>
              </w:rPr>
              <w:t xml:space="preserve">For Original Cost New and Age Group factors, refer to Rule </w:t>
            </w:r>
            <w:r w:rsidRPr="00AA131F">
              <w:rPr>
                <w:rStyle w:val="rulelink"/>
              </w:rPr>
              <w:t>101.</w:t>
            </w:r>
          </w:p>
        </w:tc>
      </w:tr>
      <w:tr w:rsidR="00E30467" w:rsidRPr="00AA131F" w14:paraId="4FCB57A0" w14:textId="77777777" w:rsidTr="001839E4">
        <w:trPr>
          <w:cantSplit/>
        </w:trPr>
        <w:tc>
          <w:tcPr>
            <w:tcW w:w="220" w:type="dxa"/>
          </w:tcPr>
          <w:p w14:paraId="62721017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AA131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E0312D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  <w:r w:rsidRPr="00AA131F">
              <w:rPr>
                <w:kern w:val="18"/>
              </w:rPr>
              <w:t xml:space="preserve">For Stated Amount factors, refer to Rule </w:t>
            </w:r>
            <w:r w:rsidRPr="00AA131F">
              <w:rPr>
                <w:rStyle w:val="rulelink"/>
              </w:rPr>
              <w:t>101.</w:t>
            </w:r>
          </w:p>
        </w:tc>
      </w:tr>
      <w:tr w:rsidR="00E30467" w:rsidRPr="00AA131F" w14:paraId="1DCF00D7" w14:textId="77777777" w:rsidTr="001839E4">
        <w:trPr>
          <w:cantSplit/>
        </w:trPr>
        <w:tc>
          <w:tcPr>
            <w:tcW w:w="220" w:type="dxa"/>
          </w:tcPr>
          <w:p w14:paraId="46ED6B84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42915B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052B0DFB" w14:textId="77777777" w:rsidTr="001839E4">
        <w:trPr>
          <w:cantSplit/>
        </w:trPr>
        <w:tc>
          <w:tcPr>
            <w:tcW w:w="220" w:type="dxa"/>
          </w:tcPr>
          <w:p w14:paraId="295FF519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4A9460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7B2BAB10" w14:textId="77777777" w:rsidTr="001839E4">
        <w:trPr>
          <w:cantSplit/>
        </w:trPr>
        <w:tc>
          <w:tcPr>
            <w:tcW w:w="220" w:type="dxa"/>
          </w:tcPr>
          <w:p w14:paraId="5FC40743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576E34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584FEF37" w14:textId="77777777" w:rsidTr="001839E4">
        <w:trPr>
          <w:cantSplit/>
        </w:trPr>
        <w:tc>
          <w:tcPr>
            <w:tcW w:w="220" w:type="dxa"/>
          </w:tcPr>
          <w:p w14:paraId="554E6D7D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CB24CF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26A6D075" w14:textId="77777777" w:rsidTr="001839E4">
        <w:trPr>
          <w:cantSplit/>
        </w:trPr>
        <w:tc>
          <w:tcPr>
            <w:tcW w:w="220" w:type="dxa"/>
          </w:tcPr>
          <w:p w14:paraId="0D98FEE7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77A94D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78299C57" w14:textId="77777777" w:rsidTr="001839E4">
        <w:trPr>
          <w:cantSplit/>
        </w:trPr>
        <w:tc>
          <w:tcPr>
            <w:tcW w:w="220" w:type="dxa"/>
          </w:tcPr>
          <w:p w14:paraId="6897D80A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47F909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139D1443" w14:textId="77777777" w:rsidTr="001839E4">
        <w:trPr>
          <w:cantSplit/>
        </w:trPr>
        <w:tc>
          <w:tcPr>
            <w:tcW w:w="220" w:type="dxa"/>
          </w:tcPr>
          <w:p w14:paraId="6F5FC025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5B4619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753A824D" w14:textId="77777777" w:rsidTr="001839E4">
        <w:trPr>
          <w:cantSplit/>
        </w:trPr>
        <w:tc>
          <w:tcPr>
            <w:tcW w:w="220" w:type="dxa"/>
          </w:tcPr>
          <w:p w14:paraId="0C1F0664" w14:textId="77777777" w:rsidR="00E30467" w:rsidRPr="00AA131F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44D8B6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68D4F0A8" w14:textId="77777777" w:rsidTr="001839E4">
        <w:trPr>
          <w:cantSplit/>
        </w:trPr>
        <w:tc>
          <w:tcPr>
            <w:tcW w:w="220" w:type="dxa"/>
          </w:tcPr>
          <w:p w14:paraId="60A5A90D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5332E9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7C7FD9E6" w14:textId="77777777" w:rsidTr="001839E4">
        <w:trPr>
          <w:cantSplit/>
        </w:trPr>
        <w:tc>
          <w:tcPr>
            <w:tcW w:w="220" w:type="dxa"/>
          </w:tcPr>
          <w:p w14:paraId="4C2138F8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935710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1228D6D6" w14:textId="77777777" w:rsidTr="001839E4">
        <w:trPr>
          <w:cantSplit/>
        </w:trPr>
        <w:tc>
          <w:tcPr>
            <w:tcW w:w="220" w:type="dxa"/>
          </w:tcPr>
          <w:p w14:paraId="4FD74BA2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7D6217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13EA9103" w14:textId="77777777" w:rsidTr="001839E4">
        <w:trPr>
          <w:cantSplit/>
        </w:trPr>
        <w:tc>
          <w:tcPr>
            <w:tcW w:w="220" w:type="dxa"/>
          </w:tcPr>
          <w:p w14:paraId="43C69859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CF688C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0D364378" w14:textId="77777777" w:rsidTr="001839E4">
        <w:trPr>
          <w:cantSplit/>
        </w:trPr>
        <w:tc>
          <w:tcPr>
            <w:tcW w:w="220" w:type="dxa"/>
          </w:tcPr>
          <w:p w14:paraId="28C9E4E0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5E3579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4967ADC8" w14:textId="77777777" w:rsidTr="001839E4">
        <w:trPr>
          <w:cantSplit/>
        </w:trPr>
        <w:tc>
          <w:tcPr>
            <w:tcW w:w="220" w:type="dxa"/>
          </w:tcPr>
          <w:p w14:paraId="75C70445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FBB550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6C969035" w14:textId="77777777" w:rsidTr="001839E4">
        <w:trPr>
          <w:cantSplit/>
        </w:trPr>
        <w:tc>
          <w:tcPr>
            <w:tcW w:w="220" w:type="dxa"/>
          </w:tcPr>
          <w:p w14:paraId="2982A4E7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D0431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AA131F" w14:paraId="2D70FDD0" w14:textId="77777777" w:rsidTr="001839E4">
        <w:trPr>
          <w:cantSplit/>
        </w:trPr>
        <w:tc>
          <w:tcPr>
            <w:tcW w:w="220" w:type="dxa"/>
          </w:tcPr>
          <w:p w14:paraId="67273B3C" w14:textId="77777777" w:rsidR="00E30467" w:rsidRPr="00AA131F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1861E8" w14:textId="77777777" w:rsidR="00E30467" w:rsidRPr="00AA131F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2C5EA0E" w14:textId="77777777" w:rsidR="00E30467" w:rsidRPr="00AA131F" w:rsidRDefault="00E30467" w:rsidP="00E30467">
      <w:pPr>
        <w:pStyle w:val="isonormal"/>
      </w:pPr>
      <w:r w:rsidRPr="00AA131F">
        <w:br w:type="textWrapping" w:clear="all"/>
      </w:r>
    </w:p>
    <w:p w14:paraId="015CC045" w14:textId="77777777" w:rsidR="00E30467" w:rsidRDefault="00E30467" w:rsidP="00E30467">
      <w:pPr>
        <w:pStyle w:val="isonormal"/>
        <w:sectPr w:rsidR="00E30467" w:rsidSect="00E30467">
          <w:headerReference w:type="default" r:id="rId65"/>
          <w:footerReference w:type="default" r:id="rId6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594D94" w14:paraId="29C5A5B7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E48CBF7" w14:textId="77777777" w:rsidR="00E30467" w:rsidRPr="00594D94" w:rsidRDefault="00E30467" w:rsidP="001839E4">
            <w:pPr>
              <w:pStyle w:val="tablehead"/>
              <w:rPr>
                <w:kern w:val="18"/>
              </w:rPr>
            </w:pPr>
            <w:r w:rsidRPr="00594D94">
              <w:rPr>
                <w:kern w:val="18"/>
              </w:rPr>
              <w:lastRenderedPageBreak/>
              <w:t>PHYSICAL DAMAGE</w:t>
            </w:r>
            <w:r w:rsidRPr="00594D94">
              <w:rPr>
                <w:kern w:val="18"/>
              </w:rPr>
              <w:br/>
              <w:t>Original Cost New Range</w:t>
            </w:r>
            <w:r w:rsidRPr="00594D94">
              <w:rPr>
                <w:kern w:val="18"/>
              </w:rPr>
              <w:br/>
              <w:t>$15,001 – 20,000</w:t>
            </w:r>
          </w:p>
        </w:tc>
      </w:tr>
      <w:tr w:rsidR="00E30467" w:rsidRPr="00594D94" w14:paraId="1C61BA37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E731A66" w14:textId="77777777" w:rsidR="00E30467" w:rsidRPr="00594D94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C88862" w14:textId="77777777" w:rsidR="00E30467" w:rsidRPr="00594D94" w:rsidRDefault="00E30467" w:rsidP="001839E4">
            <w:pPr>
              <w:pStyle w:val="tablehead"/>
              <w:rPr>
                <w:kern w:val="18"/>
              </w:rPr>
            </w:pPr>
            <w:r w:rsidRPr="00594D94">
              <w:rPr>
                <w:kern w:val="18"/>
              </w:rPr>
              <w:t>Specified</w:t>
            </w:r>
            <w:r w:rsidRPr="00594D94">
              <w:rPr>
                <w:kern w:val="18"/>
              </w:rPr>
              <w:br/>
              <w:t>Causes</w:t>
            </w:r>
            <w:r w:rsidRPr="00594D9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24DC75" w14:textId="77777777" w:rsidR="00E30467" w:rsidRPr="00594D94" w:rsidRDefault="00E30467" w:rsidP="001839E4">
            <w:pPr>
              <w:pStyle w:val="tablehead"/>
              <w:rPr>
                <w:kern w:val="18"/>
              </w:rPr>
            </w:pPr>
            <w:r w:rsidRPr="00594D94">
              <w:rPr>
                <w:kern w:val="18"/>
              </w:rPr>
              <w:br/>
            </w:r>
            <w:r w:rsidRPr="00594D9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2A71EF" w14:textId="77777777" w:rsidR="00E30467" w:rsidRPr="00594D94" w:rsidRDefault="00E30467" w:rsidP="001839E4">
            <w:pPr>
              <w:pStyle w:val="tablehead"/>
              <w:rPr>
                <w:kern w:val="18"/>
              </w:rPr>
            </w:pPr>
            <w:r w:rsidRPr="00594D94">
              <w:rPr>
                <w:kern w:val="18"/>
              </w:rPr>
              <w:t>$500</w:t>
            </w:r>
            <w:r w:rsidRPr="00594D94">
              <w:rPr>
                <w:kern w:val="18"/>
              </w:rPr>
              <w:br/>
              <w:t>Ded.</w:t>
            </w:r>
            <w:r w:rsidRPr="00594D94">
              <w:rPr>
                <w:kern w:val="18"/>
              </w:rPr>
              <w:br/>
              <w:t>Coll.</w:t>
            </w:r>
          </w:p>
        </w:tc>
      </w:tr>
      <w:tr w:rsidR="00E30467" w:rsidRPr="00594D94" w14:paraId="425653A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318208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594D94" w14:paraId="721B2218" w14:textId="77777777" w:rsidTr="001839E4">
        <w:trPr>
          <w:cantSplit/>
        </w:trPr>
        <w:tc>
          <w:tcPr>
            <w:tcW w:w="540" w:type="dxa"/>
            <w:gridSpan w:val="2"/>
          </w:tcPr>
          <w:p w14:paraId="04D348E5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A020E7" w14:textId="77777777" w:rsidR="00E30467" w:rsidRPr="00594D94" w:rsidRDefault="00E30467" w:rsidP="001839E4">
            <w:pPr>
              <w:pStyle w:val="tabletext11"/>
              <w:rPr>
                <w:b/>
                <w:kern w:val="18"/>
              </w:rPr>
            </w:pPr>
            <w:r w:rsidRPr="00594D94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594D94" w14:paraId="2F4D7E5F" w14:textId="77777777" w:rsidTr="001839E4">
        <w:trPr>
          <w:cantSplit/>
        </w:trPr>
        <w:tc>
          <w:tcPr>
            <w:tcW w:w="540" w:type="dxa"/>
            <w:gridSpan w:val="2"/>
          </w:tcPr>
          <w:p w14:paraId="15F7ED4E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57831B" w14:textId="77777777" w:rsidR="00E30467" w:rsidRPr="00594D94" w:rsidRDefault="00E30467" w:rsidP="001839E4">
            <w:pPr>
              <w:pStyle w:val="tabletext11"/>
              <w:rPr>
                <w:b/>
                <w:kern w:val="18"/>
              </w:rPr>
            </w:pPr>
            <w:r w:rsidRPr="00594D9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594D94" w14:paraId="6FA64588" w14:textId="77777777" w:rsidTr="001839E4">
        <w:trPr>
          <w:cantSplit/>
        </w:trPr>
        <w:tc>
          <w:tcPr>
            <w:tcW w:w="4860" w:type="dxa"/>
            <w:gridSpan w:val="3"/>
          </w:tcPr>
          <w:p w14:paraId="4AF5DB00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DF7CB2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1CBF8F82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7BF135B4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163</w:t>
            </w:r>
          </w:p>
        </w:tc>
      </w:tr>
      <w:tr w:rsidR="00E30467" w:rsidRPr="00594D94" w14:paraId="4C2E0A33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C65815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594D94" w14:paraId="051385B6" w14:textId="77777777" w:rsidTr="001839E4">
        <w:trPr>
          <w:cantSplit/>
        </w:trPr>
        <w:tc>
          <w:tcPr>
            <w:tcW w:w="4860" w:type="dxa"/>
            <w:gridSpan w:val="3"/>
          </w:tcPr>
          <w:p w14:paraId="1D4A27F0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EADAC2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723A4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7EF1EB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594D94" w14:paraId="3CC99E97" w14:textId="77777777" w:rsidTr="001839E4">
        <w:trPr>
          <w:cantSplit/>
        </w:trPr>
        <w:tc>
          <w:tcPr>
            <w:tcW w:w="4860" w:type="dxa"/>
            <w:gridSpan w:val="3"/>
          </w:tcPr>
          <w:p w14:paraId="58FD5994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626107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7B311059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244D1920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260</w:t>
            </w:r>
          </w:p>
        </w:tc>
      </w:tr>
      <w:tr w:rsidR="00E30467" w:rsidRPr="00594D94" w14:paraId="3258EFFB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D5E904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7BB2759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FB4C7F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594D94" w14:paraId="4EC5AA84" w14:textId="77777777" w:rsidTr="001839E4">
        <w:trPr>
          <w:cantSplit/>
        </w:trPr>
        <w:tc>
          <w:tcPr>
            <w:tcW w:w="540" w:type="dxa"/>
            <w:gridSpan w:val="2"/>
          </w:tcPr>
          <w:p w14:paraId="0855BFFB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B2B48F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594D94" w14:paraId="3305E59B" w14:textId="77777777" w:rsidTr="001839E4">
        <w:trPr>
          <w:cantSplit/>
        </w:trPr>
        <w:tc>
          <w:tcPr>
            <w:tcW w:w="4860" w:type="dxa"/>
            <w:gridSpan w:val="3"/>
          </w:tcPr>
          <w:p w14:paraId="102B5842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E58855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25AC131A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55658757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207</w:t>
            </w:r>
          </w:p>
        </w:tc>
      </w:tr>
      <w:tr w:rsidR="00E30467" w:rsidRPr="00594D94" w14:paraId="525CFBE6" w14:textId="77777777" w:rsidTr="001839E4">
        <w:trPr>
          <w:cantSplit/>
        </w:trPr>
        <w:tc>
          <w:tcPr>
            <w:tcW w:w="540" w:type="dxa"/>
            <w:gridSpan w:val="2"/>
          </w:tcPr>
          <w:p w14:paraId="04462C5A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201F49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594D94" w14:paraId="7EC5FE1F" w14:textId="77777777" w:rsidTr="001839E4">
        <w:trPr>
          <w:cantSplit/>
        </w:trPr>
        <w:tc>
          <w:tcPr>
            <w:tcW w:w="4860" w:type="dxa"/>
            <w:gridSpan w:val="3"/>
          </w:tcPr>
          <w:p w14:paraId="5438923A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4E9596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6CD5F26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FC835D5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106</w:t>
            </w:r>
          </w:p>
        </w:tc>
      </w:tr>
      <w:tr w:rsidR="00E30467" w:rsidRPr="00594D94" w14:paraId="60E30489" w14:textId="77777777" w:rsidTr="001839E4">
        <w:trPr>
          <w:cantSplit/>
        </w:trPr>
        <w:tc>
          <w:tcPr>
            <w:tcW w:w="540" w:type="dxa"/>
            <w:gridSpan w:val="2"/>
          </w:tcPr>
          <w:p w14:paraId="0CB2F1FC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FA1ACD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594D94" w14:paraId="606BAB15" w14:textId="77777777" w:rsidTr="001839E4">
        <w:trPr>
          <w:cantSplit/>
        </w:trPr>
        <w:tc>
          <w:tcPr>
            <w:tcW w:w="4860" w:type="dxa"/>
            <w:gridSpan w:val="3"/>
          </w:tcPr>
          <w:p w14:paraId="0031E25A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C53D5C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DCFC1C5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649987C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106</w:t>
            </w:r>
          </w:p>
        </w:tc>
      </w:tr>
      <w:tr w:rsidR="00E30467" w:rsidRPr="00594D94" w14:paraId="3C736164" w14:textId="77777777" w:rsidTr="001839E4">
        <w:trPr>
          <w:cantSplit/>
        </w:trPr>
        <w:tc>
          <w:tcPr>
            <w:tcW w:w="540" w:type="dxa"/>
            <w:gridSpan w:val="2"/>
          </w:tcPr>
          <w:p w14:paraId="1D8F1CE6" w14:textId="77777777" w:rsidR="00E30467" w:rsidRPr="00594D94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5455FC" w14:textId="77777777" w:rsidR="00E30467" w:rsidRPr="00594D94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594D94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594D94" w14:paraId="3CCB85DD" w14:textId="77777777" w:rsidTr="001839E4">
        <w:trPr>
          <w:cantSplit/>
        </w:trPr>
        <w:tc>
          <w:tcPr>
            <w:tcW w:w="4860" w:type="dxa"/>
            <w:gridSpan w:val="3"/>
          </w:tcPr>
          <w:p w14:paraId="316BFFB0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3CCBEC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1267CD11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3332BEB9" w14:textId="77777777" w:rsidR="00E30467" w:rsidRPr="00594D94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594D94">
              <w:rPr>
                <w:kern w:val="18"/>
              </w:rPr>
              <w:t>$   207</w:t>
            </w:r>
          </w:p>
        </w:tc>
      </w:tr>
      <w:tr w:rsidR="00E30467" w:rsidRPr="00594D94" w14:paraId="0737AF4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6DB5423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53C8B70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4C64EC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7B77ECF7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6228D24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94D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68D72C0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  <w:r w:rsidRPr="00594D94">
              <w:rPr>
                <w:kern w:val="18"/>
              </w:rPr>
              <w:t xml:space="preserve">For physical damage fleet factors, refer to Rules </w:t>
            </w:r>
            <w:r w:rsidRPr="00594D94">
              <w:rPr>
                <w:rStyle w:val="rulelink"/>
              </w:rPr>
              <w:t>22.</w:t>
            </w:r>
            <w:r w:rsidRPr="00594D94">
              <w:rPr>
                <w:kern w:val="18"/>
              </w:rPr>
              <w:t xml:space="preserve"> and </w:t>
            </w:r>
            <w:r w:rsidRPr="00594D94">
              <w:rPr>
                <w:rStyle w:val="rulelink"/>
              </w:rPr>
              <w:t>39.</w:t>
            </w:r>
          </w:p>
        </w:tc>
      </w:tr>
      <w:tr w:rsidR="00E30467" w:rsidRPr="00594D94" w14:paraId="1698B618" w14:textId="77777777" w:rsidTr="001839E4">
        <w:trPr>
          <w:cantSplit/>
        </w:trPr>
        <w:tc>
          <w:tcPr>
            <w:tcW w:w="220" w:type="dxa"/>
          </w:tcPr>
          <w:p w14:paraId="42CAA8EE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94D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BF8D32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  <w:r w:rsidRPr="00594D94">
              <w:rPr>
                <w:kern w:val="18"/>
              </w:rPr>
              <w:t xml:space="preserve">For additional coverages, refer to the Additional Coverages Table in Rules </w:t>
            </w:r>
            <w:r w:rsidRPr="00594D94">
              <w:rPr>
                <w:rStyle w:val="rulelink"/>
              </w:rPr>
              <w:t>23.</w:t>
            </w:r>
            <w:r w:rsidRPr="00594D94">
              <w:rPr>
                <w:kern w:val="18"/>
              </w:rPr>
              <w:t xml:space="preserve"> and </w:t>
            </w:r>
            <w:r w:rsidRPr="00594D94">
              <w:rPr>
                <w:rStyle w:val="rulelink"/>
              </w:rPr>
              <w:t>40.</w:t>
            </w:r>
          </w:p>
        </w:tc>
      </w:tr>
      <w:tr w:rsidR="00E30467" w:rsidRPr="00594D94" w14:paraId="455FC0EC" w14:textId="77777777" w:rsidTr="001839E4">
        <w:trPr>
          <w:cantSplit/>
        </w:trPr>
        <w:tc>
          <w:tcPr>
            <w:tcW w:w="220" w:type="dxa"/>
          </w:tcPr>
          <w:p w14:paraId="7B8E852A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94D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97A348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  <w:r w:rsidRPr="00594D94">
              <w:rPr>
                <w:kern w:val="18"/>
              </w:rPr>
              <w:t xml:space="preserve">For Deductible factors, refer to Rule </w:t>
            </w:r>
            <w:r w:rsidRPr="00594D94">
              <w:rPr>
                <w:rStyle w:val="rulelink"/>
              </w:rPr>
              <w:t>98.</w:t>
            </w:r>
          </w:p>
        </w:tc>
      </w:tr>
      <w:tr w:rsidR="00E30467" w:rsidRPr="00594D94" w14:paraId="0C93B405" w14:textId="77777777" w:rsidTr="001839E4">
        <w:trPr>
          <w:cantSplit/>
        </w:trPr>
        <w:tc>
          <w:tcPr>
            <w:tcW w:w="220" w:type="dxa"/>
          </w:tcPr>
          <w:p w14:paraId="0578E751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94D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4ED024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  <w:r w:rsidRPr="00594D94">
              <w:rPr>
                <w:kern w:val="18"/>
              </w:rPr>
              <w:t xml:space="preserve">For Original Cost New and Age Group factors, refer to Rule </w:t>
            </w:r>
            <w:r w:rsidRPr="00594D94">
              <w:rPr>
                <w:rStyle w:val="rulelink"/>
              </w:rPr>
              <w:t>101.</w:t>
            </w:r>
          </w:p>
        </w:tc>
      </w:tr>
      <w:tr w:rsidR="00E30467" w:rsidRPr="00594D94" w14:paraId="7E646565" w14:textId="77777777" w:rsidTr="001839E4">
        <w:trPr>
          <w:cantSplit/>
        </w:trPr>
        <w:tc>
          <w:tcPr>
            <w:tcW w:w="220" w:type="dxa"/>
          </w:tcPr>
          <w:p w14:paraId="196DED79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594D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3C03A4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  <w:r w:rsidRPr="00594D94">
              <w:rPr>
                <w:kern w:val="18"/>
              </w:rPr>
              <w:t xml:space="preserve">For Stated Amount factors, refer to Rule </w:t>
            </w:r>
            <w:r w:rsidRPr="00594D94">
              <w:rPr>
                <w:rStyle w:val="rulelink"/>
              </w:rPr>
              <w:t>101.</w:t>
            </w:r>
          </w:p>
        </w:tc>
      </w:tr>
      <w:tr w:rsidR="00E30467" w:rsidRPr="00594D94" w14:paraId="285EB5D2" w14:textId="77777777" w:rsidTr="001839E4">
        <w:trPr>
          <w:cantSplit/>
        </w:trPr>
        <w:tc>
          <w:tcPr>
            <w:tcW w:w="220" w:type="dxa"/>
          </w:tcPr>
          <w:p w14:paraId="6C92C415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794526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368F76F4" w14:textId="77777777" w:rsidTr="001839E4">
        <w:trPr>
          <w:cantSplit/>
        </w:trPr>
        <w:tc>
          <w:tcPr>
            <w:tcW w:w="220" w:type="dxa"/>
          </w:tcPr>
          <w:p w14:paraId="54720C29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4956B0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654B9841" w14:textId="77777777" w:rsidTr="001839E4">
        <w:trPr>
          <w:cantSplit/>
        </w:trPr>
        <w:tc>
          <w:tcPr>
            <w:tcW w:w="220" w:type="dxa"/>
          </w:tcPr>
          <w:p w14:paraId="38D34063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59F653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15A628FC" w14:textId="77777777" w:rsidTr="001839E4">
        <w:trPr>
          <w:cantSplit/>
        </w:trPr>
        <w:tc>
          <w:tcPr>
            <w:tcW w:w="220" w:type="dxa"/>
          </w:tcPr>
          <w:p w14:paraId="201CE81B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011C44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40A52F9D" w14:textId="77777777" w:rsidTr="001839E4">
        <w:trPr>
          <w:cantSplit/>
        </w:trPr>
        <w:tc>
          <w:tcPr>
            <w:tcW w:w="220" w:type="dxa"/>
          </w:tcPr>
          <w:p w14:paraId="227EFB94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8620CC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5830D9C1" w14:textId="77777777" w:rsidTr="001839E4">
        <w:trPr>
          <w:cantSplit/>
        </w:trPr>
        <w:tc>
          <w:tcPr>
            <w:tcW w:w="220" w:type="dxa"/>
          </w:tcPr>
          <w:p w14:paraId="1C207D78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A197F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11E12F68" w14:textId="77777777" w:rsidTr="001839E4">
        <w:trPr>
          <w:cantSplit/>
        </w:trPr>
        <w:tc>
          <w:tcPr>
            <w:tcW w:w="220" w:type="dxa"/>
          </w:tcPr>
          <w:p w14:paraId="651E98ED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DDB7CD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178B8A6D" w14:textId="77777777" w:rsidTr="001839E4">
        <w:trPr>
          <w:cantSplit/>
        </w:trPr>
        <w:tc>
          <w:tcPr>
            <w:tcW w:w="220" w:type="dxa"/>
          </w:tcPr>
          <w:p w14:paraId="06E46CE5" w14:textId="77777777" w:rsidR="00E30467" w:rsidRPr="00594D94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244F1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320FDB56" w14:textId="77777777" w:rsidTr="001839E4">
        <w:trPr>
          <w:cantSplit/>
        </w:trPr>
        <w:tc>
          <w:tcPr>
            <w:tcW w:w="220" w:type="dxa"/>
          </w:tcPr>
          <w:p w14:paraId="5F4A25E7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9CF280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2301C10D" w14:textId="77777777" w:rsidTr="001839E4">
        <w:trPr>
          <w:cantSplit/>
        </w:trPr>
        <w:tc>
          <w:tcPr>
            <w:tcW w:w="220" w:type="dxa"/>
          </w:tcPr>
          <w:p w14:paraId="255E4CFB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BC11C0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2598F353" w14:textId="77777777" w:rsidTr="001839E4">
        <w:trPr>
          <w:cantSplit/>
        </w:trPr>
        <w:tc>
          <w:tcPr>
            <w:tcW w:w="220" w:type="dxa"/>
          </w:tcPr>
          <w:p w14:paraId="1557E272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96F745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21321B35" w14:textId="77777777" w:rsidTr="001839E4">
        <w:trPr>
          <w:cantSplit/>
        </w:trPr>
        <w:tc>
          <w:tcPr>
            <w:tcW w:w="220" w:type="dxa"/>
          </w:tcPr>
          <w:p w14:paraId="77BB8826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630134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0E434B16" w14:textId="77777777" w:rsidTr="001839E4">
        <w:trPr>
          <w:cantSplit/>
        </w:trPr>
        <w:tc>
          <w:tcPr>
            <w:tcW w:w="220" w:type="dxa"/>
          </w:tcPr>
          <w:p w14:paraId="1A4A88B6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6B7A65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35399AEE" w14:textId="77777777" w:rsidTr="001839E4">
        <w:trPr>
          <w:cantSplit/>
        </w:trPr>
        <w:tc>
          <w:tcPr>
            <w:tcW w:w="220" w:type="dxa"/>
          </w:tcPr>
          <w:p w14:paraId="46A44F07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7896B0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4F21AC6C" w14:textId="77777777" w:rsidTr="001839E4">
        <w:trPr>
          <w:cantSplit/>
        </w:trPr>
        <w:tc>
          <w:tcPr>
            <w:tcW w:w="220" w:type="dxa"/>
          </w:tcPr>
          <w:p w14:paraId="7DF970C0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678336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594D94" w14:paraId="37F5AF37" w14:textId="77777777" w:rsidTr="001839E4">
        <w:trPr>
          <w:cantSplit/>
        </w:trPr>
        <w:tc>
          <w:tcPr>
            <w:tcW w:w="220" w:type="dxa"/>
          </w:tcPr>
          <w:p w14:paraId="59E08419" w14:textId="77777777" w:rsidR="00E30467" w:rsidRPr="00594D94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389D42" w14:textId="77777777" w:rsidR="00E30467" w:rsidRPr="00594D94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74F9A55" w14:textId="77777777" w:rsidR="00E30467" w:rsidRPr="00594D94" w:rsidRDefault="00E30467" w:rsidP="00E30467">
      <w:pPr>
        <w:pStyle w:val="isonormal"/>
      </w:pPr>
      <w:r w:rsidRPr="00594D94">
        <w:br w:type="textWrapping" w:clear="all"/>
      </w:r>
    </w:p>
    <w:p w14:paraId="4F30B01E" w14:textId="77777777" w:rsidR="00E30467" w:rsidRDefault="00E30467" w:rsidP="00E30467">
      <w:pPr>
        <w:pStyle w:val="isonormal"/>
        <w:sectPr w:rsidR="00E30467" w:rsidSect="00E30467">
          <w:headerReference w:type="default" r:id="rId67"/>
          <w:footerReference w:type="default" r:id="rId6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235653" w14:paraId="72994D5D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9E14824" w14:textId="77777777" w:rsidR="00E30467" w:rsidRPr="00235653" w:rsidRDefault="00E30467" w:rsidP="001839E4">
            <w:pPr>
              <w:pStyle w:val="tablehead"/>
              <w:rPr>
                <w:kern w:val="18"/>
              </w:rPr>
            </w:pPr>
            <w:r w:rsidRPr="00235653">
              <w:rPr>
                <w:kern w:val="18"/>
              </w:rPr>
              <w:lastRenderedPageBreak/>
              <w:t>PHYSICAL DAMAGE</w:t>
            </w:r>
            <w:r w:rsidRPr="00235653">
              <w:rPr>
                <w:kern w:val="18"/>
              </w:rPr>
              <w:br/>
              <w:t>Original Cost New Range</w:t>
            </w:r>
            <w:r w:rsidRPr="00235653">
              <w:rPr>
                <w:kern w:val="18"/>
              </w:rPr>
              <w:br/>
              <w:t>$15,001 – 20,000</w:t>
            </w:r>
          </w:p>
        </w:tc>
      </w:tr>
      <w:tr w:rsidR="00E30467" w:rsidRPr="00235653" w14:paraId="3D0A6B90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E39E324" w14:textId="77777777" w:rsidR="00E30467" w:rsidRPr="00235653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CBCDBF" w14:textId="77777777" w:rsidR="00E30467" w:rsidRPr="00235653" w:rsidRDefault="00E30467" w:rsidP="001839E4">
            <w:pPr>
              <w:pStyle w:val="tablehead"/>
              <w:rPr>
                <w:kern w:val="18"/>
              </w:rPr>
            </w:pPr>
            <w:r w:rsidRPr="00235653">
              <w:rPr>
                <w:kern w:val="18"/>
              </w:rPr>
              <w:t>Specified</w:t>
            </w:r>
            <w:r w:rsidRPr="00235653">
              <w:rPr>
                <w:kern w:val="18"/>
              </w:rPr>
              <w:br/>
              <w:t>Causes</w:t>
            </w:r>
            <w:r w:rsidRPr="0023565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A0E0FE" w14:textId="77777777" w:rsidR="00E30467" w:rsidRPr="00235653" w:rsidRDefault="00E30467" w:rsidP="001839E4">
            <w:pPr>
              <w:pStyle w:val="tablehead"/>
              <w:rPr>
                <w:kern w:val="18"/>
              </w:rPr>
            </w:pPr>
            <w:r w:rsidRPr="00235653">
              <w:rPr>
                <w:kern w:val="18"/>
              </w:rPr>
              <w:br/>
            </w:r>
            <w:r w:rsidRPr="0023565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E44A7C" w14:textId="77777777" w:rsidR="00E30467" w:rsidRPr="00235653" w:rsidRDefault="00E30467" w:rsidP="001839E4">
            <w:pPr>
              <w:pStyle w:val="tablehead"/>
              <w:rPr>
                <w:kern w:val="18"/>
              </w:rPr>
            </w:pPr>
            <w:r w:rsidRPr="00235653">
              <w:rPr>
                <w:kern w:val="18"/>
              </w:rPr>
              <w:t>$500</w:t>
            </w:r>
            <w:r w:rsidRPr="00235653">
              <w:rPr>
                <w:kern w:val="18"/>
              </w:rPr>
              <w:br/>
              <w:t>Ded.</w:t>
            </w:r>
            <w:r w:rsidRPr="00235653">
              <w:rPr>
                <w:kern w:val="18"/>
              </w:rPr>
              <w:br/>
              <w:t>Coll.</w:t>
            </w:r>
          </w:p>
        </w:tc>
      </w:tr>
      <w:tr w:rsidR="00E30467" w:rsidRPr="00235653" w14:paraId="02EDE72F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CD3819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235653" w14:paraId="3ECEACDA" w14:textId="77777777" w:rsidTr="001839E4">
        <w:trPr>
          <w:cantSplit/>
        </w:trPr>
        <w:tc>
          <w:tcPr>
            <w:tcW w:w="540" w:type="dxa"/>
            <w:gridSpan w:val="2"/>
          </w:tcPr>
          <w:p w14:paraId="7BCAB037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D72C63" w14:textId="77777777" w:rsidR="00E30467" w:rsidRPr="00235653" w:rsidRDefault="00E30467" w:rsidP="001839E4">
            <w:pPr>
              <w:pStyle w:val="tabletext11"/>
              <w:rPr>
                <w:b/>
                <w:kern w:val="18"/>
              </w:rPr>
            </w:pPr>
            <w:r w:rsidRPr="00235653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235653" w14:paraId="7765E976" w14:textId="77777777" w:rsidTr="001839E4">
        <w:trPr>
          <w:cantSplit/>
        </w:trPr>
        <w:tc>
          <w:tcPr>
            <w:tcW w:w="540" w:type="dxa"/>
            <w:gridSpan w:val="2"/>
          </w:tcPr>
          <w:p w14:paraId="19CA0DB3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7C5215" w14:textId="77777777" w:rsidR="00E30467" w:rsidRPr="00235653" w:rsidRDefault="00E30467" w:rsidP="001839E4">
            <w:pPr>
              <w:pStyle w:val="tabletext11"/>
              <w:rPr>
                <w:b/>
                <w:kern w:val="18"/>
              </w:rPr>
            </w:pPr>
            <w:r w:rsidRPr="0023565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235653" w14:paraId="613B3116" w14:textId="77777777" w:rsidTr="001839E4">
        <w:trPr>
          <w:cantSplit/>
        </w:trPr>
        <w:tc>
          <w:tcPr>
            <w:tcW w:w="4860" w:type="dxa"/>
            <w:gridSpan w:val="3"/>
          </w:tcPr>
          <w:p w14:paraId="1BBA3B32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7DB339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3B51652E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177</w:t>
            </w:r>
          </w:p>
        </w:tc>
        <w:tc>
          <w:tcPr>
            <w:tcW w:w="1500" w:type="dxa"/>
          </w:tcPr>
          <w:p w14:paraId="3CA35686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181</w:t>
            </w:r>
          </w:p>
        </w:tc>
      </w:tr>
      <w:tr w:rsidR="00E30467" w:rsidRPr="00235653" w14:paraId="742AEDA1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D7141A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235653" w14:paraId="0C1063D5" w14:textId="77777777" w:rsidTr="001839E4">
        <w:trPr>
          <w:cantSplit/>
        </w:trPr>
        <w:tc>
          <w:tcPr>
            <w:tcW w:w="4860" w:type="dxa"/>
            <w:gridSpan w:val="3"/>
          </w:tcPr>
          <w:p w14:paraId="2DEB1E91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007BDD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9CA94D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17A48C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235653" w14:paraId="502359CD" w14:textId="77777777" w:rsidTr="001839E4">
        <w:trPr>
          <w:cantSplit/>
        </w:trPr>
        <w:tc>
          <w:tcPr>
            <w:tcW w:w="4860" w:type="dxa"/>
            <w:gridSpan w:val="3"/>
          </w:tcPr>
          <w:p w14:paraId="6BD2951A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AF0587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3D73C1EB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1CE31EDA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209</w:t>
            </w:r>
          </w:p>
        </w:tc>
      </w:tr>
      <w:tr w:rsidR="00E30467" w:rsidRPr="00235653" w14:paraId="5D1D1916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738E7AF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1670B10D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584C37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235653" w14:paraId="66EB3733" w14:textId="77777777" w:rsidTr="001839E4">
        <w:trPr>
          <w:cantSplit/>
        </w:trPr>
        <w:tc>
          <w:tcPr>
            <w:tcW w:w="540" w:type="dxa"/>
            <w:gridSpan w:val="2"/>
          </w:tcPr>
          <w:p w14:paraId="7C44F5BE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9478CC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235653" w14:paraId="15DD8C38" w14:textId="77777777" w:rsidTr="001839E4">
        <w:trPr>
          <w:cantSplit/>
        </w:trPr>
        <w:tc>
          <w:tcPr>
            <w:tcW w:w="4860" w:type="dxa"/>
            <w:gridSpan w:val="3"/>
          </w:tcPr>
          <w:p w14:paraId="68B17A90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B7DABF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574FDBEE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2DB50DC2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230</w:t>
            </w:r>
          </w:p>
        </w:tc>
      </w:tr>
      <w:tr w:rsidR="00E30467" w:rsidRPr="00235653" w14:paraId="298ECA68" w14:textId="77777777" w:rsidTr="001839E4">
        <w:trPr>
          <w:cantSplit/>
        </w:trPr>
        <w:tc>
          <w:tcPr>
            <w:tcW w:w="540" w:type="dxa"/>
            <w:gridSpan w:val="2"/>
          </w:tcPr>
          <w:p w14:paraId="6F58F16B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329519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235653" w14:paraId="2950E3E8" w14:textId="77777777" w:rsidTr="001839E4">
        <w:trPr>
          <w:cantSplit/>
        </w:trPr>
        <w:tc>
          <w:tcPr>
            <w:tcW w:w="4860" w:type="dxa"/>
            <w:gridSpan w:val="3"/>
          </w:tcPr>
          <w:p w14:paraId="65F7C7F4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BEC31D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4A5029D1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0061218E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118</w:t>
            </w:r>
          </w:p>
        </w:tc>
      </w:tr>
      <w:tr w:rsidR="00E30467" w:rsidRPr="00235653" w14:paraId="26B6348A" w14:textId="77777777" w:rsidTr="001839E4">
        <w:trPr>
          <w:cantSplit/>
        </w:trPr>
        <w:tc>
          <w:tcPr>
            <w:tcW w:w="540" w:type="dxa"/>
            <w:gridSpan w:val="2"/>
          </w:tcPr>
          <w:p w14:paraId="1F441247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7DEB3D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235653" w14:paraId="1EC6EC87" w14:textId="77777777" w:rsidTr="001839E4">
        <w:trPr>
          <w:cantSplit/>
        </w:trPr>
        <w:tc>
          <w:tcPr>
            <w:tcW w:w="4860" w:type="dxa"/>
            <w:gridSpan w:val="3"/>
          </w:tcPr>
          <w:p w14:paraId="370A6082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2534EB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426BDF1B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3F5AF071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118</w:t>
            </w:r>
          </w:p>
        </w:tc>
      </w:tr>
      <w:tr w:rsidR="00E30467" w:rsidRPr="00235653" w14:paraId="163E869A" w14:textId="77777777" w:rsidTr="001839E4">
        <w:trPr>
          <w:cantSplit/>
        </w:trPr>
        <w:tc>
          <w:tcPr>
            <w:tcW w:w="540" w:type="dxa"/>
            <w:gridSpan w:val="2"/>
          </w:tcPr>
          <w:p w14:paraId="506CC9D7" w14:textId="77777777" w:rsidR="00E30467" w:rsidRPr="00235653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880BED" w14:textId="77777777" w:rsidR="00E30467" w:rsidRPr="00235653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235653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235653" w14:paraId="7DBF3A78" w14:textId="77777777" w:rsidTr="001839E4">
        <w:trPr>
          <w:cantSplit/>
        </w:trPr>
        <w:tc>
          <w:tcPr>
            <w:tcW w:w="4860" w:type="dxa"/>
            <w:gridSpan w:val="3"/>
          </w:tcPr>
          <w:p w14:paraId="77BE6D07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699064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6FD52710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5F488FBD" w14:textId="77777777" w:rsidR="00E30467" w:rsidRPr="00235653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235653">
              <w:rPr>
                <w:kern w:val="18"/>
              </w:rPr>
              <w:t>$   230</w:t>
            </w:r>
          </w:p>
        </w:tc>
      </w:tr>
      <w:tr w:rsidR="00E30467" w:rsidRPr="00235653" w14:paraId="3EAAB12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33149E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0DC536D2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5B61D7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042DF50A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61D4D53A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2356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D050217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  <w:r w:rsidRPr="00235653">
              <w:rPr>
                <w:kern w:val="18"/>
              </w:rPr>
              <w:t xml:space="preserve">For physical damage fleet factors, refer to Rules </w:t>
            </w:r>
            <w:r w:rsidRPr="00235653">
              <w:rPr>
                <w:rStyle w:val="rulelink"/>
              </w:rPr>
              <w:t>22.</w:t>
            </w:r>
            <w:r w:rsidRPr="00235653">
              <w:rPr>
                <w:kern w:val="18"/>
              </w:rPr>
              <w:t xml:space="preserve"> and </w:t>
            </w:r>
            <w:r w:rsidRPr="00235653">
              <w:rPr>
                <w:rStyle w:val="rulelink"/>
              </w:rPr>
              <w:t>39.</w:t>
            </w:r>
          </w:p>
        </w:tc>
      </w:tr>
      <w:tr w:rsidR="00E30467" w:rsidRPr="00235653" w14:paraId="5FDCAC24" w14:textId="77777777" w:rsidTr="001839E4">
        <w:trPr>
          <w:cantSplit/>
        </w:trPr>
        <w:tc>
          <w:tcPr>
            <w:tcW w:w="220" w:type="dxa"/>
          </w:tcPr>
          <w:p w14:paraId="721E3B73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2356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DB9B2C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  <w:r w:rsidRPr="00235653">
              <w:rPr>
                <w:kern w:val="18"/>
              </w:rPr>
              <w:t xml:space="preserve">For additional coverages, refer to the Additional Coverages Table in Rules </w:t>
            </w:r>
            <w:r w:rsidRPr="00235653">
              <w:rPr>
                <w:rStyle w:val="rulelink"/>
              </w:rPr>
              <w:t>23.</w:t>
            </w:r>
            <w:r w:rsidRPr="00235653">
              <w:rPr>
                <w:kern w:val="18"/>
              </w:rPr>
              <w:t xml:space="preserve"> and </w:t>
            </w:r>
            <w:r w:rsidRPr="00235653">
              <w:rPr>
                <w:rStyle w:val="rulelink"/>
              </w:rPr>
              <w:t>40.</w:t>
            </w:r>
          </w:p>
        </w:tc>
      </w:tr>
      <w:tr w:rsidR="00E30467" w:rsidRPr="00235653" w14:paraId="6FC45FC1" w14:textId="77777777" w:rsidTr="001839E4">
        <w:trPr>
          <w:cantSplit/>
        </w:trPr>
        <w:tc>
          <w:tcPr>
            <w:tcW w:w="220" w:type="dxa"/>
          </w:tcPr>
          <w:p w14:paraId="2FC4D405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2356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068FB8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  <w:r w:rsidRPr="00235653">
              <w:rPr>
                <w:kern w:val="18"/>
              </w:rPr>
              <w:t xml:space="preserve">For Deductible factors, refer to Rule </w:t>
            </w:r>
            <w:r w:rsidRPr="00235653">
              <w:rPr>
                <w:rStyle w:val="rulelink"/>
              </w:rPr>
              <w:t>98.</w:t>
            </w:r>
          </w:p>
        </w:tc>
      </w:tr>
      <w:tr w:rsidR="00E30467" w:rsidRPr="00235653" w14:paraId="04500218" w14:textId="77777777" w:rsidTr="001839E4">
        <w:trPr>
          <w:cantSplit/>
        </w:trPr>
        <w:tc>
          <w:tcPr>
            <w:tcW w:w="220" w:type="dxa"/>
          </w:tcPr>
          <w:p w14:paraId="5B9A6E1E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2356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7F4A3E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  <w:r w:rsidRPr="00235653">
              <w:rPr>
                <w:kern w:val="18"/>
              </w:rPr>
              <w:t xml:space="preserve">For Original Cost New and Age Group factors, refer to Rule </w:t>
            </w:r>
            <w:r w:rsidRPr="00235653">
              <w:rPr>
                <w:rStyle w:val="rulelink"/>
              </w:rPr>
              <w:t>101.</w:t>
            </w:r>
          </w:p>
        </w:tc>
      </w:tr>
      <w:tr w:rsidR="00E30467" w:rsidRPr="00235653" w14:paraId="4F5F27DC" w14:textId="77777777" w:rsidTr="001839E4">
        <w:trPr>
          <w:cantSplit/>
        </w:trPr>
        <w:tc>
          <w:tcPr>
            <w:tcW w:w="220" w:type="dxa"/>
          </w:tcPr>
          <w:p w14:paraId="0C6D16D5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23565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11A120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  <w:r w:rsidRPr="00235653">
              <w:rPr>
                <w:kern w:val="18"/>
              </w:rPr>
              <w:t xml:space="preserve">For Stated Amount factors, refer to Rule </w:t>
            </w:r>
            <w:r w:rsidRPr="00235653">
              <w:rPr>
                <w:rStyle w:val="rulelink"/>
              </w:rPr>
              <w:t>101.</w:t>
            </w:r>
          </w:p>
        </w:tc>
      </w:tr>
      <w:tr w:rsidR="00E30467" w:rsidRPr="00235653" w14:paraId="1F816E87" w14:textId="77777777" w:rsidTr="001839E4">
        <w:trPr>
          <w:cantSplit/>
        </w:trPr>
        <w:tc>
          <w:tcPr>
            <w:tcW w:w="220" w:type="dxa"/>
          </w:tcPr>
          <w:p w14:paraId="1088F798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8F3F6F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11C720FE" w14:textId="77777777" w:rsidTr="001839E4">
        <w:trPr>
          <w:cantSplit/>
        </w:trPr>
        <w:tc>
          <w:tcPr>
            <w:tcW w:w="220" w:type="dxa"/>
          </w:tcPr>
          <w:p w14:paraId="4379E56B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631270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55375303" w14:textId="77777777" w:rsidTr="001839E4">
        <w:trPr>
          <w:cantSplit/>
        </w:trPr>
        <w:tc>
          <w:tcPr>
            <w:tcW w:w="220" w:type="dxa"/>
          </w:tcPr>
          <w:p w14:paraId="1F495CA2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737AB5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681B79A4" w14:textId="77777777" w:rsidTr="001839E4">
        <w:trPr>
          <w:cantSplit/>
        </w:trPr>
        <w:tc>
          <w:tcPr>
            <w:tcW w:w="220" w:type="dxa"/>
          </w:tcPr>
          <w:p w14:paraId="46786B16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B11265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6AA33961" w14:textId="77777777" w:rsidTr="001839E4">
        <w:trPr>
          <w:cantSplit/>
        </w:trPr>
        <w:tc>
          <w:tcPr>
            <w:tcW w:w="220" w:type="dxa"/>
          </w:tcPr>
          <w:p w14:paraId="01167754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EC7076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2E9DDA3C" w14:textId="77777777" w:rsidTr="001839E4">
        <w:trPr>
          <w:cantSplit/>
        </w:trPr>
        <w:tc>
          <w:tcPr>
            <w:tcW w:w="220" w:type="dxa"/>
          </w:tcPr>
          <w:p w14:paraId="12DD33BB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63937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7EB85FFE" w14:textId="77777777" w:rsidTr="001839E4">
        <w:trPr>
          <w:cantSplit/>
        </w:trPr>
        <w:tc>
          <w:tcPr>
            <w:tcW w:w="220" w:type="dxa"/>
          </w:tcPr>
          <w:p w14:paraId="78C9EECF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DB722F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2E8C4E2B" w14:textId="77777777" w:rsidTr="001839E4">
        <w:trPr>
          <w:cantSplit/>
        </w:trPr>
        <w:tc>
          <w:tcPr>
            <w:tcW w:w="220" w:type="dxa"/>
          </w:tcPr>
          <w:p w14:paraId="02479B46" w14:textId="77777777" w:rsidR="00E30467" w:rsidRPr="00235653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1C739F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6F761705" w14:textId="77777777" w:rsidTr="001839E4">
        <w:trPr>
          <w:cantSplit/>
        </w:trPr>
        <w:tc>
          <w:tcPr>
            <w:tcW w:w="220" w:type="dxa"/>
          </w:tcPr>
          <w:p w14:paraId="579F82F7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70122D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50599832" w14:textId="77777777" w:rsidTr="001839E4">
        <w:trPr>
          <w:cantSplit/>
        </w:trPr>
        <w:tc>
          <w:tcPr>
            <w:tcW w:w="220" w:type="dxa"/>
          </w:tcPr>
          <w:p w14:paraId="205E1062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A732ED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70A05F49" w14:textId="77777777" w:rsidTr="001839E4">
        <w:trPr>
          <w:cantSplit/>
        </w:trPr>
        <w:tc>
          <w:tcPr>
            <w:tcW w:w="220" w:type="dxa"/>
          </w:tcPr>
          <w:p w14:paraId="183097CC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3C3A96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774B3032" w14:textId="77777777" w:rsidTr="001839E4">
        <w:trPr>
          <w:cantSplit/>
        </w:trPr>
        <w:tc>
          <w:tcPr>
            <w:tcW w:w="220" w:type="dxa"/>
          </w:tcPr>
          <w:p w14:paraId="537468B5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E1C4E4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332F67E6" w14:textId="77777777" w:rsidTr="001839E4">
        <w:trPr>
          <w:cantSplit/>
        </w:trPr>
        <w:tc>
          <w:tcPr>
            <w:tcW w:w="220" w:type="dxa"/>
          </w:tcPr>
          <w:p w14:paraId="1A84F869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3A8C90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578586DC" w14:textId="77777777" w:rsidTr="001839E4">
        <w:trPr>
          <w:cantSplit/>
        </w:trPr>
        <w:tc>
          <w:tcPr>
            <w:tcW w:w="220" w:type="dxa"/>
          </w:tcPr>
          <w:p w14:paraId="3CB1B87F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FFC718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1121F360" w14:textId="77777777" w:rsidTr="001839E4">
        <w:trPr>
          <w:cantSplit/>
        </w:trPr>
        <w:tc>
          <w:tcPr>
            <w:tcW w:w="220" w:type="dxa"/>
          </w:tcPr>
          <w:p w14:paraId="38938708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000F8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235653" w14:paraId="5805CA75" w14:textId="77777777" w:rsidTr="001839E4">
        <w:trPr>
          <w:cantSplit/>
        </w:trPr>
        <w:tc>
          <w:tcPr>
            <w:tcW w:w="220" w:type="dxa"/>
          </w:tcPr>
          <w:p w14:paraId="5E827613" w14:textId="77777777" w:rsidR="00E30467" w:rsidRPr="00235653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F8ACB0" w14:textId="77777777" w:rsidR="00E30467" w:rsidRPr="00235653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134C145" w14:textId="77777777" w:rsidR="00E30467" w:rsidRPr="00235653" w:rsidRDefault="00E30467" w:rsidP="00E30467">
      <w:pPr>
        <w:pStyle w:val="isonormal"/>
      </w:pPr>
      <w:r w:rsidRPr="00235653">
        <w:br w:type="textWrapping" w:clear="all"/>
      </w:r>
    </w:p>
    <w:p w14:paraId="294679DA" w14:textId="77777777" w:rsidR="00E30467" w:rsidRDefault="00E30467" w:rsidP="00E30467">
      <w:pPr>
        <w:pStyle w:val="isonormal"/>
        <w:sectPr w:rsidR="00E30467" w:rsidSect="00E30467">
          <w:headerReference w:type="default" r:id="rId69"/>
          <w:footerReference w:type="default" r:id="rId70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D80191" w14:paraId="724A6516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FBD7551" w14:textId="77777777" w:rsidR="00E30467" w:rsidRPr="00D80191" w:rsidRDefault="00E30467" w:rsidP="001839E4">
            <w:pPr>
              <w:pStyle w:val="tablehead"/>
              <w:rPr>
                <w:kern w:val="18"/>
              </w:rPr>
            </w:pPr>
            <w:r w:rsidRPr="00D80191">
              <w:rPr>
                <w:kern w:val="18"/>
              </w:rPr>
              <w:lastRenderedPageBreak/>
              <w:t>PHYSICAL DAMAGE</w:t>
            </w:r>
            <w:r w:rsidRPr="00D80191">
              <w:rPr>
                <w:kern w:val="18"/>
              </w:rPr>
              <w:br/>
              <w:t>Original Cost New Range</w:t>
            </w:r>
            <w:r w:rsidRPr="00D80191">
              <w:rPr>
                <w:kern w:val="18"/>
              </w:rPr>
              <w:br/>
              <w:t>$15,001 – 20,000</w:t>
            </w:r>
          </w:p>
        </w:tc>
      </w:tr>
      <w:tr w:rsidR="00E30467" w:rsidRPr="00D80191" w14:paraId="77A599CC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B14F3D4" w14:textId="77777777" w:rsidR="00E30467" w:rsidRPr="00D80191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DAE926" w14:textId="77777777" w:rsidR="00E30467" w:rsidRPr="00D80191" w:rsidRDefault="00E30467" w:rsidP="001839E4">
            <w:pPr>
              <w:pStyle w:val="tablehead"/>
              <w:rPr>
                <w:kern w:val="18"/>
              </w:rPr>
            </w:pPr>
            <w:r w:rsidRPr="00D80191">
              <w:rPr>
                <w:kern w:val="18"/>
              </w:rPr>
              <w:t>Specified</w:t>
            </w:r>
            <w:r w:rsidRPr="00D80191">
              <w:rPr>
                <w:kern w:val="18"/>
              </w:rPr>
              <w:br/>
              <w:t>Causes</w:t>
            </w:r>
            <w:r w:rsidRPr="00D8019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2F4E8B" w14:textId="77777777" w:rsidR="00E30467" w:rsidRPr="00D80191" w:rsidRDefault="00E30467" w:rsidP="001839E4">
            <w:pPr>
              <w:pStyle w:val="tablehead"/>
              <w:rPr>
                <w:kern w:val="18"/>
              </w:rPr>
            </w:pPr>
            <w:r w:rsidRPr="00D80191">
              <w:rPr>
                <w:kern w:val="18"/>
              </w:rPr>
              <w:br/>
            </w:r>
            <w:r w:rsidRPr="00D8019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E4E803" w14:textId="77777777" w:rsidR="00E30467" w:rsidRPr="00D80191" w:rsidRDefault="00E30467" w:rsidP="001839E4">
            <w:pPr>
              <w:pStyle w:val="tablehead"/>
              <w:rPr>
                <w:kern w:val="18"/>
              </w:rPr>
            </w:pPr>
            <w:r w:rsidRPr="00D80191">
              <w:rPr>
                <w:kern w:val="18"/>
              </w:rPr>
              <w:t>$500</w:t>
            </w:r>
            <w:r w:rsidRPr="00D80191">
              <w:rPr>
                <w:kern w:val="18"/>
              </w:rPr>
              <w:br/>
              <w:t>Ded.</w:t>
            </w:r>
            <w:r w:rsidRPr="00D80191">
              <w:rPr>
                <w:kern w:val="18"/>
              </w:rPr>
              <w:br/>
              <w:t>Coll.</w:t>
            </w:r>
          </w:p>
        </w:tc>
      </w:tr>
      <w:tr w:rsidR="00E30467" w:rsidRPr="00D80191" w14:paraId="493D14B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70A17BA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D80191" w14:paraId="480CEA76" w14:textId="77777777" w:rsidTr="001839E4">
        <w:trPr>
          <w:cantSplit/>
        </w:trPr>
        <w:tc>
          <w:tcPr>
            <w:tcW w:w="540" w:type="dxa"/>
            <w:gridSpan w:val="2"/>
          </w:tcPr>
          <w:p w14:paraId="4750514D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4BBFE0" w14:textId="77777777" w:rsidR="00E30467" w:rsidRPr="00D80191" w:rsidRDefault="00E30467" w:rsidP="001839E4">
            <w:pPr>
              <w:pStyle w:val="tabletext11"/>
              <w:rPr>
                <w:b/>
                <w:kern w:val="18"/>
              </w:rPr>
            </w:pPr>
            <w:r w:rsidRPr="00D80191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D80191" w14:paraId="263F571F" w14:textId="77777777" w:rsidTr="001839E4">
        <w:trPr>
          <w:cantSplit/>
        </w:trPr>
        <w:tc>
          <w:tcPr>
            <w:tcW w:w="540" w:type="dxa"/>
            <w:gridSpan w:val="2"/>
          </w:tcPr>
          <w:p w14:paraId="328B94E6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DC01D7" w14:textId="77777777" w:rsidR="00E30467" w:rsidRPr="00D80191" w:rsidRDefault="00E30467" w:rsidP="001839E4">
            <w:pPr>
              <w:pStyle w:val="tabletext11"/>
              <w:rPr>
                <w:b/>
                <w:kern w:val="18"/>
              </w:rPr>
            </w:pPr>
            <w:r w:rsidRPr="00D8019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D80191" w14:paraId="470446CC" w14:textId="77777777" w:rsidTr="001839E4">
        <w:trPr>
          <w:cantSplit/>
        </w:trPr>
        <w:tc>
          <w:tcPr>
            <w:tcW w:w="4860" w:type="dxa"/>
            <w:gridSpan w:val="3"/>
          </w:tcPr>
          <w:p w14:paraId="66FDF4B6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1C9A7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54C1D5D9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2B35B8EE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149</w:t>
            </w:r>
          </w:p>
        </w:tc>
      </w:tr>
      <w:tr w:rsidR="00E30467" w:rsidRPr="00D80191" w14:paraId="0DE827B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1CCCC4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D80191" w14:paraId="5AB4A5F1" w14:textId="77777777" w:rsidTr="001839E4">
        <w:trPr>
          <w:cantSplit/>
        </w:trPr>
        <w:tc>
          <w:tcPr>
            <w:tcW w:w="4860" w:type="dxa"/>
            <w:gridSpan w:val="3"/>
          </w:tcPr>
          <w:p w14:paraId="1E4846EA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D531A9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DEF224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FC2F6F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D80191" w14:paraId="684681C2" w14:textId="77777777" w:rsidTr="001839E4">
        <w:trPr>
          <w:cantSplit/>
        </w:trPr>
        <w:tc>
          <w:tcPr>
            <w:tcW w:w="4860" w:type="dxa"/>
            <w:gridSpan w:val="3"/>
          </w:tcPr>
          <w:p w14:paraId="5F4EE8B0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41957B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C107EF3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FE32671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203</w:t>
            </w:r>
          </w:p>
        </w:tc>
      </w:tr>
      <w:tr w:rsidR="00E30467" w:rsidRPr="00D80191" w14:paraId="6132B4B9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ECDEF8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A00DCA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4BF4F2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D80191" w14:paraId="5A3418F1" w14:textId="77777777" w:rsidTr="001839E4">
        <w:trPr>
          <w:cantSplit/>
        </w:trPr>
        <w:tc>
          <w:tcPr>
            <w:tcW w:w="540" w:type="dxa"/>
            <w:gridSpan w:val="2"/>
          </w:tcPr>
          <w:p w14:paraId="5E1DCC81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3B68E6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D80191" w14:paraId="5783D1CF" w14:textId="77777777" w:rsidTr="001839E4">
        <w:trPr>
          <w:cantSplit/>
        </w:trPr>
        <w:tc>
          <w:tcPr>
            <w:tcW w:w="4860" w:type="dxa"/>
            <w:gridSpan w:val="3"/>
          </w:tcPr>
          <w:p w14:paraId="1BADCA24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3092D4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637DC15B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6A6FA117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189</w:t>
            </w:r>
          </w:p>
        </w:tc>
      </w:tr>
      <w:tr w:rsidR="00E30467" w:rsidRPr="00D80191" w14:paraId="286D40E6" w14:textId="77777777" w:rsidTr="001839E4">
        <w:trPr>
          <w:cantSplit/>
        </w:trPr>
        <w:tc>
          <w:tcPr>
            <w:tcW w:w="540" w:type="dxa"/>
            <w:gridSpan w:val="2"/>
          </w:tcPr>
          <w:p w14:paraId="7714E5F6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C7008E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D80191" w14:paraId="25DF074A" w14:textId="77777777" w:rsidTr="001839E4">
        <w:trPr>
          <w:cantSplit/>
        </w:trPr>
        <w:tc>
          <w:tcPr>
            <w:tcW w:w="4860" w:type="dxa"/>
            <w:gridSpan w:val="3"/>
          </w:tcPr>
          <w:p w14:paraId="025F6E08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0CDE68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62BD09C8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092D31E0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 97</w:t>
            </w:r>
          </w:p>
        </w:tc>
      </w:tr>
      <w:tr w:rsidR="00E30467" w:rsidRPr="00D80191" w14:paraId="7720B844" w14:textId="77777777" w:rsidTr="001839E4">
        <w:trPr>
          <w:cantSplit/>
        </w:trPr>
        <w:tc>
          <w:tcPr>
            <w:tcW w:w="540" w:type="dxa"/>
            <w:gridSpan w:val="2"/>
          </w:tcPr>
          <w:p w14:paraId="78275C19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053075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D80191" w14:paraId="2C9CFD70" w14:textId="77777777" w:rsidTr="001839E4">
        <w:trPr>
          <w:cantSplit/>
        </w:trPr>
        <w:tc>
          <w:tcPr>
            <w:tcW w:w="4860" w:type="dxa"/>
            <w:gridSpan w:val="3"/>
          </w:tcPr>
          <w:p w14:paraId="3D49F8A6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D4BA2A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50F6D07F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27A97FEA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 97</w:t>
            </w:r>
          </w:p>
        </w:tc>
      </w:tr>
      <w:tr w:rsidR="00E30467" w:rsidRPr="00D80191" w14:paraId="2BA26C6F" w14:textId="77777777" w:rsidTr="001839E4">
        <w:trPr>
          <w:cantSplit/>
        </w:trPr>
        <w:tc>
          <w:tcPr>
            <w:tcW w:w="540" w:type="dxa"/>
            <w:gridSpan w:val="2"/>
          </w:tcPr>
          <w:p w14:paraId="1DB38BD4" w14:textId="77777777" w:rsidR="00E30467" w:rsidRPr="00D80191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080B33" w14:textId="77777777" w:rsidR="00E30467" w:rsidRPr="00D80191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80191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D80191" w14:paraId="4077FC3F" w14:textId="77777777" w:rsidTr="001839E4">
        <w:trPr>
          <w:cantSplit/>
        </w:trPr>
        <w:tc>
          <w:tcPr>
            <w:tcW w:w="4860" w:type="dxa"/>
            <w:gridSpan w:val="3"/>
          </w:tcPr>
          <w:p w14:paraId="1126AE0D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FE664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7566509C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712F590B" w14:textId="77777777" w:rsidR="00E30467" w:rsidRPr="00D80191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80191">
              <w:rPr>
                <w:kern w:val="18"/>
              </w:rPr>
              <w:t>$   189</w:t>
            </w:r>
          </w:p>
        </w:tc>
      </w:tr>
      <w:tr w:rsidR="00E30467" w:rsidRPr="00D80191" w14:paraId="7A671941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14E376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3051FFC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40C853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8090AE0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54CE5726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80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AF22F30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  <w:r w:rsidRPr="00D80191">
              <w:rPr>
                <w:kern w:val="18"/>
              </w:rPr>
              <w:t xml:space="preserve">For physical damage fleet factors, refer to Rules </w:t>
            </w:r>
            <w:r w:rsidRPr="00D80191">
              <w:rPr>
                <w:rStyle w:val="rulelink"/>
              </w:rPr>
              <w:t>22.</w:t>
            </w:r>
            <w:r w:rsidRPr="00D80191">
              <w:rPr>
                <w:kern w:val="18"/>
              </w:rPr>
              <w:t xml:space="preserve"> and </w:t>
            </w:r>
            <w:r w:rsidRPr="00D80191">
              <w:rPr>
                <w:rStyle w:val="rulelink"/>
              </w:rPr>
              <w:t>39.</w:t>
            </w:r>
          </w:p>
        </w:tc>
      </w:tr>
      <w:tr w:rsidR="00E30467" w:rsidRPr="00D80191" w14:paraId="10522679" w14:textId="77777777" w:rsidTr="001839E4">
        <w:trPr>
          <w:cantSplit/>
        </w:trPr>
        <w:tc>
          <w:tcPr>
            <w:tcW w:w="220" w:type="dxa"/>
          </w:tcPr>
          <w:p w14:paraId="5DF2DCF5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80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139BF0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  <w:r w:rsidRPr="00D80191">
              <w:rPr>
                <w:kern w:val="18"/>
              </w:rPr>
              <w:t xml:space="preserve">For additional coverages, refer to the Additional Coverages Table in Rules </w:t>
            </w:r>
            <w:r w:rsidRPr="00D80191">
              <w:rPr>
                <w:rStyle w:val="rulelink"/>
              </w:rPr>
              <w:t>23.</w:t>
            </w:r>
            <w:r w:rsidRPr="00D80191">
              <w:rPr>
                <w:kern w:val="18"/>
              </w:rPr>
              <w:t xml:space="preserve"> and </w:t>
            </w:r>
            <w:r w:rsidRPr="00D80191">
              <w:rPr>
                <w:rStyle w:val="rulelink"/>
              </w:rPr>
              <w:t>40.</w:t>
            </w:r>
          </w:p>
        </w:tc>
      </w:tr>
      <w:tr w:rsidR="00E30467" w:rsidRPr="00D80191" w14:paraId="2635452D" w14:textId="77777777" w:rsidTr="001839E4">
        <w:trPr>
          <w:cantSplit/>
        </w:trPr>
        <w:tc>
          <w:tcPr>
            <w:tcW w:w="220" w:type="dxa"/>
          </w:tcPr>
          <w:p w14:paraId="3A9AB318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80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D56FF7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  <w:r w:rsidRPr="00D80191">
              <w:rPr>
                <w:kern w:val="18"/>
              </w:rPr>
              <w:t xml:space="preserve">For Deductible factors, refer to Rule </w:t>
            </w:r>
            <w:r w:rsidRPr="00D80191">
              <w:rPr>
                <w:rStyle w:val="rulelink"/>
              </w:rPr>
              <w:t>98.</w:t>
            </w:r>
          </w:p>
        </w:tc>
      </w:tr>
      <w:tr w:rsidR="00E30467" w:rsidRPr="00D80191" w14:paraId="0E796637" w14:textId="77777777" w:rsidTr="001839E4">
        <w:trPr>
          <w:cantSplit/>
        </w:trPr>
        <w:tc>
          <w:tcPr>
            <w:tcW w:w="220" w:type="dxa"/>
          </w:tcPr>
          <w:p w14:paraId="64AB9F25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80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053971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  <w:r w:rsidRPr="00D80191">
              <w:rPr>
                <w:kern w:val="18"/>
              </w:rPr>
              <w:t xml:space="preserve">For Original Cost New and Age Group factors, refer to Rule </w:t>
            </w:r>
            <w:r w:rsidRPr="00D80191">
              <w:rPr>
                <w:rStyle w:val="rulelink"/>
              </w:rPr>
              <w:t>101.</w:t>
            </w:r>
          </w:p>
        </w:tc>
      </w:tr>
      <w:tr w:rsidR="00E30467" w:rsidRPr="00D80191" w14:paraId="699FD0FA" w14:textId="77777777" w:rsidTr="001839E4">
        <w:trPr>
          <w:cantSplit/>
        </w:trPr>
        <w:tc>
          <w:tcPr>
            <w:tcW w:w="220" w:type="dxa"/>
          </w:tcPr>
          <w:p w14:paraId="62530E5D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8019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5B0371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  <w:r w:rsidRPr="00D80191">
              <w:rPr>
                <w:kern w:val="18"/>
              </w:rPr>
              <w:t xml:space="preserve">For Stated Amount factors, refer to Rule </w:t>
            </w:r>
            <w:r w:rsidRPr="00D80191">
              <w:rPr>
                <w:rStyle w:val="rulelink"/>
              </w:rPr>
              <w:t>101.</w:t>
            </w:r>
          </w:p>
        </w:tc>
      </w:tr>
      <w:tr w:rsidR="00E30467" w:rsidRPr="00D80191" w14:paraId="75D062B3" w14:textId="77777777" w:rsidTr="001839E4">
        <w:trPr>
          <w:cantSplit/>
        </w:trPr>
        <w:tc>
          <w:tcPr>
            <w:tcW w:w="220" w:type="dxa"/>
          </w:tcPr>
          <w:p w14:paraId="3320F93D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065AA7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36ABC6C6" w14:textId="77777777" w:rsidTr="001839E4">
        <w:trPr>
          <w:cantSplit/>
        </w:trPr>
        <w:tc>
          <w:tcPr>
            <w:tcW w:w="220" w:type="dxa"/>
          </w:tcPr>
          <w:p w14:paraId="56676968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43A8B3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1C0E1466" w14:textId="77777777" w:rsidTr="001839E4">
        <w:trPr>
          <w:cantSplit/>
        </w:trPr>
        <w:tc>
          <w:tcPr>
            <w:tcW w:w="220" w:type="dxa"/>
          </w:tcPr>
          <w:p w14:paraId="76F57B69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C510C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4D4176D7" w14:textId="77777777" w:rsidTr="001839E4">
        <w:trPr>
          <w:cantSplit/>
        </w:trPr>
        <w:tc>
          <w:tcPr>
            <w:tcW w:w="220" w:type="dxa"/>
          </w:tcPr>
          <w:p w14:paraId="63315B21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81E52A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27975AB3" w14:textId="77777777" w:rsidTr="001839E4">
        <w:trPr>
          <w:cantSplit/>
        </w:trPr>
        <w:tc>
          <w:tcPr>
            <w:tcW w:w="220" w:type="dxa"/>
          </w:tcPr>
          <w:p w14:paraId="6378F63D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8B5DB9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E91C443" w14:textId="77777777" w:rsidTr="001839E4">
        <w:trPr>
          <w:cantSplit/>
        </w:trPr>
        <w:tc>
          <w:tcPr>
            <w:tcW w:w="220" w:type="dxa"/>
          </w:tcPr>
          <w:p w14:paraId="747F4C5B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A13C43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427792D7" w14:textId="77777777" w:rsidTr="001839E4">
        <w:trPr>
          <w:cantSplit/>
        </w:trPr>
        <w:tc>
          <w:tcPr>
            <w:tcW w:w="220" w:type="dxa"/>
          </w:tcPr>
          <w:p w14:paraId="092303BA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52B1B1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0D1C623" w14:textId="77777777" w:rsidTr="001839E4">
        <w:trPr>
          <w:cantSplit/>
        </w:trPr>
        <w:tc>
          <w:tcPr>
            <w:tcW w:w="220" w:type="dxa"/>
          </w:tcPr>
          <w:p w14:paraId="00491D26" w14:textId="77777777" w:rsidR="00E30467" w:rsidRPr="00D80191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EFE285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61AE9695" w14:textId="77777777" w:rsidTr="001839E4">
        <w:trPr>
          <w:cantSplit/>
        </w:trPr>
        <w:tc>
          <w:tcPr>
            <w:tcW w:w="220" w:type="dxa"/>
          </w:tcPr>
          <w:p w14:paraId="0AAAE8F1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B72260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6FD2FE59" w14:textId="77777777" w:rsidTr="001839E4">
        <w:trPr>
          <w:cantSplit/>
        </w:trPr>
        <w:tc>
          <w:tcPr>
            <w:tcW w:w="220" w:type="dxa"/>
          </w:tcPr>
          <w:p w14:paraId="01D3B45D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BB0C48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465D6B6D" w14:textId="77777777" w:rsidTr="001839E4">
        <w:trPr>
          <w:cantSplit/>
        </w:trPr>
        <w:tc>
          <w:tcPr>
            <w:tcW w:w="220" w:type="dxa"/>
          </w:tcPr>
          <w:p w14:paraId="0C748529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252DDD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5CEF9C2D" w14:textId="77777777" w:rsidTr="001839E4">
        <w:trPr>
          <w:cantSplit/>
        </w:trPr>
        <w:tc>
          <w:tcPr>
            <w:tcW w:w="220" w:type="dxa"/>
          </w:tcPr>
          <w:p w14:paraId="08EEFD0F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6ECE5D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54B9F079" w14:textId="77777777" w:rsidTr="001839E4">
        <w:trPr>
          <w:cantSplit/>
        </w:trPr>
        <w:tc>
          <w:tcPr>
            <w:tcW w:w="220" w:type="dxa"/>
          </w:tcPr>
          <w:p w14:paraId="6F4754BE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8AFA88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449D680B" w14:textId="77777777" w:rsidTr="001839E4">
        <w:trPr>
          <w:cantSplit/>
        </w:trPr>
        <w:tc>
          <w:tcPr>
            <w:tcW w:w="220" w:type="dxa"/>
          </w:tcPr>
          <w:p w14:paraId="7C4B2D37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12A052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4EF022F" w14:textId="77777777" w:rsidTr="001839E4">
        <w:trPr>
          <w:cantSplit/>
        </w:trPr>
        <w:tc>
          <w:tcPr>
            <w:tcW w:w="220" w:type="dxa"/>
          </w:tcPr>
          <w:p w14:paraId="65AD4A61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0B6A04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80191" w14:paraId="069180F2" w14:textId="77777777" w:rsidTr="001839E4">
        <w:trPr>
          <w:cantSplit/>
        </w:trPr>
        <w:tc>
          <w:tcPr>
            <w:tcW w:w="220" w:type="dxa"/>
          </w:tcPr>
          <w:p w14:paraId="603379AC" w14:textId="77777777" w:rsidR="00E30467" w:rsidRPr="00D80191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FA8F5" w14:textId="77777777" w:rsidR="00E30467" w:rsidRPr="00D80191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170C7166" w14:textId="77777777" w:rsidR="00E30467" w:rsidRPr="00D80191" w:rsidRDefault="00E30467" w:rsidP="00E30467">
      <w:pPr>
        <w:pStyle w:val="isonormal"/>
      </w:pPr>
      <w:r w:rsidRPr="00D80191">
        <w:br w:type="textWrapping" w:clear="all"/>
      </w:r>
    </w:p>
    <w:p w14:paraId="3E9FAB94" w14:textId="77777777" w:rsidR="00E30467" w:rsidRDefault="00E30467" w:rsidP="00E30467">
      <w:pPr>
        <w:pStyle w:val="isonormal"/>
        <w:sectPr w:rsidR="00E30467" w:rsidSect="00E30467">
          <w:headerReference w:type="default" r:id="rId71"/>
          <w:footerReference w:type="default" r:id="rId72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D37197" w14:paraId="4DC2C01D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E863598" w14:textId="77777777" w:rsidR="00E30467" w:rsidRPr="00D37197" w:rsidRDefault="00E30467" w:rsidP="001839E4">
            <w:pPr>
              <w:pStyle w:val="tablehead"/>
              <w:rPr>
                <w:kern w:val="18"/>
              </w:rPr>
            </w:pPr>
            <w:r w:rsidRPr="00D37197">
              <w:rPr>
                <w:kern w:val="18"/>
              </w:rPr>
              <w:lastRenderedPageBreak/>
              <w:t>PHYSICAL DAMAGE</w:t>
            </w:r>
            <w:r w:rsidRPr="00D37197">
              <w:rPr>
                <w:kern w:val="18"/>
              </w:rPr>
              <w:br/>
              <w:t>Original Cost New Range</w:t>
            </w:r>
            <w:r w:rsidRPr="00D37197">
              <w:rPr>
                <w:kern w:val="18"/>
              </w:rPr>
              <w:br/>
              <w:t>$15,001 – 20,000</w:t>
            </w:r>
          </w:p>
        </w:tc>
      </w:tr>
      <w:tr w:rsidR="00E30467" w:rsidRPr="00D37197" w14:paraId="5107DC46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35105B5" w14:textId="77777777" w:rsidR="00E30467" w:rsidRPr="00D3719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54BD2F" w14:textId="77777777" w:rsidR="00E30467" w:rsidRPr="00D37197" w:rsidRDefault="00E30467" w:rsidP="001839E4">
            <w:pPr>
              <w:pStyle w:val="tablehead"/>
              <w:rPr>
                <w:kern w:val="18"/>
              </w:rPr>
            </w:pPr>
            <w:r w:rsidRPr="00D37197">
              <w:rPr>
                <w:kern w:val="18"/>
              </w:rPr>
              <w:t>Specified</w:t>
            </w:r>
            <w:r w:rsidRPr="00D37197">
              <w:rPr>
                <w:kern w:val="18"/>
              </w:rPr>
              <w:br/>
              <w:t>Causes</w:t>
            </w:r>
            <w:r w:rsidRPr="00D3719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EA720A" w14:textId="77777777" w:rsidR="00E30467" w:rsidRPr="00D37197" w:rsidRDefault="00E30467" w:rsidP="001839E4">
            <w:pPr>
              <w:pStyle w:val="tablehead"/>
              <w:rPr>
                <w:kern w:val="18"/>
              </w:rPr>
            </w:pPr>
            <w:r w:rsidRPr="00D37197">
              <w:rPr>
                <w:kern w:val="18"/>
              </w:rPr>
              <w:br/>
            </w:r>
            <w:r w:rsidRPr="00D3719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25CBC9" w14:textId="77777777" w:rsidR="00E30467" w:rsidRPr="00D37197" w:rsidRDefault="00E30467" w:rsidP="001839E4">
            <w:pPr>
              <w:pStyle w:val="tablehead"/>
              <w:rPr>
                <w:kern w:val="18"/>
              </w:rPr>
            </w:pPr>
            <w:r w:rsidRPr="00D37197">
              <w:rPr>
                <w:kern w:val="18"/>
              </w:rPr>
              <w:t>$500</w:t>
            </w:r>
            <w:r w:rsidRPr="00D37197">
              <w:rPr>
                <w:kern w:val="18"/>
              </w:rPr>
              <w:br/>
              <w:t>Ded.</w:t>
            </w:r>
            <w:r w:rsidRPr="00D37197">
              <w:rPr>
                <w:kern w:val="18"/>
              </w:rPr>
              <w:br/>
              <w:t>Coll.</w:t>
            </w:r>
          </w:p>
        </w:tc>
      </w:tr>
      <w:tr w:rsidR="00E30467" w:rsidRPr="00D37197" w14:paraId="7A753B5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9A45D1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D37197" w14:paraId="58D57785" w14:textId="77777777" w:rsidTr="001839E4">
        <w:trPr>
          <w:cantSplit/>
        </w:trPr>
        <w:tc>
          <w:tcPr>
            <w:tcW w:w="540" w:type="dxa"/>
            <w:gridSpan w:val="2"/>
          </w:tcPr>
          <w:p w14:paraId="7E725F54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C01AEC" w14:textId="77777777" w:rsidR="00E30467" w:rsidRPr="00D37197" w:rsidRDefault="00E30467" w:rsidP="001839E4">
            <w:pPr>
              <w:pStyle w:val="tabletext11"/>
              <w:rPr>
                <w:b/>
                <w:kern w:val="18"/>
              </w:rPr>
            </w:pPr>
            <w:r w:rsidRPr="00D37197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D37197" w14:paraId="0BDC1C07" w14:textId="77777777" w:rsidTr="001839E4">
        <w:trPr>
          <w:cantSplit/>
        </w:trPr>
        <w:tc>
          <w:tcPr>
            <w:tcW w:w="540" w:type="dxa"/>
            <w:gridSpan w:val="2"/>
          </w:tcPr>
          <w:p w14:paraId="10571478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B8E953" w14:textId="77777777" w:rsidR="00E30467" w:rsidRPr="00D37197" w:rsidRDefault="00E30467" w:rsidP="001839E4">
            <w:pPr>
              <w:pStyle w:val="tabletext11"/>
              <w:rPr>
                <w:b/>
                <w:kern w:val="18"/>
              </w:rPr>
            </w:pPr>
            <w:r w:rsidRPr="00D3719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D37197" w14:paraId="4231D0ED" w14:textId="77777777" w:rsidTr="001839E4">
        <w:trPr>
          <w:cantSplit/>
        </w:trPr>
        <w:tc>
          <w:tcPr>
            <w:tcW w:w="4860" w:type="dxa"/>
            <w:gridSpan w:val="3"/>
          </w:tcPr>
          <w:p w14:paraId="162BEA39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C55098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180</w:t>
            </w:r>
          </w:p>
        </w:tc>
        <w:tc>
          <w:tcPr>
            <w:tcW w:w="1500" w:type="dxa"/>
          </w:tcPr>
          <w:p w14:paraId="05B1A06D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0A643AD6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209</w:t>
            </w:r>
          </w:p>
        </w:tc>
      </w:tr>
      <w:tr w:rsidR="00E30467" w:rsidRPr="00D37197" w14:paraId="16882108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28DBE2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D37197" w14:paraId="0A92C981" w14:textId="77777777" w:rsidTr="001839E4">
        <w:trPr>
          <w:cantSplit/>
        </w:trPr>
        <w:tc>
          <w:tcPr>
            <w:tcW w:w="4860" w:type="dxa"/>
            <w:gridSpan w:val="3"/>
          </w:tcPr>
          <w:p w14:paraId="7F67DEA8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5E06C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0F5FC7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DA5F9D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D37197" w14:paraId="3C556C50" w14:textId="77777777" w:rsidTr="001839E4">
        <w:trPr>
          <w:cantSplit/>
        </w:trPr>
        <w:tc>
          <w:tcPr>
            <w:tcW w:w="4860" w:type="dxa"/>
            <w:gridSpan w:val="3"/>
          </w:tcPr>
          <w:p w14:paraId="3C490792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B43E3C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15C4679B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2AC756B0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211</w:t>
            </w:r>
          </w:p>
        </w:tc>
      </w:tr>
      <w:tr w:rsidR="00E30467" w:rsidRPr="00D37197" w14:paraId="26C139D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2912C1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38B71B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D51B76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D37197" w14:paraId="130B1080" w14:textId="77777777" w:rsidTr="001839E4">
        <w:trPr>
          <w:cantSplit/>
        </w:trPr>
        <w:tc>
          <w:tcPr>
            <w:tcW w:w="540" w:type="dxa"/>
            <w:gridSpan w:val="2"/>
          </w:tcPr>
          <w:p w14:paraId="2795FF8D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79930C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D37197" w14:paraId="7986211A" w14:textId="77777777" w:rsidTr="001839E4">
        <w:trPr>
          <w:cantSplit/>
        </w:trPr>
        <w:tc>
          <w:tcPr>
            <w:tcW w:w="4860" w:type="dxa"/>
            <w:gridSpan w:val="3"/>
          </w:tcPr>
          <w:p w14:paraId="2A84A983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67C41B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2DDB1E85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4A2E9E92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265</w:t>
            </w:r>
          </w:p>
        </w:tc>
      </w:tr>
      <w:tr w:rsidR="00E30467" w:rsidRPr="00D37197" w14:paraId="2ED6787A" w14:textId="77777777" w:rsidTr="001839E4">
        <w:trPr>
          <w:cantSplit/>
        </w:trPr>
        <w:tc>
          <w:tcPr>
            <w:tcW w:w="540" w:type="dxa"/>
            <w:gridSpan w:val="2"/>
          </w:tcPr>
          <w:p w14:paraId="29B0C906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1CB847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D37197" w14:paraId="55148F42" w14:textId="77777777" w:rsidTr="001839E4">
        <w:trPr>
          <w:cantSplit/>
        </w:trPr>
        <w:tc>
          <w:tcPr>
            <w:tcW w:w="4860" w:type="dxa"/>
            <w:gridSpan w:val="3"/>
          </w:tcPr>
          <w:p w14:paraId="74D89D62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1ABA3A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D672633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9315847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136</w:t>
            </w:r>
          </w:p>
        </w:tc>
      </w:tr>
      <w:tr w:rsidR="00E30467" w:rsidRPr="00D37197" w14:paraId="6FF33D1C" w14:textId="77777777" w:rsidTr="001839E4">
        <w:trPr>
          <w:cantSplit/>
        </w:trPr>
        <w:tc>
          <w:tcPr>
            <w:tcW w:w="540" w:type="dxa"/>
            <w:gridSpan w:val="2"/>
          </w:tcPr>
          <w:p w14:paraId="10C8AD4C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ACF9AC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D37197" w14:paraId="532A2CD9" w14:textId="77777777" w:rsidTr="001839E4">
        <w:trPr>
          <w:cantSplit/>
        </w:trPr>
        <w:tc>
          <w:tcPr>
            <w:tcW w:w="4860" w:type="dxa"/>
            <w:gridSpan w:val="3"/>
          </w:tcPr>
          <w:p w14:paraId="617C3E4D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6EF5CC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9D88D8B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23BADFD8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136</w:t>
            </w:r>
          </w:p>
        </w:tc>
      </w:tr>
      <w:tr w:rsidR="00E30467" w:rsidRPr="00D37197" w14:paraId="0DEAA503" w14:textId="77777777" w:rsidTr="001839E4">
        <w:trPr>
          <w:cantSplit/>
        </w:trPr>
        <w:tc>
          <w:tcPr>
            <w:tcW w:w="540" w:type="dxa"/>
            <w:gridSpan w:val="2"/>
          </w:tcPr>
          <w:p w14:paraId="14075055" w14:textId="77777777" w:rsidR="00E30467" w:rsidRPr="00D3719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A19C00" w14:textId="77777777" w:rsidR="00E30467" w:rsidRPr="00D3719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D37197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D37197" w14:paraId="12402548" w14:textId="77777777" w:rsidTr="001839E4">
        <w:trPr>
          <w:cantSplit/>
        </w:trPr>
        <w:tc>
          <w:tcPr>
            <w:tcW w:w="4860" w:type="dxa"/>
            <w:gridSpan w:val="3"/>
          </w:tcPr>
          <w:p w14:paraId="7DC9250D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9F5012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02CF8F32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6FB51DAB" w14:textId="77777777" w:rsidR="00E30467" w:rsidRPr="00D3719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D37197">
              <w:rPr>
                <w:kern w:val="18"/>
              </w:rPr>
              <w:t>$   265</w:t>
            </w:r>
          </w:p>
        </w:tc>
      </w:tr>
      <w:tr w:rsidR="00E30467" w:rsidRPr="00D37197" w14:paraId="3D3C683E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E304D0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01CD30C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77F3B4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F083AC9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37D5542E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371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0B354B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  <w:r w:rsidRPr="00D37197">
              <w:rPr>
                <w:kern w:val="18"/>
              </w:rPr>
              <w:t xml:space="preserve">For physical damage fleet factors, refer to Rules </w:t>
            </w:r>
            <w:r w:rsidRPr="00D37197">
              <w:rPr>
                <w:rStyle w:val="rulelink"/>
              </w:rPr>
              <w:t>22.</w:t>
            </w:r>
            <w:r w:rsidRPr="00D37197">
              <w:rPr>
                <w:kern w:val="18"/>
              </w:rPr>
              <w:t xml:space="preserve"> and </w:t>
            </w:r>
            <w:r w:rsidRPr="00D37197">
              <w:rPr>
                <w:rStyle w:val="rulelink"/>
              </w:rPr>
              <w:t>39.</w:t>
            </w:r>
          </w:p>
        </w:tc>
      </w:tr>
      <w:tr w:rsidR="00E30467" w:rsidRPr="00D37197" w14:paraId="4EBBA4BF" w14:textId="77777777" w:rsidTr="001839E4">
        <w:trPr>
          <w:cantSplit/>
        </w:trPr>
        <w:tc>
          <w:tcPr>
            <w:tcW w:w="220" w:type="dxa"/>
          </w:tcPr>
          <w:p w14:paraId="59C4283B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371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4838E6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  <w:r w:rsidRPr="00D37197">
              <w:rPr>
                <w:kern w:val="18"/>
              </w:rPr>
              <w:t xml:space="preserve">For additional coverages, refer to the Additional Coverages Table in Rules </w:t>
            </w:r>
            <w:r w:rsidRPr="00D37197">
              <w:rPr>
                <w:rStyle w:val="rulelink"/>
              </w:rPr>
              <w:t>23.</w:t>
            </w:r>
            <w:r w:rsidRPr="00D37197">
              <w:rPr>
                <w:kern w:val="18"/>
              </w:rPr>
              <w:t xml:space="preserve"> and </w:t>
            </w:r>
            <w:r w:rsidRPr="00D37197">
              <w:rPr>
                <w:rStyle w:val="rulelink"/>
              </w:rPr>
              <w:t>40.</w:t>
            </w:r>
          </w:p>
        </w:tc>
      </w:tr>
      <w:tr w:rsidR="00E30467" w:rsidRPr="00D37197" w14:paraId="09F20601" w14:textId="77777777" w:rsidTr="001839E4">
        <w:trPr>
          <w:cantSplit/>
        </w:trPr>
        <w:tc>
          <w:tcPr>
            <w:tcW w:w="220" w:type="dxa"/>
          </w:tcPr>
          <w:p w14:paraId="0FAC2162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371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8978F4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  <w:r w:rsidRPr="00D37197">
              <w:rPr>
                <w:kern w:val="18"/>
              </w:rPr>
              <w:t xml:space="preserve">For Deductible factors, refer to Rule </w:t>
            </w:r>
            <w:r w:rsidRPr="00D37197">
              <w:rPr>
                <w:rStyle w:val="rulelink"/>
              </w:rPr>
              <w:t>98.</w:t>
            </w:r>
          </w:p>
        </w:tc>
      </w:tr>
      <w:tr w:rsidR="00E30467" w:rsidRPr="00D37197" w14:paraId="043B1989" w14:textId="77777777" w:rsidTr="001839E4">
        <w:trPr>
          <w:cantSplit/>
        </w:trPr>
        <w:tc>
          <w:tcPr>
            <w:tcW w:w="220" w:type="dxa"/>
          </w:tcPr>
          <w:p w14:paraId="24DD1447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371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5FBF4F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  <w:r w:rsidRPr="00D37197">
              <w:rPr>
                <w:kern w:val="18"/>
              </w:rPr>
              <w:t xml:space="preserve">For Original Cost New and Age Group factors, refer to Rule </w:t>
            </w:r>
            <w:r w:rsidRPr="00D37197">
              <w:rPr>
                <w:rStyle w:val="rulelink"/>
              </w:rPr>
              <w:t>101.</w:t>
            </w:r>
          </w:p>
        </w:tc>
      </w:tr>
      <w:tr w:rsidR="00E30467" w:rsidRPr="00D37197" w14:paraId="2D2F7D85" w14:textId="77777777" w:rsidTr="001839E4">
        <w:trPr>
          <w:cantSplit/>
        </w:trPr>
        <w:tc>
          <w:tcPr>
            <w:tcW w:w="220" w:type="dxa"/>
          </w:tcPr>
          <w:p w14:paraId="6A4F5C75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D371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9ADD7C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  <w:r w:rsidRPr="00D37197">
              <w:rPr>
                <w:kern w:val="18"/>
              </w:rPr>
              <w:t xml:space="preserve">For Stated Amount factors, refer to Rule </w:t>
            </w:r>
            <w:r w:rsidRPr="00D37197">
              <w:rPr>
                <w:rStyle w:val="rulelink"/>
              </w:rPr>
              <w:t>101.</w:t>
            </w:r>
          </w:p>
        </w:tc>
      </w:tr>
      <w:tr w:rsidR="00E30467" w:rsidRPr="00D37197" w14:paraId="2C5F593B" w14:textId="77777777" w:rsidTr="001839E4">
        <w:trPr>
          <w:cantSplit/>
        </w:trPr>
        <w:tc>
          <w:tcPr>
            <w:tcW w:w="220" w:type="dxa"/>
          </w:tcPr>
          <w:p w14:paraId="11EF15E3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757C8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391FD845" w14:textId="77777777" w:rsidTr="001839E4">
        <w:trPr>
          <w:cantSplit/>
        </w:trPr>
        <w:tc>
          <w:tcPr>
            <w:tcW w:w="220" w:type="dxa"/>
          </w:tcPr>
          <w:p w14:paraId="60EEE5CA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F2652A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55007F8" w14:textId="77777777" w:rsidTr="001839E4">
        <w:trPr>
          <w:cantSplit/>
        </w:trPr>
        <w:tc>
          <w:tcPr>
            <w:tcW w:w="220" w:type="dxa"/>
          </w:tcPr>
          <w:p w14:paraId="15B8AB02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851A54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363A053E" w14:textId="77777777" w:rsidTr="001839E4">
        <w:trPr>
          <w:cantSplit/>
        </w:trPr>
        <w:tc>
          <w:tcPr>
            <w:tcW w:w="220" w:type="dxa"/>
          </w:tcPr>
          <w:p w14:paraId="7A4E8DCE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A31A70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63CE30F2" w14:textId="77777777" w:rsidTr="001839E4">
        <w:trPr>
          <w:cantSplit/>
        </w:trPr>
        <w:tc>
          <w:tcPr>
            <w:tcW w:w="220" w:type="dxa"/>
          </w:tcPr>
          <w:p w14:paraId="6AE7EB18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2F42C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512EA32" w14:textId="77777777" w:rsidTr="001839E4">
        <w:trPr>
          <w:cantSplit/>
        </w:trPr>
        <w:tc>
          <w:tcPr>
            <w:tcW w:w="220" w:type="dxa"/>
          </w:tcPr>
          <w:p w14:paraId="7838A281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BF32F7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65F1A1F7" w14:textId="77777777" w:rsidTr="001839E4">
        <w:trPr>
          <w:cantSplit/>
        </w:trPr>
        <w:tc>
          <w:tcPr>
            <w:tcW w:w="220" w:type="dxa"/>
          </w:tcPr>
          <w:p w14:paraId="51AF7068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78235E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3FE928F5" w14:textId="77777777" w:rsidTr="001839E4">
        <w:trPr>
          <w:cantSplit/>
        </w:trPr>
        <w:tc>
          <w:tcPr>
            <w:tcW w:w="220" w:type="dxa"/>
          </w:tcPr>
          <w:p w14:paraId="01DF7240" w14:textId="77777777" w:rsidR="00E30467" w:rsidRPr="00D3719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2EBBD7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D8D9930" w14:textId="77777777" w:rsidTr="001839E4">
        <w:trPr>
          <w:cantSplit/>
        </w:trPr>
        <w:tc>
          <w:tcPr>
            <w:tcW w:w="220" w:type="dxa"/>
          </w:tcPr>
          <w:p w14:paraId="6ED52787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5A4ECC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2A08E757" w14:textId="77777777" w:rsidTr="001839E4">
        <w:trPr>
          <w:cantSplit/>
        </w:trPr>
        <w:tc>
          <w:tcPr>
            <w:tcW w:w="220" w:type="dxa"/>
          </w:tcPr>
          <w:p w14:paraId="1C3A9F4F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FE4E27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4A495B3C" w14:textId="77777777" w:rsidTr="001839E4">
        <w:trPr>
          <w:cantSplit/>
        </w:trPr>
        <w:tc>
          <w:tcPr>
            <w:tcW w:w="220" w:type="dxa"/>
          </w:tcPr>
          <w:p w14:paraId="329FBEC9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66F81E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3EE92D3F" w14:textId="77777777" w:rsidTr="001839E4">
        <w:trPr>
          <w:cantSplit/>
        </w:trPr>
        <w:tc>
          <w:tcPr>
            <w:tcW w:w="220" w:type="dxa"/>
          </w:tcPr>
          <w:p w14:paraId="7B3DD972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CBE3A7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511ECEC7" w14:textId="77777777" w:rsidTr="001839E4">
        <w:trPr>
          <w:cantSplit/>
        </w:trPr>
        <w:tc>
          <w:tcPr>
            <w:tcW w:w="220" w:type="dxa"/>
          </w:tcPr>
          <w:p w14:paraId="1279B0D7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81F19C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4C88DCD4" w14:textId="77777777" w:rsidTr="001839E4">
        <w:trPr>
          <w:cantSplit/>
        </w:trPr>
        <w:tc>
          <w:tcPr>
            <w:tcW w:w="220" w:type="dxa"/>
          </w:tcPr>
          <w:p w14:paraId="25EF91B8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B6091F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36212CEA" w14:textId="77777777" w:rsidTr="001839E4">
        <w:trPr>
          <w:cantSplit/>
        </w:trPr>
        <w:tc>
          <w:tcPr>
            <w:tcW w:w="220" w:type="dxa"/>
          </w:tcPr>
          <w:p w14:paraId="398C8084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2B1713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D37197" w14:paraId="4F2B44A9" w14:textId="77777777" w:rsidTr="001839E4">
        <w:trPr>
          <w:cantSplit/>
        </w:trPr>
        <w:tc>
          <w:tcPr>
            <w:tcW w:w="220" w:type="dxa"/>
          </w:tcPr>
          <w:p w14:paraId="31C4CDE6" w14:textId="77777777" w:rsidR="00E30467" w:rsidRPr="00D3719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1BAF91" w14:textId="77777777" w:rsidR="00E30467" w:rsidRPr="00D3719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49F5F251" w14:textId="77777777" w:rsidR="00E30467" w:rsidRPr="00D37197" w:rsidRDefault="00E30467" w:rsidP="00E30467">
      <w:pPr>
        <w:pStyle w:val="isonormal"/>
      </w:pPr>
      <w:r w:rsidRPr="00D37197">
        <w:br w:type="textWrapping" w:clear="all"/>
      </w:r>
    </w:p>
    <w:p w14:paraId="33BE761C" w14:textId="77777777" w:rsidR="00E30467" w:rsidRDefault="00E30467" w:rsidP="00E30467">
      <w:pPr>
        <w:pStyle w:val="isonormal"/>
        <w:sectPr w:rsidR="00E30467" w:rsidSect="00E30467">
          <w:headerReference w:type="default" r:id="rId73"/>
          <w:footerReference w:type="default" r:id="rId74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B61727" w14:paraId="3D454291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C5D9E7" w14:textId="77777777" w:rsidR="00E30467" w:rsidRPr="00B61727" w:rsidRDefault="00E30467" w:rsidP="001839E4">
            <w:pPr>
              <w:pStyle w:val="tablehead"/>
              <w:rPr>
                <w:kern w:val="18"/>
              </w:rPr>
            </w:pPr>
            <w:r w:rsidRPr="00B61727">
              <w:rPr>
                <w:kern w:val="18"/>
              </w:rPr>
              <w:lastRenderedPageBreak/>
              <w:t>PHYSICAL DAMAGE</w:t>
            </w:r>
            <w:r w:rsidRPr="00B61727">
              <w:rPr>
                <w:kern w:val="18"/>
              </w:rPr>
              <w:br/>
              <w:t>Original Cost New Range</w:t>
            </w:r>
            <w:r w:rsidRPr="00B61727">
              <w:rPr>
                <w:kern w:val="18"/>
              </w:rPr>
              <w:br/>
              <w:t>$15,001 – 20,000</w:t>
            </w:r>
          </w:p>
        </w:tc>
      </w:tr>
      <w:tr w:rsidR="00E30467" w:rsidRPr="00B61727" w14:paraId="726AF154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51791BD" w14:textId="77777777" w:rsidR="00E30467" w:rsidRPr="00B6172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3ECA11" w14:textId="77777777" w:rsidR="00E30467" w:rsidRPr="00B61727" w:rsidRDefault="00E30467" w:rsidP="001839E4">
            <w:pPr>
              <w:pStyle w:val="tablehead"/>
              <w:rPr>
                <w:kern w:val="18"/>
              </w:rPr>
            </w:pPr>
            <w:r w:rsidRPr="00B61727">
              <w:rPr>
                <w:kern w:val="18"/>
              </w:rPr>
              <w:t>Specified</w:t>
            </w:r>
            <w:r w:rsidRPr="00B61727">
              <w:rPr>
                <w:kern w:val="18"/>
              </w:rPr>
              <w:br/>
              <w:t>Causes</w:t>
            </w:r>
            <w:r w:rsidRPr="00B6172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7DAAFD0" w14:textId="77777777" w:rsidR="00E30467" w:rsidRPr="00B61727" w:rsidRDefault="00E30467" w:rsidP="001839E4">
            <w:pPr>
              <w:pStyle w:val="tablehead"/>
              <w:rPr>
                <w:kern w:val="18"/>
              </w:rPr>
            </w:pPr>
            <w:r w:rsidRPr="00B61727">
              <w:rPr>
                <w:kern w:val="18"/>
              </w:rPr>
              <w:br/>
            </w:r>
            <w:r w:rsidRPr="00B6172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979CE6" w14:textId="77777777" w:rsidR="00E30467" w:rsidRPr="00B61727" w:rsidRDefault="00E30467" w:rsidP="001839E4">
            <w:pPr>
              <w:pStyle w:val="tablehead"/>
              <w:rPr>
                <w:kern w:val="18"/>
              </w:rPr>
            </w:pPr>
            <w:r w:rsidRPr="00B61727">
              <w:rPr>
                <w:kern w:val="18"/>
              </w:rPr>
              <w:t>$500</w:t>
            </w:r>
            <w:r w:rsidRPr="00B61727">
              <w:rPr>
                <w:kern w:val="18"/>
              </w:rPr>
              <w:br/>
              <w:t>Ded.</w:t>
            </w:r>
            <w:r w:rsidRPr="00B61727">
              <w:rPr>
                <w:kern w:val="18"/>
              </w:rPr>
              <w:br/>
              <w:t>Coll.</w:t>
            </w:r>
          </w:p>
        </w:tc>
      </w:tr>
      <w:tr w:rsidR="00E30467" w:rsidRPr="00B61727" w14:paraId="55FB79D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B91230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B61727" w14:paraId="3720F3C6" w14:textId="77777777" w:rsidTr="001839E4">
        <w:trPr>
          <w:cantSplit/>
        </w:trPr>
        <w:tc>
          <w:tcPr>
            <w:tcW w:w="540" w:type="dxa"/>
            <w:gridSpan w:val="2"/>
          </w:tcPr>
          <w:p w14:paraId="2B7E85CD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DFC8A3" w14:textId="77777777" w:rsidR="00E30467" w:rsidRPr="00B61727" w:rsidRDefault="00E30467" w:rsidP="001839E4">
            <w:pPr>
              <w:pStyle w:val="tabletext11"/>
              <w:rPr>
                <w:b/>
                <w:kern w:val="18"/>
              </w:rPr>
            </w:pPr>
            <w:r w:rsidRPr="00B61727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B61727" w14:paraId="24E693A6" w14:textId="77777777" w:rsidTr="001839E4">
        <w:trPr>
          <w:cantSplit/>
        </w:trPr>
        <w:tc>
          <w:tcPr>
            <w:tcW w:w="540" w:type="dxa"/>
            <w:gridSpan w:val="2"/>
          </w:tcPr>
          <w:p w14:paraId="0634D59D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F3A3FB" w14:textId="77777777" w:rsidR="00E30467" w:rsidRPr="00B61727" w:rsidRDefault="00E30467" w:rsidP="001839E4">
            <w:pPr>
              <w:pStyle w:val="tabletext11"/>
              <w:rPr>
                <w:b/>
                <w:kern w:val="18"/>
              </w:rPr>
            </w:pPr>
            <w:r w:rsidRPr="00B6172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B61727" w14:paraId="302F7992" w14:textId="77777777" w:rsidTr="001839E4">
        <w:trPr>
          <w:cantSplit/>
        </w:trPr>
        <w:tc>
          <w:tcPr>
            <w:tcW w:w="4860" w:type="dxa"/>
            <w:gridSpan w:val="3"/>
          </w:tcPr>
          <w:p w14:paraId="3CBB1B60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160412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74A70A57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4744A9B6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200</w:t>
            </w:r>
          </w:p>
        </w:tc>
      </w:tr>
      <w:tr w:rsidR="00E30467" w:rsidRPr="00B61727" w14:paraId="4248F2DB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579056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B61727" w14:paraId="1E0F0445" w14:textId="77777777" w:rsidTr="001839E4">
        <w:trPr>
          <w:cantSplit/>
        </w:trPr>
        <w:tc>
          <w:tcPr>
            <w:tcW w:w="4860" w:type="dxa"/>
            <w:gridSpan w:val="3"/>
          </w:tcPr>
          <w:p w14:paraId="03999D92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3E8DA2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CC3E0A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74FCB2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B61727" w14:paraId="5BAF2A35" w14:textId="77777777" w:rsidTr="001839E4">
        <w:trPr>
          <w:cantSplit/>
        </w:trPr>
        <w:tc>
          <w:tcPr>
            <w:tcW w:w="4860" w:type="dxa"/>
            <w:gridSpan w:val="3"/>
          </w:tcPr>
          <w:p w14:paraId="4123891B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4FB9F0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C9CD999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785478E7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243</w:t>
            </w:r>
          </w:p>
        </w:tc>
      </w:tr>
      <w:tr w:rsidR="00E30467" w:rsidRPr="00B61727" w14:paraId="2BC0299A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F3097E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16A03357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08B1F8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B61727" w14:paraId="58C6C82D" w14:textId="77777777" w:rsidTr="001839E4">
        <w:trPr>
          <w:cantSplit/>
        </w:trPr>
        <w:tc>
          <w:tcPr>
            <w:tcW w:w="540" w:type="dxa"/>
            <w:gridSpan w:val="2"/>
          </w:tcPr>
          <w:p w14:paraId="1ADE4595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2028B6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B61727" w14:paraId="69E7C097" w14:textId="77777777" w:rsidTr="001839E4">
        <w:trPr>
          <w:cantSplit/>
        </w:trPr>
        <w:tc>
          <w:tcPr>
            <w:tcW w:w="4860" w:type="dxa"/>
            <w:gridSpan w:val="3"/>
          </w:tcPr>
          <w:p w14:paraId="5CFA3C10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F2A3A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3A63A293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1B60C163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254</w:t>
            </w:r>
          </w:p>
        </w:tc>
      </w:tr>
      <w:tr w:rsidR="00E30467" w:rsidRPr="00B61727" w14:paraId="5BE81AB9" w14:textId="77777777" w:rsidTr="001839E4">
        <w:trPr>
          <w:cantSplit/>
        </w:trPr>
        <w:tc>
          <w:tcPr>
            <w:tcW w:w="540" w:type="dxa"/>
            <w:gridSpan w:val="2"/>
          </w:tcPr>
          <w:p w14:paraId="7AD44196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E50470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B61727" w14:paraId="3F2B00A3" w14:textId="77777777" w:rsidTr="001839E4">
        <w:trPr>
          <w:cantSplit/>
        </w:trPr>
        <w:tc>
          <w:tcPr>
            <w:tcW w:w="4860" w:type="dxa"/>
            <w:gridSpan w:val="3"/>
          </w:tcPr>
          <w:p w14:paraId="72560378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D011BF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1145AFAB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39710073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130</w:t>
            </w:r>
          </w:p>
        </w:tc>
      </w:tr>
      <w:tr w:rsidR="00E30467" w:rsidRPr="00B61727" w14:paraId="58AA5EFC" w14:textId="77777777" w:rsidTr="001839E4">
        <w:trPr>
          <w:cantSplit/>
        </w:trPr>
        <w:tc>
          <w:tcPr>
            <w:tcW w:w="540" w:type="dxa"/>
            <w:gridSpan w:val="2"/>
          </w:tcPr>
          <w:p w14:paraId="6FC44447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7C5A8B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B61727" w14:paraId="4B19984E" w14:textId="77777777" w:rsidTr="001839E4">
        <w:trPr>
          <w:cantSplit/>
        </w:trPr>
        <w:tc>
          <w:tcPr>
            <w:tcW w:w="4860" w:type="dxa"/>
            <w:gridSpan w:val="3"/>
          </w:tcPr>
          <w:p w14:paraId="1B0AD73F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F03C5E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6048A9A1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5EA06A44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130</w:t>
            </w:r>
          </w:p>
        </w:tc>
      </w:tr>
      <w:tr w:rsidR="00E30467" w:rsidRPr="00B61727" w14:paraId="23D7C227" w14:textId="77777777" w:rsidTr="001839E4">
        <w:trPr>
          <w:cantSplit/>
        </w:trPr>
        <w:tc>
          <w:tcPr>
            <w:tcW w:w="540" w:type="dxa"/>
            <w:gridSpan w:val="2"/>
          </w:tcPr>
          <w:p w14:paraId="2FF4CDDD" w14:textId="77777777" w:rsidR="00E30467" w:rsidRPr="00B6172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8A75D8" w14:textId="77777777" w:rsidR="00E30467" w:rsidRPr="00B6172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B61727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B61727" w14:paraId="59FD5E1A" w14:textId="77777777" w:rsidTr="001839E4">
        <w:trPr>
          <w:cantSplit/>
        </w:trPr>
        <w:tc>
          <w:tcPr>
            <w:tcW w:w="4860" w:type="dxa"/>
            <w:gridSpan w:val="3"/>
          </w:tcPr>
          <w:p w14:paraId="27400E1D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6A2DFF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07738A13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684A6BB" w14:textId="77777777" w:rsidR="00E30467" w:rsidRPr="00B6172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B61727">
              <w:rPr>
                <w:kern w:val="18"/>
              </w:rPr>
              <w:t>$   254</w:t>
            </w:r>
          </w:p>
        </w:tc>
      </w:tr>
      <w:tr w:rsidR="00E30467" w:rsidRPr="00B61727" w14:paraId="448B76D0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0FE32F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546FF859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59E341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1453B80D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66974FF6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B617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5E38435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  <w:r w:rsidRPr="00B61727">
              <w:rPr>
                <w:kern w:val="18"/>
              </w:rPr>
              <w:t xml:space="preserve">For physical damage fleet factors, refer to Rules </w:t>
            </w:r>
            <w:r w:rsidRPr="00B61727">
              <w:rPr>
                <w:rStyle w:val="rulelink"/>
              </w:rPr>
              <w:t>22.</w:t>
            </w:r>
            <w:r w:rsidRPr="00B61727">
              <w:rPr>
                <w:kern w:val="18"/>
              </w:rPr>
              <w:t xml:space="preserve"> and </w:t>
            </w:r>
            <w:r w:rsidRPr="00B61727">
              <w:rPr>
                <w:rStyle w:val="rulelink"/>
              </w:rPr>
              <w:t>39.</w:t>
            </w:r>
          </w:p>
        </w:tc>
      </w:tr>
      <w:tr w:rsidR="00E30467" w:rsidRPr="00B61727" w14:paraId="13DD4416" w14:textId="77777777" w:rsidTr="001839E4">
        <w:trPr>
          <w:cantSplit/>
        </w:trPr>
        <w:tc>
          <w:tcPr>
            <w:tcW w:w="220" w:type="dxa"/>
          </w:tcPr>
          <w:p w14:paraId="6AC8998C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B617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B76CFF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  <w:r w:rsidRPr="00B61727">
              <w:rPr>
                <w:kern w:val="18"/>
              </w:rPr>
              <w:t xml:space="preserve">For additional coverages, refer to the Additional Coverages Table in Rules </w:t>
            </w:r>
            <w:r w:rsidRPr="00B61727">
              <w:rPr>
                <w:rStyle w:val="rulelink"/>
              </w:rPr>
              <w:t>23.</w:t>
            </w:r>
            <w:r w:rsidRPr="00B61727">
              <w:rPr>
                <w:kern w:val="18"/>
              </w:rPr>
              <w:t xml:space="preserve"> and </w:t>
            </w:r>
            <w:r w:rsidRPr="00B61727">
              <w:rPr>
                <w:rStyle w:val="rulelink"/>
              </w:rPr>
              <w:t>40.</w:t>
            </w:r>
          </w:p>
        </w:tc>
      </w:tr>
      <w:tr w:rsidR="00E30467" w:rsidRPr="00B61727" w14:paraId="6C69F345" w14:textId="77777777" w:rsidTr="001839E4">
        <w:trPr>
          <w:cantSplit/>
        </w:trPr>
        <w:tc>
          <w:tcPr>
            <w:tcW w:w="220" w:type="dxa"/>
          </w:tcPr>
          <w:p w14:paraId="2A89C47A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B617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4356EA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  <w:r w:rsidRPr="00B61727">
              <w:rPr>
                <w:kern w:val="18"/>
              </w:rPr>
              <w:t xml:space="preserve">For Deductible factors, refer to Rule </w:t>
            </w:r>
            <w:r w:rsidRPr="00B61727">
              <w:rPr>
                <w:rStyle w:val="rulelink"/>
              </w:rPr>
              <w:t>98.</w:t>
            </w:r>
          </w:p>
        </w:tc>
      </w:tr>
      <w:tr w:rsidR="00E30467" w:rsidRPr="00B61727" w14:paraId="08530729" w14:textId="77777777" w:rsidTr="001839E4">
        <w:trPr>
          <w:cantSplit/>
        </w:trPr>
        <w:tc>
          <w:tcPr>
            <w:tcW w:w="220" w:type="dxa"/>
          </w:tcPr>
          <w:p w14:paraId="37A69AFA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B617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942B6F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  <w:r w:rsidRPr="00B61727">
              <w:rPr>
                <w:kern w:val="18"/>
              </w:rPr>
              <w:t xml:space="preserve">For Original Cost New and Age Group factors, refer to Rule </w:t>
            </w:r>
            <w:r w:rsidRPr="00B61727">
              <w:rPr>
                <w:rStyle w:val="rulelink"/>
              </w:rPr>
              <w:t>101.</w:t>
            </w:r>
          </w:p>
        </w:tc>
      </w:tr>
      <w:tr w:rsidR="00E30467" w:rsidRPr="00B61727" w14:paraId="580BED6E" w14:textId="77777777" w:rsidTr="001839E4">
        <w:trPr>
          <w:cantSplit/>
        </w:trPr>
        <w:tc>
          <w:tcPr>
            <w:tcW w:w="220" w:type="dxa"/>
          </w:tcPr>
          <w:p w14:paraId="74466E75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B617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08720B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  <w:r w:rsidRPr="00B61727">
              <w:rPr>
                <w:kern w:val="18"/>
              </w:rPr>
              <w:t xml:space="preserve">For Stated Amount factors, refer to Rule </w:t>
            </w:r>
            <w:r w:rsidRPr="00B61727">
              <w:rPr>
                <w:rStyle w:val="rulelink"/>
              </w:rPr>
              <w:t>101.</w:t>
            </w:r>
          </w:p>
        </w:tc>
      </w:tr>
      <w:tr w:rsidR="00E30467" w:rsidRPr="00B61727" w14:paraId="3EC90683" w14:textId="77777777" w:rsidTr="001839E4">
        <w:trPr>
          <w:cantSplit/>
        </w:trPr>
        <w:tc>
          <w:tcPr>
            <w:tcW w:w="220" w:type="dxa"/>
          </w:tcPr>
          <w:p w14:paraId="5CA08234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AFFEA7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0B0CC590" w14:textId="77777777" w:rsidTr="001839E4">
        <w:trPr>
          <w:cantSplit/>
        </w:trPr>
        <w:tc>
          <w:tcPr>
            <w:tcW w:w="220" w:type="dxa"/>
          </w:tcPr>
          <w:p w14:paraId="410BB21F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BD23A1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78F552E0" w14:textId="77777777" w:rsidTr="001839E4">
        <w:trPr>
          <w:cantSplit/>
        </w:trPr>
        <w:tc>
          <w:tcPr>
            <w:tcW w:w="220" w:type="dxa"/>
          </w:tcPr>
          <w:p w14:paraId="0403D259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A95A2E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391745E0" w14:textId="77777777" w:rsidTr="001839E4">
        <w:trPr>
          <w:cantSplit/>
        </w:trPr>
        <w:tc>
          <w:tcPr>
            <w:tcW w:w="220" w:type="dxa"/>
          </w:tcPr>
          <w:p w14:paraId="7679561B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E93808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68F357CA" w14:textId="77777777" w:rsidTr="001839E4">
        <w:trPr>
          <w:cantSplit/>
        </w:trPr>
        <w:tc>
          <w:tcPr>
            <w:tcW w:w="220" w:type="dxa"/>
          </w:tcPr>
          <w:p w14:paraId="4CE07A57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C23EE2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36CCCF43" w14:textId="77777777" w:rsidTr="001839E4">
        <w:trPr>
          <w:cantSplit/>
        </w:trPr>
        <w:tc>
          <w:tcPr>
            <w:tcW w:w="220" w:type="dxa"/>
          </w:tcPr>
          <w:p w14:paraId="5A7BCB9B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3ED060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2713DA12" w14:textId="77777777" w:rsidTr="001839E4">
        <w:trPr>
          <w:cantSplit/>
        </w:trPr>
        <w:tc>
          <w:tcPr>
            <w:tcW w:w="220" w:type="dxa"/>
          </w:tcPr>
          <w:p w14:paraId="6A3815C1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A773D8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73FC3B5E" w14:textId="77777777" w:rsidTr="001839E4">
        <w:trPr>
          <w:cantSplit/>
        </w:trPr>
        <w:tc>
          <w:tcPr>
            <w:tcW w:w="220" w:type="dxa"/>
          </w:tcPr>
          <w:p w14:paraId="3FA1ABA5" w14:textId="77777777" w:rsidR="00E30467" w:rsidRPr="00B6172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42C13E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60FED9EF" w14:textId="77777777" w:rsidTr="001839E4">
        <w:trPr>
          <w:cantSplit/>
        </w:trPr>
        <w:tc>
          <w:tcPr>
            <w:tcW w:w="220" w:type="dxa"/>
          </w:tcPr>
          <w:p w14:paraId="2E7E68CE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770CA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1CA79CB6" w14:textId="77777777" w:rsidTr="001839E4">
        <w:trPr>
          <w:cantSplit/>
        </w:trPr>
        <w:tc>
          <w:tcPr>
            <w:tcW w:w="220" w:type="dxa"/>
          </w:tcPr>
          <w:p w14:paraId="2BFB9CE3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BE7BFD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708E54CA" w14:textId="77777777" w:rsidTr="001839E4">
        <w:trPr>
          <w:cantSplit/>
        </w:trPr>
        <w:tc>
          <w:tcPr>
            <w:tcW w:w="220" w:type="dxa"/>
          </w:tcPr>
          <w:p w14:paraId="6533B913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FE845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28F3D666" w14:textId="77777777" w:rsidTr="001839E4">
        <w:trPr>
          <w:cantSplit/>
        </w:trPr>
        <w:tc>
          <w:tcPr>
            <w:tcW w:w="220" w:type="dxa"/>
          </w:tcPr>
          <w:p w14:paraId="1F57AC4A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7963BC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6128C89A" w14:textId="77777777" w:rsidTr="001839E4">
        <w:trPr>
          <w:cantSplit/>
        </w:trPr>
        <w:tc>
          <w:tcPr>
            <w:tcW w:w="220" w:type="dxa"/>
          </w:tcPr>
          <w:p w14:paraId="2D74DC40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325661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5E74E2C9" w14:textId="77777777" w:rsidTr="001839E4">
        <w:trPr>
          <w:cantSplit/>
        </w:trPr>
        <w:tc>
          <w:tcPr>
            <w:tcW w:w="220" w:type="dxa"/>
          </w:tcPr>
          <w:p w14:paraId="74A499D4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AE4AB5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54EA5909" w14:textId="77777777" w:rsidTr="001839E4">
        <w:trPr>
          <w:cantSplit/>
        </w:trPr>
        <w:tc>
          <w:tcPr>
            <w:tcW w:w="220" w:type="dxa"/>
          </w:tcPr>
          <w:p w14:paraId="452D1B7A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83E4B8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B61727" w14:paraId="356808EB" w14:textId="77777777" w:rsidTr="001839E4">
        <w:trPr>
          <w:cantSplit/>
        </w:trPr>
        <w:tc>
          <w:tcPr>
            <w:tcW w:w="220" w:type="dxa"/>
          </w:tcPr>
          <w:p w14:paraId="3D668137" w14:textId="77777777" w:rsidR="00E30467" w:rsidRPr="00B6172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77F7BE" w14:textId="77777777" w:rsidR="00E30467" w:rsidRPr="00B6172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732AF17D" w14:textId="77777777" w:rsidR="00E30467" w:rsidRPr="00B61727" w:rsidRDefault="00E30467" w:rsidP="00E30467">
      <w:pPr>
        <w:pStyle w:val="isonormal"/>
      </w:pPr>
      <w:r w:rsidRPr="00B61727">
        <w:br w:type="textWrapping" w:clear="all"/>
      </w:r>
    </w:p>
    <w:p w14:paraId="4D124C49" w14:textId="77777777" w:rsidR="00E30467" w:rsidRDefault="00E30467" w:rsidP="00E30467">
      <w:pPr>
        <w:pStyle w:val="isonormal"/>
        <w:sectPr w:rsidR="00E30467" w:rsidSect="00E30467">
          <w:headerReference w:type="default" r:id="rId75"/>
          <w:footerReference w:type="default" r:id="rId76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30467" w:rsidRPr="000C0967" w14:paraId="36345213" w14:textId="77777777" w:rsidTr="001839E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0573B2" w14:textId="77777777" w:rsidR="00E30467" w:rsidRPr="000C0967" w:rsidRDefault="00E30467" w:rsidP="001839E4">
            <w:pPr>
              <w:pStyle w:val="tablehead"/>
              <w:rPr>
                <w:kern w:val="18"/>
              </w:rPr>
            </w:pPr>
            <w:r w:rsidRPr="000C0967">
              <w:rPr>
                <w:kern w:val="18"/>
              </w:rPr>
              <w:lastRenderedPageBreak/>
              <w:t>PHYSICAL DAMAGE</w:t>
            </w:r>
            <w:r w:rsidRPr="000C0967">
              <w:rPr>
                <w:kern w:val="18"/>
              </w:rPr>
              <w:br/>
              <w:t>Original Cost New Range</w:t>
            </w:r>
            <w:r w:rsidRPr="000C0967">
              <w:rPr>
                <w:kern w:val="18"/>
              </w:rPr>
              <w:br/>
              <w:t>$15,001 – 20,000</w:t>
            </w:r>
          </w:p>
        </w:tc>
      </w:tr>
      <w:tr w:rsidR="00E30467" w:rsidRPr="000C0967" w14:paraId="23BE62BA" w14:textId="77777777" w:rsidTr="001839E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03D77A6" w14:textId="77777777" w:rsidR="00E30467" w:rsidRPr="000C0967" w:rsidRDefault="00E30467" w:rsidP="001839E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23DF7E" w14:textId="77777777" w:rsidR="00E30467" w:rsidRPr="000C0967" w:rsidRDefault="00E30467" w:rsidP="001839E4">
            <w:pPr>
              <w:pStyle w:val="tablehead"/>
              <w:rPr>
                <w:kern w:val="18"/>
              </w:rPr>
            </w:pPr>
            <w:r w:rsidRPr="000C0967">
              <w:rPr>
                <w:kern w:val="18"/>
              </w:rPr>
              <w:t>Specified</w:t>
            </w:r>
            <w:r w:rsidRPr="000C0967">
              <w:rPr>
                <w:kern w:val="18"/>
              </w:rPr>
              <w:br/>
              <w:t>Causes</w:t>
            </w:r>
            <w:r w:rsidRPr="000C096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41A37C" w14:textId="77777777" w:rsidR="00E30467" w:rsidRPr="000C0967" w:rsidRDefault="00E30467" w:rsidP="001839E4">
            <w:pPr>
              <w:pStyle w:val="tablehead"/>
              <w:rPr>
                <w:kern w:val="18"/>
              </w:rPr>
            </w:pPr>
            <w:r w:rsidRPr="000C0967">
              <w:rPr>
                <w:kern w:val="18"/>
              </w:rPr>
              <w:br/>
            </w:r>
            <w:r w:rsidRPr="000C096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29CD87" w14:textId="77777777" w:rsidR="00E30467" w:rsidRPr="000C0967" w:rsidRDefault="00E30467" w:rsidP="001839E4">
            <w:pPr>
              <w:pStyle w:val="tablehead"/>
              <w:rPr>
                <w:kern w:val="18"/>
              </w:rPr>
            </w:pPr>
            <w:r w:rsidRPr="000C0967">
              <w:rPr>
                <w:kern w:val="18"/>
              </w:rPr>
              <w:t>$500</w:t>
            </w:r>
            <w:r w:rsidRPr="000C0967">
              <w:rPr>
                <w:kern w:val="18"/>
              </w:rPr>
              <w:br/>
              <w:t>Ded.</w:t>
            </w:r>
            <w:r w:rsidRPr="000C0967">
              <w:rPr>
                <w:kern w:val="18"/>
              </w:rPr>
              <w:br/>
              <w:t>Coll.</w:t>
            </w:r>
          </w:p>
        </w:tc>
      </w:tr>
      <w:tr w:rsidR="00E30467" w:rsidRPr="000C0967" w14:paraId="3C618C4C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DE3344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E30467" w:rsidRPr="000C0967" w14:paraId="507CBD1F" w14:textId="77777777" w:rsidTr="001839E4">
        <w:trPr>
          <w:cantSplit/>
        </w:trPr>
        <w:tc>
          <w:tcPr>
            <w:tcW w:w="540" w:type="dxa"/>
            <w:gridSpan w:val="2"/>
          </w:tcPr>
          <w:p w14:paraId="05501C3A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77DA9" w14:textId="77777777" w:rsidR="00E30467" w:rsidRPr="000C0967" w:rsidRDefault="00E30467" w:rsidP="001839E4">
            <w:pPr>
              <w:pStyle w:val="tabletext11"/>
              <w:rPr>
                <w:b/>
                <w:kern w:val="18"/>
              </w:rPr>
            </w:pPr>
            <w:r w:rsidRPr="000C0967">
              <w:rPr>
                <w:b/>
                <w:kern w:val="18"/>
              </w:rPr>
              <w:t>– Local And Intermediate – All Vehicles</w:t>
            </w:r>
          </w:p>
        </w:tc>
      </w:tr>
      <w:tr w:rsidR="00E30467" w:rsidRPr="000C0967" w14:paraId="6DB277C9" w14:textId="77777777" w:rsidTr="001839E4">
        <w:trPr>
          <w:cantSplit/>
        </w:trPr>
        <w:tc>
          <w:tcPr>
            <w:tcW w:w="540" w:type="dxa"/>
            <w:gridSpan w:val="2"/>
          </w:tcPr>
          <w:p w14:paraId="5C702A7F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1B3AFA" w14:textId="77777777" w:rsidR="00E30467" w:rsidRPr="000C0967" w:rsidRDefault="00E30467" w:rsidP="001839E4">
            <w:pPr>
              <w:pStyle w:val="tabletext11"/>
              <w:rPr>
                <w:b/>
                <w:kern w:val="18"/>
              </w:rPr>
            </w:pPr>
            <w:r w:rsidRPr="000C096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30467" w:rsidRPr="000C0967" w14:paraId="12BF84F9" w14:textId="77777777" w:rsidTr="001839E4">
        <w:trPr>
          <w:cantSplit/>
        </w:trPr>
        <w:tc>
          <w:tcPr>
            <w:tcW w:w="4860" w:type="dxa"/>
            <w:gridSpan w:val="3"/>
          </w:tcPr>
          <w:p w14:paraId="72AA5A98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626DB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37188A28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4378F799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163</w:t>
            </w:r>
          </w:p>
        </w:tc>
      </w:tr>
      <w:tr w:rsidR="00E30467" w:rsidRPr="000C0967" w14:paraId="0169BFF5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5CF682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E30467" w:rsidRPr="000C0967" w14:paraId="5F0F806C" w14:textId="77777777" w:rsidTr="001839E4">
        <w:trPr>
          <w:cantSplit/>
        </w:trPr>
        <w:tc>
          <w:tcPr>
            <w:tcW w:w="4860" w:type="dxa"/>
            <w:gridSpan w:val="3"/>
          </w:tcPr>
          <w:p w14:paraId="50F5CE9A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03D76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6BF147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3D642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30467" w:rsidRPr="000C0967" w14:paraId="4CD4F9D0" w14:textId="77777777" w:rsidTr="001839E4">
        <w:trPr>
          <w:cantSplit/>
        </w:trPr>
        <w:tc>
          <w:tcPr>
            <w:tcW w:w="4860" w:type="dxa"/>
            <w:gridSpan w:val="3"/>
          </w:tcPr>
          <w:p w14:paraId="70BE9AAE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40F12E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571682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4AB6407E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195</w:t>
            </w:r>
          </w:p>
        </w:tc>
      </w:tr>
      <w:tr w:rsidR="00E30467" w:rsidRPr="000C0967" w14:paraId="5B5A16C4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808AD0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667DB404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2848CD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E30467" w:rsidRPr="000C0967" w14:paraId="4B160E34" w14:textId="77777777" w:rsidTr="001839E4">
        <w:trPr>
          <w:cantSplit/>
        </w:trPr>
        <w:tc>
          <w:tcPr>
            <w:tcW w:w="540" w:type="dxa"/>
            <w:gridSpan w:val="2"/>
          </w:tcPr>
          <w:p w14:paraId="7F6FEB98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AE26E0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– taxicabs and limousines</w:t>
            </w:r>
          </w:p>
        </w:tc>
      </w:tr>
      <w:tr w:rsidR="00E30467" w:rsidRPr="000C0967" w14:paraId="380B4CA1" w14:textId="77777777" w:rsidTr="001839E4">
        <w:trPr>
          <w:cantSplit/>
        </w:trPr>
        <w:tc>
          <w:tcPr>
            <w:tcW w:w="4860" w:type="dxa"/>
            <w:gridSpan w:val="3"/>
          </w:tcPr>
          <w:p w14:paraId="282BCEE3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ACA6D1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1887D4A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6C3B3FCB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207</w:t>
            </w:r>
          </w:p>
        </w:tc>
      </w:tr>
      <w:tr w:rsidR="00E30467" w:rsidRPr="000C0967" w14:paraId="2A7A9B39" w14:textId="77777777" w:rsidTr="001839E4">
        <w:trPr>
          <w:cantSplit/>
        </w:trPr>
        <w:tc>
          <w:tcPr>
            <w:tcW w:w="540" w:type="dxa"/>
            <w:gridSpan w:val="2"/>
          </w:tcPr>
          <w:p w14:paraId="24878180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7FCA23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– SCHOOL AND CHURCH BUSES</w:t>
            </w:r>
          </w:p>
        </w:tc>
      </w:tr>
      <w:tr w:rsidR="00E30467" w:rsidRPr="000C0967" w14:paraId="520E7D0B" w14:textId="77777777" w:rsidTr="001839E4">
        <w:trPr>
          <w:cantSplit/>
        </w:trPr>
        <w:tc>
          <w:tcPr>
            <w:tcW w:w="4860" w:type="dxa"/>
            <w:gridSpan w:val="3"/>
          </w:tcPr>
          <w:p w14:paraId="3CA1B2F2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AD491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119992A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4B9C9BB6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106</w:t>
            </w:r>
          </w:p>
        </w:tc>
      </w:tr>
      <w:tr w:rsidR="00E30467" w:rsidRPr="000C0967" w14:paraId="131EB482" w14:textId="77777777" w:rsidTr="001839E4">
        <w:trPr>
          <w:cantSplit/>
        </w:trPr>
        <w:tc>
          <w:tcPr>
            <w:tcW w:w="540" w:type="dxa"/>
            <w:gridSpan w:val="2"/>
          </w:tcPr>
          <w:p w14:paraId="10DFE65E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954FAE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– OTHER BUSES</w:t>
            </w:r>
          </w:p>
        </w:tc>
      </w:tr>
      <w:tr w:rsidR="00E30467" w:rsidRPr="000C0967" w14:paraId="5923067F" w14:textId="77777777" w:rsidTr="001839E4">
        <w:trPr>
          <w:cantSplit/>
        </w:trPr>
        <w:tc>
          <w:tcPr>
            <w:tcW w:w="4860" w:type="dxa"/>
            <w:gridSpan w:val="3"/>
          </w:tcPr>
          <w:p w14:paraId="1BFFA117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3BC3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2DE90B36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605FE00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106</w:t>
            </w:r>
          </w:p>
        </w:tc>
      </w:tr>
      <w:tr w:rsidR="00E30467" w:rsidRPr="000C0967" w14:paraId="7DEE7367" w14:textId="77777777" w:rsidTr="001839E4">
        <w:trPr>
          <w:cantSplit/>
        </w:trPr>
        <w:tc>
          <w:tcPr>
            <w:tcW w:w="540" w:type="dxa"/>
            <w:gridSpan w:val="2"/>
          </w:tcPr>
          <w:p w14:paraId="2FBD23AF" w14:textId="77777777" w:rsidR="00E30467" w:rsidRPr="000C0967" w:rsidRDefault="00E30467" w:rsidP="001839E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0EB97C" w14:textId="77777777" w:rsidR="00E30467" w:rsidRPr="000C0967" w:rsidRDefault="00E30467" w:rsidP="001839E4">
            <w:pPr>
              <w:pStyle w:val="tabletext11"/>
              <w:rPr>
                <w:b/>
                <w:caps/>
                <w:kern w:val="18"/>
              </w:rPr>
            </w:pPr>
            <w:r w:rsidRPr="000C0967">
              <w:rPr>
                <w:b/>
                <w:caps/>
                <w:kern w:val="18"/>
              </w:rPr>
              <w:t>– VAN POOLS</w:t>
            </w:r>
          </w:p>
        </w:tc>
      </w:tr>
      <w:tr w:rsidR="00E30467" w:rsidRPr="000C0967" w14:paraId="43C799E5" w14:textId="77777777" w:rsidTr="001839E4">
        <w:trPr>
          <w:cantSplit/>
        </w:trPr>
        <w:tc>
          <w:tcPr>
            <w:tcW w:w="4860" w:type="dxa"/>
            <w:gridSpan w:val="3"/>
          </w:tcPr>
          <w:p w14:paraId="3FCE40D0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9931EB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1E1CF3B8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57BE8A2C" w14:textId="77777777" w:rsidR="00E30467" w:rsidRPr="000C0967" w:rsidRDefault="00E30467" w:rsidP="001839E4">
            <w:pPr>
              <w:pStyle w:val="tabletext11"/>
              <w:jc w:val="center"/>
              <w:rPr>
                <w:kern w:val="18"/>
              </w:rPr>
            </w:pPr>
            <w:r w:rsidRPr="000C0967">
              <w:rPr>
                <w:kern w:val="18"/>
              </w:rPr>
              <w:t>$   207</w:t>
            </w:r>
          </w:p>
        </w:tc>
      </w:tr>
      <w:tr w:rsidR="00E30467" w:rsidRPr="000C0967" w14:paraId="335EE5B0" w14:textId="77777777" w:rsidTr="001839E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67ACD9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078207DA" w14:textId="77777777" w:rsidTr="001839E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9E5725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7463217C" w14:textId="77777777" w:rsidTr="001839E4">
        <w:trPr>
          <w:cantSplit/>
        </w:trPr>
        <w:tc>
          <w:tcPr>
            <w:tcW w:w="220" w:type="dxa"/>
            <w:tcBorders>
              <w:top w:val="nil"/>
            </w:tcBorders>
          </w:tcPr>
          <w:p w14:paraId="2273EEC5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0C0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9BB45C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  <w:r w:rsidRPr="000C0967">
              <w:rPr>
                <w:kern w:val="18"/>
              </w:rPr>
              <w:t xml:space="preserve">For physical damage fleet factors, refer to Rules </w:t>
            </w:r>
            <w:r w:rsidRPr="000C0967">
              <w:rPr>
                <w:rStyle w:val="rulelink"/>
              </w:rPr>
              <w:t>22.</w:t>
            </w:r>
            <w:r w:rsidRPr="000C0967">
              <w:rPr>
                <w:kern w:val="18"/>
              </w:rPr>
              <w:t xml:space="preserve"> and </w:t>
            </w:r>
            <w:r w:rsidRPr="000C0967">
              <w:rPr>
                <w:rStyle w:val="rulelink"/>
              </w:rPr>
              <w:t>39.</w:t>
            </w:r>
          </w:p>
        </w:tc>
      </w:tr>
      <w:tr w:rsidR="00E30467" w:rsidRPr="000C0967" w14:paraId="1C575EE1" w14:textId="77777777" w:rsidTr="001839E4">
        <w:trPr>
          <w:cantSplit/>
        </w:trPr>
        <w:tc>
          <w:tcPr>
            <w:tcW w:w="220" w:type="dxa"/>
          </w:tcPr>
          <w:p w14:paraId="1A0879C0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0C0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337D36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  <w:r w:rsidRPr="000C0967">
              <w:rPr>
                <w:kern w:val="18"/>
              </w:rPr>
              <w:t xml:space="preserve">For additional coverages, refer to the Additional Coverages Table in Rules </w:t>
            </w:r>
            <w:r w:rsidRPr="000C0967">
              <w:rPr>
                <w:rStyle w:val="rulelink"/>
              </w:rPr>
              <w:t>23.</w:t>
            </w:r>
            <w:r w:rsidRPr="000C0967">
              <w:rPr>
                <w:kern w:val="18"/>
              </w:rPr>
              <w:t xml:space="preserve"> and </w:t>
            </w:r>
            <w:r w:rsidRPr="000C0967">
              <w:rPr>
                <w:rStyle w:val="rulelink"/>
              </w:rPr>
              <w:t>40.</w:t>
            </w:r>
          </w:p>
        </w:tc>
      </w:tr>
      <w:tr w:rsidR="00E30467" w:rsidRPr="000C0967" w14:paraId="6F92E3D9" w14:textId="77777777" w:rsidTr="001839E4">
        <w:trPr>
          <w:cantSplit/>
        </w:trPr>
        <w:tc>
          <w:tcPr>
            <w:tcW w:w="220" w:type="dxa"/>
          </w:tcPr>
          <w:p w14:paraId="5EDFA48B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0C0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B85B49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  <w:r w:rsidRPr="000C0967">
              <w:rPr>
                <w:kern w:val="18"/>
              </w:rPr>
              <w:t xml:space="preserve">For Deductible factors, refer to Rule </w:t>
            </w:r>
            <w:r w:rsidRPr="000C0967">
              <w:rPr>
                <w:rStyle w:val="rulelink"/>
              </w:rPr>
              <w:t>98.</w:t>
            </w:r>
          </w:p>
        </w:tc>
      </w:tr>
      <w:tr w:rsidR="00E30467" w:rsidRPr="000C0967" w14:paraId="0270F69B" w14:textId="77777777" w:rsidTr="001839E4">
        <w:trPr>
          <w:cantSplit/>
        </w:trPr>
        <w:tc>
          <w:tcPr>
            <w:tcW w:w="220" w:type="dxa"/>
          </w:tcPr>
          <w:p w14:paraId="713BDDFC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0C0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C00AF4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  <w:r w:rsidRPr="000C0967">
              <w:rPr>
                <w:kern w:val="18"/>
              </w:rPr>
              <w:t xml:space="preserve">For Original Cost New and Age Group factors, refer to Rule </w:t>
            </w:r>
            <w:r w:rsidRPr="000C0967">
              <w:rPr>
                <w:rStyle w:val="rulelink"/>
              </w:rPr>
              <w:t>101.</w:t>
            </w:r>
          </w:p>
        </w:tc>
      </w:tr>
      <w:tr w:rsidR="00E30467" w:rsidRPr="000C0967" w14:paraId="7E782DCB" w14:textId="77777777" w:rsidTr="001839E4">
        <w:trPr>
          <w:cantSplit/>
        </w:trPr>
        <w:tc>
          <w:tcPr>
            <w:tcW w:w="220" w:type="dxa"/>
          </w:tcPr>
          <w:p w14:paraId="42B1421E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  <w:r w:rsidRPr="000C0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426061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  <w:r w:rsidRPr="000C0967">
              <w:rPr>
                <w:kern w:val="18"/>
              </w:rPr>
              <w:t xml:space="preserve">For Stated Amount factors, refer to Rule </w:t>
            </w:r>
            <w:r w:rsidRPr="000C0967">
              <w:rPr>
                <w:rStyle w:val="rulelink"/>
              </w:rPr>
              <w:t>101.</w:t>
            </w:r>
          </w:p>
        </w:tc>
      </w:tr>
      <w:tr w:rsidR="00E30467" w:rsidRPr="000C0967" w14:paraId="53C6F125" w14:textId="77777777" w:rsidTr="001839E4">
        <w:trPr>
          <w:cantSplit/>
        </w:trPr>
        <w:tc>
          <w:tcPr>
            <w:tcW w:w="220" w:type="dxa"/>
          </w:tcPr>
          <w:p w14:paraId="6381CCAA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9582C8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07B25813" w14:textId="77777777" w:rsidTr="001839E4">
        <w:trPr>
          <w:cantSplit/>
        </w:trPr>
        <w:tc>
          <w:tcPr>
            <w:tcW w:w="220" w:type="dxa"/>
          </w:tcPr>
          <w:p w14:paraId="121E0504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32580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49CF7845" w14:textId="77777777" w:rsidTr="001839E4">
        <w:trPr>
          <w:cantSplit/>
        </w:trPr>
        <w:tc>
          <w:tcPr>
            <w:tcW w:w="220" w:type="dxa"/>
          </w:tcPr>
          <w:p w14:paraId="5FE989B2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5465BB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550D4D29" w14:textId="77777777" w:rsidTr="001839E4">
        <w:trPr>
          <w:cantSplit/>
        </w:trPr>
        <w:tc>
          <w:tcPr>
            <w:tcW w:w="220" w:type="dxa"/>
          </w:tcPr>
          <w:p w14:paraId="3745D7E4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782417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4E159926" w14:textId="77777777" w:rsidTr="001839E4">
        <w:trPr>
          <w:cantSplit/>
        </w:trPr>
        <w:tc>
          <w:tcPr>
            <w:tcW w:w="220" w:type="dxa"/>
          </w:tcPr>
          <w:p w14:paraId="7A5610AE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CAEDE7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0EF9B61A" w14:textId="77777777" w:rsidTr="001839E4">
        <w:trPr>
          <w:cantSplit/>
        </w:trPr>
        <w:tc>
          <w:tcPr>
            <w:tcW w:w="220" w:type="dxa"/>
          </w:tcPr>
          <w:p w14:paraId="2DA125AA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2EC2F3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7769DC7D" w14:textId="77777777" w:rsidTr="001839E4">
        <w:trPr>
          <w:cantSplit/>
        </w:trPr>
        <w:tc>
          <w:tcPr>
            <w:tcW w:w="220" w:type="dxa"/>
          </w:tcPr>
          <w:p w14:paraId="1CCBC469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3AB620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4898A8A6" w14:textId="77777777" w:rsidTr="001839E4">
        <w:trPr>
          <w:cantSplit/>
        </w:trPr>
        <w:tc>
          <w:tcPr>
            <w:tcW w:w="220" w:type="dxa"/>
          </w:tcPr>
          <w:p w14:paraId="333C92B5" w14:textId="77777777" w:rsidR="00E30467" w:rsidRPr="000C0967" w:rsidRDefault="00E30467" w:rsidP="001839E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D507CA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39DD8275" w14:textId="77777777" w:rsidTr="001839E4">
        <w:trPr>
          <w:cantSplit/>
        </w:trPr>
        <w:tc>
          <w:tcPr>
            <w:tcW w:w="220" w:type="dxa"/>
          </w:tcPr>
          <w:p w14:paraId="238AC119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1E98ED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0FF33493" w14:textId="77777777" w:rsidTr="001839E4">
        <w:trPr>
          <w:cantSplit/>
        </w:trPr>
        <w:tc>
          <w:tcPr>
            <w:tcW w:w="220" w:type="dxa"/>
          </w:tcPr>
          <w:p w14:paraId="01E28B7D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0DEABD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2D9DEADA" w14:textId="77777777" w:rsidTr="001839E4">
        <w:trPr>
          <w:cantSplit/>
        </w:trPr>
        <w:tc>
          <w:tcPr>
            <w:tcW w:w="220" w:type="dxa"/>
          </w:tcPr>
          <w:p w14:paraId="0034A2C7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5568AF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2889B357" w14:textId="77777777" w:rsidTr="001839E4">
        <w:trPr>
          <w:cantSplit/>
        </w:trPr>
        <w:tc>
          <w:tcPr>
            <w:tcW w:w="220" w:type="dxa"/>
          </w:tcPr>
          <w:p w14:paraId="1E477701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AD119E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7860A65B" w14:textId="77777777" w:rsidTr="001839E4">
        <w:trPr>
          <w:cantSplit/>
        </w:trPr>
        <w:tc>
          <w:tcPr>
            <w:tcW w:w="220" w:type="dxa"/>
          </w:tcPr>
          <w:p w14:paraId="45B1DB62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3A2314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7E721037" w14:textId="77777777" w:rsidTr="001839E4">
        <w:trPr>
          <w:cantSplit/>
        </w:trPr>
        <w:tc>
          <w:tcPr>
            <w:tcW w:w="220" w:type="dxa"/>
          </w:tcPr>
          <w:p w14:paraId="2EDAE712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DF7AAD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1614B013" w14:textId="77777777" w:rsidTr="001839E4">
        <w:trPr>
          <w:cantSplit/>
        </w:trPr>
        <w:tc>
          <w:tcPr>
            <w:tcW w:w="220" w:type="dxa"/>
          </w:tcPr>
          <w:p w14:paraId="78E51838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F217F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  <w:tr w:rsidR="00E30467" w:rsidRPr="000C0967" w14:paraId="023AC78E" w14:textId="77777777" w:rsidTr="001839E4">
        <w:trPr>
          <w:cantSplit/>
        </w:trPr>
        <w:tc>
          <w:tcPr>
            <w:tcW w:w="220" w:type="dxa"/>
          </w:tcPr>
          <w:p w14:paraId="32B37F74" w14:textId="77777777" w:rsidR="00E30467" w:rsidRPr="000C0967" w:rsidRDefault="00E30467" w:rsidP="001839E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2D419C" w14:textId="77777777" w:rsidR="00E30467" w:rsidRPr="000C0967" w:rsidRDefault="00E30467" w:rsidP="001839E4">
            <w:pPr>
              <w:pStyle w:val="tabletext11"/>
              <w:rPr>
                <w:kern w:val="18"/>
              </w:rPr>
            </w:pPr>
          </w:p>
        </w:tc>
      </w:tr>
    </w:tbl>
    <w:p w14:paraId="6FCCA002" w14:textId="77777777" w:rsidR="00590F6F" w:rsidRDefault="00590F6F" w:rsidP="00E30467">
      <w:pPr>
        <w:pStyle w:val="isonormal"/>
        <w:sectPr w:rsidR="00590F6F" w:rsidSect="00E30467">
          <w:headerReference w:type="default" r:id="rId77"/>
          <w:footerReference w:type="default" r:id="rId78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368973EA" w14:textId="77777777" w:rsidR="00590F6F" w:rsidRDefault="00590F6F" w:rsidP="00590F6F">
      <w:pPr>
        <w:pStyle w:val="boxrule"/>
        <w:outlineLvl w:val="0"/>
      </w:pPr>
      <w:bookmarkStart w:id="1" w:name="_Hlk128038032"/>
      <w:r>
        <w:lastRenderedPageBreak/>
        <w:t>90.  HIRED AUTOS</w:t>
      </w:r>
    </w:p>
    <w:p w14:paraId="5230AD47" w14:textId="77777777" w:rsidR="00590F6F" w:rsidRDefault="00590F6F" w:rsidP="00590F6F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590F6F" w14:paraId="74BE2077" w14:textId="77777777" w:rsidTr="00846AFA">
        <w:trPr>
          <w:cantSplit/>
          <w:trHeight w:val="190"/>
        </w:trPr>
        <w:tc>
          <w:tcPr>
            <w:tcW w:w="200" w:type="dxa"/>
          </w:tcPr>
          <w:p w14:paraId="30744B65" w14:textId="77777777" w:rsidR="00590F6F" w:rsidRDefault="00590F6F" w:rsidP="00846AFA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D29EB" w14:textId="77777777" w:rsidR="00590F6F" w:rsidRDefault="00590F6F" w:rsidP="00846AFA">
            <w:pPr>
              <w:pStyle w:val="tablehead"/>
            </w:pPr>
            <w:r>
              <w:t xml:space="preserve">Cost Of Hire Basis – </w:t>
            </w:r>
            <w:smartTag w:uri="urn:schemas-microsoft-com:office:smarttags" w:element="place">
              <w:smartTag w:uri="urn:schemas-microsoft-com:office:smarttags" w:element="PlaceName">
                <w:r>
                  <w:t>All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Territories</w:t>
                </w:r>
              </w:smartTag>
            </w:smartTag>
            <w:r>
              <w:t xml:space="preserve"> </w:t>
            </w:r>
            <w:r>
              <w:br/>
              <w:t xml:space="preserve">Liability Base Loss Cost </w:t>
            </w:r>
          </w:p>
        </w:tc>
      </w:tr>
      <w:tr w:rsidR="00590F6F" w14:paraId="5B274124" w14:textId="77777777" w:rsidTr="00846AFA">
        <w:trPr>
          <w:cantSplit/>
          <w:trHeight w:val="190"/>
        </w:trPr>
        <w:tc>
          <w:tcPr>
            <w:tcW w:w="200" w:type="dxa"/>
          </w:tcPr>
          <w:p w14:paraId="3CF07E6D" w14:textId="77777777" w:rsidR="00590F6F" w:rsidRDefault="00590F6F" w:rsidP="00846AFA">
            <w:pPr>
              <w:pStyle w:val="tabletext11"/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2EE58D" w14:textId="77777777" w:rsidR="00590F6F" w:rsidRDefault="00590F6F" w:rsidP="00846AFA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936C7" w14:textId="77777777" w:rsidR="00590F6F" w:rsidRDefault="00590F6F" w:rsidP="00846AFA">
            <w:pPr>
              <w:pStyle w:val="tabletext11"/>
            </w:pPr>
            <w:r>
              <w:t>0.45</w:t>
            </w:r>
          </w:p>
        </w:tc>
      </w:tr>
    </w:tbl>
    <w:p w14:paraId="0BFADB8C" w14:textId="77777777" w:rsidR="00590F6F" w:rsidRDefault="00590F6F" w:rsidP="00590F6F">
      <w:pPr>
        <w:pStyle w:val="tablecaption"/>
      </w:pPr>
      <w:r>
        <w:t xml:space="preserve">Table </w:t>
      </w:r>
      <w:r w:rsidRPr="00D979B3">
        <w:t>90.B.3.b.(LC)</w:t>
      </w:r>
      <w:r>
        <w:t xml:space="preserve"> Cost Of Hire Basis Liability Loss Cost</w:t>
      </w:r>
    </w:p>
    <w:p w14:paraId="31C538B1" w14:textId="77777777" w:rsidR="00590F6F" w:rsidRDefault="00590F6F" w:rsidP="00590F6F">
      <w:pPr>
        <w:pStyle w:val="isonormal"/>
      </w:pPr>
    </w:p>
    <w:p w14:paraId="761CA5EE" w14:textId="77777777" w:rsidR="00590F6F" w:rsidRPr="00AA4CFD" w:rsidRDefault="00590F6F" w:rsidP="00590F6F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90"/>
        <w:gridCol w:w="210"/>
        <w:gridCol w:w="1530"/>
        <w:gridCol w:w="540"/>
        <w:gridCol w:w="830"/>
      </w:tblGrid>
      <w:tr w:rsidR="00590F6F" w14:paraId="63DFAC45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8E2D" w14:textId="77777777" w:rsidR="00590F6F" w:rsidRDefault="00590F6F" w:rsidP="00846AFA">
            <w:pPr>
              <w:pStyle w:val="tablehead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5931C9" w14:textId="77777777" w:rsidR="00590F6F" w:rsidRDefault="00590F6F" w:rsidP="00846AFA">
            <w:pPr>
              <w:pStyle w:val="tablehead"/>
            </w:pPr>
            <w:r>
              <w:br/>
            </w:r>
            <w:r>
              <w:br/>
            </w:r>
            <w:r>
              <w:br/>
              <w:t>Coverage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D7B2E6" w14:textId="77777777" w:rsidR="00590F6F" w:rsidRDefault="00590F6F" w:rsidP="00846AFA">
            <w:pPr>
              <w:pStyle w:val="tablehead"/>
            </w:pPr>
            <w:r>
              <w:br/>
            </w:r>
            <w:r>
              <w:br/>
              <w:t>All Perils</w:t>
            </w:r>
            <w:r>
              <w:br/>
              <w:t>Deductible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F71B50" w14:textId="77777777" w:rsidR="00590F6F" w:rsidRDefault="00590F6F" w:rsidP="00846AFA">
            <w:pPr>
              <w:pStyle w:val="tablehead"/>
              <w:rPr>
                <w:b w:val="0"/>
              </w:rPr>
            </w:pPr>
            <w:r>
              <w:t>Loss Cost Per Each $100 Annual Cost Of Hire</w:t>
            </w:r>
          </w:p>
        </w:tc>
      </w:tr>
      <w:tr w:rsidR="00590F6F" w14:paraId="6E2F7CD1" w14:textId="77777777" w:rsidTr="00846AFA">
        <w:trPr>
          <w:cantSplit/>
          <w:trHeight w:val="190"/>
        </w:trPr>
        <w:tc>
          <w:tcPr>
            <w:tcW w:w="200" w:type="dxa"/>
          </w:tcPr>
          <w:p w14:paraId="16E0B59A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382F4" w14:textId="77777777" w:rsidR="00590F6F" w:rsidRDefault="00590F6F" w:rsidP="00846AFA">
            <w:pPr>
              <w:pStyle w:val="tablehead"/>
            </w:pPr>
            <w:r>
              <w:t>Comprehensive</w:t>
            </w: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CE39259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17233A7" w14:textId="77777777" w:rsidR="00590F6F" w:rsidRDefault="00590F6F" w:rsidP="00846AFA">
            <w:pPr>
              <w:pStyle w:val="tabletext11"/>
              <w:jc w:val="right"/>
            </w:pPr>
            <w:r>
              <w:t>No Deductible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53466E9" w14:textId="77777777" w:rsidR="00590F6F" w:rsidRDefault="00590F6F" w:rsidP="00846AFA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65CB8EF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0.45</w:t>
            </w:r>
          </w:p>
        </w:tc>
      </w:tr>
      <w:tr w:rsidR="00590F6F" w14:paraId="3D61AB59" w14:textId="77777777" w:rsidTr="00846AFA">
        <w:trPr>
          <w:cantSplit/>
          <w:trHeight w:val="190"/>
        </w:trPr>
        <w:tc>
          <w:tcPr>
            <w:tcW w:w="200" w:type="dxa"/>
          </w:tcPr>
          <w:p w14:paraId="2ED44F85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B62E1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40D291B" w14:textId="77777777" w:rsidR="00590F6F" w:rsidRDefault="00590F6F" w:rsidP="00846AFA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EEC2B4" w14:textId="77777777" w:rsidR="00590F6F" w:rsidRDefault="00590F6F" w:rsidP="00846AFA">
            <w:pPr>
              <w:pStyle w:val="tabletext11"/>
              <w:jc w:val="right"/>
            </w:pPr>
            <w:r>
              <w:t>50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B061B0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5ECC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0.44</w:t>
            </w:r>
          </w:p>
        </w:tc>
      </w:tr>
      <w:tr w:rsidR="00590F6F" w14:paraId="493D2045" w14:textId="77777777" w:rsidTr="00846AFA">
        <w:trPr>
          <w:cantSplit/>
          <w:trHeight w:val="190"/>
        </w:trPr>
        <w:tc>
          <w:tcPr>
            <w:tcW w:w="200" w:type="dxa"/>
          </w:tcPr>
          <w:p w14:paraId="66F75D1B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BC49A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722215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6D2D" w14:textId="77777777" w:rsidR="00590F6F" w:rsidRDefault="00590F6F" w:rsidP="00846AFA">
            <w:pPr>
              <w:pStyle w:val="tabletext11"/>
              <w:jc w:val="right"/>
            </w:pPr>
            <w:r>
              <w:t>100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732041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2D56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0.43</w:t>
            </w:r>
          </w:p>
        </w:tc>
      </w:tr>
      <w:tr w:rsidR="00590F6F" w14:paraId="6BDDBF8F" w14:textId="77777777" w:rsidTr="00846AFA">
        <w:trPr>
          <w:cantSplit/>
          <w:trHeight w:val="190"/>
        </w:trPr>
        <w:tc>
          <w:tcPr>
            <w:tcW w:w="200" w:type="dxa"/>
          </w:tcPr>
          <w:p w14:paraId="490BE3B6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BA57D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78AD96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83307" w14:textId="77777777" w:rsidR="00590F6F" w:rsidRDefault="00590F6F" w:rsidP="00846AFA">
            <w:pPr>
              <w:pStyle w:val="tabletext11"/>
              <w:jc w:val="right"/>
            </w:pPr>
            <w:r>
              <w:t>250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BA5DCC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352D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0.41</w:t>
            </w:r>
          </w:p>
        </w:tc>
      </w:tr>
      <w:tr w:rsidR="00590F6F" w14:paraId="30D06B0C" w14:textId="77777777" w:rsidTr="00846AFA">
        <w:trPr>
          <w:cantSplit/>
          <w:trHeight w:val="190"/>
        </w:trPr>
        <w:tc>
          <w:tcPr>
            <w:tcW w:w="200" w:type="dxa"/>
          </w:tcPr>
          <w:p w14:paraId="350AC457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0CF4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CCD432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36D6" w14:textId="77777777" w:rsidR="00590F6F" w:rsidRDefault="00590F6F" w:rsidP="00846AFA">
            <w:pPr>
              <w:pStyle w:val="tabletext11"/>
              <w:jc w:val="right"/>
            </w:pPr>
            <w:r>
              <w:t>500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45A42E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5CE3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0.39</w:t>
            </w:r>
          </w:p>
        </w:tc>
      </w:tr>
      <w:tr w:rsidR="00590F6F" w14:paraId="68B68733" w14:textId="77777777" w:rsidTr="00846AFA">
        <w:trPr>
          <w:cantSplit/>
          <w:trHeight w:val="190"/>
        </w:trPr>
        <w:tc>
          <w:tcPr>
            <w:tcW w:w="200" w:type="dxa"/>
          </w:tcPr>
          <w:p w14:paraId="46A78B7E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F3C56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BDA87BC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FEA1" w14:textId="77777777" w:rsidR="00590F6F" w:rsidRDefault="00590F6F" w:rsidP="00846AFA">
            <w:pPr>
              <w:pStyle w:val="tabletext11"/>
              <w:jc w:val="right"/>
            </w:pPr>
            <w:r>
              <w:t>1,000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563D54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AD5D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0.36</w:t>
            </w:r>
          </w:p>
        </w:tc>
      </w:tr>
      <w:tr w:rsidR="00590F6F" w14:paraId="6CB1AAAC" w14:textId="77777777" w:rsidTr="00846AFA">
        <w:trPr>
          <w:cantSplit/>
          <w:trHeight w:val="190"/>
        </w:trPr>
        <w:tc>
          <w:tcPr>
            <w:tcW w:w="200" w:type="dxa"/>
          </w:tcPr>
          <w:p w14:paraId="3D6D9521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EF884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90BE83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98A45" w14:textId="77777777" w:rsidR="00590F6F" w:rsidRDefault="00590F6F" w:rsidP="00846AFA">
            <w:pPr>
              <w:pStyle w:val="tabletext11"/>
              <w:jc w:val="right"/>
            </w:pPr>
            <w:r>
              <w:t xml:space="preserve">2,000 Deductible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6A5B60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3157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0.31</w:t>
            </w:r>
          </w:p>
        </w:tc>
      </w:tr>
      <w:tr w:rsidR="00590F6F" w14:paraId="5046EBF4" w14:textId="77777777" w:rsidTr="00846AFA">
        <w:trPr>
          <w:cantSplit/>
          <w:trHeight w:val="190"/>
        </w:trPr>
        <w:tc>
          <w:tcPr>
            <w:tcW w:w="200" w:type="dxa"/>
          </w:tcPr>
          <w:p w14:paraId="76ED810A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C66E1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837E2A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BBC1E" w14:textId="77777777" w:rsidR="00590F6F" w:rsidRDefault="00590F6F" w:rsidP="00846AFA">
            <w:pPr>
              <w:pStyle w:val="tabletext11"/>
              <w:jc w:val="right"/>
            </w:pPr>
            <w:r>
              <w:t>3,000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BCA0D8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3F0F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0.27</w:t>
            </w:r>
          </w:p>
        </w:tc>
      </w:tr>
      <w:tr w:rsidR="00590F6F" w14:paraId="598ADE21" w14:textId="77777777" w:rsidTr="00846AFA">
        <w:trPr>
          <w:cantSplit/>
          <w:trHeight w:val="190"/>
        </w:trPr>
        <w:tc>
          <w:tcPr>
            <w:tcW w:w="200" w:type="dxa"/>
          </w:tcPr>
          <w:p w14:paraId="4BD6D0BF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1318D0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ABACD7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12A6AC" w14:textId="77777777" w:rsidR="00590F6F" w:rsidRDefault="00590F6F" w:rsidP="00846AFA">
            <w:pPr>
              <w:pStyle w:val="tabletext11"/>
              <w:jc w:val="right"/>
            </w:pPr>
            <w:r>
              <w:t>5,000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90E3FB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709AB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0.22</w:t>
            </w:r>
          </w:p>
        </w:tc>
      </w:tr>
      <w:tr w:rsidR="00590F6F" w14:paraId="5DB8C198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7F3D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62C8B" w14:textId="77777777" w:rsidR="00590F6F" w:rsidRDefault="00590F6F" w:rsidP="00846AFA">
            <w:pPr>
              <w:pStyle w:val="tablehead"/>
            </w:pPr>
            <w:r>
              <w:t>Collision</w:t>
            </w: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3D77AC1" w14:textId="77777777" w:rsidR="00590F6F" w:rsidRDefault="00590F6F" w:rsidP="00846AFA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C8D2909" w14:textId="77777777" w:rsidR="00590F6F" w:rsidRDefault="00590F6F" w:rsidP="00846AFA">
            <w:pPr>
              <w:pStyle w:val="tabletext11"/>
              <w:jc w:val="right"/>
            </w:pPr>
            <w:r>
              <w:t>100 Deductible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E6C1FD4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50DCE85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1.41</w:t>
            </w:r>
          </w:p>
        </w:tc>
      </w:tr>
      <w:tr w:rsidR="00590F6F" w14:paraId="2ED9FF51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D909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DE890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4FC24A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DD72E4" w14:textId="77777777" w:rsidR="00590F6F" w:rsidRDefault="00590F6F" w:rsidP="00846AFA">
            <w:pPr>
              <w:pStyle w:val="tabletext11"/>
              <w:jc w:val="right"/>
            </w:pPr>
            <w:r>
              <w:t>250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8D5EC9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0336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1.36</w:t>
            </w:r>
          </w:p>
        </w:tc>
      </w:tr>
      <w:tr w:rsidR="00590F6F" w14:paraId="0FA43C8A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91F3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01B14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1B9538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8612" w14:textId="77777777" w:rsidR="00590F6F" w:rsidRDefault="00590F6F" w:rsidP="00846AFA">
            <w:pPr>
              <w:pStyle w:val="tabletext11"/>
              <w:jc w:val="right"/>
            </w:pPr>
            <w:r>
              <w:t>500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7C3CC7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68C5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1.28</w:t>
            </w:r>
          </w:p>
        </w:tc>
      </w:tr>
      <w:tr w:rsidR="00590F6F" w14:paraId="55D4FD40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2DFC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7EAB3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F399CF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090AA" w14:textId="77777777" w:rsidR="00590F6F" w:rsidRDefault="00590F6F" w:rsidP="00846AFA">
            <w:pPr>
              <w:pStyle w:val="tabletext11"/>
              <w:jc w:val="right"/>
            </w:pPr>
            <w:r>
              <w:t>1,000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9A83E7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30CF7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1.13</w:t>
            </w:r>
          </w:p>
        </w:tc>
      </w:tr>
      <w:tr w:rsidR="00590F6F" w14:paraId="19052E0C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6FD1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29BFD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670471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1A20" w14:textId="77777777" w:rsidR="00590F6F" w:rsidRDefault="00590F6F" w:rsidP="00846AFA">
            <w:pPr>
              <w:pStyle w:val="tabletext11"/>
              <w:jc w:val="right"/>
            </w:pPr>
            <w:r>
              <w:t xml:space="preserve">2,000 Deductible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510481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C29E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0.96</w:t>
            </w:r>
          </w:p>
        </w:tc>
      </w:tr>
      <w:tr w:rsidR="00590F6F" w14:paraId="27EDCA95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4591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DC941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0EACF0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435D" w14:textId="77777777" w:rsidR="00590F6F" w:rsidRDefault="00590F6F" w:rsidP="00846AFA">
            <w:pPr>
              <w:pStyle w:val="tabletext11"/>
              <w:jc w:val="right"/>
            </w:pPr>
            <w:r>
              <w:t>3,000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DE07E6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D67A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0.84</w:t>
            </w:r>
          </w:p>
        </w:tc>
      </w:tr>
      <w:tr w:rsidR="00590F6F" w14:paraId="2AC6F7AE" w14:textId="77777777" w:rsidTr="00846AFA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7BCF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7B18E" w14:textId="77777777" w:rsidR="00590F6F" w:rsidRDefault="00590F6F" w:rsidP="00846AFA">
            <w:pPr>
              <w:rPr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E36A00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6684E6" w14:textId="77777777" w:rsidR="00590F6F" w:rsidRDefault="00590F6F" w:rsidP="00846AFA">
            <w:pPr>
              <w:pStyle w:val="tabletext11"/>
              <w:jc w:val="right"/>
            </w:pPr>
            <w:r>
              <w:t>5,000 Deductible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0551FB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26EFB7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t>0.67</w:t>
            </w:r>
          </w:p>
        </w:tc>
      </w:tr>
      <w:tr w:rsidR="00590F6F" w14:paraId="4AD22157" w14:textId="77777777" w:rsidTr="00846AFA">
        <w:trPr>
          <w:cantSplit/>
          <w:trHeight w:val="190"/>
        </w:trPr>
        <w:tc>
          <w:tcPr>
            <w:tcW w:w="200" w:type="dxa"/>
          </w:tcPr>
          <w:p w14:paraId="2E188A88" w14:textId="77777777" w:rsidR="00590F6F" w:rsidRDefault="00590F6F" w:rsidP="00846AFA">
            <w:pPr>
              <w:pStyle w:val="tabletext11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875659" w14:textId="77777777" w:rsidR="00590F6F" w:rsidRDefault="00590F6F" w:rsidP="00846AFA">
            <w:pPr>
              <w:pStyle w:val="tablehead"/>
            </w:pPr>
            <w:r>
              <w:t>Specified Causes Of Loss</w:t>
            </w: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89775" w14:textId="77777777" w:rsidR="00590F6F" w:rsidRDefault="00590F6F" w:rsidP="00846AFA">
            <w:pPr>
              <w:pStyle w:val="tabletext11"/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A7388C" w14:textId="77777777" w:rsidR="00590F6F" w:rsidRDefault="00590F6F" w:rsidP="00846AFA">
            <w:pPr>
              <w:pStyle w:val="tabletext11"/>
              <w:jc w:val="right"/>
            </w:pPr>
            <w:r>
              <w:br/>
              <w:t>No Deductible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132EB" w14:textId="77777777" w:rsidR="00590F6F" w:rsidRDefault="00590F6F" w:rsidP="00846AFA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7B35F8" w14:textId="77777777" w:rsidR="00590F6F" w:rsidRDefault="00590F6F" w:rsidP="00846AFA">
            <w:pPr>
              <w:pStyle w:val="tabletext11"/>
              <w:tabs>
                <w:tab w:val="decimal" w:pos="40"/>
              </w:tabs>
            </w:pPr>
            <w:r>
              <w:br/>
              <w:t>0.22</w:t>
            </w:r>
          </w:p>
        </w:tc>
      </w:tr>
    </w:tbl>
    <w:p w14:paraId="7A55F3EC" w14:textId="77777777" w:rsidR="00590F6F" w:rsidRDefault="00590F6F" w:rsidP="00590F6F">
      <w:pPr>
        <w:pStyle w:val="tablecaption"/>
      </w:pPr>
      <w:r>
        <w:t>Table 90.C.3.c.(LC) Hired Autos Physical Damage Loss Costs</w:t>
      </w:r>
    </w:p>
    <w:bookmarkEnd w:id="1"/>
    <w:p w14:paraId="511BF1B0" w14:textId="7011C740" w:rsidR="00E11D70" w:rsidRDefault="00E11D70" w:rsidP="00E30467">
      <w:pPr>
        <w:pStyle w:val="isonormal"/>
      </w:pPr>
    </w:p>
    <w:sectPr w:rsidR="00E11D70" w:rsidSect="00E30467">
      <w:headerReference w:type="default" r:id="rId79"/>
      <w:pgSz w:w="12240" w:h="15840" w:code="1"/>
      <w:pgMar w:top="1735" w:right="960" w:bottom="1560" w:left="1200" w:header="575" w:footer="48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B18B" w14:textId="77777777" w:rsidR="00E30467" w:rsidRDefault="00E30467" w:rsidP="00E30467">
      <w:r>
        <w:separator/>
      </w:r>
    </w:p>
  </w:endnote>
  <w:endnote w:type="continuationSeparator" w:id="0">
    <w:p w14:paraId="66D80EB6" w14:textId="77777777" w:rsidR="00E30467" w:rsidRDefault="00E30467" w:rsidP="00E3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5A453" w14:textId="21F181B2" w:rsidR="00BC269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 w:rsidRPr="00BC2698">
      <w:rPr>
        <w:rStyle w:val="PageNumber"/>
        <w:rFonts w:ascii="Times New Roman" w:hAnsi="Times New Roman"/>
      </w:rPr>
      <w:t>1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D82D" w14:textId="0D43D52A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3C72" w14:textId="2F9F1A6E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8506" w14:textId="0F6C56B3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3660" w14:textId="1985882C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7327E" w14:textId="69BB56E9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C4EC7" w14:textId="1295B926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B681" w14:textId="54940611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746A" w14:textId="668F4B2C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973A" w14:textId="1A9B580D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7DF6" w14:textId="58A194B2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C726" w14:textId="19EBFC34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</w:rPr>
      <w:t>1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55E9" w14:textId="27DC565C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0EDA" w14:textId="057A06CC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4FA8" w14:textId="436D1221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FD52" w14:textId="7A702F26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A764" w14:textId="3C763633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B5C3" w14:textId="0387C3FD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68D9" w14:textId="7FC01016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526A4" w14:textId="658294DF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E062" w14:textId="626AE782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63FE" w14:textId="515ED5E3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0DD2" w14:textId="55BB6817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BCC75" w14:textId="409B9296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EDE9" w14:textId="39E082D5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5782" w14:textId="5066670A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522B" w14:textId="245363C0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E643" w14:textId="1813000D" w:rsidR="00CA75A8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F64A" w14:textId="217379F9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AEC4" w14:textId="36B25922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262F" w14:textId="1B14A496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7BB9" w14:textId="0BAB1BDF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FAEF" w14:textId="77DD5791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5F14" w14:textId="0E947D3E" w:rsidR="00EE2194" w:rsidRPr="00BC2698" w:rsidRDefault="00BC2698" w:rsidP="00BC2698">
    <w:pPr>
      <w:pStyle w:val="Footer"/>
      <w:jc w:val="center"/>
      <w:rPr>
        <w:rFonts w:ascii="Times New Roman" w:hAnsi="Times New Roman"/>
      </w:rPr>
    </w:pPr>
    <w:r w:rsidRPr="00BC2698">
      <w:rPr>
        <w:rStyle w:val="PageNumber"/>
        <w:rFonts w:ascii="Times New Roman" w:hAnsi="Times New Roman"/>
      </w:rPr>
      <w:t>© Insurance Services Office, Inc., 2023        Io</w:t>
    </w:r>
    <w:r>
      <w:rPr>
        <w:rStyle w:val="PageNumber"/>
        <w:rFonts w:ascii="Times New Roman" w:hAnsi="Times New Roman"/>
      </w:rPr>
      <w:t>wa</w:t>
    </w:r>
    <w:r w:rsidRPr="00BC2698">
      <w:rPr>
        <w:rStyle w:val="PageNumber"/>
        <w:rFonts w:ascii="Times New Roman" w:hAnsi="Times New Roman"/>
      </w:rPr>
      <w:t xml:space="preserve">        CA-2023-BRLC1        </w:t>
    </w:r>
    <w:r>
      <w:rPr>
        <w:rStyle w:val="PageNumber"/>
        <w:rFonts w:ascii="Times New Roman" w:hAnsi="Times New Roman"/>
      </w:rPr>
      <w:t>B</w:t>
    </w:r>
    <w:r w:rsidRPr="00BC2698">
      <w:rPr>
        <w:rStyle w:val="PageNumber"/>
        <w:rFonts w:ascii="Times New Roman" w:hAnsi="Times New Roman"/>
      </w:rPr>
      <w:t>-</w:t>
    </w:r>
    <w:r w:rsidRPr="00BC2698">
      <w:rPr>
        <w:rStyle w:val="PageNumber"/>
        <w:rFonts w:ascii="Times New Roman" w:hAnsi="Times New Roman"/>
      </w:rPr>
      <w:fldChar w:fldCharType="begin"/>
    </w:r>
    <w:r w:rsidRPr="00BC2698">
      <w:rPr>
        <w:rStyle w:val="PageNumber"/>
        <w:rFonts w:ascii="Times New Roman" w:hAnsi="Times New Roman"/>
      </w:rPr>
      <w:instrText xml:space="preserve"> PAGE </w:instrText>
    </w:r>
    <w:r w:rsidRPr="00BC2698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 w:rsidRPr="00BC2698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5012" w14:textId="77777777" w:rsidR="00E30467" w:rsidRDefault="00E30467" w:rsidP="00E30467">
      <w:r>
        <w:separator/>
      </w:r>
    </w:p>
  </w:footnote>
  <w:footnote w:type="continuationSeparator" w:id="0">
    <w:p w14:paraId="5410375C" w14:textId="77777777" w:rsidR="00E30467" w:rsidRDefault="00E30467" w:rsidP="00E3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C6CB896" w14:textId="77777777">
      <w:trPr>
        <w:cantSplit/>
      </w:trPr>
      <w:tc>
        <w:tcPr>
          <w:tcW w:w="2420" w:type="dxa"/>
        </w:tcPr>
        <w:p w14:paraId="4F838BD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497F7A5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042E30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0A6013DD" w14:textId="77777777">
      <w:trPr>
        <w:cantSplit/>
      </w:trPr>
      <w:tc>
        <w:tcPr>
          <w:tcW w:w="2420" w:type="dxa"/>
        </w:tcPr>
        <w:p w14:paraId="11F2217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0FABD4E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E3D2276" w14:textId="77777777" w:rsidR="00EE2194" w:rsidRDefault="00E93251">
          <w:pPr>
            <w:pStyle w:val="Header"/>
            <w:jc w:val="right"/>
          </w:pPr>
          <w:r>
            <w:t>TERRITORY 101</w:t>
          </w:r>
        </w:p>
      </w:tc>
    </w:tr>
    <w:tr w:rsidR="00EE2194" w14:paraId="556769BB" w14:textId="77777777">
      <w:trPr>
        <w:cantSplit/>
      </w:trPr>
      <w:tc>
        <w:tcPr>
          <w:tcW w:w="2420" w:type="dxa"/>
        </w:tcPr>
        <w:p w14:paraId="22E6B6A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7FA6623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C2D000B" w14:textId="77777777" w:rsidR="00EE2194" w:rsidRDefault="00590F6F">
          <w:pPr>
            <w:pStyle w:val="Header"/>
            <w:jc w:val="right"/>
          </w:pPr>
        </w:p>
      </w:tc>
    </w:tr>
    <w:tr w:rsidR="00EE2194" w14:paraId="50B0584C" w14:textId="77777777">
      <w:trPr>
        <w:cantSplit/>
      </w:trPr>
      <w:tc>
        <w:tcPr>
          <w:tcW w:w="2420" w:type="dxa"/>
        </w:tcPr>
        <w:p w14:paraId="7B500C90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8FEE427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837F1C" w14:textId="77777777" w:rsidR="00EE2194" w:rsidRDefault="00590F6F">
          <w:pPr>
            <w:pStyle w:val="Header"/>
            <w:jc w:val="right"/>
          </w:pPr>
        </w:p>
      </w:tc>
    </w:tr>
    <w:tr w:rsidR="002B1FD0" w14:paraId="57BD11DE" w14:textId="77777777">
      <w:trPr>
        <w:cantSplit/>
      </w:trPr>
      <w:tc>
        <w:tcPr>
          <w:tcW w:w="2420" w:type="dxa"/>
        </w:tcPr>
        <w:p w14:paraId="183830A8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3EAF56BA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79EF22A" w14:textId="77777777" w:rsidR="002B1FD0" w:rsidRDefault="00590F6F">
          <w:pPr>
            <w:pStyle w:val="Header"/>
            <w:jc w:val="right"/>
          </w:pPr>
        </w:p>
      </w:tc>
    </w:tr>
    <w:tr w:rsidR="00EE2194" w14:paraId="0F9FD1D7" w14:textId="77777777">
      <w:trPr>
        <w:cantSplit/>
      </w:trPr>
      <w:tc>
        <w:tcPr>
          <w:tcW w:w="2420" w:type="dxa"/>
        </w:tcPr>
        <w:p w14:paraId="0B635EF9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E3F2A74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584CA697" w14:textId="77777777" w:rsidR="00EE2194" w:rsidRDefault="00590F6F">
          <w:pPr>
            <w:pStyle w:val="Header"/>
            <w:jc w:val="right"/>
          </w:pPr>
        </w:p>
      </w:tc>
    </w:tr>
  </w:tbl>
  <w:p w14:paraId="0141D690" w14:textId="77777777" w:rsidR="00EE2194" w:rsidRDefault="00590F6F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C6D24E0" w14:textId="77777777">
      <w:trPr>
        <w:cantSplit/>
      </w:trPr>
      <w:tc>
        <w:tcPr>
          <w:tcW w:w="2420" w:type="dxa"/>
        </w:tcPr>
        <w:p w14:paraId="583C37B7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19324D3C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C9C3E6" w14:textId="77777777" w:rsidR="00EE2194" w:rsidRDefault="00590F6F">
          <w:pPr>
            <w:pStyle w:val="Header"/>
            <w:jc w:val="right"/>
          </w:pPr>
        </w:p>
      </w:tc>
    </w:tr>
    <w:tr w:rsidR="00EE2194" w14:paraId="304B61D0" w14:textId="77777777">
      <w:trPr>
        <w:cantSplit/>
      </w:trPr>
      <w:tc>
        <w:tcPr>
          <w:tcW w:w="2420" w:type="dxa"/>
        </w:tcPr>
        <w:p w14:paraId="522C6271" w14:textId="77777777" w:rsidR="00EE2194" w:rsidRDefault="00E93251">
          <w:pPr>
            <w:pStyle w:val="Header"/>
          </w:pPr>
          <w:r>
            <w:t>TERRITORY 115</w:t>
          </w:r>
        </w:p>
      </w:tc>
      <w:tc>
        <w:tcPr>
          <w:tcW w:w="5440" w:type="dxa"/>
        </w:tcPr>
        <w:p w14:paraId="0BC96451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81A340B" w14:textId="77777777" w:rsidR="00EE2194" w:rsidRDefault="00590F6F">
          <w:pPr>
            <w:pStyle w:val="Header"/>
            <w:jc w:val="right"/>
          </w:pPr>
        </w:p>
      </w:tc>
    </w:tr>
    <w:tr w:rsidR="00EE2194" w14:paraId="25D53386" w14:textId="77777777">
      <w:trPr>
        <w:cantSplit/>
      </w:trPr>
      <w:tc>
        <w:tcPr>
          <w:tcW w:w="2420" w:type="dxa"/>
        </w:tcPr>
        <w:p w14:paraId="56F43DE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2F7C2D9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5FAE94F" w14:textId="77777777" w:rsidR="00EE2194" w:rsidRDefault="00590F6F">
          <w:pPr>
            <w:pStyle w:val="Header"/>
            <w:jc w:val="right"/>
          </w:pPr>
        </w:p>
      </w:tc>
    </w:tr>
    <w:tr w:rsidR="00EE2194" w14:paraId="7DEE98C8" w14:textId="77777777">
      <w:trPr>
        <w:cantSplit/>
      </w:trPr>
      <w:tc>
        <w:tcPr>
          <w:tcW w:w="2420" w:type="dxa"/>
        </w:tcPr>
        <w:p w14:paraId="7F265B84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D91CDDC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937B50" w14:textId="77777777" w:rsidR="00EE2194" w:rsidRDefault="00590F6F">
          <w:pPr>
            <w:pStyle w:val="Header"/>
            <w:jc w:val="right"/>
          </w:pPr>
        </w:p>
      </w:tc>
    </w:tr>
    <w:tr w:rsidR="002B1FD0" w14:paraId="2330660F" w14:textId="77777777">
      <w:trPr>
        <w:cantSplit/>
      </w:trPr>
      <w:tc>
        <w:tcPr>
          <w:tcW w:w="2420" w:type="dxa"/>
        </w:tcPr>
        <w:p w14:paraId="45682000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46A076D8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4FC03F4" w14:textId="77777777" w:rsidR="002B1FD0" w:rsidRDefault="00590F6F">
          <w:pPr>
            <w:pStyle w:val="Header"/>
            <w:jc w:val="right"/>
          </w:pPr>
        </w:p>
      </w:tc>
    </w:tr>
    <w:tr w:rsidR="00EE2194" w14:paraId="59F29810" w14:textId="77777777">
      <w:trPr>
        <w:cantSplit/>
      </w:trPr>
      <w:tc>
        <w:tcPr>
          <w:tcW w:w="2420" w:type="dxa"/>
        </w:tcPr>
        <w:p w14:paraId="12C80CB1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F9BA178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308E30CB" w14:textId="77777777" w:rsidR="00EE2194" w:rsidRDefault="00590F6F">
          <w:pPr>
            <w:pStyle w:val="Header"/>
            <w:jc w:val="right"/>
          </w:pPr>
        </w:p>
      </w:tc>
    </w:tr>
  </w:tbl>
  <w:p w14:paraId="4AC0801E" w14:textId="77777777" w:rsidR="00EE2194" w:rsidRDefault="00590F6F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C24CEE6" w14:textId="77777777">
      <w:trPr>
        <w:cantSplit/>
      </w:trPr>
      <w:tc>
        <w:tcPr>
          <w:tcW w:w="2420" w:type="dxa"/>
        </w:tcPr>
        <w:p w14:paraId="2BF040D9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AF47D1B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703818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49AE01D8" w14:textId="77777777">
      <w:trPr>
        <w:cantSplit/>
      </w:trPr>
      <w:tc>
        <w:tcPr>
          <w:tcW w:w="2420" w:type="dxa"/>
        </w:tcPr>
        <w:p w14:paraId="2B225A1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FE827CF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84C1427" w14:textId="77777777" w:rsidR="00EE2194" w:rsidRDefault="00E93251">
          <w:pPr>
            <w:pStyle w:val="Header"/>
            <w:jc w:val="right"/>
          </w:pPr>
          <w:r>
            <w:t>TERRITORY 116</w:t>
          </w:r>
        </w:p>
      </w:tc>
    </w:tr>
    <w:tr w:rsidR="00EE2194" w14:paraId="4DD9E0A2" w14:textId="77777777">
      <w:trPr>
        <w:cantSplit/>
      </w:trPr>
      <w:tc>
        <w:tcPr>
          <w:tcW w:w="2420" w:type="dxa"/>
        </w:tcPr>
        <w:p w14:paraId="3389A7F7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2FD892B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38419AE" w14:textId="77777777" w:rsidR="00EE2194" w:rsidRDefault="00590F6F">
          <w:pPr>
            <w:pStyle w:val="Header"/>
            <w:jc w:val="right"/>
          </w:pPr>
        </w:p>
      </w:tc>
    </w:tr>
    <w:tr w:rsidR="00EE2194" w14:paraId="5A0BFFBD" w14:textId="77777777">
      <w:trPr>
        <w:cantSplit/>
      </w:trPr>
      <w:tc>
        <w:tcPr>
          <w:tcW w:w="2420" w:type="dxa"/>
        </w:tcPr>
        <w:p w14:paraId="3A8B781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38A46D9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CCB36C" w14:textId="77777777" w:rsidR="00EE2194" w:rsidRDefault="00590F6F">
          <w:pPr>
            <w:pStyle w:val="Header"/>
            <w:jc w:val="right"/>
          </w:pPr>
        </w:p>
      </w:tc>
    </w:tr>
    <w:tr w:rsidR="002B1FD0" w14:paraId="2D8DACC5" w14:textId="77777777">
      <w:trPr>
        <w:cantSplit/>
      </w:trPr>
      <w:tc>
        <w:tcPr>
          <w:tcW w:w="2420" w:type="dxa"/>
        </w:tcPr>
        <w:p w14:paraId="195ED6C5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666206A0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59A517C4" w14:textId="77777777" w:rsidR="002B1FD0" w:rsidRDefault="00590F6F">
          <w:pPr>
            <w:pStyle w:val="Header"/>
            <w:jc w:val="right"/>
          </w:pPr>
        </w:p>
      </w:tc>
    </w:tr>
    <w:tr w:rsidR="00EE2194" w14:paraId="61B03898" w14:textId="77777777">
      <w:trPr>
        <w:cantSplit/>
      </w:trPr>
      <w:tc>
        <w:tcPr>
          <w:tcW w:w="2420" w:type="dxa"/>
        </w:tcPr>
        <w:p w14:paraId="2F29D0FE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243686D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1F0A1ABB" w14:textId="77777777" w:rsidR="00EE2194" w:rsidRDefault="00590F6F">
          <w:pPr>
            <w:pStyle w:val="Header"/>
            <w:jc w:val="right"/>
          </w:pPr>
        </w:p>
      </w:tc>
    </w:tr>
  </w:tbl>
  <w:p w14:paraId="4078160E" w14:textId="77777777" w:rsidR="00EE2194" w:rsidRDefault="00590F6F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87FF391" w14:textId="77777777">
      <w:trPr>
        <w:cantSplit/>
      </w:trPr>
      <w:tc>
        <w:tcPr>
          <w:tcW w:w="2420" w:type="dxa"/>
        </w:tcPr>
        <w:p w14:paraId="483CF13B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64FF4EE8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82F864" w14:textId="77777777" w:rsidR="00EE2194" w:rsidRDefault="00590F6F">
          <w:pPr>
            <w:pStyle w:val="Header"/>
            <w:jc w:val="right"/>
          </w:pPr>
        </w:p>
      </w:tc>
    </w:tr>
    <w:tr w:rsidR="00EE2194" w14:paraId="49B59F60" w14:textId="77777777">
      <w:trPr>
        <w:cantSplit/>
      </w:trPr>
      <w:tc>
        <w:tcPr>
          <w:tcW w:w="2420" w:type="dxa"/>
        </w:tcPr>
        <w:p w14:paraId="2FAFAFFC" w14:textId="77777777" w:rsidR="00EE2194" w:rsidRDefault="00E93251">
          <w:pPr>
            <w:pStyle w:val="Header"/>
          </w:pPr>
          <w:r>
            <w:t>TERRITORY 117</w:t>
          </w:r>
        </w:p>
      </w:tc>
      <w:tc>
        <w:tcPr>
          <w:tcW w:w="5440" w:type="dxa"/>
        </w:tcPr>
        <w:p w14:paraId="01FF13C4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1A6090A" w14:textId="77777777" w:rsidR="00EE2194" w:rsidRDefault="00590F6F">
          <w:pPr>
            <w:pStyle w:val="Header"/>
            <w:jc w:val="right"/>
          </w:pPr>
        </w:p>
      </w:tc>
    </w:tr>
    <w:tr w:rsidR="00EE2194" w14:paraId="080BA52A" w14:textId="77777777">
      <w:trPr>
        <w:cantSplit/>
      </w:trPr>
      <w:tc>
        <w:tcPr>
          <w:tcW w:w="2420" w:type="dxa"/>
        </w:tcPr>
        <w:p w14:paraId="57AFEF14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373BDDE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A479AD4" w14:textId="77777777" w:rsidR="00EE2194" w:rsidRDefault="00590F6F">
          <w:pPr>
            <w:pStyle w:val="Header"/>
            <w:jc w:val="right"/>
          </w:pPr>
        </w:p>
      </w:tc>
    </w:tr>
    <w:tr w:rsidR="00EE2194" w14:paraId="6E31AB7C" w14:textId="77777777">
      <w:trPr>
        <w:cantSplit/>
      </w:trPr>
      <w:tc>
        <w:tcPr>
          <w:tcW w:w="2420" w:type="dxa"/>
        </w:tcPr>
        <w:p w14:paraId="41CBF02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7CA1031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DC0ED4" w14:textId="77777777" w:rsidR="00EE2194" w:rsidRDefault="00590F6F">
          <w:pPr>
            <w:pStyle w:val="Header"/>
            <w:jc w:val="right"/>
          </w:pPr>
        </w:p>
      </w:tc>
    </w:tr>
    <w:tr w:rsidR="002B1FD0" w14:paraId="594A6A55" w14:textId="77777777">
      <w:trPr>
        <w:cantSplit/>
      </w:trPr>
      <w:tc>
        <w:tcPr>
          <w:tcW w:w="2420" w:type="dxa"/>
        </w:tcPr>
        <w:p w14:paraId="028CB766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6B648790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AB19269" w14:textId="77777777" w:rsidR="002B1FD0" w:rsidRDefault="00590F6F">
          <w:pPr>
            <w:pStyle w:val="Header"/>
            <w:jc w:val="right"/>
          </w:pPr>
        </w:p>
      </w:tc>
    </w:tr>
    <w:tr w:rsidR="00EE2194" w14:paraId="2044F33C" w14:textId="77777777">
      <w:trPr>
        <w:cantSplit/>
      </w:trPr>
      <w:tc>
        <w:tcPr>
          <w:tcW w:w="2420" w:type="dxa"/>
        </w:tcPr>
        <w:p w14:paraId="16DE34D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59D0C04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54E2EA57" w14:textId="77777777" w:rsidR="00EE2194" w:rsidRDefault="00590F6F">
          <w:pPr>
            <w:pStyle w:val="Header"/>
            <w:jc w:val="right"/>
          </w:pPr>
        </w:p>
      </w:tc>
    </w:tr>
  </w:tbl>
  <w:p w14:paraId="1034004B" w14:textId="77777777" w:rsidR="00EE2194" w:rsidRDefault="00590F6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55DF6B88" w14:textId="77777777">
      <w:trPr>
        <w:cantSplit/>
      </w:trPr>
      <w:tc>
        <w:tcPr>
          <w:tcW w:w="2420" w:type="dxa"/>
        </w:tcPr>
        <w:p w14:paraId="33F363E0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B4B4BF6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ADF010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2582217C" w14:textId="77777777">
      <w:trPr>
        <w:cantSplit/>
      </w:trPr>
      <w:tc>
        <w:tcPr>
          <w:tcW w:w="2420" w:type="dxa"/>
        </w:tcPr>
        <w:p w14:paraId="772D127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729C203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804A6DC" w14:textId="77777777" w:rsidR="00EE2194" w:rsidRDefault="00E93251">
          <w:pPr>
            <w:pStyle w:val="Header"/>
            <w:jc w:val="right"/>
          </w:pPr>
          <w:r>
            <w:t>TERRITORY 118</w:t>
          </w:r>
        </w:p>
      </w:tc>
    </w:tr>
    <w:tr w:rsidR="00EE2194" w14:paraId="54AB0B62" w14:textId="77777777">
      <w:trPr>
        <w:cantSplit/>
      </w:trPr>
      <w:tc>
        <w:tcPr>
          <w:tcW w:w="2420" w:type="dxa"/>
        </w:tcPr>
        <w:p w14:paraId="0C4B6A8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442F777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81C6712" w14:textId="77777777" w:rsidR="00EE2194" w:rsidRDefault="00590F6F">
          <w:pPr>
            <w:pStyle w:val="Header"/>
            <w:jc w:val="right"/>
          </w:pPr>
        </w:p>
      </w:tc>
    </w:tr>
    <w:tr w:rsidR="00EE2194" w14:paraId="27D0EB6A" w14:textId="77777777">
      <w:trPr>
        <w:cantSplit/>
      </w:trPr>
      <w:tc>
        <w:tcPr>
          <w:tcW w:w="2420" w:type="dxa"/>
        </w:tcPr>
        <w:p w14:paraId="40E09361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282D5D8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527EA1" w14:textId="77777777" w:rsidR="00EE2194" w:rsidRDefault="00590F6F">
          <w:pPr>
            <w:pStyle w:val="Header"/>
            <w:jc w:val="right"/>
          </w:pPr>
        </w:p>
      </w:tc>
    </w:tr>
    <w:tr w:rsidR="002B1FD0" w14:paraId="0EB75AE7" w14:textId="77777777">
      <w:trPr>
        <w:cantSplit/>
      </w:trPr>
      <w:tc>
        <w:tcPr>
          <w:tcW w:w="2420" w:type="dxa"/>
        </w:tcPr>
        <w:p w14:paraId="14E414E8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0D02C221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DDE2828" w14:textId="77777777" w:rsidR="002B1FD0" w:rsidRDefault="00590F6F">
          <w:pPr>
            <w:pStyle w:val="Header"/>
            <w:jc w:val="right"/>
          </w:pPr>
        </w:p>
      </w:tc>
    </w:tr>
    <w:tr w:rsidR="00EE2194" w14:paraId="2B52CB52" w14:textId="77777777">
      <w:trPr>
        <w:cantSplit/>
      </w:trPr>
      <w:tc>
        <w:tcPr>
          <w:tcW w:w="2420" w:type="dxa"/>
        </w:tcPr>
        <w:p w14:paraId="2B2717A0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5C22873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549676A7" w14:textId="77777777" w:rsidR="00EE2194" w:rsidRDefault="00590F6F">
          <w:pPr>
            <w:pStyle w:val="Header"/>
            <w:jc w:val="right"/>
          </w:pPr>
        </w:p>
      </w:tc>
    </w:tr>
  </w:tbl>
  <w:p w14:paraId="224EDCC9" w14:textId="77777777" w:rsidR="00EE2194" w:rsidRDefault="00590F6F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44B9D501" w14:textId="77777777">
      <w:trPr>
        <w:cantSplit/>
      </w:trPr>
      <w:tc>
        <w:tcPr>
          <w:tcW w:w="2420" w:type="dxa"/>
        </w:tcPr>
        <w:p w14:paraId="38F92E3F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4A6FFB2E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03FAD0" w14:textId="77777777" w:rsidR="00EE2194" w:rsidRDefault="00590F6F">
          <w:pPr>
            <w:pStyle w:val="Header"/>
            <w:jc w:val="right"/>
          </w:pPr>
        </w:p>
      </w:tc>
    </w:tr>
    <w:tr w:rsidR="00EE2194" w14:paraId="75FCAEFA" w14:textId="77777777">
      <w:trPr>
        <w:cantSplit/>
      </w:trPr>
      <w:tc>
        <w:tcPr>
          <w:tcW w:w="2420" w:type="dxa"/>
        </w:tcPr>
        <w:p w14:paraId="282D603B" w14:textId="77777777" w:rsidR="00EE2194" w:rsidRDefault="00E93251">
          <w:pPr>
            <w:pStyle w:val="Header"/>
          </w:pPr>
          <w:r>
            <w:t>TERRITORY 120</w:t>
          </w:r>
        </w:p>
      </w:tc>
      <w:tc>
        <w:tcPr>
          <w:tcW w:w="5440" w:type="dxa"/>
        </w:tcPr>
        <w:p w14:paraId="6FD17B3E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271E21F" w14:textId="77777777" w:rsidR="00EE2194" w:rsidRDefault="00590F6F">
          <w:pPr>
            <w:pStyle w:val="Header"/>
            <w:jc w:val="right"/>
          </w:pPr>
        </w:p>
      </w:tc>
    </w:tr>
    <w:tr w:rsidR="00EE2194" w14:paraId="216C1E66" w14:textId="77777777">
      <w:trPr>
        <w:cantSplit/>
      </w:trPr>
      <w:tc>
        <w:tcPr>
          <w:tcW w:w="2420" w:type="dxa"/>
        </w:tcPr>
        <w:p w14:paraId="79D1A65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AE7BC82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737C422" w14:textId="77777777" w:rsidR="00EE2194" w:rsidRDefault="00590F6F">
          <w:pPr>
            <w:pStyle w:val="Header"/>
            <w:jc w:val="right"/>
          </w:pPr>
        </w:p>
      </w:tc>
    </w:tr>
    <w:tr w:rsidR="00EE2194" w14:paraId="3245B554" w14:textId="77777777">
      <w:trPr>
        <w:cantSplit/>
      </w:trPr>
      <w:tc>
        <w:tcPr>
          <w:tcW w:w="2420" w:type="dxa"/>
        </w:tcPr>
        <w:p w14:paraId="4BD704EC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2E4B1B8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82AD78" w14:textId="77777777" w:rsidR="00EE2194" w:rsidRDefault="00590F6F">
          <w:pPr>
            <w:pStyle w:val="Header"/>
            <w:jc w:val="right"/>
          </w:pPr>
        </w:p>
      </w:tc>
    </w:tr>
    <w:tr w:rsidR="002B1FD0" w14:paraId="0393C645" w14:textId="77777777">
      <w:trPr>
        <w:cantSplit/>
      </w:trPr>
      <w:tc>
        <w:tcPr>
          <w:tcW w:w="2420" w:type="dxa"/>
        </w:tcPr>
        <w:p w14:paraId="374A1E19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317182F8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ABA2E6C" w14:textId="77777777" w:rsidR="002B1FD0" w:rsidRDefault="00590F6F">
          <w:pPr>
            <w:pStyle w:val="Header"/>
            <w:jc w:val="right"/>
          </w:pPr>
        </w:p>
      </w:tc>
    </w:tr>
    <w:tr w:rsidR="00EE2194" w14:paraId="2E04B5A3" w14:textId="77777777">
      <w:trPr>
        <w:cantSplit/>
      </w:trPr>
      <w:tc>
        <w:tcPr>
          <w:tcW w:w="2420" w:type="dxa"/>
        </w:tcPr>
        <w:p w14:paraId="572A012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17B4F4D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729DE26F" w14:textId="77777777" w:rsidR="00EE2194" w:rsidRDefault="00590F6F">
          <w:pPr>
            <w:pStyle w:val="Header"/>
            <w:jc w:val="right"/>
          </w:pPr>
        </w:p>
      </w:tc>
    </w:tr>
  </w:tbl>
  <w:p w14:paraId="05B8F03B" w14:textId="77777777" w:rsidR="00EE2194" w:rsidRDefault="00590F6F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6969714A" w14:textId="77777777">
      <w:trPr>
        <w:cantSplit/>
      </w:trPr>
      <w:tc>
        <w:tcPr>
          <w:tcW w:w="2420" w:type="dxa"/>
        </w:tcPr>
        <w:p w14:paraId="767FF40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5C2CB60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00F951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10B9047F" w14:textId="77777777">
      <w:trPr>
        <w:cantSplit/>
      </w:trPr>
      <w:tc>
        <w:tcPr>
          <w:tcW w:w="2420" w:type="dxa"/>
        </w:tcPr>
        <w:p w14:paraId="0D2C0E0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E2417AF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9AD844A" w14:textId="77777777" w:rsidR="00EE2194" w:rsidRDefault="00E93251">
          <w:pPr>
            <w:pStyle w:val="Header"/>
            <w:jc w:val="right"/>
          </w:pPr>
          <w:r>
            <w:t>TERRITORY 121</w:t>
          </w:r>
        </w:p>
      </w:tc>
    </w:tr>
    <w:tr w:rsidR="00EE2194" w14:paraId="749E7D63" w14:textId="77777777">
      <w:trPr>
        <w:cantSplit/>
      </w:trPr>
      <w:tc>
        <w:tcPr>
          <w:tcW w:w="2420" w:type="dxa"/>
        </w:tcPr>
        <w:p w14:paraId="24EE281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F85F8A3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1A07B14" w14:textId="77777777" w:rsidR="00EE2194" w:rsidRDefault="00590F6F">
          <w:pPr>
            <w:pStyle w:val="Header"/>
            <w:jc w:val="right"/>
          </w:pPr>
        </w:p>
      </w:tc>
    </w:tr>
    <w:tr w:rsidR="00EE2194" w14:paraId="71D545BC" w14:textId="77777777">
      <w:trPr>
        <w:cantSplit/>
      </w:trPr>
      <w:tc>
        <w:tcPr>
          <w:tcW w:w="2420" w:type="dxa"/>
        </w:tcPr>
        <w:p w14:paraId="7F3D37F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A9932C8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3E0F15" w14:textId="77777777" w:rsidR="00EE2194" w:rsidRDefault="00590F6F">
          <w:pPr>
            <w:pStyle w:val="Header"/>
            <w:jc w:val="right"/>
          </w:pPr>
        </w:p>
      </w:tc>
    </w:tr>
    <w:tr w:rsidR="002B1FD0" w14:paraId="34D53545" w14:textId="77777777">
      <w:trPr>
        <w:cantSplit/>
      </w:trPr>
      <w:tc>
        <w:tcPr>
          <w:tcW w:w="2420" w:type="dxa"/>
        </w:tcPr>
        <w:p w14:paraId="1DE1247A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61411471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8BA0EC4" w14:textId="77777777" w:rsidR="002B1FD0" w:rsidRDefault="00590F6F">
          <w:pPr>
            <w:pStyle w:val="Header"/>
            <w:jc w:val="right"/>
          </w:pPr>
        </w:p>
      </w:tc>
    </w:tr>
    <w:tr w:rsidR="00EE2194" w14:paraId="1C08BC9E" w14:textId="77777777">
      <w:trPr>
        <w:cantSplit/>
      </w:trPr>
      <w:tc>
        <w:tcPr>
          <w:tcW w:w="2420" w:type="dxa"/>
        </w:tcPr>
        <w:p w14:paraId="72695727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E41711F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3F9D9923" w14:textId="77777777" w:rsidR="00EE2194" w:rsidRDefault="00590F6F">
          <w:pPr>
            <w:pStyle w:val="Header"/>
            <w:jc w:val="right"/>
          </w:pPr>
        </w:p>
      </w:tc>
    </w:tr>
  </w:tbl>
  <w:p w14:paraId="1638B844" w14:textId="77777777" w:rsidR="00EE2194" w:rsidRDefault="00590F6F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09B4D54" w14:textId="77777777">
      <w:trPr>
        <w:cantSplit/>
      </w:trPr>
      <w:tc>
        <w:tcPr>
          <w:tcW w:w="2420" w:type="dxa"/>
        </w:tcPr>
        <w:p w14:paraId="2DCACB73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57EBC15C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65DB50" w14:textId="77777777" w:rsidR="00EE2194" w:rsidRDefault="00590F6F">
          <w:pPr>
            <w:pStyle w:val="Header"/>
            <w:jc w:val="right"/>
          </w:pPr>
        </w:p>
      </w:tc>
    </w:tr>
    <w:tr w:rsidR="00EE2194" w14:paraId="01364C79" w14:textId="77777777">
      <w:trPr>
        <w:cantSplit/>
      </w:trPr>
      <w:tc>
        <w:tcPr>
          <w:tcW w:w="2420" w:type="dxa"/>
        </w:tcPr>
        <w:p w14:paraId="60F24B02" w14:textId="77777777" w:rsidR="00EE2194" w:rsidRDefault="00E93251">
          <w:pPr>
            <w:pStyle w:val="Header"/>
          </w:pPr>
          <w:r>
            <w:t>TERRITORY 122</w:t>
          </w:r>
        </w:p>
      </w:tc>
      <w:tc>
        <w:tcPr>
          <w:tcW w:w="5440" w:type="dxa"/>
        </w:tcPr>
        <w:p w14:paraId="4A346E1C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870FA11" w14:textId="77777777" w:rsidR="00EE2194" w:rsidRDefault="00590F6F">
          <w:pPr>
            <w:pStyle w:val="Header"/>
            <w:jc w:val="right"/>
          </w:pPr>
        </w:p>
      </w:tc>
    </w:tr>
    <w:tr w:rsidR="00EE2194" w14:paraId="63E08DE2" w14:textId="77777777">
      <w:trPr>
        <w:cantSplit/>
      </w:trPr>
      <w:tc>
        <w:tcPr>
          <w:tcW w:w="2420" w:type="dxa"/>
        </w:tcPr>
        <w:p w14:paraId="1B207FD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8D4682B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7AD068A" w14:textId="77777777" w:rsidR="00EE2194" w:rsidRDefault="00590F6F">
          <w:pPr>
            <w:pStyle w:val="Header"/>
            <w:jc w:val="right"/>
          </w:pPr>
        </w:p>
      </w:tc>
    </w:tr>
    <w:tr w:rsidR="00EE2194" w14:paraId="4D7DF792" w14:textId="77777777">
      <w:trPr>
        <w:cantSplit/>
      </w:trPr>
      <w:tc>
        <w:tcPr>
          <w:tcW w:w="2420" w:type="dxa"/>
        </w:tcPr>
        <w:p w14:paraId="38B0085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43BF6DF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7AB4FC" w14:textId="77777777" w:rsidR="00EE2194" w:rsidRDefault="00590F6F">
          <w:pPr>
            <w:pStyle w:val="Header"/>
            <w:jc w:val="right"/>
          </w:pPr>
        </w:p>
      </w:tc>
    </w:tr>
    <w:tr w:rsidR="002B1FD0" w14:paraId="5859CFEC" w14:textId="77777777">
      <w:trPr>
        <w:cantSplit/>
      </w:trPr>
      <w:tc>
        <w:tcPr>
          <w:tcW w:w="2420" w:type="dxa"/>
        </w:tcPr>
        <w:p w14:paraId="748F7593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3E9E8AEE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344901F" w14:textId="77777777" w:rsidR="002B1FD0" w:rsidRDefault="00590F6F">
          <w:pPr>
            <w:pStyle w:val="Header"/>
            <w:jc w:val="right"/>
          </w:pPr>
        </w:p>
      </w:tc>
    </w:tr>
    <w:tr w:rsidR="00EE2194" w14:paraId="0D2319FD" w14:textId="77777777">
      <w:trPr>
        <w:cantSplit/>
      </w:trPr>
      <w:tc>
        <w:tcPr>
          <w:tcW w:w="2420" w:type="dxa"/>
        </w:tcPr>
        <w:p w14:paraId="088A88B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5AAE716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48700957" w14:textId="77777777" w:rsidR="00EE2194" w:rsidRDefault="00590F6F">
          <w:pPr>
            <w:pStyle w:val="Header"/>
            <w:jc w:val="right"/>
          </w:pPr>
        </w:p>
      </w:tc>
    </w:tr>
  </w:tbl>
  <w:p w14:paraId="16A8A80C" w14:textId="77777777" w:rsidR="00EE2194" w:rsidRDefault="00590F6F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5D694612" w14:textId="77777777">
      <w:trPr>
        <w:cantSplit/>
      </w:trPr>
      <w:tc>
        <w:tcPr>
          <w:tcW w:w="2420" w:type="dxa"/>
        </w:tcPr>
        <w:p w14:paraId="7F9898B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C271007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9E9FE8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0C005DCD" w14:textId="77777777">
      <w:trPr>
        <w:cantSplit/>
      </w:trPr>
      <w:tc>
        <w:tcPr>
          <w:tcW w:w="2420" w:type="dxa"/>
        </w:tcPr>
        <w:p w14:paraId="2AB2029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A1B5EB0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70C4001" w14:textId="77777777" w:rsidR="00EE2194" w:rsidRDefault="00E93251">
          <w:pPr>
            <w:pStyle w:val="Header"/>
            <w:jc w:val="right"/>
          </w:pPr>
          <w:r>
            <w:t>TERRITORY 123</w:t>
          </w:r>
        </w:p>
      </w:tc>
    </w:tr>
    <w:tr w:rsidR="00EE2194" w14:paraId="4109F3E8" w14:textId="77777777">
      <w:trPr>
        <w:cantSplit/>
      </w:trPr>
      <w:tc>
        <w:tcPr>
          <w:tcW w:w="2420" w:type="dxa"/>
        </w:tcPr>
        <w:p w14:paraId="051B497C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2DEBC85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5F2DCB6" w14:textId="77777777" w:rsidR="00EE2194" w:rsidRDefault="00590F6F">
          <w:pPr>
            <w:pStyle w:val="Header"/>
            <w:jc w:val="right"/>
          </w:pPr>
        </w:p>
      </w:tc>
    </w:tr>
    <w:tr w:rsidR="00EE2194" w14:paraId="5A4DC585" w14:textId="77777777">
      <w:trPr>
        <w:cantSplit/>
      </w:trPr>
      <w:tc>
        <w:tcPr>
          <w:tcW w:w="2420" w:type="dxa"/>
        </w:tcPr>
        <w:p w14:paraId="35DEE831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37E82A2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664ABB" w14:textId="77777777" w:rsidR="00EE2194" w:rsidRDefault="00590F6F">
          <w:pPr>
            <w:pStyle w:val="Header"/>
            <w:jc w:val="right"/>
          </w:pPr>
        </w:p>
      </w:tc>
    </w:tr>
    <w:tr w:rsidR="002B1FD0" w14:paraId="19F31BAB" w14:textId="77777777">
      <w:trPr>
        <w:cantSplit/>
      </w:trPr>
      <w:tc>
        <w:tcPr>
          <w:tcW w:w="2420" w:type="dxa"/>
        </w:tcPr>
        <w:p w14:paraId="749F5422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1F6B8DDF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C2E5EAD" w14:textId="77777777" w:rsidR="002B1FD0" w:rsidRDefault="00590F6F">
          <w:pPr>
            <w:pStyle w:val="Header"/>
            <w:jc w:val="right"/>
          </w:pPr>
        </w:p>
      </w:tc>
    </w:tr>
    <w:tr w:rsidR="00EE2194" w14:paraId="3D6A7727" w14:textId="77777777">
      <w:trPr>
        <w:cantSplit/>
      </w:trPr>
      <w:tc>
        <w:tcPr>
          <w:tcW w:w="2420" w:type="dxa"/>
        </w:tcPr>
        <w:p w14:paraId="1E793CAD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C196C40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665A9DF4" w14:textId="77777777" w:rsidR="00EE2194" w:rsidRDefault="00590F6F">
          <w:pPr>
            <w:pStyle w:val="Header"/>
            <w:jc w:val="right"/>
          </w:pPr>
        </w:p>
      </w:tc>
    </w:tr>
  </w:tbl>
  <w:p w14:paraId="3869E105" w14:textId="77777777" w:rsidR="00EE2194" w:rsidRDefault="00590F6F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9CE3487" w14:textId="77777777">
      <w:trPr>
        <w:cantSplit/>
      </w:trPr>
      <w:tc>
        <w:tcPr>
          <w:tcW w:w="2420" w:type="dxa"/>
        </w:tcPr>
        <w:p w14:paraId="6E8BC336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02CCEE4D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DEA0DF" w14:textId="77777777" w:rsidR="00CA75A8" w:rsidRDefault="00590F6F">
          <w:pPr>
            <w:pStyle w:val="Header"/>
            <w:jc w:val="right"/>
          </w:pPr>
        </w:p>
      </w:tc>
    </w:tr>
    <w:tr w:rsidR="00CA75A8" w14:paraId="334D2B22" w14:textId="77777777">
      <w:trPr>
        <w:cantSplit/>
      </w:trPr>
      <w:tc>
        <w:tcPr>
          <w:tcW w:w="2420" w:type="dxa"/>
        </w:tcPr>
        <w:p w14:paraId="16C1DB47" w14:textId="77777777" w:rsidR="00CA75A8" w:rsidRDefault="00E93251">
          <w:pPr>
            <w:pStyle w:val="Header"/>
          </w:pPr>
          <w:r>
            <w:t>TERRITORY 101</w:t>
          </w:r>
        </w:p>
      </w:tc>
      <w:tc>
        <w:tcPr>
          <w:tcW w:w="5440" w:type="dxa"/>
        </w:tcPr>
        <w:p w14:paraId="2605FEE2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F0FFC41" w14:textId="77777777" w:rsidR="00CA75A8" w:rsidRDefault="00590F6F">
          <w:pPr>
            <w:pStyle w:val="Header"/>
            <w:jc w:val="right"/>
          </w:pPr>
        </w:p>
      </w:tc>
    </w:tr>
    <w:tr w:rsidR="00CA75A8" w14:paraId="79D1FF9E" w14:textId="77777777">
      <w:trPr>
        <w:cantSplit/>
      </w:trPr>
      <w:tc>
        <w:tcPr>
          <w:tcW w:w="2420" w:type="dxa"/>
        </w:tcPr>
        <w:p w14:paraId="327C8D8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F4DFCCF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DE874B5" w14:textId="77777777" w:rsidR="00CA75A8" w:rsidRDefault="00590F6F">
          <w:pPr>
            <w:pStyle w:val="Header"/>
            <w:jc w:val="right"/>
          </w:pPr>
        </w:p>
      </w:tc>
    </w:tr>
    <w:tr w:rsidR="00CA75A8" w14:paraId="5F02EFF9" w14:textId="77777777">
      <w:trPr>
        <w:cantSplit/>
      </w:trPr>
      <w:tc>
        <w:tcPr>
          <w:tcW w:w="2420" w:type="dxa"/>
        </w:tcPr>
        <w:p w14:paraId="084855A0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A098D1A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76FE34" w14:textId="77777777" w:rsidR="00CA75A8" w:rsidRDefault="00590F6F">
          <w:pPr>
            <w:pStyle w:val="Header"/>
            <w:jc w:val="right"/>
          </w:pPr>
        </w:p>
      </w:tc>
    </w:tr>
    <w:tr w:rsidR="00CA75A8" w14:paraId="6B021231" w14:textId="77777777">
      <w:trPr>
        <w:cantSplit/>
      </w:trPr>
      <w:tc>
        <w:tcPr>
          <w:tcW w:w="2420" w:type="dxa"/>
        </w:tcPr>
        <w:p w14:paraId="0EBD108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630DD0C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B9CD773" w14:textId="77777777" w:rsidR="00CA75A8" w:rsidRDefault="00590F6F">
          <w:pPr>
            <w:pStyle w:val="Header"/>
            <w:jc w:val="right"/>
          </w:pPr>
        </w:p>
      </w:tc>
    </w:tr>
  </w:tbl>
  <w:p w14:paraId="4980E394" w14:textId="77777777" w:rsidR="00CA75A8" w:rsidRDefault="00590F6F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EB9DFF1" w14:textId="77777777">
      <w:trPr>
        <w:cantSplit/>
      </w:trPr>
      <w:tc>
        <w:tcPr>
          <w:tcW w:w="2420" w:type="dxa"/>
        </w:tcPr>
        <w:p w14:paraId="138D1A2A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7317AB3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3CFCC5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7EB39F25" w14:textId="77777777">
      <w:trPr>
        <w:cantSplit/>
      </w:trPr>
      <w:tc>
        <w:tcPr>
          <w:tcW w:w="2420" w:type="dxa"/>
        </w:tcPr>
        <w:p w14:paraId="2BD0FA3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B1CE043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DD4259B" w14:textId="77777777" w:rsidR="00CA75A8" w:rsidRDefault="00E93251">
          <w:pPr>
            <w:pStyle w:val="Header"/>
            <w:jc w:val="right"/>
          </w:pPr>
          <w:r>
            <w:t>TERRITORY 102</w:t>
          </w:r>
        </w:p>
      </w:tc>
    </w:tr>
    <w:tr w:rsidR="00CA75A8" w14:paraId="04194410" w14:textId="77777777">
      <w:trPr>
        <w:cantSplit/>
      </w:trPr>
      <w:tc>
        <w:tcPr>
          <w:tcW w:w="2420" w:type="dxa"/>
        </w:tcPr>
        <w:p w14:paraId="4BED47C0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8E66D95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B06EF5A" w14:textId="77777777" w:rsidR="00CA75A8" w:rsidRDefault="00590F6F">
          <w:pPr>
            <w:pStyle w:val="Header"/>
            <w:jc w:val="right"/>
          </w:pPr>
        </w:p>
      </w:tc>
    </w:tr>
    <w:tr w:rsidR="00CA75A8" w14:paraId="13EB7760" w14:textId="77777777">
      <w:trPr>
        <w:cantSplit/>
      </w:trPr>
      <w:tc>
        <w:tcPr>
          <w:tcW w:w="2420" w:type="dxa"/>
        </w:tcPr>
        <w:p w14:paraId="5854D0BC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8D89B9B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D664F2" w14:textId="77777777" w:rsidR="00CA75A8" w:rsidRDefault="00590F6F">
          <w:pPr>
            <w:pStyle w:val="Header"/>
            <w:jc w:val="right"/>
          </w:pPr>
        </w:p>
      </w:tc>
    </w:tr>
    <w:tr w:rsidR="00CA75A8" w14:paraId="400FECF0" w14:textId="77777777">
      <w:trPr>
        <w:cantSplit/>
      </w:trPr>
      <w:tc>
        <w:tcPr>
          <w:tcW w:w="2420" w:type="dxa"/>
        </w:tcPr>
        <w:p w14:paraId="4B4F611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F4C6036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013BB93" w14:textId="77777777" w:rsidR="00CA75A8" w:rsidRDefault="00590F6F">
          <w:pPr>
            <w:pStyle w:val="Header"/>
            <w:jc w:val="right"/>
          </w:pPr>
        </w:p>
      </w:tc>
    </w:tr>
  </w:tbl>
  <w:p w14:paraId="3E019AD0" w14:textId="77777777" w:rsidR="00CA75A8" w:rsidRDefault="00590F6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73C253D1" w14:textId="77777777">
      <w:trPr>
        <w:cantSplit/>
      </w:trPr>
      <w:tc>
        <w:tcPr>
          <w:tcW w:w="2420" w:type="dxa"/>
        </w:tcPr>
        <w:p w14:paraId="7AF96F6A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4E341C3C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2C04D6" w14:textId="77777777" w:rsidR="00EE2194" w:rsidRDefault="00590F6F">
          <w:pPr>
            <w:pStyle w:val="Header"/>
            <w:jc w:val="right"/>
          </w:pPr>
        </w:p>
      </w:tc>
    </w:tr>
    <w:tr w:rsidR="00EE2194" w14:paraId="693BAAC3" w14:textId="77777777">
      <w:trPr>
        <w:cantSplit/>
      </w:trPr>
      <w:tc>
        <w:tcPr>
          <w:tcW w:w="2420" w:type="dxa"/>
        </w:tcPr>
        <w:p w14:paraId="01165D1C" w14:textId="77777777" w:rsidR="00EE2194" w:rsidRDefault="00E93251">
          <w:pPr>
            <w:pStyle w:val="Header"/>
          </w:pPr>
          <w:r>
            <w:t>TERRITORY 102</w:t>
          </w:r>
        </w:p>
      </w:tc>
      <w:tc>
        <w:tcPr>
          <w:tcW w:w="5440" w:type="dxa"/>
        </w:tcPr>
        <w:p w14:paraId="51FEA91A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1AA318D" w14:textId="77777777" w:rsidR="00EE2194" w:rsidRDefault="00590F6F">
          <w:pPr>
            <w:pStyle w:val="Header"/>
            <w:jc w:val="right"/>
          </w:pPr>
        </w:p>
      </w:tc>
    </w:tr>
    <w:tr w:rsidR="00EE2194" w14:paraId="01F8227D" w14:textId="77777777">
      <w:trPr>
        <w:cantSplit/>
      </w:trPr>
      <w:tc>
        <w:tcPr>
          <w:tcW w:w="2420" w:type="dxa"/>
        </w:tcPr>
        <w:p w14:paraId="3112F20D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EDCB630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44624A2" w14:textId="77777777" w:rsidR="00EE2194" w:rsidRDefault="00590F6F">
          <w:pPr>
            <w:pStyle w:val="Header"/>
            <w:jc w:val="right"/>
          </w:pPr>
        </w:p>
      </w:tc>
    </w:tr>
    <w:tr w:rsidR="00EE2194" w14:paraId="589093D5" w14:textId="77777777">
      <w:trPr>
        <w:cantSplit/>
      </w:trPr>
      <w:tc>
        <w:tcPr>
          <w:tcW w:w="2420" w:type="dxa"/>
        </w:tcPr>
        <w:p w14:paraId="274FBB67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8D5156B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A380C9" w14:textId="77777777" w:rsidR="00EE2194" w:rsidRDefault="00590F6F">
          <w:pPr>
            <w:pStyle w:val="Header"/>
            <w:jc w:val="right"/>
          </w:pPr>
        </w:p>
      </w:tc>
    </w:tr>
    <w:tr w:rsidR="002B1FD0" w14:paraId="0A965B26" w14:textId="77777777">
      <w:trPr>
        <w:cantSplit/>
      </w:trPr>
      <w:tc>
        <w:tcPr>
          <w:tcW w:w="2420" w:type="dxa"/>
        </w:tcPr>
        <w:p w14:paraId="3D843309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13A6C640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01040E6" w14:textId="77777777" w:rsidR="002B1FD0" w:rsidRDefault="00590F6F">
          <w:pPr>
            <w:pStyle w:val="Header"/>
            <w:jc w:val="right"/>
          </w:pPr>
        </w:p>
      </w:tc>
    </w:tr>
    <w:tr w:rsidR="00EE2194" w14:paraId="739FB89B" w14:textId="77777777">
      <w:trPr>
        <w:cantSplit/>
      </w:trPr>
      <w:tc>
        <w:tcPr>
          <w:tcW w:w="2420" w:type="dxa"/>
        </w:tcPr>
        <w:p w14:paraId="45337EF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39BDAFD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6D2D082E" w14:textId="77777777" w:rsidR="00EE2194" w:rsidRDefault="00590F6F">
          <w:pPr>
            <w:pStyle w:val="Header"/>
            <w:jc w:val="right"/>
          </w:pPr>
        </w:p>
      </w:tc>
    </w:tr>
  </w:tbl>
  <w:p w14:paraId="517A01BA" w14:textId="77777777" w:rsidR="00EE2194" w:rsidRDefault="00590F6F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579E6F5E" w14:textId="77777777">
      <w:trPr>
        <w:cantSplit/>
      </w:trPr>
      <w:tc>
        <w:tcPr>
          <w:tcW w:w="2420" w:type="dxa"/>
        </w:tcPr>
        <w:p w14:paraId="71E86C03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7C84A1BA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3D597B" w14:textId="77777777" w:rsidR="00CA75A8" w:rsidRDefault="00590F6F">
          <w:pPr>
            <w:pStyle w:val="Header"/>
            <w:jc w:val="right"/>
          </w:pPr>
        </w:p>
      </w:tc>
    </w:tr>
    <w:tr w:rsidR="00CA75A8" w14:paraId="0AF077AB" w14:textId="77777777">
      <w:trPr>
        <w:cantSplit/>
      </w:trPr>
      <w:tc>
        <w:tcPr>
          <w:tcW w:w="2420" w:type="dxa"/>
        </w:tcPr>
        <w:p w14:paraId="74233F03" w14:textId="77777777" w:rsidR="00CA75A8" w:rsidRDefault="00E93251">
          <w:pPr>
            <w:pStyle w:val="Header"/>
          </w:pPr>
          <w:r>
            <w:t>TERRITORY 103</w:t>
          </w:r>
        </w:p>
      </w:tc>
      <w:tc>
        <w:tcPr>
          <w:tcW w:w="5440" w:type="dxa"/>
        </w:tcPr>
        <w:p w14:paraId="07355C71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5280264" w14:textId="77777777" w:rsidR="00CA75A8" w:rsidRDefault="00590F6F">
          <w:pPr>
            <w:pStyle w:val="Header"/>
            <w:jc w:val="right"/>
          </w:pPr>
        </w:p>
      </w:tc>
    </w:tr>
    <w:tr w:rsidR="00CA75A8" w14:paraId="04283525" w14:textId="77777777">
      <w:trPr>
        <w:cantSplit/>
      </w:trPr>
      <w:tc>
        <w:tcPr>
          <w:tcW w:w="2420" w:type="dxa"/>
        </w:tcPr>
        <w:p w14:paraId="462B9D9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2493B64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E783223" w14:textId="77777777" w:rsidR="00CA75A8" w:rsidRDefault="00590F6F">
          <w:pPr>
            <w:pStyle w:val="Header"/>
            <w:jc w:val="right"/>
          </w:pPr>
        </w:p>
      </w:tc>
    </w:tr>
    <w:tr w:rsidR="00CA75A8" w14:paraId="7E432F93" w14:textId="77777777">
      <w:trPr>
        <w:cantSplit/>
      </w:trPr>
      <w:tc>
        <w:tcPr>
          <w:tcW w:w="2420" w:type="dxa"/>
        </w:tcPr>
        <w:p w14:paraId="158B8A6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54999F0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A36415" w14:textId="77777777" w:rsidR="00CA75A8" w:rsidRDefault="00590F6F">
          <w:pPr>
            <w:pStyle w:val="Header"/>
            <w:jc w:val="right"/>
          </w:pPr>
        </w:p>
      </w:tc>
    </w:tr>
    <w:tr w:rsidR="00CA75A8" w14:paraId="3E370BC1" w14:textId="77777777">
      <w:trPr>
        <w:cantSplit/>
      </w:trPr>
      <w:tc>
        <w:tcPr>
          <w:tcW w:w="2420" w:type="dxa"/>
        </w:tcPr>
        <w:p w14:paraId="7285123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6188C89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6D46BC4" w14:textId="77777777" w:rsidR="00CA75A8" w:rsidRDefault="00590F6F">
          <w:pPr>
            <w:pStyle w:val="Header"/>
            <w:jc w:val="right"/>
          </w:pPr>
        </w:p>
      </w:tc>
    </w:tr>
  </w:tbl>
  <w:p w14:paraId="60CAC4E0" w14:textId="77777777" w:rsidR="00CA75A8" w:rsidRDefault="00590F6F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280E8626" w14:textId="77777777">
      <w:trPr>
        <w:cantSplit/>
      </w:trPr>
      <w:tc>
        <w:tcPr>
          <w:tcW w:w="2420" w:type="dxa"/>
        </w:tcPr>
        <w:p w14:paraId="76AE72D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D79B05B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6F4748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6A497AE6" w14:textId="77777777">
      <w:trPr>
        <w:cantSplit/>
      </w:trPr>
      <w:tc>
        <w:tcPr>
          <w:tcW w:w="2420" w:type="dxa"/>
        </w:tcPr>
        <w:p w14:paraId="503D365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75AC64D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0766D3C" w14:textId="77777777" w:rsidR="00CA75A8" w:rsidRDefault="00E93251">
          <w:pPr>
            <w:pStyle w:val="Header"/>
            <w:jc w:val="right"/>
          </w:pPr>
          <w:r>
            <w:t>TERRITORY 104</w:t>
          </w:r>
        </w:p>
      </w:tc>
    </w:tr>
    <w:tr w:rsidR="00CA75A8" w14:paraId="2C8E1A53" w14:textId="77777777">
      <w:trPr>
        <w:cantSplit/>
      </w:trPr>
      <w:tc>
        <w:tcPr>
          <w:tcW w:w="2420" w:type="dxa"/>
        </w:tcPr>
        <w:p w14:paraId="1FFCBD2C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DF1FEE0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7CBB291" w14:textId="77777777" w:rsidR="00CA75A8" w:rsidRDefault="00590F6F">
          <w:pPr>
            <w:pStyle w:val="Header"/>
            <w:jc w:val="right"/>
          </w:pPr>
        </w:p>
      </w:tc>
    </w:tr>
    <w:tr w:rsidR="00CA75A8" w14:paraId="2CA61D51" w14:textId="77777777">
      <w:trPr>
        <w:cantSplit/>
      </w:trPr>
      <w:tc>
        <w:tcPr>
          <w:tcW w:w="2420" w:type="dxa"/>
        </w:tcPr>
        <w:p w14:paraId="6294BE1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F4D4D52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9C423E" w14:textId="77777777" w:rsidR="00CA75A8" w:rsidRDefault="00590F6F">
          <w:pPr>
            <w:pStyle w:val="Header"/>
            <w:jc w:val="right"/>
          </w:pPr>
        </w:p>
      </w:tc>
    </w:tr>
    <w:tr w:rsidR="00CA75A8" w14:paraId="3F819C67" w14:textId="77777777">
      <w:trPr>
        <w:cantSplit/>
      </w:trPr>
      <w:tc>
        <w:tcPr>
          <w:tcW w:w="2420" w:type="dxa"/>
        </w:tcPr>
        <w:p w14:paraId="7BBF6944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936426C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19F18A7" w14:textId="77777777" w:rsidR="00CA75A8" w:rsidRDefault="00590F6F">
          <w:pPr>
            <w:pStyle w:val="Header"/>
            <w:jc w:val="right"/>
          </w:pPr>
        </w:p>
      </w:tc>
    </w:tr>
  </w:tbl>
  <w:p w14:paraId="6A59FE2C" w14:textId="77777777" w:rsidR="00CA75A8" w:rsidRDefault="00590F6F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64AB8B9" w14:textId="77777777">
      <w:trPr>
        <w:cantSplit/>
      </w:trPr>
      <w:tc>
        <w:tcPr>
          <w:tcW w:w="2420" w:type="dxa"/>
        </w:tcPr>
        <w:p w14:paraId="25FD06D7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76FC3467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734C81" w14:textId="77777777" w:rsidR="00CA75A8" w:rsidRDefault="00590F6F">
          <w:pPr>
            <w:pStyle w:val="Header"/>
            <w:jc w:val="right"/>
          </w:pPr>
        </w:p>
      </w:tc>
    </w:tr>
    <w:tr w:rsidR="00CA75A8" w14:paraId="44A84F18" w14:textId="77777777">
      <w:trPr>
        <w:cantSplit/>
      </w:trPr>
      <w:tc>
        <w:tcPr>
          <w:tcW w:w="2420" w:type="dxa"/>
        </w:tcPr>
        <w:p w14:paraId="4B9D4C1A" w14:textId="77777777" w:rsidR="00CA75A8" w:rsidRDefault="00E93251">
          <w:pPr>
            <w:pStyle w:val="Header"/>
          </w:pPr>
          <w:r>
            <w:t>TERRITORY 110</w:t>
          </w:r>
        </w:p>
      </w:tc>
      <w:tc>
        <w:tcPr>
          <w:tcW w:w="5440" w:type="dxa"/>
        </w:tcPr>
        <w:p w14:paraId="6C7D5271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1ED0A074" w14:textId="77777777" w:rsidR="00CA75A8" w:rsidRDefault="00590F6F">
          <w:pPr>
            <w:pStyle w:val="Header"/>
            <w:jc w:val="right"/>
          </w:pPr>
        </w:p>
      </w:tc>
    </w:tr>
    <w:tr w:rsidR="00CA75A8" w14:paraId="7B98B025" w14:textId="77777777">
      <w:trPr>
        <w:cantSplit/>
      </w:trPr>
      <w:tc>
        <w:tcPr>
          <w:tcW w:w="2420" w:type="dxa"/>
        </w:tcPr>
        <w:p w14:paraId="07EF141A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9E2EEC0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1EE3CA1" w14:textId="77777777" w:rsidR="00CA75A8" w:rsidRDefault="00590F6F">
          <w:pPr>
            <w:pStyle w:val="Header"/>
            <w:jc w:val="right"/>
          </w:pPr>
        </w:p>
      </w:tc>
    </w:tr>
    <w:tr w:rsidR="00CA75A8" w14:paraId="06EDD3D7" w14:textId="77777777">
      <w:trPr>
        <w:cantSplit/>
      </w:trPr>
      <w:tc>
        <w:tcPr>
          <w:tcW w:w="2420" w:type="dxa"/>
        </w:tcPr>
        <w:p w14:paraId="2BAA7C7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675D957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1FBEF7" w14:textId="77777777" w:rsidR="00CA75A8" w:rsidRDefault="00590F6F">
          <w:pPr>
            <w:pStyle w:val="Header"/>
            <w:jc w:val="right"/>
          </w:pPr>
        </w:p>
      </w:tc>
    </w:tr>
    <w:tr w:rsidR="00CA75A8" w14:paraId="7A6D0B45" w14:textId="77777777">
      <w:trPr>
        <w:cantSplit/>
      </w:trPr>
      <w:tc>
        <w:tcPr>
          <w:tcW w:w="2420" w:type="dxa"/>
        </w:tcPr>
        <w:p w14:paraId="6CE484D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5CA2778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0758F2F3" w14:textId="77777777" w:rsidR="00CA75A8" w:rsidRDefault="00590F6F">
          <w:pPr>
            <w:pStyle w:val="Header"/>
            <w:jc w:val="right"/>
          </w:pPr>
        </w:p>
      </w:tc>
    </w:tr>
  </w:tbl>
  <w:p w14:paraId="445662B5" w14:textId="77777777" w:rsidR="00CA75A8" w:rsidRDefault="00590F6F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5E92AEBB" w14:textId="77777777">
      <w:trPr>
        <w:cantSplit/>
      </w:trPr>
      <w:tc>
        <w:tcPr>
          <w:tcW w:w="2420" w:type="dxa"/>
        </w:tcPr>
        <w:p w14:paraId="28546AF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9980FEC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A79F2F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150B1952" w14:textId="77777777">
      <w:trPr>
        <w:cantSplit/>
      </w:trPr>
      <w:tc>
        <w:tcPr>
          <w:tcW w:w="2420" w:type="dxa"/>
        </w:tcPr>
        <w:p w14:paraId="3C4621E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98FC9A6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C37D59F" w14:textId="77777777" w:rsidR="00CA75A8" w:rsidRDefault="00E93251">
          <w:pPr>
            <w:pStyle w:val="Header"/>
            <w:jc w:val="right"/>
          </w:pPr>
          <w:r>
            <w:t>TERRITORY 111</w:t>
          </w:r>
        </w:p>
      </w:tc>
    </w:tr>
    <w:tr w:rsidR="00CA75A8" w14:paraId="05537E32" w14:textId="77777777">
      <w:trPr>
        <w:cantSplit/>
      </w:trPr>
      <w:tc>
        <w:tcPr>
          <w:tcW w:w="2420" w:type="dxa"/>
        </w:tcPr>
        <w:p w14:paraId="65D7091F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585DC28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7B5BA19A" w14:textId="77777777" w:rsidR="00CA75A8" w:rsidRDefault="00590F6F">
          <w:pPr>
            <w:pStyle w:val="Header"/>
            <w:jc w:val="right"/>
          </w:pPr>
        </w:p>
      </w:tc>
    </w:tr>
    <w:tr w:rsidR="00CA75A8" w14:paraId="5A5DA083" w14:textId="77777777">
      <w:trPr>
        <w:cantSplit/>
      </w:trPr>
      <w:tc>
        <w:tcPr>
          <w:tcW w:w="2420" w:type="dxa"/>
        </w:tcPr>
        <w:p w14:paraId="6F1CF15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463AB1D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A851F9" w14:textId="77777777" w:rsidR="00CA75A8" w:rsidRDefault="00590F6F">
          <w:pPr>
            <w:pStyle w:val="Header"/>
            <w:jc w:val="right"/>
          </w:pPr>
        </w:p>
      </w:tc>
    </w:tr>
    <w:tr w:rsidR="00CA75A8" w14:paraId="6D63E221" w14:textId="77777777">
      <w:trPr>
        <w:cantSplit/>
      </w:trPr>
      <w:tc>
        <w:tcPr>
          <w:tcW w:w="2420" w:type="dxa"/>
        </w:tcPr>
        <w:p w14:paraId="54E3A060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B8C5419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11831907" w14:textId="77777777" w:rsidR="00CA75A8" w:rsidRDefault="00590F6F">
          <w:pPr>
            <w:pStyle w:val="Header"/>
            <w:jc w:val="right"/>
          </w:pPr>
        </w:p>
      </w:tc>
    </w:tr>
  </w:tbl>
  <w:p w14:paraId="2BE6FBDC" w14:textId="77777777" w:rsidR="00CA75A8" w:rsidRDefault="00590F6F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5A328F46" w14:textId="77777777">
      <w:trPr>
        <w:cantSplit/>
      </w:trPr>
      <w:tc>
        <w:tcPr>
          <w:tcW w:w="2420" w:type="dxa"/>
        </w:tcPr>
        <w:p w14:paraId="275A8EF3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582AC0DD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35CE26" w14:textId="77777777" w:rsidR="00CA75A8" w:rsidRDefault="00590F6F">
          <w:pPr>
            <w:pStyle w:val="Header"/>
            <w:jc w:val="right"/>
          </w:pPr>
        </w:p>
      </w:tc>
    </w:tr>
    <w:tr w:rsidR="00CA75A8" w14:paraId="4C7FC11F" w14:textId="77777777">
      <w:trPr>
        <w:cantSplit/>
      </w:trPr>
      <w:tc>
        <w:tcPr>
          <w:tcW w:w="2420" w:type="dxa"/>
        </w:tcPr>
        <w:p w14:paraId="60AF59DA" w14:textId="77777777" w:rsidR="00CA75A8" w:rsidRDefault="00E93251">
          <w:pPr>
            <w:pStyle w:val="Header"/>
          </w:pPr>
          <w:r>
            <w:t>TERRITORY 112</w:t>
          </w:r>
        </w:p>
      </w:tc>
      <w:tc>
        <w:tcPr>
          <w:tcW w:w="5440" w:type="dxa"/>
        </w:tcPr>
        <w:p w14:paraId="4216EFD7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04FBD750" w14:textId="77777777" w:rsidR="00CA75A8" w:rsidRDefault="00590F6F">
          <w:pPr>
            <w:pStyle w:val="Header"/>
            <w:jc w:val="right"/>
          </w:pPr>
        </w:p>
      </w:tc>
    </w:tr>
    <w:tr w:rsidR="00CA75A8" w14:paraId="0C791026" w14:textId="77777777">
      <w:trPr>
        <w:cantSplit/>
      </w:trPr>
      <w:tc>
        <w:tcPr>
          <w:tcW w:w="2420" w:type="dxa"/>
        </w:tcPr>
        <w:p w14:paraId="5C20B0C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D2ABF6C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BFE791D" w14:textId="77777777" w:rsidR="00CA75A8" w:rsidRDefault="00590F6F">
          <w:pPr>
            <w:pStyle w:val="Header"/>
            <w:jc w:val="right"/>
          </w:pPr>
        </w:p>
      </w:tc>
    </w:tr>
    <w:tr w:rsidR="00CA75A8" w14:paraId="235047B0" w14:textId="77777777">
      <w:trPr>
        <w:cantSplit/>
      </w:trPr>
      <w:tc>
        <w:tcPr>
          <w:tcW w:w="2420" w:type="dxa"/>
        </w:tcPr>
        <w:p w14:paraId="1B6D47A4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A621D25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04E19E" w14:textId="77777777" w:rsidR="00CA75A8" w:rsidRDefault="00590F6F">
          <w:pPr>
            <w:pStyle w:val="Header"/>
            <w:jc w:val="right"/>
          </w:pPr>
        </w:p>
      </w:tc>
    </w:tr>
    <w:tr w:rsidR="00CA75A8" w14:paraId="4F574279" w14:textId="77777777">
      <w:trPr>
        <w:cantSplit/>
      </w:trPr>
      <w:tc>
        <w:tcPr>
          <w:tcW w:w="2420" w:type="dxa"/>
        </w:tcPr>
        <w:p w14:paraId="59DAE3E2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D6530BD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E0BA21E" w14:textId="77777777" w:rsidR="00CA75A8" w:rsidRDefault="00590F6F">
          <w:pPr>
            <w:pStyle w:val="Header"/>
            <w:jc w:val="right"/>
          </w:pPr>
        </w:p>
      </w:tc>
    </w:tr>
  </w:tbl>
  <w:p w14:paraId="619DF33F" w14:textId="77777777" w:rsidR="00CA75A8" w:rsidRDefault="00590F6F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2F33C9B" w14:textId="77777777">
      <w:trPr>
        <w:cantSplit/>
      </w:trPr>
      <w:tc>
        <w:tcPr>
          <w:tcW w:w="2420" w:type="dxa"/>
        </w:tcPr>
        <w:p w14:paraId="17049037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51D49C6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A408D1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3018461D" w14:textId="77777777">
      <w:trPr>
        <w:cantSplit/>
      </w:trPr>
      <w:tc>
        <w:tcPr>
          <w:tcW w:w="2420" w:type="dxa"/>
        </w:tcPr>
        <w:p w14:paraId="4868B164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36A342D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C6093F0" w14:textId="77777777" w:rsidR="00CA75A8" w:rsidRDefault="00E93251">
          <w:pPr>
            <w:pStyle w:val="Header"/>
            <w:jc w:val="right"/>
          </w:pPr>
          <w:r>
            <w:t>TERRITORY 113</w:t>
          </w:r>
        </w:p>
      </w:tc>
    </w:tr>
    <w:tr w:rsidR="00CA75A8" w14:paraId="2D2306C9" w14:textId="77777777">
      <w:trPr>
        <w:cantSplit/>
      </w:trPr>
      <w:tc>
        <w:tcPr>
          <w:tcW w:w="2420" w:type="dxa"/>
        </w:tcPr>
        <w:p w14:paraId="2E469DE7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62478D0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03BB1DC" w14:textId="77777777" w:rsidR="00CA75A8" w:rsidRDefault="00590F6F">
          <w:pPr>
            <w:pStyle w:val="Header"/>
            <w:jc w:val="right"/>
          </w:pPr>
        </w:p>
      </w:tc>
    </w:tr>
    <w:tr w:rsidR="00CA75A8" w14:paraId="5433AAD1" w14:textId="77777777">
      <w:trPr>
        <w:cantSplit/>
      </w:trPr>
      <w:tc>
        <w:tcPr>
          <w:tcW w:w="2420" w:type="dxa"/>
        </w:tcPr>
        <w:p w14:paraId="33C819E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E964DF8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39EC87" w14:textId="77777777" w:rsidR="00CA75A8" w:rsidRDefault="00590F6F">
          <w:pPr>
            <w:pStyle w:val="Header"/>
            <w:jc w:val="right"/>
          </w:pPr>
        </w:p>
      </w:tc>
    </w:tr>
    <w:tr w:rsidR="00CA75A8" w14:paraId="4DC165C1" w14:textId="77777777">
      <w:trPr>
        <w:cantSplit/>
      </w:trPr>
      <w:tc>
        <w:tcPr>
          <w:tcW w:w="2420" w:type="dxa"/>
        </w:tcPr>
        <w:p w14:paraId="5D2D017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29E47DD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D37B903" w14:textId="77777777" w:rsidR="00CA75A8" w:rsidRDefault="00590F6F">
          <w:pPr>
            <w:pStyle w:val="Header"/>
            <w:jc w:val="right"/>
          </w:pPr>
        </w:p>
      </w:tc>
    </w:tr>
  </w:tbl>
  <w:p w14:paraId="0F6989C3" w14:textId="77777777" w:rsidR="00CA75A8" w:rsidRDefault="00590F6F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B288891" w14:textId="77777777">
      <w:trPr>
        <w:cantSplit/>
      </w:trPr>
      <w:tc>
        <w:tcPr>
          <w:tcW w:w="2420" w:type="dxa"/>
        </w:tcPr>
        <w:p w14:paraId="24740077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1142A0FC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26AF86" w14:textId="77777777" w:rsidR="00CA75A8" w:rsidRDefault="00590F6F">
          <w:pPr>
            <w:pStyle w:val="Header"/>
            <w:jc w:val="right"/>
          </w:pPr>
        </w:p>
      </w:tc>
    </w:tr>
    <w:tr w:rsidR="00CA75A8" w14:paraId="72B483D5" w14:textId="77777777">
      <w:trPr>
        <w:cantSplit/>
      </w:trPr>
      <w:tc>
        <w:tcPr>
          <w:tcW w:w="2420" w:type="dxa"/>
        </w:tcPr>
        <w:p w14:paraId="7D0BD0D4" w14:textId="77777777" w:rsidR="00CA75A8" w:rsidRDefault="00E93251">
          <w:pPr>
            <w:pStyle w:val="Header"/>
          </w:pPr>
          <w:r>
            <w:t>TERRITORY 114</w:t>
          </w:r>
        </w:p>
      </w:tc>
      <w:tc>
        <w:tcPr>
          <w:tcW w:w="5440" w:type="dxa"/>
        </w:tcPr>
        <w:p w14:paraId="49575106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35CC1E55" w14:textId="77777777" w:rsidR="00CA75A8" w:rsidRDefault="00590F6F">
          <w:pPr>
            <w:pStyle w:val="Header"/>
            <w:jc w:val="right"/>
          </w:pPr>
        </w:p>
      </w:tc>
    </w:tr>
    <w:tr w:rsidR="00CA75A8" w14:paraId="7AD27EDC" w14:textId="77777777">
      <w:trPr>
        <w:cantSplit/>
      </w:trPr>
      <w:tc>
        <w:tcPr>
          <w:tcW w:w="2420" w:type="dxa"/>
        </w:tcPr>
        <w:p w14:paraId="1232843C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7079D08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A200E54" w14:textId="77777777" w:rsidR="00CA75A8" w:rsidRDefault="00590F6F">
          <w:pPr>
            <w:pStyle w:val="Header"/>
            <w:jc w:val="right"/>
          </w:pPr>
        </w:p>
      </w:tc>
    </w:tr>
    <w:tr w:rsidR="00CA75A8" w14:paraId="60DE2EBE" w14:textId="77777777">
      <w:trPr>
        <w:cantSplit/>
      </w:trPr>
      <w:tc>
        <w:tcPr>
          <w:tcW w:w="2420" w:type="dxa"/>
        </w:tcPr>
        <w:p w14:paraId="7859AFA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3B4DC69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785EEA" w14:textId="77777777" w:rsidR="00CA75A8" w:rsidRDefault="00590F6F">
          <w:pPr>
            <w:pStyle w:val="Header"/>
            <w:jc w:val="right"/>
          </w:pPr>
        </w:p>
      </w:tc>
    </w:tr>
    <w:tr w:rsidR="00CA75A8" w14:paraId="494FAB7E" w14:textId="77777777">
      <w:trPr>
        <w:cantSplit/>
      </w:trPr>
      <w:tc>
        <w:tcPr>
          <w:tcW w:w="2420" w:type="dxa"/>
        </w:tcPr>
        <w:p w14:paraId="46B4130D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54BC65F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705EC86" w14:textId="77777777" w:rsidR="00CA75A8" w:rsidRDefault="00590F6F">
          <w:pPr>
            <w:pStyle w:val="Header"/>
            <w:jc w:val="right"/>
          </w:pPr>
        </w:p>
      </w:tc>
    </w:tr>
  </w:tbl>
  <w:p w14:paraId="1072E04F" w14:textId="77777777" w:rsidR="00CA75A8" w:rsidRDefault="00590F6F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793B628B" w14:textId="77777777">
      <w:trPr>
        <w:cantSplit/>
      </w:trPr>
      <w:tc>
        <w:tcPr>
          <w:tcW w:w="2420" w:type="dxa"/>
        </w:tcPr>
        <w:p w14:paraId="07923170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E7F5874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71078C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11114CBB" w14:textId="77777777">
      <w:trPr>
        <w:cantSplit/>
      </w:trPr>
      <w:tc>
        <w:tcPr>
          <w:tcW w:w="2420" w:type="dxa"/>
        </w:tcPr>
        <w:p w14:paraId="764062C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F1A8F44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8F6D9E0" w14:textId="77777777" w:rsidR="00CA75A8" w:rsidRDefault="00E93251">
          <w:pPr>
            <w:pStyle w:val="Header"/>
            <w:jc w:val="right"/>
          </w:pPr>
          <w:r>
            <w:t>TERRITORY 115</w:t>
          </w:r>
        </w:p>
      </w:tc>
    </w:tr>
    <w:tr w:rsidR="00CA75A8" w14:paraId="1D8C5B3A" w14:textId="77777777">
      <w:trPr>
        <w:cantSplit/>
      </w:trPr>
      <w:tc>
        <w:tcPr>
          <w:tcW w:w="2420" w:type="dxa"/>
        </w:tcPr>
        <w:p w14:paraId="5FB95A0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4C0A6CC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DCBC689" w14:textId="77777777" w:rsidR="00CA75A8" w:rsidRDefault="00590F6F">
          <w:pPr>
            <w:pStyle w:val="Header"/>
            <w:jc w:val="right"/>
          </w:pPr>
        </w:p>
      </w:tc>
    </w:tr>
    <w:tr w:rsidR="00CA75A8" w14:paraId="18CB7741" w14:textId="77777777">
      <w:trPr>
        <w:cantSplit/>
      </w:trPr>
      <w:tc>
        <w:tcPr>
          <w:tcW w:w="2420" w:type="dxa"/>
        </w:tcPr>
        <w:p w14:paraId="2C94714D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5CB5769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E53913" w14:textId="77777777" w:rsidR="00CA75A8" w:rsidRDefault="00590F6F">
          <w:pPr>
            <w:pStyle w:val="Header"/>
            <w:jc w:val="right"/>
          </w:pPr>
        </w:p>
      </w:tc>
    </w:tr>
    <w:tr w:rsidR="00CA75A8" w14:paraId="3E88389A" w14:textId="77777777">
      <w:trPr>
        <w:cantSplit/>
      </w:trPr>
      <w:tc>
        <w:tcPr>
          <w:tcW w:w="2420" w:type="dxa"/>
        </w:tcPr>
        <w:p w14:paraId="50AABB13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0D7A62A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C0E6011" w14:textId="77777777" w:rsidR="00CA75A8" w:rsidRDefault="00590F6F">
          <w:pPr>
            <w:pStyle w:val="Header"/>
            <w:jc w:val="right"/>
          </w:pPr>
        </w:p>
      </w:tc>
    </w:tr>
  </w:tbl>
  <w:p w14:paraId="0AF05047" w14:textId="77777777" w:rsidR="00CA75A8" w:rsidRDefault="00590F6F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EC69664" w14:textId="77777777">
      <w:trPr>
        <w:cantSplit/>
      </w:trPr>
      <w:tc>
        <w:tcPr>
          <w:tcW w:w="2420" w:type="dxa"/>
        </w:tcPr>
        <w:p w14:paraId="5DB0FE97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6A23C916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E62FD9" w14:textId="77777777" w:rsidR="00CA75A8" w:rsidRDefault="00590F6F">
          <w:pPr>
            <w:pStyle w:val="Header"/>
            <w:jc w:val="right"/>
          </w:pPr>
        </w:p>
      </w:tc>
    </w:tr>
    <w:tr w:rsidR="00CA75A8" w14:paraId="66BBDB21" w14:textId="77777777">
      <w:trPr>
        <w:cantSplit/>
      </w:trPr>
      <w:tc>
        <w:tcPr>
          <w:tcW w:w="2420" w:type="dxa"/>
        </w:tcPr>
        <w:p w14:paraId="738425DC" w14:textId="77777777" w:rsidR="00CA75A8" w:rsidRDefault="00E93251">
          <w:pPr>
            <w:pStyle w:val="Header"/>
          </w:pPr>
          <w:r>
            <w:t>TERRITORY 116</w:t>
          </w:r>
        </w:p>
      </w:tc>
      <w:tc>
        <w:tcPr>
          <w:tcW w:w="5440" w:type="dxa"/>
        </w:tcPr>
        <w:p w14:paraId="2FAD5738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7F7C135" w14:textId="77777777" w:rsidR="00CA75A8" w:rsidRDefault="00590F6F">
          <w:pPr>
            <w:pStyle w:val="Header"/>
            <w:jc w:val="right"/>
          </w:pPr>
        </w:p>
      </w:tc>
    </w:tr>
    <w:tr w:rsidR="00CA75A8" w14:paraId="6E6CE774" w14:textId="77777777">
      <w:trPr>
        <w:cantSplit/>
      </w:trPr>
      <w:tc>
        <w:tcPr>
          <w:tcW w:w="2420" w:type="dxa"/>
        </w:tcPr>
        <w:p w14:paraId="4FD268C3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609F0A2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66150FD" w14:textId="77777777" w:rsidR="00CA75A8" w:rsidRDefault="00590F6F">
          <w:pPr>
            <w:pStyle w:val="Header"/>
            <w:jc w:val="right"/>
          </w:pPr>
        </w:p>
      </w:tc>
    </w:tr>
    <w:tr w:rsidR="00CA75A8" w14:paraId="25E31A63" w14:textId="77777777">
      <w:trPr>
        <w:cantSplit/>
      </w:trPr>
      <w:tc>
        <w:tcPr>
          <w:tcW w:w="2420" w:type="dxa"/>
        </w:tcPr>
        <w:p w14:paraId="62F83C6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83257F1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64A38C" w14:textId="77777777" w:rsidR="00CA75A8" w:rsidRDefault="00590F6F">
          <w:pPr>
            <w:pStyle w:val="Header"/>
            <w:jc w:val="right"/>
          </w:pPr>
        </w:p>
      </w:tc>
    </w:tr>
    <w:tr w:rsidR="00CA75A8" w14:paraId="16B7155D" w14:textId="77777777">
      <w:trPr>
        <w:cantSplit/>
      </w:trPr>
      <w:tc>
        <w:tcPr>
          <w:tcW w:w="2420" w:type="dxa"/>
        </w:tcPr>
        <w:p w14:paraId="14780A6E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C34D5DB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1FD1FBA" w14:textId="77777777" w:rsidR="00CA75A8" w:rsidRDefault="00590F6F">
          <w:pPr>
            <w:pStyle w:val="Header"/>
            <w:jc w:val="right"/>
          </w:pPr>
        </w:p>
      </w:tc>
    </w:tr>
  </w:tbl>
  <w:p w14:paraId="08BB4EC1" w14:textId="77777777" w:rsidR="00CA75A8" w:rsidRDefault="00590F6F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47230CD6" w14:textId="77777777">
      <w:trPr>
        <w:cantSplit/>
      </w:trPr>
      <w:tc>
        <w:tcPr>
          <w:tcW w:w="2420" w:type="dxa"/>
        </w:tcPr>
        <w:p w14:paraId="73E0A86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CA9B5D0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B0B52B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48D929E1" w14:textId="77777777">
      <w:trPr>
        <w:cantSplit/>
      </w:trPr>
      <w:tc>
        <w:tcPr>
          <w:tcW w:w="2420" w:type="dxa"/>
        </w:tcPr>
        <w:p w14:paraId="26B03BE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1F684FA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9583AEA" w14:textId="77777777" w:rsidR="00CA75A8" w:rsidRDefault="00E93251">
          <w:pPr>
            <w:pStyle w:val="Header"/>
            <w:jc w:val="right"/>
          </w:pPr>
          <w:r>
            <w:t>TERRITORY 117</w:t>
          </w:r>
        </w:p>
      </w:tc>
    </w:tr>
    <w:tr w:rsidR="00CA75A8" w14:paraId="566FA7A0" w14:textId="77777777">
      <w:trPr>
        <w:cantSplit/>
      </w:trPr>
      <w:tc>
        <w:tcPr>
          <w:tcW w:w="2420" w:type="dxa"/>
        </w:tcPr>
        <w:p w14:paraId="4E2874C7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114E08C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8F6FDB4" w14:textId="77777777" w:rsidR="00CA75A8" w:rsidRDefault="00590F6F">
          <w:pPr>
            <w:pStyle w:val="Header"/>
            <w:jc w:val="right"/>
          </w:pPr>
        </w:p>
      </w:tc>
    </w:tr>
    <w:tr w:rsidR="00CA75A8" w14:paraId="25C6A977" w14:textId="77777777">
      <w:trPr>
        <w:cantSplit/>
      </w:trPr>
      <w:tc>
        <w:tcPr>
          <w:tcW w:w="2420" w:type="dxa"/>
        </w:tcPr>
        <w:p w14:paraId="147E842D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4A16273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4AC725" w14:textId="77777777" w:rsidR="00CA75A8" w:rsidRDefault="00590F6F">
          <w:pPr>
            <w:pStyle w:val="Header"/>
            <w:jc w:val="right"/>
          </w:pPr>
        </w:p>
      </w:tc>
    </w:tr>
    <w:tr w:rsidR="00CA75A8" w14:paraId="7A4AA2E6" w14:textId="77777777">
      <w:trPr>
        <w:cantSplit/>
      </w:trPr>
      <w:tc>
        <w:tcPr>
          <w:tcW w:w="2420" w:type="dxa"/>
        </w:tcPr>
        <w:p w14:paraId="515FF79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9AA795A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BFE6A8E" w14:textId="77777777" w:rsidR="00CA75A8" w:rsidRDefault="00590F6F">
          <w:pPr>
            <w:pStyle w:val="Header"/>
            <w:jc w:val="right"/>
          </w:pPr>
        </w:p>
      </w:tc>
    </w:tr>
  </w:tbl>
  <w:p w14:paraId="1C583F2D" w14:textId="77777777" w:rsidR="00CA75A8" w:rsidRDefault="00590F6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C03FD31" w14:textId="77777777">
      <w:trPr>
        <w:cantSplit/>
      </w:trPr>
      <w:tc>
        <w:tcPr>
          <w:tcW w:w="2420" w:type="dxa"/>
        </w:tcPr>
        <w:p w14:paraId="7924281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B2373CA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1E0073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764A4465" w14:textId="77777777">
      <w:trPr>
        <w:cantSplit/>
      </w:trPr>
      <w:tc>
        <w:tcPr>
          <w:tcW w:w="2420" w:type="dxa"/>
        </w:tcPr>
        <w:p w14:paraId="10150A3C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2365393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930F596" w14:textId="77777777" w:rsidR="00EE2194" w:rsidRDefault="00E93251">
          <w:pPr>
            <w:pStyle w:val="Header"/>
            <w:jc w:val="right"/>
          </w:pPr>
          <w:r>
            <w:t>TERRITORY 103</w:t>
          </w:r>
        </w:p>
      </w:tc>
    </w:tr>
    <w:tr w:rsidR="00EE2194" w14:paraId="0E7B0AB4" w14:textId="77777777">
      <w:trPr>
        <w:cantSplit/>
      </w:trPr>
      <w:tc>
        <w:tcPr>
          <w:tcW w:w="2420" w:type="dxa"/>
        </w:tcPr>
        <w:p w14:paraId="1A2ECCC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072D253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1FFB8070" w14:textId="77777777" w:rsidR="00EE2194" w:rsidRDefault="00590F6F">
          <w:pPr>
            <w:pStyle w:val="Header"/>
            <w:jc w:val="right"/>
          </w:pPr>
        </w:p>
      </w:tc>
    </w:tr>
    <w:tr w:rsidR="00EE2194" w14:paraId="7E544892" w14:textId="77777777">
      <w:trPr>
        <w:cantSplit/>
      </w:trPr>
      <w:tc>
        <w:tcPr>
          <w:tcW w:w="2420" w:type="dxa"/>
        </w:tcPr>
        <w:p w14:paraId="21564FD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741CAA5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07BFC3" w14:textId="77777777" w:rsidR="00EE2194" w:rsidRDefault="00590F6F">
          <w:pPr>
            <w:pStyle w:val="Header"/>
            <w:jc w:val="right"/>
          </w:pPr>
        </w:p>
      </w:tc>
    </w:tr>
    <w:tr w:rsidR="002B1FD0" w14:paraId="31DE6CF2" w14:textId="77777777">
      <w:trPr>
        <w:cantSplit/>
      </w:trPr>
      <w:tc>
        <w:tcPr>
          <w:tcW w:w="2420" w:type="dxa"/>
        </w:tcPr>
        <w:p w14:paraId="0270F3BE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42437D64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22E361B" w14:textId="77777777" w:rsidR="002B1FD0" w:rsidRDefault="00590F6F">
          <w:pPr>
            <w:pStyle w:val="Header"/>
            <w:jc w:val="right"/>
          </w:pPr>
        </w:p>
      </w:tc>
    </w:tr>
    <w:tr w:rsidR="00EE2194" w14:paraId="5D56AA6A" w14:textId="77777777">
      <w:trPr>
        <w:cantSplit/>
      </w:trPr>
      <w:tc>
        <w:tcPr>
          <w:tcW w:w="2420" w:type="dxa"/>
        </w:tcPr>
        <w:p w14:paraId="3D06502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63E2357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08DE9068" w14:textId="77777777" w:rsidR="00EE2194" w:rsidRDefault="00590F6F">
          <w:pPr>
            <w:pStyle w:val="Header"/>
            <w:jc w:val="right"/>
          </w:pPr>
        </w:p>
      </w:tc>
    </w:tr>
  </w:tbl>
  <w:p w14:paraId="60D48D08" w14:textId="77777777" w:rsidR="00EE2194" w:rsidRDefault="00590F6F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1CEBEE4E" w14:textId="77777777">
      <w:trPr>
        <w:cantSplit/>
      </w:trPr>
      <w:tc>
        <w:tcPr>
          <w:tcW w:w="2420" w:type="dxa"/>
        </w:tcPr>
        <w:p w14:paraId="0FE75AF2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3998B887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EBD8E1" w14:textId="77777777" w:rsidR="00CA75A8" w:rsidRDefault="00590F6F">
          <w:pPr>
            <w:pStyle w:val="Header"/>
            <w:jc w:val="right"/>
          </w:pPr>
        </w:p>
      </w:tc>
    </w:tr>
    <w:tr w:rsidR="00CA75A8" w14:paraId="24B07237" w14:textId="77777777">
      <w:trPr>
        <w:cantSplit/>
      </w:trPr>
      <w:tc>
        <w:tcPr>
          <w:tcW w:w="2420" w:type="dxa"/>
        </w:tcPr>
        <w:p w14:paraId="2221F384" w14:textId="77777777" w:rsidR="00CA75A8" w:rsidRDefault="00E93251">
          <w:pPr>
            <w:pStyle w:val="Header"/>
          </w:pPr>
          <w:r>
            <w:t>TERRITORY 118</w:t>
          </w:r>
        </w:p>
      </w:tc>
      <w:tc>
        <w:tcPr>
          <w:tcW w:w="5440" w:type="dxa"/>
        </w:tcPr>
        <w:p w14:paraId="0B87C5E1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2BF01AE" w14:textId="77777777" w:rsidR="00CA75A8" w:rsidRDefault="00590F6F">
          <w:pPr>
            <w:pStyle w:val="Header"/>
            <w:jc w:val="right"/>
          </w:pPr>
        </w:p>
      </w:tc>
    </w:tr>
    <w:tr w:rsidR="00CA75A8" w14:paraId="663B3C4B" w14:textId="77777777">
      <w:trPr>
        <w:cantSplit/>
      </w:trPr>
      <w:tc>
        <w:tcPr>
          <w:tcW w:w="2420" w:type="dxa"/>
        </w:tcPr>
        <w:p w14:paraId="201A6127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F0DDF59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23E2C6D" w14:textId="77777777" w:rsidR="00CA75A8" w:rsidRDefault="00590F6F">
          <w:pPr>
            <w:pStyle w:val="Header"/>
            <w:jc w:val="right"/>
          </w:pPr>
        </w:p>
      </w:tc>
    </w:tr>
    <w:tr w:rsidR="00CA75A8" w14:paraId="5E7A1F28" w14:textId="77777777">
      <w:trPr>
        <w:cantSplit/>
      </w:trPr>
      <w:tc>
        <w:tcPr>
          <w:tcW w:w="2420" w:type="dxa"/>
        </w:tcPr>
        <w:p w14:paraId="0984FC44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DCE6936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A7126A" w14:textId="77777777" w:rsidR="00CA75A8" w:rsidRDefault="00590F6F">
          <w:pPr>
            <w:pStyle w:val="Header"/>
            <w:jc w:val="right"/>
          </w:pPr>
        </w:p>
      </w:tc>
    </w:tr>
    <w:tr w:rsidR="00CA75A8" w14:paraId="77EE8ACE" w14:textId="77777777">
      <w:trPr>
        <w:cantSplit/>
      </w:trPr>
      <w:tc>
        <w:tcPr>
          <w:tcW w:w="2420" w:type="dxa"/>
        </w:tcPr>
        <w:p w14:paraId="0E0A39A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9523FF1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36BC197" w14:textId="77777777" w:rsidR="00CA75A8" w:rsidRDefault="00590F6F">
          <w:pPr>
            <w:pStyle w:val="Header"/>
            <w:jc w:val="right"/>
          </w:pPr>
        </w:p>
      </w:tc>
    </w:tr>
  </w:tbl>
  <w:p w14:paraId="154FEF95" w14:textId="77777777" w:rsidR="00CA75A8" w:rsidRDefault="00590F6F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1C7B5D1" w14:textId="77777777">
      <w:trPr>
        <w:cantSplit/>
      </w:trPr>
      <w:tc>
        <w:tcPr>
          <w:tcW w:w="2420" w:type="dxa"/>
        </w:tcPr>
        <w:p w14:paraId="53671358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345E0723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44A056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725A6A7C" w14:textId="77777777">
      <w:trPr>
        <w:cantSplit/>
      </w:trPr>
      <w:tc>
        <w:tcPr>
          <w:tcW w:w="2420" w:type="dxa"/>
        </w:tcPr>
        <w:p w14:paraId="45970411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D83E4A7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7E7CAC2" w14:textId="77777777" w:rsidR="00CA75A8" w:rsidRDefault="00E93251">
          <w:pPr>
            <w:pStyle w:val="Header"/>
            <w:jc w:val="right"/>
          </w:pPr>
          <w:r>
            <w:t>TERRITORY 120</w:t>
          </w:r>
        </w:p>
      </w:tc>
    </w:tr>
    <w:tr w:rsidR="00CA75A8" w14:paraId="74F9FC59" w14:textId="77777777">
      <w:trPr>
        <w:cantSplit/>
      </w:trPr>
      <w:tc>
        <w:tcPr>
          <w:tcW w:w="2420" w:type="dxa"/>
        </w:tcPr>
        <w:p w14:paraId="11B41A7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5685E83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4FFE972A" w14:textId="77777777" w:rsidR="00CA75A8" w:rsidRDefault="00590F6F">
          <w:pPr>
            <w:pStyle w:val="Header"/>
            <w:jc w:val="right"/>
          </w:pPr>
        </w:p>
      </w:tc>
    </w:tr>
    <w:tr w:rsidR="00CA75A8" w14:paraId="52AE61A8" w14:textId="77777777">
      <w:trPr>
        <w:cantSplit/>
      </w:trPr>
      <w:tc>
        <w:tcPr>
          <w:tcW w:w="2420" w:type="dxa"/>
        </w:tcPr>
        <w:p w14:paraId="3552D739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61766F8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D619F4" w14:textId="77777777" w:rsidR="00CA75A8" w:rsidRDefault="00590F6F">
          <w:pPr>
            <w:pStyle w:val="Header"/>
            <w:jc w:val="right"/>
          </w:pPr>
        </w:p>
      </w:tc>
    </w:tr>
    <w:tr w:rsidR="00CA75A8" w14:paraId="3CE60A42" w14:textId="77777777">
      <w:trPr>
        <w:cantSplit/>
      </w:trPr>
      <w:tc>
        <w:tcPr>
          <w:tcW w:w="2420" w:type="dxa"/>
        </w:tcPr>
        <w:p w14:paraId="06E556D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2740D2F7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CEA204C" w14:textId="77777777" w:rsidR="00CA75A8" w:rsidRDefault="00590F6F">
          <w:pPr>
            <w:pStyle w:val="Header"/>
            <w:jc w:val="right"/>
          </w:pPr>
        </w:p>
      </w:tc>
    </w:tr>
  </w:tbl>
  <w:p w14:paraId="60244930" w14:textId="77777777" w:rsidR="00CA75A8" w:rsidRDefault="00590F6F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3C7304AF" w14:textId="77777777">
      <w:trPr>
        <w:cantSplit/>
      </w:trPr>
      <w:tc>
        <w:tcPr>
          <w:tcW w:w="2420" w:type="dxa"/>
        </w:tcPr>
        <w:p w14:paraId="7B5DEEFB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5DA6000E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5CF014" w14:textId="77777777" w:rsidR="00CA75A8" w:rsidRDefault="00590F6F">
          <w:pPr>
            <w:pStyle w:val="Header"/>
            <w:jc w:val="right"/>
          </w:pPr>
        </w:p>
      </w:tc>
    </w:tr>
    <w:tr w:rsidR="00CA75A8" w14:paraId="74B6F7F8" w14:textId="77777777">
      <w:trPr>
        <w:cantSplit/>
      </w:trPr>
      <w:tc>
        <w:tcPr>
          <w:tcW w:w="2420" w:type="dxa"/>
        </w:tcPr>
        <w:p w14:paraId="23878A1D" w14:textId="77777777" w:rsidR="00CA75A8" w:rsidRDefault="00E93251">
          <w:pPr>
            <w:pStyle w:val="Header"/>
          </w:pPr>
          <w:r>
            <w:t>TERRITORY 121</w:t>
          </w:r>
        </w:p>
      </w:tc>
      <w:tc>
        <w:tcPr>
          <w:tcW w:w="5440" w:type="dxa"/>
        </w:tcPr>
        <w:p w14:paraId="21CA3A87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634052A" w14:textId="77777777" w:rsidR="00CA75A8" w:rsidRDefault="00590F6F">
          <w:pPr>
            <w:pStyle w:val="Header"/>
            <w:jc w:val="right"/>
          </w:pPr>
        </w:p>
      </w:tc>
    </w:tr>
    <w:tr w:rsidR="00CA75A8" w14:paraId="4252BA60" w14:textId="77777777">
      <w:trPr>
        <w:cantSplit/>
      </w:trPr>
      <w:tc>
        <w:tcPr>
          <w:tcW w:w="2420" w:type="dxa"/>
        </w:tcPr>
        <w:p w14:paraId="2A53CB8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BB392D8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3154707" w14:textId="77777777" w:rsidR="00CA75A8" w:rsidRDefault="00590F6F">
          <w:pPr>
            <w:pStyle w:val="Header"/>
            <w:jc w:val="right"/>
          </w:pPr>
        </w:p>
      </w:tc>
    </w:tr>
    <w:tr w:rsidR="00CA75A8" w14:paraId="33DD61DB" w14:textId="77777777">
      <w:trPr>
        <w:cantSplit/>
      </w:trPr>
      <w:tc>
        <w:tcPr>
          <w:tcW w:w="2420" w:type="dxa"/>
        </w:tcPr>
        <w:p w14:paraId="7AC4BEC0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8D6CFB2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EADAED" w14:textId="77777777" w:rsidR="00CA75A8" w:rsidRDefault="00590F6F">
          <w:pPr>
            <w:pStyle w:val="Header"/>
            <w:jc w:val="right"/>
          </w:pPr>
        </w:p>
      </w:tc>
    </w:tr>
    <w:tr w:rsidR="00CA75A8" w14:paraId="26BAFDB4" w14:textId="77777777">
      <w:trPr>
        <w:cantSplit/>
      </w:trPr>
      <w:tc>
        <w:tcPr>
          <w:tcW w:w="2420" w:type="dxa"/>
        </w:tcPr>
        <w:p w14:paraId="4EFFEB65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AF65D8E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86FDE96" w14:textId="77777777" w:rsidR="00CA75A8" w:rsidRDefault="00590F6F">
          <w:pPr>
            <w:pStyle w:val="Header"/>
            <w:jc w:val="right"/>
          </w:pPr>
        </w:p>
      </w:tc>
    </w:tr>
  </w:tbl>
  <w:p w14:paraId="6EA3BABB" w14:textId="77777777" w:rsidR="00CA75A8" w:rsidRDefault="00590F6F">
    <w:pPr>
      <w:pStyle w:val="isonormal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05FE40AC" w14:textId="77777777">
      <w:trPr>
        <w:cantSplit/>
      </w:trPr>
      <w:tc>
        <w:tcPr>
          <w:tcW w:w="2420" w:type="dxa"/>
        </w:tcPr>
        <w:p w14:paraId="517F4B9C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1B847B9D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86E4A4" w14:textId="77777777" w:rsidR="00CA75A8" w:rsidRDefault="00E93251">
          <w:pPr>
            <w:pStyle w:val="Header"/>
            <w:jc w:val="right"/>
          </w:pPr>
          <w:r>
            <w:t>IOWA (14)</w:t>
          </w:r>
        </w:p>
      </w:tc>
    </w:tr>
    <w:tr w:rsidR="00CA75A8" w14:paraId="79D15A5C" w14:textId="77777777">
      <w:trPr>
        <w:cantSplit/>
      </w:trPr>
      <w:tc>
        <w:tcPr>
          <w:tcW w:w="2420" w:type="dxa"/>
        </w:tcPr>
        <w:p w14:paraId="0603B8D7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57D6C5FA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575F8A9" w14:textId="77777777" w:rsidR="00CA75A8" w:rsidRDefault="00E93251">
          <w:pPr>
            <w:pStyle w:val="Header"/>
            <w:jc w:val="right"/>
          </w:pPr>
          <w:r>
            <w:t>TERRITORY 122</w:t>
          </w:r>
        </w:p>
      </w:tc>
    </w:tr>
    <w:tr w:rsidR="00CA75A8" w14:paraId="79B9169B" w14:textId="77777777">
      <w:trPr>
        <w:cantSplit/>
      </w:trPr>
      <w:tc>
        <w:tcPr>
          <w:tcW w:w="2420" w:type="dxa"/>
        </w:tcPr>
        <w:p w14:paraId="6F847BFF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895DA26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7DECF07" w14:textId="77777777" w:rsidR="00CA75A8" w:rsidRDefault="00590F6F">
          <w:pPr>
            <w:pStyle w:val="Header"/>
            <w:jc w:val="right"/>
          </w:pPr>
        </w:p>
      </w:tc>
    </w:tr>
    <w:tr w:rsidR="00CA75A8" w14:paraId="7FEFBEF1" w14:textId="77777777">
      <w:trPr>
        <w:cantSplit/>
      </w:trPr>
      <w:tc>
        <w:tcPr>
          <w:tcW w:w="2420" w:type="dxa"/>
        </w:tcPr>
        <w:p w14:paraId="4CA53B0F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9D786F0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6092E2" w14:textId="77777777" w:rsidR="00CA75A8" w:rsidRDefault="00590F6F">
          <w:pPr>
            <w:pStyle w:val="Header"/>
            <w:jc w:val="right"/>
          </w:pPr>
        </w:p>
      </w:tc>
    </w:tr>
    <w:tr w:rsidR="00CA75A8" w14:paraId="2C24C8A0" w14:textId="77777777">
      <w:trPr>
        <w:cantSplit/>
      </w:trPr>
      <w:tc>
        <w:tcPr>
          <w:tcW w:w="2420" w:type="dxa"/>
        </w:tcPr>
        <w:p w14:paraId="2B7D116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7811349E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71C84F0" w14:textId="77777777" w:rsidR="00CA75A8" w:rsidRDefault="00590F6F">
          <w:pPr>
            <w:pStyle w:val="Header"/>
            <w:jc w:val="right"/>
          </w:pPr>
        </w:p>
      </w:tc>
    </w:tr>
  </w:tbl>
  <w:p w14:paraId="1A316903" w14:textId="77777777" w:rsidR="00CA75A8" w:rsidRDefault="00590F6F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75A8" w14:paraId="637EFEA4" w14:textId="77777777">
      <w:trPr>
        <w:cantSplit/>
      </w:trPr>
      <w:tc>
        <w:tcPr>
          <w:tcW w:w="2420" w:type="dxa"/>
        </w:tcPr>
        <w:p w14:paraId="204A5F06" w14:textId="77777777" w:rsidR="00CA75A8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602C24F9" w14:textId="77777777" w:rsidR="00CA75A8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933C5A" w14:textId="77777777" w:rsidR="00CA75A8" w:rsidRDefault="00590F6F">
          <w:pPr>
            <w:pStyle w:val="Header"/>
            <w:jc w:val="right"/>
          </w:pPr>
        </w:p>
      </w:tc>
    </w:tr>
    <w:tr w:rsidR="00CA75A8" w14:paraId="08B1A5E0" w14:textId="77777777">
      <w:trPr>
        <w:cantSplit/>
      </w:trPr>
      <w:tc>
        <w:tcPr>
          <w:tcW w:w="2420" w:type="dxa"/>
        </w:tcPr>
        <w:p w14:paraId="19FBD164" w14:textId="77777777" w:rsidR="00CA75A8" w:rsidRDefault="00E93251">
          <w:pPr>
            <w:pStyle w:val="Header"/>
          </w:pPr>
          <w:r>
            <w:t>TERRITORY 123</w:t>
          </w:r>
        </w:p>
      </w:tc>
      <w:tc>
        <w:tcPr>
          <w:tcW w:w="5440" w:type="dxa"/>
        </w:tcPr>
        <w:p w14:paraId="6C9CADCF" w14:textId="77777777" w:rsidR="00CA75A8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51C4DF26" w14:textId="77777777" w:rsidR="00CA75A8" w:rsidRDefault="00590F6F">
          <w:pPr>
            <w:pStyle w:val="Header"/>
            <w:jc w:val="right"/>
          </w:pPr>
        </w:p>
      </w:tc>
    </w:tr>
    <w:tr w:rsidR="00CA75A8" w14:paraId="4F92F2F1" w14:textId="77777777">
      <w:trPr>
        <w:cantSplit/>
      </w:trPr>
      <w:tc>
        <w:tcPr>
          <w:tcW w:w="2420" w:type="dxa"/>
        </w:tcPr>
        <w:p w14:paraId="22353986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6EEC9787" w14:textId="77777777" w:rsidR="00CA75A8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57E0BAF" w14:textId="77777777" w:rsidR="00CA75A8" w:rsidRDefault="00590F6F">
          <w:pPr>
            <w:pStyle w:val="Header"/>
            <w:jc w:val="right"/>
          </w:pPr>
        </w:p>
      </w:tc>
    </w:tr>
    <w:tr w:rsidR="00CA75A8" w14:paraId="562DA642" w14:textId="77777777">
      <w:trPr>
        <w:cantSplit/>
      </w:trPr>
      <w:tc>
        <w:tcPr>
          <w:tcW w:w="2420" w:type="dxa"/>
        </w:tcPr>
        <w:p w14:paraId="537EF47F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48768A06" w14:textId="77777777" w:rsidR="00CA75A8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99D283" w14:textId="77777777" w:rsidR="00CA75A8" w:rsidRDefault="00590F6F">
          <w:pPr>
            <w:pStyle w:val="Header"/>
            <w:jc w:val="right"/>
          </w:pPr>
        </w:p>
      </w:tc>
    </w:tr>
    <w:tr w:rsidR="00CA75A8" w14:paraId="5583C600" w14:textId="77777777">
      <w:trPr>
        <w:cantSplit/>
      </w:trPr>
      <w:tc>
        <w:tcPr>
          <w:tcW w:w="2420" w:type="dxa"/>
        </w:tcPr>
        <w:p w14:paraId="3050146F" w14:textId="77777777" w:rsidR="00CA75A8" w:rsidRDefault="00590F6F">
          <w:pPr>
            <w:pStyle w:val="Header"/>
          </w:pPr>
        </w:p>
      </w:tc>
      <w:tc>
        <w:tcPr>
          <w:tcW w:w="5440" w:type="dxa"/>
        </w:tcPr>
        <w:p w14:paraId="0B2CB3BB" w14:textId="77777777" w:rsidR="00CA75A8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CF7B266" w14:textId="77777777" w:rsidR="00CA75A8" w:rsidRDefault="00590F6F">
          <w:pPr>
            <w:pStyle w:val="Header"/>
            <w:jc w:val="right"/>
          </w:pPr>
        </w:p>
      </w:tc>
    </w:tr>
  </w:tbl>
  <w:p w14:paraId="3B4FCAC3" w14:textId="77777777" w:rsidR="00CA75A8" w:rsidRDefault="00590F6F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0F6F" w14:paraId="4BDC10CB" w14:textId="77777777">
      <w:trPr>
        <w:cantSplit/>
      </w:trPr>
      <w:tc>
        <w:tcPr>
          <w:tcW w:w="2420" w:type="dxa"/>
        </w:tcPr>
        <w:p w14:paraId="16EB046F" w14:textId="5A382083" w:rsidR="00590F6F" w:rsidRDefault="00590F6F">
          <w:pPr>
            <w:pStyle w:val="Header"/>
          </w:pPr>
        </w:p>
      </w:tc>
      <w:tc>
        <w:tcPr>
          <w:tcW w:w="5440" w:type="dxa"/>
        </w:tcPr>
        <w:p w14:paraId="5115DAF5" w14:textId="36D666F2" w:rsidR="00590F6F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4E7DD187" w14:textId="77777777" w:rsidR="00590F6F" w:rsidRDefault="00590F6F">
          <w:pPr>
            <w:pStyle w:val="Header"/>
            <w:jc w:val="right"/>
          </w:pPr>
        </w:p>
      </w:tc>
    </w:tr>
    <w:tr w:rsidR="00590F6F" w14:paraId="17FB30A3" w14:textId="77777777">
      <w:trPr>
        <w:cantSplit/>
      </w:trPr>
      <w:tc>
        <w:tcPr>
          <w:tcW w:w="2420" w:type="dxa"/>
        </w:tcPr>
        <w:p w14:paraId="547D1309" w14:textId="70F958CF" w:rsidR="00590F6F" w:rsidRDefault="00590F6F">
          <w:pPr>
            <w:pStyle w:val="Header"/>
          </w:pPr>
        </w:p>
      </w:tc>
      <w:tc>
        <w:tcPr>
          <w:tcW w:w="5440" w:type="dxa"/>
        </w:tcPr>
        <w:p w14:paraId="5D50318F" w14:textId="3644302F" w:rsidR="00590F6F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688A2D5D" w14:textId="77777777" w:rsidR="00590F6F" w:rsidRDefault="00590F6F">
          <w:pPr>
            <w:pStyle w:val="Header"/>
            <w:jc w:val="right"/>
          </w:pPr>
        </w:p>
      </w:tc>
    </w:tr>
    <w:tr w:rsidR="00590F6F" w14:paraId="3AC74553" w14:textId="77777777">
      <w:trPr>
        <w:cantSplit/>
      </w:trPr>
      <w:tc>
        <w:tcPr>
          <w:tcW w:w="2420" w:type="dxa"/>
        </w:tcPr>
        <w:p w14:paraId="1A85AD9E" w14:textId="77777777" w:rsidR="00590F6F" w:rsidRDefault="00590F6F">
          <w:pPr>
            <w:pStyle w:val="Header"/>
          </w:pPr>
        </w:p>
      </w:tc>
      <w:tc>
        <w:tcPr>
          <w:tcW w:w="5440" w:type="dxa"/>
        </w:tcPr>
        <w:p w14:paraId="1562360E" w14:textId="28D0DFF5" w:rsidR="00590F6F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73C07EA4" w14:textId="77777777" w:rsidR="00590F6F" w:rsidRDefault="00590F6F">
          <w:pPr>
            <w:pStyle w:val="Header"/>
            <w:jc w:val="right"/>
          </w:pPr>
        </w:p>
      </w:tc>
    </w:tr>
    <w:tr w:rsidR="00590F6F" w14:paraId="244707BA" w14:textId="77777777">
      <w:trPr>
        <w:cantSplit/>
      </w:trPr>
      <w:tc>
        <w:tcPr>
          <w:tcW w:w="2420" w:type="dxa"/>
        </w:tcPr>
        <w:p w14:paraId="09BB62CA" w14:textId="77777777" w:rsidR="00590F6F" w:rsidRDefault="00590F6F">
          <w:pPr>
            <w:pStyle w:val="Header"/>
          </w:pPr>
        </w:p>
      </w:tc>
      <w:tc>
        <w:tcPr>
          <w:tcW w:w="5440" w:type="dxa"/>
        </w:tcPr>
        <w:p w14:paraId="74C9867E" w14:textId="702C7D10" w:rsidR="00590F6F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723988EE" w14:textId="77777777" w:rsidR="00590F6F" w:rsidRDefault="00590F6F">
          <w:pPr>
            <w:pStyle w:val="Header"/>
            <w:jc w:val="right"/>
          </w:pPr>
        </w:p>
      </w:tc>
    </w:tr>
    <w:tr w:rsidR="00590F6F" w14:paraId="2CAE6DD1" w14:textId="77777777">
      <w:trPr>
        <w:cantSplit/>
      </w:trPr>
      <w:tc>
        <w:tcPr>
          <w:tcW w:w="2420" w:type="dxa"/>
        </w:tcPr>
        <w:p w14:paraId="54002863" w14:textId="77777777" w:rsidR="00590F6F" w:rsidRDefault="00590F6F">
          <w:pPr>
            <w:pStyle w:val="Header"/>
          </w:pPr>
        </w:p>
      </w:tc>
      <w:tc>
        <w:tcPr>
          <w:tcW w:w="5440" w:type="dxa"/>
        </w:tcPr>
        <w:p w14:paraId="251A3230" w14:textId="75C6BE74" w:rsidR="00590F6F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79041534" w14:textId="77777777" w:rsidR="00590F6F" w:rsidRDefault="00590F6F">
          <w:pPr>
            <w:pStyle w:val="Header"/>
            <w:jc w:val="right"/>
          </w:pPr>
        </w:p>
      </w:tc>
    </w:tr>
  </w:tbl>
  <w:p w14:paraId="3AB7C391" w14:textId="77777777" w:rsidR="00590F6F" w:rsidRDefault="00590F6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C8FBDCC" w14:textId="77777777">
      <w:trPr>
        <w:cantSplit/>
      </w:trPr>
      <w:tc>
        <w:tcPr>
          <w:tcW w:w="2420" w:type="dxa"/>
        </w:tcPr>
        <w:p w14:paraId="18C1A075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5735686B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F3A863" w14:textId="77777777" w:rsidR="00EE2194" w:rsidRDefault="00590F6F">
          <w:pPr>
            <w:pStyle w:val="Header"/>
            <w:jc w:val="right"/>
          </w:pPr>
        </w:p>
      </w:tc>
    </w:tr>
    <w:tr w:rsidR="00EE2194" w14:paraId="27A36D45" w14:textId="77777777">
      <w:trPr>
        <w:cantSplit/>
      </w:trPr>
      <w:tc>
        <w:tcPr>
          <w:tcW w:w="2420" w:type="dxa"/>
        </w:tcPr>
        <w:p w14:paraId="71712129" w14:textId="77777777" w:rsidR="00EE2194" w:rsidRDefault="00E93251">
          <w:pPr>
            <w:pStyle w:val="Header"/>
          </w:pPr>
          <w:r>
            <w:t>TERRITORY 104</w:t>
          </w:r>
        </w:p>
      </w:tc>
      <w:tc>
        <w:tcPr>
          <w:tcW w:w="5440" w:type="dxa"/>
        </w:tcPr>
        <w:p w14:paraId="1C120ADF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7B37D2EB" w14:textId="77777777" w:rsidR="00EE2194" w:rsidRDefault="00590F6F">
          <w:pPr>
            <w:pStyle w:val="Header"/>
            <w:jc w:val="right"/>
          </w:pPr>
        </w:p>
      </w:tc>
    </w:tr>
    <w:tr w:rsidR="00EE2194" w14:paraId="058F3FCA" w14:textId="77777777">
      <w:trPr>
        <w:cantSplit/>
      </w:trPr>
      <w:tc>
        <w:tcPr>
          <w:tcW w:w="2420" w:type="dxa"/>
        </w:tcPr>
        <w:p w14:paraId="43A3B91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B01B7EB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0BF9B486" w14:textId="77777777" w:rsidR="00EE2194" w:rsidRDefault="00590F6F">
          <w:pPr>
            <w:pStyle w:val="Header"/>
            <w:jc w:val="right"/>
          </w:pPr>
        </w:p>
      </w:tc>
    </w:tr>
    <w:tr w:rsidR="00EE2194" w14:paraId="6697DE2E" w14:textId="77777777">
      <w:trPr>
        <w:cantSplit/>
      </w:trPr>
      <w:tc>
        <w:tcPr>
          <w:tcW w:w="2420" w:type="dxa"/>
        </w:tcPr>
        <w:p w14:paraId="638EEA51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CC01FA1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8A6D81" w14:textId="77777777" w:rsidR="00EE2194" w:rsidRDefault="00590F6F">
          <w:pPr>
            <w:pStyle w:val="Header"/>
            <w:jc w:val="right"/>
          </w:pPr>
        </w:p>
      </w:tc>
    </w:tr>
    <w:tr w:rsidR="002B1FD0" w14:paraId="6BE6374B" w14:textId="77777777">
      <w:trPr>
        <w:cantSplit/>
      </w:trPr>
      <w:tc>
        <w:tcPr>
          <w:tcW w:w="2420" w:type="dxa"/>
        </w:tcPr>
        <w:p w14:paraId="6B336F56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2F433446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03928FD" w14:textId="77777777" w:rsidR="002B1FD0" w:rsidRDefault="00590F6F">
          <w:pPr>
            <w:pStyle w:val="Header"/>
            <w:jc w:val="right"/>
          </w:pPr>
        </w:p>
      </w:tc>
    </w:tr>
    <w:tr w:rsidR="00EE2194" w14:paraId="1496047A" w14:textId="77777777">
      <w:trPr>
        <w:cantSplit/>
      </w:trPr>
      <w:tc>
        <w:tcPr>
          <w:tcW w:w="2420" w:type="dxa"/>
        </w:tcPr>
        <w:p w14:paraId="79E419B9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EBBDA8C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47BC0EF1" w14:textId="77777777" w:rsidR="00EE2194" w:rsidRDefault="00590F6F">
          <w:pPr>
            <w:pStyle w:val="Header"/>
            <w:jc w:val="right"/>
          </w:pPr>
        </w:p>
      </w:tc>
    </w:tr>
  </w:tbl>
  <w:p w14:paraId="5A367663" w14:textId="77777777" w:rsidR="00EE2194" w:rsidRDefault="00590F6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5BD39218" w14:textId="77777777">
      <w:trPr>
        <w:cantSplit/>
      </w:trPr>
      <w:tc>
        <w:tcPr>
          <w:tcW w:w="2420" w:type="dxa"/>
        </w:tcPr>
        <w:p w14:paraId="7C6F35AD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16B1805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85607F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6C07AD02" w14:textId="77777777">
      <w:trPr>
        <w:cantSplit/>
      </w:trPr>
      <w:tc>
        <w:tcPr>
          <w:tcW w:w="2420" w:type="dxa"/>
        </w:tcPr>
        <w:p w14:paraId="5E989821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F111C08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E6D23EA" w14:textId="77777777" w:rsidR="00EE2194" w:rsidRDefault="00E93251">
          <w:pPr>
            <w:pStyle w:val="Header"/>
            <w:jc w:val="right"/>
          </w:pPr>
          <w:r>
            <w:t>TERRITORY 110</w:t>
          </w:r>
        </w:p>
      </w:tc>
    </w:tr>
    <w:tr w:rsidR="00EE2194" w14:paraId="2E3463AD" w14:textId="77777777">
      <w:trPr>
        <w:cantSplit/>
      </w:trPr>
      <w:tc>
        <w:tcPr>
          <w:tcW w:w="2420" w:type="dxa"/>
        </w:tcPr>
        <w:p w14:paraId="7D85203B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7327709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60D7AFF" w14:textId="77777777" w:rsidR="00EE2194" w:rsidRDefault="00590F6F">
          <w:pPr>
            <w:pStyle w:val="Header"/>
            <w:jc w:val="right"/>
          </w:pPr>
        </w:p>
      </w:tc>
    </w:tr>
    <w:tr w:rsidR="00EE2194" w14:paraId="53054034" w14:textId="77777777">
      <w:trPr>
        <w:cantSplit/>
      </w:trPr>
      <w:tc>
        <w:tcPr>
          <w:tcW w:w="2420" w:type="dxa"/>
        </w:tcPr>
        <w:p w14:paraId="2AE0B1ED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9168EEB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757B3A" w14:textId="77777777" w:rsidR="00EE2194" w:rsidRDefault="00590F6F">
          <w:pPr>
            <w:pStyle w:val="Header"/>
            <w:jc w:val="right"/>
          </w:pPr>
        </w:p>
      </w:tc>
    </w:tr>
    <w:tr w:rsidR="002B1FD0" w14:paraId="384BFFEB" w14:textId="77777777">
      <w:trPr>
        <w:cantSplit/>
      </w:trPr>
      <w:tc>
        <w:tcPr>
          <w:tcW w:w="2420" w:type="dxa"/>
        </w:tcPr>
        <w:p w14:paraId="0B7CE675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51A1C8A1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469AB62F" w14:textId="77777777" w:rsidR="002B1FD0" w:rsidRDefault="00590F6F">
          <w:pPr>
            <w:pStyle w:val="Header"/>
            <w:jc w:val="right"/>
          </w:pPr>
        </w:p>
      </w:tc>
    </w:tr>
    <w:tr w:rsidR="00EE2194" w14:paraId="64AD2EFA" w14:textId="77777777">
      <w:trPr>
        <w:cantSplit/>
      </w:trPr>
      <w:tc>
        <w:tcPr>
          <w:tcW w:w="2420" w:type="dxa"/>
        </w:tcPr>
        <w:p w14:paraId="56A5A1D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B3F0CFA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2CE19210" w14:textId="77777777" w:rsidR="00EE2194" w:rsidRDefault="00590F6F">
          <w:pPr>
            <w:pStyle w:val="Header"/>
            <w:jc w:val="right"/>
          </w:pPr>
        </w:p>
      </w:tc>
    </w:tr>
  </w:tbl>
  <w:p w14:paraId="62F00B61" w14:textId="77777777" w:rsidR="00EE2194" w:rsidRDefault="00590F6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11EDE61F" w14:textId="77777777">
      <w:trPr>
        <w:cantSplit/>
      </w:trPr>
      <w:tc>
        <w:tcPr>
          <w:tcW w:w="2420" w:type="dxa"/>
        </w:tcPr>
        <w:p w14:paraId="7C47DCD9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6BF07228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585628" w14:textId="77777777" w:rsidR="00EE2194" w:rsidRDefault="00590F6F">
          <w:pPr>
            <w:pStyle w:val="Header"/>
            <w:jc w:val="right"/>
          </w:pPr>
        </w:p>
      </w:tc>
    </w:tr>
    <w:tr w:rsidR="00EE2194" w14:paraId="03E7FE10" w14:textId="77777777">
      <w:trPr>
        <w:cantSplit/>
      </w:trPr>
      <w:tc>
        <w:tcPr>
          <w:tcW w:w="2420" w:type="dxa"/>
        </w:tcPr>
        <w:p w14:paraId="6EA1DF78" w14:textId="77777777" w:rsidR="00EE2194" w:rsidRDefault="00E93251">
          <w:pPr>
            <w:pStyle w:val="Header"/>
          </w:pPr>
          <w:r>
            <w:t>TERRITORY 111</w:t>
          </w:r>
        </w:p>
      </w:tc>
      <w:tc>
        <w:tcPr>
          <w:tcW w:w="5440" w:type="dxa"/>
        </w:tcPr>
        <w:p w14:paraId="5306F5E1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D13992C" w14:textId="77777777" w:rsidR="00EE2194" w:rsidRDefault="00590F6F">
          <w:pPr>
            <w:pStyle w:val="Header"/>
            <w:jc w:val="right"/>
          </w:pPr>
        </w:p>
      </w:tc>
    </w:tr>
    <w:tr w:rsidR="00EE2194" w14:paraId="2FDE57CA" w14:textId="77777777">
      <w:trPr>
        <w:cantSplit/>
      </w:trPr>
      <w:tc>
        <w:tcPr>
          <w:tcW w:w="2420" w:type="dxa"/>
        </w:tcPr>
        <w:p w14:paraId="760A4D74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44A4A57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31128E00" w14:textId="77777777" w:rsidR="00EE2194" w:rsidRDefault="00590F6F">
          <w:pPr>
            <w:pStyle w:val="Header"/>
            <w:jc w:val="right"/>
          </w:pPr>
        </w:p>
      </w:tc>
    </w:tr>
    <w:tr w:rsidR="00EE2194" w14:paraId="729F10C7" w14:textId="77777777">
      <w:trPr>
        <w:cantSplit/>
      </w:trPr>
      <w:tc>
        <w:tcPr>
          <w:tcW w:w="2420" w:type="dxa"/>
        </w:tcPr>
        <w:p w14:paraId="7FDAA64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22A50C9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69D1B6" w14:textId="77777777" w:rsidR="00EE2194" w:rsidRDefault="00590F6F">
          <w:pPr>
            <w:pStyle w:val="Header"/>
            <w:jc w:val="right"/>
          </w:pPr>
        </w:p>
      </w:tc>
    </w:tr>
    <w:tr w:rsidR="002B1FD0" w14:paraId="0A138BCA" w14:textId="77777777">
      <w:trPr>
        <w:cantSplit/>
      </w:trPr>
      <w:tc>
        <w:tcPr>
          <w:tcW w:w="2420" w:type="dxa"/>
        </w:tcPr>
        <w:p w14:paraId="5B539515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308B2AF6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65FBDB28" w14:textId="77777777" w:rsidR="002B1FD0" w:rsidRDefault="00590F6F">
          <w:pPr>
            <w:pStyle w:val="Header"/>
            <w:jc w:val="right"/>
          </w:pPr>
        </w:p>
      </w:tc>
    </w:tr>
    <w:tr w:rsidR="00EE2194" w14:paraId="417BC997" w14:textId="77777777">
      <w:trPr>
        <w:cantSplit/>
      </w:trPr>
      <w:tc>
        <w:tcPr>
          <w:tcW w:w="2420" w:type="dxa"/>
        </w:tcPr>
        <w:p w14:paraId="2AE67A55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6EFE053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1B7DBB01" w14:textId="77777777" w:rsidR="00EE2194" w:rsidRDefault="00590F6F">
          <w:pPr>
            <w:pStyle w:val="Header"/>
            <w:jc w:val="right"/>
          </w:pPr>
        </w:p>
      </w:tc>
    </w:tr>
  </w:tbl>
  <w:p w14:paraId="44F1707C" w14:textId="77777777" w:rsidR="00EE2194" w:rsidRDefault="00590F6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31255502" w14:textId="77777777">
      <w:trPr>
        <w:cantSplit/>
      </w:trPr>
      <w:tc>
        <w:tcPr>
          <w:tcW w:w="2420" w:type="dxa"/>
        </w:tcPr>
        <w:p w14:paraId="7CB21083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6307131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734B88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453A6534" w14:textId="77777777">
      <w:trPr>
        <w:cantSplit/>
      </w:trPr>
      <w:tc>
        <w:tcPr>
          <w:tcW w:w="2420" w:type="dxa"/>
        </w:tcPr>
        <w:p w14:paraId="003AF4D6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0CF77AD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622F220E" w14:textId="77777777" w:rsidR="00EE2194" w:rsidRDefault="00E93251">
          <w:pPr>
            <w:pStyle w:val="Header"/>
            <w:jc w:val="right"/>
          </w:pPr>
          <w:r>
            <w:t>TERRITORY 112</w:t>
          </w:r>
        </w:p>
      </w:tc>
    </w:tr>
    <w:tr w:rsidR="00EE2194" w14:paraId="4993EA9C" w14:textId="77777777">
      <w:trPr>
        <w:cantSplit/>
      </w:trPr>
      <w:tc>
        <w:tcPr>
          <w:tcW w:w="2420" w:type="dxa"/>
        </w:tcPr>
        <w:p w14:paraId="6C4947DE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5256F088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6C5665FF" w14:textId="77777777" w:rsidR="00EE2194" w:rsidRDefault="00590F6F">
          <w:pPr>
            <w:pStyle w:val="Header"/>
            <w:jc w:val="right"/>
          </w:pPr>
        </w:p>
      </w:tc>
    </w:tr>
    <w:tr w:rsidR="00EE2194" w14:paraId="37FB36E1" w14:textId="77777777">
      <w:trPr>
        <w:cantSplit/>
      </w:trPr>
      <w:tc>
        <w:tcPr>
          <w:tcW w:w="2420" w:type="dxa"/>
        </w:tcPr>
        <w:p w14:paraId="4A9C4FFE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9B59DA2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6D524C" w14:textId="77777777" w:rsidR="00EE2194" w:rsidRDefault="00590F6F">
          <w:pPr>
            <w:pStyle w:val="Header"/>
            <w:jc w:val="right"/>
          </w:pPr>
        </w:p>
      </w:tc>
    </w:tr>
    <w:tr w:rsidR="002B1FD0" w14:paraId="27D93129" w14:textId="77777777">
      <w:trPr>
        <w:cantSplit/>
      </w:trPr>
      <w:tc>
        <w:tcPr>
          <w:tcW w:w="2420" w:type="dxa"/>
        </w:tcPr>
        <w:p w14:paraId="3B752696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185621F6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3B618933" w14:textId="77777777" w:rsidR="002B1FD0" w:rsidRDefault="00590F6F">
          <w:pPr>
            <w:pStyle w:val="Header"/>
            <w:jc w:val="right"/>
          </w:pPr>
        </w:p>
      </w:tc>
    </w:tr>
    <w:tr w:rsidR="00EE2194" w14:paraId="32E2B1DA" w14:textId="77777777">
      <w:trPr>
        <w:cantSplit/>
      </w:trPr>
      <w:tc>
        <w:tcPr>
          <w:tcW w:w="2420" w:type="dxa"/>
        </w:tcPr>
        <w:p w14:paraId="523FBE3F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7272543F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2716DB2A" w14:textId="77777777" w:rsidR="00EE2194" w:rsidRDefault="00590F6F">
          <w:pPr>
            <w:pStyle w:val="Header"/>
            <w:jc w:val="right"/>
          </w:pPr>
        </w:p>
      </w:tc>
    </w:tr>
  </w:tbl>
  <w:p w14:paraId="3DCDB8A2" w14:textId="77777777" w:rsidR="00EE2194" w:rsidRDefault="00590F6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099955E" w14:textId="77777777">
      <w:trPr>
        <w:cantSplit/>
      </w:trPr>
      <w:tc>
        <w:tcPr>
          <w:tcW w:w="2420" w:type="dxa"/>
        </w:tcPr>
        <w:p w14:paraId="10BBA13E" w14:textId="77777777" w:rsidR="00EE2194" w:rsidRDefault="00E93251">
          <w:pPr>
            <w:pStyle w:val="Header"/>
          </w:pPr>
          <w:r>
            <w:t>IOWA (14)</w:t>
          </w:r>
        </w:p>
      </w:tc>
      <w:tc>
        <w:tcPr>
          <w:tcW w:w="5440" w:type="dxa"/>
        </w:tcPr>
        <w:p w14:paraId="09258651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9E8D24" w14:textId="77777777" w:rsidR="00EE2194" w:rsidRDefault="00590F6F">
          <w:pPr>
            <w:pStyle w:val="Header"/>
            <w:jc w:val="right"/>
          </w:pPr>
        </w:p>
      </w:tc>
    </w:tr>
    <w:tr w:rsidR="00EE2194" w14:paraId="06629ED5" w14:textId="77777777">
      <w:trPr>
        <w:cantSplit/>
      </w:trPr>
      <w:tc>
        <w:tcPr>
          <w:tcW w:w="2420" w:type="dxa"/>
        </w:tcPr>
        <w:p w14:paraId="1F03F138" w14:textId="77777777" w:rsidR="00EE2194" w:rsidRDefault="00E93251">
          <w:pPr>
            <w:pStyle w:val="Header"/>
          </w:pPr>
          <w:r>
            <w:t>TERRITORY 113</w:t>
          </w:r>
        </w:p>
      </w:tc>
      <w:tc>
        <w:tcPr>
          <w:tcW w:w="5440" w:type="dxa"/>
        </w:tcPr>
        <w:p w14:paraId="7549C26A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29B45661" w14:textId="77777777" w:rsidR="00EE2194" w:rsidRDefault="00590F6F">
          <w:pPr>
            <w:pStyle w:val="Header"/>
            <w:jc w:val="right"/>
          </w:pPr>
        </w:p>
      </w:tc>
    </w:tr>
    <w:tr w:rsidR="00EE2194" w14:paraId="4B4F9EF5" w14:textId="77777777">
      <w:trPr>
        <w:cantSplit/>
      </w:trPr>
      <w:tc>
        <w:tcPr>
          <w:tcW w:w="2420" w:type="dxa"/>
        </w:tcPr>
        <w:p w14:paraId="107411D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4FDC60DB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547C9AE8" w14:textId="77777777" w:rsidR="00EE2194" w:rsidRDefault="00590F6F">
          <w:pPr>
            <w:pStyle w:val="Header"/>
            <w:jc w:val="right"/>
          </w:pPr>
        </w:p>
      </w:tc>
    </w:tr>
    <w:tr w:rsidR="00EE2194" w14:paraId="3B0C0411" w14:textId="77777777">
      <w:trPr>
        <w:cantSplit/>
      </w:trPr>
      <w:tc>
        <w:tcPr>
          <w:tcW w:w="2420" w:type="dxa"/>
        </w:tcPr>
        <w:p w14:paraId="4891ED54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14A7E91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E64C5B" w14:textId="77777777" w:rsidR="00EE2194" w:rsidRDefault="00590F6F">
          <w:pPr>
            <w:pStyle w:val="Header"/>
            <w:jc w:val="right"/>
          </w:pPr>
        </w:p>
      </w:tc>
    </w:tr>
    <w:tr w:rsidR="002B1FD0" w14:paraId="204F4C0B" w14:textId="77777777">
      <w:trPr>
        <w:cantSplit/>
      </w:trPr>
      <w:tc>
        <w:tcPr>
          <w:tcW w:w="2420" w:type="dxa"/>
        </w:tcPr>
        <w:p w14:paraId="5704E52E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71D8E9DA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29904FBA" w14:textId="77777777" w:rsidR="002B1FD0" w:rsidRDefault="00590F6F">
          <w:pPr>
            <w:pStyle w:val="Header"/>
            <w:jc w:val="right"/>
          </w:pPr>
        </w:p>
      </w:tc>
    </w:tr>
    <w:tr w:rsidR="00EE2194" w14:paraId="5FFEA003" w14:textId="77777777">
      <w:trPr>
        <w:cantSplit/>
      </w:trPr>
      <w:tc>
        <w:tcPr>
          <w:tcW w:w="2420" w:type="dxa"/>
        </w:tcPr>
        <w:p w14:paraId="1D2501B0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FBE7F8D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3A300A0E" w14:textId="77777777" w:rsidR="00EE2194" w:rsidRDefault="00590F6F">
          <w:pPr>
            <w:pStyle w:val="Header"/>
            <w:jc w:val="right"/>
          </w:pPr>
        </w:p>
      </w:tc>
    </w:tr>
  </w:tbl>
  <w:p w14:paraId="464D86A1" w14:textId="77777777" w:rsidR="00EE2194" w:rsidRDefault="00590F6F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2194" w14:paraId="05FD4861" w14:textId="77777777">
      <w:trPr>
        <w:cantSplit/>
      </w:trPr>
      <w:tc>
        <w:tcPr>
          <w:tcW w:w="2420" w:type="dxa"/>
        </w:tcPr>
        <w:p w14:paraId="4444DAD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208B80FC" w14:textId="77777777" w:rsidR="00EE2194" w:rsidRDefault="00E9325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DFFD18" w14:textId="77777777" w:rsidR="00EE2194" w:rsidRDefault="00E93251">
          <w:pPr>
            <w:pStyle w:val="Header"/>
            <w:jc w:val="right"/>
          </w:pPr>
          <w:r>
            <w:t>IOWA (14)</w:t>
          </w:r>
        </w:p>
      </w:tc>
    </w:tr>
    <w:tr w:rsidR="00EE2194" w14:paraId="748B38FA" w14:textId="77777777">
      <w:trPr>
        <w:cantSplit/>
      </w:trPr>
      <w:tc>
        <w:tcPr>
          <w:tcW w:w="2420" w:type="dxa"/>
        </w:tcPr>
        <w:p w14:paraId="60CE6FBA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6AA11F24" w14:textId="77777777" w:rsidR="00EE2194" w:rsidRDefault="00E93251">
          <w:pPr>
            <w:pStyle w:val="Header"/>
            <w:jc w:val="center"/>
          </w:pPr>
          <w:r>
            <w:t>DIVISION ONE</w:t>
          </w:r>
        </w:p>
      </w:tc>
      <w:tc>
        <w:tcPr>
          <w:tcW w:w="2420" w:type="dxa"/>
        </w:tcPr>
        <w:p w14:paraId="4234897C" w14:textId="77777777" w:rsidR="00EE2194" w:rsidRDefault="00E93251">
          <w:pPr>
            <w:pStyle w:val="Header"/>
            <w:jc w:val="right"/>
          </w:pPr>
          <w:r>
            <w:t>TERRITORY 114</w:t>
          </w:r>
        </w:p>
      </w:tc>
    </w:tr>
    <w:tr w:rsidR="00EE2194" w14:paraId="1D0008E6" w14:textId="77777777">
      <w:trPr>
        <w:cantSplit/>
      </w:trPr>
      <w:tc>
        <w:tcPr>
          <w:tcW w:w="2420" w:type="dxa"/>
        </w:tcPr>
        <w:p w14:paraId="1C15D458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0C8001D3" w14:textId="77777777" w:rsidR="00EE2194" w:rsidRDefault="00E93251">
          <w:pPr>
            <w:pStyle w:val="Header"/>
            <w:jc w:val="center"/>
          </w:pPr>
          <w:r>
            <w:t>AUTOMOBILE</w:t>
          </w:r>
        </w:p>
      </w:tc>
      <w:tc>
        <w:tcPr>
          <w:tcW w:w="2420" w:type="dxa"/>
        </w:tcPr>
        <w:p w14:paraId="25D2A491" w14:textId="77777777" w:rsidR="00EE2194" w:rsidRDefault="00590F6F">
          <w:pPr>
            <w:pStyle w:val="Header"/>
            <w:jc w:val="right"/>
          </w:pPr>
        </w:p>
      </w:tc>
    </w:tr>
    <w:tr w:rsidR="00EE2194" w14:paraId="231F78C0" w14:textId="77777777">
      <w:trPr>
        <w:cantSplit/>
      </w:trPr>
      <w:tc>
        <w:tcPr>
          <w:tcW w:w="2420" w:type="dxa"/>
        </w:tcPr>
        <w:p w14:paraId="25621834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3F4742A8" w14:textId="77777777" w:rsidR="00EE2194" w:rsidRDefault="00E9325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D4F09D" w14:textId="77777777" w:rsidR="00EE2194" w:rsidRDefault="00590F6F">
          <w:pPr>
            <w:pStyle w:val="Header"/>
            <w:jc w:val="right"/>
          </w:pPr>
        </w:p>
      </w:tc>
    </w:tr>
    <w:tr w:rsidR="002B1FD0" w14:paraId="3614D0E8" w14:textId="77777777">
      <w:trPr>
        <w:cantSplit/>
      </w:trPr>
      <w:tc>
        <w:tcPr>
          <w:tcW w:w="2420" w:type="dxa"/>
        </w:tcPr>
        <w:p w14:paraId="09681CB2" w14:textId="77777777" w:rsidR="002B1FD0" w:rsidRDefault="00590F6F">
          <w:pPr>
            <w:pStyle w:val="Header"/>
          </w:pPr>
        </w:p>
      </w:tc>
      <w:tc>
        <w:tcPr>
          <w:tcW w:w="5440" w:type="dxa"/>
        </w:tcPr>
        <w:p w14:paraId="7A217BF4" w14:textId="77777777" w:rsidR="002B1FD0" w:rsidRDefault="00E93251">
          <w:pPr>
            <w:pStyle w:val="Header"/>
            <w:jc w:val="center"/>
          </w:pPr>
          <w:r>
            <w:t>LEGACY CLASS PLAN</w:t>
          </w:r>
        </w:p>
      </w:tc>
      <w:tc>
        <w:tcPr>
          <w:tcW w:w="2420" w:type="dxa"/>
        </w:tcPr>
        <w:p w14:paraId="719D2EAF" w14:textId="77777777" w:rsidR="002B1FD0" w:rsidRDefault="00590F6F">
          <w:pPr>
            <w:pStyle w:val="Header"/>
            <w:jc w:val="right"/>
          </w:pPr>
        </w:p>
      </w:tc>
    </w:tr>
    <w:tr w:rsidR="00EE2194" w14:paraId="10B6D558" w14:textId="77777777">
      <w:trPr>
        <w:cantSplit/>
      </w:trPr>
      <w:tc>
        <w:tcPr>
          <w:tcW w:w="2420" w:type="dxa"/>
        </w:tcPr>
        <w:p w14:paraId="579F2C52" w14:textId="77777777" w:rsidR="00EE2194" w:rsidRDefault="00590F6F">
          <w:pPr>
            <w:pStyle w:val="Header"/>
          </w:pPr>
        </w:p>
      </w:tc>
      <w:tc>
        <w:tcPr>
          <w:tcW w:w="5440" w:type="dxa"/>
        </w:tcPr>
        <w:p w14:paraId="1074300A" w14:textId="77777777" w:rsidR="00EE2194" w:rsidRDefault="00590F6F">
          <w:pPr>
            <w:pStyle w:val="Header"/>
            <w:jc w:val="center"/>
          </w:pPr>
        </w:p>
      </w:tc>
      <w:tc>
        <w:tcPr>
          <w:tcW w:w="2420" w:type="dxa"/>
        </w:tcPr>
        <w:p w14:paraId="5463B8D6" w14:textId="77777777" w:rsidR="00EE2194" w:rsidRDefault="00590F6F">
          <w:pPr>
            <w:pStyle w:val="Header"/>
            <w:jc w:val="right"/>
          </w:pPr>
        </w:p>
      </w:tc>
    </w:tr>
  </w:tbl>
  <w:p w14:paraId="51233E26" w14:textId="77777777" w:rsidR="00EE2194" w:rsidRDefault="00590F6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8521098">
    <w:abstractNumId w:val="2"/>
  </w:num>
  <w:num w:numId="2" w16cid:durableId="634605194">
    <w:abstractNumId w:val="1"/>
  </w:num>
  <w:num w:numId="3" w16cid:durableId="76280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02031A"/>
    <w:rsid w:val="001A14D6"/>
    <w:rsid w:val="002F4DFF"/>
    <w:rsid w:val="00387916"/>
    <w:rsid w:val="00590F6F"/>
    <w:rsid w:val="007C06E0"/>
    <w:rsid w:val="00AB2720"/>
    <w:rsid w:val="00BC2698"/>
    <w:rsid w:val="00E11D70"/>
    <w:rsid w:val="00E20D61"/>
    <w:rsid w:val="00E30467"/>
    <w:rsid w:val="00E9325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467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3046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3046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3046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30467"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E3046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3046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30467"/>
    <w:pPr>
      <w:spacing w:before="0" w:line="240" w:lineRule="auto"/>
    </w:pPr>
  </w:style>
  <w:style w:type="character" w:customStyle="1" w:styleId="FooterChar">
    <w:name w:val="Footer Char"/>
    <w:link w:val="Footer"/>
    <w:rsid w:val="00E3046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3046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3046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3046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3046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3046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30467"/>
    <w:pPr>
      <w:spacing w:before="20" w:after="20"/>
      <w:jc w:val="left"/>
    </w:pPr>
  </w:style>
  <w:style w:type="paragraph" w:customStyle="1" w:styleId="isonormal">
    <w:name w:val="isonormal"/>
    <w:rsid w:val="00E3046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3046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3046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3046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3046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3046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3046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3046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3046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3046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30467"/>
    <w:pPr>
      <w:keepLines/>
    </w:pPr>
  </w:style>
  <w:style w:type="paragraph" w:customStyle="1" w:styleId="blocktext10">
    <w:name w:val="blocktext10"/>
    <w:basedOn w:val="isonormal"/>
    <w:rsid w:val="00E30467"/>
    <w:pPr>
      <w:keepLines/>
      <w:ind w:left="2700"/>
    </w:pPr>
  </w:style>
  <w:style w:type="paragraph" w:customStyle="1" w:styleId="blocktext2">
    <w:name w:val="blocktext2"/>
    <w:basedOn w:val="isonormal"/>
    <w:rsid w:val="00E30467"/>
    <w:pPr>
      <w:keepLines/>
      <w:ind w:left="300"/>
    </w:pPr>
  </w:style>
  <w:style w:type="paragraph" w:customStyle="1" w:styleId="blocktext3">
    <w:name w:val="blocktext3"/>
    <w:basedOn w:val="isonormal"/>
    <w:rsid w:val="00E30467"/>
    <w:pPr>
      <w:keepLines/>
      <w:ind w:left="600"/>
    </w:pPr>
  </w:style>
  <w:style w:type="paragraph" w:customStyle="1" w:styleId="blocktext4">
    <w:name w:val="blocktext4"/>
    <w:basedOn w:val="isonormal"/>
    <w:rsid w:val="00E30467"/>
    <w:pPr>
      <w:keepLines/>
      <w:ind w:left="900"/>
    </w:pPr>
  </w:style>
  <w:style w:type="paragraph" w:customStyle="1" w:styleId="blocktext5">
    <w:name w:val="blocktext5"/>
    <w:basedOn w:val="isonormal"/>
    <w:rsid w:val="00E30467"/>
    <w:pPr>
      <w:keepLines/>
      <w:ind w:left="1200"/>
    </w:pPr>
  </w:style>
  <w:style w:type="paragraph" w:customStyle="1" w:styleId="blocktext6">
    <w:name w:val="blocktext6"/>
    <w:basedOn w:val="isonormal"/>
    <w:rsid w:val="00E30467"/>
    <w:pPr>
      <w:keepLines/>
      <w:ind w:left="1500"/>
    </w:pPr>
  </w:style>
  <w:style w:type="paragraph" w:customStyle="1" w:styleId="blocktext7">
    <w:name w:val="blocktext7"/>
    <w:basedOn w:val="isonormal"/>
    <w:rsid w:val="00E30467"/>
    <w:pPr>
      <w:keepLines/>
      <w:ind w:left="1800"/>
    </w:pPr>
  </w:style>
  <w:style w:type="paragraph" w:customStyle="1" w:styleId="blocktext8">
    <w:name w:val="blocktext8"/>
    <w:basedOn w:val="isonormal"/>
    <w:rsid w:val="00E30467"/>
    <w:pPr>
      <w:keepLines/>
      <w:ind w:left="2100"/>
    </w:pPr>
  </w:style>
  <w:style w:type="paragraph" w:customStyle="1" w:styleId="blocktext9">
    <w:name w:val="blocktext9"/>
    <w:basedOn w:val="isonormal"/>
    <w:rsid w:val="00E3046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3046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30467"/>
    <w:pPr>
      <w:jc w:val="center"/>
    </w:pPr>
    <w:rPr>
      <w:b/>
    </w:rPr>
  </w:style>
  <w:style w:type="paragraph" w:customStyle="1" w:styleId="ctoutlinetxt1">
    <w:name w:val="ctoutlinetxt1"/>
    <w:basedOn w:val="isonormal"/>
    <w:rsid w:val="00E3046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3046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3046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3046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30467"/>
    <w:rPr>
      <w:b/>
    </w:rPr>
  </w:style>
  <w:style w:type="paragraph" w:customStyle="1" w:styleId="icblock">
    <w:name w:val="i/cblock"/>
    <w:basedOn w:val="isonormal"/>
    <w:rsid w:val="00E3046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30467"/>
  </w:style>
  <w:style w:type="paragraph" w:styleId="MacroText">
    <w:name w:val="macro"/>
    <w:link w:val="MacroTextChar"/>
    <w:rsid w:val="00E304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3046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3046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3046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3046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3046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3046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3046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3046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3046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3046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3046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3046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3046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3046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3046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3046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3046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3046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3046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3046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uiPriority w:val="99"/>
    <w:rsid w:val="00E30467"/>
  </w:style>
  <w:style w:type="character" w:customStyle="1" w:styleId="rulelink">
    <w:name w:val="rulelink"/>
    <w:rsid w:val="00E30467"/>
    <w:rPr>
      <w:b/>
    </w:rPr>
  </w:style>
  <w:style w:type="paragraph" w:styleId="Signature">
    <w:name w:val="Signature"/>
    <w:basedOn w:val="Normal"/>
    <w:link w:val="SignatureChar"/>
    <w:rsid w:val="00E30467"/>
    <w:pPr>
      <w:ind w:left="4320"/>
    </w:pPr>
  </w:style>
  <w:style w:type="character" w:customStyle="1" w:styleId="SignatureChar">
    <w:name w:val="Signature Char"/>
    <w:link w:val="Signature"/>
    <w:rsid w:val="00E3046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3046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3046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30467"/>
    <w:pPr>
      <w:spacing w:before="0" w:line="160" w:lineRule="exact"/>
    </w:pPr>
  </w:style>
  <w:style w:type="character" w:customStyle="1" w:styleId="spotlinksource">
    <w:name w:val="spotlinksource"/>
    <w:rsid w:val="00E30467"/>
    <w:rPr>
      <w:b/>
    </w:rPr>
  </w:style>
  <w:style w:type="character" w:customStyle="1" w:styleId="spotlinktarget">
    <w:name w:val="spotlinktarget"/>
    <w:rsid w:val="00E30467"/>
    <w:rPr>
      <w:b/>
    </w:rPr>
  </w:style>
  <w:style w:type="paragraph" w:customStyle="1" w:styleId="subcap">
    <w:name w:val="subcap"/>
    <w:basedOn w:val="isonormal"/>
    <w:rsid w:val="00E3046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3046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30467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E3046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3046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30467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E30467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E3046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3046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3046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3046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30467"/>
    <w:pPr>
      <w:jc w:val="left"/>
    </w:pPr>
    <w:rPr>
      <w:b/>
    </w:rPr>
  </w:style>
  <w:style w:type="character" w:customStyle="1" w:styleId="tablelink">
    <w:name w:val="tablelink"/>
    <w:rsid w:val="00E30467"/>
    <w:rPr>
      <w:b/>
    </w:rPr>
  </w:style>
  <w:style w:type="paragraph" w:customStyle="1" w:styleId="tabletext00">
    <w:name w:val="tabletext0/0"/>
    <w:basedOn w:val="isonormal"/>
    <w:rsid w:val="00E30467"/>
    <w:pPr>
      <w:spacing w:before="0"/>
      <w:jc w:val="left"/>
    </w:pPr>
  </w:style>
  <w:style w:type="paragraph" w:customStyle="1" w:styleId="tabletext01">
    <w:name w:val="tabletext0/1"/>
    <w:basedOn w:val="isonormal"/>
    <w:rsid w:val="00E30467"/>
    <w:pPr>
      <w:spacing w:before="0" w:after="20"/>
      <w:jc w:val="left"/>
    </w:pPr>
  </w:style>
  <w:style w:type="paragraph" w:customStyle="1" w:styleId="tabletext10">
    <w:name w:val="tabletext1/0"/>
    <w:basedOn w:val="isonormal"/>
    <w:rsid w:val="00E30467"/>
    <w:pPr>
      <w:spacing w:before="20"/>
      <w:jc w:val="left"/>
    </w:pPr>
  </w:style>
  <w:style w:type="paragraph" w:customStyle="1" w:styleId="tabletext40">
    <w:name w:val="tabletext4/0"/>
    <w:basedOn w:val="isonormal"/>
    <w:rsid w:val="00E30467"/>
    <w:pPr>
      <w:jc w:val="left"/>
    </w:pPr>
  </w:style>
  <w:style w:type="paragraph" w:customStyle="1" w:styleId="tabletext44">
    <w:name w:val="tabletext4/4"/>
    <w:basedOn w:val="isonormal"/>
    <w:rsid w:val="00E30467"/>
    <w:pPr>
      <w:spacing w:after="80"/>
      <w:jc w:val="left"/>
    </w:pPr>
  </w:style>
  <w:style w:type="paragraph" w:customStyle="1" w:styleId="terr2colblock1">
    <w:name w:val="terr2colblock1"/>
    <w:basedOn w:val="isonormal"/>
    <w:rsid w:val="00E3046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3046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3046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3046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3046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3046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3046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3046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30467"/>
  </w:style>
  <w:style w:type="paragraph" w:customStyle="1" w:styleId="tabletext1">
    <w:name w:val="tabletext1"/>
    <w:rsid w:val="00E3046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3046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3046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30467"/>
    <w:pPr>
      <w:tabs>
        <w:tab w:val="left" w:leader="dot" w:pos="7200"/>
      </w:tabs>
      <w:spacing w:line="180" w:lineRule="exact"/>
      <w:ind w:left="200" w:hanging="200"/>
    </w:pPr>
  </w:style>
  <w:style w:type="paragraph" w:customStyle="1" w:styleId="FilingHeader">
    <w:name w:val="Filing Header"/>
    <w:basedOn w:val="isonormal"/>
    <w:rsid w:val="00E3046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3046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3046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3046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3046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3046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3046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3046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3046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3046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3046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30467"/>
  </w:style>
  <w:style w:type="paragraph" w:customStyle="1" w:styleId="spacesingle">
    <w:name w:val="spacesingle"/>
    <w:basedOn w:val="isonormal"/>
    <w:next w:val="isonormal"/>
    <w:rsid w:val="00E3046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footer" Target="footer32.xml"/><Relationship Id="rId79" Type="http://schemas.openxmlformats.org/officeDocument/2006/relationships/header" Target="header35.xml"/><Relationship Id="rId5" Type="http://schemas.openxmlformats.org/officeDocument/2006/relationships/numbering" Target="numbering.xml"/><Relationship Id="rId61" Type="http://schemas.openxmlformats.org/officeDocument/2006/relationships/header" Target="header26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77" Type="http://schemas.openxmlformats.org/officeDocument/2006/relationships/header" Target="header34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header" Target="header3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66" Type="http://schemas.openxmlformats.org/officeDocument/2006/relationships/footer" Target="footer2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LI-CA-2023-114 - 004 -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2023-03-06T05:00:00+00:00</Date_x0020_Modified>
    <CircularDate xmlns="a86cc342-0045-41e2-80e9-abdb777d2eca">2023-03-30T04:00:00+00:00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representing an overall statewide level change of 8.0% have been filed.</KeyMessage>
    <CircularNumber xmlns="a86cc342-0045-41e2-80e9-abdb777d2eca">LI-CA-2023-114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37782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REVISED COMMERCIAL AUTO LEGACY CLASSIFICATION PLAN LOSS COSTS FILED</CircularTitle>
    <Jurs xmlns="a86cc342-0045-41e2-80e9-abdb777d2eca">
      <Value>17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23300453-33B3-4361-B6EA-9B966458998A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48430375-D08E-4709-8CE1-BC8972C634A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35</Pages>
  <Words>6410</Words>
  <Characters>29616</Characters>
  <Application>Microsoft Office Word</Application>
  <DocSecurity>0</DocSecurity>
  <Lines>5923</Lines>
  <Paragraphs>2401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33625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2023-02-23T16:27:00Z</dcterms:created>
  <dcterms:modified xsi:type="dcterms:W3CDTF">2023-03-06T15:15:00Z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