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7A708" w14:textId="301245B3" w:rsidR="00F21DB0" w:rsidRDefault="00F21DB0" w:rsidP="00F21DB0">
      <w:pPr>
        <w:pStyle w:val="isonormal"/>
        <w:jc w:val="center"/>
        <w:rPr>
          <w:b/>
          <w:sz w:val="24"/>
        </w:rPr>
      </w:pPr>
      <w:r>
        <w:rPr>
          <w:b/>
          <w:sz w:val="24"/>
        </w:rPr>
        <w:t>DIVISION FOUR – FARM</w:t>
      </w:r>
    </w:p>
    <w:p w14:paraId="6FE9133B" w14:textId="77777777" w:rsidR="00F21DB0" w:rsidRDefault="00F21DB0" w:rsidP="00F21DB0">
      <w:pPr>
        <w:pStyle w:val="isonormal"/>
        <w:jc w:val="left"/>
      </w:pPr>
    </w:p>
    <w:p w14:paraId="537B7FC6" w14:textId="77777777" w:rsidR="00F21DB0" w:rsidRPr="001D3813" w:rsidRDefault="00F21DB0" w:rsidP="00F21DB0">
      <w:pPr>
        <w:pStyle w:val="boxrule"/>
      </w:pPr>
      <w:bookmarkStart w:id="0" w:name="_Hlk163648107"/>
      <w:bookmarkStart w:id="1" w:name="_Hlk173234249"/>
      <w:r w:rsidRPr="001D3813">
        <w:t>A3.  MINE SUBSIDENCE INSURANCE</w:t>
      </w:r>
    </w:p>
    <w:p w14:paraId="43E1B01D" w14:textId="77777777" w:rsidR="00F21DB0" w:rsidRPr="001D3813" w:rsidRDefault="00F21DB0" w:rsidP="00F21DB0">
      <w:pPr>
        <w:pStyle w:val="outlinehd2"/>
      </w:pPr>
      <w:r w:rsidRPr="001D3813">
        <w:tab/>
        <w:t>A.</w:t>
      </w:r>
      <w:r w:rsidRPr="001D3813">
        <w:tab/>
        <w:t>Explanation</w:t>
      </w:r>
    </w:p>
    <w:p w14:paraId="442E1290" w14:textId="77777777" w:rsidR="00F21DB0" w:rsidRPr="001D3813" w:rsidRDefault="00F21DB0" w:rsidP="00F21DB0">
      <w:pPr>
        <w:pStyle w:val="blocktext3"/>
      </w:pPr>
      <w:r w:rsidRPr="001D3813">
        <w:t>The Kentucky Mine Subsidence Act requires Mine Subsidence Insurance be available for certain structures in Kentucky. "Structure" is defined as a dwelling, building or fixture permanently affixed to realty.</w:t>
      </w:r>
    </w:p>
    <w:p w14:paraId="368B09D6" w14:textId="77777777" w:rsidR="00F21DB0" w:rsidRPr="001D3813" w:rsidRDefault="00F21DB0" w:rsidP="00F21DB0">
      <w:pPr>
        <w:pStyle w:val="outlinehd2"/>
      </w:pPr>
      <w:r w:rsidRPr="001D3813">
        <w:tab/>
        <w:t>B.</w:t>
      </w:r>
      <w:r w:rsidRPr="001D3813">
        <w:tab/>
        <w:t>Description Of Coverage</w:t>
      </w:r>
    </w:p>
    <w:p w14:paraId="0F052352" w14:textId="77777777" w:rsidR="00F21DB0" w:rsidRPr="001D3813" w:rsidRDefault="00F21DB0" w:rsidP="00F21DB0">
      <w:pPr>
        <w:pStyle w:val="blocktext3"/>
      </w:pPr>
      <w:r w:rsidRPr="001D3813">
        <w:t xml:space="preserve">Property damage policies may be extended to provide coverage on structures for loss caused by or resulting from mine subsidence. The form provides: </w:t>
      </w:r>
    </w:p>
    <w:p w14:paraId="5328CCB1" w14:textId="77777777" w:rsidR="00F21DB0" w:rsidRPr="001D3813" w:rsidRDefault="00F21DB0" w:rsidP="00F21DB0">
      <w:pPr>
        <w:pStyle w:val="outlinetxt3"/>
      </w:pPr>
      <w:r w:rsidRPr="001D3813">
        <w:tab/>
      </w:r>
      <w:r w:rsidRPr="001D3813">
        <w:rPr>
          <w:b/>
        </w:rPr>
        <w:t>1.</w:t>
      </w:r>
      <w:r w:rsidRPr="001D3813">
        <w:tab/>
        <w:t xml:space="preserve">A maximum limit of insurance of $500,000 per structure; and </w:t>
      </w:r>
    </w:p>
    <w:p w14:paraId="5F417C37" w14:textId="77777777" w:rsidR="00F21DB0" w:rsidRPr="001D3813" w:rsidRDefault="00F21DB0" w:rsidP="00F21DB0">
      <w:pPr>
        <w:pStyle w:val="outlinetxt3"/>
      </w:pPr>
      <w:r w:rsidRPr="001D3813">
        <w:tab/>
      </w:r>
      <w:r w:rsidRPr="001D3813">
        <w:rPr>
          <w:b/>
        </w:rPr>
        <w:t>2.</w:t>
      </w:r>
      <w:r w:rsidRPr="001D3813">
        <w:rPr>
          <w:b/>
        </w:rPr>
        <w:tab/>
      </w:r>
      <w:r w:rsidRPr="001D3813">
        <w:t>Up to $50,000 additional limit of insurance to pay for additional living expenses reasonably and necessarily incurred by the insured when the insured is temporarily displaced as the direct result of loss of or damage to a structure caused by or resulting from mine subsidence, if the structure is:</w:t>
      </w:r>
    </w:p>
    <w:p w14:paraId="6E47229E" w14:textId="77777777" w:rsidR="00F21DB0" w:rsidRPr="001D3813" w:rsidRDefault="00F21DB0" w:rsidP="00F21DB0">
      <w:pPr>
        <w:pStyle w:val="outlinetxt4"/>
      </w:pPr>
      <w:r w:rsidRPr="001D3813">
        <w:tab/>
      </w:r>
      <w:r w:rsidRPr="001D3813">
        <w:rPr>
          <w:b/>
        </w:rPr>
        <w:t>a.</w:t>
      </w:r>
      <w:r w:rsidRPr="001D3813">
        <w:rPr>
          <w:b/>
        </w:rPr>
        <w:tab/>
      </w:r>
      <w:r w:rsidRPr="001D3813">
        <w:t xml:space="preserve">A dwelling owned by the insured; </w:t>
      </w:r>
    </w:p>
    <w:p w14:paraId="3A080308" w14:textId="77777777" w:rsidR="00F21DB0" w:rsidRPr="001D3813" w:rsidRDefault="00F21DB0" w:rsidP="00F21DB0">
      <w:pPr>
        <w:pStyle w:val="outlinetxt4"/>
      </w:pPr>
      <w:r w:rsidRPr="001D3813">
        <w:tab/>
      </w:r>
      <w:r w:rsidRPr="001D3813">
        <w:rPr>
          <w:b/>
        </w:rPr>
        <w:t>b.</w:t>
      </w:r>
      <w:r w:rsidRPr="001D3813">
        <w:rPr>
          <w:b/>
        </w:rPr>
        <w:tab/>
      </w:r>
      <w:r w:rsidRPr="001D3813">
        <w:t xml:space="preserve">Used as a residence; and </w:t>
      </w:r>
    </w:p>
    <w:p w14:paraId="606918A7" w14:textId="77777777" w:rsidR="00F21DB0" w:rsidRPr="001D3813" w:rsidRDefault="00F21DB0" w:rsidP="00F21DB0">
      <w:pPr>
        <w:pStyle w:val="outlinetxt4"/>
      </w:pPr>
      <w:r w:rsidRPr="001D3813">
        <w:tab/>
      </w:r>
      <w:r w:rsidRPr="001D3813">
        <w:rPr>
          <w:b/>
        </w:rPr>
        <w:t>c.</w:t>
      </w:r>
      <w:r w:rsidRPr="001D3813">
        <w:rPr>
          <w:b/>
        </w:rPr>
        <w:tab/>
      </w:r>
      <w:r w:rsidRPr="001D3813">
        <w:t xml:space="preserve">Covered under the Farm Property – Farm Dwellings, Appurtenant Structures And Household Personal Property Coverage Form. </w:t>
      </w:r>
    </w:p>
    <w:p w14:paraId="3AE3BB33" w14:textId="77777777" w:rsidR="00F21DB0" w:rsidRPr="001D3813" w:rsidRDefault="00F21DB0" w:rsidP="00F21DB0">
      <w:pPr>
        <w:pStyle w:val="blocktext3"/>
      </w:pPr>
      <w:r w:rsidRPr="001D3813">
        <w:t>A 2% deductible (minimum of $250; maximum of $500) applies to each loss. Refer to company if higher limits are desired.</w:t>
      </w:r>
    </w:p>
    <w:p w14:paraId="4D916905" w14:textId="77777777" w:rsidR="00F21DB0" w:rsidRPr="001D3813" w:rsidRDefault="00F21DB0" w:rsidP="00F21DB0">
      <w:pPr>
        <w:pStyle w:val="outlinehd2"/>
      </w:pPr>
      <w:r w:rsidRPr="001D3813">
        <w:tab/>
        <w:t>C.</w:t>
      </w:r>
      <w:r w:rsidRPr="001D3813">
        <w:tab/>
        <w:t>Forms</w:t>
      </w:r>
    </w:p>
    <w:p w14:paraId="5E76C852" w14:textId="77777777" w:rsidR="00F21DB0" w:rsidRPr="001D3813" w:rsidRDefault="00F21DB0" w:rsidP="00F21DB0">
      <w:pPr>
        <w:pStyle w:val="blocktext3"/>
      </w:pPr>
      <w:r w:rsidRPr="001D3813">
        <w:t>Use:</w:t>
      </w:r>
    </w:p>
    <w:p w14:paraId="0DEFD406" w14:textId="77777777" w:rsidR="00F21DB0" w:rsidRPr="001D3813" w:rsidRDefault="00F21DB0" w:rsidP="00F21DB0">
      <w:pPr>
        <w:pStyle w:val="outlinetxt3"/>
      </w:pPr>
      <w:r w:rsidRPr="001D3813">
        <w:tab/>
      </w:r>
      <w:r w:rsidRPr="001D3813">
        <w:rPr>
          <w:b/>
        </w:rPr>
        <w:t>1.</w:t>
      </w:r>
      <w:r w:rsidRPr="001D3813">
        <w:rPr>
          <w:b/>
        </w:rPr>
        <w:tab/>
      </w:r>
      <w:r w:rsidRPr="001D3813">
        <w:rPr>
          <w:bCs/>
        </w:rPr>
        <w:t xml:space="preserve">Kentucky Changes </w:t>
      </w:r>
      <w:r w:rsidRPr="001D3813">
        <w:rPr>
          <w:rFonts w:cs="Arial"/>
          <w:bCs/>
        </w:rPr>
        <w:t>–</w:t>
      </w:r>
      <w:r w:rsidRPr="001D3813">
        <w:rPr>
          <w:bCs/>
        </w:rPr>
        <w:t xml:space="preserve"> </w:t>
      </w:r>
      <w:r w:rsidRPr="001D3813">
        <w:t xml:space="preserve">Mine Subsidence Endorsement </w:t>
      </w:r>
      <w:r w:rsidRPr="001D3813">
        <w:rPr>
          <w:rStyle w:val="formlink"/>
        </w:rPr>
        <w:t>IL 09 25</w:t>
      </w:r>
      <w:r w:rsidRPr="001D3813">
        <w:rPr>
          <w:b/>
        </w:rPr>
        <w:t>.</w:t>
      </w:r>
    </w:p>
    <w:p w14:paraId="44A5A2AD" w14:textId="77777777" w:rsidR="00F21DB0" w:rsidRPr="001D3813" w:rsidRDefault="00F21DB0" w:rsidP="00F21DB0">
      <w:pPr>
        <w:pStyle w:val="outlinetxt3"/>
      </w:pPr>
      <w:r w:rsidRPr="001D3813">
        <w:tab/>
      </w:r>
      <w:r w:rsidRPr="001D3813">
        <w:rPr>
          <w:b/>
        </w:rPr>
        <w:t>2.</w:t>
      </w:r>
      <w:r w:rsidRPr="001D3813">
        <w:tab/>
        <w:t xml:space="preserve">Mine Subsidence Schedule Endorsement </w:t>
      </w:r>
      <w:r w:rsidRPr="001D3813">
        <w:rPr>
          <w:rStyle w:val="formlink"/>
        </w:rPr>
        <w:t>IL 09 03</w:t>
      </w:r>
      <w:r w:rsidRPr="001D3813">
        <w:t xml:space="preserve"> when coverage does not apply to all locations described in the policy.</w:t>
      </w:r>
    </w:p>
    <w:p w14:paraId="215E9F0A" w14:textId="77777777" w:rsidR="00F21DB0" w:rsidRPr="001D3813" w:rsidRDefault="00F21DB0" w:rsidP="00F21DB0">
      <w:pPr>
        <w:pStyle w:val="outlinehd2"/>
      </w:pPr>
      <w:r w:rsidRPr="001D3813">
        <w:tab/>
        <w:t>D.</w:t>
      </w:r>
      <w:r w:rsidRPr="001D3813">
        <w:tab/>
        <w:t>Rules</w:t>
      </w:r>
    </w:p>
    <w:p w14:paraId="46081474" w14:textId="77777777" w:rsidR="00F21DB0" w:rsidRPr="001D3813" w:rsidRDefault="00F21DB0" w:rsidP="00F21DB0">
      <w:pPr>
        <w:pStyle w:val="outlinehd3"/>
      </w:pPr>
      <w:r w:rsidRPr="001D3813">
        <w:tab/>
        <w:t>1.</w:t>
      </w:r>
      <w:r w:rsidRPr="001D3813">
        <w:tab/>
        <w:t>Eligibility</w:t>
      </w:r>
    </w:p>
    <w:p w14:paraId="3F058D78" w14:textId="77777777" w:rsidR="00F21DB0" w:rsidRPr="001D3813" w:rsidRDefault="00F21DB0" w:rsidP="00F21DB0">
      <w:pPr>
        <w:pStyle w:val="blocktext4"/>
      </w:pPr>
      <w:r w:rsidRPr="001D3813">
        <w:t>Coverage must be provided for new or renewal fire policies insuring direct loss to "structures" located in certain specific counties in Kentucky.</w:t>
      </w:r>
    </w:p>
    <w:p w14:paraId="5310FA93" w14:textId="77777777" w:rsidR="00F21DB0" w:rsidRPr="001D3813" w:rsidRDefault="00F21DB0" w:rsidP="00F21DB0">
      <w:pPr>
        <w:pStyle w:val="outlinehd3"/>
      </w:pPr>
      <w:r w:rsidRPr="001D3813">
        <w:tab/>
        <w:t>2.</w:t>
      </w:r>
      <w:r w:rsidRPr="001D3813">
        <w:tab/>
        <w:t>Ineligibility</w:t>
      </w:r>
    </w:p>
    <w:p w14:paraId="4D69CC44" w14:textId="77777777" w:rsidR="00F21DB0" w:rsidRPr="001D3813" w:rsidRDefault="00F21DB0" w:rsidP="00F21DB0">
      <w:pPr>
        <w:pStyle w:val="blocktext4"/>
      </w:pPr>
      <w:r w:rsidRPr="001D3813">
        <w:t>The following coverages are not applicable:</w:t>
      </w:r>
    </w:p>
    <w:p w14:paraId="6ECE37FF" w14:textId="77777777" w:rsidR="00F21DB0" w:rsidRPr="001D3813" w:rsidRDefault="00F21DB0" w:rsidP="00F21DB0">
      <w:pPr>
        <w:pStyle w:val="outlinetxt4"/>
      </w:pPr>
      <w:r w:rsidRPr="001D3813">
        <w:rPr>
          <w:b/>
        </w:rPr>
        <w:tab/>
        <w:t>a.</w:t>
      </w:r>
      <w:r w:rsidRPr="001D3813">
        <w:rPr>
          <w:b/>
        </w:rPr>
        <w:tab/>
      </w:r>
      <w:r w:rsidRPr="001D3813">
        <w:t>Personal Property Coverage, except to the extent that improvements and betterments would be considered structures;</w:t>
      </w:r>
    </w:p>
    <w:p w14:paraId="78473608" w14:textId="77777777" w:rsidR="00F21DB0" w:rsidRPr="001D3813" w:rsidRDefault="00F21DB0" w:rsidP="00F21DB0">
      <w:pPr>
        <w:pStyle w:val="outlinetxt4"/>
      </w:pPr>
      <w:r w:rsidRPr="001D3813">
        <w:tab/>
      </w:r>
      <w:r w:rsidRPr="001D3813">
        <w:rPr>
          <w:b/>
        </w:rPr>
        <w:t>b.</w:t>
      </w:r>
      <w:r w:rsidRPr="001D3813">
        <w:rPr>
          <w:b/>
        </w:rPr>
        <w:tab/>
      </w:r>
      <w:r w:rsidRPr="001D3813">
        <w:t xml:space="preserve">Coverage for indirect or consequential loss, except as provided in Paragraph </w:t>
      </w:r>
      <w:r w:rsidRPr="001D3813">
        <w:rPr>
          <w:b/>
        </w:rPr>
        <w:t>B.2.</w:t>
      </w:r>
      <w:r w:rsidRPr="001D3813">
        <w:rPr>
          <w:b/>
          <w:bCs/>
        </w:rPr>
        <w:t>;</w:t>
      </w:r>
    </w:p>
    <w:p w14:paraId="5EF0CF9C" w14:textId="77777777" w:rsidR="00F21DB0" w:rsidRPr="001D3813" w:rsidRDefault="00F21DB0" w:rsidP="00F21DB0">
      <w:pPr>
        <w:pStyle w:val="outlinetxt4"/>
      </w:pPr>
      <w:r w:rsidRPr="001D3813">
        <w:rPr>
          <w:b/>
        </w:rPr>
        <w:tab/>
        <w:t>c.</w:t>
      </w:r>
      <w:r w:rsidRPr="001D3813">
        <w:tab/>
        <w:t>Dwellings, buildings or fixtures designed to be mobile or portable from location to location whether or not then located on a temporary foundation.</w:t>
      </w:r>
    </w:p>
    <w:p w14:paraId="57597381" w14:textId="77777777" w:rsidR="00F21DB0" w:rsidRPr="001D3813" w:rsidRDefault="00F21DB0" w:rsidP="00F21DB0">
      <w:pPr>
        <w:pStyle w:val="outlinehd3"/>
      </w:pPr>
      <w:r w:rsidRPr="001D3813">
        <w:tab/>
        <w:t>3.</w:t>
      </w:r>
      <w:r w:rsidRPr="001D3813">
        <w:tab/>
        <w:t>Counties</w:t>
      </w:r>
    </w:p>
    <w:p w14:paraId="1DB101EB" w14:textId="77777777" w:rsidR="00F21DB0" w:rsidRPr="001D3813" w:rsidRDefault="00F21DB0" w:rsidP="00F21DB0">
      <w:pPr>
        <w:pStyle w:val="outlinetxt4"/>
      </w:pPr>
      <w:r w:rsidRPr="001D3813">
        <w:tab/>
      </w:r>
      <w:r w:rsidRPr="001D3813">
        <w:rPr>
          <w:b/>
        </w:rPr>
        <w:t>a.</w:t>
      </w:r>
      <w:r w:rsidRPr="001D3813">
        <w:tab/>
        <w:t>The coverage must be provided unless waived in writing by the insured in the counties listed as follows:</w:t>
      </w:r>
    </w:p>
    <w:p w14:paraId="2AA356FC" w14:textId="77777777" w:rsidR="00F21DB0" w:rsidRPr="001D3813" w:rsidRDefault="00F21DB0" w:rsidP="00F21DB0">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900"/>
        <w:gridCol w:w="1300"/>
        <w:gridCol w:w="1300"/>
        <w:gridCol w:w="1300"/>
      </w:tblGrid>
      <w:tr w:rsidR="00F21DB0" w:rsidRPr="001D3813" w14:paraId="4E77A000" w14:textId="77777777" w:rsidTr="00E44FF8">
        <w:trPr>
          <w:cantSplit/>
          <w:trHeight w:val="190"/>
        </w:trPr>
        <w:tc>
          <w:tcPr>
            <w:tcW w:w="900" w:type="dxa"/>
            <w:tcBorders>
              <w:right w:val="single" w:sz="6" w:space="0" w:color="auto"/>
            </w:tcBorders>
          </w:tcPr>
          <w:p w14:paraId="574CC761"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3789B92B" w14:textId="77777777" w:rsidR="00F21DB0" w:rsidRPr="001D3813" w:rsidRDefault="00F21DB0" w:rsidP="00E44FF8">
            <w:pPr>
              <w:pStyle w:val="tabletext11"/>
            </w:pPr>
            <w:r w:rsidRPr="001D3813">
              <w:t>Bell</w:t>
            </w:r>
          </w:p>
        </w:tc>
        <w:tc>
          <w:tcPr>
            <w:tcW w:w="1300" w:type="dxa"/>
            <w:tcBorders>
              <w:top w:val="single" w:sz="6" w:space="0" w:color="auto"/>
              <w:left w:val="single" w:sz="6" w:space="0" w:color="auto"/>
              <w:bottom w:val="single" w:sz="6" w:space="0" w:color="auto"/>
              <w:right w:val="single" w:sz="6" w:space="0" w:color="auto"/>
            </w:tcBorders>
            <w:hideMark/>
          </w:tcPr>
          <w:p w14:paraId="399173CC" w14:textId="77777777" w:rsidR="00F21DB0" w:rsidRPr="001D3813" w:rsidRDefault="00F21DB0" w:rsidP="00E44FF8">
            <w:pPr>
              <w:pStyle w:val="tabletext11"/>
            </w:pPr>
            <w:r w:rsidRPr="001D3813">
              <w:t>Harlan</w:t>
            </w:r>
          </w:p>
        </w:tc>
        <w:tc>
          <w:tcPr>
            <w:tcW w:w="1300" w:type="dxa"/>
            <w:tcBorders>
              <w:top w:val="single" w:sz="6" w:space="0" w:color="auto"/>
              <w:left w:val="single" w:sz="6" w:space="0" w:color="auto"/>
              <w:bottom w:val="single" w:sz="6" w:space="0" w:color="auto"/>
              <w:right w:val="single" w:sz="6" w:space="0" w:color="auto"/>
            </w:tcBorders>
            <w:hideMark/>
          </w:tcPr>
          <w:p w14:paraId="1C143666" w14:textId="77777777" w:rsidR="00F21DB0" w:rsidRPr="001D3813" w:rsidRDefault="00F21DB0" w:rsidP="00E44FF8">
            <w:pPr>
              <w:pStyle w:val="tabletext11"/>
            </w:pPr>
            <w:r w:rsidRPr="001D3813">
              <w:t>McLean</w:t>
            </w:r>
          </w:p>
        </w:tc>
      </w:tr>
      <w:tr w:rsidR="00F21DB0" w:rsidRPr="001D3813" w14:paraId="0D2AF916" w14:textId="77777777" w:rsidTr="00E44FF8">
        <w:trPr>
          <w:cantSplit/>
          <w:trHeight w:val="190"/>
        </w:trPr>
        <w:tc>
          <w:tcPr>
            <w:tcW w:w="900" w:type="dxa"/>
            <w:tcBorders>
              <w:right w:val="single" w:sz="6" w:space="0" w:color="auto"/>
            </w:tcBorders>
          </w:tcPr>
          <w:p w14:paraId="5E41FBA3"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245F7BAD" w14:textId="77777777" w:rsidR="00F21DB0" w:rsidRPr="001D3813" w:rsidRDefault="00F21DB0" w:rsidP="00E44FF8">
            <w:pPr>
              <w:pStyle w:val="tabletext11"/>
            </w:pPr>
            <w:r w:rsidRPr="001D3813">
              <w:t>Boyd</w:t>
            </w:r>
          </w:p>
        </w:tc>
        <w:tc>
          <w:tcPr>
            <w:tcW w:w="1300" w:type="dxa"/>
            <w:tcBorders>
              <w:top w:val="single" w:sz="6" w:space="0" w:color="auto"/>
              <w:left w:val="single" w:sz="6" w:space="0" w:color="auto"/>
              <w:bottom w:val="single" w:sz="6" w:space="0" w:color="auto"/>
              <w:right w:val="single" w:sz="6" w:space="0" w:color="auto"/>
            </w:tcBorders>
            <w:hideMark/>
          </w:tcPr>
          <w:p w14:paraId="7E185F0E" w14:textId="77777777" w:rsidR="00F21DB0" w:rsidRPr="001D3813" w:rsidRDefault="00F21DB0" w:rsidP="00E44FF8">
            <w:pPr>
              <w:pStyle w:val="tabletext11"/>
            </w:pPr>
            <w:r w:rsidRPr="001D3813">
              <w:t>Henderson</w:t>
            </w:r>
          </w:p>
        </w:tc>
        <w:tc>
          <w:tcPr>
            <w:tcW w:w="1300" w:type="dxa"/>
            <w:tcBorders>
              <w:top w:val="single" w:sz="6" w:space="0" w:color="auto"/>
              <w:left w:val="single" w:sz="6" w:space="0" w:color="auto"/>
              <w:bottom w:val="single" w:sz="6" w:space="0" w:color="auto"/>
              <w:right w:val="single" w:sz="6" w:space="0" w:color="auto"/>
            </w:tcBorders>
            <w:hideMark/>
          </w:tcPr>
          <w:p w14:paraId="080399AB" w14:textId="77777777" w:rsidR="00F21DB0" w:rsidRPr="001D3813" w:rsidRDefault="00F21DB0" w:rsidP="00E44FF8">
            <w:pPr>
              <w:pStyle w:val="tabletext11"/>
            </w:pPr>
            <w:r w:rsidRPr="001D3813">
              <w:t>Martin</w:t>
            </w:r>
          </w:p>
        </w:tc>
      </w:tr>
      <w:tr w:rsidR="00F21DB0" w:rsidRPr="001D3813" w14:paraId="39C52611" w14:textId="77777777" w:rsidTr="00E44FF8">
        <w:trPr>
          <w:cantSplit/>
          <w:trHeight w:val="190"/>
        </w:trPr>
        <w:tc>
          <w:tcPr>
            <w:tcW w:w="900" w:type="dxa"/>
            <w:tcBorders>
              <w:right w:val="single" w:sz="6" w:space="0" w:color="auto"/>
            </w:tcBorders>
          </w:tcPr>
          <w:p w14:paraId="44A26ACD"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25E821F3" w14:textId="77777777" w:rsidR="00F21DB0" w:rsidRPr="001D3813" w:rsidRDefault="00F21DB0" w:rsidP="00E44FF8">
            <w:pPr>
              <w:pStyle w:val="tabletext11"/>
            </w:pPr>
            <w:r w:rsidRPr="001D3813">
              <w:t>Breathitt</w:t>
            </w:r>
          </w:p>
        </w:tc>
        <w:tc>
          <w:tcPr>
            <w:tcW w:w="1300" w:type="dxa"/>
            <w:tcBorders>
              <w:top w:val="single" w:sz="6" w:space="0" w:color="auto"/>
              <w:left w:val="single" w:sz="6" w:space="0" w:color="auto"/>
              <w:bottom w:val="single" w:sz="6" w:space="0" w:color="auto"/>
              <w:right w:val="single" w:sz="6" w:space="0" w:color="auto"/>
            </w:tcBorders>
            <w:hideMark/>
          </w:tcPr>
          <w:p w14:paraId="556B3B32" w14:textId="77777777" w:rsidR="00F21DB0" w:rsidRPr="001D3813" w:rsidRDefault="00F21DB0" w:rsidP="00E44FF8">
            <w:pPr>
              <w:pStyle w:val="tabletext11"/>
            </w:pPr>
            <w:r w:rsidRPr="001D3813">
              <w:t>Hopkins</w:t>
            </w:r>
          </w:p>
        </w:tc>
        <w:tc>
          <w:tcPr>
            <w:tcW w:w="1300" w:type="dxa"/>
            <w:tcBorders>
              <w:top w:val="single" w:sz="6" w:space="0" w:color="auto"/>
              <w:left w:val="single" w:sz="6" w:space="0" w:color="auto"/>
              <w:bottom w:val="single" w:sz="6" w:space="0" w:color="auto"/>
              <w:right w:val="single" w:sz="6" w:space="0" w:color="auto"/>
            </w:tcBorders>
            <w:hideMark/>
          </w:tcPr>
          <w:p w14:paraId="0DCAD7CA" w14:textId="77777777" w:rsidR="00F21DB0" w:rsidRPr="001D3813" w:rsidRDefault="00F21DB0" w:rsidP="00E44FF8">
            <w:pPr>
              <w:pStyle w:val="tabletext11"/>
            </w:pPr>
            <w:r w:rsidRPr="001D3813">
              <w:t>Morgan</w:t>
            </w:r>
          </w:p>
        </w:tc>
      </w:tr>
      <w:tr w:rsidR="00F21DB0" w:rsidRPr="001D3813" w14:paraId="280149D0" w14:textId="77777777" w:rsidTr="00E44FF8">
        <w:trPr>
          <w:cantSplit/>
          <w:trHeight w:val="190"/>
        </w:trPr>
        <w:tc>
          <w:tcPr>
            <w:tcW w:w="900" w:type="dxa"/>
            <w:tcBorders>
              <w:right w:val="single" w:sz="6" w:space="0" w:color="auto"/>
            </w:tcBorders>
          </w:tcPr>
          <w:p w14:paraId="5B52312B"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7B351409" w14:textId="77777777" w:rsidR="00F21DB0" w:rsidRPr="001D3813" w:rsidRDefault="00F21DB0" w:rsidP="00E44FF8">
            <w:pPr>
              <w:pStyle w:val="tabletext11"/>
            </w:pPr>
            <w:r w:rsidRPr="001D3813">
              <w:t>Butler</w:t>
            </w:r>
          </w:p>
        </w:tc>
        <w:tc>
          <w:tcPr>
            <w:tcW w:w="1300" w:type="dxa"/>
            <w:tcBorders>
              <w:top w:val="single" w:sz="6" w:space="0" w:color="auto"/>
              <w:left w:val="single" w:sz="6" w:space="0" w:color="auto"/>
              <w:bottom w:val="single" w:sz="6" w:space="0" w:color="auto"/>
              <w:right w:val="single" w:sz="6" w:space="0" w:color="auto"/>
            </w:tcBorders>
            <w:hideMark/>
          </w:tcPr>
          <w:p w14:paraId="3E4EA02B" w14:textId="77777777" w:rsidR="00F21DB0" w:rsidRPr="001D3813" w:rsidRDefault="00F21DB0" w:rsidP="00E44FF8">
            <w:pPr>
              <w:pStyle w:val="tabletext11"/>
            </w:pPr>
            <w:r w:rsidRPr="001D3813">
              <w:t>Jackson</w:t>
            </w:r>
          </w:p>
        </w:tc>
        <w:tc>
          <w:tcPr>
            <w:tcW w:w="1300" w:type="dxa"/>
            <w:tcBorders>
              <w:top w:val="single" w:sz="6" w:space="0" w:color="auto"/>
              <w:left w:val="single" w:sz="6" w:space="0" w:color="auto"/>
              <w:bottom w:val="single" w:sz="6" w:space="0" w:color="auto"/>
              <w:right w:val="single" w:sz="6" w:space="0" w:color="auto"/>
            </w:tcBorders>
            <w:hideMark/>
          </w:tcPr>
          <w:p w14:paraId="6963780C" w14:textId="77777777" w:rsidR="00F21DB0" w:rsidRPr="001D3813" w:rsidRDefault="00F21DB0" w:rsidP="00E44FF8">
            <w:pPr>
              <w:pStyle w:val="tabletext11"/>
            </w:pPr>
            <w:r w:rsidRPr="001D3813">
              <w:t>Muhlenberg</w:t>
            </w:r>
          </w:p>
        </w:tc>
      </w:tr>
      <w:tr w:rsidR="00F21DB0" w:rsidRPr="001D3813" w14:paraId="5FC480B7" w14:textId="77777777" w:rsidTr="00E44FF8">
        <w:trPr>
          <w:cantSplit/>
          <w:trHeight w:val="190"/>
        </w:trPr>
        <w:tc>
          <w:tcPr>
            <w:tcW w:w="900" w:type="dxa"/>
            <w:tcBorders>
              <w:right w:val="single" w:sz="6" w:space="0" w:color="auto"/>
            </w:tcBorders>
          </w:tcPr>
          <w:p w14:paraId="54798827"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556926F8" w14:textId="77777777" w:rsidR="00F21DB0" w:rsidRPr="001D3813" w:rsidRDefault="00F21DB0" w:rsidP="00E44FF8">
            <w:pPr>
              <w:pStyle w:val="tabletext11"/>
            </w:pPr>
            <w:r w:rsidRPr="001D3813">
              <w:t>Carter</w:t>
            </w:r>
          </w:p>
        </w:tc>
        <w:tc>
          <w:tcPr>
            <w:tcW w:w="1300" w:type="dxa"/>
            <w:tcBorders>
              <w:top w:val="single" w:sz="6" w:space="0" w:color="auto"/>
              <w:left w:val="single" w:sz="6" w:space="0" w:color="auto"/>
              <w:bottom w:val="single" w:sz="6" w:space="0" w:color="auto"/>
              <w:right w:val="single" w:sz="6" w:space="0" w:color="auto"/>
            </w:tcBorders>
            <w:hideMark/>
          </w:tcPr>
          <w:p w14:paraId="3E08DA07" w14:textId="77777777" w:rsidR="00F21DB0" w:rsidRPr="001D3813" w:rsidRDefault="00F21DB0" w:rsidP="00E44FF8">
            <w:pPr>
              <w:pStyle w:val="tabletext11"/>
            </w:pPr>
            <w:r w:rsidRPr="001D3813">
              <w:t>Johnson</w:t>
            </w:r>
          </w:p>
        </w:tc>
        <w:tc>
          <w:tcPr>
            <w:tcW w:w="1300" w:type="dxa"/>
            <w:tcBorders>
              <w:top w:val="single" w:sz="6" w:space="0" w:color="auto"/>
              <w:left w:val="single" w:sz="6" w:space="0" w:color="auto"/>
              <w:bottom w:val="single" w:sz="6" w:space="0" w:color="auto"/>
              <w:right w:val="single" w:sz="6" w:space="0" w:color="auto"/>
            </w:tcBorders>
            <w:hideMark/>
          </w:tcPr>
          <w:p w14:paraId="74A10187" w14:textId="77777777" w:rsidR="00F21DB0" w:rsidRPr="001D3813" w:rsidRDefault="00F21DB0" w:rsidP="00E44FF8">
            <w:pPr>
              <w:pStyle w:val="tabletext11"/>
            </w:pPr>
            <w:r w:rsidRPr="001D3813">
              <w:t>Ohio</w:t>
            </w:r>
          </w:p>
        </w:tc>
      </w:tr>
      <w:tr w:rsidR="00F21DB0" w:rsidRPr="001D3813" w14:paraId="192FF214" w14:textId="77777777" w:rsidTr="00E44FF8">
        <w:trPr>
          <w:cantSplit/>
          <w:trHeight w:val="190"/>
        </w:trPr>
        <w:tc>
          <w:tcPr>
            <w:tcW w:w="900" w:type="dxa"/>
            <w:tcBorders>
              <w:right w:val="single" w:sz="6" w:space="0" w:color="auto"/>
            </w:tcBorders>
          </w:tcPr>
          <w:p w14:paraId="108AE33F"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3B3C978B" w14:textId="77777777" w:rsidR="00F21DB0" w:rsidRPr="001D3813" w:rsidRDefault="00F21DB0" w:rsidP="00E44FF8">
            <w:pPr>
              <w:pStyle w:val="tabletext11"/>
            </w:pPr>
            <w:r w:rsidRPr="001D3813">
              <w:t>Christian</w:t>
            </w:r>
          </w:p>
        </w:tc>
        <w:tc>
          <w:tcPr>
            <w:tcW w:w="1300" w:type="dxa"/>
            <w:tcBorders>
              <w:top w:val="single" w:sz="6" w:space="0" w:color="auto"/>
              <w:left w:val="single" w:sz="6" w:space="0" w:color="auto"/>
              <w:bottom w:val="single" w:sz="6" w:space="0" w:color="auto"/>
              <w:right w:val="single" w:sz="6" w:space="0" w:color="auto"/>
            </w:tcBorders>
            <w:hideMark/>
          </w:tcPr>
          <w:p w14:paraId="1E8E770E" w14:textId="77777777" w:rsidR="00F21DB0" w:rsidRPr="001D3813" w:rsidRDefault="00F21DB0" w:rsidP="00E44FF8">
            <w:pPr>
              <w:pStyle w:val="tabletext11"/>
            </w:pPr>
            <w:r w:rsidRPr="001D3813">
              <w:t>Knott</w:t>
            </w:r>
          </w:p>
        </w:tc>
        <w:tc>
          <w:tcPr>
            <w:tcW w:w="1300" w:type="dxa"/>
            <w:tcBorders>
              <w:top w:val="single" w:sz="6" w:space="0" w:color="auto"/>
              <w:left w:val="single" w:sz="6" w:space="0" w:color="auto"/>
              <w:bottom w:val="single" w:sz="6" w:space="0" w:color="auto"/>
              <w:right w:val="single" w:sz="6" w:space="0" w:color="auto"/>
            </w:tcBorders>
            <w:hideMark/>
          </w:tcPr>
          <w:p w14:paraId="5A7A1978" w14:textId="77777777" w:rsidR="00F21DB0" w:rsidRPr="001D3813" w:rsidRDefault="00F21DB0" w:rsidP="00E44FF8">
            <w:pPr>
              <w:pStyle w:val="tabletext11"/>
            </w:pPr>
            <w:r w:rsidRPr="001D3813">
              <w:t>Owsley</w:t>
            </w:r>
          </w:p>
        </w:tc>
      </w:tr>
      <w:tr w:rsidR="00F21DB0" w:rsidRPr="001D3813" w14:paraId="3E123899" w14:textId="77777777" w:rsidTr="00E44FF8">
        <w:trPr>
          <w:cantSplit/>
          <w:trHeight w:val="190"/>
        </w:trPr>
        <w:tc>
          <w:tcPr>
            <w:tcW w:w="900" w:type="dxa"/>
            <w:tcBorders>
              <w:right w:val="single" w:sz="6" w:space="0" w:color="auto"/>
            </w:tcBorders>
          </w:tcPr>
          <w:p w14:paraId="5F66A8CE"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0066C1E1" w14:textId="77777777" w:rsidR="00F21DB0" w:rsidRPr="001D3813" w:rsidRDefault="00F21DB0" w:rsidP="00E44FF8">
            <w:pPr>
              <w:pStyle w:val="tabletext11"/>
            </w:pPr>
            <w:r w:rsidRPr="001D3813">
              <w:t>Clay</w:t>
            </w:r>
          </w:p>
        </w:tc>
        <w:tc>
          <w:tcPr>
            <w:tcW w:w="1300" w:type="dxa"/>
            <w:tcBorders>
              <w:top w:val="single" w:sz="6" w:space="0" w:color="auto"/>
              <w:left w:val="single" w:sz="6" w:space="0" w:color="auto"/>
              <w:bottom w:val="single" w:sz="6" w:space="0" w:color="auto"/>
              <w:right w:val="single" w:sz="6" w:space="0" w:color="auto"/>
            </w:tcBorders>
            <w:hideMark/>
          </w:tcPr>
          <w:p w14:paraId="01287C74" w14:textId="77777777" w:rsidR="00F21DB0" w:rsidRPr="001D3813" w:rsidRDefault="00F21DB0" w:rsidP="00E44FF8">
            <w:pPr>
              <w:pStyle w:val="tabletext11"/>
            </w:pPr>
            <w:r w:rsidRPr="001D3813">
              <w:t>Knox</w:t>
            </w:r>
          </w:p>
        </w:tc>
        <w:tc>
          <w:tcPr>
            <w:tcW w:w="1300" w:type="dxa"/>
            <w:tcBorders>
              <w:top w:val="single" w:sz="6" w:space="0" w:color="auto"/>
              <w:left w:val="single" w:sz="6" w:space="0" w:color="auto"/>
              <w:bottom w:val="single" w:sz="6" w:space="0" w:color="auto"/>
              <w:right w:val="single" w:sz="6" w:space="0" w:color="auto"/>
            </w:tcBorders>
            <w:hideMark/>
          </w:tcPr>
          <w:p w14:paraId="093B2BF6" w14:textId="77777777" w:rsidR="00F21DB0" w:rsidRPr="001D3813" w:rsidRDefault="00F21DB0" w:rsidP="00E44FF8">
            <w:pPr>
              <w:pStyle w:val="tabletext11"/>
            </w:pPr>
            <w:r w:rsidRPr="001D3813">
              <w:t>Perry</w:t>
            </w:r>
          </w:p>
        </w:tc>
      </w:tr>
      <w:tr w:rsidR="00F21DB0" w:rsidRPr="001D3813" w14:paraId="6E555D29" w14:textId="77777777" w:rsidTr="00E44FF8">
        <w:trPr>
          <w:cantSplit/>
          <w:trHeight w:val="190"/>
        </w:trPr>
        <w:tc>
          <w:tcPr>
            <w:tcW w:w="900" w:type="dxa"/>
            <w:tcBorders>
              <w:right w:val="single" w:sz="6" w:space="0" w:color="auto"/>
            </w:tcBorders>
          </w:tcPr>
          <w:p w14:paraId="5C121587"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3CD0D4FA" w14:textId="77777777" w:rsidR="00F21DB0" w:rsidRPr="001D3813" w:rsidRDefault="00F21DB0" w:rsidP="00E44FF8">
            <w:pPr>
              <w:pStyle w:val="tabletext11"/>
            </w:pPr>
            <w:r w:rsidRPr="001D3813">
              <w:t>Daviess</w:t>
            </w:r>
          </w:p>
        </w:tc>
        <w:tc>
          <w:tcPr>
            <w:tcW w:w="1300" w:type="dxa"/>
            <w:tcBorders>
              <w:top w:val="single" w:sz="6" w:space="0" w:color="auto"/>
              <w:left w:val="single" w:sz="6" w:space="0" w:color="auto"/>
              <w:bottom w:val="single" w:sz="6" w:space="0" w:color="auto"/>
              <w:right w:val="single" w:sz="6" w:space="0" w:color="auto"/>
            </w:tcBorders>
            <w:hideMark/>
          </w:tcPr>
          <w:p w14:paraId="32875B1B" w14:textId="77777777" w:rsidR="00F21DB0" w:rsidRPr="001D3813" w:rsidRDefault="00F21DB0" w:rsidP="00E44FF8">
            <w:pPr>
              <w:pStyle w:val="tabletext11"/>
            </w:pPr>
            <w:r w:rsidRPr="001D3813">
              <w:t>Laurel</w:t>
            </w:r>
          </w:p>
        </w:tc>
        <w:tc>
          <w:tcPr>
            <w:tcW w:w="1300" w:type="dxa"/>
            <w:tcBorders>
              <w:top w:val="single" w:sz="6" w:space="0" w:color="auto"/>
              <w:left w:val="single" w:sz="6" w:space="0" w:color="auto"/>
              <w:bottom w:val="single" w:sz="6" w:space="0" w:color="auto"/>
              <w:right w:val="single" w:sz="6" w:space="0" w:color="auto"/>
            </w:tcBorders>
            <w:hideMark/>
          </w:tcPr>
          <w:p w14:paraId="0DBEDDF3" w14:textId="77777777" w:rsidR="00F21DB0" w:rsidRPr="001D3813" w:rsidRDefault="00F21DB0" w:rsidP="00E44FF8">
            <w:pPr>
              <w:pStyle w:val="tabletext11"/>
            </w:pPr>
            <w:r w:rsidRPr="001D3813">
              <w:t>Union</w:t>
            </w:r>
          </w:p>
        </w:tc>
      </w:tr>
      <w:tr w:rsidR="00F21DB0" w:rsidRPr="001D3813" w14:paraId="6586FE0F" w14:textId="77777777" w:rsidTr="00E44FF8">
        <w:trPr>
          <w:cantSplit/>
          <w:trHeight w:val="190"/>
        </w:trPr>
        <w:tc>
          <w:tcPr>
            <w:tcW w:w="900" w:type="dxa"/>
            <w:tcBorders>
              <w:right w:val="single" w:sz="6" w:space="0" w:color="auto"/>
            </w:tcBorders>
          </w:tcPr>
          <w:p w14:paraId="5BE3DC56"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4F88C58E" w14:textId="77777777" w:rsidR="00F21DB0" w:rsidRPr="001D3813" w:rsidRDefault="00F21DB0" w:rsidP="00E44FF8">
            <w:pPr>
              <w:pStyle w:val="tabletext11"/>
            </w:pPr>
            <w:r w:rsidRPr="001D3813">
              <w:t>Edmonson</w:t>
            </w:r>
          </w:p>
        </w:tc>
        <w:tc>
          <w:tcPr>
            <w:tcW w:w="1300" w:type="dxa"/>
            <w:tcBorders>
              <w:top w:val="single" w:sz="6" w:space="0" w:color="auto"/>
              <w:left w:val="single" w:sz="6" w:space="0" w:color="auto"/>
              <w:bottom w:val="single" w:sz="6" w:space="0" w:color="auto"/>
              <w:right w:val="single" w:sz="6" w:space="0" w:color="auto"/>
            </w:tcBorders>
            <w:hideMark/>
          </w:tcPr>
          <w:p w14:paraId="4D0FAB28" w14:textId="77777777" w:rsidR="00F21DB0" w:rsidRPr="001D3813" w:rsidRDefault="00F21DB0" w:rsidP="00E44FF8">
            <w:pPr>
              <w:pStyle w:val="tabletext11"/>
            </w:pPr>
            <w:r w:rsidRPr="001D3813">
              <w:t>Lawrence</w:t>
            </w:r>
          </w:p>
        </w:tc>
        <w:tc>
          <w:tcPr>
            <w:tcW w:w="1300" w:type="dxa"/>
            <w:tcBorders>
              <w:top w:val="single" w:sz="6" w:space="0" w:color="auto"/>
              <w:left w:val="single" w:sz="6" w:space="0" w:color="auto"/>
              <w:bottom w:val="single" w:sz="6" w:space="0" w:color="auto"/>
              <w:right w:val="single" w:sz="6" w:space="0" w:color="auto"/>
            </w:tcBorders>
            <w:hideMark/>
          </w:tcPr>
          <w:p w14:paraId="6D25FDD0" w14:textId="77777777" w:rsidR="00F21DB0" w:rsidRPr="001D3813" w:rsidRDefault="00F21DB0" w:rsidP="00E44FF8">
            <w:pPr>
              <w:pStyle w:val="tabletext11"/>
            </w:pPr>
            <w:r w:rsidRPr="001D3813">
              <w:t>Webster</w:t>
            </w:r>
          </w:p>
        </w:tc>
      </w:tr>
      <w:tr w:rsidR="00F21DB0" w:rsidRPr="001D3813" w14:paraId="3ED8EDCE" w14:textId="77777777" w:rsidTr="00E44FF8">
        <w:trPr>
          <w:cantSplit/>
          <w:trHeight w:val="190"/>
        </w:trPr>
        <w:tc>
          <w:tcPr>
            <w:tcW w:w="900" w:type="dxa"/>
            <w:tcBorders>
              <w:right w:val="single" w:sz="6" w:space="0" w:color="auto"/>
            </w:tcBorders>
          </w:tcPr>
          <w:p w14:paraId="06CD7C11"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141D39E6" w14:textId="77777777" w:rsidR="00F21DB0" w:rsidRPr="001D3813" w:rsidRDefault="00F21DB0" w:rsidP="00E44FF8">
            <w:pPr>
              <w:pStyle w:val="tabletext11"/>
            </w:pPr>
            <w:r w:rsidRPr="001D3813">
              <w:t>Elliott</w:t>
            </w:r>
          </w:p>
        </w:tc>
        <w:tc>
          <w:tcPr>
            <w:tcW w:w="1300" w:type="dxa"/>
            <w:tcBorders>
              <w:top w:val="single" w:sz="6" w:space="0" w:color="auto"/>
              <w:left w:val="single" w:sz="6" w:space="0" w:color="auto"/>
              <w:bottom w:val="single" w:sz="6" w:space="0" w:color="auto"/>
              <w:right w:val="single" w:sz="6" w:space="0" w:color="auto"/>
            </w:tcBorders>
            <w:hideMark/>
          </w:tcPr>
          <w:p w14:paraId="4042D5FE" w14:textId="77777777" w:rsidR="00F21DB0" w:rsidRPr="001D3813" w:rsidRDefault="00F21DB0" w:rsidP="00E44FF8">
            <w:pPr>
              <w:pStyle w:val="tabletext11"/>
            </w:pPr>
            <w:r w:rsidRPr="001D3813">
              <w:t>Lee</w:t>
            </w:r>
          </w:p>
        </w:tc>
        <w:tc>
          <w:tcPr>
            <w:tcW w:w="1300" w:type="dxa"/>
            <w:tcBorders>
              <w:top w:val="single" w:sz="6" w:space="0" w:color="auto"/>
              <w:left w:val="single" w:sz="6" w:space="0" w:color="auto"/>
              <w:bottom w:val="single" w:sz="6" w:space="0" w:color="auto"/>
              <w:right w:val="single" w:sz="6" w:space="0" w:color="auto"/>
            </w:tcBorders>
            <w:hideMark/>
          </w:tcPr>
          <w:p w14:paraId="5F1835E8" w14:textId="77777777" w:rsidR="00F21DB0" w:rsidRPr="001D3813" w:rsidRDefault="00F21DB0" w:rsidP="00E44FF8">
            <w:pPr>
              <w:pStyle w:val="tabletext11"/>
            </w:pPr>
            <w:r w:rsidRPr="001D3813">
              <w:t>Whitley</w:t>
            </w:r>
          </w:p>
        </w:tc>
      </w:tr>
      <w:tr w:rsidR="00F21DB0" w:rsidRPr="001D3813" w14:paraId="445A825E" w14:textId="77777777" w:rsidTr="00E44FF8">
        <w:trPr>
          <w:cantSplit/>
          <w:trHeight w:val="190"/>
        </w:trPr>
        <w:tc>
          <w:tcPr>
            <w:tcW w:w="900" w:type="dxa"/>
            <w:tcBorders>
              <w:right w:val="single" w:sz="6" w:space="0" w:color="auto"/>
            </w:tcBorders>
          </w:tcPr>
          <w:p w14:paraId="2327E096"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4BDFB1C9" w14:textId="77777777" w:rsidR="00F21DB0" w:rsidRPr="001D3813" w:rsidRDefault="00F21DB0" w:rsidP="00E44FF8">
            <w:pPr>
              <w:pStyle w:val="tabletext11"/>
            </w:pPr>
            <w:r w:rsidRPr="001D3813">
              <w:t>Floyd</w:t>
            </w:r>
          </w:p>
        </w:tc>
        <w:tc>
          <w:tcPr>
            <w:tcW w:w="1300" w:type="dxa"/>
            <w:tcBorders>
              <w:top w:val="single" w:sz="6" w:space="0" w:color="auto"/>
              <w:left w:val="single" w:sz="6" w:space="0" w:color="auto"/>
              <w:bottom w:val="single" w:sz="6" w:space="0" w:color="auto"/>
              <w:right w:val="single" w:sz="6" w:space="0" w:color="auto"/>
            </w:tcBorders>
            <w:hideMark/>
          </w:tcPr>
          <w:p w14:paraId="5FB436F2" w14:textId="77777777" w:rsidR="00F21DB0" w:rsidRPr="001D3813" w:rsidRDefault="00F21DB0" w:rsidP="00E44FF8">
            <w:pPr>
              <w:pStyle w:val="tabletext11"/>
            </w:pPr>
            <w:r w:rsidRPr="001D3813">
              <w:t>Leslie</w:t>
            </w:r>
          </w:p>
        </w:tc>
        <w:tc>
          <w:tcPr>
            <w:tcW w:w="1300" w:type="dxa"/>
            <w:tcBorders>
              <w:top w:val="single" w:sz="6" w:space="0" w:color="auto"/>
              <w:left w:val="single" w:sz="6" w:space="0" w:color="auto"/>
              <w:bottom w:val="single" w:sz="6" w:space="0" w:color="auto"/>
              <w:right w:val="single" w:sz="6" w:space="0" w:color="auto"/>
            </w:tcBorders>
            <w:hideMark/>
          </w:tcPr>
          <w:p w14:paraId="1FACD455" w14:textId="77777777" w:rsidR="00F21DB0" w:rsidRPr="001D3813" w:rsidRDefault="00F21DB0" w:rsidP="00E44FF8">
            <w:pPr>
              <w:pStyle w:val="tabletext11"/>
            </w:pPr>
            <w:r w:rsidRPr="001D3813">
              <w:t>Wolfe</w:t>
            </w:r>
          </w:p>
        </w:tc>
      </w:tr>
      <w:tr w:rsidR="00F21DB0" w:rsidRPr="001D3813" w14:paraId="261C40A1" w14:textId="77777777" w:rsidTr="00E44FF8">
        <w:trPr>
          <w:cantSplit/>
          <w:trHeight w:val="190"/>
        </w:trPr>
        <w:tc>
          <w:tcPr>
            <w:tcW w:w="900" w:type="dxa"/>
            <w:tcBorders>
              <w:right w:val="single" w:sz="6" w:space="0" w:color="auto"/>
            </w:tcBorders>
          </w:tcPr>
          <w:p w14:paraId="5F48208B"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6D1570E0" w14:textId="77777777" w:rsidR="00F21DB0" w:rsidRPr="001D3813" w:rsidRDefault="00F21DB0" w:rsidP="00E44FF8">
            <w:pPr>
              <w:pStyle w:val="tabletext11"/>
            </w:pPr>
            <w:r w:rsidRPr="001D3813">
              <w:t>Greenup</w:t>
            </w:r>
          </w:p>
        </w:tc>
        <w:tc>
          <w:tcPr>
            <w:tcW w:w="1300" w:type="dxa"/>
            <w:tcBorders>
              <w:top w:val="single" w:sz="6" w:space="0" w:color="auto"/>
              <w:left w:val="single" w:sz="6" w:space="0" w:color="auto"/>
              <w:bottom w:val="single" w:sz="6" w:space="0" w:color="auto"/>
              <w:right w:val="single" w:sz="6" w:space="0" w:color="auto"/>
            </w:tcBorders>
            <w:hideMark/>
          </w:tcPr>
          <w:p w14:paraId="6A982F4B" w14:textId="77777777" w:rsidR="00F21DB0" w:rsidRPr="001D3813" w:rsidRDefault="00F21DB0" w:rsidP="00E44FF8">
            <w:pPr>
              <w:pStyle w:val="tabletext11"/>
            </w:pPr>
            <w:r w:rsidRPr="001D3813">
              <w:t>Letcher</w:t>
            </w:r>
          </w:p>
        </w:tc>
        <w:tc>
          <w:tcPr>
            <w:tcW w:w="1300" w:type="dxa"/>
            <w:tcBorders>
              <w:top w:val="single" w:sz="6" w:space="0" w:color="auto"/>
              <w:left w:val="single" w:sz="6" w:space="0" w:color="auto"/>
              <w:bottom w:val="single" w:sz="6" w:space="0" w:color="auto"/>
              <w:right w:val="single" w:sz="6" w:space="0" w:color="auto"/>
            </w:tcBorders>
            <w:hideMark/>
          </w:tcPr>
          <w:p w14:paraId="6B5B3C11" w14:textId="77777777" w:rsidR="00F21DB0" w:rsidRPr="001D3813" w:rsidRDefault="00F21DB0" w:rsidP="00E44FF8">
            <w:pPr>
              <w:pStyle w:val="tabletext11"/>
            </w:pPr>
          </w:p>
        </w:tc>
      </w:tr>
      <w:tr w:rsidR="00F21DB0" w:rsidRPr="001D3813" w14:paraId="1012B813" w14:textId="77777777" w:rsidTr="00E44FF8">
        <w:trPr>
          <w:cantSplit/>
          <w:trHeight w:val="190"/>
        </w:trPr>
        <w:tc>
          <w:tcPr>
            <w:tcW w:w="900" w:type="dxa"/>
            <w:tcBorders>
              <w:right w:val="single" w:sz="6" w:space="0" w:color="auto"/>
            </w:tcBorders>
          </w:tcPr>
          <w:p w14:paraId="24E81C0F" w14:textId="77777777" w:rsidR="00F21DB0" w:rsidRPr="001D3813" w:rsidRDefault="00F21DB0" w:rsidP="00E44FF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77892E6F" w14:textId="77777777" w:rsidR="00F21DB0" w:rsidRPr="001D3813" w:rsidRDefault="00F21DB0" w:rsidP="00E44FF8">
            <w:pPr>
              <w:pStyle w:val="tabletext11"/>
            </w:pPr>
            <w:r w:rsidRPr="001D3813">
              <w:t>Hancock</w:t>
            </w:r>
          </w:p>
        </w:tc>
        <w:tc>
          <w:tcPr>
            <w:tcW w:w="1300" w:type="dxa"/>
            <w:tcBorders>
              <w:top w:val="single" w:sz="6" w:space="0" w:color="auto"/>
              <w:left w:val="single" w:sz="6" w:space="0" w:color="auto"/>
              <w:bottom w:val="single" w:sz="6" w:space="0" w:color="auto"/>
              <w:right w:val="single" w:sz="6" w:space="0" w:color="auto"/>
            </w:tcBorders>
            <w:hideMark/>
          </w:tcPr>
          <w:p w14:paraId="64C740FF" w14:textId="77777777" w:rsidR="00F21DB0" w:rsidRPr="001D3813" w:rsidRDefault="00F21DB0" w:rsidP="00E44FF8">
            <w:pPr>
              <w:pStyle w:val="tabletext11"/>
            </w:pPr>
            <w:r w:rsidRPr="001D3813">
              <w:t>McCreary</w:t>
            </w:r>
          </w:p>
        </w:tc>
        <w:tc>
          <w:tcPr>
            <w:tcW w:w="1300" w:type="dxa"/>
            <w:tcBorders>
              <w:top w:val="single" w:sz="6" w:space="0" w:color="auto"/>
              <w:left w:val="single" w:sz="6" w:space="0" w:color="auto"/>
              <w:bottom w:val="single" w:sz="6" w:space="0" w:color="auto"/>
              <w:right w:val="single" w:sz="6" w:space="0" w:color="auto"/>
            </w:tcBorders>
          </w:tcPr>
          <w:p w14:paraId="4B156D66" w14:textId="77777777" w:rsidR="00F21DB0" w:rsidRPr="001D3813" w:rsidRDefault="00F21DB0" w:rsidP="00E44FF8">
            <w:pPr>
              <w:pStyle w:val="tabletext11"/>
            </w:pPr>
          </w:p>
        </w:tc>
      </w:tr>
    </w:tbl>
    <w:p w14:paraId="392C7876" w14:textId="77777777" w:rsidR="00F21DB0" w:rsidRPr="001D3813" w:rsidRDefault="00F21DB0" w:rsidP="00F21DB0">
      <w:pPr>
        <w:pStyle w:val="isonormal"/>
      </w:pPr>
    </w:p>
    <w:p w14:paraId="7A160C3F" w14:textId="77777777" w:rsidR="00F21DB0" w:rsidRPr="001D3813" w:rsidRDefault="00F21DB0" w:rsidP="00F21DB0">
      <w:pPr>
        <w:pStyle w:val="outlinetxt4"/>
      </w:pPr>
      <w:r w:rsidRPr="001D3813">
        <w:tab/>
      </w:r>
      <w:r w:rsidRPr="001D3813">
        <w:rPr>
          <w:b/>
        </w:rPr>
        <w:t>b.</w:t>
      </w:r>
      <w:r w:rsidRPr="001D3813">
        <w:rPr>
          <w:b/>
        </w:rPr>
        <w:tab/>
      </w:r>
      <w:r w:rsidRPr="001D3813">
        <w:t xml:space="preserve">Companies are not precluded from offering coverage in excess of $500,000 per structure and $50,000 for additional living expense. </w:t>
      </w:r>
    </w:p>
    <w:p w14:paraId="3AE0D4BB" w14:textId="77777777" w:rsidR="00F21DB0" w:rsidRPr="001D3813" w:rsidRDefault="00F21DB0" w:rsidP="00F21DB0">
      <w:pPr>
        <w:pStyle w:val="outlinehd3"/>
      </w:pPr>
      <w:r w:rsidRPr="001D3813">
        <w:tab/>
        <w:t>4.</w:t>
      </w:r>
      <w:r w:rsidRPr="001D3813">
        <w:tab/>
        <w:t>Separate Premium</w:t>
      </w:r>
    </w:p>
    <w:p w14:paraId="5E4DEFE9" w14:textId="77777777" w:rsidR="00F21DB0" w:rsidRPr="001D3813" w:rsidRDefault="00F21DB0" w:rsidP="00F21DB0">
      <w:pPr>
        <w:pStyle w:val="blocktext4"/>
      </w:pPr>
      <w:r w:rsidRPr="001D3813">
        <w:t>Show premium for Mine Subsidence Insurance separately.</w:t>
      </w:r>
    </w:p>
    <w:p w14:paraId="6EF99FA6" w14:textId="77777777" w:rsidR="00F21DB0" w:rsidRPr="001D3813" w:rsidRDefault="00F21DB0" w:rsidP="00F21DB0">
      <w:pPr>
        <w:pStyle w:val="outlinehd2"/>
      </w:pPr>
      <w:r w:rsidRPr="001D3813">
        <w:tab/>
        <w:t>E.</w:t>
      </w:r>
      <w:r w:rsidRPr="001D3813">
        <w:tab/>
        <w:t>Premiums</w:t>
      </w:r>
    </w:p>
    <w:p w14:paraId="796E939E" w14:textId="77777777" w:rsidR="00F21DB0" w:rsidRPr="001D3813" w:rsidDel="00805EB3" w:rsidRDefault="00F21DB0" w:rsidP="00F21DB0">
      <w:pPr>
        <w:pStyle w:val="blocktext3"/>
        <w:rPr>
          <w:del w:id="2" w:author="Author"/>
        </w:rPr>
      </w:pPr>
      <w:del w:id="3" w:author="Author">
        <w:r w:rsidRPr="001D3813" w:rsidDel="00805EB3">
          <w:delText>Refer to company.</w:delText>
        </w:r>
      </w:del>
    </w:p>
    <w:bookmarkEnd w:id="0"/>
    <w:p w14:paraId="22221F64" w14:textId="77777777" w:rsidR="00F21DB0" w:rsidRPr="001D3813" w:rsidRDefault="00F21DB0" w:rsidP="00F21DB0">
      <w:pPr>
        <w:pStyle w:val="blocktext3"/>
        <w:rPr>
          <w:ins w:id="4" w:author="Author"/>
        </w:rPr>
      </w:pPr>
      <w:ins w:id="5" w:author="Author">
        <w:r w:rsidRPr="001D3813">
          <w:t>The annual premiums per structure are as follows:</w:t>
        </w:r>
      </w:ins>
    </w:p>
    <w:p w14:paraId="121B1713" w14:textId="77777777" w:rsidR="00F21DB0" w:rsidRPr="001D3813" w:rsidRDefault="00F21DB0" w:rsidP="00F21DB0">
      <w:pPr>
        <w:pStyle w:val="space4"/>
        <w:rPr>
          <w:ins w:id="6" w:author="Author"/>
        </w:rPr>
      </w:pPr>
    </w:p>
    <w:tbl>
      <w:tblPr>
        <w:tblW w:w="0" w:type="auto"/>
        <w:tblInd w:w="-160" w:type="dxa"/>
        <w:tblLayout w:type="fixed"/>
        <w:tblCellMar>
          <w:left w:w="50" w:type="dxa"/>
          <w:right w:w="50" w:type="dxa"/>
        </w:tblCellMar>
        <w:tblLook w:val="0000" w:firstRow="0" w:lastRow="0" w:firstColumn="0" w:lastColumn="0" w:noHBand="0" w:noVBand="0"/>
        <w:tblPrChange w:id="7"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300"/>
        <w:gridCol w:w="40"/>
        <w:gridCol w:w="20"/>
        <w:gridCol w:w="320"/>
        <w:gridCol w:w="340"/>
        <w:gridCol w:w="1380"/>
        <w:gridCol w:w="400"/>
        <w:gridCol w:w="910"/>
        <w:gridCol w:w="200"/>
        <w:gridCol w:w="100"/>
        <w:gridCol w:w="790"/>
        <w:tblGridChange w:id="8">
          <w:tblGrid>
            <w:gridCol w:w="200"/>
            <w:gridCol w:w="340"/>
            <w:gridCol w:w="340"/>
            <w:gridCol w:w="80"/>
            <w:gridCol w:w="200"/>
            <w:gridCol w:w="60"/>
            <w:gridCol w:w="240"/>
            <w:gridCol w:w="60"/>
            <w:gridCol w:w="2040"/>
            <w:gridCol w:w="400"/>
            <w:gridCol w:w="910"/>
            <w:gridCol w:w="130"/>
            <w:gridCol w:w="170"/>
            <w:gridCol w:w="790"/>
          </w:tblGrid>
        </w:tblGridChange>
      </w:tblGrid>
      <w:tr w:rsidR="00F21DB0" w:rsidRPr="001D3813" w14:paraId="21F8846F" w14:textId="77777777" w:rsidTr="00F21DB0">
        <w:trPr>
          <w:cantSplit/>
          <w:trHeight w:val="190"/>
          <w:ins w:id="9" w:author="Author"/>
          <w:trPrChange w:id="10" w:author="Author">
            <w:trPr>
              <w:gridBefore w:val="4"/>
              <w:cantSplit/>
              <w:trHeight w:val="190"/>
            </w:trPr>
          </w:trPrChange>
        </w:trPr>
        <w:tc>
          <w:tcPr>
            <w:tcW w:w="200" w:type="dxa"/>
            <w:tcPrChange w:id="11" w:author="Author">
              <w:tcPr>
                <w:tcW w:w="200" w:type="dxa"/>
              </w:tcPr>
            </w:tcPrChange>
          </w:tcPr>
          <w:p w14:paraId="3450DBEA" w14:textId="77777777" w:rsidR="00F21DB0" w:rsidRPr="001D3813" w:rsidRDefault="00F21DB0" w:rsidP="00E44FF8">
            <w:pPr>
              <w:pStyle w:val="tablehead"/>
              <w:rPr>
                <w:ins w:id="12" w:author="Author"/>
              </w:rPr>
            </w:pPr>
            <w:ins w:id="13" w:author="Author">
              <w:r w:rsidRPr="001D3813">
                <w:br/>
              </w:r>
              <w:r w:rsidRPr="001D3813">
                <w:br/>
              </w:r>
              <w:r w:rsidRPr="001D3813">
                <w:br/>
              </w:r>
            </w:ins>
          </w:p>
        </w:tc>
        <w:tc>
          <w:tcPr>
            <w:tcW w:w="2400" w:type="dxa"/>
            <w:gridSpan w:val="6"/>
            <w:tcBorders>
              <w:top w:val="single" w:sz="6" w:space="0" w:color="auto"/>
              <w:left w:val="single" w:sz="6" w:space="0" w:color="auto"/>
              <w:bottom w:val="single" w:sz="6" w:space="0" w:color="auto"/>
              <w:right w:val="single" w:sz="6" w:space="0" w:color="auto"/>
            </w:tcBorders>
            <w:tcPrChange w:id="14" w:author="Author">
              <w:tcPr>
                <w:tcW w:w="2400" w:type="dxa"/>
                <w:gridSpan w:val="4"/>
                <w:tcBorders>
                  <w:top w:val="single" w:sz="6" w:space="0" w:color="auto"/>
                  <w:left w:val="single" w:sz="6" w:space="0" w:color="auto"/>
                  <w:bottom w:val="single" w:sz="6" w:space="0" w:color="auto"/>
                  <w:right w:val="single" w:sz="6" w:space="0" w:color="auto"/>
                </w:tcBorders>
              </w:tcPr>
            </w:tcPrChange>
          </w:tcPr>
          <w:p w14:paraId="1D1179B3" w14:textId="77777777" w:rsidR="00F21DB0" w:rsidRPr="001D3813" w:rsidRDefault="00F21DB0" w:rsidP="00E44FF8">
            <w:pPr>
              <w:pStyle w:val="tablehead"/>
              <w:rPr>
                <w:ins w:id="15" w:author="Author"/>
              </w:rPr>
            </w:pPr>
            <w:ins w:id="16" w:author="Author">
              <w:r w:rsidRPr="001D3813">
                <w:br/>
              </w:r>
              <w:r w:rsidRPr="001D3813">
                <w:br/>
              </w:r>
              <w:r w:rsidRPr="001D3813">
                <w:br/>
                <w:t>First</w:t>
              </w:r>
            </w:ins>
          </w:p>
        </w:tc>
        <w:tc>
          <w:tcPr>
            <w:tcW w:w="1310" w:type="dxa"/>
            <w:gridSpan w:val="2"/>
            <w:tcBorders>
              <w:top w:val="single" w:sz="6" w:space="0" w:color="auto"/>
              <w:left w:val="single" w:sz="6" w:space="0" w:color="auto"/>
              <w:bottom w:val="single" w:sz="6" w:space="0" w:color="auto"/>
              <w:right w:val="single" w:sz="6" w:space="0" w:color="auto"/>
            </w:tcBorders>
            <w:tcPrChange w:id="17" w:author="Author">
              <w:tcPr>
                <w:tcW w:w="1310" w:type="dxa"/>
                <w:gridSpan w:val="2"/>
                <w:tcBorders>
                  <w:top w:val="single" w:sz="6" w:space="0" w:color="auto"/>
                  <w:left w:val="single" w:sz="6" w:space="0" w:color="auto"/>
                  <w:bottom w:val="single" w:sz="6" w:space="0" w:color="auto"/>
                  <w:right w:val="single" w:sz="6" w:space="0" w:color="auto"/>
                </w:tcBorders>
              </w:tcPr>
            </w:tcPrChange>
          </w:tcPr>
          <w:p w14:paraId="42768BC3" w14:textId="77777777" w:rsidR="00F21DB0" w:rsidRPr="001D3813" w:rsidRDefault="00F21DB0" w:rsidP="00E44FF8">
            <w:pPr>
              <w:pStyle w:val="tablehead"/>
              <w:rPr>
                <w:ins w:id="18" w:author="Author"/>
              </w:rPr>
            </w:pPr>
            <w:ins w:id="19" w:author="Author">
              <w:r w:rsidRPr="001D3813">
                <w:br/>
                <w:t>Dwelling</w:t>
              </w:r>
              <w:r w:rsidRPr="001D3813">
                <w:br/>
                <w:t>Structure</w:t>
              </w:r>
              <w:r w:rsidRPr="001D3813">
                <w:br/>
                <w:t>(2), (3)</w:t>
              </w:r>
            </w:ins>
          </w:p>
        </w:tc>
        <w:tc>
          <w:tcPr>
            <w:tcW w:w="1090" w:type="dxa"/>
            <w:gridSpan w:val="3"/>
            <w:tcBorders>
              <w:top w:val="single" w:sz="6" w:space="0" w:color="auto"/>
              <w:left w:val="single" w:sz="6" w:space="0" w:color="auto"/>
              <w:bottom w:val="single" w:sz="6" w:space="0" w:color="auto"/>
              <w:right w:val="single" w:sz="6" w:space="0" w:color="auto"/>
            </w:tcBorders>
            <w:tcPrChange w:id="20" w:author="Author">
              <w:tcPr>
                <w:tcW w:w="1090" w:type="dxa"/>
                <w:gridSpan w:val="3"/>
                <w:tcBorders>
                  <w:top w:val="single" w:sz="6" w:space="0" w:color="auto"/>
                  <w:left w:val="single" w:sz="6" w:space="0" w:color="auto"/>
                  <w:bottom w:val="single" w:sz="6" w:space="0" w:color="auto"/>
                  <w:right w:val="single" w:sz="6" w:space="0" w:color="auto"/>
                </w:tcBorders>
              </w:tcPr>
            </w:tcPrChange>
          </w:tcPr>
          <w:p w14:paraId="58DC9978" w14:textId="77777777" w:rsidR="00F21DB0" w:rsidRPr="001D3813" w:rsidRDefault="00F21DB0" w:rsidP="00E44FF8">
            <w:pPr>
              <w:pStyle w:val="tablehead"/>
              <w:rPr>
                <w:ins w:id="21" w:author="Author"/>
              </w:rPr>
            </w:pPr>
            <w:ins w:id="22" w:author="Author">
              <w:r w:rsidRPr="001D3813">
                <w:t>Non-dwelling</w:t>
              </w:r>
              <w:r w:rsidRPr="001D3813">
                <w:br/>
                <w:t>Structure</w:t>
              </w:r>
              <w:r w:rsidRPr="001D3813">
                <w:br/>
                <w:t>(1), (2)</w:t>
              </w:r>
            </w:ins>
          </w:p>
        </w:tc>
      </w:tr>
      <w:tr w:rsidR="00F21DB0" w:rsidRPr="001D3813" w14:paraId="6682FFA6" w14:textId="77777777" w:rsidTr="00F21DB0">
        <w:trPr>
          <w:cantSplit/>
          <w:trHeight w:val="190"/>
          <w:ins w:id="23" w:author="Author"/>
          <w:trPrChange w:id="24" w:author="Author">
            <w:trPr>
              <w:gridBefore w:val="4"/>
              <w:cantSplit/>
              <w:trHeight w:val="190"/>
            </w:trPr>
          </w:trPrChange>
        </w:trPr>
        <w:tc>
          <w:tcPr>
            <w:tcW w:w="200" w:type="dxa"/>
            <w:tcPrChange w:id="25" w:author="Author">
              <w:tcPr>
                <w:tcW w:w="200" w:type="dxa"/>
              </w:tcPr>
            </w:tcPrChange>
          </w:tcPr>
          <w:p w14:paraId="55FD691E" w14:textId="77777777" w:rsidR="00F21DB0" w:rsidRPr="001D3813" w:rsidRDefault="00F21DB0" w:rsidP="00E44FF8">
            <w:pPr>
              <w:pStyle w:val="tabletext11"/>
              <w:rPr>
                <w:ins w:id="26" w:author="Author"/>
              </w:rPr>
            </w:pPr>
          </w:p>
        </w:tc>
        <w:tc>
          <w:tcPr>
            <w:tcW w:w="300" w:type="dxa"/>
            <w:tcBorders>
              <w:left w:val="single" w:sz="6" w:space="0" w:color="auto"/>
            </w:tcBorders>
            <w:tcPrChange w:id="27" w:author="Author">
              <w:tcPr>
                <w:tcW w:w="300" w:type="dxa"/>
                <w:gridSpan w:val="2"/>
                <w:tcBorders>
                  <w:left w:val="single" w:sz="6" w:space="0" w:color="auto"/>
                </w:tcBorders>
              </w:tcPr>
            </w:tcPrChange>
          </w:tcPr>
          <w:p w14:paraId="75B69915" w14:textId="77777777" w:rsidR="00F21DB0" w:rsidRPr="001D3813" w:rsidRDefault="00F21DB0" w:rsidP="00E44FF8">
            <w:pPr>
              <w:pStyle w:val="tabletext11"/>
              <w:jc w:val="right"/>
              <w:rPr>
                <w:ins w:id="28" w:author="Author"/>
              </w:rPr>
            </w:pPr>
            <w:ins w:id="29" w:author="Author">
              <w:r w:rsidRPr="001D3813">
                <w:t>$</w:t>
              </w:r>
            </w:ins>
          </w:p>
        </w:tc>
        <w:tc>
          <w:tcPr>
            <w:tcW w:w="2100" w:type="dxa"/>
            <w:gridSpan w:val="5"/>
            <w:tcBorders>
              <w:left w:val="nil"/>
              <w:right w:val="single" w:sz="6" w:space="0" w:color="auto"/>
            </w:tcBorders>
            <w:tcPrChange w:id="30" w:author="Author">
              <w:tcPr>
                <w:tcW w:w="2100" w:type="dxa"/>
                <w:gridSpan w:val="2"/>
                <w:tcBorders>
                  <w:left w:val="nil"/>
                  <w:right w:val="single" w:sz="6" w:space="0" w:color="auto"/>
                </w:tcBorders>
              </w:tcPr>
            </w:tcPrChange>
          </w:tcPr>
          <w:p w14:paraId="791BBE20" w14:textId="77777777" w:rsidR="00F21DB0" w:rsidRPr="001D3813" w:rsidRDefault="00F21DB0" w:rsidP="00E44FF8">
            <w:pPr>
              <w:pStyle w:val="tabletext11"/>
              <w:tabs>
                <w:tab w:val="decimal" w:pos="640"/>
              </w:tabs>
              <w:rPr>
                <w:ins w:id="31" w:author="Author"/>
              </w:rPr>
            </w:pPr>
            <w:ins w:id="32" w:author="Author">
              <w:r w:rsidRPr="001D3813">
                <w:t>50,000 or less</w:t>
              </w:r>
            </w:ins>
          </w:p>
        </w:tc>
        <w:tc>
          <w:tcPr>
            <w:tcW w:w="400" w:type="dxa"/>
            <w:tcBorders>
              <w:top w:val="single" w:sz="6" w:space="0" w:color="auto"/>
              <w:left w:val="single" w:sz="6" w:space="0" w:color="auto"/>
            </w:tcBorders>
            <w:tcPrChange w:id="33" w:author="Author">
              <w:tcPr>
                <w:tcW w:w="400" w:type="dxa"/>
                <w:tcBorders>
                  <w:top w:val="single" w:sz="6" w:space="0" w:color="auto"/>
                  <w:left w:val="single" w:sz="6" w:space="0" w:color="auto"/>
                </w:tcBorders>
              </w:tcPr>
            </w:tcPrChange>
          </w:tcPr>
          <w:p w14:paraId="3859C970" w14:textId="77777777" w:rsidR="00F21DB0" w:rsidRPr="001D3813" w:rsidRDefault="00F21DB0" w:rsidP="00E44FF8">
            <w:pPr>
              <w:pStyle w:val="tabletext11"/>
              <w:jc w:val="right"/>
              <w:rPr>
                <w:ins w:id="34" w:author="Author"/>
              </w:rPr>
            </w:pPr>
            <w:ins w:id="35" w:author="Author">
              <w:r w:rsidRPr="001D3813">
                <w:t>$</w:t>
              </w:r>
            </w:ins>
          </w:p>
        </w:tc>
        <w:tc>
          <w:tcPr>
            <w:tcW w:w="910" w:type="dxa"/>
            <w:tcBorders>
              <w:top w:val="single" w:sz="6" w:space="0" w:color="auto"/>
              <w:left w:val="nil"/>
              <w:right w:val="single" w:sz="6" w:space="0" w:color="auto"/>
            </w:tcBorders>
            <w:tcPrChange w:id="36" w:author="Author">
              <w:tcPr>
                <w:tcW w:w="910" w:type="dxa"/>
                <w:tcBorders>
                  <w:top w:val="single" w:sz="6" w:space="0" w:color="auto"/>
                  <w:left w:val="nil"/>
                  <w:right w:val="single" w:sz="6" w:space="0" w:color="auto"/>
                </w:tcBorders>
              </w:tcPr>
            </w:tcPrChange>
          </w:tcPr>
          <w:p w14:paraId="6791923F" w14:textId="77777777" w:rsidR="00F21DB0" w:rsidRPr="001D3813" w:rsidRDefault="00F21DB0" w:rsidP="00E44FF8">
            <w:pPr>
              <w:pStyle w:val="tabletext11"/>
              <w:tabs>
                <w:tab w:val="decimal" w:pos="200"/>
              </w:tabs>
              <w:rPr>
                <w:ins w:id="37" w:author="Author"/>
              </w:rPr>
            </w:pPr>
            <w:ins w:id="38" w:author="Author">
              <w:r w:rsidRPr="001D3813">
                <w:t>16.33</w:t>
              </w:r>
            </w:ins>
          </w:p>
        </w:tc>
        <w:tc>
          <w:tcPr>
            <w:tcW w:w="300" w:type="dxa"/>
            <w:gridSpan w:val="2"/>
            <w:tcBorders>
              <w:top w:val="single" w:sz="6" w:space="0" w:color="auto"/>
              <w:left w:val="single" w:sz="6" w:space="0" w:color="auto"/>
            </w:tcBorders>
            <w:tcPrChange w:id="39" w:author="Author">
              <w:tcPr>
                <w:tcW w:w="300" w:type="dxa"/>
                <w:gridSpan w:val="2"/>
                <w:tcBorders>
                  <w:top w:val="single" w:sz="6" w:space="0" w:color="auto"/>
                  <w:left w:val="single" w:sz="6" w:space="0" w:color="auto"/>
                </w:tcBorders>
              </w:tcPr>
            </w:tcPrChange>
          </w:tcPr>
          <w:p w14:paraId="56A45C71" w14:textId="77777777" w:rsidR="00F21DB0" w:rsidRPr="001D3813" w:rsidRDefault="00F21DB0" w:rsidP="00E44FF8">
            <w:pPr>
              <w:pStyle w:val="tabletext11"/>
              <w:jc w:val="right"/>
              <w:rPr>
                <w:ins w:id="40" w:author="Author"/>
              </w:rPr>
            </w:pPr>
            <w:ins w:id="41" w:author="Author">
              <w:r w:rsidRPr="001D3813">
                <w:t>$</w:t>
              </w:r>
            </w:ins>
          </w:p>
        </w:tc>
        <w:tc>
          <w:tcPr>
            <w:tcW w:w="790" w:type="dxa"/>
            <w:tcBorders>
              <w:top w:val="single" w:sz="6" w:space="0" w:color="auto"/>
              <w:left w:val="nil"/>
              <w:right w:val="single" w:sz="6" w:space="0" w:color="auto"/>
            </w:tcBorders>
            <w:tcPrChange w:id="42" w:author="Author">
              <w:tcPr>
                <w:tcW w:w="790" w:type="dxa"/>
                <w:tcBorders>
                  <w:top w:val="single" w:sz="6" w:space="0" w:color="auto"/>
                  <w:left w:val="nil"/>
                  <w:right w:val="single" w:sz="6" w:space="0" w:color="auto"/>
                </w:tcBorders>
              </w:tcPr>
            </w:tcPrChange>
          </w:tcPr>
          <w:p w14:paraId="7A7B47EB" w14:textId="77777777" w:rsidR="00F21DB0" w:rsidRPr="001D3813" w:rsidRDefault="00F21DB0" w:rsidP="00E44FF8">
            <w:pPr>
              <w:pStyle w:val="tabletext11"/>
              <w:tabs>
                <w:tab w:val="decimal" w:pos="200"/>
              </w:tabs>
              <w:rPr>
                <w:ins w:id="43" w:author="Author"/>
              </w:rPr>
            </w:pPr>
            <w:ins w:id="44" w:author="Author">
              <w:r w:rsidRPr="001D3813">
                <w:t>21.33</w:t>
              </w:r>
            </w:ins>
          </w:p>
        </w:tc>
      </w:tr>
      <w:tr w:rsidR="00F21DB0" w:rsidRPr="001D3813" w14:paraId="6C8F68C1" w14:textId="77777777" w:rsidTr="00F21DB0">
        <w:trPr>
          <w:cantSplit/>
          <w:trHeight w:val="190"/>
          <w:ins w:id="45" w:author="Author"/>
          <w:trPrChange w:id="46" w:author="Author">
            <w:trPr>
              <w:gridBefore w:val="4"/>
              <w:cantSplit/>
              <w:trHeight w:val="190"/>
            </w:trPr>
          </w:trPrChange>
        </w:trPr>
        <w:tc>
          <w:tcPr>
            <w:tcW w:w="200" w:type="dxa"/>
            <w:tcPrChange w:id="47" w:author="Author">
              <w:tcPr>
                <w:tcW w:w="200" w:type="dxa"/>
              </w:tcPr>
            </w:tcPrChange>
          </w:tcPr>
          <w:p w14:paraId="4A96781E" w14:textId="77777777" w:rsidR="00F21DB0" w:rsidRPr="001D3813" w:rsidRDefault="00F21DB0" w:rsidP="00E44FF8">
            <w:pPr>
              <w:pStyle w:val="tabletext11"/>
              <w:rPr>
                <w:ins w:id="48" w:author="Author"/>
              </w:rPr>
            </w:pPr>
          </w:p>
        </w:tc>
        <w:tc>
          <w:tcPr>
            <w:tcW w:w="300" w:type="dxa"/>
            <w:tcBorders>
              <w:left w:val="single" w:sz="6" w:space="0" w:color="auto"/>
            </w:tcBorders>
            <w:tcPrChange w:id="49" w:author="Author">
              <w:tcPr>
                <w:tcW w:w="300" w:type="dxa"/>
                <w:gridSpan w:val="2"/>
                <w:tcBorders>
                  <w:left w:val="single" w:sz="6" w:space="0" w:color="auto"/>
                </w:tcBorders>
              </w:tcPr>
            </w:tcPrChange>
          </w:tcPr>
          <w:p w14:paraId="098AF78F" w14:textId="77777777" w:rsidR="00F21DB0" w:rsidRPr="001D3813" w:rsidRDefault="00F21DB0" w:rsidP="00E44FF8">
            <w:pPr>
              <w:pStyle w:val="tabletext11"/>
              <w:jc w:val="right"/>
              <w:rPr>
                <w:ins w:id="50" w:author="Author"/>
              </w:rPr>
            </w:pPr>
          </w:p>
        </w:tc>
        <w:tc>
          <w:tcPr>
            <w:tcW w:w="2100" w:type="dxa"/>
            <w:gridSpan w:val="5"/>
            <w:tcBorders>
              <w:left w:val="nil"/>
              <w:right w:val="single" w:sz="6" w:space="0" w:color="auto"/>
            </w:tcBorders>
            <w:tcPrChange w:id="51" w:author="Author">
              <w:tcPr>
                <w:tcW w:w="2100" w:type="dxa"/>
                <w:gridSpan w:val="2"/>
                <w:tcBorders>
                  <w:left w:val="nil"/>
                  <w:right w:val="single" w:sz="6" w:space="0" w:color="auto"/>
                </w:tcBorders>
              </w:tcPr>
            </w:tcPrChange>
          </w:tcPr>
          <w:p w14:paraId="3347E890" w14:textId="77777777" w:rsidR="00F21DB0" w:rsidRPr="001D3813" w:rsidRDefault="00F21DB0" w:rsidP="00E44FF8">
            <w:pPr>
              <w:pStyle w:val="tabletext11"/>
              <w:tabs>
                <w:tab w:val="decimal" w:pos="640"/>
              </w:tabs>
              <w:rPr>
                <w:ins w:id="52" w:author="Author"/>
              </w:rPr>
            </w:pPr>
            <w:ins w:id="53" w:author="Author">
              <w:r w:rsidRPr="001D3813">
                <w:t>50,001 to 60,000</w:t>
              </w:r>
            </w:ins>
          </w:p>
        </w:tc>
        <w:tc>
          <w:tcPr>
            <w:tcW w:w="400" w:type="dxa"/>
            <w:tcBorders>
              <w:left w:val="single" w:sz="6" w:space="0" w:color="auto"/>
            </w:tcBorders>
            <w:tcPrChange w:id="54" w:author="Author">
              <w:tcPr>
                <w:tcW w:w="400" w:type="dxa"/>
                <w:tcBorders>
                  <w:left w:val="single" w:sz="6" w:space="0" w:color="auto"/>
                </w:tcBorders>
              </w:tcPr>
            </w:tcPrChange>
          </w:tcPr>
          <w:p w14:paraId="68B1BE51" w14:textId="77777777" w:rsidR="00F21DB0" w:rsidRPr="001D3813" w:rsidRDefault="00F21DB0" w:rsidP="00E44FF8">
            <w:pPr>
              <w:pStyle w:val="tabletext11"/>
              <w:jc w:val="right"/>
              <w:rPr>
                <w:ins w:id="55" w:author="Author"/>
              </w:rPr>
            </w:pPr>
          </w:p>
        </w:tc>
        <w:tc>
          <w:tcPr>
            <w:tcW w:w="910" w:type="dxa"/>
            <w:tcBorders>
              <w:left w:val="nil"/>
              <w:right w:val="single" w:sz="6" w:space="0" w:color="auto"/>
            </w:tcBorders>
            <w:tcPrChange w:id="56" w:author="Author">
              <w:tcPr>
                <w:tcW w:w="910" w:type="dxa"/>
                <w:tcBorders>
                  <w:left w:val="nil"/>
                  <w:right w:val="single" w:sz="6" w:space="0" w:color="auto"/>
                </w:tcBorders>
              </w:tcPr>
            </w:tcPrChange>
          </w:tcPr>
          <w:p w14:paraId="05DF19BF" w14:textId="77777777" w:rsidR="00F21DB0" w:rsidRPr="001D3813" w:rsidRDefault="00F21DB0" w:rsidP="00E44FF8">
            <w:pPr>
              <w:pStyle w:val="tabletext11"/>
              <w:tabs>
                <w:tab w:val="decimal" w:pos="200"/>
              </w:tabs>
              <w:rPr>
                <w:ins w:id="57" w:author="Author"/>
              </w:rPr>
            </w:pPr>
            <w:ins w:id="58" w:author="Author">
              <w:r w:rsidRPr="001D3813">
                <w:t>18.90</w:t>
              </w:r>
            </w:ins>
          </w:p>
        </w:tc>
        <w:tc>
          <w:tcPr>
            <w:tcW w:w="300" w:type="dxa"/>
            <w:gridSpan w:val="2"/>
            <w:tcBorders>
              <w:left w:val="single" w:sz="6" w:space="0" w:color="auto"/>
            </w:tcBorders>
            <w:tcPrChange w:id="59" w:author="Author">
              <w:tcPr>
                <w:tcW w:w="300" w:type="dxa"/>
                <w:gridSpan w:val="2"/>
                <w:tcBorders>
                  <w:left w:val="single" w:sz="6" w:space="0" w:color="auto"/>
                </w:tcBorders>
              </w:tcPr>
            </w:tcPrChange>
          </w:tcPr>
          <w:p w14:paraId="5AEB7293" w14:textId="77777777" w:rsidR="00F21DB0" w:rsidRPr="001D3813" w:rsidRDefault="00F21DB0" w:rsidP="00E44FF8">
            <w:pPr>
              <w:pStyle w:val="tabletext11"/>
              <w:jc w:val="right"/>
              <w:rPr>
                <w:ins w:id="60" w:author="Author"/>
              </w:rPr>
            </w:pPr>
          </w:p>
        </w:tc>
        <w:tc>
          <w:tcPr>
            <w:tcW w:w="790" w:type="dxa"/>
            <w:tcBorders>
              <w:left w:val="nil"/>
              <w:right w:val="single" w:sz="6" w:space="0" w:color="auto"/>
            </w:tcBorders>
            <w:tcPrChange w:id="61" w:author="Author">
              <w:tcPr>
                <w:tcW w:w="790" w:type="dxa"/>
                <w:tcBorders>
                  <w:left w:val="nil"/>
                  <w:right w:val="single" w:sz="6" w:space="0" w:color="auto"/>
                </w:tcBorders>
              </w:tcPr>
            </w:tcPrChange>
          </w:tcPr>
          <w:p w14:paraId="15976877" w14:textId="77777777" w:rsidR="00F21DB0" w:rsidRPr="001D3813" w:rsidRDefault="00F21DB0" w:rsidP="00E44FF8">
            <w:pPr>
              <w:pStyle w:val="tabletext11"/>
              <w:tabs>
                <w:tab w:val="decimal" w:pos="200"/>
              </w:tabs>
              <w:rPr>
                <w:ins w:id="62" w:author="Author"/>
              </w:rPr>
            </w:pPr>
            <w:ins w:id="63" w:author="Author">
              <w:r w:rsidRPr="001D3813">
                <w:t>23.90</w:t>
              </w:r>
            </w:ins>
          </w:p>
        </w:tc>
      </w:tr>
      <w:tr w:rsidR="00F21DB0" w:rsidRPr="001D3813" w14:paraId="21C32384" w14:textId="77777777" w:rsidTr="00F21DB0">
        <w:trPr>
          <w:cantSplit/>
          <w:trHeight w:val="190"/>
          <w:ins w:id="64" w:author="Author"/>
          <w:trPrChange w:id="65" w:author="Author">
            <w:trPr>
              <w:gridBefore w:val="4"/>
              <w:cantSplit/>
              <w:trHeight w:val="190"/>
            </w:trPr>
          </w:trPrChange>
        </w:trPr>
        <w:tc>
          <w:tcPr>
            <w:tcW w:w="200" w:type="dxa"/>
            <w:tcPrChange w:id="66" w:author="Author">
              <w:tcPr>
                <w:tcW w:w="200" w:type="dxa"/>
              </w:tcPr>
            </w:tcPrChange>
          </w:tcPr>
          <w:p w14:paraId="54B2B7E9" w14:textId="77777777" w:rsidR="00F21DB0" w:rsidRPr="001D3813" w:rsidRDefault="00F21DB0" w:rsidP="00E44FF8">
            <w:pPr>
              <w:pStyle w:val="tabletext11"/>
              <w:rPr>
                <w:ins w:id="67" w:author="Author"/>
              </w:rPr>
            </w:pPr>
          </w:p>
        </w:tc>
        <w:tc>
          <w:tcPr>
            <w:tcW w:w="300" w:type="dxa"/>
            <w:tcBorders>
              <w:left w:val="single" w:sz="6" w:space="0" w:color="auto"/>
            </w:tcBorders>
            <w:tcPrChange w:id="68" w:author="Author">
              <w:tcPr>
                <w:tcW w:w="300" w:type="dxa"/>
                <w:gridSpan w:val="2"/>
                <w:tcBorders>
                  <w:left w:val="single" w:sz="6" w:space="0" w:color="auto"/>
                </w:tcBorders>
              </w:tcPr>
            </w:tcPrChange>
          </w:tcPr>
          <w:p w14:paraId="674652F6" w14:textId="77777777" w:rsidR="00F21DB0" w:rsidRPr="001D3813" w:rsidRDefault="00F21DB0" w:rsidP="00E44FF8">
            <w:pPr>
              <w:pStyle w:val="tabletext11"/>
              <w:jc w:val="right"/>
              <w:rPr>
                <w:ins w:id="69" w:author="Author"/>
              </w:rPr>
            </w:pPr>
          </w:p>
        </w:tc>
        <w:tc>
          <w:tcPr>
            <w:tcW w:w="2100" w:type="dxa"/>
            <w:gridSpan w:val="5"/>
            <w:tcBorders>
              <w:left w:val="nil"/>
              <w:right w:val="single" w:sz="6" w:space="0" w:color="auto"/>
            </w:tcBorders>
            <w:tcPrChange w:id="70" w:author="Author">
              <w:tcPr>
                <w:tcW w:w="2100" w:type="dxa"/>
                <w:gridSpan w:val="2"/>
                <w:tcBorders>
                  <w:left w:val="nil"/>
                  <w:right w:val="single" w:sz="6" w:space="0" w:color="auto"/>
                </w:tcBorders>
              </w:tcPr>
            </w:tcPrChange>
          </w:tcPr>
          <w:p w14:paraId="0FE9A819" w14:textId="77777777" w:rsidR="00F21DB0" w:rsidRPr="001D3813" w:rsidRDefault="00F21DB0" w:rsidP="00E44FF8">
            <w:pPr>
              <w:pStyle w:val="tabletext11"/>
              <w:tabs>
                <w:tab w:val="decimal" w:pos="640"/>
              </w:tabs>
              <w:rPr>
                <w:ins w:id="71" w:author="Author"/>
              </w:rPr>
            </w:pPr>
            <w:ins w:id="72" w:author="Author">
              <w:r w:rsidRPr="001D3813">
                <w:t>60,001 to 70,000</w:t>
              </w:r>
            </w:ins>
          </w:p>
        </w:tc>
        <w:tc>
          <w:tcPr>
            <w:tcW w:w="400" w:type="dxa"/>
            <w:tcBorders>
              <w:left w:val="single" w:sz="6" w:space="0" w:color="auto"/>
            </w:tcBorders>
            <w:tcPrChange w:id="73" w:author="Author">
              <w:tcPr>
                <w:tcW w:w="400" w:type="dxa"/>
                <w:tcBorders>
                  <w:left w:val="single" w:sz="6" w:space="0" w:color="auto"/>
                </w:tcBorders>
              </w:tcPr>
            </w:tcPrChange>
          </w:tcPr>
          <w:p w14:paraId="11E27CCF" w14:textId="77777777" w:rsidR="00F21DB0" w:rsidRPr="001D3813" w:rsidRDefault="00F21DB0" w:rsidP="00E44FF8">
            <w:pPr>
              <w:pStyle w:val="tabletext11"/>
              <w:jc w:val="right"/>
              <w:rPr>
                <w:ins w:id="74" w:author="Author"/>
              </w:rPr>
            </w:pPr>
          </w:p>
        </w:tc>
        <w:tc>
          <w:tcPr>
            <w:tcW w:w="910" w:type="dxa"/>
            <w:tcBorders>
              <w:left w:val="nil"/>
              <w:right w:val="single" w:sz="6" w:space="0" w:color="auto"/>
            </w:tcBorders>
            <w:tcPrChange w:id="75" w:author="Author">
              <w:tcPr>
                <w:tcW w:w="910" w:type="dxa"/>
                <w:tcBorders>
                  <w:left w:val="nil"/>
                  <w:right w:val="single" w:sz="6" w:space="0" w:color="auto"/>
                </w:tcBorders>
              </w:tcPr>
            </w:tcPrChange>
          </w:tcPr>
          <w:p w14:paraId="38DACDBE" w14:textId="77777777" w:rsidR="00F21DB0" w:rsidRPr="001D3813" w:rsidRDefault="00F21DB0" w:rsidP="00E44FF8">
            <w:pPr>
              <w:pStyle w:val="tabletext11"/>
              <w:tabs>
                <w:tab w:val="decimal" w:pos="200"/>
              </w:tabs>
              <w:rPr>
                <w:ins w:id="76" w:author="Author"/>
              </w:rPr>
            </w:pPr>
            <w:ins w:id="77" w:author="Author">
              <w:r w:rsidRPr="001D3813">
                <w:t>21.28</w:t>
              </w:r>
            </w:ins>
          </w:p>
        </w:tc>
        <w:tc>
          <w:tcPr>
            <w:tcW w:w="300" w:type="dxa"/>
            <w:gridSpan w:val="2"/>
            <w:tcBorders>
              <w:left w:val="single" w:sz="6" w:space="0" w:color="auto"/>
            </w:tcBorders>
            <w:tcPrChange w:id="78" w:author="Author">
              <w:tcPr>
                <w:tcW w:w="300" w:type="dxa"/>
                <w:gridSpan w:val="2"/>
                <w:tcBorders>
                  <w:left w:val="single" w:sz="6" w:space="0" w:color="auto"/>
                </w:tcBorders>
              </w:tcPr>
            </w:tcPrChange>
          </w:tcPr>
          <w:p w14:paraId="3D13C2DF" w14:textId="77777777" w:rsidR="00F21DB0" w:rsidRPr="001D3813" w:rsidRDefault="00F21DB0" w:rsidP="00E44FF8">
            <w:pPr>
              <w:pStyle w:val="tabletext11"/>
              <w:jc w:val="right"/>
              <w:rPr>
                <w:ins w:id="79" w:author="Author"/>
              </w:rPr>
            </w:pPr>
          </w:p>
        </w:tc>
        <w:tc>
          <w:tcPr>
            <w:tcW w:w="790" w:type="dxa"/>
            <w:tcBorders>
              <w:left w:val="nil"/>
              <w:right w:val="single" w:sz="6" w:space="0" w:color="auto"/>
            </w:tcBorders>
            <w:tcPrChange w:id="80" w:author="Author">
              <w:tcPr>
                <w:tcW w:w="790" w:type="dxa"/>
                <w:tcBorders>
                  <w:left w:val="nil"/>
                  <w:right w:val="single" w:sz="6" w:space="0" w:color="auto"/>
                </w:tcBorders>
              </w:tcPr>
            </w:tcPrChange>
          </w:tcPr>
          <w:p w14:paraId="3A27BE7A" w14:textId="77777777" w:rsidR="00F21DB0" w:rsidRPr="001D3813" w:rsidRDefault="00F21DB0" w:rsidP="00E44FF8">
            <w:pPr>
              <w:pStyle w:val="tabletext11"/>
              <w:tabs>
                <w:tab w:val="decimal" w:pos="200"/>
              </w:tabs>
              <w:rPr>
                <w:ins w:id="81" w:author="Author"/>
              </w:rPr>
            </w:pPr>
            <w:ins w:id="82" w:author="Author">
              <w:r w:rsidRPr="001D3813">
                <w:t>26.28</w:t>
              </w:r>
            </w:ins>
          </w:p>
        </w:tc>
      </w:tr>
      <w:tr w:rsidR="00F21DB0" w:rsidRPr="001D3813" w14:paraId="67ACA57B" w14:textId="77777777" w:rsidTr="00F21DB0">
        <w:trPr>
          <w:cantSplit/>
          <w:trHeight w:val="190"/>
          <w:ins w:id="83" w:author="Author"/>
          <w:trPrChange w:id="84" w:author="Author">
            <w:trPr>
              <w:gridBefore w:val="4"/>
              <w:cantSplit/>
              <w:trHeight w:val="190"/>
            </w:trPr>
          </w:trPrChange>
        </w:trPr>
        <w:tc>
          <w:tcPr>
            <w:tcW w:w="200" w:type="dxa"/>
            <w:tcPrChange w:id="85" w:author="Author">
              <w:tcPr>
                <w:tcW w:w="200" w:type="dxa"/>
              </w:tcPr>
            </w:tcPrChange>
          </w:tcPr>
          <w:p w14:paraId="56364695" w14:textId="77777777" w:rsidR="00F21DB0" w:rsidRPr="001D3813" w:rsidRDefault="00F21DB0" w:rsidP="00E44FF8">
            <w:pPr>
              <w:pStyle w:val="tabletext11"/>
              <w:rPr>
                <w:ins w:id="86" w:author="Author"/>
              </w:rPr>
            </w:pPr>
          </w:p>
        </w:tc>
        <w:tc>
          <w:tcPr>
            <w:tcW w:w="300" w:type="dxa"/>
            <w:tcBorders>
              <w:left w:val="single" w:sz="6" w:space="0" w:color="auto"/>
            </w:tcBorders>
            <w:tcPrChange w:id="87" w:author="Author">
              <w:tcPr>
                <w:tcW w:w="300" w:type="dxa"/>
                <w:gridSpan w:val="2"/>
                <w:tcBorders>
                  <w:left w:val="single" w:sz="6" w:space="0" w:color="auto"/>
                </w:tcBorders>
              </w:tcPr>
            </w:tcPrChange>
          </w:tcPr>
          <w:p w14:paraId="7B3EB4D7" w14:textId="77777777" w:rsidR="00F21DB0" w:rsidRPr="001D3813" w:rsidRDefault="00F21DB0" w:rsidP="00E44FF8">
            <w:pPr>
              <w:pStyle w:val="tabletext11"/>
              <w:jc w:val="right"/>
              <w:rPr>
                <w:ins w:id="88" w:author="Author"/>
              </w:rPr>
            </w:pPr>
          </w:p>
        </w:tc>
        <w:tc>
          <w:tcPr>
            <w:tcW w:w="2100" w:type="dxa"/>
            <w:gridSpan w:val="5"/>
            <w:tcBorders>
              <w:left w:val="nil"/>
              <w:right w:val="single" w:sz="6" w:space="0" w:color="auto"/>
            </w:tcBorders>
            <w:tcPrChange w:id="89" w:author="Author">
              <w:tcPr>
                <w:tcW w:w="2100" w:type="dxa"/>
                <w:gridSpan w:val="2"/>
                <w:tcBorders>
                  <w:left w:val="nil"/>
                  <w:right w:val="single" w:sz="6" w:space="0" w:color="auto"/>
                </w:tcBorders>
              </w:tcPr>
            </w:tcPrChange>
          </w:tcPr>
          <w:p w14:paraId="2FAC9FD5" w14:textId="77777777" w:rsidR="00F21DB0" w:rsidRPr="001D3813" w:rsidRDefault="00F21DB0" w:rsidP="00E44FF8">
            <w:pPr>
              <w:pStyle w:val="tabletext11"/>
              <w:tabs>
                <w:tab w:val="decimal" w:pos="640"/>
              </w:tabs>
              <w:rPr>
                <w:ins w:id="90" w:author="Author"/>
              </w:rPr>
            </w:pPr>
            <w:ins w:id="91" w:author="Author">
              <w:r w:rsidRPr="001D3813">
                <w:t>70,001 to 80,000</w:t>
              </w:r>
            </w:ins>
          </w:p>
        </w:tc>
        <w:tc>
          <w:tcPr>
            <w:tcW w:w="400" w:type="dxa"/>
            <w:tcBorders>
              <w:left w:val="single" w:sz="6" w:space="0" w:color="auto"/>
            </w:tcBorders>
            <w:tcPrChange w:id="92" w:author="Author">
              <w:tcPr>
                <w:tcW w:w="400" w:type="dxa"/>
                <w:tcBorders>
                  <w:left w:val="single" w:sz="6" w:space="0" w:color="auto"/>
                </w:tcBorders>
              </w:tcPr>
            </w:tcPrChange>
          </w:tcPr>
          <w:p w14:paraId="0C7C6E72" w14:textId="77777777" w:rsidR="00F21DB0" w:rsidRPr="001D3813" w:rsidRDefault="00F21DB0" w:rsidP="00E44FF8">
            <w:pPr>
              <w:pStyle w:val="tabletext11"/>
              <w:jc w:val="right"/>
              <w:rPr>
                <w:ins w:id="93" w:author="Author"/>
              </w:rPr>
            </w:pPr>
          </w:p>
        </w:tc>
        <w:tc>
          <w:tcPr>
            <w:tcW w:w="910" w:type="dxa"/>
            <w:tcBorders>
              <w:left w:val="nil"/>
              <w:right w:val="single" w:sz="6" w:space="0" w:color="auto"/>
            </w:tcBorders>
            <w:tcPrChange w:id="94" w:author="Author">
              <w:tcPr>
                <w:tcW w:w="910" w:type="dxa"/>
                <w:tcBorders>
                  <w:left w:val="nil"/>
                  <w:right w:val="single" w:sz="6" w:space="0" w:color="auto"/>
                </w:tcBorders>
              </w:tcPr>
            </w:tcPrChange>
          </w:tcPr>
          <w:p w14:paraId="1CA5CA82" w14:textId="77777777" w:rsidR="00F21DB0" w:rsidRPr="001D3813" w:rsidRDefault="00F21DB0" w:rsidP="00E44FF8">
            <w:pPr>
              <w:pStyle w:val="tabletext11"/>
              <w:tabs>
                <w:tab w:val="decimal" w:pos="200"/>
              </w:tabs>
              <w:rPr>
                <w:ins w:id="95" w:author="Author"/>
              </w:rPr>
            </w:pPr>
            <w:ins w:id="96" w:author="Author">
              <w:r w:rsidRPr="001D3813">
                <w:t>23.48</w:t>
              </w:r>
            </w:ins>
          </w:p>
        </w:tc>
        <w:tc>
          <w:tcPr>
            <w:tcW w:w="300" w:type="dxa"/>
            <w:gridSpan w:val="2"/>
            <w:tcBorders>
              <w:left w:val="single" w:sz="6" w:space="0" w:color="auto"/>
            </w:tcBorders>
            <w:tcPrChange w:id="97" w:author="Author">
              <w:tcPr>
                <w:tcW w:w="300" w:type="dxa"/>
                <w:gridSpan w:val="2"/>
                <w:tcBorders>
                  <w:left w:val="single" w:sz="6" w:space="0" w:color="auto"/>
                </w:tcBorders>
              </w:tcPr>
            </w:tcPrChange>
          </w:tcPr>
          <w:p w14:paraId="1F568E75" w14:textId="77777777" w:rsidR="00F21DB0" w:rsidRPr="001D3813" w:rsidRDefault="00F21DB0" w:rsidP="00E44FF8">
            <w:pPr>
              <w:pStyle w:val="tabletext11"/>
              <w:jc w:val="right"/>
              <w:rPr>
                <w:ins w:id="98" w:author="Author"/>
              </w:rPr>
            </w:pPr>
          </w:p>
        </w:tc>
        <w:tc>
          <w:tcPr>
            <w:tcW w:w="790" w:type="dxa"/>
            <w:tcBorders>
              <w:left w:val="nil"/>
              <w:right w:val="single" w:sz="6" w:space="0" w:color="auto"/>
            </w:tcBorders>
            <w:tcPrChange w:id="99" w:author="Author">
              <w:tcPr>
                <w:tcW w:w="790" w:type="dxa"/>
                <w:tcBorders>
                  <w:left w:val="nil"/>
                  <w:right w:val="single" w:sz="6" w:space="0" w:color="auto"/>
                </w:tcBorders>
              </w:tcPr>
            </w:tcPrChange>
          </w:tcPr>
          <w:p w14:paraId="56A3DEF1" w14:textId="77777777" w:rsidR="00F21DB0" w:rsidRPr="001D3813" w:rsidRDefault="00F21DB0" w:rsidP="00E44FF8">
            <w:pPr>
              <w:pStyle w:val="tabletext11"/>
              <w:tabs>
                <w:tab w:val="decimal" w:pos="200"/>
              </w:tabs>
              <w:rPr>
                <w:ins w:id="100" w:author="Author"/>
              </w:rPr>
            </w:pPr>
            <w:ins w:id="101" w:author="Author">
              <w:r w:rsidRPr="001D3813">
                <w:t>28.48</w:t>
              </w:r>
            </w:ins>
          </w:p>
        </w:tc>
      </w:tr>
      <w:tr w:rsidR="00F21DB0" w:rsidRPr="001D3813" w14:paraId="615B127B" w14:textId="77777777" w:rsidTr="00F21DB0">
        <w:trPr>
          <w:cantSplit/>
          <w:trHeight w:val="253"/>
          <w:ins w:id="102" w:author="Author"/>
          <w:trPrChange w:id="103" w:author="Author">
            <w:trPr>
              <w:gridBefore w:val="4"/>
              <w:cantSplit/>
              <w:trHeight w:val="253"/>
            </w:trPr>
          </w:trPrChange>
        </w:trPr>
        <w:tc>
          <w:tcPr>
            <w:tcW w:w="200" w:type="dxa"/>
            <w:tcPrChange w:id="104" w:author="Author">
              <w:tcPr>
                <w:tcW w:w="200" w:type="dxa"/>
              </w:tcPr>
            </w:tcPrChange>
          </w:tcPr>
          <w:p w14:paraId="65554908" w14:textId="77777777" w:rsidR="00F21DB0" w:rsidRPr="001D3813" w:rsidRDefault="00F21DB0" w:rsidP="00E44FF8">
            <w:pPr>
              <w:pStyle w:val="tabletext11"/>
              <w:rPr>
                <w:ins w:id="105" w:author="Author"/>
              </w:rPr>
            </w:pPr>
          </w:p>
        </w:tc>
        <w:tc>
          <w:tcPr>
            <w:tcW w:w="300" w:type="dxa"/>
            <w:tcBorders>
              <w:left w:val="single" w:sz="6" w:space="0" w:color="auto"/>
            </w:tcBorders>
            <w:tcPrChange w:id="106" w:author="Author">
              <w:tcPr>
                <w:tcW w:w="300" w:type="dxa"/>
                <w:gridSpan w:val="2"/>
                <w:tcBorders>
                  <w:left w:val="single" w:sz="6" w:space="0" w:color="auto"/>
                </w:tcBorders>
              </w:tcPr>
            </w:tcPrChange>
          </w:tcPr>
          <w:p w14:paraId="13DFA096" w14:textId="77777777" w:rsidR="00F21DB0" w:rsidRPr="001D3813" w:rsidRDefault="00F21DB0" w:rsidP="00E44FF8">
            <w:pPr>
              <w:pStyle w:val="tabletext11"/>
              <w:jc w:val="right"/>
              <w:rPr>
                <w:ins w:id="107" w:author="Author"/>
              </w:rPr>
            </w:pPr>
          </w:p>
        </w:tc>
        <w:tc>
          <w:tcPr>
            <w:tcW w:w="2100" w:type="dxa"/>
            <w:gridSpan w:val="5"/>
            <w:tcBorders>
              <w:left w:val="nil"/>
              <w:right w:val="single" w:sz="6" w:space="0" w:color="auto"/>
            </w:tcBorders>
            <w:tcPrChange w:id="108" w:author="Author">
              <w:tcPr>
                <w:tcW w:w="2100" w:type="dxa"/>
                <w:gridSpan w:val="2"/>
                <w:tcBorders>
                  <w:left w:val="nil"/>
                  <w:right w:val="single" w:sz="6" w:space="0" w:color="auto"/>
                </w:tcBorders>
              </w:tcPr>
            </w:tcPrChange>
          </w:tcPr>
          <w:p w14:paraId="05204475" w14:textId="77777777" w:rsidR="00F21DB0" w:rsidRPr="001D3813" w:rsidRDefault="00F21DB0" w:rsidP="00E44FF8">
            <w:pPr>
              <w:pStyle w:val="tabletext11"/>
              <w:tabs>
                <w:tab w:val="decimal" w:pos="640"/>
              </w:tabs>
              <w:rPr>
                <w:ins w:id="109" w:author="Author"/>
              </w:rPr>
            </w:pPr>
            <w:ins w:id="110" w:author="Author">
              <w:r w:rsidRPr="001D3813">
                <w:t>80,001 to 90,000</w:t>
              </w:r>
            </w:ins>
          </w:p>
        </w:tc>
        <w:tc>
          <w:tcPr>
            <w:tcW w:w="400" w:type="dxa"/>
            <w:tcBorders>
              <w:left w:val="single" w:sz="6" w:space="0" w:color="auto"/>
            </w:tcBorders>
            <w:tcPrChange w:id="111" w:author="Author">
              <w:tcPr>
                <w:tcW w:w="400" w:type="dxa"/>
                <w:tcBorders>
                  <w:left w:val="single" w:sz="6" w:space="0" w:color="auto"/>
                </w:tcBorders>
              </w:tcPr>
            </w:tcPrChange>
          </w:tcPr>
          <w:p w14:paraId="41EEE531" w14:textId="77777777" w:rsidR="00F21DB0" w:rsidRPr="001D3813" w:rsidRDefault="00F21DB0" w:rsidP="00E44FF8">
            <w:pPr>
              <w:pStyle w:val="tabletext11"/>
              <w:jc w:val="right"/>
              <w:rPr>
                <w:ins w:id="112" w:author="Author"/>
              </w:rPr>
            </w:pPr>
          </w:p>
        </w:tc>
        <w:tc>
          <w:tcPr>
            <w:tcW w:w="910" w:type="dxa"/>
            <w:tcBorders>
              <w:left w:val="nil"/>
              <w:right w:val="single" w:sz="6" w:space="0" w:color="auto"/>
            </w:tcBorders>
            <w:tcPrChange w:id="113" w:author="Author">
              <w:tcPr>
                <w:tcW w:w="910" w:type="dxa"/>
                <w:tcBorders>
                  <w:left w:val="nil"/>
                  <w:right w:val="single" w:sz="6" w:space="0" w:color="auto"/>
                </w:tcBorders>
              </w:tcPr>
            </w:tcPrChange>
          </w:tcPr>
          <w:p w14:paraId="04DB547B" w14:textId="77777777" w:rsidR="00F21DB0" w:rsidRPr="001D3813" w:rsidRDefault="00F21DB0" w:rsidP="00E44FF8">
            <w:pPr>
              <w:pStyle w:val="tabletext11"/>
              <w:tabs>
                <w:tab w:val="decimal" w:pos="200"/>
              </w:tabs>
              <w:rPr>
                <w:ins w:id="114" w:author="Author"/>
              </w:rPr>
            </w:pPr>
            <w:ins w:id="115" w:author="Author">
              <w:r w:rsidRPr="001D3813">
                <w:t>25.52</w:t>
              </w:r>
            </w:ins>
          </w:p>
        </w:tc>
        <w:tc>
          <w:tcPr>
            <w:tcW w:w="300" w:type="dxa"/>
            <w:gridSpan w:val="2"/>
            <w:tcBorders>
              <w:left w:val="single" w:sz="6" w:space="0" w:color="auto"/>
            </w:tcBorders>
            <w:tcPrChange w:id="116" w:author="Author">
              <w:tcPr>
                <w:tcW w:w="300" w:type="dxa"/>
                <w:gridSpan w:val="2"/>
                <w:tcBorders>
                  <w:left w:val="single" w:sz="6" w:space="0" w:color="auto"/>
                </w:tcBorders>
              </w:tcPr>
            </w:tcPrChange>
          </w:tcPr>
          <w:p w14:paraId="6D44B7B1" w14:textId="77777777" w:rsidR="00F21DB0" w:rsidRPr="001D3813" w:rsidRDefault="00F21DB0" w:rsidP="00E44FF8">
            <w:pPr>
              <w:pStyle w:val="tabletext11"/>
              <w:jc w:val="right"/>
              <w:rPr>
                <w:ins w:id="117" w:author="Author"/>
              </w:rPr>
            </w:pPr>
          </w:p>
        </w:tc>
        <w:tc>
          <w:tcPr>
            <w:tcW w:w="790" w:type="dxa"/>
            <w:tcBorders>
              <w:left w:val="nil"/>
              <w:right w:val="single" w:sz="6" w:space="0" w:color="auto"/>
            </w:tcBorders>
            <w:tcPrChange w:id="118" w:author="Author">
              <w:tcPr>
                <w:tcW w:w="790" w:type="dxa"/>
                <w:tcBorders>
                  <w:left w:val="nil"/>
                  <w:right w:val="single" w:sz="6" w:space="0" w:color="auto"/>
                </w:tcBorders>
              </w:tcPr>
            </w:tcPrChange>
          </w:tcPr>
          <w:p w14:paraId="0047E64F" w14:textId="77777777" w:rsidR="00F21DB0" w:rsidRPr="001D3813" w:rsidRDefault="00F21DB0" w:rsidP="00E44FF8">
            <w:pPr>
              <w:pStyle w:val="tabletext11"/>
              <w:tabs>
                <w:tab w:val="decimal" w:pos="200"/>
              </w:tabs>
              <w:rPr>
                <w:ins w:id="119" w:author="Author"/>
              </w:rPr>
            </w:pPr>
            <w:ins w:id="120" w:author="Author">
              <w:r w:rsidRPr="001D3813">
                <w:t>30.52</w:t>
              </w:r>
            </w:ins>
          </w:p>
        </w:tc>
      </w:tr>
      <w:tr w:rsidR="00F21DB0" w:rsidRPr="001D3813" w14:paraId="3BC218A7" w14:textId="77777777" w:rsidTr="00F21DB0">
        <w:trPr>
          <w:cantSplit/>
          <w:trHeight w:val="190"/>
          <w:ins w:id="121" w:author="Author"/>
          <w:trPrChange w:id="122" w:author="Author">
            <w:trPr>
              <w:gridBefore w:val="4"/>
              <w:cantSplit/>
              <w:trHeight w:val="190"/>
            </w:trPr>
          </w:trPrChange>
        </w:trPr>
        <w:tc>
          <w:tcPr>
            <w:tcW w:w="200" w:type="dxa"/>
            <w:tcPrChange w:id="123" w:author="Author">
              <w:tcPr>
                <w:tcW w:w="200" w:type="dxa"/>
              </w:tcPr>
            </w:tcPrChange>
          </w:tcPr>
          <w:p w14:paraId="7DE0D1D9" w14:textId="77777777" w:rsidR="00F21DB0" w:rsidRPr="001D3813" w:rsidRDefault="00F21DB0" w:rsidP="00E44FF8">
            <w:pPr>
              <w:pStyle w:val="tabletext11"/>
              <w:rPr>
                <w:ins w:id="124" w:author="Author"/>
              </w:rPr>
            </w:pPr>
          </w:p>
        </w:tc>
        <w:tc>
          <w:tcPr>
            <w:tcW w:w="300" w:type="dxa"/>
            <w:tcBorders>
              <w:left w:val="single" w:sz="6" w:space="0" w:color="auto"/>
            </w:tcBorders>
            <w:tcPrChange w:id="125" w:author="Author">
              <w:tcPr>
                <w:tcW w:w="300" w:type="dxa"/>
                <w:gridSpan w:val="2"/>
                <w:tcBorders>
                  <w:left w:val="single" w:sz="6" w:space="0" w:color="auto"/>
                </w:tcBorders>
              </w:tcPr>
            </w:tcPrChange>
          </w:tcPr>
          <w:p w14:paraId="34DF5FE7" w14:textId="77777777" w:rsidR="00F21DB0" w:rsidRPr="001D3813" w:rsidRDefault="00F21DB0" w:rsidP="00E44FF8">
            <w:pPr>
              <w:pStyle w:val="tabletext11"/>
              <w:jc w:val="right"/>
              <w:rPr>
                <w:ins w:id="126" w:author="Author"/>
              </w:rPr>
            </w:pPr>
          </w:p>
        </w:tc>
        <w:tc>
          <w:tcPr>
            <w:tcW w:w="2100" w:type="dxa"/>
            <w:gridSpan w:val="5"/>
            <w:tcBorders>
              <w:left w:val="nil"/>
              <w:right w:val="single" w:sz="6" w:space="0" w:color="auto"/>
            </w:tcBorders>
            <w:tcPrChange w:id="127" w:author="Author">
              <w:tcPr>
                <w:tcW w:w="2100" w:type="dxa"/>
                <w:gridSpan w:val="2"/>
                <w:tcBorders>
                  <w:left w:val="nil"/>
                  <w:right w:val="single" w:sz="6" w:space="0" w:color="auto"/>
                </w:tcBorders>
              </w:tcPr>
            </w:tcPrChange>
          </w:tcPr>
          <w:p w14:paraId="786EF44F" w14:textId="77777777" w:rsidR="00F21DB0" w:rsidRPr="001D3813" w:rsidRDefault="00F21DB0" w:rsidP="00E44FF8">
            <w:pPr>
              <w:pStyle w:val="tabletext11"/>
              <w:tabs>
                <w:tab w:val="decimal" w:pos="640"/>
              </w:tabs>
              <w:rPr>
                <w:ins w:id="128" w:author="Author"/>
              </w:rPr>
            </w:pPr>
            <w:ins w:id="129" w:author="Author">
              <w:r w:rsidRPr="001D3813">
                <w:t>90,001 to 100,000</w:t>
              </w:r>
            </w:ins>
          </w:p>
        </w:tc>
        <w:tc>
          <w:tcPr>
            <w:tcW w:w="400" w:type="dxa"/>
            <w:tcBorders>
              <w:left w:val="single" w:sz="6" w:space="0" w:color="auto"/>
            </w:tcBorders>
            <w:tcPrChange w:id="130" w:author="Author">
              <w:tcPr>
                <w:tcW w:w="400" w:type="dxa"/>
                <w:tcBorders>
                  <w:left w:val="single" w:sz="6" w:space="0" w:color="auto"/>
                </w:tcBorders>
              </w:tcPr>
            </w:tcPrChange>
          </w:tcPr>
          <w:p w14:paraId="539F8145" w14:textId="77777777" w:rsidR="00F21DB0" w:rsidRPr="001D3813" w:rsidRDefault="00F21DB0" w:rsidP="00E44FF8">
            <w:pPr>
              <w:pStyle w:val="tabletext11"/>
              <w:jc w:val="right"/>
              <w:rPr>
                <w:ins w:id="131" w:author="Author"/>
              </w:rPr>
            </w:pPr>
          </w:p>
        </w:tc>
        <w:tc>
          <w:tcPr>
            <w:tcW w:w="910" w:type="dxa"/>
            <w:tcBorders>
              <w:left w:val="nil"/>
              <w:right w:val="single" w:sz="6" w:space="0" w:color="auto"/>
            </w:tcBorders>
            <w:tcPrChange w:id="132" w:author="Author">
              <w:tcPr>
                <w:tcW w:w="910" w:type="dxa"/>
                <w:tcBorders>
                  <w:left w:val="nil"/>
                  <w:right w:val="single" w:sz="6" w:space="0" w:color="auto"/>
                </w:tcBorders>
              </w:tcPr>
            </w:tcPrChange>
          </w:tcPr>
          <w:p w14:paraId="292F1699" w14:textId="77777777" w:rsidR="00F21DB0" w:rsidRPr="001D3813" w:rsidRDefault="00F21DB0" w:rsidP="00E44FF8">
            <w:pPr>
              <w:pStyle w:val="tabletext11"/>
              <w:tabs>
                <w:tab w:val="decimal" w:pos="200"/>
              </w:tabs>
              <w:rPr>
                <w:ins w:id="133" w:author="Author"/>
              </w:rPr>
            </w:pPr>
            <w:ins w:id="134" w:author="Author">
              <w:r w:rsidRPr="001D3813">
                <w:t>27.40</w:t>
              </w:r>
            </w:ins>
          </w:p>
        </w:tc>
        <w:tc>
          <w:tcPr>
            <w:tcW w:w="300" w:type="dxa"/>
            <w:gridSpan w:val="2"/>
            <w:tcBorders>
              <w:left w:val="single" w:sz="6" w:space="0" w:color="auto"/>
            </w:tcBorders>
            <w:tcPrChange w:id="135" w:author="Author">
              <w:tcPr>
                <w:tcW w:w="300" w:type="dxa"/>
                <w:gridSpan w:val="2"/>
                <w:tcBorders>
                  <w:left w:val="single" w:sz="6" w:space="0" w:color="auto"/>
                </w:tcBorders>
              </w:tcPr>
            </w:tcPrChange>
          </w:tcPr>
          <w:p w14:paraId="0E82BFF4" w14:textId="77777777" w:rsidR="00F21DB0" w:rsidRPr="001D3813" w:rsidRDefault="00F21DB0" w:rsidP="00E44FF8">
            <w:pPr>
              <w:pStyle w:val="tabletext11"/>
              <w:jc w:val="right"/>
              <w:rPr>
                <w:ins w:id="136" w:author="Author"/>
              </w:rPr>
            </w:pPr>
          </w:p>
        </w:tc>
        <w:tc>
          <w:tcPr>
            <w:tcW w:w="790" w:type="dxa"/>
            <w:tcBorders>
              <w:left w:val="nil"/>
              <w:right w:val="single" w:sz="6" w:space="0" w:color="auto"/>
            </w:tcBorders>
            <w:tcPrChange w:id="137" w:author="Author">
              <w:tcPr>
                <w:tcW w:w="790" w:type="dxa"/>
                <w:tcBorders>
                  <w:left w:val="nil"/>
                  <w:right w:val="single" w:sz="6" w:space="0" w:color="auto"/>
                </w:tcBorders>
              </w:tcPr>
            </w:tcPrChange>
          </w:tcPr>
          <w:p w14:paraId="490ABB59" w14:textId="77777777" w:rsidR="00F21DB0" w:rsidRPr="001D3813" w:rsidRDefault="00F21DB0" w:rsidP="00E44FF8">
            <w:pPr>
              <w:pStyle w:val="tabletext11"/>
              <w:tabs>
                <w:tab w:val="decimal" w:pos="200"/>
              </w:tabs>
              <w:rPr>
                <w:ins w:id="138" w:author="Author"/>
              </w:rPr>
            </w:pPr>
            <w:ins w:id="139" w:author="Author">
              <w:r w:rsidRPr="001D3813">
                <w:t>32.40</w:t>
              </w:r>
            </w:ins>
          </w:p>
        </w:tc>
      </w:tr>
      <w:tr w:rsidR="00F21DB0" w:rsidRPr="001D3813" w14:paraId="30277513" w14:textId="77777777" w:rsidTr="00F21DB0">
        <w:trPr>
          <w:cantSplit/>
          <w:trHeight w:val="190"/>
          <w:ins w:id="140" w:author="Author"/>
          <w:trPrChange w:id="141" w:author="Author">
            <w:trPr>
              <w:gridBefore w:val="4"/>
              <w:cantSplit/>
              <w:trHeight w:val="190"/>
            </w:trPr>
          </w:trPrChange>
        </w:trPr>
        <w:tc>
          <w:tcPr>
            <w:tcW w:w="200" w:type="dxa"/>
            <w:tcPrChange w:id="142" w:author="Author">
              <w:tcPr>
                <w:tcW w:w="200" w:type="dxa"/>
              </w:tcPr>
            </w:tcPrChange>
          </w:tcPr>
          <w:p w14:paraId="203897E9" w14:textId="77777777" w:rsidR="00F21DB0" w:rsidRPr="001D3813" w:rsidRDefault="00F21DB0" w:rsidP="00E44FF8">
            <w:pPr>
              <w:pStyle w:val="tabletext11"/>
              <w:rPr>
                <w:ins w:id="143" w:author="Author"/>
              </w:rPr>
            </w:pPr>
          </w:p>
        </w:tc>
        <w:tc>
          <w:tcPr>
            <w:tcW w:w="300" w:type="dxa"/>
            <w:tcBorders>
              <w:left w:val="single" w:sz="6" w:space="0" w:color="auto"/>
            </w:tcBorders>
            <w:tcPrChange w:id="144" w:author="Author">
              <w:tcPr>
                <w:tcW w:w="300" w:type="dxa"/>
                <w:gridSpan w:val="2"/>
                <w:tcBorders>
                  <w:left w:val="single" w:sz="6" w:space="0" w:color="auto"/>
                </w:tcBorders>
              </w:tcPr>
            </w:tcPrChange>
          </w:tcPr>
          <w:p w14:paraId="362885EF" w14:textId="77777777" w:rsidR="00F21DB0" w:rsidRPr="001D3813" w:rsidRDefault="00F21DB0" w:rsidP="00E44FF8">
            <w:pPr>
              <w:pStyle w:val="tabletext11"/>
              <w:jc w:val="right"/>
              <w:rPr>
                <w:ins w:id="145" w:author="Author"/>
              </w:rPr>
            </w:pPr>
          </w:p>
        </w:tc>
        <w:tc>
          <w:tcPr>
            <w:tcW w:w="2100" w:type="dxa"/>
            <w:gridSpan w:val="5"/>
            <w:tcBorders>
              <w:left w:val="nil"/>
              <w:right w:val="single" w:sz="6" w:space="0" w:color="auto"/>
            </w:tcBorders>
            <w:tcPrChange w:id="146" w:author="Author">
              <w:tcPr>
                <w:tcW w:w="2100" w:type="dxa"/>
                <w:gridSpan w:val="2"/>
                <w:tcBorders>
                  <w:left w:val="nil"/>
                  <w:right w:val="single" w:sz="6" w:space="0" w:color="auto"/>
                </w:tcBorders>
              </w:tcPr>
            </w:tcPrChange>
          </w:tcPr>
          <w:p w14:paraId="4BA6F5D2" w14:textId="77777777" w:rsidR="00F21DB0" w:rsidRPr="001D3813" w:rsidRDefault="00F21DB0" w:rsidP="00E44FF8">
            <w:pPr>
              <w:pStyle w:val="tabletext11"/>
              <w:rPr>
                <w:ins w:id="147" w:author="Author"/>
              </w:rPr>
            </w:pPr>
            <w:ins w:id="148" w:author="Author">
              <w:r w:rsidRPr="001D3813">
                <w:t>100,001 to 110,000</w:t>
              </w:r>
            </w:ins>
          </w:p>
        </w:tc>
        <w:tc>
          <w:tcPr>
            <w:tcW w:w="400" w:type="dxa"/>
            <w:tcBorders>
              <w:left w:val="single" w:sz="6" w:space="0" w:color="auto"/>
            </w:tcBorders>
            <w:tcPrChange w:id="149" w:author="Author">
              <w:tcPr>
                <w:tcW w:w="400" w:type="dxa"/>
                <w:tcBorders>
                  <w:left w:val="single" w:sz="6" w:space="0" w:color="auto"/>
                </w:tcBorders>
              </w:tcPr>
            </w:tcPrChange>
          </w:tcPr>
          <w:p w14:paraId="5F314484" w14:textId="77777777" w:rsidR="00F21DB0" w:rsidRPr="001D3813" w:rsidRDefault="00F21DB0" w:rsidP="00E44FF8">
            <w:pPr>
              <w:pStyle w:val="tabletext11"/>
              <w:jc w:val="right"/>
              <w:rPr>
                <w:ins w:id="150" w:author="Author"/>
              </w:rPr>
            </w:pPr>
          </w:p>
        </w:tc>
        <w:tc>
          <w:tcPr>
            <w:tcW w:w="910" w:type="dxa"/>
            <w:tcBorders>
              <w:left w:val="nil"/>
              <w:right w:val="single" w:sz="6" w:space="0" w:color="auto"/>
            </w:tcBorders>
            <w:tcPrChange w:id="151" w:author="Author">
              <w:tcPr>
                <w:tcW w:w="910" w:type="dxa"/>
                <w:tcBorders>
                  <w:left w:val="nil"/>
                  <w:right w:val="single" w:sz="6" w:space="0" w:color="auto"/>
                </w:tcBorders>
              </w:tcPr>
            </w:tcPrChange>
          </w:tcPr>
          <w:p w14:paraId="001E63E2" w14:textId="77777777" w:rsidR="00F21DB0" w:rsidRPr="001D3813" w:rsidRDefault="00F21DB0" w:rsidP="00E44FF8">
            <w:pPr>
              <w:pStyle w:val="tabletext11"/>
              <w:tabs>
                <w:tab w:val="decimal" w:pos="200"/>
              </w:tabs>
              <w:rPr>
                <w:ins w:id="152" w:author="Author"/>
              </w:rPr>
            </w:pPr>
            <w:ins w:id="153" w:author="Author">
              <w:r w:rsidRPr="001D3813">
                <w:t>29.15</w:t>
              </w:r>
            </w:ins>
          </w:p>
        </w:tc>
        <w:tc>
          <w:tcPr>
            <w:tcW w:w="300" w:type="dxa"/>
            <w:gridSpan w:val="2"/>
            <w:tcBorders>
              <w:left w:val="single" w:sz="6" w:space="0" w:color="auto"/>
            </w:tcBorders>
            <w:tcPrChange w:id="154" w:author="Author">
              <w:tcPr>
                <w:tcW w:w="300" w:type="dxa"/>
                <w:gridSpan w:val="2"/>
                <w:tcBorders>
                  <w:left w:val="single" w:sz="6" w:space="0" w:color="auto"/>
                </w:tcBorders>
              </w:tcPr>
            </w:tcPrChange>
          </w:tcPr>
          <w:p w14:paraId="28EA861B" w14:textId="77777777" w:rsidR="00F21DB0" w:rsidRPr="001D3813" w:rsidRDefault="00F21DB0" w:rsidP="00E44FF8">
            <w:pPr>
              <w:pStyle w:val="tabletext11"/>
              <w:jc w:val="right"/>
              <w:rPr>
                <w:ins w:id="155" w:author="Author"/>
              </w:rPr>
            </w:pPr>
          </w:p>
        </w:tc>
        <w:tc>
          <w:tcPr>
            <w:tcW w:w="790" w:type="dxa"/>
            <w:tcBorders>
              <w:left w:val="nil"/>
              <w:right w:val="single" w:sz="6" w:space="0" w:color="auto"/>
            </w:tcBorders>
            <w:tcPrChange w:id="156" w:author="Author">
              <w:tcPr>
                <w:tcW w:w="790" w:type="dxa"/>
                <w:tcBorders>
                  <w:left w:val="nil"/>
                  <w:right w:val="single" w:sz="6" w:space="0" w:color="auto"/>
                </w:tcBorders>
              </w:tcPr>
            </w:tcPrChange>
          </w:tcPr>
          <w:p w14:paraId="48278BB5" w14:textId="77777777" w:rsidR="00F21DB0" w:rsidRPr="001D3813" w:rsidRDefault="00F21DB0" w:rsidP="00E44FF8">
            <w:pPr>
              <w:pStyle w:val="tabletext11"/>
              <w:tabs>
                <w:tab w:val="decimal" w:pos="200"/>
              </w:tabs>
              <w:rPr>
                <w:ins w:id="157" w:author="Author"/>
              </w:rPr>
            </w:pPr>
            <w:ins w:id="158" w:author="Author">
              <w:r w:rsidRPr="001D3813">
                <w:t>34.15</w:t>
              </w:r>
            </w:ins>
          </w:p>
        </w:tc>
      </w:tr>
      <w:tr w:rsidR="00F21DB0" w:rsidRPr="001D3813" w14:paraId="77D508B3" w14:textId="77777777" w:rsidTr="00F21DB0">
        <w:trPr>
          <w:cantSplit/>
          <w:trHeight w:val="190"/>
          <w:ins w:id="159" w:author="Author"/>
          <w:trPrChange w:id="160" w:author="Author">
            <w:trPr>
              <w:gridBefore w:val="4"/>
              <w:cantSplit/>
              <w:trHeight w:val="190"/>
            </w:trPr>
          </w:trPrChange>
        </w:trPr>
        <w:tc>
          <w:tcPr>
            <w:tcW w:w="200" w:type="dxa"/>
            <w:tcPrChange w:id="161" w:author="Author">
              <w:tcPr>
                <w:tcW w:w="200" w:type="dxa"/>
              </w:tcPr>
            </w:tcPrChange>
          </w:tcPr>
          <w:p w14:paraId="74C316F7" w14:textId="77777777" w:rsidR="00F21DB0" w:rsidRPr="001D3813" w:rsidRDefault="00F21DB0" w:rsidP="00E44FF8">
            <w:pPr>
              <w:pStyle w:val="tabletext11"/>
              <w:rPr>
                <w:ins w:id="162" w:author="Author"/>
              </w:rPr>
            </w:pPr>
          </w:p>
        </w:tc>
        <w:tc>
          <w:tcPr>
            <w:tcW w:w="300" w:type="dxa"/>
            <w:tcBorders>
              <w:left w:val="single" w:sz="6" w:space="0" w:color="auto"/>
            </w:tcBorders>
            <w:tcPrChange w:id="163" w:author="Author">
              <w:tcPr>
                <w:tcW w:w="300" w:type="dxa"/>
                <w:gridSpan w:val="2"/>
                <w:tcBorders>
                  <w:left w:val="single" w:sz="6" w:space="0" w:color="auto"/>
                </w:tcBorders>
              </w:tcPr>
            </w:tcPrChange>
          </w:tcPr>
          <w:p w14:paraId="7B55035A" w14:textId="77777777" w:rsidR="00F21DB0" w:rsidRPr="001D3813" w:rsidRDefault="00F21DB0" w:rsidP="00E44FF8">
            <w:pPr>
              <w:pStyle w:val="tabletext11"/>
              <w:jc w:val="right"/>
              <w:rPr>
                <w:ins w:id="164" w:author="Author"/>
              </w:rPr>
            </w:pPr>
          </w:p>
        </w:tc>
        <w:tc>
          <w:tcPr>
            <w:tcW w:w="2100" w:type="dxa"/>
            <w:gridSpan w:val="5"/>
            <w:tcBorders>
              <w:left w:val="nil"/>
              <w:right w:val="single" w:sz="6" w:space="0" w:color="auto"/>
            </w:tcBorders>
            <w:tcPrChange w:id="165" w:author="Author">
              <w:tcPr>
                <w:tcW w:w="2100" w:type="dxa"/>
                <w:gridSpan w:val="2"/>
                <w:tcBorders>
                  <w:left w:val="nil"/>
                  <w:right w:val="single" w:sz="6" w:space="0" w:color="auto"/>
                </w:tcBorders>
              </w:tcPr>
            </w:tcPrChange>
          </w:tcPr>
          <w:p w14:paraId="076E9D31" w14:textId="77777777" w:rsidR="00F21DB0" w:rsidRPr="001D3813" w:rsidRDefault="00F21DB0" w:rsidP="00E44FF8">
            <w:pPr>
              <w:pStyle w:val="tabletext11"/>
              <w:rPr>
                <w:ins w:id="166" w:author="Author"/>
              </w:rPr>
            </w:pPr>
            <w:ins w:id="167" w:author="Author">
              <w:r w:rsidRPr="001D3813">
                <w:t>110,001 to 120,000</w:t>
              </w:r>
            </w:ins>
          </w:p>
        </w:tc>
        <w:tc>
          <w:tcPr>
            <w:tcW w:w="400" w:type="dxa"/>
            <w:tcBorders>
              <w:left w:val="single" w:sz="6" w:space="0" w:color="auto"/>
            </w:tcBorders>
            <w:tcPrChange w:id="168" w:author="Author">
              <w:tcPr>
                <w:tcW w:w="400" w:type="dxa"/>
                <w:tcBorders>
                  <w:left w:val="single" w:sz="6" w:space="0" w:color="auto"/>
                </w:tcBorders>
              </w:tcPr>
            </w:tcPrChange>
          </w:tcPr>
          <w:p w14:paraId="39912044" w14:textId="77777777" w:rsidR="00F21DB0" w:rsidRPr="001D3813" w:rsidRDefault="00F21DB0" w:rsidP="00E44FF8">
            <w:pPr>
              <w:pStyle w:val="tabletext11"/>
              <w:jc w:val="right"/>
              <w:rPr>
                <w:ins w:id="169" w:author="Author"/>
              </w:rPr>
            </w:pPr>
          </w:p>
        </w:tc>
        <w:tc>
          <w:tcPr>
            <w:tcW w:w="910" w:type="dxa"/>
            <w:tcBorders>
              <w:left w:val="nil"/>
              <w:right w:val="single" w:sz="6" w:space="0" w:color="auto"/>
            </w:tcBorders>
            <w:tcPrChange w:id="170" w:author="Author">
              <w:tcPr>
                <w:tcW w:w="910" w:type="dxa"/>
                <w:tcBorders>
                  <w:left w:val="nil"/>
                  <w:right w:val="single" w:sz="6" w:space="0" w:color="auto"/>
                </w:tcBorders>
              </w:tcPr>
            </w:tcPrChange>
          </w:tcPr>
          <w:p w14:paraId="0F8FA4C7" w14:textId="77777777" w:rsidR="00F21DB0" w:rsidRPr="001D3813" w:rsidRDefault="00F21DB0" w:rsidP="00E44FF8">
            <w:pPr>
              <w:pStyle w:val="tabletext11"/>
              <w:tabs>
                <w:tab w:val="decimal" w:pos="200"/>
              </w:tabs>
              <w:rPr>
                <w:ins w:id="171" w:author="Author"/>
              </w:rPr>
            </w:pPr>
            <w:ins w:id="172" w:author="Author">
              <w:r w:rsidRPr="001D3813">
                <w:t>30.76</w:t>
              </w:r>
            </w:ins>
          </w:p>
        </w:tc>
        <w:tc>
          <w:tcPr>
            <w:tcW w:w="300" w:type="dxa"/>
            <w:gridSpan w:val="2"/>
            <w:tcBorders>
              <w:left w:val="single" w:sz="6" w:space="0" w:color="auto"/>
            </w:tcBorders>
            <w:tcPrChange w:id="173" w:author="Author">
              <w:tcPr>
                <w:tcW w:w="300" w:type="dxa"/>
                <w:gridSpan w:val="2"/>
                <w:tcBorders>
                  <w:left w:val="single" w:sz="6" w:space="0" w:color="auto"/>
                </w:tcBorders>
              </w:tcPr>
            </w:tcPrChange>
          </w:tcPr>
          <w:p w14:paraId="14B11221" w14:textId="77777777" w:rsidR="00F21DB0" w:rsidRPr="001D3813" w:rsidRDefault="00F21DB0" w:rsidP="00E44FF8">
            <w:pPr>
              <w:pStyle w:val="tabletext11"/>
              <w:jc w:val="right"/>
              <w:rPr>
                <w:ins w:id="174" w:author="Author"/>
              </w:rPr>
            </w:pPr>
          </w:p>
        </w:tc>
        <w:tc>
          <w:tcPr>
            <w:tcW w:w="790" w:type="dxa"/>
            <w:tcBorders>
              <w:left w:val="nil"/>
              <w:right w:val="single" w:sz="6" w:space="0" w:color="auto"/>
            </w:tcBorders>
            <w:tcPrChange w:id="175" w:author="Author">
              <w:tcPr>
                <w:tcW w:w="790" w:type="dxa"/>
                <w:tcBorders>
                  <w:left w:val="nil"/>
                  <w:right w:val="single" w:sz="6" w:space="0" w:color="auto"/>
                </w:tcBorders>
              </w:tcPr>
            </w:tcPrChange>
          </w:tcPr>
          <w:p w14:paraId="6811396D" w14:textId="77777777" w:rsidR="00F21DB0" w:rsidRPr="001D3813" w:rsidRDefault="00F21DB0" w:rsidP="00E44FF8">
            <w:pPr>
              <w:pStyle w:val="tabletext11"/>
              <w:tabs>
                <w:tab w:val="decimal" w:pos="200"/>
              </w:tabs>
              <w:rPr>
                <w:ins w:id="176" w:author="Author"/>
              </w:rPr>
            </w:pPr>
            <w:ins w:id="177" w:author="Author">
              <w:r w:rsidRPr="001D3813">
                <w:t>35.76</w:t>
              </w:r>
            </w:ins>
          </w:p>
        </w:tc>
      </w:tr>
      <w:tr w:rsidR="00F21DB0" w:rsidRPr="001D3813" w14:paraId="6C68E551" w14:textId="77777777" w:rsidTr="00F21DB0">
        <w:trPr>
          <w:cantSplit/>
          <w:trHeight w:val="190"/>
          <w:ins w:id="178" w:author="Author"/>
          <w:trPrChange w:id="179" w:author="Author">
            <w:trPr>
              <w:gridBefore w:val="4"/>
              <w:cantSplit/>
              <w:trHeight w:val="190"/>
            </w:trPr>
          </w:trPrChange>
        </w:trPr>
        <w:tc>
          <w:tcPr>
            <w:tcW w:w="200" w:type="dxa"/>
            <w:tcPrChange w:id="180" w:author="Author">
              <w:tcPr>
                <w:tcW w:w="200" w:type="dxa"/>
              </w:tcPr>
            </w:tcPrChange>
          </w:tcPr>
          <w:p w14:paraId="42BBAFC4" w14:textId="77777777" w:rsidR="00F21DB0" w:rsidRPr="001D3813" w:rsidRDefault="00F21DB0" w:rsidP="00E44FF8">
            <w:pPr>
              <w:pStyle w:val="tabletext11"/>
              <w:rPr>
                <w:ins w:id="181" w:author="Author"/>
              </w:rPr>
            </w:pPr>
          </w:p>
        </w:tc>
        <w:tc>
          <w:tcPr>
            <w:tcW w:w="300" w:type="dxa"/>
            <w:tcBorders>
              <w:left w:val="single" w:sz="6" w:space="0" w:color="auto"/>
            </w:tcBorders>
            <w:tcPrChange w:id="182" w:author="Author">
              <w:tcPr>
                <w:tcW w:w="300" w:type="dxa"/>
                <w:gridSpan w:val="2"/>
                <w:tcBorders>
                  <w:left w:val="single" w:sz="6" w:space="0" w:color="auto"/>
                </w:tcBorders>
              </w:tcPr>
            </w:tcPrChange>
          </w:tcPr>
          <w:p w14:paraId="3552CC0B" w14:textId="77777777" w:rsidR="00F21DB0" w:rsidRPr="001D3813" w:rsidRDefault="00F21DB0" w:rsidP="00E44FF8">
            <w:pPr>
              <w:pStyle w:val="tabletext11"/>
              <w:jc w:val="right"/>
              <w:rPr>
                <w:ins w:id="183" w:author="Author"/>
              </w:rPr>
            </w:pPr>
          </w:p>
        </w:tc>
        <w:tc>
          <w:tcPr>
            <w:tcW w:w="2100" w:type="dxa"/>
            <w:gridSpan w:val="5"/>
            <w:tcBorders>
              <w:left w:val="nil"/>
              <w:right w:val="single" w:sz="6" w:space="0" w:color="auto"/>
            </w:tcBorders>
            <w:tcPrChange w:id="184" w:author="Author">
              <w:tcPr>
                <w:tcW w:w="2100" w:type="dxa"/>
                <w:gridSpan w:val="2"/>
                <w:tcBorders>
                  <w:left w:val="nil"/>
                  <w:right w:val="single" w:sz="6" w:space="0" w:color="auto"/>
                </w:tcBorders>
              </w:tcPr>
            </w:tcPrChange>
          </w:tcPr>
          <w:p w14:paraId="446A93AB" w14:textId="77777777" w:rsidR="00F21DB0" w:rsidRPr="001D3813" w:rsidRDefault="00F21DB0" w:rsidP="00E44FF8">
            <w:pPr>
              <w:pStyle w:val="tabletext11"/>
              <w:rPr>
                <w:ins w:id="185" w:author="Author"/>
              </w:rPr>
            </w:pPr>
            <w:ins w:id="186" w:author="Author">
              <w:r w:rsidRPr="001D3813">
                <w:t>120,001 to 130,000</w:t>
              </w:r>
            </w:ins>
          </w:p>
        </w:tc>
        <w:tc>
          <w:tcPr>
            <w:tcW w:w="400" w:type="dxa"/>
            <w:tcBorders>
              <w:left w:val="single" w:sz="6" w:space="0" w:color="auto"/>
            </w:tcBorders>
            <w:tcPrChange w:id="187" w:author="Author">
              <w:tcPr>
                <w:tcW w:w="400" w:type="dxa"/>
                <w:tcBorders>
                  <w:left w:val="single" w:sz="6" w:space="0" w:color="auto"/>
                </w:tcBorders>
              </w:tcPr>
            </w:tcPrChange>
          </w:tcPr>
          <w:p w14:paraId="47AFE083" w14:textId="77777777" w:rsidR="00F21DB0" w:rsidRPr="001D3813" w:rsidRDefault="00F21DB0" w:rsidP="00E44FF8">
            <w:pPr>
              <w:pStyle w:val="tabletext11"/>
              <w:jc w:val="right"/>
              <w:rPr>
                <w:ins w:id="188" w:author="Author"/>
              </w:rPr>
            </w:pPr>
          </w:p>
        </w:tc>
        <w:tc>
          <w:tcPr>
            <w:tcW w:w="910" w:type="dxa"/>
            <w:tcBorders>
              <w:left w:val="nil"/>
              <w:right w:val="single" w:sz="6" w:space="0" w:color="auto"/>
            </w:tcBorders>
            <w:tcPrChange w:id="189" w:author="Author">
              <w:tcPr>
                <w:tcW w:w="910" w:type="dxa"/>
                <w:tcBorders>
                  <w:left w:val="nil"/>
                  <w:right w:val="single" w:sz="6" w:space="0" w:color="auto"/>
                </w:tcBorders>
              </w:tcPr>
            </w:tcPrChange>
          </w:tcPr>
          <w:p w14:paraId="4144CFD1" w14:textId="77777777" w:rsidR="00F21DB0" w:rsidRPr="001D3813" w:rsidRDefault="00F21DB0" w:rsidP="00E44FF8">
            <w:pPr>
              <w:pStyle w:val="tabletext11"/>
              <w:tabs>
                <w:tab w:val="decimal" w:pos="200"/>
              </w:tabs>
              <w:rPr>
                <w:ins w:id="190" w:author="Author"/>
              </w:rPr>
            </w:pPr>
            <w:ins w:id="191" w:author="Author">
              <w:r w:rsidRPr="001D3813">
                <w:t>32.25</w:t>
              </w:r>
            </w:ins>
          </w:p>
        </w:tc>
        <w:tc>
          <w:tcPr>
            <w:tcW w:w="300" w:type="dxa"/>
            <w:gridSpan w:val="2"/>
            <w:tcBorders>
              <w:left w:val="single" w:sz="6" w:space="0" w:color="auto"/>
            </w:tcBorders>
            <w:tcPrChange w:id="192" w:author="Author">
              <w:tcPr>
                <w:tcW w:w="300" w:type="dxa"/>
                <w:gridSpan w:val="2"/>
                <w:tcBorders>
                  <w:left w:val="single" w:sz="6" w:space="0" w:color="auto"/>
                </w:tcBorders>
              </w:tcPr>
            </w:tcPrChange>
          </w:tcPr>
          <w:p w14:paraId="07E550AF" w14:textId="77777777" w:rsidR="00F21DB0" w:rsidRPr="001D3813" w:rsidRDefault="00F21DB0" w:rsidP="00E44FF8">
            <w:pPr>
              <w:pStyle w:val="tabletext11"/>
              <w:jc w:val="right"/>
              <w:rPr>
                <w:ins w:id="193" w:author="Author"/>
              </w:rPr>
            </w:pPr>
          </w:p>
        </w:tc>
        <w:tc>
          <w:tcPr>
            <w:tcW w:w="790" w:type="dxa"/>
            <w:tcBorders>
              <w:left w:val="nil"/>
              <w:right w:val="single" w:sz="6" w:space="0" w:color="auto"/>
            </w:tcBorders>
            <w:tcPrChange w:id="194" w:author="Author">
              <w:tcPr>
                <w:tcW w:w="790" w:type="dxa"/>
                <w:tcBorders>
                  <w:left w:val="nil"/>
                  <w:right w:val="single" w:sz="6" w:space="0" w:color="auto"/>
                </w:tcBorders>
              </w:tcPr>
            </w:tcPrChange>
          </w:tcPr>
          <w:p w14:paraId="0354EF31" w14:textId="77777777" w:rsidR="00F21DB0" w:rsidRPr="001D3813" w:rsidRDefault="00F21DB0" w:rsidP="00E44FF8">
            <w:pPr>
              <w:pStyle w:val="tabletext11"/>
              <w:tabs>
                <w:tab w:val="decimal" w:pos="200"/>
              </w:tabs>
              <w:rPr>
                <w:ins w:id="195" w:author="Author"/>
              </w:rPr>
            </w:pPr>
            <w:ins w:id="196" w:author="Author">
              <w:r w:rsidRPr="001D3813">
                <w:t>37.25</w:t>
              </w:r>
            </w:ins>
          </w:p>
        </w:tc>
      </w:tr>
      <w:tr w:rsidR="00F21DB0" w:rsidRPr="001D3813" w14:paraId="7E4D07A4" w14:textId="77777777" w:rsidTr="00F21DB0">
        <w:trPr>
          <w:cantSplit/>
          <w:trHeight w:val="190"/>
          <w:ins w:id="197" w:author="Author"/>
          <w:trPrChange w:id="198" w:author="Author">
            <w:trPr>
              <w:gridBefore w:val="4"/>
              <w:cantSplit/>
              <w:trHeight w:val="190"/>
            </w:trPr>
          </w:trPrChange>
        </w:trPr>
        <w:tc>
          <w:tcPr>
            <w:tcW w:w="200" w:type="dxa"/>
            <w:tcPrChange w:id="199" w:author="Author">
              <w:tcPr>
                <w:tcW w:w="200" w:type="dxa"/>
              </w:tcPr>
            </w:tcPrChange>
          </w:tcPr>
          <w:p w14:paraId="0F324F50" w14:textId="77777777" w:rsidR="00F21DB0" w:rsidRPr="001D3813" w:rsidRDefault="00F21DB0" w:rsidP="00E44FF8">
            <w:pPr>
              <w:pStyle w:val="tabletext11"/>
              <w:rPr>
                <w:ins w:id="200" w:author="Author"/>
              </w:rPr>
            </w:pPr>
          </w:p>
        </w:tc>
        <w:tc>
          <w:tcPr>
            <w:tcW w:w="300" w:type="dxa"/>
            <w:tcBorders>
              <w:left w:val="single" w:sz="6" w:space="0" w:color="auto"/>
            </w:tcBorders>
            <w:tcPrChange w:id="201" w:author="Author">
              <w:tcPr>
                <w:tcW w:w="300" w:type="dxa"/>
                <w:gridSpan w:val="2"/>
                <w:tcBorders>
                  <w:left w:val="single" w:sz="6" w:space="0" w:color="auto"/>
                </w:tcBorders>
              </w:tcPr>
            </w:tcPrChange>
          </w:tcPr>
          <w:p w14:paraId="1819766C" w14:textId="77777777" w:rsidR="00F21DB0" w:rsidRPr="001D3813" w:rsidRDefault="00F21DB0" w:rsidP="00E44FF8">
            <w:pPr>
              <w:pStyle w:val="tabletext11"/>
              <w:jc w:val="right"/>
              <w:rPr>
                <w:ins w:id="202" w:author="Author"/>
              </w:rPr>
            </w:pPr>
          </w:p>
        </w:tc>
        <w:tc>
          <w:tcPr>
            <w:tcW w:w="2100" w:type="dxa"/>
            <w:gridSpan w:val="5"/>
            <w:tcBorders>
              <w:left w:val="nil"/>
              <w:right w:val="single" w:sz="6" w:space="0" w:color="auto"/>
            </w:tcBorders>
            <w:tcPrChange w:id="203" w:author="Author">
              <w:tcPr>
                <w:tcW w:w="2100" w:type="dxa"/>
                <w:gridSpan w:val="2"/>
                <w:tcBorders>
                  <w:left w:val="nil"/>
                  <w:right w:val="single" w:sz="6" w:space="0" w:color="auto"/>
                </w:tcBorders>
              </w:tcPr>
            </w:tcPrChange>
          </w:tcPr>
          <w:p w14:paraId="23E0D637" w14:textId="77777777" w:rsidR="00F21DB0" w:rsidRPr="001D3813" w:rsidRDefault="00F21DB0" w:rsidP="00E44FF8">
            <w:pPr>
              <w:pStyle w:val="tabletext11"/>
              <w:rPr>
                <w:ins w:id="204" w:author="Author"/>
              </w:rPr>
            </w:pPr>
            <w:ins w:id="205" w:author="Author">
              <w:r w:rsidRPr="001D3813">
                <w:t>130,001 to 140,000</w:t>
              </w:r>
            </w:ins>
          </w:p>
        </w:tc>
        <w:tc>
          <w:tcPr>
            <w:tcW w:w="400" w:type="dxa"/>
            <w:tcBorders>
              <w:left w:val="single" w:sz="6" w:space="0" w:color="auto"/>
            </w:tcBorders>
            <w:tcPrChange w:id="206" w:author="Author">
              <w:tcPr>
                <w:tcW w:w="400" w:type="dxa"/>
                <w:tcBorders>
                  <w:left w:val="single" w:sz="6" w:space="0" w:color="auto"/>
                </w:tcBorders>
              </w:tcPr>
            </w:tcPrChange>
          </w:tcPr>
          <w:p w14:paraId="0386D2AD" w14:textId="77777777" w:rsidR="00F21DB0" w:rsidRPr="001D3813" w:rsidRDefault="00F21DB0" w:rsidP="00E44FF8">
            <w:pPr>
              <w:pStyle w:val="tabletext11"/>
              <w:jc w:val="right"/>
              <w:rPr>
                <w:ins w:id="207" w:author="Author"/>
              </w:rPr>
            </w:pPr>
          </w:p>
        </w:tc>
        <w:tc>
          <w:tcPr>
            <w:tcW w:w="910" w:type="dxa"/>
            <w:tcBorders>
              <w:left w:val="nil"/>
              <w:right w:val="single" w:sz="6" w:space="0" w:color="auto"/>
            </w:tcBorders>
            <w:tcPrChange w:id="208" w:author="Author">
              <w:tcPr>
                <w:tcW w:w="910" w:type="dxa"/>
                <w:tcBorders>
                  <w:left w:val="nil"/>
                  <w:right w:val="single" w:sz="6" w:space="0" w:color="auto"/>
                </w:tcBorders>
              </w:tcPr>
            </w:tcPrChange>
          </w:tcPr>
          <w:p w14:paraId="664CF064" w14:textId="77777777" w:rsidR="00F21DB0" w:rsidRPr="001D3813" w:rsidRDefault="00F21DB0" w:rsidP="00E44FF8">
            <w:pPr>
              <w:pStyle w:val="tabletext11"/>
              <w:tabs>
                <w:tab w:val="decimal" w:pos="200"/>
              </w:tabs>
              <w:rPr>
                <w:ins w:id="209" w:author="Author"/>
              </w:rPr>
            </w:pPr>
            <w:ins w:id="210" w:author="Author">
              <w:r w:rsidRPr="001D3813">
                <w:t>33.63</w:t>
              </w:r>
            </w:ins>
          </w:p>
        </w:tc>
        <w:tc>
          <w:tcPr>
            <w:tcW w:w="300" w:type="dxa"/>
            <w:gridSpan w:val="2"/>
            <w:tcBorders>
              <w:left w:val="single" w:sz="6" w:space="0" w:color="auto"/>
            </w:tcBorders>
            <w:tcPrChange w:id="211" w:author="Author">
              <w:tcPr>
                <w:tcW w:w="300" w:type="dxa"/>
                <w:gridSpan w:val="2"/>
                <w:tcBorders>
                  <w:left w:val="single" w:sz="6" w:space="0" w:color="auto"/>
                </w:tcBorders>
              </w:tcPr>
            </w:tcPrChange>
          </w:tcPr>
          <w:p w14:paraId="30AF195A" w14:textId="77777777" w:rsidR="00F21DB0" w:rsidRPr="001D3813" w:rsidRDefault="00F21DB0" w:rsidP="00E44FF8">
            <w:pPr>
              <w:pStyle w:val="tabletext11"/>
              <w:jc w:val="right"/>
              <w:rPr>
                <w:ins w:id="212" w:author="Author"/>
              </w:rPr>
            </w:pPr>
          </w:p>
        </w:tc>
        <w:tc>
          <w:tcPr>
            <w:tcW w:w="790" w:type="dxa"/>
            <w:tcBorders>
              <w:left w:val="nil"/>
              <w:right w:val="single" w:sz="6" w:space="0" w:color="auto"/>
            </w:tcBorders>
            <w:tcPrChange w:id="213" w:author="Author">
              <w:tcPr>
                <w:tcW w:w="790" w:type="dxa"/>
                <w:tcBorders>
                  <w:left w:val="nil"/>
                  <w:right w:val="single" w:sz="6" w:space="0" w:color="auto"/>
                </w:tcBorders>
              </w:tcPr>
            </w:tcPrChange>
          </w:tcPr>
          <w:p w14:paraId="486C502F" w14:textId="77777777" w:rsidR="00F21DB0" w:rsidRPr="001D3813" w:rsidRDefault="00F21DB0" w:rsidP="00E44FF8">
            <w:pPr>
              <w:pStyle w:val="tabletext11"/>
              <w:tabs>
                <w:tab w:val="decimal" w:pos="200"/>
              </w:tabs>
              <w:rPr>
                <w:ins w:id="214" w:author="Author"/>
              </w:rPr>
            </w:pPr>
            <w:ins w:id="215" w:author="Author">
              <w:r w:rsidRPr="001D3813">
                <w:t>38.63</w:t>
              </w:r>
            </w:ins>
          </w:p>
        </w:tc>
      </w:tr>
      <w:tr w:rsidR="00F21DB0" w:rsidRPr="001D3813" w14:paraId="6027886E" w14:textId="77777777" w:rsidTr="00F21DB0">
        <w:trPr>
          <w:cantSplit/>
          <w:trHeight w:val="190"/>
          <w:ins w:id="216" w:author="Author"/>
          <w:trPrChange w:id="217" w:author="Author">
            <w:trPr>
              <w:gridBefore w:val="4"/>
              <w:cantSplit/>
              <w:trHeight w:val="190"/>
            </w:trPr>
          </w:trPrChange>
        </w:trPr>
        <w:tc>
          <w:tcPr>
            <w:tcW w:w="200" w:type="dxa"/>
            <w:tcPrChange w:id="218" w:author="Author">
              <w:tcPr>
                <w:tcW w:w="200" w:type="dxa"/>
              </w:tcPr>
            </w:tcPrChange>
          </w:tcPr>
          <w:p w14:paraId="6C2B2659" w14:textId="77777777" w:rsidR="00F21DB0" w:rsidRPr="001D3813" w:rsidRDefault="00F21DB0" w:rsidP="00E44FF8">
            <w:pPr>
              <w:pStyle w:val="tabletext11"/>
              <w:rPr>
                <w:ins w:id="219" w:author="Author"/>
              </w:rPr>
            </w:pPr>
          </w:p>
        </w:tc>
        <w:tc>
          <w:tcPr>
            <w:tcW w:w="300" w:type="dxa"/>
            <w:tcBorders>
              <w:left w:val="single" w:sz="6" w:space="0" w:color="auto"/>
            </w:tcBorders>
            <w:tcPrChange w:id="220" w:author="Author">
              <w:tcPr>
                <w:tcW w:w="300" w:type="dxa"/>
                <w:gridSpan w:val="2"/>
                <w:tcBorders>
                  <w:left w:val="single" w:sz="6" w:space="0" w:color="auto"/>
                </w:tcBorders>
              </w:tcPr>
            </w:tcPrChange>
          </w:tcPr>
          <w:p w14:paraId="4E6B0344" w14:textId="77777777" w:rsidR="00F21DB0" w:rsidRPr="001D3813" w:rsidRDefault="00F21DB0" w:rsidP="00E44FF8">
            <w:pPr>
              <w:pStyle w:val="tabletext11"/>
              <w:jc w:val="right"/>
              <w:rPr>
                <w:ins w:id="221" w:author="Author"/>
              </w:rPr>
            </w:pPr>
          </w:p>
        </w:tc>
        <w:tc>
          <w:tcPr>
            <w:tcW w:w="2100" w:type="dxa"/>
            <w:gridSpan w:val="5"/>
            <w:tcBorders>
              <w:left w:val="nil"/>
              <w:right w:val="single" w:sz="6" w:space="0" w:color="auto"/>
            </w:tcBorders>
            <w:tcPrChange w:id="222" w:author="Author">
              <w:tcPr>
                <w:tcW w:w="2100" w:type="dxa"/>
                <w:gridSpan w:val="2"/>
                <w:tcBorders>
                  <w:left w:val="nil"/>
                  <w:right w:val="single" w:sz="6" w:space="0" w:color="auto"/>
                </w:tcBorders>
              </w:tcPr>
            </w:tcPrChange>
          </w:tcPr>
          <w:p w14:paraId="7A6926EF" w14:textId="77777777" w:rsidR="00F21DB0" w:rsidRPr="001D3813" w:rsidRDefault="00F21DB0" w:rsidP="00E44FF8">
            <w:pPr>
              <w:pStyle w:val="tabletext11"/>
              <w:rPr>
                <w:ins w:id="223" w:author="Author"/>
              </w:rPr>
            </w:pPr>
            <w:ins w:id="224" w:author="Author">
              <w:r w:rsidRPr="001D3813">
                <w:t>140,001 to 150,000</w:t>
              </w:r>
            </w:ins>
          </w:p>
        </w:tc>
        <w:tc>
          <w:tcPr>
            <w:tcW w:w="400" w:type="dxa"/>
            <w:tcBorders>
              <w:left w:val="single" w:sz="6" w:space="0" w:color="auto"/>
            </w:tcBorders>
            <w:tcPrChange w:id="225" w:author="Author">
              <w:tcPr>
                <w:tcW w:w="400" w:type="dxa"/>
                <w:tcBorders>
                  <w:left w:val="single" w:sz="6" w:space="0" w:color="auto"/>
                </w:tcBorders>
              </w:tcPr>
            </w:tcPrChange>
          </w:tcPr>
          <w:p w14:paraId="2F0799DC" w14:textId="77777777" w:rsidR="00F21DB0" w:rsidRPr="001D3813" w:rsidRDefault="00F21DB0" w:rsidP="00E44FF8">
            <w:pPr>
              <w:pStyle w:val="tabletext11"/>
              <w:jc w:val="right"/>
              <w:rPr>
                <w:ins w:id="226" w:author="Author"/>
              </w:rPr>
            </w:pPr>
          </w:p>
        </w:tc>
        <w:tc>
          <w:tcPr>
            <w:tcW w:w="910" w:type="dxa"/>
            <w:tcBorders>
              <w:left w:val="nil"/>
              <w:right w:val="single" w:sz="6" w:space="0" w:color="auto"/>
            </w:tcBorders>
            <w:tcPrChange w:id="227" w:author="Author">
              <w:tcPr>
                <w:tcW w:w="910" w:type="dxa"/>
                <w:tcBorders>
                  <w:left w:val="nil"/>
                  <w:right w:val="single" w:sz="6" w:space="0" w:color="auto"/>
                </w:tcBorders>
              </w:tcPr>
            </w:tcPrChange>
          </w:tcPr>
          <w:p w14:paraId="51A64A4A" w14:textId="77777777" w:rsidR="00F21DB0" w:rsidRPr="001D3813" w:rsidRDefault="00F21DB0" w:rsidP="00E44FF8">
            <w:pPr>
              <w:pStyle w:val="tabletext11"/>
              <w:tabs>
                <w:tab w:val="decimal" w:pos="200"/>
              </w:tabs>
              <w:rPr>
                <w:ins w:id="228" w:author="Author"/>
              </w:rPr>
            </w:pPr>
            <w:ins w:id="229" w:author="Author">
              <w:r w:rsidRPr="001D3813">
                <w:t>34.91</w:t>
              </w:r>
            </w:ins>
          </w:p>
        </w:tc>
        <w:tc>
          <w:tcPr>
            <w:tcW w:w="300" w:type="dxa"/>
            <w:gridSpan w:val="2"/>
            <w:tcBorders>
              <w:left w:val="single" w:sz="6" w:space="0" w:color="auto"/>
            </w:tcBorders>
            <w:tcPrChange w:id="230" w:author="Author">
              <w:tcPr>
                <w:tcW w:w="300" w:type="dxa"/>
                <w:gridSpan w:val="2"/>
                <w:tcBorders>
                  <w:left w:val="single" w:sz="6" w:space="0" w:color="auto"/>
                </w:tcBorders>
              </w:tcPr>
            </w:tcPrChange>
          </w:tcPr>
          <w:p w14:paraId="737CC9A7" w14:textId="77777777" w:rsidR="00F21DB0" w:rsidRPr="001D3813" w:rsidRDefault="00F21DB0" w:rsidP="00E44FF8">
            <w:pPr>
              <w:pStyle w:val="tabletext11"/>
              <w:jc w:val="right"/>
              <w:rPr>
                <w:ins w:id="231" w:author="Author"/>
              </w:rPr>
            </w:pPr>
          </w:p>
        </w:tc>
        <w:tc>
          <w:tcPr>
            <w:tcW w:w="790" w:type="dxa"/>
            <w:tcBorders>
              <w:left w:val="nil"/>
              <w:right w:val="single" w:sz="6" w:space="0" w:color="auto"/>
            </w:tcBorders>
            <w:tcPrChange w:id="232" w:author="Author">
              <w:tcPr>
                <w:tcW w:w="790" w:type="dxa"/>
                <w:tcBorders>
                  <w:left w:val="nil"/>
                  <w:right w:val="single" w:sz="6" w:space="0" w:color="auto"/>
                </w:tcBorders>
              </w:tcPr>
            </w:tcPrChange>
          </w:tcPr>
          <w:p w14:paraId="15510488" w14:textId="77777777" w:rsidR="00F21DB0" w:rsidRPr="001D3813" w:rsidRDefault="00F21DB0" w:rsidP="00E44FF8">
            <w:pPr>
              <w:pStyle w:val="tabletext11"/>
              <w:tabs>
                <w:tab w:val="decimal" w:pos="200"/>
              </w:tabs>
              <w:rPr>
                <w:ins w:id="233" w:author="Author"/>
              </w:rPr>
            </w:pPr>
            <w:ins w:id="234" w:author="Author">
              <w:r w:rsidRPr="001D3813">
                <w:t>39.91</w:t>
              </w:r>
            </w:ins>
          </w:p>
        </w:tc>
      </w:tr>
      <w:tr w:rsidR="00F21DB0" w:rsidRPr="001D3813" w14:paraId="355926B6" w14:textId="77777777" w:rsidTr="00F21DB0">
        <w:trPr>
          <w:cantSplit/>
          <w:trHeight w:val="190"/>
          <w:ins w:id="235" w:author="Author"/>
          <w:trPrChange w:id="236" w:author="Author">
            <w:trPr>
              <w:gridBefore w:val="4"/>
              <w:cantSplit/>
              <w:trHeight w:val="190"/>
            </w:trPr>
          </w:trPrChange>
        </w:trPr>
        <w:tc>
          <w:tcPr>
            <w:tcW w:w="200" w:type="dxa"/>
            <w:tcPrChange w:id="237" w:author="Author">
              <w:tcPr>
                <w:tcW w:w="200" w:type="dxa"/>
              </w:tcPr>
            </w:tcPrChange>
          </w:tcPr>
          <w:p w14:paraId="67A9D88C" w14:textId="77777777" w:rsidR="00F21DB0" w:rsidRPr="001D3813" w:rsidRDefault="00F21DB0" w:rsidP="00E44FF8">
            <w:pPr>
              <w:pStyle w:val="tabletext11"/>
              <w:rPr>
                <w:ins w:id="238" w:author="Author"/>
              </w:rPr>
            </w:pPr>
          </w:p>
        </w:tc>
        <w:tc>
          <w:tcPr>
            <w:tcW w:w="300" w:type="dxa"/>
            <w:tcBorders>
              <w:left w:val="single" w:sz="6" w:space="0" w:color="auto"/>
            </w:tcBorders>
            <w:tcPrChange w:id="239" w:author="Author">
              <w:tcPr>
                <w:tcW w:w="300" w:type="dxa"/>
                <w:gridSpan w:val="2"/>
                <w:tcBorders>
                  <w:left w:val="single" w:sz="6" w:space="0" w:color="auto"/>
                </w:tcBorders>
              </w:tcPr>
            </w:tcPrChange>
          </w:tcPr>
          <w:p w14:paraId="79E564F9" w14:textId="77777777" w:rsidR="00F21DB0" w:rsidRPr="001D3813" w:rsidRDefault="00F21DB0" w:rsidP="00E44FF8">
            <w:pPr>
              <w:pStyle w:val="tabletext11"/>
              <w:jc w:val="right"/>
              <w:rPr>
                <w:ins w:id="240" w:author="Author"/>
              </w:rPr>
            </w:pPr>
          </w:p>
        </w:tc>
        <w:tc>
          <w:tcPr>
            <w:tcW w:w="2100" w:type="dxa"/>
            <w:gridSpan w:val="5"/>
            <w:tcBorders>
              <w:left w:val="nil"/>
              <w:right w:val="single" w:sz="6" w:space="0" w:color="auto"/>
            </w:tcBorders>
            <w:tcPrChange w:id="241" w:author="Author">
              <w:tcPr>
                <w:tcW w:w="2100" w:type="dxa"/>
                <w:gridSpan w:val="2"/>
                <w:tcBorders>
                  <w:left w:val="nil"/>
                  <w:right w:val="single" w:sz="6" w:space="0" w:color="auto"/>
                </w:tcBorders>
              </w:tcPr>
            </w:tcPrChange>
          </w:tcPr>
          <w:p w14:paraId="705F96CC" w14:textId="77777777" w:rsidR="00F21DB0" w:rsidRPr="001D3813" w:rsidRDefault="00F21DB0" w:rsidP="00E44FF8">
            <w:pPr>
              <w:pStyle w:val="tabletext11"/>
              <w:rPr>
                <w:ins w:id="242" w:author="Author"/>
              </w:rPr>
            </w:pPr>
            <w:ins w:id="243" w:author="Author">
              <w:r w:rsidRPr="001D3813">
                <w:t>150,001 to 160,000</w:t>
              </w:r>
            </w:ins>
          </w:p>
        </w:tc>
        <w:tc>
          <w:tcPr>
            <w:tcW w:w="400" w:type="dxa"/>
            <w:tcBorders>
              <w:left w:val="single" w:sz="6" w:space="0" w:color="auto"/>
            </w:tcBorders>
            <w:tcPrChange w:id="244" w:author="Author">
              <w:tcPr>
                <w:tcW w:w="400" w:type="dxa"/>
                <w:tcBorders>
                  <w:left w:val="single" w:sz="6" w:space="0" w:color="auto"/>
                </w:tcBorders>
              </w:tcPr>
            </w:tcPrChange>
          </w:tcPr>
          <w:p w14:paraId="1E28F125" w14:textId="77777777" w:rsidR="00F21DB0" w:rsidRPr="001D3813" w:rsidRDefault="00F21DB0" w:rsidP="00E44FF8">
            <w:pPr>
              <w:pStyle w:val="tabletext11"/>
              <w:jc w:val="right"/>
              <w:rPr>
                <w:ins w:id="245" w:author="Author"/>
              </w:rPr>
            </w:pPr>
          </w:p>
        </w:tc>
        <w:tc>
          <w:tcPr>
            <w:tcW w:w="910" w:type="dxa"/>
            <w:tcBorders>
              <w:left w:val="nil"/>
              <w:right w:val="single" w:sz="6" w:space="0" w:color="auto"/>
            </w:tcBorders>
            <w:tcPrChange w:id="246" w:author="Author">
              <w:tcPr>
                <w:tcW w:w="910" w:type="dxa"/>
                <w:tcBorders>
                  <w:left w:val="nil"/>
                  <w:right w:val="single" w:sz="6" w:space="0" w:color="auto"/>
                </w:tcBorders>
              </w:tcPr>
            </w:tcPrChange>
          </w:tcPr>
          <w:p w14:paraId="23B7D49C" w14:textId="77777777" w:rsidR="00F21DB0" w:rsidRPr="001D3813" w:rsidRDefault="00F21DB0" w:rsidP="00E44FF8">
            <w:pPr>
              <w:pStyle w:val="tabletext11"/>
              <w:tabs>
                <w:tab w:val="decimal" w:pos="200"/>
              </w:tabs>
              <w:rPr>
                <w:ins w:id="247" w:author="Author"/>
              </w:rPr>
            </w:pPr>
            <w:ins w:id="248" w:author="Author">
              <w:r w:rsidRPr="001D3813">
                <w:t>36.09</w:t>
              </w:r>
            </w:ins>
          </w:p>
        </w:tc>
        <w:tc>
          <w:tcPr>
            <w:tcW w:w="300" w:type="dxa"/>
            <w:gridSpan w:val="2"/>
            <w:tcBorders>
              <w:left w:val="single" w:sz="6" w:space="0" w:color="auto"/>
            </w:tcBorders>
            <w:tcPrChange w:id="249" w:author="Author">
              <w:tcPr>
                <w:tcW w:w="300" w:type="dxa"/>
                <w:gridSpan w:val="2"/>
                <w:tcBorders>
                  <w:left w:val="single" w:sz="6" w:space="0" w:color="auto"/>
                </w:tcBorders>
              </w:tcPr>
            </w:tcPrChange>
          </w:tcPr>
          <w:p w14:paraId="5E64390A" w14:textId="77777777" w:rsidR="00F21DB0" w:rsidRPr="001D3813" w:rsidRDefault="00F21DB0" w:rsidP="00E44FF8">
            <w:pPr>
              <w:pStyle w:val="tabletext11"/>
              <w:jc w:val="right"/>
              <w:rPr>
                <w:ins w:id="250" w:author="Author"/>
              </w:rPr>
            </w:pPr>
          </w:p>
        </w:tc>
        <w:tc>
          <w:tcPr>
            <w:tcW w:w="790" w:type="dxa"/>
            <w:tcBorders>
              <w:left w:val="nil"/>
              <w:right w:val="single" w:sz="6" w:space="0" w:color="auto"/>
            </w:tcBorders>
            <w:tcPrChange w:id="251" w:author="Author">
              <w:tcPr>
                <w:tcW w:w="790" w:type="dxa"/>
                <w:tcBorders>
                  <w:left w:val="nil"/>
                  <w:right w:val="single" w:sz="6" w:space="0" w:color="auto"/>
                </w:tcBorders>
              </w:tcPr>
            </w:tcPrChange>
          </w:tcPr>
          <w:p w14:paraId="45ED22B4" w14:textId="77777777" w:rsidR="00F21DB0" w:rsidRPr="001D3813" w:rsidRDefault="00F21DB0" w:rsidP="00E44FF8">
            <w:pPr>
              <w:pStyle w:val="tabletext11"/>
              <w:tabs>
                <w:tab w:val="decimal" w:pos="200"/>
              </w:tabs>
              <w:rPr>
                <w:ins w:id="252" w:author="Author"/>
              </w:rPr>
            </w:pPr>
            <w:ins w:id="253" w:author="Author">
              <w:r w:rsidRPr="001D3813">
                <w:t>41.09</w:t>
              </w:r>
            </w:ins>
          </w:p>
        </w:tc>
      </w:tr>
      <w:tr w:rsidR="00F21DB0" w:rsidRPr="001D3813" w14:paraId="5A280DC4" w14:textId="77777777" w:rsidTr="00F21DB0">
        <w:trPr>
          <w:cantSplit/>
          <w:trHeight w:val="190"/>
          <w:ins w:id="254" w:author="Author"/>
          <w:trPrChange w:id="255" w:author="Author">
            <w:trPr>
              <w:gridBefore w:val="4"/>
              <w:cantSplit/>
              <w:trHeight w:val="190"/>
            </w:trPr>
          </w:trPrChange>
        </w:trPr>
        <w:tc>
          <w:tcPr>
            <w:tcW w:w="200" w:type="dxa"/>
            <w:tcPrChange w:id="256" w:author="Author">
              <w:tcPr>
                <w:tcW w:w="200" w:type="dxa"/>
              </w:tcPr>
            </w:tcPrChange>
          </w:tcPr>
          <w:p w14:paraId="382EED5C" w14:textId="77777777" w:rsidR="00F21DB0" w:rsidRPr="001D3813" w:rsidRDefault="00F21DB0" w:rsidP="00E44FF8">
            <w:pPr>
              <w:pStyle w:val="tabletext11"/>
              <w:rPr>
                <w:ins w:id="257" w:author="Author"/>
              </w:rPr>
            </w:pPr>
          </w:p>
        </w:tc>
        <w:tc>
          <w:tcPr>
            <w:tcW w:w="300" w:type="dxa"/>
            <w:tcBorders>
              <w:left w:val="single" w:sz="6" w:space="0" w:color="auto"/>
            </w:tcBorders>
            <w:tcPrChange w:id="258" w:author="Author">
              <w:tcPr>
                <w:tcW w:w="300" w:type="dxa"/>
                <w:gridSpan w:val="2"/>
                <w:tcBorders>
                  <w:left w:val="single" w:sz="6" w:space="0" w:color="auto"/>
                </w:tcBorders>
              </w:tcPr>
            </w:tcPrChange>
          </w:tcPr>
          <w:p w14:paraId="7B54A2B5" w14:textId="77777777" w:rsidR="00F21DB0" w:rsidRPr="001D3813" w:rsidRDefault="00F21DB0" w:rsidP="00E44FF8">
            <w:pPr>
              <w:pStyle w:val="tabletext11"/>
              <w:jc w:val="right"/>
              <w:rPr>
                <w:ins w:id="259" w:author="Author"/>
              </w:rPr>
            </w:pPr>
          </w:p>
        </w:tc>
        <w:tc>
          <w:tcPr>
            <w:tcW w:w="2100" w:type="dxa"/>
            <w:gridSpan w:val="5"/>
            <w:tcBorders>
              <w:left w:val="nil"/>
              <w:right w:val="single" w:sz="6" w:space="0" w:color="auto"/>
            </w:tcBorders>
            <w:tcPrChange w:id="260" w:author="Author">
              <w:tcPr>
                <w:tcW w:w="2100" w:type="dxa"/>
                <w:gridSpan w:val="2"/>
                <w:tcBorders>
                  <w:left w:val="nil"/>
                  <w:right w:val="single" w:sz="6" w:space="0" w:color="auto"/>
                </w:tcBorders>
              </w:tcPr>
            </w:tcPrChange>
          </w:tcPr>
          <w:p w14:paraId="78F2F41C" w14:textId="77777777" w:rsidR="00F21DB0" w:rsidRPr="001D3813" w:rsidRDefault="00F21DB0" w:rsidP="00E44FF8">
            <w:pPr>
              <w:pStyle w:val="tabletext11"/>
              <w:rPr>
                <w:ins w:id="261" w:author="Author"/>
              </w:rPr>
            </w:pPr>
            <w:ins w:id="262" w:author="Author">
              <w:r w:rsidRPr="001D3813">
                <w:t>160,001 to 170,000</w:t>
              </w:r>
            </w:ins>
          </w:p>
        </w:tc>
        <w:tc>
          <w:tcPr>
            <w:tcW w:w="400" w:type="dxa"/>
            <w:tcBorders>
              <w:left w:val="single" w:sz="6" w:space="0" w:color="auto"/>
            </w:tcBorders>
            <w:tcPrChange w:id="263" w:author="Author">
              <w:tcPr>
                <w:tcW w:w="400" w:type="dxa"/>
                <w:tcBorders>
                  <w:left w:val="single" w:sz="6" w:space="0" w:color="auto"/>
                </w:tcBorders>
              </w:tcPr>
            </w:tcPrChange>
          </w:tcPr>
          <w:p w14:paraId="1B8BC7D7" w14:textId="77777777" w:rsidR="00F21DB0" w:rsidRPr="001D3813" w:rsidRDefault="00F21DB0" w:rsidP="00E44FF8">
            <w:pPr>
              <w:pStyle w:val="tabletext11"/>
              <w:jc w:val="right"/>
              <w:rPr>
                <w:ins w:id="264" w:author="Author"/>
              </w:rPr>
            </w:pPr>
          </w:p>
        </w:tc>
        <w:tc>
          <w:tcPr>
            <w:tcW w:w="910" w:type="dxa"/>
            <w:tcBorders>
              <w:left w:val="nil"/>
              <w:right w:val="single" w:sz="6" w:space="0" w:color="auto"/>
            </w:tcBorders>
            <w:tcPrChange w:id="265" w:author="Author">
              <w:tcPr>
                <w:tcW w:w="910" w:type="dxa"/>
                <w:tcBorders>
                  <w:left w:val="nil"/>
                  <w:right w:val="single" w:sz="6" w:space="0" w:color="auto"/>
                </w:tcBorders>
              </w:tcPr>
            </w:tcPrChange>
          </w:tcPr>
          <w:p w14:paraId="5C7E4BB6" w14:textId="77777777" w:rsidR="00F21DB0" w:rsidRPr="001D3813" w:rsidRDefault="00F21DB0" w:rsidP="00E44FF8">
            <w:pPr>
              <w:pStyle w:val="tabletext11"/>
              <w:tabs>
                <w:tab w:val="decimal" w:pos="200"/>
              </w:tabs>
              <w:rPr>
                <w:ins w:id="266" w:author="Author"/>
              </w:rPr>
            </w:pPr>
            <w:ins w:id="267" w:author="Author">
              <w:r w:rsidRPr="001D3813">
                <w:t>37.19</w:t>
              </w:r>
            </w:ins>
          </w:p>
        </w:tc>
        <w:tc>
          <w:tcPr>
            <w:tcW w:w="300" w:type="dxa"/>
            <w:gridSpan w:val="2"/>
            <w:tcBorders>
              <w:left w:val="single" w:sz="6" w:space="0" w:color="auto"/>
            </w:tcBorders>
            <w:tcPrChange w:id="268" w:author="Author">
              <w:tcPr>
                <w:tcW w:w="300" w:type="dxa"/>
                <w:gridSpan w:val="2"/>
                <w:tcBorders>
                  <w:left w:val="single" w:sz="6" w:space="0" w:color="auto"/>
                </w:tcBorders>
              </w:tcPr>
            </w:tcPrChange>
          </w:tcPr>
          <w:p w14:paraId="742B5F54" w14:textId="77777777" w:rsidR="00F21DB0" w:rsidRPr="001D3813" w:rsidRDefault="00F21DB0" w:rsidP="00E44FF8">
            <w:pPr>
              <w:pStyle w:val="tabletext11"/>
              <w:jc w:val="right"/>
              <w:rPr>
                <w:ins w:id="269" w:author="Author"/>
              </w:rPr>
            </w:pPr>
          </w:p>
        </w:tc>
        <w:tc>
          <w:tcPr>
            <w:tcW w:w="790" w:type="dxa"/>
            <w:tcBorders>
              <w:left w:val="nil"/>
              <w:right w:val="single" w:sz="6" w:space="0" w:color="auto"/>
            </w:tcBorders>
            <w:tcPrChange w:id="270" w:author="Author">
              <w:tcPr>
                <w:tcW w:w="790" w:type="dxa"/>
                <w:tcBorders>
                  <w:left w:val="nil"/>
                  <w:right w:val="single" w:sz="6" w:space="0" w:color="auto"/>
                </w:tcBorders>
              </w:tcPr>
            </w:tcPrChange>
          </w:tcPr>
          <w:p w14:paraId="3EF50E08" w14:textId="77777777" w:rsidR="00F21DB0" w:rsidRPr="001D3813" w:rsidRDefault="00F21DB0" w:rsidP="00E44FF8">
            <w:pPr>
              <w:pStyle w:val="tabletext11"/>
              <w:tabs>
                <w:tab w:val="decimal" w:pos="200"/>
              </w:tabs>
              <w:rPr>
                <w:ins w:id="271" w:author="Author"/>
              </w:rPr>
            </w:pPr>
            <w:ins w:id="272" w:author="Author">
              <w:r w:rsidRPr="001D3813">
                <w:t>42.19</w:t>
              </w:r>
            </w:ins>
          </w:p>
        </w:tc>
      </w:tr>
      <w:tr w:rsidR="00F21DB0" w:rsidRPr="001D3813" w14:paraId="11B1BF5C" w14:textId="77777777" w:rsidTr="00F21DB0">
        <w:trPr>
          <w:cantSplit/>
          <w:trHeight w:val="190"/>
          <w:ins w:id="273" w:author="Author"/>
          <w:trPrChange w:id="274" w:author="Author">
            <w:trPr>
              <w:gridBefore w:val="4"/>
              <w:cantSplit/>
              <w:trHeight w:val="190"/>
            </w:trPr>
          </w:trPrChange>
        </w:trPr>
        <w:tc>
          <w:tcPr>
            <w:tcW w:w="200" w:type="dxa"/>
            <w:tcPrChange w:id="275" w:author="Author">
              <w:tcPr>
                <w:tcW w:w="200" w:type="dxa"/>
              </w:tcPr>
            </w:tcPrChange>
          </w:tcPr>
          <w:p w14:paraId="4DA4EF45" w14:textId="77777777" w:rsidR="00F21DB0" w:rsidRPr="001D3813" w:rsidRDefault="00F21DB0" w:rsidP="00E44FF8">
            <w:pPr>
              <w:pStyle w:val="tabletext11"/>
              <w:rPr>
                <w:ins w:id="276" w:author="Author"/>
              </w:rPr>
            </w:pPr>
          </w:p>
        </w:tc>
        <w:tc>
          <w:tcPr>
            <w:tcW w:w="300" w:type="dxa"/>
            <w:tcBorders>
              <w:left w:val="single" w:sz="6" w:space="0" w:color="auto"/>
            </w:tcBorders>
            <w:tcPrChange w:id="277" w:author="Author">
              <w:tcPr>
                <w:tcW w:w="300" w:type="dxa"/>
                <w:gridSpan w:val="2"/>
                <w:tcBorders>
                  <w:left w:val="single" w:sz="6" w:space="0" w:color="auto"/>
                </w:tcBorders>
              </w:tcPr>
            </w:tcPrChange>
          </w:tcPr>
          <w:p w14:paraId="4B7C0674" w14:textId="77777777" w:rsidR="00F21DB0" w:rsidRPr="001D3813" w:rsidRDefault="00F21DB0" w:rsidP="00E44FF8">
            <w:pPr>
              <w:pStyle w:val="tabletext11"/>
              <w:jc w:val="right"/>
              <w:rPr>
                <w:ins w:id="278" w:author="Author"/>
              </w:rPr>
            </w:pPr>
          </w:p>
        </w:tc>
        <w:tc>
          <w:tcPr>
            <w:tcW w:w="2100" w:type="dxa"/>
            <w:gridSpan w:val="5"/>
            <w:tcBorders>
              <w:left w:val="nil"/>
              <w:right w:val="single" w:sz="6" w:space="0" w:color="auto"/>
            </w:tcBorders>
            <w:tcPrChange w:id="279" w:author="Author">
              <w:tcPr>
                <w:tcW w:w="2100" w:type="dxa"/>
                <w:gridSpan w:val="2"/>
                <w:tcBorders>
                  <w:left w:val="nil"/>
                  <w:right w:val="single" w:sz="6" w:space="0" w:color="auto"/>
                </w:tcBorders>
              </w:tcPr>
            </w:tcPrChange>
          </w:tcPr>
          <w:p w14:paraId="7010688E" w14:textId="77777777" w:rsidR="00F21DB0" w:rsidRPr="001D3813" w:rsidRDefault="00F21DB0" w:rsidP="00E44FF8">
            <w:pPr>
              <w:pStyle w:val="tabletext11"/>
              <w:rPr>
                <w:ins w:id="280" w:author="Author"/>
              </w:rPr>
            </w:pPr>
            <w:ins w:id="281" w:author="Author">
              <w:r w:rsidRPr="001D3813">
                <w:t>170,001 to 180,000</w:t>
              </w:r>
            </w:ins>
          </w:p>
        </w:tc>
        <w:tc>
          <w:tcPr>
            <w:tcW w:w="400" w:type="dxa"/>
            <w:tcBorders>
              <w:left w:val="single" w:sz="6" w:space="0" w:color="auto"/>
            </w:tcBorders>
            <w:tcPrChange w:id="282" w:author="Author">
              <w:tcPr>
                <w:tcW w:w="400" w:type="dxa"/>
                <w:tcBorders>
                  <w:left w:val="single" w:sz="6" w:space="0" w:color="auto"/>
                </w:tcBorders>
              </w:tcPr>
            </w:tcPrChange>
          </w:tcPr>
          <w:p w14:paraId="4087F650" w14:textId="77777777" w:rsidR="00F21DB0" w:rsidRPr="001D3813" w:rsidRDefault="00F21DB0" w:rsidP="00E44FF8">
            <w:pPr>
              <w:pStyle w:val="tabletext11"/>
              <w:jc w:val="right"/>
              <w:rPr>
                <w:ins w:id="283" w:author="Author"/>
              </w:rPr>
            </w:pPr>
          </w:p>
        </w:tc>
        <w:tc>
          <w:tcPr>
            <w:tcW w:w="910" w:type="dxa"/>
            <w:tcBorders>
              <w:left w:val="nil"/>
              <w:right w:val="single" w:sz="6" w:space="0" w:color="auto"/>
            </w:tcBorders>
            <w:tcPrChange w:id="284" w:author="Author">
              <w:tcPr>
                <w:tcW w:w="910" w:type="dxa"/>
                <w:tcBorders>
                  <w:left w:val="nil"/>
                  <w:right w:val="single" w:sz="6" w:space="0" w:color="auto"/>
                </w:tcBorders>
              </w:tcPr>
            </w:tcPrChange>
          </w:tcPr>
          <w:p w14:paraId="3B01361A" w14:textId="77777777" w:rsidR="00F21DB0" w:rsidRPr="001D3813" w:rsidRDefault="00F21DB0" w:rsidP="00E44FF8">
            <w:pPr>
              <w:pStyle w:val="tabletext11"/>
              <w:tabs>
                <w:tab w:val="decimal" w:pos="200"/>
              </w:tabs>
              <w:rPr>
                <w:ins w:id="285" w:author="Author"/>
              </w:rPr>
            </w:pPr>
            <w:ins w:id="286" w:author="Author">
              <w:r w:rsidRPr="001D3813">
                <w:t>38.20</w:t>
              </w:r>
            </w:ins>
          </w:p>
        </w:tc>
        <w:tc>
          <w:tcPr>
            <w:tcW w:w="300" w:type="dxa"/>
            <w:gridSpan w:val="2"/>
            <w:tcBorders>
              <w:left w:val="single" w:sz="6" w:space="0" w:color="auto"/>
            </w:tcBorders>
            <w:tcPrChange w:id="287" w:author="Author">
              <w:tcPr>
                <w:tcW w:w="300" w:type="dxa"/>
                <w:gridSpan w:val="2"/>
                <w:tcBorders>
                  <w:left w:val="single" w:sz="6" w:space="0" w:color="auto"/>
                </w:tcBorders>
              </w:tcPr>
            </w:tcPrChange>
          </w:tcPr>
          <w:p w14:paraId="38855185" w14:textId="77777777" w:rsidR="00F21DB0" w:rsidRPr="001D3813" w:rsidRDefault="00F21DB0" w:rsidP="00E44FF8">
            <w:pPr>
              <w:pStyle w:val="tabletext11"/>
              <w:jc w:val="right"/>
              <w:rPr>
                <w:ins w:id="288" w:author="Author"/>
              </w:rPr>
            </w:pPr>
          </w:p>
        </w:tc>
        <w:tc>
          <w:tcPr>
            <w:tcW w:w="790" w:type="dxa"/>
            <w:tcBorders>
              <w:left w:val="nil"/>
              <w:right w:val="single" w:sz="6" w:space="0" w:color="auto"/>
            </w:tcBorders>
            <w:tcPrChange w:id="289" w:author="Author">
              <w:tcPr>
                <w:tcW w:w="790" w:type="dxa"/>
                <w:tcBorders>
                  <w:left w:val="nil"/>
                  <w:right w:val="single" w:sz="6" w:space="0" w:color="auto"/>
                </w:tcBorders>
              </w:tcPr>
            </w:tcPrChange>
          </w:tcPr>
          <w:p w14:paraId="6D953F7E" w14:textId="77777777" w:rsidR="00F21DB0" w:rsidRPr="001D3813" w:rsidRDefault="00F21DB0" w:rsidP="00E44FF8">
            <w:pPr>
              <w:pStyle w:val="tabletext11"/>
              <w:tabs>
                <w:tab w:val="decimal" w:pos="200"/>
              </w:tabs>
              <w:rPr>
                <w:ins w:id="290" w:author="Author"/>
              </w:rPr>
            </w:pPr>
            <w:ins w:id="291" w:author="Author">
              <w:r w:rsidRPr="001D3813">
                <w:t>43.20</w:t>
              </w:r>
            </w:ins>
          </w:p>
        </w:tc>
      </w:tr>
      <w:tr w:rsidR="00F21DB0" w:rsidRPr="001D3813" w14:paraId="300DF6E1" w14:textId="77777777" w:rsidTr="00F21DB0">
        <w:trPr>
          <w:cantSplit/>
          <w:trHeight w:val="190"/>
          <w:ins w:id="292" w:author="Author"/>
          <w:trPrChange w:id="293" w:author="Author">
            <w:trPr>
              <w:gridBefore w:val="4"/>
              <w:cantSplit/>
              <w:trHeight w:val="190"/>
            </w:trPr>
          </w:trPrChange>
        </w:trPr>
        <w:tc>
          <w:tcPr>
            <w:tcW w:w="200" w:type="dxa"/>
            <w:tcPrChange w:id="294" w:author="Author">
              <w:tcPr>
                <w:tcW w:w="200" w:type="dxa"/>
              </w:tcPr>
            </w:tcPrChange>
          </w:tcPr>
          <w:p w14:paraId="6B06E630" w14:textId="77777777" w:rsidR="00F21DB0" w:rsidRPr="001D3813" w:rsidRDefault="00F21DB0" w:rsidP="00E44FF8">
            <w:pPr>
              <w:pStyle w:val="tabletext11"/>
              <w:rPr>
                <w:ins w:id="295" w:author="Author"/>
              </w:rPr>
            </w:pPr>
          </w:p>
        </w:tc>
        <w:tc>
          <w:tcPr>
            <w:tcW w:w="300" w:type="dxa"/>
            <w:tcBorders>
              <w:left w:val="single" w:sz="6" w:space="0" w:color="auto"/>
            </w:tcBorders>
            <w:tcPrChange w:id="296" w:author="Author">
              <w:tcPr>
                <w:tcW w:w="300" w:type="dxa"/>
                <w:gridSpan w:val="2"/>
                <w:tcBorders>
                  <w:left w:val="single" w:sz="6" w:space="0" w:color="auto"/>
                </w:tcBorders>
              </w:tcPr>
            </w:tcPrChange>
          </w:tcPr>
          <w:p w14:paraId="02B9C15E" w14:textId="77777777" w:rsidR="00F21DB0" w:rsidRPr="001D3813" w:rsidRDefault="00F21DB0" w:rsidP="00E44FF8">
            <w:pPr>
              <w:pStyle w:val="tabletext11"/>
              <w:jc w:val="right"/>
              <w:rPr>
                <w:ins w:id="297" w:author="Author"/>
              </w:rPr>
            </w:pPr>
          </w:p>
        </w:tc>
        <w:tc>
          <w:tcPr>
            <w:tcW w:w="2100" w:type="dxa"/>
            <w:gridSpan w:val="5"/>
            <w:tcBorders>
              <w:left w:val="nil"/>
              <w:right w:val="single" w:sz="6" w:space="0" w:color="auto"/>
            </w:tcBorders>
            <w:tcPrChange w:id="298" w:author="Author">
              <w:tcPr>
                <w:tcW w:w="2100" w:type="dxa"/>
                <w:gridSpan w:val="2"/>
                <w:tcBorders>
                  <w:left w:val="nil"/>
                  <w:right w:val="single" w:sz="6" w:space="0" w:color="auto"/>
                </w:tcBorders>
              </w:tcPr>
            </w:tcPrChange>
          </w:tcPr>
          <w:p w14:paraId="2B3BE56D" w14:textId="77777777" w:rsidR="00F21DB0" w:rsidRPr="001D3813" w:rsidRDefault="00F21DB0" w:rsidP="00E44FF8">
            <w:pPr>
              <w:pStyle w:val="tabletext11"/>
              <w:rPr>
                <w:ins w:id="299" w:author="Author"/>
              </w:rPr>
            </w:pPr>
            <w:ins w:id="300" w:author="Author">
              <w:r w:rsidRPr="001D3813">
                <w:t>180,001 to 190,000</w:t>
              </w:r>
            </w:ins>
          </w:p>
        </w:tc>
        <w:tc>
          <w:tcPr>
            <w:tcW w:w="400" w:type="dxa"/>
            <w:tcBorders>
              <w:left w:val="single" w:sz="6" w:space="0" w:color="auto"/>
            </w:tcBorders>
            <w:tcPrChange w:id="301" w:author="Author">
              <w:tcPr>
                <w:tcW w:w="400" w:type="dxa"/>
                <w:tcBorders>
                  <w:left w:val="single" w:sz="6" w:space="0" w:color="auto"/>
                </w:tcBorders>
              </w:tcPr>
            </w:tcPrChange>
          </w:tcPr>
          <w:p w14:paraId="33DD5BDF" w14:textId="77777777" w:rsidR="00F21DB0" w:rsidRPr="001D3813" w:rsidRDefault="00F21DB0" w:rsidP="00E44FF8">
            <w:pPr>
              <w:pStyle w:val="tabletext11"/>
              <w:jc w:val="right"/>
              <w:rPr>
                <w:ins w:id="302" w:author="Author"/>
              </w:rPr>
            </w:pPr>
          </w:p>
        </w:tc>
        <w:tc>
          <w:tcPr>
            <w:tcW w:w="910" w:type="dxa"/>
            <w:tcBorders>
              <w:left w:val="nil"/>
              <w:right w:val="single" w:sz="6" w:space="0" w:color="auto"/>
            </w:tcBorders>
            <w:tcPrChange w:id="303" w:author="Author">
              <w:tcPr>
                <w:tcW w:w="910" w:type="dxa"/>
                <w:tcBorders>
                  <w:left w:val="nil"/>
                  <w:right w:val="single" w:sz="6" w:space="0" w:color="auto"/>
                </w:tcBorders>
              </w:tcPr>
            </w:tcPrChange>
          </w:tcPr>
          <w:p w14:paraId="4E1A3940" w14:textId="77777777" w:rsidR="00F21DB0" w:rsidRPr="001D3813" w:rsidRDefault="00F21DB0" w:rsidP="00E44FF8">
            <w:pPr>
              <w:pStyle w:val="tabletext11"/>
              <w:tabs>
                <w:tab w:val="decimal" w:pos="200"/>
              </w:tabs>
              <w:rPr>
                <w:ins w:id="304" w:author="Author"/>
              </w:rPr>
            </w:pPr>
            <w:ins w:id="305" w:author="Author">
              <w:r w:rsidRPr="001D3813">
                <w:t>39.13</w:t>
              </w:r>
            </w:ins>
          </w:p>
        </w:tc>
        <w:tc>
          <w:tcPr>
            <w:tcW w:w="300" w:type="dxa"/>
            <w:gridSpan w:val="2"/>
            <w:tcBorders>
              <w:left w:val="single" w:sz="6" w:space="0" w:color="auto"/>
            </w:tcBorders>
            <w:tcPrChange w:id="306" w:author="Author">
              <w:tcPr>
                <w:tcW w:w="300" w:type="dxa"/>
                <w:gridSpan w:val="2"/>
                <w:tcBorders>
                  <w:left w:val="single" w:sz="6" w:space="0" w:color="auto"/>
                </w:tcBorders>
              </w:tcPr>
            </w:tcPrChange>
          </w:tcPr>
          <w:p w14:paraId="5F1331C7" w14:textId="77777777" w:rsidR="00F21DB0" w:rsidRPr="001D3813" w:rsidRDefault="00F21DB0" w:rsidP="00E44FF8">
            <w:pPr>
              <w:pStyle w:val="tabletext11"/>
              <w:jc w:val="right"/>
              <w:rPr>
                <w:ins w:id="307" w:author="Author"/>
              </w:rPr>
            </w:pPr>
          </w:p>
        </w:tc>
        <w:tc>
          <w:tcPr>
            <w:tcW w:w="790" w:type="dxa"/>
            <w:tcBorders>
              <w:left w:val="nil"/>
              <w:right w:val="single" w:sz="6" w:space="0" w:color="auto"/>
            </w:tcBorders>
            <w:tcPrChange w:id="308" w:author="Author">
              <w:tcPr>
                <w:tcW w:w="790" w:type="dxa"/>
                <w:tcBorders>
                  <w:left w:val="nil"/>
                  <w:right w:val="single" w:sz="6" w:space="0" w:color="auto"/>
                </w:tcBorders>
              </w:tcPr>
            </w:tcPrChange>
          </w:tcPr>
          <w:p w14:paraId="7E697DD9" w14:textId="77777777" w:rsidR="00F21DB0" w:rsidRPr="001D3813" w:rsidRDefault="00F21DB0" w:rsidP="00E44FF8">
            <w:pPr>
              <w:pStyle w:val="tabletext11"/>
              <w:tabs>
                <w:tab w:val="decimal" w:pos="200"/>
              </w:tabs>
              <w:rPr>
                <w:ins w:id="309" w:author="Author"/>
              </w:rPr>
            </w:pPr>
            <w:ins w:id="310" w:author="Author">
              <w:r w:rsidRPr="001D3813">
                <w:t>44.13</w:t>
              </w:r>
            </w:ins>
          </w:p>
        </w:tc>
      </w:tr>
      <w:tr w:rsidR="00F21DB0" w:rsidRPr="001D3813" w14:paraId="4C488085" w14:textId="77777777" w:rsidTr="00F21DB0">
        <w:trPr>
          <w:cantSplit/>
          <w:trHeight w:val="190"/>
          <w:ins w:id="311" w:author="Author"/>
          <w:trPrChange w:id="312" w:author="Author">
            <w:trPr>
              <w:gridBefore w:val="4"/>
              <w:cantSplit/>
              <w:trHeight w:val="190"/>
            </w:trPr>
          </w:trPrChange>
        </w:trPr>
        <w:tc>
          <w:tcPr>
            <w:tcW w:w="200" w:type="dxa"/>
            <w:tcPrChange w:id="313" w:author="Author">
              <w:tcPr>
                <w:tcW w:w="200" w:type="dxa"/>
              </w:tcPr>
            </w:tcPrChange>
          </w:tcPr>
          <w:p w14:paraId="22C4D1C2" w14:textId="77777777" w:rsidR="00F21DB0" w:rsidRPr="001D3813" w:rsidRDefault="00F21DB0" w:rsidP="00E44FF8">
            <w:pPr>
              <w:pStyle w:val="tabletext11"/>
              <w:rPr>
                <w:ins w:id="314" w:author="Author"/>
              </w:rPr>
            </w:pPr>
          </w:p>
        </w:tc>
        <w:tc>
          <w:tcPr>
            <w:tcW w:w="300" w:type="dxa"/>
            <w:tcBorders>
              <w:left w:val="single" w:sz="6" w:space="0" w:color="auto"/>
            </w:tcBorders>
            <w:tcPrChange w:id="315" w:author="Author">
              <w:tcPr>
                <w:tcW w:w="300" w:type="dxa"/>
                <w:gridSpan w:val="2"/>
                <w:tcBorders>
                  <w:left w:val="single" w:sz="6" w:space="0" w:color="auto"/>
                </w:tcBorders>
              </w:tcPr>
            </w:tcPrChange>
          </w:tcPr>
          <w:p w14:paraId="73AFC5E8" w14:textId="77777777" w:rsidR="00F21DB0" w:rsidRPr="001D3813" w:rsidRDefault="00F21DB0" w:rsidP="00E44FF8">
            <w:pPr>
              <w:pStyle w:val="tabletext11"/>
              <w:jc w:val="right"/>
              <w:rPr>
                <w:ins w:id="316" w:author="Author"/>
              </w:rPr>
            </w:pPr>
          </w:p>
        </w:tc>
        <w:tc>
          <w:tcPr>
            <w:tcW w:w="2100" w:type="dxa"/>
            <w:gridSpan w:val="5"/>
            <w:tcBorders>
              <w:left w:val="nil"/>
              <w:right w:val="single" w:sz="6" w:space="0" w:color="auto"/>
            </w:tcBorders>
            <w:tcPrChange w:id="317" w:author="Author">
              <w:tcPr>
                <w:tcW w:w="2100" w:type="dxa"/>
                <w:gridSpan w:val="2"/>
                <w:tcBorders>
                  <w:left w:val="nil"/>
                  <w:right w:val="single" w:sz="6" w:space="0" w:color="auto"/>
                </w:tcBorders>
              </w:tcPr>
            </w:tcPrChange>
          </w:tcPr>
          <w:p w14:paraId="39484B98" w14:textId="77777777" w:rsidR="00F21DB0" w:rsidRPr="001D3813" w:rsidRDefault="00F21DB0" w:rsidP="00E44FF8">
            <w:pPr>
              <w:pStyle w:val="tabletext11"/>
              <w:rPr>
                <w:ins w:id="318" w:author="Author"/>
              </w:rPr>
            </w:pPr>
            <w:ins w:id="319" w:author="Author">
              <w:r w:rsidRPr="001D3813">
                <w:t>190,001 to 200,000</w:t>
              </w:r>
            </w:ins>
          </w:p>
        </w:tc>
        <w:tc>
          <w:tcPr>
            <w:tcW w:w="400" w:type="dxa"/>
            <w:tcBorders>
              <w:left w:val="single" w:sz="6" w:space="0" w:color="auto"/>
            </w:tcBorders>
            <w:tcPrChange w:id="320" w:author="Author">
              <w:tcPr>
                <w:tcW w:w="400" w:type="dxa"/>
                <w:tcBorders>
                  <w:left w:val="single" w:sz="6" w:space="0" w:color="auto"/>
                </w:tcBorders>
              </w:tcPr>
            </w:tcPrChange>
          </w:tcPr>
          <w:p w14:paraId="2588D8DE" w14:textId="77777777" w:rsidR="00F21DB0" w:rsidRPr="001D3813" w:rsidRDefault="00F21DB0" w:rsidP="00E44FF8">
            <w:pPr>
              <w:pStyle w:val="tabletext11"/>
              <w:jc w:val="right"/>
              <w:rPr>
                <w:ins w:id="321" w:author="Author"/>
              </w:rPr>
            </w:pPr>
          </w:p>
        </w:tc>
        <w:tc>
          <w:tcPr>
            <w:tcW w:w="910" w:type="dxa"/>
            <w:tcBorders>
              <w:left w:val="nil"/>
              <w:right w:val="single" w:sz="6" w:space="0" w:color="auto"/>
            </w:tcBorders>
            <w:tcPrChange w:id="322" w:author="Author">
              <w:tcPr>
                <w:tcW w:w="910" w:type="dxa"/>
                <w:tcBorders>
                  <w:left w:val="nil"/>
                  <w:right w:val="single" w:sz="6" w:space="0" w:color="auto"/>
                </w:tcBorders>
              </w:tcPr>
            </w:tcPrChange>
          </w:tcPr>
          <w:p w14:paraId="0DF47D8A" w14:textId="77777777" w:rsidR="00F21DB0" w:rsidRPr="001D3813" w:rsidRDefault="00F21DB0" w:rsidP="00E44FF8">
            <w:pPr>
              <w:pStyle w:val="tabletext11"/>
              <w:tabs>
                <w:tab w:val="decimal" w:pos="200"/>
              </w:tabs>
              <w:rPr>
                <w:ins w:id="323" w:author="Author"/>
              </w:rPr>
            </w:pPr>
            <w:ins w:id="324" w:author="Author">
              <w:r w:rsidRPr="001D3813">
                <w:t>40.00</w:t>
              </w:r>
            </w:ins>
          </w:p>
        </w:tc>
        <w:tc>
          <w:tcPr>
            <w:tcW w:w="300" w:type="dxa"/>
            <w:gridSpan w:val="2"/>
            <w:tcBorders>
              <w:left w:val="single" w:sz="6" w:space="0" w:color="auto"/>
            </w:tcBorders>
            <w:tcPrChange w:id="325" w:author="Author">
              <w:tcPr>
                <w:tcW w:w="300" w:type="dxa"/>
                <w:gridSpan w:val="2"/>
                <w:tcBorders>
                  <w:left w:val="single" w:sz="6" w:space="0" w:color="auto"/>
                </w:tcBorders>
              </w:tcPr>
            </w:tcPrChange>
          </w:tcPr>
          <w:p w14:paraId="7780D625" w14:textId="77777777" w:rsidR="00F21DB0" w:rsidRPr="001D3813" w:rsidRDefault="00F21DB0" w:rsidP="00E44FF8">
            <w:pPr>
              <w:pStyle w:val="tabletext11"/>
              <w:jc w:val="right"/>
              <w:rPr>
                <w:ins w:id="326" w:author="Author"/>
              </w:rPr>
            </w:pPr>
          </w:p>
        </w:tc>
        <w:tc>
          <w:tcPr>
            <w:tcW w:w="790" w:type="dxa"/>
            <w:tcBorders>
              <w:left w:val="nil"/>
              <w:right w:val="single" w:sz="6" w:space="0" w:color="auto"/>
            </w:tcBorders>
            <w:tcPrChange w:id="327" w:author="Author">
              <w:tcPr>
                <w:tcW w:w="790" w:type="dxa"/>
                <w:tcBorders>
                  <w:left w:val="nil"/>
                  <w:right w:val="single" w:sz="6" w:space="0" w:color="auto"/>
                </w:tcBorders>
              </w:tcPr>
            </w:tcPrChange>
          </w:tcPr>
          <w:p w14:paraId="24A4406E" w14:textId="77777777" w:rsidR="00F21DB0" w:rsidRPr="001D3813" w:rsidRDefault="00F21DB0" w:rsidP="00E44FF8">
            <w:pPr>
              <w:pStyle w:val="tabletext11"/>
              <w:tabs>
                <w:tab w:val="decimal" w:pos="200"/>
              </w:tabs>
              <w:rPr>
                <w:ins w:id="328" w:author="Author"/>
              </w:rPr>
            </w:pPr>
            <w:ins w:id="329" w:author="Author">
              <w:r w:rsidRPr="001D3813">
                <w:t>45.00</w:t>
              </w:r>
            </w:ins>
          </w:p>
        </w:tc>
      </w:tr>
      <w:tr w:rsidR="00F21DB0" w:rsidRPr="001D3813" w14:paraId="099853F9" w14:textId="77777777" w:rsidTr="00F21DB0">
        <w:trPr>
          <w:cantSplit/>
          <w:trHeight w:val="190"/>
          <w:ins w:id="330" w:author="Author"/>
          <w:trPrChange w:id="331" w:author="Author">
            <w:trPr>
              <w:gridBefore w:val="4"/>
              <w:cantSplit/>
              <w:trHeight w:val="190"/>
            </w:trPr>
          </w:trPrChange>
        </w:trPr>
        <w:tc>
          <w:tcPr>
            <w:tcW w:w="200" w:type="dxa"/>
            <w:tcPrChange w:id="332" w:author="Author">
              <w:tcPr>
                <w:tcW w:w="200" w:type="dxa"/>
              </w:tcPr>
            </w:tcPrChange>
          </w:tcPr>
          <w:p w14:paraId="14774FE0" w14:textId="77777777" w:rsidR="00F21DB0" w:rsidRPr="001D3813" w:rsidRDefault="00F21DB0" w:rsidP="00E44FF8">
            <w:pPr>
              <w:pStyle w:val="tabletext11"/>
              <w:rPr>
                <w:ins w:id="333" w:author="Author"/>
              </w:rPr>
            </w:pPr>
          </w:p>
        </w:tc>
        <w:tc>
          <w:tcPr>
            <w:tcW w:w="300" w:type="dxa"/>
            <w:tcBorders>
              <w:left w:val="single" w:sz="6" w:space="0" w:color="auto"/>
            </w:tcBorders>
            <w:tcPrChange w:id="334" w:author="Author">
              <w:tcPr>
                <w:tcW w:w="300" w:type="dxa"/>
                <w:gridSpan w:val="2"/>
                <w:tcBorders>
                  <w:left w:val="single" w:sz="6" w:space="0" w:color="auto"/>
                </w:tcBorders>
              </w:tcPr>
            </w:tcPrChange>
          </w:tcPr>
          <w:p w14:paraId="40400AE2" w14:textId="77777777" w:rsidR="00F21DB0" w:rsidRPr="001D3813" w:rsidRDefault="00F21DB0" w:rsidP="00E44FF8">
            <w:pPr>
              <w:pStyle w:val="tabletext11"/>
              <w:jc w:val="right"/>
              <w:rPr>
                <w:ins w:id="335" w:author="Author"/>
              </w:rPr>
            </w:pPr>
          </w:p>
        </w:tc>
        <w:tc>
          <w:tcPr>
            <w:tcW w:w="2100" w:type="dxa"/>
            <w:gridSpan w:val="5"/>
            <w:tcBorders>
              <w:left w:val="nil"/>
              <w:right w:val="single" w:sz="6" w:space="0" w:color="auto"/>
            </w:tcBorders>
            <w:tcPrChange w:id="336" w:author="Author">
              <w:tcPr>
                <w:tcW w:w="2100" w:type="dxa"/>
                <w:gridSpan w:val="2"/>
                <w:tcBorders>
                  <w:left w:val="nil"/>
                  <w:right w:val="single" w:sz="6" w:space="0" w:color="auto"/>
                </w:tcBorders>
              </w:tcPr>
            </w:tcPrChange>
          </w:tcPr>
          <w:p w14:paraId="73EE5704" w14:textId="77777777" w:rsidR="00F21DB0" w:rsidRPr="001D3813" w:rsidRDefault="00F21DB0" w:rsidP="00E44FF8">
            <w:pPr>
              <w:pStyle w:val="tabletext11"/>
              <w:rPr>
                <w:ins w:id="337" w:author="Author"/>
              </w:rPr>
            </w:pPr>
            <w:ins w:id="338" w:author="Author">
              <w:r w:rsidRPr="001D3813">
                <w:t>200,001 to 210,000</w:t>
              </w:r>
            </w:ins>
          </w:p>
        </w:tc>
        <w:tc>
          <w:tcPr>
            <w:tcW w:w="400" w:type="dxa"/>
            <w:tcBorders>
              <w:left w:val="single" w:sz="6" w:space="0" w:color="auto"/>
            </w:tcBorders>
            <w:tcPrChange w:id="339" w:author="Author">
              <w:tcPr>
                <w:tcW w:w="400" w:type="dxa"/>
                <w:tcBorders>
                  <w:left w:val="single" w:sz="6" w:space="0" w:color="auto"/>
                </w:tcBorders>
              </w:tcPr>
            </w:tcPrChange>
          </w:tcPr>
          <w:p w14:paraId="198D2945" w14:textId="77777777" w:rsidR="00F21DB0" w:rsidRPr="001D3813" w:rsidRDefault="00F21DB0" w:rsidP="00E44FF8">
            <w:pPr>
              <w:pStyle w:val="tabletext11"/>
              <w:jc w:val="right"/>
              <w:rPr>
                <w:ins w:id="340" w:author="Author"/>
              </w:rPr>
            </w:pPr>
          </w:p>
        </w:tc>
        <w:tc>
          <w:tcPr>
            <w:tcW w:w="910" w:type="dxa"/>
            <w:tcBorders>
              <w:left w:val="nil"/>
              <w:right w:val="single" w:sz="6" w:space="0" w:color="auto"/>
            </w:tcBorders>
            <w:tcPrChange w:id="341" w:author="Author">
              <w:tcPr>
                <w:tcW w:w="910" w:type="dxa"/>
                <w:tcBorders>
                  <w:left w:val="nil"/>
                  <w:right w:val="single" w:sz="6" w:space="0" w:color="auto"/>
                </w:tcBorders>
              </w:tcPr>
            </w:tcPrChange>
          </w:tcPr>
          <w:p w14:paraId="5774F66F" w14:textId="77777777" w:rsidR="00F21DB0" w:rsidRPr="001D3813" w:rsidRDefault="00F21DB0" w:rsidP="00E44FF8">
            <w:pPr>
              <w:pStyle w:val="tabletext11"/>
              <w:tabs>
                <w:tab w:val="decimal" w:pos="200"/>
              </w:tabs>
              <w:rPr>
                <w:ins w:id="342" w:author="Author"/>
              </w:rPr>
            </w:pPr>
            <w:ins w:id="343" w:author="Author">
              <w:r w:rsidRPr="001D3813">
                <w:t>40.80</w:t>
              </w:r>
            </w:ins>
          </w:p>
        </w:tc>
        <w:tc>
          <w:tcPr>
            <w:tcW w:w="300" w:type="dxa"/>
            <w:gridSpan w:val="2"/>
            <w:tcBorders>
              <w:left w:val="single" w:sz="6" w:space="0" w:color="auto"/>
            </w:tcBorders>
            <w:tcPrChange w:id="344" w:author="Author">
              <w:tcPr>
                <w:tcW w:w="300" w:type="dxa"/>
                <w:gridSpan w:val="2"/>
                <w:tcBorders>
                  <w:left w:val="single" w:sz="6" w:space="0" w:color="auto"/>
                </w:tcBorders>
              </w:tcPr>
            </w:tcPrChange>
          </w:tcPr>
          <w:p w14:paraId="3D1EED45" w14:textId="77777777" w:rsidR="00F21DB0" w:rsidRPr="001D3813" w:rsidRDefault="00F21DB0" w:rsidP="00E44FF8">
            <w:pPr>
              <w:pStyle w:val="tabletext11"/>
              <w:jc w:val="right"/>
              <w:rPr>
                <w:ins w:id="345" w:author="Author"/>
              </w:rPr>
            </w:pPr>
          </w:p>
        </w:tc>
        <w:tc>
          <w:tcPr>
            <w:tcW w:w="790" w:type="dxa"/>
            <w:tcBorders>
              <w:left w:val="nil"/>
              <w:right w:val="single" w:sz="6" w:space="0" w:color="auto"/>
            </w:tcBorders>
            <w:tcPrChange w:id="346" w:author="Author">
              <w:tcPr>
                <w:tcW w:w="790" w:type="dxa"/>
                <w:tcBorders>
                  <w:left w:val="nil"/>
                  <w:right w:val="single" w:sz="6" w:space="0" w:color="auto"/>
                </w:tcBorders>
              </w:tcPr>
            </w:tcPrChange>
          </w:tcPr>
          <w:p w14:paraId="66814DF3" w14:textId="77777777" w:rsidR="00F21DB0" w:rsidRPr="001D3813" w:rsidRDefault="00F21DB0" w:rsidP="00E44FF8">
            <w:pPr>
              <w:pStyle w:val="tabletext11"/>
              <w:tabs>
                <w:tab w:val="decimal" w:pos="200"/>
              </w:tabs>
              <w:rPr>
                <w:ins w:id="347" w:author="Author"/>
              </w:rPr>
            </w:pPr>
            <w:ins w:id="348" w:author="Author">
              <w:r w:rsidRPr="001D3813">
                <w:t>45.80</w:t>
              </w:r>
            </w:ins>
          </w:p>
        </w:tc>
      </w:tr>
      <w:tr w:rsidR="00F21DB0" w:rsidRPr="001D3813" w14:paraId="527C0C5F" w14:textId="77777777" w:rsidTr="00F21DB0">
        <w:trPr>
          <w:cantSplit/>
          <w:trHeight w:val="190"/>
          <w:ins w:id="349" w:author="Author"/>
          <w:trPrChange w:id="350" w:author="Author">
            <w:trPr>
              <w:gridBefore w:val="4"/>
              <w:cantSplit/>
              <w:trHeight w:val="190"/>
            </w:trPr>
          </w:trPrChange>
        </w:trPr>
        <w:tc>
          <w:tcPr>
            <w:tcW w:w="200" w:type="dxa"/>
            <w:tcPrChange w:id="351" w:author="Author">
              <w:tcPr>
                <w:tcW w:w="200" w:type="dxa"/>
              </w:tcPr>
            </w:tcPrChange>
          </w:tcPr>
          <w:p w14:paraId="33DA3221" w14:textId="77777777" w:rsidR="00F21DB0" w:rsidRPr="001D3813" w:rsidRDefault="00F21DB0" w:rsidP="00E44FF8">
            <w:pPr>
              <w:pStyle w:val="tabletext11"/>
              <w:rPr>
                <w:ins w:id="352" w:author="Author"/>
              </w:rPr>
            </w:pPr>
          </w:p>
        </w:tc>
        <w:tc>
          <w:tcPr>
            <w:tcW w:w="300" w:type="dxa"/>
            <w:tcBorders>
              <w:left w:val="single" w:sz="6" w:space="0" w:color="auto"/>
            </w:tcBorders>
            <w:tcPrChange w:id="353" w:author="Author">
              <w:tcPr>
                <w:tcW w:w="300" w:type="dxa"/>
                <w:gridSpan w:val="2"/>
                <w:tcBorders>
                  <w:left w:val="single" w:sz="6" w:space="0" w:color="auto"/>
                </w:tcBorders>
              </w:tcPr>
            </w:tcPrChange>
          </w:tcPr>
          <w:p w14:paraId="54C1D814" w14:textId="77777777" w:rsidR="00F21DB0" w:rsidRPr="001D3813" w:rsidRDefault="00F21DB0" w:rsidP="00E44FF8">
            <w:pPr>
              <w:pStyle w:val="tabletext11"/>
              <w:jc w:val="right"/>
              <w:rPr>
                <w:ins w:id="354" w:author="Author"/>
              </w:rPr>
            </w:pPr>
          </w:p>
        </w:tc>
        <w:tc>
          <w:tcPr>
            <w:tcW w:w="2100" w:type="dxa"/>
            <w:gridSpan w:val="5"/>
            <w:tcBorders>
              <w:left w:val="nil"/>
              <w:right w:val="single" w:sz="6" w:space="0" w:color="auto"/>
            </w:tcBorders>
            <w:tcPrChange w:id="355" w:author="Author">
              <w:tcPr>
                <w:tcW w:w="2100" w:type="dxa"/>
                <w:gridSpan w:val="2"/>
                <w:tcBorders>
                  <w:left w:val="nil"/>
                  <w:right w:val="single" w:sz="6" w:space="0" w:color="auto"/>
                </w:tcBorders>
              </w:tcPr>
            </w:tcPrChange>
          </w:tcPr>
          <w:p w14:paraId="2B8B6B08" w14:textId="77777777" w:rsidR="00F21DB0" w:rsidRPr="001D3813" w:rsidRDefault="00F21DB0" w:rsidP="00E44FF8">
            <w:pPr>
              <w:pStyle w:val="tabletext11"/>
              <w:rPr>
                <w:ins w:id="356" w:author="Author"/>
              </w:rPr>
            </w:pPr>
            <w:ins w:id="357" w:author="Author">
              <w:r w:rsidRPr="001D3813">
                <w:t>210,001 to 220,000</w:t>
              </w:r>
            </w:ins>
          </w:p>
        </w:tc>
        <w:tc>
          <w:tcPr>
            <w:tcW w:w="400" w:type="dxa"/>
            <w:tcBorders>
              <w:left w:val="single" w:sz="6" w:space="0" w:color="auto"/>
            </w:tcBorders>
            <w:tcPrChange w:id="358" w:author="Author">
              <w:tcPr>
                <w:tcW w:w="400" w:type="dxa"/>
                <w:tcBorders>
                  <w:left w:val="single" w:sz="6" w:space="0" w:color="auto"/>
                </w:tcBorders>
              </w:tcPr>
            </w:tcPrChange>
          </w:tcPr>
          <w:p w14:paraId="1E95DDBC" w14:textId="77777777" w:rsidR="00F21DB0" w:rsidRPr="001D3813" w:rsidRDefault="00F21DB0" w:rsidP="00E44FF8">
            <w:pPr>
              <w:pStyle w:val="tabletext11"/>
              <w:jc w:val="right"/>
              <w:rPr>
                <w:ins w:id="359" w:author="Author"/>
              </w:rPr>
            </w:pPr>
          </w:p>
        </w:tc>
        <w:tc>
          <w:tcPr>
            <w:tcW w:w="910" w:type="dxa"/>
            <w:tcBorders>
              <w:left w:val="nil"/>
              <w:right w:val="single" w:sz="6" w:space="0" w:color="auto"/>
            </w:tcBorders>
            <w:tcPrChange w:id="360" w:author="Author">
              <w:tcPr>
                <w:tcW w:w="910" w:type="dxa"/>
                <w:tcBorders>
                  <w:left w:val="nil"/>
                  <w:right w:val="single" w:sz="6" w:space="0" w:color="auto"/>
                </w:tcBorders>
              </w:tcPr>
            </w:tcPrChange>
          </w:tcPr>
          <w:p w14:paraId="7668483D" w14:textId="77777777" w:rsidR="00F21DB0" w:rsidRPr="001D3813" w:rsidRDefault="00F21DB0" w:rsidP="00E44FF8">
            <w:pPr>
              <w:pStyle w:val="tabletext11"/>
              <w:tabs>
                <w:tab w:val="decimal" w:pos="200"/>
              </w:tabs>
              <w:rPr>
                <w:ins w:id="361" w:author="Author"/>
              </w:rPr>
            </w:pPr>
            <w:ins w:id="362" w:author="Author">
              <w:r w:rsidRPr="001D3813">
                <w:t>41.54</w:t>
              </w:r>
            </w:ins>
          </w:p>
        </w:tc>
        <w:tc>
          <w:tcPr>
            <w:tcW w:w="300" w:type="dxa"/>
            <w:gridSpan w:val="2"/>
            <w:tcBorders>
              <w:left w:val="single" w:sz="6" w:space="0" w:color="auto"/>
            </w:tcBorders>
            <w:tcPrChange w:id="363" w:author="Author">
              <w:tcPr>
                <w:tcW w:w="300" w:type="dxa"/>
                <w:gridSpan w:val="2"/>
                <w:tcBorders>
                  <w:left w:val="single" w:sz="6" w:space="0" w:color="auto"/>
                </w:tcBorders>
              </w:tcPr>
            </w:tcPrChange>
          </w:tcPr>
          <w:p w14:paraId="19A84F4A" w14:textId="77777777" w:rsidR="00F21DB0" w:rsidRPr="001D3813" w:rsidRDefault="00F21DB0" w:rsidP="00E44FF8">
            <w:pPr>
              <w:pStyle w:val="tabletext11"/>
              <w:jc w:val="right"/>
              <w:rPr>
                <w:ins w:id="364" w:author="Author"/>
              </w:rPr>
            </w:pPr>
          </w:p>
        </w:tc>
        <w:tc>
          <w:tcPr>
            <w:tcW w:w="790" w:type="dxa"/>
            <w:tcBorders>
              <w:left w:val="nil"/>
              <w:right w:val="single" w:sz="6" w:space="0" w:color="auto"/>
            </w:tcBorders>
            <w:tcPrChange w:id="365" w:author="Author">
              <w:tcPr>
                <w:tcW w:w="790" w:type="dxa"/>
                <w:tcBorders>
                  <w:left w:val="nil"/>
                  <w:right w:val="single" w:sz="6" w:space="0" w:color="auto"/>
                </w:tcBorders>
              </w:tcPr>
            </w:tcPrChange>
          </w:tcPr>
          <w:p w14:paraId="68F67890" w14:textId="77777777" w:rsidR="00F21DB0" w:rsidRPr="001D3813" w:rsidRDefault="00F21DB0" w:rsidP="00E44FF8">
            <w:pPr>
              <w:pStyle w:val="tabletext11"/>
              <w:tabs>
                <w:tab w:val="decimal" w:pos="200"/>
              </w:tabs>
              <w:rPr>
                <w:ins w:id="366" w:author="Author"/>
              </w:rPr>
            </w:pPr>
            <w:ins w:id="367" w:author="Author">
              <w:r w:rsidRPr="001D3813">
                <w:t>46.54</w:t>
              </w:r>
            </w:ins>
          </w:p>
        </w:tc>
      </w:tr>
      <w:tr w:rsidR="00F21DB0" w:rsidRPr="001D3813" w14:paraId="35E90C2C" w14:textId="77777777" w:rsidTr="00F21DB0">
        <w:trPr>
          <w:cantSplit/>
          <w:trHeight w:val="190"/>
          <w:ins w:id="368" w:author="Author"/>
          <w:trPrChange w:id="369" w:author="Author">
            <w:trPr>
              <w:gridBefore w:val="4"/>
              <w:cantSplit/>
              <w:trHeight w:val="190"/>
            </w:trPr>
          </w:trPrChange>
        </w:trPr>
        <w:tc>
          <w:tcPr>
            <w:tcW w:w="200" w:type="dxa"/>
            <w:tcPrChange w:id="370" w:author="Author">
              <w:tcPr>
                <w:tcW w:w="200" w:type="dxa"/>
              </w:tcPr>
            </w:tcPrChange>
          </w:tcPr>
          <w:p w14:paraId="7BF36D1A" w14:textId="77777777" w:rsidR="00F21DB0" w:rsidRPr="001D3813" w:rsidRDefault="00F21DB0" w:rsidP="00E44FF8">
            <w:pPr>
              <w:pStyle w:val="tabletext11"/>
              <w:rPr>
                <w:ins w:id="371" w:author="Author"/>
              </w:rPr>
            </w:pPr>
          </w:p>
        </w:tc>
        <w:tc>
          <w:tcPr>
            <w:tcW w:w="300" w:type="dxa"/>
            <w:tcBorders>
              <w:left w:val="single" w:sz="6" w:space="0" w:color="auto"/>
            </w:tcBorders>
            <w:tcPrChange w:id="372" w:author="Author">
              <w:tcPr>
                <w:tcW w:w="300" w:type="dxa"/>
                <w:gridSpan w:val="2"/>
                <w:tcBorders>
                  <w:left w:val="single" w:sz="6" w:space="0" w:color="auto"/>
                </w:tcBorders>
              </w:tcPr>
            </w:tcPrChange>
          </w:tcPr>
          <w:p w14:paraId="44AD816C" w14:textId="77777777" w:rsidR="00F21DB0" w:rsidRPr="001D3813" w:rsidRDefault="00F21DB0" w:rsidP="00E44FF8">
            <w:pPr>
              <w:pStyle w:val="tabletext11"/>
              <w:jc w:val="right"/>
              <w:rPr>
                <w:ins w:id="373" w:author="Author"/>
              </w:rPr>
            </w:pPr>
          </w:p>
        </w:tc>
        <w:tc>
          <w:tcPr>
            <w:tcW w:w="2100" w:type="dxa"/>
            <w:gridSpan w:val="5"/>
            <w:tcBorders>
              <w:left w:val="nil"/>
              <w:right w:val="single" w:sz="6" w:space="0" w:color="auto"/>
            </w:tcBorders>
            <w:tcPrChange w:id="374" w:author="Author">
              <w:tcPr>
                <w:tcW w:w="2100" w:type="dxa"/>
                <w:gridSpan w:val="2"/>
                <w:tcBorders>
                  <w:left w:val="nil"/>
                  <w:right w:val="single" w:sz="6" w:space="0" w:color="auto"/>
                </w:tcBorders>
              </w:tcPr>
            </w:tcPrChange>
          </w:tcPr>
          <w:p w14:paraId="4F4AD331" w14:textId="77777777" w:rsidR="00F21DB0" w:rsidRPr="001D3813" w:rsidRDefault="00F21DB0" w:rsidP="00E44FF8">
            <w:pPr>
              <w:pStyle w:val="tabletext11"/>
              <w:rPr>
                <w:ins w:id="375" w:author="Author"/>
              </w:rPr>
            </w:pPr>
            <w:ins w:id="376" w:author="Author">
              <w:r w:rsidRPr="001D3813">
                <w:t>220,001 to 230,000</w:t>
              </w:r>
            </w:ins>
          </w:p>
        </w:tc>
        <w:tc>
          <w:tcPr>
            <w:tcW w:w="400" w:type="dxa"/>
            <w:tcBorders>
              <w:left w:val="single" w:sz="6" w:space="0" w:color="auto"/>
            </w:tcBorders>
            <w:tcPrChange w:id="377" w:author="Author">
              <w:tcPr>
                <w:tcW w:w="400" w:type="dxa"/>
                <w:tcBorders>
                  <w:left w:val="single" w:sz="6" w:space="0" w:color="auto"/>
                </w:tcBorders>
              </w:tcPr>
            </w:tcPrChange>
          </w:tcPr>
          <w:p w14:paraId="0494D92B" w14:textId="77777777" w:rsidR="00F21DB0" w:rsidRPr="001D3813" w:rsidRDefault="00F21DB0" w:rsidP="00E44FF8">
            <w:pPr>
              <w:pStyle w:val="tabletext11"/>
              <w:jc w:val="right"/>
              <w:rPr>
                <w:ins w:id="378" w:author="Author"/>
              </w:rPr>
            </w:pPr>
          </w:p>
        </w:tc>
        <w:tc>
          <w:tcPr>
            <w:tcW w:w="910" w:type="dxa"/>
            <w:tcBorders>
              <w:left w:val="nil"/>
              <w:right w:val="single" w:sz="6" w:space="0" w:color="auto"/>
            </w:tcBorders>
            <w:tcPrChange w:id="379" w:author="Author">
              <w:tcPr>
                <w:tcW w:w="910" w:type="dxa"/>
                <w:tcBorders>
                  <w:left w:val="nil"/>
                  <w:right w:val="single" w:sz="6" w:space="0" w:color="auto"/>
                </w:tcBorders>
              </w:tcPr>
            </w:tcPrChange>
          </w:tcPr>
          <w:p w14:paraId="5D5BFC58" w14:textId="77777777" w:rsidR="00F21DB0" w:rsidRPr="001D3813" w:rsidRDefault="00F21DB0" w:rsidP="00E44FF8">
            <w:pPr>
              <w:pStyle w:val="tabletext11"/>
              <w:tabs>
                <w:tab w:val="decimal" w:pos="200"/>
              </w:tabs>
              <w:rPr>
                <w:ins w:id="380" w:author="Author"/>
              </w:rPr>
            </w:pPr>
            <w:ins w:id="381" w:author="Author">
              <w:r w:rsidRPr="001D3813">
                <w:t>42.23</w:t>
              </w:r>
            </w:ins>
          </w:p>
        </w:tc>
        <w:tc>
          <w:tcPr>
            <w:tcW w:w="300" w:type="dxa"/>
            <w:gridSpan w:val="2"/>
            <w:tcBorders>
              <w:left w:val="single" w:sz="6" w:space="0" w:color="auto"/>
            </w:tcBorders>
            <w:tcPrChange w:id="382" w:author="Author">
              <w:tcPr>
                <w:tcW w:w="300" w:type="dxa"/>
                <w:gridSpan w:val="2"/>
                <w:tcBorders>
                  <w:left w:val="single" w:sz="6" w:space="0" w:color="auto"/>
                </w:tcBorders>
              </w:tcPr>
            </w:tcPrChange>
          </w:tcPr>
          <w:p w14:paraId="2CEC9EE0" w14:textId="77777777" w:rsidR="00F21DB0" w:rsidRPr="001D3813" w:rsidRDefault="00F21DB0" w:rsidP="00E44FF8">
            <w:pPr>
              <w:pStyle w:val="tabletext11"/>
              <w:jc w:val="right"/>
              <w:rPr>
                <w:ins w:id="383" w:author="Author"/>
              </w:rPr>
            </w:pPr>
          </w:p>
        </w:tc>
        <w:tc>
          <w:tcPr>
            <w:tcW w:w="790" w:type="dxa"/>
            <w:tcBorders>
              <w:left w:val="nil"/>
              <w:right w:val="single" w:sz="6" w:space="0" w:color="auto"/>
            </w:tcBorders>
            <w:tcPrChange w:id="384" w:author="Author">
              <w:tcPr>
                <w:tcW w:w="790" w:type="dxa"/>
                <w:tcBorders>
                  <w:left w:val="nil"/>
                  <w:right w:val="single" w:sz="6" w:space="0" w:color="auto"/>
                </w:tcBorders>
              </w:tcPr>
            </w:tcPrChange>
          </w:tcPr>
          <w:p w14:paraId="0C97C83A" w14:textId="77777777" w:rsidR="00F21DB0" w:rsidRPr="001D3813" w:rsidRDefault="00F21DB0" w:rsidP="00E44FF8">
            <w:pPr>
              <w:pStyle w:val="tabletext11"/>
              <w:tabs>
                <w:tab w:val="decimal" w:pos="200"/>
              </w:tabs>
              <w:rPr>
                <w:ins w:id="385" w:author="Author"/>
              </w:rPr>
            </w:pPr>
            <w:ins w:id="386" w:author="Author">
              <w:r w:rsidRPr="001D3813">
                <w:t>47.23</w:t>
              </w:r>
            </w:ins>
          </w:p>
        </w:tc>
      </w:tr>
      <w:tr w:rsidR="00F21DB0" w:rsidRPr="001D3813" w14:paraId="4F0D4B8E" w14:textId="77777777" w:rsidTr="00F21DB0">
        <w:trPr>
          <w:cantSplit/>
          <w:trHeight w:val="190"/>
          <w:ins w:id="387" w:author="Author"/>
          <w:trPrChange w:id="388" w:author="Author">
            <w:trPr>
              <w:gridBefore w:val="4"/>
              <w:cantSplit/>
              <w:trHeight w:val="190"/>
            </w:trPr>
          </w:trPrChange>
        </w:trPr>
        <w:tc>
          <w:tcPr>
            <w:tcW w:w="200" w:type="dxa"/>
            <w:tcPrChange w:id="389" w:author="Author">
              <w:tcPr>
                <w:tcW w:w="200" w:type="dxa"/>
              </w:tcPr>
            </w:tcPrChange>
          </w:tcPr>
          <w:p w14:paraId="4884C92D" w14:textId="77777777" w:rsidR="00F21DB0" w:rsidRPr="001D3813" w:rsidRDefault="00F21DB0" w:rsidP="00E44FF8">
            <w:pPr>
              <w:pStyle w:val="tabletext11"/>
              <w:rPr>
                <w:ins w:id="390" w:author="Author"/>
              </w:rPr>
            </w:pPr>
          </w:p>
        </w:tc>
        <w:tc>
          <w:tcPr>
            <w:tcW w:w="300" w:type="dxa"/>
            <w:tcBorders>
              <w:left w:val="single" w:sz="6" w:space="0" w:color="auto"/>
            </w:tcBorders>
            <w:tcPrChange w:id="391" w:author="Author">
              <w:tcPr>
                <w:tcW w:w="300" w:type="dxa"/>
                <w:gridSpan w:val="2"/>
                <w:tcBorders>
                  <w:left w:val="single" w:sz="6" w:space="0" w:color="auto"/>
                </w:tcBorders>
              </w:tcPr>
            </w:tcPrChange>
          </w:tcPr>
          <w:p w14:paraId="2926B158" w14:textId="77777777" w:rsidR="00F21DB0" w:rsidRPr="001D3813" w:rsidRDefault="00F21DB0" w:rsidP="00E44FF8">
            <w:pPr>
              <w:pStyle w:val="tabletext11"/>
              <w:jc w:val="right"/>
              <w:rPr>
                <w:ins w:id="392" w:author="Author"/>
              </w:rPr>
            </w:pPr>
          </w:p>
        </w:tc>
        <w:tc>
          <w:tcPr>
            <w:tcW w:w="2100" w:type="dxa"/>
            <w:gridSpan w:val="5"/>
            <w:tcBorders>
              <w:left w:val="nil"/>
              <w:right w:val="single" w:sz="6" w:space="0" w:color="auto"/>
            </w:tcBorders>
            <w:tcPrChange w:id="393" w:author="Author">
              <w:tcPr>
                <w:tcW w:w="2100" w:type="dxa"/>
                <w:gridSpan w:val="2"/>
                <w:tcBorders>
                  <w:left w:val="nil"/>
                  <w:right w:val="single" w:sz="6" w:space="0" w:color="auto"/>
                </w:tcBorders>
              </w:tcPr>
            </w:tcPrChange>
          </w:tcPr>
          <w:p w14:paraId="4C6E4952" w14:textId="77777777" w:rsidR="00F21DB0" w:rsidRPr="001D3813" w:rsidRDefault="00F21DB0" w:rsidP="00E44FF8">
            <w:pPr>
              <w:pStyle w:val="tabletext11"/>
              <w:rPr>
                <w:ins w:id="394" w:author="Author"/>
              </w:rPr>
            </w:pPr>
            <w:ins w:id="395" w:author="Author">
              <w:r w:rsidRPr="001D3813">
                <w:t>230,001 to 240,000</w:t>
              </w:r>
            </w:ins>
          </w:p>
        </w:tc>
        <w:tc>
          <w:tcPr>
            <w:tcW w:w="400" w:type="dxa"/>
            <w:tcBorders>
              <w:left w:val="single" w:sz="6" w:space="0" w:color="auto"/>
            </w:tcBorders>
            <w:tcPrChange w:id="396" w:author="Author">
              <w:tcPr>
                <w:tcW w:w="400" w:type="dxa"/>
                <w:tcBorders>
                  <w:left w:val="single" w:sz="6" w:space="0" w:color="auto"/>
                </w:tcBorders>
              </w:tcPr>
            </w:tcPrChange>
          </w:tcPr>
          <w:p w14:paraId="3DFFAC26" w14:textId="77777777" w:rsidR="00F21DB0" w:rsidRPr="001D3813" w:rsidRDefault="00F21DB0" w:rsidP="00E44FF8">
            <w:pPr>
              <w:pStyle w:val="tabletext11"/>
              <w:jc w:val="right"/>
              <w:rPr>
                <w:ins w:id="397" w:author="Author"/>
              </w:rPr>
            </w:pPr>
          </w:p>
        </w:tc>
        <w:tc>
          <w:tcPr>
            <w:tcW w:w="910" w:type="dxa"/>
            <w:tcBorders>
              <w:left w:val="nil"/>
              <w:right w:val="single" w:sz="6" w:space="0" w:color="auto"/>
            </w:tcBorders>
            <w:tcPrChange w:id="398" w:author="Author">
              <w:tcPr>
                <w:tcW w:w="910" w:type="dxa"/>
                <w:tcBorders>
                  <w:left w:val="nil"/>
                  <w:right w:val="single" w:sz="6" w:space="0" w:color="auto"/>
                </w:tcBorders>
              </w:tcPr>
            </w:tcPrChange>
          </w:tcPr>
          <w:p w14:paraId="147C1416" w14:textId="77777777" w:rsidR="00F21DB0" w:rsidRPr="001D3813" w:rsidRDefault="00F21DB0" w:rsidP="00E44FF8">
            <w:pPr>
              <w:pStyle w:val="tabletext11"/>
              <w:tabs>
                <w:tab w:val="decimal" w:pos="200"/>
              </w:tabs>
              <w:rPr>
                <w:ins w:id="399" w:author="Author"/>
              </w:rPr>
            </w:pPr>
            <w:ins w:id="400" w:author="Author">
              <w:r w:rsidRPr="001D3813">
                <w:t>42.86</w:t>
              </w:r>
            </w:ins>
          </w:p>
        </w:tc>
        <w:tc>
          <w:tcPr>
            <w:tcW w:w="300" w:type="dxa"/>
            <w:gridSpan w:val="2"/>
            <w:tcBorders>
              <w:left w:val="single" w:sz="6" w:space="0" w:color="auto"/>
            </w:tcBorders>
            <w:tcPrChange w:id="401" w:author="Author">
              <w:tcPr>
                <w:tcW w:w="300" w:type="dxa"/>
                <w:gridSpan w:val="2"/>
                <w:tcBorders>
                  <w:left w:val="single" w:sz="6" w:space="0" w:color="auto"/>
                </w:tcBorders>
              </w:tcPr>
            </w:tcPrChange>
          </w:tcPr>
          <w:p w14:paraId="771B4124" w14:textId="77777777" w:rsidR="00F21DB0" w:rsidRPr="001D3813" w:rsidRDefault="00F21DB0" w:rsidP="00E44FF8">
            <w:pPr>
              <w:pStyle w:val="tabletext11"/>
              <w:jc w:val="right"/>
              <w:rPr>
                <w:ins w:id="402" w:author="Author"/>
              </w:rPr>
            </w:pPr>
          </w:p>
        </w:tc>
        <w:tc>
          <w:tcPr>
            <w:tcW w:w="790" w:type="dxa"/>
            <w:tcBorders>
              <w:left w:val="nil"/>
              <w:right w:val="single" w:sz="6" w:space="0" w:color="auto"/>
            </w:tcBorders>
            <w:tcPrChange w:id="403" w:author="Author">
              <w:tcPr>
                <w:tcW w:w="790" w:type="dxa"/>
                <w:tcBorders>
                  <w:left w:val="nil"/>
                  <w:right w:val="single" w:sz="6" w:space="0" w:color="auto"/>
                </w:tcBorders>
              </w:tcPr>
            </w:tcPrChange>
          </w:tcPr>
          <w:p w14:paraId="6B9F0846" w14:textId="77777777" w:rsidR="00F21DB0" w:rsidRPr="001D3813" w:rsidRDefault="00F21DB0" w:rsidP="00E44FF8">
            <w:pPr>
              <w:pStyle w:val="tabletext11"/>
              <w:tabs>
                <w:tab w:val="decimal" w:pos="200"/>
              </w:tabs>
              <w:rPr>
                <w:ins w:id="404" w:author="Author"/>
              </w:rPr>
            </w:pPr>
            <w:ins w:id="405" w:author="Author">
              <w:r w:rsidRPr="001D3813">
                <w:t>47.86</w:t>
              </w:r>
            </w:ins>
          </w:p>
        </w:tc>
      </w:tr>
      <w:tr w:rsidR="00F21DB0" w:rsidRPr="001D3813" w14:paraId="1351AA97" w14:textId="77777777" w:rsidTr="00F21DB0">
        <w:trPr>
          <w:cantSplit/>
          <w:trHeight w:val="190"/>
          <w:ins w:id="406" w:author="Author"/>
          <w:trPrChange w:id="407" w:author="Author">
            <w:trPr>
              <w:gridBefore w:val="4"/>
              <w:cantSplit/>
              <w:trHeight w:val="190"/>
            </w:trPr>
          </w:trPrChange>
        </w:trPr>
        <w:tc>
          <w:tcPr>
            <w:tcW w:w="200" w:type="dxa"/>
            <w:tcPrChange w:id="408" w:author="Author">
              <w:tcPr>
                <w:tcW w:w="200" w:type="dxa"/>
              </w:tcPr>
            </w:tcPrChange>
          </w:tcPr>
          <w:p w14:paraId="4C18769A" w14:textId="77777777" w:rsidR="00F21DB0" w:rsidRPr="001D3813" w:rsidRDefault="00F21DB0" w:rsidP="00E44FF8">
            <w:pPr>
              <w:pStyle w:val="tabletext11"/>
              <w:rPr>
                <w:ins w:id="409" w:author="Author"/>
              </w:rPr>
            </w:pPr>
          </w:p>
        </w:tc>
        <w:tc>
          <w:tcPr>
            <w:tcW w:w="300" w:type="dxa"/>
            <w:tcBorders>
              <w:left w:val="single" w:sz="6" w:space="0" w:color="auto"/>
            </w:tcBorders>
            <w:tcPrChange w:id="410" w:author="Author">
              <w:tcPr>
                <w:tcW w:w="300" w:type="dxa"/>
                <w:gridSpan w:val="2"/>
                <w:tcBorders>
                  <w:left w:val="single" w:sz="6" w:space="0" w:color="auto"/>
                </w:tcBorders>
              </w:tcPr>
            </w:tcPrChange>
          </w:tcPr>
          <w:p w14:paraId="618AE0FD" w14:textId="77777777" w:rsidR="00F21DB0" w:rsidRPr="001D3813" w:rsidRDefault="00F21DB0" w:rsidP="00E44FF8">
            <w:pPr>
              <w:pStyle w:val="tabletext11"/>
              <w:jc w:val="right"/>
              <w:rPr>
                <w:ins w:id="411" w:author="Author"/>
              </w:rPr>
            </w:pPr>
          </w:p>
        </w:tc>
        <w:tc>
          <w:tcPr>
            <w:tcW w:w="2100" w:type="dxa"/>
            <w:gridSpan w:val="5"/>
            <w:tcBorders>
              <w:left w:val="nil"/>
              <w:right w:val="single" w:sz="6" w:space="0" w:color="auto"/>
            </w:tcBorders>
            <w:tcPrChange w:id="412" w:author="Author">
              <w:tcPr>
                <w:tcW w:w="2100" w:type="dxa"/>
                <w:gridSpan w:val="2"/>
                <w:tcBorders>
                  <w:left w:val="nil"/>
                  <w:right w:val="single" w:sz="6" w:space="0" w:color="auto"/>
                </w:tcBorders>
              </w:tcPr>
            </w:tcPrChange>
          </w:tcPr>
          <w:p w14:paraId="27E62B18" w14:textId="77777777" w:rsidR="00F21DB0" w:rsidRPr="001D3813" w:rsidRDefault="00F21DB0" w:rsidP="00E44FF8">
            <w:pPr>
              <w:pStyle w:val="tabletext11"/>
              <w:rPr>
                <w:ins w:id="413" w:author="Author"/>
              </w:rPr>
            </w:pPr>
            <w:ins w:id="414" w:author="Author">
              <w:r w:rsidRPr="001D3813">
                <w:t>240,001 to 250,000</w:t>
              </w:r>
            </w:ins>
          </w:p>
        </w:tc>
        <w:tc>
          <w:tcPr>
            <w:tcW w:w="400" w:type="dxa"/>
            <w:tcBorders>
              <w:left w:val="single" w:sz="6" w:space="0" w:color="auto"/>
            </w:tcBorders>
            <w:tcPrChange w:id="415" w:author="Author">
              <w:tcPr>
                <w:tcW w:w="400" w:type="dxa"/>
                <w:tcBorders>
                  <w:left w:val="single" w:sz="6" w:space="0" w:color="auto"/>
                </w:tcBorders>
              </w:tcPr>
            </w:tcPrChange>
          </w:tcPr>
          <w:p w14:paraId="441001BF" w14:textId="77777777" w:rsidR="00F21DB0" w:rsidRPr="001D3813" w:rsidRDefault="00F21DB0" w:rsidP="00E44FF8">
            <w:pPr>
              <w:pStyle w:val="tabletext11"/>
              <w:jc w:val="right"/>
              <w:rPr>
                <w:ins w:id="416" w:author="Author"/>
              </w:rPr>
            </w:pPr>
          </w:p>
        </w:tc>
        <w:tc>
          <w:tcPr>
            <w:tcW w:w="910" w:type="dxa"/>
            <w:tcBorders>
              <w:left w:val="nil"/>
              <w:right w:val="single" w:sz="6" w:space="0" w:color="auto"/>
            </w:tcBorders>
            <w:tcPrChange w:id="417" w:author="Author">
              <w:tcPr>
                <w:tcW w:w="910" w:type="dxa"/>
                <w:tcBorders>
                  <w:left w:val="nil"/>
                  <w:right w:val="single" w:sz="6" w:space="0" w:color="auto"/>
                </w:tcBorders>
              </w:tcPr>
            </w:tcPrChange>
          </w:tcPr>
          <w:p w14:paraId="351FE7E9" w14:textId="77777777" w:rsidR="00F21DB0" w:rsidRPr="001D3813" w:rsidRDefault="00F21DB0" w:rsidP="00E44FF8">
            <w:pPr>
              <w:pStyle w:val="tabletext11"/>
              <w:tabs>
                <w:tab w:val="decimal" w:pos="200"/>
              </w:tabs>
              <w:rPr>
                <w:ins w:id="418" w:author="Author"/>
              </w:rPr>
            </w:pPr>
            <w:ins w:id="419" w:author="Author">
              <w:r w:rsidRPr="001D3813">
                <w:t>43.45</w:t>
              </w:r>
            </w:ins>
          </w:p>
        </w:tc>
        <w:tc>
          <w:tcPr>
            <w:tcW w:w="300" w:type="dxa"/>
            <w:gridSpan w:val="2"/>
            <w:tcBorders>
              <w:left w:val="single" w:sz="6" w:space="0" w:color="auto"/>
            </w:tcBorders>
            <w:tcPrChange w:id="420" w:author="Author">
              <w:tcPr>
                <w:tcW w:w="300" w:type="dxa"/>
                <w:gridSpan w:val="2"/>
                <w:tcBorders>
                  <w:left w:val="single" w:sz="6" w:space="0" w:color="auto"/>
                </w:tcBorders>
              </w:tcPr>
            </w:tcPrChange>
          </w:tcPr>
          <w:p w14:paraId="2410A239" w14:textId="77777777" w:rsidR="00F21DB0" w:rsidRPr="001D3813" w:rsidRDefault="00F21DB0" w:rsidP="00E44FF8">
            <w:pPr>
              <w:pStyle w:val="tabletext11"/>
              <w:jc w:val="right"/>
              <w:rPr>
                <w:ins w:id="421" w:author="Author"/>
              </w:rPr>
            </w:pPr>
          </w:p>
        </w:tc>
        <w:tc>
          <w:tcPr>
            <w:tcW w:w="790" w:type="dxa"/>
            <w:tcBorders>
              <w:left w:val="nil"/>
              <w:right w:val="single" w:sz="6" w:space="0" w:color="auto"/>
            </w:tcBorders>
            <w:tcPrChange w:id="422" w:author="Author">
              <w:tcPr>
                <w:tcW w:w="790" w:type="dxa"/>
                <w:tcBorders>
                  <w:left w:val="nil"/>
                  <w:right w:val="single" w:sz="6" w:space="0" w:color="auto"/>
                </w:tcBorders>
              </w:tcPr>
            </w:tcPrChange>
          </w:tcPr>
          <w:p w14:paraId="2D2C309C" w14:textId="77777777" w:rsidR="00F21DB0" w:rsidRPr="001D3813" w:rsidRDefault="00F21DB0" w:rsidP="00E44FF8">
            <w:pPr>
              <w:pStyle w:val="tabletext11"/>
              <w:tabs>
                <w:tab w:val="decimal" w:pos="200"/>
              </w:tabs>
              <w:rPr>
                <w:ins w:id="423" w:author="Author"/>
              </w:rPr>
            </w:pPr>
            <w:ins w:id="424" w:author="Author">
              <w:r w:rsidRPr="001D3813">
                <w:t>48.45</w:t>
              </w:r>
            </w:ins>
          </w:p>
        </w:tc>
      </w:tr>
      <w:tr w:rsidR="00F21DB0" w:rsidRPr="001D3813" w14:paraId="736F85C5" w14:textId="77777777" w:rsidTr="00F21DB0">
        <w:trPr>
          <w:cantSplit/>
          <w:trHeight w:val="190"/>
          <w:ins w:id="425" w:author="Author"/>
          <w:trPrChange w:id="426" w:author="Author">
            <w:trPr>
              <w:gridBefore w:val="4"/>
              <w:cantSplit/>
              <w:trHeight w:val="190"/>
            </w:trPr>
          </w:trPrChange>
        </w:trPr>
        <w:tc>
          <w:tcPr>
            <w:tcW w:w="200" w:type="dxa"/>
            <w:tcPrChange w:id="427" w:author="Author">
              <w:tcPr>
                <w:tcW w:w="200" w:type="dxa"/>
              </w:tcPr>
            </w:tcPrChange>
          </w:tcPr>
          <w:p w14:paraId="3F0A1522" w14:textId="77777777" w:rsidR="00F21DB0" w:rsidRPr="001D3813" w:rsidRDefault="00F21DB0" w:rsidP="00E44FF8">
            <w:pPr>
              <w:pStyle w:val="tabletext11"/>
              <w:rPr>
                <w:ins w:id="428" w:author="Author"/>
              </w:rPr>
            </w:pPr>
          </w:p>
        </w:tc>
        <w:tc>
          <w:tcPr>
            <w:tcW w:w="300" w:type="dxa"/>
            <w:tcBorders>
              <w:left w:val="single" w:sz="6" w:space="0" w:color="auto"/>
            </w:tcBorders>
            <w:tcPrChange w:id="429" w:author="Author">
              <w:tcPr>
                <w:tcW w:w="300" w:type="dxa"/>
                <w:gridSpan w:val="2"/>
                <w:tcBorders>
                  <w:left w:val="single" w:sz="6" w:space="0" w:color="auto"/>
                </w:tcBorders>
              </w:tcPr>
            </w:tcPrChange>
          </w:tcPr>
          <w:p w14:paraId="00D98EA0" w14:textId="77777777" w:rsidR="00F21DB0" w:rsidRPr="001D3813" w:rsidRDefault="00F21DB0" w:rsidP="00E44FF8">
            <w:pPr>
              <w:pStyle w:val="tabletext11"/>
              <w:jc w:val="right"/>
              <w:rPr>
                <w:ins w:id="430" w:author="Author"/>
              </w:rPr>
            </w:pPr>
          </w:p>
        </w:tc>
        <w:tc>
          <w:tcPr>
            <w:tcW w:w="2100" w:type="dxa"/>
            <w:gridSpan w:val="5"/>
            <w:tcBorders>
              <w:left w:val="nil"/>
              <w:right w:val="single" w:sz="6" w:space="0" w:color="auto"/>
            </w:tcBorders>
            <w:tcPrChange w:id="431" w:author="Author">
              <w:tcPr>
                <w:tcW w:w="2100" w:type="dxa"/>
                <w:gridSpan w:val="2"/>
                <w:tcBorders>
                  <w:left w:val="nil"/>
                  <w:right w:val="single" w:sz="6" w:space="0" w:color="auto"/>
                </w:tcBorders>
              </w:tcPr>
            </w:tcPrChange>
          </w:tcPr>
          <w:p w14:paraId="3541385D" w14:textId="77777777" w:rsidR="00F21DB0" w:rsidRPr="001D3813" w:rsidRDefault="00F21DB0" w:rsidP="00E44FF8">
            <w:pPr>
              <w:pStyle w:val="tabletext11"/>
              <w:rPr>
                <w:ins w:id="432" w:author="Author"/>
              </w:rPr>
            </w:pPr>
            <w:ins w:id="433" w:author="Author">
              <w:r w:rsidRPr="001D3813">
                <w:t>250,001 to 260,000</w:t>
              </w:r>
            </w:ins>
          </w:p>
        </w:tc>
        <w:tc>
          <w:tcPr>
            <w:tcW w:w="400" w:type="dxa"/>
            <w:tcBorders>
              <w:left w:val="single" w:sz="6" w:space="0" w:color="auto"/>
            </w:tcBorders>
            <w:tcPrChange w:id="434" w:author="Author">
              <w:tcPr>
                <w:tcW w:w="400" w:type="dxa"/>
                <w:tcBorders>
                  <w:left w:val="single" w:sz="6" w:space="0" w:color="auto"/>
                </w:tcBorders>
              </w:tcPr>
            </w:tcPrChange>
          </w:tcPr>
          <w:p w14:paraId="221C1005" w14:textId="77777777" w:rsidR="00F21DB0" w:rsidRPr="001D3813" w:rsidRDefault="00F21DB0" w:rsidP="00E44FF8">
            <w:pPr>
              <w:pStyle w:val="tabletext11"/>
              <w:jc w:val="right"/>
              <w:rPr>
                <w:ins w:id="435" w:author="Author"/>
              </w:rPr>
            </w:pPr>
          </w:p>
        </w:tc>
        <w:tc>
          <w:tcPr>
            <w:tcW w:w="910" w:type="dxa"/>
            <w:tcBorders>
              <w:left w:val="nil"/>
              <w:right w:val="single" w:sz="6" w:space="0" w:color="auto"/>
            </w:tcBorders>
            <w:tcPrChange w:id="436" w:author="Author">
              <w:tcPr>
                <w:tcW w:w="910" w:type="dxa"/>
                <w:tcBorders>
                  <w:left w:val="nil"/>
                  <w:right w:val="single" w:sz="6" w:space="0" w:color="auto"/>
                </w:tcBorders>
              </w:tcPr>
            </w:tcPrChange>
          </w:tcPr>
          <w:p w14:paraId="299F52B1" w14:textId="77777777" w:rsidR="00F21DB0" w:rsidRPr="001D3813" w:rsidRDefault="00F21DB0" w:rsidP="00E44FF8">
            <w:pPr>
              <w:pStyle w:val="tabletext11"/>
              <w:tabs>
                <w:tab w:val="decimal" w:pos="200"/>
              </w:tabs>
              <w:rPr>
                <w:ins w:id="437" w:author="Author"/>
              </w:rPr>
            </w:pPr>
            <w:ins w:id="438" w:author="Author">
              <w:r w:rsidRPr="001D3813">
                <w:t>43.99</w:t>
              </w:r>
            </w:ins>
          </w:p>
        </w:tc>
        <w:tc>
          <w:tcPr>
            <w:tcW w:w="300" w:type="dxa"/>
            <w:gridSpan w:val="2"/>
            <w:tcBorders>
              <w:left w:val="single" w:sz="6" w:space="0" w:color="auto"/>
            </w:tcBorders>
            <w:tcPrChange w:id="439" w:author="Author">
              <w:tcPr>
                <w:tcW w:w="300" w:type="dxa"/>
                <w:gridSpan w:val="2"/>
                <w:tcBorders>
                  <w:left w:val="single" w:sz="6" w:space="0" w:color="auto"/>
                </w:tcBorders>
              </w:tcPr>
            </w:tcPrChange>
          </w:tcPr>
          <w:p w14:paraId="60341B57" w14:textId="77777777" w:rsidR="00F21DB0" w:rsidRPr="001D3813" w:rsidRDefault="00F21DB0" w:rsidP="00E44FF8">
            <w:pPr>
              <w:pStyle w:val="tabletext11"/>
              <w:jc w:val="right"/>
              <w:rPr>
                <w:ins w:id="440" w:author="Author"/>
              </w:rPr>
            </w:pPr>
          </w:p>
        </w:tc>
        <w:tc>
          <w:tcPr>
            <w:tcW w:w="790" w:type="dxa"/>
            <w:tcBorders>
              <w:left w:val="nil"/>
              <w:right w:val="single" w:sz="6" w:space="0" w:color="auto"/>
            </w:tcBorders>
            <w:tcPrChange w:id="441" w:author="Author">
              <w:tcPr>
                <w:tcW w:w="790" w:type="dxa"/>
                <w:tcBorders>
                  <w:left w:val="nil"/>
                  <w:right w:val="single" w:sz="6" w:space="0" w:color="auto"/>
                </w:tcBorders>
              </w:tcPr>
            </w:tcPrChange>
          </w:tcPr>
          <w:p w14:paraId="4A09C24B" w14:textId="77777777" w:rsidR="00F21DB0" w:rsidRPr="001D3813" w:rsidRDefault="00F21DB0" w:rsidP="00E44FF8">
            <w:pPr>
              <w:pStyle w:val="tabletext11"/>
              <w:tabs>
                <w:tab w:val="decimal" w:pos="200"/>
              </w:tabs>
              <w:rPr>
                <w:ins w:id="442" w:author="Author"/>
              </w:rPr>
            </w:pPr>
            <w:ins w:id="443" w:author="Author">
              <w:r w:rsidRPr="001D3813">
                <w:t>48.99</w:t>
              </w:r>
            </w:ins>
          </w:p>
        </w:tc>
      </w:tr>
      <w:tr w:rsidR="00F21DB0" w:rsidRPr="001D3813" w14:paraId="711CC6E1" w14:textId="77777777" w:rsidTr="00F21DB0">
        <w:trPr>
          <w:cantSplit/>
          <w:trHeight w:val="190"/>
          <w:ins w:id="444" w:author="Author"/>
          <w:trPrChange w:id="445" w:author="Author">
            <w:trPr>
              <w:gridBefore w:val="4"/>
              <w:cantSplit/>
              <w:trHeight w:val="190"/>
            </w:trPr>
          </w:trPrChange>
        </w:trPr>
        <w:tc>
          <w:tcPr>
            <w:tcW w:w="200" w:type="dxa"/>
            <w:tcPrChange w:id="446" w:author="Author">
              <w:tcPr>
                <w:tcW w:w="200" w:type="dxa"/>
              </w:tcPr>
            </w:tcPrChange>
          </w:tcPr>
          <w:p w14:paraId="186BBE32" w14:textId="77777777" w:rsidR="00F21DB0" w:rsidRPr="001D3813" w:rsidRDefault="00F21DB0" w:rsidP="00E44FF8">
            <w:pPr>
              <w:pStyle w:val="tabletext11"/>
              <w:rPr>
                <w:ins w:id="447" w:author="Author"/>
              </w:rPr>
            </w:pPr>
          </w:p>
        </w:tc>
        <w:tc>
          <w:tcPr>
            <w:tcW w:w="300" w:type="dxa"/>
            <w:tcBorders>
              <w:left w:val="single" w:sz="6" w:space="0" w:color="auto"/>
            </w:tcBorders>
            <w:tcPrChange w:id="448" w:author="Author">
              <w:tcPr>
                <w:tcW w:w="300" w:type="dxa"/>
                <w:gridSpan w:val="2"/>
                <w:tcBorders>
                  <w:left w:val="single" w:sz="6" w:space="0" w:color="auto"/>
                </w:tcBorders>
              </w:tcPr>
            </w:tcPrChange>
          </w:tcPr>
          <w:p w14:paraId="786C3FBB" w14:textId="77777777" w:rsidR="00F21DB0" w:rsidRPr="001D3813" w:rsidRDefault="00F21DB0" w:rsidP="00E44FF8">
            <w:pPr>
              <w:pStyle w:val="tabletext11"/>
              <w:jc w:val="right"/>
              <w:rPr>
                <w:ins w:id="449" w:author="Author"/>
              </w:rPr>
            </w:pPr>
          </w:p>
        </w:tc>
        <w:tc>
          <w:tcPr>
            <w:tcW w:w="2100" w:type="dxa"/>
            <w:gridSpan w:val="5"/>
            <w:tcBorders>
              <w:left w:val="nil"/>
              <w:right w:val="single" w:sz="6" w:space="0" w:color="auto"/>
            </w:tcBorders>
            <w:tcPrChange w:id="450" w:author="Author">
              <w:tcPr>
                <w:tcW w:w="2100" w:type="dxa"/>
                <w:gridSpan w:val="2"/>
                <w:tcBorders>
                  <w:left w:val="nil"/>
                  <w:right w:val="single" w:sz="6" w:space="0" w:color="auto"/>
                </w:tcBorders>
              </w:tcPr>
            </w:tcPrChange>
          </w:tcPr>
          <w:p w14:paraId="6BD5D248" w14:textId="77777777" w:rsidR="00F21DB0" w:rsidRPr="001D3813" w:rsidRDefault="00F21DB0" w:rsidP="00E44FF8">
            <w:pPr>
              <w:pStyle w:val="tabletext11"/>
              <w:rPr>
                <w:ins w:id="451" w:author="Author"/>
              </w:rPr>
            </w:pPr>
            <w:ins w:id="452" w:author="Author">
              <w:r w:rsidRPr="001D3813">
                <w:t>260,001 to 270,000</w:t>
              </w:r>
            </w:ins>
          </w:p>
        </w:tc>
        <w:tc>
          <w:tcPr>
            <w:tcW w:w="400" w:type="dxa"/>
            <w:tcBorders>
              <w:left w:val="single" w:sz="6" w:space="0" w:color="auto"/>
            </w:tcBorders>
            <w:tcPrChange w:id="453" w:author="Author">
              <w:tcPr>
                <w:tcW w:w="400" w:type="dxa"/>
                <w:tcBorders>
                  <w:left w:val="single" w:sz="6" w:space="0" w:color="auto"/>
                </w:tcBorders>
              </w:tcPr>
            </w:tcPrChange>
          </w:tcPr>
          <w:p w14:paraId="04F0FCFC" w14:textId="77777777" w:rsidR="00F21DB0" w:rsidRPr="001D3813" w:rsidRDefault="00F21DB0" w:rsidP="00E44FF8">
            <w:pPr>
              <w:pStyle w:val="tabletext11"/>
              <w:jc w:val="right"/>
              <w:rPr>
                <w:ins w:id="454" w:author="Author"/>
              </w:rPr>
            </w:pPr>
          </w:p>
        </w:tc>
        <w:tc>
          <w:tcPr>
            <w:tcW w:w="910" w:type="dxa"/>
            <w:tcBorders>
              <w:left w:val="nil"/>
              <w:right w:val="single" w:sz="6" w:space="0" w:color="auto"/>
            </w:tcBorders>
            <w:tcPrChange w:id="455" w:author="Author">
              <w:tcPr>
                <w:tcW w:w="910" w:type="dxa"/>
                <w:tcBorders>
                  <w:left w:val="nil"/>
                  <w:right w:val="single" w:sz="6" w:space="0" w:color="auto"/>
                </w:tcBorders>
              </w:tcPr>
            </w:tcPrChange>
          </w:tcPr>
          <w:p w14:paraId="2C260785" w14:textId="77777777" w:rsidR="00F21DB0" w:rsidRPr="001D3813" w:rsidRDefault="00F21DB0" w:rsidP="00E44FF8">
            <w:pPr>
              <w:pStyle w:val="tabletext11"/>
              <w:tabs>
                <w:tab w:val="decimal" w:pos="200"/>
              </w:tabs>
              <w:rPr>
                <w:ins w:id="456" w:author="Author"/>
              </w:rPr>
            </w:pPr>
            <w:ins w:id="457" w:author="Author">
              <w:r w:rsidRPr="001D3813">
                <w:t>44.50</w:t>
              </w:r>
            </w:ins>
          </w:p>
        </w:tc>
        <w:tc>
          <w:tcPr>
            <w:tcW w:w="300" w:type="dxa"/>
            <w:gridSpan w:val="2"/>
            <w:tcBorders>
              <w:left w:val="single" w:sz="6" w:space="0" w:color="auto"/>
            </w:tcBorders>
            <w:tcPrChange w:id="458" w:author="Author">
              <w:tcPr>
                <w:tcW w:w="300" w:type="dxa"/>
                <w:gridSpan w:val="2"/>
                <w:tcBorders>
                  <w:left w:val="single" w:sz="6" w:space="0" w:color="auto"/>
                </w:tcBorders>
              </w:tcPr>
            </w:tcPrChange>
          </w:tcPr>
          <w:p w14:paraId="49FB4717" w14:textId="77777777" w:rsidR="00F21DB0" w:rsidRPr="001D3813" w:rsidRDefault="00F21DB0" w:rsidP="00E44FF8">
            <w:pPr>
              <w:pStyle w:val="tabletext11"/>
              <w:jc w:val="right"/>
              <w:rPr>
                <w:ins w:id="459" w:author="Author"/>
              </w:rPr>
            </w:pPr>
          </w:p>
        </w:tc>
        <w:tc>
          <w:tcPr>
            <w:tcW w:w="790" w:type="dxa"/>
            <w:tcBorders>
              <w:left w:val="nil"/>
              <w:right w:val="single" w:sz="6" w:space="0" w:color="auto"/>
            </w:tcBorders>
            <w:tcPrChange w:id="460" w:author="Author">
              <w:tcPr>
                <w:tcW w:w="790" w:type="dxa"/>
                <w:tcBorders>
                  <w:left w:val="nil"/>
                  <w:right w:val="single" w:sz="6" w:space="0" w:color="auto"/>
                </w:tcBorders>
              </w:tcPr>
            </w:tcPrChange>
          </w:tcPr>
          <w:p w14:paraId="47E32C06" w14:textId="77777777" w:rsidR="00F21DB0" w:rsidRPr="001D3813" w:rsidRDefault="00F21DB0" w:rsidP="00E44FF8">
            <w:pPr>
              <w:pStyle w:val="tabletext11"/>
              <w:tabs>
                <w:tab w:val="decimal" w:pos="200"/>
              </w:tabs>
              <w:rPr>
                <w:ins w:id="461" w:author="Author"/>
              </w:rPr>
            </w:pPr>
            <w:ins w:id="462" w:author="Author">
              <w:r w:rsidRPr="001D3813">
                <w:t>49.50</w:t>
              </w:r>
            </w:ins>
          </w:p>
        </w:tc>
      </w:tr>
      <w:tr w:rsidR="00F21DB0" w:rsidRPr="001D3813" w14:paraId="58976763" w14:textId="77777777" w:rsidTr="00F21DB0">
        <w:trPr>
          <w:cantSplit/>
          <w:trHeight w:val="190"/>
          <w:ins w:id="463" w:author="Author"/>
          <w:trPrChange w:id="464" w:author="Author">
            <w:trPr>
              <w:gridBefore w:val="4"/>
              <w:cantSplit/>
              <w:trHeight w:val="190"/>
            </w:trPr>
          </w:trPrChange>
        </w:trPr>
        <w:tc>
          <w:tcPr>
            <w:tcW w:w="200" w:type="dxa"/>
            <w:tcPrChange w:id="465" w:author="Author">
              <w:tcPr>
                <w:tcW w:w="200" w:type="dxa"/>
              </w:tcPr>
            </w:tcPrChange>
          </w:tcPr>
          <w:p w14:paraId="7806AABC" w14:textId="77777777" w:rsidR="00F21DB0" w:rsidRPr="001D3813" w:rsidRDefault="00F21DB0" w:rsidP="00E44FF8">
            <w:pPr>
              <w:pStyle w:val="tabletext11"/>
              <w:rPr>
                <w:ins w:id="466" w:author="Author"/>
              </w:rPr>
            </w:pPr>
          </w:p>
        </w:tc>
        <w:tc>
          <w:tcPr>
            <w:tcW w:w="300" w:type="dxa"/>
            <w:tcBorders>
              <w:left w:val="single" w:sz="6" w:space="0" w:color="auto"/>
            </w:tcBorders>
            <w:tcPrChange w:id="467" w:author="Author">
              <w:tcPr>
                <w:tcW w:w="300" w:type="dxa"/>
                <w:gridSpan w:val="2"/>
                <w:tcBorders>
                  <w:left w:val="single" w:sz="6" w:space="0" w:color="auto"/>
                </w:tcBorders>
              </w:tcPr>
            </w:tcPrChange>
          </w:tcPr>
          <w:p w14:paraId="32D0D806" w14:textId="77777777" w:rsidR="00F21DB0" w:rsidRPr="001D3813" w:rsidRDefault="00F21DB0" w:rsidP="00E44FF8">
            <w:pPr>
              <w:pStyle w:val="tabletext11"/>
              <w:jc w:val="right"/>
              <w:rPr>
                <w:ins w:id="468" w:author="Author"/>
              </w:rPr>
            </w:pPr>
          </w:p>
        </w:tc>
        <w:tc>
          <w:tcPr>
            <w:tcW w:w="2100" w:type="dxa"/>
            <w:gridSpan w:val="5"/>
            <w:tcBorders>
              <w:left w:val="nil"/>
              <w:right w:val="single" w:sz="6" w:space="0" w:color="auto"/>
            </w:tcBorders>
            <w:tcPrChange w:id="469" w:author="Author">
              <w:tcPr>
                <w:tcW w:w="2100" w:type="dxa"/>
                <w:gridSpan w:val="2"/>
                <w:tcBorders>
                  <w:left w:val="nil"/>
                  <w:right w:val="single" w:sz="6" w:space="0" w:color="auto"/>
                </w:tcBorders>
              </w:tcPr>
            </w:tcPrChange>
          </w:tcPr>
          <w:p w14:paraId="10FC1D0C" w14:textId="77777777" w:rsidR="00F21DB0" w:rsidRPr="001D3813" w:rsidRDefault="00F21DB0" w:rsidP="00E44FF8">
            <w:pPr>
              <w:pStyle w:val="tabletext11"/>
              <w:rPr>
                <w:ins w:id="470" w:author="Author"/>
              </w:rPr>
            </w:pPr>
            <w:ins w:id="471" w:author="Author">
              <w:r w:rsidRPr="001D3813">
                <w:t>270,001 to 280,000</w:t>
              </w:r>
            </w:ins>
          </w:p>
        </w:tc>
        <w:tc>
          <w:tcPr>
            <w:tcW w:w="400" w:type="dxa"/>
            <w:tcBorders>
              <w:left w:val="single" w:sz="6" w:space="0" w:color="auto"/>
            </w:tcBorders>
            <w:tcPrChange w:id="472" w:author="Author">
              <w:tcPr>
                <w:tcW w:w="400" w:type="dxa"/>
                <w:tcBorders>
                  <w:left w:val="single" w:sz="6" w:space="0" w:color="auto"/>
                </w:tcBorders>
              </w:tcPr>
            </w:tcPrChange>
          </w:tcPr>
          <w:p w14:paraId="32F3180C" w14:textId="77777777" w:rsidR="00F21DB0" w:rsidRPr="001D3813" w:rsidRDefault="00F21DB0" w:rsidP="00E44FF8">
            <w:pPr>
              <w:pStyle w:val="tabletext11"/>
              <w:jc w:val="right"/>
              <w:rPr>
                <w:ins w:id="473" w:author="Author"/>
              </w:rPr>
            </w:pPr>
          </w:p>
        </w:tc>
        <w:tc>
          <w:tcPr>
            <w:tcW w:w="910" w:type="dxa"/>
            <w:tcBorders>
              <w:left w:val="nil"/>
              <w:right w:val="single" w:sz="6" w:space="0" w:color="auto"/>
            </w:tcBorders>
            <w:tcPrChange w:id="474" w:author="Author">
              <w:tcPr>
                <w:tcW w:w="910" w:type="dxa"/>
                <w:tcBorders>
                  <w:left w:val="nil"/>
                  <w:right w:val="single" w:sz="6" w:space="0" w:color="auto"/>
                </w:tcBorders>
              </w:tcPr>
            </w:tcPrChange>
          </w:tcPr>
          <w:p w14:paraId="32EE5129" w14:textId="77777777" w:rsidR="00F21DB0" w:rsidRPr="001D3813" w:rsidRDefault="00F21DB0" w:rsidP="00E44FF8">
            <w:pPr>
              <w:pStyle w:val="tabletext11"/>
              <w:tabs>
                <w:tab w:val="decimal" w:pos="200"/>
              </w:tabs>
              <w:rPr>
                <w:ins w:id="475" w:author="Author"/>
              </w:rPr>
            </w:pPr>
            <w:ins w:id="476" w:author="Author">
              <w:r w:rsidRPr="001D3813">
                <w:t>44.96</w:t>
              </w:r>
            </w:ins>
          </w:p>
        </w:tc>
        <w:tc>
          <w:tcPr>
            <w:tcW w:w="300" w:type="dxa"/>
            <w:gridSpan w:val="2"/>
            <w:tcBorders>
              <w:left w:val="single" w:sz="6" w:space="0" w:color="auto"/>
            </w:tcBorders>
            <w:tcPrChange w:id="477" w:author="Author">
              <w:tcPr>
                <w:tcW w:w="300" w:type="dxa"/>
                <w:gridSpan w:val="2"/>
                <w:tcBorders>
                  <w:left w:val="single" w:sz="6" w:space="0" w:color="auto"/>
                </w:tcBorders>
              </w:tcPr>
            </w:tcPrChange>
          </w:tcPr>
          <w:p w14:paraId="7BAC72B3" w14:textId="77777777" w:rsidR="00F21DB0" w:rsidRPr="001D3813" w:rsidRDefault="00F21DB0" w:rsidP="00E44FF8">
            <w:pPr>
              <w:pStyle w:val="tabletext11"/>
              <w:jc w:val="right"/>
              <w:rPr>
                <w:ins w:id="478" w:author="Author"/>
              </w:rPr>
            </w:pPr>
          </w:p>
        </w:tc>
        <w:tc>
          <w:tcPr>
            <w:tcW w:w="790" w:type="dxa"/>
            <w:tcBorders>
              <w:left w:val="nil"/>
              <w:right w:val="single" w:sz="6" w:space="0" w:color="auto"/>
            </w:tcBorders>
            <w:tcPrChange w:id="479" w:author="Author">
              <w:tcPr>
                <w:tcW w:w="790" w:type="dxa"/>
                <w:tcBorders>
                  <w:left w:val="nil"/>
                  <w:right w:val="single" w:sz="6" w:space="0" w:color="auto"/>
                </w:tcBorders>
              </w:tcPr>
            </w:tcPrChange>
          </w:tcPr>
          <w:p w14:paraId="21B930F2" w14:textId="77777777" w:rsidR="00F21DB0" w:rsidRPr="001D3813" w:rsidRDefault="00F21DB0" w:rsidP="00E44FF8">
            <w:pPr>
              <w:pStyle w:val="tabletext11"/>
              <w:tabs>
                <w:tab w:val="decimal" w:pos="200"/>
              </w:tabs>
              <w:rPr>
                <w:ins w:id="480" w:author="Author"/>
              </w:rPr>
            </w:pPr>
            <w:ins w:id="481" w:author="Author">
              <w:r w:rsidRPr="001D3813">
                <w:t>49.96</w:t>
              </w:r>
            </w:ins>
          </w:p>
        </w:tc>
      </w:tr>
      <w:tr w:rsidR="00F21DB0" w:rsidRPr="001D3813" w14:paraId="72432A50" w14:textId="77777777" w:rsidTr="00F21DB0">
        <w:trPr>
          <w:cantSplit/>
          <w:trHeight w:val="190"/>
          <w:ins w:id="482" w:author="Author"/>
          <w:trPrChange w:id="483" w:author="Author">
            <w:trPr>
              <w:gridBefore w:val="4"/>
              <w:cantSplit/>
              <w:trHeight w:val="190"/>
            </w:trPr>
          </w:trPrChange>
        </w:trPr>
        <w:tc>
          <w:tcPr>
            <w:tcW w:w="200" w:type="dxa"/>
            <w:tcPrChange w:id="484" w:author="Author">
              <w:tcPr>
                <w:tcW w:w="200" w:type="dxa"/>
              </w:tcPr>
            </w:tcPrChange>
          </w:tcPr>
          <w:p w14:paraId="43663900" w14:textId="77777777" w:rsidR="00F21DB0" w:rsidRPr="001D3813" w:rsidRDefault="00F21DB0" w:rsidP="00E44FF8">
            <w:pPr>
              <w:pStyle w:val="tabletext11"/>
              <w:rPr>
                <w:ins w:id="485" w:author="Author"/>
              </w:rPr>
            </w:pPr>
          </w:p>
        </w:tc>
        <w:tc>
          <w:tcPr>
            <w:tcW w:w="300" w:type="dxa"/>
            <w:tcBorders>
              <w:left w:val="single" w:sz="6" w:space="0" w:color="auto"/>
            </w:tcBorders>
            <w:tcPrChange w:id="486" w:author="Author">
              <w:tcPr>
                <w:tcW w:w="300" w:type="dxa"/>
                <w:gridSpan w:val="2"/>
                <w:tcBorders>
                  <w:left w:val="single" w:sz="6" w:space="0" w:color="auto"/>
                </w:tcBorders>
              </w:tcPr>
            </w:tcPrChange>
          </w:tcPr>
          <w:p w14:paraId="43A58E64" w14:textId="77777777" w:rsidR="00F21DB0" w:rsidRPr="001D3813" w:rsidRDefault="00F21DB0" w:rsidP="00E44FF8">
            <w:pPr>
              <w:pStyle w:val="tabletext11"/>
              <w:jc w:val="right"/>
              <w:rPr>
                <w:ins w:id="487" w:author="Author"/>
              </w:rPr>
            </w:pPr>
          </w:p>
        </w:tc>
        <w:tc>
          <w:tcPr>
            <w:tcW w:w="2100" w:type="dxa"/>
            <w:gridSpan w:val="5"/>
            <w:tcBorders>
              <w:left w:val="nil"/>
              <w:right w:val="single" w:sz="6" w:space="0" w:color="auto"/>
            </w:tcBorders>
            <w:tcPrChange w:id="488" w:author="Author">
              <w:tcPr>
                <w:tcW w:w="2100" w:type="dxa"/>
                <w:gridSpan w:val="2"/>
                <w:tcBorders>
                  <w:left w:val="nil"/>
                  <w:right w:val="single" w:sz="6" w:space="0" w:color="auto"/>
                </w:tcBorders>
              </w:tcPr>
            </w:tcPrChange>
          </w:tcPr>
          <w:p w14:paraId="4154608E" w14:textId="77777777" w:rsidR="00F21DB0" w:rsidRPr="001D3813" w:rsidRDefault="00F21DB0" w:rsidP="00E44FF8">
            <w:pPr>
              <w:pStyle w:val="tabletext11"/>
              <w:rPr>
                <w:ins w:id="489" w:author="Author"/>
              </w:rPr>
            </w:pPr>
            <w:ins w:id="490" w:author="Author">
              <w:r w:rsidRPr="001D3813">
                <w:t>280,001 to 290,000</w:t>
              </w:r>
            </w:ins>
          </w:p>
        </w:tc>
        <w:tc>
          <w:tcPr>
            <w:tcW w:w="400" w:type="dxa"/>
            <w:tcBorders>
              <w:left w:val="single" w:sz="6" w:space="0" w:color="auto"/>
            </w:tcBorders>
            <w:tcPrChange w:id="491" w:author="Author">
              <w:tcPr>
                <w:tcW w:w="400" w:type="dxa"/>
                <w:tcBorders>
                  <w:left w:val="single" w:sz="6" w:space="0" w:color="auto"/>
                </w:tcBorders>
              </w:tcPr>
            </w:tcPrChange>
          </w:tcPr>
          <w:p w14:paraId="5D08F356" w14:textId="77777777" w:rsidR="00F21DB0" w:rsidRPr="001D3813" w:rsidRDefault="00F21DB0" w:rsidP="00E44FF8">
            <w:pPr>
              <w:pStyle w:val="tabletext11"/>
              <w:jc w:val="right"/>
              <w:rPr>
                <w:ins w:id="492" w:author="Author"/>
              </w:rPr>
            </w:pPr>
          </w:p>
        </w:tc>
        <w:tc>
          <w:tcPr>
            <w:tcW w:w="910" w:type="dxa"/>
            <w:tcBorders>
              <w:left w:val="nil"/>
              <w:right w:val="single" w:sz="6" w:space="0" w:color="auto"/>
            </w:tcBorders>
            <w:tcPrChange w:id="493" w:author="Author">
              <w:tcPr>
                <w:tcW w:w="910" w:type="dxa"/>
                <w:tcBorders>
                  <w:left w:val="nil"/>
                  <w:right w:val="single" w:sz="6" w:space="0" w:color="auto"/>
                </w:tcBorders>
              </w:tcPr>
            </w:tcPrChange>
          </w:tcPr>
          <w:p w14:paraId="3B6C1C95" w14:textId="77777777" w:rsidR="00F21DB0" w:rsidRPr="001D3813" w:rsidRDefault="00F21DB0" w:rsidP="00E44FF8">
            <w:pPr>
              <w:pStyle w:val="tabletext11"/>
              <w:tabs>
                <w:tab w:val="decimal" w:pos="200"/>
              </w:tabs>
              <w:rPr>
                <w:ins w:id="494" w:author="Author"/>
              </w:rPr>
            </w:pPr>
            <w:ins w:id="495" w:author="Author">
              <w:r w:rsidRPr="001D3813">
                <w:t>45.39</w:t>
              </w:r>
            </w:ins>
          </w:p>
        </w:tc>
        <w:tc>
          <w:tcPr>
            <w:tcW w:w="300" w:type="dxa"/>
            <w:gridSpan w:val="2"/>
            <w:tcBorders>
              <w:left w:val="single" w:sz="6" w:space="0" w:color="auto"/>
            </w:tcBorders>
            <w:tcPrChange w:id="496" w:author="Author">
              <w:tcPr>
                <w:tcW w:w="300" w:type="dxa"/>
                <w:gridSpan w:val="2"/>
                <w:tcBorders>
                  <w:left w:val="single" w:sz="6" w:space="0" w:color="auto"/>
                </w:tcBorders>
              </w:tcPr>
            </w:tcPrChange>
          </w:tcPr>
          <w:p w14:paraId="3D916103" w14:textId="77777777" w:rsidR="00F21DB0" w:rsidRPr="001D3813" w:rsidRDefault="00F21DB0" w:rsidP="00E44FF8">
            <w:pPr>
              <w:pStyle w:val="tabletext11"/>
              <w:jc w:val="right"/>
              <w:rPr>
                <w:ins w:id="497" w:author="Author"/>
              </w:rPr>
            </w:pPr>
          </w:p>
        </w:tc>
        <w:tc>
          <w:tcPr>
            <w:tcW w:w="790" w:type="dxa"/>
            <w:tcBorders>
              <w:left w:val="nil"/>
              <w:right w:val="single" w:sz="6" w:space="0" w:color="auto"/>
            </w:tcBorders>
            <w:tcPrChange w:id="498" w:author="Author">
              <w:tcPr>
                <w:tcW w:w="790" w:type="dxa"/>
                <w:tcBorders>
                  <w:left w:val="nil"/>
                  <w:right w:val="single" w:sz="6" w:space="0" w:color="auto"/>
                </w:tcBorders>
              </w:tcPr>
            </w:tcPrChange>
          </w:tcPr>
          <w:p w14:paraId="0D43849D" w14:textId="77777777" w:rsidR="00F21DB0" w:rsidRPr="001D3813" w:rsidRDefault="00F21DB0" w:rsidP="00E44FF8">
            <w:pPr>
              <w:pStyle w:val="tabletext11"/>
              <w:tabs>
                <w:tab w:val="decimal" w:pos="200"/>
              </w:tabs>
              <w:rPr>
                <w:ins w:id="499" w:author="Author"/>
              </w:rPr>
            </w:pPr>
            <w:ins w:id="500" w:author="Author">
              <w:r w:rsidRPr="001D3813">
                <w:t>50.39</w:t>
              </w:r>
            </w:ins>
          </w:p>
        </w:tc>
      </w:tr>
      <w:tr w:rsidR="00F21DB0" w:rsidRPr="001D3813" w14:paraId="23EBC872" w14:textId="77777777" w:rsidTr="00F21DB0">
        <w:trPr>
          <w:cantSplit/>
          <w:trHeight w:val="190"/>
          <w:ins w:id="501" w:author="Author"/>
          <w:trPrChange w:id="502" w:author="Author">
            <w:trPr>
              <w:gridBefore w:val="4"/>
              <w:cantSplit/>
              <w:trHeight w:val="190"/>
            </w:trPr>
          </w:trPrChange>
        </w:trPr>
        <w:tc>
          <w:tcPr>
            <w:tcW w:w="200" w:type="dxa"/>
            <w:tcPrChange w:id="503" w:author="Author">
              <w:tcPr>
                <w:tcW w:w="200" w:type="dxa"/>
              </w:tcPr>
            </w:tcPrChange>
          </w:tcPr>
          <w:p w14:paraId="15BB3082" w14:textId="77777777" w:rsidR="00F21DB0" w:rsidRPr="001D3813" w:rsidRDefault="00F21DB0" w:rsidP="00E44FF8">
            <w:pPr>
              <w:pStyle w:val="tabletext11"/>
              <w:rPr>
                <w:ins w:id="504" w:author="Author"/>
              </w:rPr>
            </w:pPr>
          </w:p>
        </w:tc>
        <w:tc>
          <w:tcPr>
            <w:tcW w:w="300" w:type="dxa"/>
            <w:tcBorders>
              <w:left w:val="single" w:sz="6" w:space="0" w:color="auto"/>
            </w:tcBorders>
            <w:tcPrChange w:id="505" w:author="Author">
              <w:tcPr>
                <w:tcW w:w="300" w:type="dxa"/>
                <w:gridSpan w:val="2"/>
                <w:tcBorders>
                  <w:left w:val="single" w:sz="6" w:space="0" w:color="auto"/>
                </w:tcBorders>
              </w:tcPr>
            </w:tcPrChange>
          </w:tcPr>
          <w:p w14:paraId="49409F00" w14:textId="77777777" w:rsidR="00F21DB0" w:rsidRPr="001D3813" w:rsidRDefault="00F21DB0" w:rsidP="00E44FF8">
            <w:pPr>
              <w:pStyle w:val="tabletext11"/>
              <w:jc w:val="right"/>
              <w:rPr>
                <w:ins w:id="506" w:author="Author"/>
              </w:rPr>
            </w:pPr>
          </w:p>
        </w:tc>
        <w:tc>
          <w:tcPr>
            <w:tcW w:w="2100" w:type="dxa"/>
            <w:gridSpan w:val="5"/>
            <w:tcBorders>
              <w:left w:val="nil"/>
              <w:right w:val="single" w:sz="6" w:space="0" w:color="auto"/>
            </w:tcBorders>
            <w:tcPrChange w:id="507" w:author="Author">
              <w:tcPr>
                <w:tcW w:w="2100" w:type="dxa"/>
                <w:gridSpan w:val="2"/>
                <w:tcBorders>
                  <w:left w:val="nil"/>
                  <w:right w:val="single" w:sz="6" w:space="0" w:color="auto"/>
                </w:tcBorders>
              </w:tcPr>
            </w:tcPrChange>
          </w:tcPr>
          <w:p w14:paraId="4F20B08B" w14:textId="77777777" w:rsidR="00F21DB0" w:rsidRPr="001D3813" w:rsidRDefault="00F21DB0" w:rsidP="00E44FF8">
            <w:pPr>
              <w:pStyle w:val="tabletext11"/>
              <w:rPr>
                <w:ins w:id="508" w:author="Author"/>
                <w:b/>
              </w:rPr>
            </w:pPr>
            <w:ins w:id="509" w:author="Author">
              <w:r w:rsidRPr="001D3813">
                <w:t xml:space="preserve">290,001 to 300,000 </w:t>
              </w:r>
            </w:ins>
          </w:p>
        </w:tc>
        <w:tc>
          <w:tcPr>
            <w:tcW w:w="400" w:type="dxa"/>
            <w:tcBorders>
              <w:left w:val="single" w:sz="6" w:space="0" w:color="auto"/>
            </w:tcBorders>
            <w:tcPrChange w:id="510" w:author="Author">
              <w:tcPr>
                <w:tcW w:w="400" w:type="dxa"/>
                <w:tcBorders>
                  <w:left w:val="single" w:sz="6" w:space="0" w:color="auto"/>
                </w:tcBorders>
              </w:tcPr>
            </w:tcPrChange>
          </w:tcPr>
          <w:p w14:paraId="3421B3C4" w14:textId="77777777" w:rsidR="00F21DB0" w:rsidRPr="001D3813" w:rsidRDefault="00F21DB0" w:rsidP="00E44FF8">
            <w:pPr>
              <w:pStyle w:val="tabletext11"/>
              <w:jc w:val="right"/>
              <w:rPr>
                <w:ins w:id="511" w:author="Author"/>
              </w:rPr>
            </w:pPr>
          </w:p>
        </w:tc>
        <w:tc>
          <w:tcPr>
            <w:tcW w:w="910" w:type="dxa"/>
            <w:tcBorders>
              <w:left w:val="nil"/>
              <w:right w:val="single" w:sz="6" w:space="0" w:color="auto"/>
            </w:tcBorders>
            <w:tcPrChange w:id="512" w:author="Author">
              <w:tcPr>
                <w:tcW w:w="910" w:type="dxa"/>
                <w:tcBorders>
                  <w:left w:val="nil"/>
                  <w:right w:val="single" w:sz="6" w:space="0" w:color="auto"/>
                </w:tcBorders>
              </w:tcPr>
            </w:tcPrChange>
          </w:tcPr>
          <w:p w14:paraId="0BFA35EE" w14:textId="77777777" w:rsidR="00F21DB0" w:rsidRPr="001D3813" w:rsidRDefault="00F21DB0" w:rsidP="00E44FF8">
            <w:pPr>
              <w:pStyle w:val="tabletext11"/>
              <w:tabs>
                <w:tab w:val="decimal" w:pos="200"/>
              </w:tabs>
              <w:rPr>
                <w:ins w:id="513" w:author="Author"/>
              </w:rPr>
            </w:pPr>
            <w:ins w:id="514" w:author="Author">
              <w:r w:rsidRPr="001D3813">
                <w:t>45.79</w:t>
              </w:r>
            </w:ins>
          </w:p>
        </w:tc>
        <w:tc>
          <w:tcPr>
            <w:tcW w:w="300" w:type="dxa"/>
            <w:gridSpan w:val="2"/>
            <w:tcBorders>
              <w:left w:val="single" w:sz="6" w:space="0" w:color="auto"/>
            </w:tcBorders>
            <w:tcPrChange w:id="515" w:author="Author">
              <w:tcPr>
                <w:tcW w:w="300" w:type="dxa"/>
                <w:gridSpan w:val="2"/>
                <w:tcBorders>
                  <w:left w:val="single" w:sz="6" w:space="0" w:color="auto"/>
                </w:tcBorders>
              </w:tcPr>
            </w:tcPrChange>
          </w:tcPr>
          <w:p w14:paraId="18F3A921" w14:textId="77777777" w:rsidR="00F21DB0" w:rsidRPr="001D3813" w:rsidRDefault="00F21DB0" w:rsidP="00E44FF8">
            <w:pPr>
              <w:pStyle w:val="tabletext11"/>
              <w:jc w:val="right"/>
              <w:rPr>
                <w:ins w:id="516" w:author="Author"/>
              </w:rPr>
            </w:pPr>
          </w:p>
        </w:tc>
        <w:tc>
          <w:tcPr>
            <w:tcW w:w="790" w:type="dxa"/>
            <w:tcBorders>
              <w:left w:val="nil"/>
              <w:right w:val="single" w:sz="6" w:space="0" w:color="auto"/>
            </w:tcBorders>
            <w:tcPrChange w:id="517" w:author="Author">
              <w:tcPr>
                <w:tcW w:w="790" w:type="dxa"/>
                <w:tcBorders>
                  <w:left w:val="nil"/>
                  <w:right w:val="single" w:sz="6" w:space="0" w:color="auto"/>
                </w:tcBorders>
              </w:tcPr>
            </w:tcPrChange>
          </w:tcPr>
          <w:p w14:paraId="56AC1D45" w14:textId="77777777" w:rsidR="00F21DB0" w:rsidRPr="001D3813" w:rsidRDefault="00F21DB0" w:rsidP="00E44FF8">
            <w:pPr>
              <w:pStyle w:val="tabletext11"/>
              <w:tabs>
                <w:tab w:val="decimal" w:pos="200"/>
              </w:tabs>
              <w:rPr>
                <w:ins w:id="518" w:author="Author"/>
              </w:rPr>
            </w:pPr>
            <w:ins w:id="519" w:author="Author">
              <w:r w:rsidRPr="001D3813">
                <w:t>50.79</w:t>
              </w:r>
            </w:ins>
          </w:p>
        </w:tc>
      </w:tr>
      <w:tr w:rsidR="00F21DB0" w:rsidRPr="001D3813" w14:paraId="1A349443" w14:textId="77777777" w:rsidTr="00F21DB0">
        <w:trPr>
          <w:cantSplit/>
          <w:trHeight w:val="190"/>
          <w:ins w:id="520" w:author="Author"/>
          <w:trPrChange w:id="521" w:author="Author">
            <w:trPr>
              <w:gridBefore w:val="4"/>
              <w:cantSplit/>
              <w:trHeight w:val="190"/>
            </w:trPr>
          </w:trPrChange>
        </w:trPr>
        <w:tc>
          <w:tcPr>
            <w:tcW w:w="200" w:type="dxa"/>
            <w:tcPrChange w:id="522" w:author="Author">
              <w:tcPr>
                <w:tcW w:w="200" w:type="dxa"/>
              </w:tcPr>
            </w:tcPrChange>
          </w:tcPr>
          <w:p w14:paraId="277571DE" w14:textId="77777777" w:rsidR="00F21DB0" w:rsidRPr="001D3813" w:rsidRDefault="00F21DB0" w:rsidP="00E44FF8">
            <w:pPr>
              <w:pStyle w:val="tabletext11"/>
              <w:rPr>
                <w:ins w:id="523" w:author="Author"/>
              </w:rPr>
            </w:pPr>
          </w:p>
        </w:tc>
        <w:tc>
          <w:tcPr>
            <w:tcW w:w="300" w:type="dxa"/>
            <w:tcBorders>
              <w:left w:val="single" w:sz="6" w:space="0" w:color="auto"/>
            </w:tcBorders>
            <w:tcPrChange w:id="524" w:author="Author">
              <w:tcPr>
                <w:tcW w:w="300" w:type="dxa"/>
                <w:gridSpan w:val="2"/>
                <w:tcBorders>
                  <w:left w:val="single" w:sz="6" w:space="0" w:color="auto"/>
                </w:tcBorders>
              </w:tcPr>
            </w:tcPrChange>
          </w:tcPr>
          <w:p w14:paraId="5F9E0AD1" w14:textId="77777777" w:rsidR="00F21DB0" w:rsidRPr="001D3813" w:rsidRDefault="00F21DB0" w:rsidP="00E44FF8">
            <w:pPr>
              <w:pStyle w:val="tabletext11"/>
              <w:jc w:val="right"/>
              <w:rPr>
                <w:ins w:id="525" w:author="Author"/>
              </w:rPr>
            </w:pPr>
          </w:p>
        </w:tc>
        <w:tc>
          <w:tcPr>
            <w:tcW w:w="2100" w:type="dxa"/>
            <w:gridSpan w:val="5"/>
            <w:tcBorders>
              <w:left w:val="nil"/>
              <w:right w:val="single" w:sz="6" w:space="0" w:color="auto"/>
            </w:tcBorders>
            <w:tcPrChange w:id="526" w:author="Author">
              <w:tcPr>
                <w:tcW w:w="2100" w:type="dxa"/>
                <w:gridSpan w:val="2"/>
                <w:tcBorders>
                  <w:left w:val="nil"/>
                  <w:right w:val="single" w:sz="6" w:space="0" w:color="auto"/>
                </w:tcBorders>
              </w:tcPr>
            </w:tcPrChange>
          </w:tcPr>
          <w:p w14:paraId="4D11E478" w14:textId="77777777" w:rsidR="00F21DB0" w:rsidRPr="001D3813" w:rsidRDefault="00F21DB0" w:rsidP="00E44FF8">
            <w:pPr>
              <w:pStyle w:val="tabletext11"/>
              <w:rPr>
                <w:ins w:id="527" w:author="Author"/>
              </w:rPr>
            </w:pPr>
            <w:ins w:id="528" w:author="Author">
              <w:r w:rsidRPr="001D3813">
                <w:t>300,001 to 310,000</w:t>
              </w:r>
            </w:ins>
          </w:p>
        </w:tc>
        <w:tc>
          <w:tcPr>
            <w:tcW w:w="400" w:type="dxa"/>
            <w:tcBorders>
              <w:left w:val="single" w:sz="6" w:space="0" w:color="auto"/>
            </w:tcBorders>
            <w:tcPrChange w:id="529" w:author="Author">
              <w:tcPr>
                <w:tcW w:w="400" w:type="dxa"/>
                <w:tcBorders>
                  <w:left w:val="single" w:sz="6" w:space="0" w:color="auto"/>
                </w:tcBorders>
              </w:tcPr>
            </w:tcPrChange>
          </w:tcPr>
          <w:p w14:paraId="4276A2B0" w14:textId="77777777" w:rsidR="00F21DB0" w:rsidRPr="001D3813" w:rsidRDefault="00F21DB0" w:rsidP="00E44FF8">
            <w:pPr>
              <w:pStyle w:val="tabletext11"/>
              <w:jc w:val="right"/>
              <w:rPr>
                <w:ins w:id="530" w:author="Author"/>
              </w:rPr>
            </w:pPr>
          </w:p>
        </w:tc>
        <w:tc>
          <w:tcPr>
            <w:tcW w:w="910" w:type="dxa"/>
            <w:tcBorders>
              <w:left w:val="nil"/>
              <w:right w:val="single" w:sz="6" w:space="0" w:color="auto"/>
            </w:tcBorders>
            <w:tcPrChange w:id="531" w:author="Author">
              <w:tcPr>
                <w:tcW w:w="910" w:type="dxa"/>
                <w:tcBorders>
                  <w:left w:val="nil"/>
                  <w:right w:val="single" w:sz="6" w:space="0" w:color="auto"/>
                </w:tcBorders>
              </w:tcPr>
            </w:tcPrChange>
          </w:tcPr>
          <w:p w14:paraId="5C4C24A2" w14:textId="77777777" w:rsidR="00F21DB0" w:rsidRPr="001D3813" w:rsidRDefault="00F21DB0" w:rsidP="00E44FF8">
            <w:pPr>
              <w:pStyle w:val="tabletext11"/>
              <w:tabs>
                <w:tab w:val="decimal" w:pos="200"/>
              </w:tabs>
              <w:rPr>
                <w:ins w:id="532" w:author="Author"/>
              </w:rPr>
            </w:pPr>
            <w:ins w:id="533" w:author="Author">
              <w:r w:rsidRPr="001D3813">
                <w:t>46.16</w:t>
              </w:r>
            </w:ins>
          </w:p>
        </w:tc>
        <w:tc>
          <w:tcPr>
            <w:tcW w:w="300" w:type="dxa"/>
            <w:gridSpan w:val="2"/>
            <w:tcBorders>
              <w:left w:val="single" w:sz="6" w:space="0" w:color="auto"/>
            </w:tcBorders>
            <w:tcPrChange w:id="534" w:author="Author">
              <w:tcPr>
                <w:tcW w:w="300" w:type="dxa"/>
                <w:gridSpan w:val="2"/>
                <w:tcBorders>
                  <w:left w:val="single" w:sz="6" w:space="0" w:color="auto"/>
                </w:tcBorders>
              </w:tcPr>
            </w:tcPrChange>
          </w:tcPr>
          <w:p w14:paraId="70264DDD" w14:textId="77777777" w:rsidR="00F21DB0" w:rsidRPr="001D3813" w:rsidRDefault="00F21DB0" w:rsidP="00E44FF8">
            <w:pPr>
              <w:pStyle w:val="tabletext11"/>
              <w:jc w:val="right"/>
              <w:rPr>
                <w:ins w:id="535" w:author="Author"/>
              </w:rPr>
            </w:pPr>
          </w:p>
        </w:tc>
        <w:tc>
          <w:tcPr>
            <w:tcW w:w="790" w:type="dxa"/>
            <w:tcBorders>
              <w:left w:val="nil"/>
              <w:right w:val="single" w:sz="6" w:space="0" w:color="auto"/>
            </w:tcBorders>
            <w:tcPrChange w:id="536" w:author="Author">
              <w:tcPr>
                <w:tcW w:w="790" w:type="dxa"/>
                <w:tcBorders>
                  <w:left w:val="nil"/>
                  <w:right w:val="single" w:sz="6" w:space="0" w:color="auto"/>
                </w:tcBorders>
              </w:tcPr>
            </w:tcPrChange>
          </w:tcPr>
          <w:p w14:paraId="08861086" w14:textId="77777777" w:rsidR="00F21DB0" w:rsidRPr="001D3813" w:rsidRDefault="00F21DB0" w:rsidP="00E44FF8">
            <w:pPr>
              <w:pStyle w:val="tabletext11"/>
              <w:tabs>
                <w:tab w:val="decimal" w:pos="200"/>
              </w:tabs>
              <w:rPr>
                <w:ins w:id="537" w:author="Author"/>
              </w:rPr>
            </w:pPr>
            <w:ins w:id="538" w:author="Author">
              <w:r w:rsidRPr="001D3813">
                <w:t>51.16</w:t>
              </w:r>
            </w:ins>
          </w:p>
        </w:tc>
      </w:tr>
      <w:tr w:rsidR="00F21DB0" w:rsidRPr="001D3813" w14:paraId="5CEFCB00" w14:textId="77777777" w:rsidTr="00F21DB0">
        <w:trPr>
          <w:cantSplit/>
          <w:trHeight w:val="190"/>
          <w:ins w:id="539" w:author="Author"/>
          <w:trPrChange w:id="540" w:author="Author">
            <w:trPr>
              <w:gridBefore w:val="4"/>
              <w:cantSplit/>
              <w:trHeight w:val="190"/>
            </w:trPr>
          </w:trPrChange>
        </w:trPr>
        <w:tc>
          <w:tcPr>
            <w:tcW w:w="200" w:type="dxa"/>
            <w:tcPrChange w:id="541" w:author="Author">
              <w:tcPr>
                <w:tcW w:w="200" w:type="dxa"/>
              </w:tcPr>
            </w:tcPrChange>
          </w:tcPr>
          <w:p w14:paraId="6E288EED" w14:textId="77777777" w:rsidR="00F21DB0" w:rsidRPr="001D3813" w:rsidRDefault="00F21DB0" w:rsidP="00E44FF8">
            <w:pPr>
              <w:pStyle w:val="tabletext11"/>
              <w:rPr>
                <w:ins w:id="542" w:author="Author"/>
              </w:rPr>
            </w:pPr>
          </w:p>
        </w:tc>
        <w:tc>
          <w:tcPr>
            <w:tcW w:w="300" w:type="dxa"/>
            <w:tcBorders>
              <w:left w:val="single" w:sz="6" w:space="0" w:color="auto"/>
            </w:tcBorders>
            <w:tcPrChange w:id="543" w:author="Author">
              <w:tcPr>
                <w:tcW w:w="300" w:type="dxa"/>
                <w:gridSpan w:val="2"/>
                <w:tcBorders>
                  <w:left w:val="single" w:sz="6" w:space="0" w:color="auto"/>
                </w:tcBorders>
              </w:tcPr>
            </w:tcPrChange>
          </w:tcPr>
          <w:p w14:paraId="250009F8" w14:textId="77777777" w:rsidR="00F21DB0" w:rsidRPr="001D3813" w:rsidRDefault="00F21DB0" w:rsidP="00E44FF8">
            <w:pPr>
              <w:pStyle w:val="tabletext11"/>
              <w:jc w:val="right"/>
              <w:rPr>
                <w:ins w:id="544" w:author="Author"/>
              </w:rPr>
            </w:pPr>
          </w:p>
        </w:tc>
        <w:tc>
          <w:tcPr>
            <w:tcW w:w="2100" w:type="dxa"/>
            <w:gridSpan w:val="5"/>
            <w:tcBorders>
              <w:left w:val="nil"/>
              <w:right w:val="single" w:sz="6" w:space="0" w:color="auto"/>
            </w:tcBorders>
            <w:tcPrChange w:id="545" w:author="Author">
              <w:tcPr>
                <w:tcW w:w="2100" w:type="dxa"/>
                <w:gridSpan w:val="2"/>
                <w:tcBorders>
                  <w:left w:val="nil"/>
                  <w:right w:val="single" w:sz="6" w:space="0" w:color="auto"/>
                </w:tcBorders>
              </w:tcPr>
            </w:tcPrChange>
          </w:tcPr>
          <w:p w14:paraId="0D8B29EA" w14:textId="77777777" w:rsidR="00F21DB0" w:rsidRPr="001D3813" w:rsidRDefault="00F21DB0" w:rsidP="00E44FF8">
            <w:pPr>
              <w:pStyle w:val="tabletext11"/>
              <w:rPr>
                <w:ins w:id="546" w:author="Author"/>
              </w:rPr>
            </w:pPr>
            <w:ins w:id="547" w:author="Author">
              <w:r w:rsidRPr="001D3813">
                <w:t>310,001 to 320,000</w:t>
              </w:r>
            </w:ins>
          </w:p>
        </w:tc>
        <w:tc>
          <w:tcPr>
            <w:tcW w:w="400" w:type="dxa"/>
            <w:tcBorders>
              <w:left w:val="single" w:sz="6" w:space="0" w:color="auto"/>
            </w:tcBorders>
            <w:tcPrChange w:id="548" w:author="Author">
              <w:tcPr>
                <w:tcW w:w="400" w:type="dxa"/>
                <w:tcBorders>
                  <w:left w:val="single" w:sz="6" w:space="0" w:color="auto"/>
                </w:tcBorders>
              </w:tcPr>
            </w:tcPrChange>
          </w:tcPr>
          <w:p w14:paraId="2ED3C00A" w14:textId="77777777" w:rsidR="00F21DB0" w:rsidRPr="001D3813" w:rsidRDefault="00F21DB0" w:rsidP="00E44FF8">
            <w:pPr>
              <w:pStyle w:val="tabletext11"/>
              <w:jc w:val="right"/>
              <w:rPr>
                <w:ins w:id="549" w:author="Author"/>
              </w:rPr>
            </w:pPr>
          </w:p>
        </w:tc>
        <w:tc>
          <w:tcPr>
            <w:tcW w:w="910" w:type="dxa"/>
            <w:tcBorders>
              <w:left w:val="nil"/>
              <w:right w:val="single" w:sz="6" w:space="0" w:color="auto"/>
            </w:tcBorders>
            <w:tcPrChange w:id="550" w:author="Author">
              <w:tcPr>
                <w:tcW w:w="910" w:type="dxa"/>
                <w:tcBorders>
                  <w:left w:val="nil"/>
                  <w:right w:val="single" w:sz="6" w:space="0" w:color="auto"/>
                </w:tcBorders>
              </w:tcPr>
            </w:tcPrChange>
          </w:tcPr>
          <w:p w14:paraId="0C7B04CC" w14:textId="77777777" w:rsidR="00F21DB0" w:rsidRPr="001D3813" w:rsidRDefault="00F21DB0" w:rsidP="00E44FF8">
            <w:pPr>
              <w:pStyle w:val="tabletext11"/>
              <w:tabs>
                <w:tab w:val="decimal" w:pos="200"/>
              </w:tabs>
              <w:rPr>
                <w:ins w:id="551" w:author="Author"/>
              </w:rPr>
            </w:pPr>
            <w:ins w:id="552" w:author="Author">
              <w:r w:rsidRPr="001D3813">
                <w:t>46.50</w:t>
              </w:r>
            </w:ins>
          </w:p>
        </w:tc>
        <w:tc>
          <w:tcPr>
            <w:tcW w:w="300" w:type="dxa"/>
            <w:gridSpan w:val="2"/>
            <w:tcBorders>
              <w:left w:val="single" w:sz="6" w:space="0" w:color="auto"/>
            </w:tcBorders>
            <w:tcPrChange w:id="553" w:author="Author">
              <w:tcPr>
                <w:tcW w:w="300" w:type="dxa"/>
                <w:gridSpan w:val="2"/>
                <w:tcBorders>
                  <w:left w:val="single" w:sz="6" w:space="0" w:color="auto"/>
                </w:tcBorders>
              </w:tcPr>
            </w:tcPrChange>
          </w:tcPr>
          <w:p w14:paraId="6673AC52" w14:textId="77777777" w:rsidR="00F21DB0" w:rsidRPr="001D3813" w:rsidRDefault="00F21DB0" w:rsidP="00E44FF8">
            <w:pPr>
              <w:pStyle w:val="tabletext11"/>
              <w:jc w:val="right"/>
              <w:rPr>
                <w:ins w:id="554" w:author="Author"/>
              </w:rPr>
            </w:pPr>
          </w:p>
        </w:tc>
        <w:tc>
          <w:tcPr>
            <w:tcW w:w="790" w:type="dxa"/>
            <w:tcBorders>
              <w:left w:val="nil"/>
              <w:right w:val="single" w:sz="6" w:space="0" w:color="auto"/>
            </w:tcBorders>
            <w:tcPrChange w:id="555" w:author="Author">
              <w:tcPr>
                <w:tcW w:w="790" w:type="dxa"/>
                <w:tcBorders>
                  <w:left w:val="nil"/>
                  <w:right w:val="single" w:sz="6" w:space="0" w:color="auto"/>
                </w:tcBorders>
              </w:tcPr>
            </w:tcPrChange>
          </w:tcPr>
          <w:p w14:paraId="7EA6B80D" w14:textId="77777777" w:rsidR="00F21DB0" w:rsidRPr="001D3813" w:rsidRDefault="00F21DB0" w:rsidP="00E44FF8">
            <w:pPr>
              <w:pStyle w:val="tabletext11"/>
              <w:tabs>
                <w:tab w:val="decimal" w:pos="200"/>
              </w:tabs>
              <w:rPr>
                <w:ins w:id="556" w:author="Author"/>
              </w:rPr>
            </w:pPr>
            <w:ins w:id="557" w:author="Author">
              <w:r w:rsidRPr="001D3813">
                <w:t>51.50</w:t>
              </w:r>
            </w:ins>
          </w:p>
        </w:tc>
      </w:tr>
      <w:tr w:rsidR="00F21DB0" w:rsidRPr="001D3813" w14:paraId="1C9FC717" w14:textId="77777777" w:rsidTr="00F21DB0">
        <w:trPr>
          <w:cantSplit/>
          <w:trHeight w:val="190"/>
          <w:ins w:id="558" w:author="Author"/>
          <w:trPrChange w:id="559" w:author="Author">
            <w:trPr>
              <w:gridBefore w:val="4"/>
              <w:cantSplit/>
              <w:trHeight w:val="190"/>
            </w:trPr>
          </w:trPrChange>
        </w:trPr>
        <w:tc>
          <w:tcPr>
            <w:tcW w:w="200" w:type="dxa"/>
            <w:tcPrChange w:id="560" w:author="Author">
              <w:tcPr>
                <w:tcW w:w="200" w:type="dxa"/>
              </w:tcPr>
            </w:tcPrChange>
          </w:tcPr>
          <w:p w14:paraId="764B97A3" w14:textId="77777777" w:rsidR="00F21DB0" w:rsidRPr="001D3813" w:rsidRDefault="00F21DB0" w:rsidP="00E44FF8">
            <w:pPr>
              <w:pStyle w:val="tabletext11"/>
              <w:rPr>
                <w:ins w:id="561" w:author="Author"/>
              </w:rPr>
            </w:pPr>
          </w:p>
        </w:tc>
        <w:tc>
          <w:tcPr>
            <w:tcW w:w="300" w:type="dxa"/>
            <w:tcBorders>
              <w:left w:val="single" w:sz="6" w:space="0" w:color="auto"/>
            </w:tcBorders>
            <w:tcPrChange w:id="562" w:author="Author">
              <w:tcPr>
                <w:tcW w:w="300" w:type="dxa"/>
                <w:gridSpan w:val="2"/>
                <w:tcBorders>
                  <w:left w:val="single" w:sz="6" w:space="0" w:color="auto"/>
                </w:tcBorders>
              </w:tcPr>
            </w:tcPrChange>
          </w:tcPr>
          <w:p w14:paraId="4D0543D9" w14:textId="77777777" w:rsidR="00F21DB0" w:rsidRPr="001D3813" w:rsidRDefault="00F21DB0" w:rsidP="00E44FF8">
            <w:pPr>
              <w:pStyle w:val="tabletext11"/>
              <w:jc w:val="right"/>
              <w:rPr>
                <w:ins w:id="563" w:author="Author"/>
              </w:rPr>
            </w:pPr>
          </w:p>
        </w:tc>
        <w:tc>
          <w:tcPr>
            <w:tcW w:w="2100" w:type="dxa"/>
            <w:gridSpan w:val="5"/>
            <w:tcBorders>
              <w:left w:val="nil"/>
              <w:right w:val="single" w:sz="6" w:space="0" w:color="auto"/>
            </w:tcBorders>
            <w:tcPrChange w:id="564" w:author="Author">
              <w:tcPr>
                <w:tcW w:w="2100" w:type="dxa"/>
                <w:gridSpan w:val="2"/>
                <w:tcBorders>
                  <w:left w:val="nil"/>
                  <w:right w:val="single" w:sz="6" w:space="0" w:color="auto"/>
                </w:tcBorders>
              </w:tcPr>
            </w:tcPrChange>
          </w:tcPr>
          <w:p w14:paraId="5E08AA95" w14:textId="77777777" w:rsidR="00F21DB0" w:rsidRPr="001D3813" w:rsidRDefault="00F21DB0" w:rsidP="00E44FF8">
            <w:pPr>
              <w:pStyle w:val="tabletext11"/>
              <w:rPr>
                <w:ins w:id="565" w:author="Author"/>
              </w:rPr>
            </w:pPr>
            <w:ins w:id="566" w:author="Author">
              <w:r w:rsidRPr="001D3813">
                <w:t>320,001 to 330,000</w:t>
              </w:r>
            </w:ins>
          </w:p>
        </w:tc>
        <w:tc>
          <w:tcPr>
            <w:tcW w:w="400" w:type="dxa"/>
            <w:tcBorders>
              <w:left w:val="single" w:sz="6" w:space="0" w:color="auto"/>
            </w:tcBorders>
            <w:tcPrChange w:id="567" w:author="Author">
              <w:tcPr>
                <w:tcW w:w="400" w:type="dxa"/>
                <w:tcBorders>
                  <w:left w:val="single" w:sz="6" w:space="0" w:color="auto"/>
                </w:tcBorders>
              </w:tcPr>
            </w:tcPrChange>
          </w:tcPr>
          <w:p w14:paraId="0D84EC4D" w14:textId="77777777" w:rsidR="00F21DB0" w:rsidRPr="001D3813" w:rsidRDefault="00F21DB0" w:rsidP="00E44FF8">
            <w:pPr>
              <w:pStyle w:val="tabletext11"/>
              <w:jc w:val="right"/>
              <w:rPr>
                <w:ins w:id="568" w:author="Author"/>
              </w:rPr>
            </w:pPr>
          </w:p>
        </w:tc>
        <w:tc>
          <w:tcPr>
            <w:tcW w:w="910" w:type="dxa"/>
            <w:tcBorders>
              <w:left w:val="nil"/>
              <w:right w:val="single" w:sz="6" w:space="0" w:color="auto"/>
            </w:tcBorders>
            <w:tcPrChange w:id="569" w:author="Author">
              <w:tcPr>
                <w:tcW w:w="910" w:type="dxa"/>
                <w:tcBorders>
                  <w:left w:val="nil"/>
                  <w:right w:val="single" w:sz="6" w:space="0" w:color="auto"/>
                </w:tcBorders>
              </w:tcPr>
            </w:tcPrChange>
          </w:tcPr>
          <w:p w14:paraId="3F69F51A" w14:textId="77777777" w:rsidR="00F21DB0" w:rsidRPr="001D3813" w:rsidRDefault="00F21DB0" w:rsidP="00E44FF8">
            <w:pPr>
              <w:pStyle w:val="tabletext11"/>
              <w:tabs>
                <w:tab w:val="decimal" w:pos="200"/>
              </w:tabs>
              <w:rPr>
                <w:ins w:id="570" w:author="Author"/>
              </w:rPr>
            </w:pPr>
            <w:ins w:id="571" w:author="Author">
              <w:r w:rsidRPr="001D3813">
                <w:t>46.82</w:t>
              </w:r>
            </w:ins>
          </w:p>
        </w:tc>
        <w:tc>
          <w:tcPr>
            <w:tcW w:w="300" w:type="dxa"/>
            <w:gridSpan w:val="2"/>
            <w:tcBorders>
              <w:left w:val="single" w:sz="6" w:space="0" w:color="auto"/>
            </w:tcBorders>
            <w:tcPrChange w:id="572" w:author="Author">
              <w:tcPr>
                <w:tcW w:w="300" w:type="dxa"/>
                <w:gridSpan w:val="2"/>
                <w:tcBorders>
                  <w:left w:val="single" w:sz="6" w:space="0" w:color="auto"/>
                </w:tcBorders>
              </w:tcPr>
            </w:tcPrChange>
          </w:tcPr>
          <w:p w14:paraId="5EECC9F3" w14:textId="77777777" w:rsidR="00F21DB0" w:rsidRPr="001D3813" w:rsidRDefault="00F21DB0" w:rsidP="00E44FF8">
            <w:pPr>
              <w:pStyle w:val="tabletext11"/>
              <w:jc w:val="right"/>
              <w:rPr>
                <w:ins w:id="573" w:author="Author"/>
              </w:rPr>
            </w:pPr>
          </w:p>
        </w:tc>
        <w:tc>
          <w:tcPr>
            <w:tcW w:w="790" w:type="dxa"/>
            <w:tcBorders>
              <w:left w:val="nil"/>
              <w:right w:val="single" w:sz="6" w:space="0" w:color="auto"/>
            </w:tcBorders>
            <w:tcPrChange w:id="574" w:author="Author">
              <w:tcPr>
                <w:tcW w:w="790" w:type="dxa"/>
                <w:tcBorders>
                  <w:left w:val="nil"/>
                  <w:right w:val="single" w:sz="6" w:space="0" w:color="auto"/>
                </w:tcBorders>
              </w:tcPr>
            </w:tcPrChange>
          </w:tcPr>
          <w:p w14:paraId="3D0C5182" w14:textId="77777777" w:rsidR="00F21DB0" w:rsidRPr="001D3813" w:rsidRDefault="00F21DB0" w:rsidP="00E44FF8">
            <w:pPr>
              <w:pStyle w:val="tabletext11"/>
              <w:tabs>
                <w:tab w:val="decimal" w:pos="200"/>
              </w:tabs>
              <w:rPr>
                <w:ins w:id="575" w:author="Author"/>
              </w:rPr>
            </w:pPr>
            <w:ins w:id="576" w:author="Author">
              <w:r w:rsidRPr="001D3813">
                <w:t>51.82</w:t>
              </w:r>
            </w:ins>
          </w:p>
        </w:tc>
      </w:tr>
      <w:tr w:rsidR="00F21DB0" w:rsidRPr="001D3813" w14:paraId="217B4D93" w14:textId="77777777" w:rsidTr="00F21DB0">
        <w:trPr>
          <w:cantSplit/>
          <w:trHeight w:val="190"/>
          <w:ins w:id="577" w:author="Author"/>
          <w:trPrChange w:id="578" w:author="Author">
            <w:trPr>
              <w:gridBefore w:val="4"/>
              <w:cantSplit/>
              <w:trHeight w:val="190"/>
            </w:trPr>
          </w:trPrChange>
        </w:trPr>
        <w:tc>
          <w:tcPr>
            <w:tcW w:w="200" w:type="dxa"/>
            <w:tcPrChange w:id="579" w:author="Author">
              <w:tcPr>
                <w:tcW w:w="200" w:type="dxa"/>
              </w:tcPr>
            </w:tcPrChange>
          </w:tcPr>
          <w:p w14:paraId="38A56F2F" w14:textId="77777777" w:rsidR="00F21DB0" w:rsidRPr="001D3813" w:rsidRDefault="00F21DB0" w:rsidP="00E44FF8">
            <w:pPr>
              <w:pStyle w:val="tabletext11"/>
              <w:rPr>
                <w:ins w:id="580" w:author="Author"/>
              </w:rPr>
            </w:pPr>
          </w:p>
        </w:tc>
        <w:tc>
          <w:tcPr>
            <w:tcW w:w="300" w:type="dxa"/>
            <w:tcBorders>
              <w:left w:val="single" w:sz="6" w:space="0" w:color="auto"/>
            </w:tcBorders>
            <w:tcPrChange w:id="581" w:author="Author">
              <w:tcPr>
                <w:tcW w:w="300" w:type="dxa"/>
                <w:gridSpan w:val="2"/>
                <w:tcBorders>
                  <w:left w:val="single" w:sz="6" w:space="0" w:color="auto"/>
                </w:tcBorders>
              </w:tcPr>
            </w:tcPrChange>
          </w:tcPr>
          <w:p w14:paraId="3DA72FE5" w14:textId="77777777" w:rsidR="00F21DB0" w:rsidRPr="001D3813" w:rsidRDefault="00F21DB0" w:rsidP="00E44FF8">
            <w:pPr>
              <w:pStyle w:val="tabletext11"/>
              <w:jc w:val="right"/>
              <w:rPr>
                <w:ins w:id="582" w:author="Author"/>
              </w:rPr>
            </w:pPr>
          </w:p>
        </w:tc>
        <w:tc>
          <w:tcPr>
            <w:tcW w:w="2100" w:type="dxa"/>
            <w:gridSpan w:val="5"/>
            <w:tcBorders>
              <w:left w:val="nil"/>
              <w:right w:val="single" w:sz="6" w:space="0" w:color="auto"/>
            </w:tcBorders>
            <w:tcPrChange w:id="583" w:author="Author">
              <w:tcPr>
                <w:tcW w:w="2100" w:type="dxa"/>
                <w:gridSpan w:val="2"/>
                <w:tcBorders>
                  <w:left w:val="nil"/>
                  <w:right w:val="single" w:sz="6" w:space="0" w:color="auto"/>
                </w:tcBorders>
              </w:tcPr>
            </w:tcPrChange>
          </w:tcPr>
          <w:p w14:paraId="51E54B84" w14:textId="77777777" w:rsidR="00F21DB0" w:rsidRPr="001D3813" w:rsidRDefault="00F21DB0" w:rsidP="00E44FF8">
            <w:pPr>
              <w:pStyle w:val="tabletext11"/>
              <w:rPr>
                <w:ins w:id="584" w:author="Author"/>
              </w:rPr>
            </w:pPr>
            <w:ins w:id="585" w:author="Author">
              <w:r w:rsidRPr="001D3813">
                <w:t>330,001 to 340,000</w:t>
              </w:r>
            </w:ins>
          </w:p>
        </w:tc>
        <w:tc>
          <w:tcPr>
            <w:tcW w:w="400" w:type="dxa"/>
            <w:tcBorders>
              <w:left w:val="single" w:sz="6" w:space="0" w:color="auto"/>
            </w:tcBorders>
            <w:tcPrChange w:id="586" w:author="Author">
              <w:tcPr>
                <w:tcW w:w="400" w:type="dxa"/>
                <w:tcBorders>
                  <w:left w:val="single" w:sz="6" w:space="0" w:color="auto"/>
                </w:tcBorders>
              </w:tcPr>
            </w:tcPrChange>
          </w:tcPr>
          <w:p w14:paraId="648EF34C" w14:textId="77777777" w:rsidR="00F21DB0" w:rsidRPr="001D3813" w:rsidRDefault="00F21DB0" w:rsidP="00E44FF8">
            <w:pPr>
              <w:pStyle w:val="tabletext11"/>
              <w:jc w:val="right"/>
              <w:rPr>
                <w:ins w:id="587" w:author="Author"/>
              </w:rPr>
            </w:pPr>
          </w:p>
        </w:tc>
        <w:tc>
          <w:tcPr>
            <w:tcW w:w="910" w:type="dxa"/>
            <w:tcBorders>
              <w:left w:val="nil"/>
              <w:right w:val="single" w:sz="6" w:space="0" w:color="auto"/>
            </w:tcBorders>
            <w:tcPrChange w:id="588" w:author="Author">
              <w:tcPr>
                <w:tcW w:w="910" w:type="dxa"/>
                <w:tcBorders>
                  <w:left w:val="nil"/>
                  <w:right w:val="single" w:sz="6" w:space="0" w:color="auto"/>
                </w:tcBorders>
              </w:tcPr>
            </w:tcPrChange>
          </w:tcPr>
          <w:p w14:paraId="5B189D79" w14:textId="77777777" w:rsidR="00F21DB0" w:rsidRPr="001D3813" w:rsidRDefault="00F21DB0" w:rsidP="00E44FF8">
            <w:pPr>
              <w:pStyle w:val="tabletext11"/>
              <w:tabs>
                <w:tab w:val="decimal" w:pos="200"/>
              </w:tabs>
              <w:rPr>
                <w:ins w:id="589" w:author="Author"/>
              </w:rPr>
            </w:pPr>
            <w:ins w:id="590" w:author="Author">
              <w:r w:rsidRPr="001D3813">
                <w:t>47.11</w:t>
              </w:r>
            </w:ins>
          </w:p>
        </w:tc>
        <w:tc>
          <w:tcPr>
            <w:tcW w:w="300" w:type="dxa"/>
            <w:gridSpan w:val="2"/>
            <w:tcBorders>
              <w:left w:val="single" w:sz="6" w:space="0" w:color="auto"/>
            </w:tcBorders>
            <w:tcPrChange w:id="591" w:author="Author">
              <w:tcPr>
                <w:tcW w:w="300" w:type="dxa"/>
                <w:gridSpan w:val="2"/>
                <w:tcBorders>
                  <w:left w:val="single" w:sz="6" w:space="0" w:color="auto"/>
                </w:tcBorders>
              </w:tcPr>
            </w:tcPrChange>
          </w:tcPr>
          <w:p w14:paraId="5A5E1641" w14:textId="77777777" w:rsidR="00F21DB0" w:rsidRPr="001D3813" w:rsidRDefault="00F21DB0" w:rsidP="00E44FF8">
            <w:pPr>
              <w:pStyle w:val="tabletext11"/>
              <w:jc w:val="right"/>
              <w:rPr>
                <w:ins w:id="592" w:author="Author"/>
              </w:rPr>
            </w:pPr>
          </w:p>
        </w:tc>
        <w:tc>
          <w:tcPr>
            <w:tcW w:w="790" w:type="dxa"/>
            <w:tcBorders>
              <w:left w:val="nil"/>
              <w:right w:val="single" w:sz="6" w:space="0" w:color="auto"/>
            </w:tcBorders>
            <w:tcPrChange w:id="593" w:author="Author">
              <w:tcPr>
                <w:tcW w:w="790" w:type="dxa"/>
                <w:tcBorders>
                  <w:left w:val="nil"/>
                  <w:right w:val="single" w:sz="6" w:space="0" w:color="auto"/>
                </w:tcBorders>
              </w:tcPr>
            </w:tcPrChange>
          </w:tcPr>
          <w:p w14:paraId="668899A5" w14:textId="77777777" w:rsidR="00F21DB0" w:rsidRPr="001D3813" w:rsidRDefault="00F21DB0" w:rsidP="00E44FF8">
            <w:pPr>
              <w:pStyle w:val="tabletext11"/>
              <w:tabs>
                <w:tab w:val="decimal" w:pos="200"/>
              </w:tabs>
              <w:rPr>
                <w:ins w:id="594" w:author="Author"/>
              </w:rPr>
            </w:pPr>
            <w:ins w:id="595" w:author="Author">
              <w:r w:rsidRPr="001D3813">
                <w:t>52.11</w:t>
              </w:r>
            </w:ins>
          </w:p>
        </w:tc>
      </w:tr>
      <w:tr w:rsidR="00F21DB0" w:rsidRPr="001D3813" w14:paraId="74E352D4" w14:textId="77777777" w:rsidTr="00F21DB0">
        <w:trPr>
          <w:cantSplit/>
          <w:trHeight w:val="190"/>
          <w:ins w:id="596" w:author="Author"/>
          <w:trPrChange w:id="597" w:author="Author">
            <w:trPr>
              <w:gridBefore w:val="4"/>
              <w:cantSplit/>
              <w:trHeight w:val="190"/>
            </w:trPr>
          </w:trPrChange>
        </w:trPr>
        <w:tc>
          <w:tcPr>
            <w:tcW w:w="200" w:type="dxa"/>
            <w:tcPrChange w:id="598" w:author="Author">
              <w:tcPr>
                <w:tcW w:w="200" w:type="dxa"/>
              </w:tcPr>
            </w:tcPrChange>
          </w:tcPr>
          <w:p w14:paraId="125BB2D5" w14:textId="77777777" w:rsidR="00F21DB0" w:rsidRPr="001D3813" w:rsidRDefault="00F21DB0" w:rsidP="00E44FF8">
            <w:pPr>
              <w:pStyle w:val="tabletext11"/>
              <w:rPr>
                <w:ins w:id="599" w:author="Author"/>
              </w:rPr>
            </w:pPr>
          </w:p>
        </w:tc>
        <w:tc>
          <w:tcPr>
            <w:tcW w:w="300" w:type="dxa"/>
            <w:tcBorders>
              <w:left w:val="single" w:sz="6" w:space="0" w:color="auto"/>
            </w:tcBorders>
            <w:tcPrChange w:id="600" w:author="Author">
              <w:tcPr>
                <w:tcW w:w="300" w:type="dxa"/>
                <w:gridSpan w:val="2"/>
                <w:tcBorders>
                  <w:left w:val="single" w:sz="6" w:space="0" w:color="auto"/>
                </w:tcBorders>
              </w:tcPr>
            </w:tcPrChange>
          </w:tcPr>
          <w:p w14:paraId="62E85238" w14:textId="77777777" w:rsidR="00F21DB0" w:rsidRPr="001D3813" w:rsidRDefault="00F21DB0" w:rsidP="00E44FF8">
            <w:pPr>
              <w:pStyle w:val="tabletext11"/>
              <w:jc w:val="right"/>
              <w:rPr>
                <w:ins w:id="601" w:author="Author"/>
              </w:rPr>
            </w:pPr>
          </w:p>
        </w:tc>
        <w:tc>
          <w:tcPr>
            <w:tcW w:w="2100" w:type="dxa"/>
            <w:gridSpan w:val="5"/>
            <w:tcBorders>
              <w:left w:val="nil"/>
              <w:right w:val="single" w:sz="6" w:space="0" w:color="auto"/>
            </w:tcBorders>
            <w:tcPrChange w:id="602" w:author="Author">
              <w:tcPr>
                <w:tcW w:w="2100" w:type="dxa"/>
                <w:gridSpan w:val="2"/>
                <w:tcBorders>
                  <w:left w:val="nil"/>
                  <w:right w:val="single" w:sz="6" w:space="0" w:color="auto"/>
                </w:tcBorders>
              </w:tcPr>
            </w:tcPrChange>
          </w:tcPr>
          <w:p w14:paraId="05A71B12" w14:textId="77777777" w:rsidR="00F21DB0" w:rsidRPr="001D3813" w:rsidRDefault="00F21DB0" w:rsidP="00E44FF8">
            <w:pPr>
              <w:pStyle w:val="tabletext11"/>
              <w:rPr>
                <w:ins w:id="603" w:author="Author"/>
              </w:rPr>
            </w:pPr>
            <w:ins w:id="604" w:author="Author">
              <w:r w:rsidRPr="001D3813">
                <w:t>340,001 to 350,000</w:t>
              </w:r>
            </w:ins>
          </w:p>
        </w:tc>
        <w:tc>
          <w:tcPr>
            <w:tcW w:w="400" w:type="dxa"/>
            <w:tcBorders>
              <w:left w:val="single" w:sz="6" w:space="0" w:color="auto"/>
            </w:tcBorders>
            <w:tcPrChange w:id="605" w:author="Author">
              <w:tcPr>
                <w:tcW w:w="400" w:type="dxa"/>
                <w:tcBorders>
                  <w:left w:val="single" w:sz="6" w:space="0" w:color="auto"/>
                </w:tcBorders>
              </w:tcPr>
            </w:tcPrChange>
          </w:tcPr>
          <w:p w14:paraId="76C62427" w14:textId="77777777" w:rsidR="00F21DB0" w:rsidRPr="001D3813" w:rsidRDefault="00F21DB0" w:rsidP="00E44FF8">
            <w:pPr>
              <w:pStyle w:val="tabletext11"/>
              <w:jc w:val="right"/>
              <w:rPr>
                <w:ins w:id="606" w:author="Author"/>
              </w:rPr>
            </w:pPr>
          </w:p>
        </w:tc>
        <w:tc>
          <w:tcPr>
            <w:tcW w:w="910" w:type="dxa"/>
            <w:tcBorders>
              <w:left w:val="nil"/>
              <w:right w:val="single" w:sz="6" w:space="0" w:color="auto"/>
            </w:tcBorders>
            <w:tcPrChange w:id="607" w:author="Author">
              <w:tcPr>
                <w:tcW w:w="910" w:type="dxa"/>
                <w:tcBorders>
                  <w:left w:val="nil"/>
                  <w:right w:val="single" w:sz="6" w:space="0" w:color="auto"/>
                </w:tcBorders>
              </w:tcPr>
            </w:tcPrChange>
          </w:tcPr>
          <w:p w14:paraId="2A65E93A" w14:textId="77777777" w:rsidR="00F21DB0" w:rsidRPr="001D3813" w:rsidRDefault="00F21DB0" w:rsidP="00E44FF8">
            <w:pPr>
              <w:pStyle w:val="tabletext11"/>
              <w:tabs>
                <w:tab w:val="decimal" w:pos="200"/>
              </w:tabs>
              <w:rPr>
                <w:ins w:id="608" w:author="Author"/>
              </w:rPr>
            </w:pPr>
            <w:ins w:id="609" w:author="Author">
              <w:r w:rsidRPr="001D3813">
                <w:t>47.38</w:t>
              </w:r>
            </w:ins>
          </w:p>
        </w:tc>
        <w:tc>
          <w:tcPr>
            <w:tcW w:w="300" w:type="dxa"/>
            <w:gridSpan w:val="2"/>
            <w:tcBorders>
              <w:left w:val="single" w:sz="6" w:space="0" w:color="auto"/>
            </w:tcBorders>
            <w:tcPrChange w:id="610" w:author="Author">
              <w:tcPr>
                <w:tcW w:w="300" w:type="dxa"/>
                <w:gridSpan w:val="2"/>
                <w:tcBorders>
                  <w:left w:val="single" w:sz="6" w:space="0" w:color="auto"/>
                </w:tcBorders>
              </w:tcPr>
            </w:tcPrChange>
          </w:tcPr>
          <w:p w14:paraId="22B10FB1" w14:textId="77777777" w:rsidR="00F21DB0" w:rsidRPr="001D3813" w:rsidRDefault="00F21DB0" w:rsidP="00E44FF8">
            <w:pPr>
              <w:pStyle w:val="tabletext11"/>
              <w:jc w:val="right"/>
              <w:rPr>
                <w:ins w:id="611" w:author="Author"/>
              </w:rPr>
            </w:pPr>
          </w:p>
        </w:tc>
        <w:tc>
          <w:tcPr>
            <w:tcW w:w="790" w:type="dxa"/>
            <w:tcBorders>
              <w:left w:val="nil"/>
              <w:right w:val="single" w:sz="6" w:space="0" w:color="auto"/>
            </w:tcBorders>
            <w:tcPrChange w:id="612" w:author="Author">
              <w:tcPr>
                <w:tcW w:w="790" w:type="dxa"/>
                <w:tcBorders>
                  <w:left w:val="nil"/>
                  <w:right w:val="single" w:sz="6" w:space="0" w:color="auto"/>
                </w:tcBorders>
              </w:tcPr>
            </w:tcPrChange>
          </w:tcPr>
          <w:p w14:paraId="7DB3C6EC" w14:textId="77777777" w:rsidR="00F21DB0" w:rsidRPr="001D3813" w:rsidRDefault="00F21DB0" w:rsidP="00E44FF8">
            <w:pPr>
              <w:pStyle w:val="tabletext11"/>
              <w:tabs>
                <w:tab w:val="decimal" w:pos="200"/>
              </w:tabs>
              <w:rPr>
                <w:ins w:id="613" w:author="Author"/>
              </w:rPr>
            </w:pPr>
            <w:ins w:id="614" w:author="Author">
              <w:r w:rsidRPr="001D3813">
                <w:t>52.38</w:t>
              </w:r>
            </w:ins>
          </w:p>
        </w:tc>
      </w:tr>
      <w:tr w:rsidR="00F21DB0" w:rsidRPr="001D3813" w14:paraId="370708D8" w14:textId="77777777" w:rsidTr="00F21DB0">
        <w:trPr>
          <w:cantSplit/>
          <w:trHeight w:val="190"/>
          <w:ins w:id="615" w:author="Author"/>
          <w:trPrChange w:id="616" w:author="Author">
            <w:trPr>
              <w:gridBefore w:val="4"/>
              <w:cantSplit/>
              <w:trHeight w:val="190"/>
            </w:trPr>
          </w:trPrChange>
        </w:trPr>
        <w:tc>
          <w:tcPr>
            <w:tcW w:w="200" w:type="dxa"/>
            <w:tcPrChange w:id="617" w:author="Author">
              <w:tcPr>
                <w:tcW w:w="200" w:type="dxa"/>
              </w:tcPr>
            </w:tcPrChange>
          </w:tcPr>
          <w:p w14:paraId="4FED7C09" w14:textId="77777777" w:rsidR="00F21DB0" w:rsidRPr="001D3813" w:rsidRDefault="00F21DB0" w:rsidP="00E44FF8">
            <w:pPr>
              <w:pStyle w:val="tabletext11"/>
              <w:rPr>
                <w:ins w:id="618" w:author="Author"/>
              </w:rPr>
            </w:pPr>
          </w:p>
        </w:tc>
        <w:tc>
          <w:tcPr>
            <w:tcW w:w="300" w:type="dxa"/>
            <w:tcBorders>
              <w:left w:val="single" w:sz="6" w:space="0" w:color="auto"/>
            </w:tcBorders>
            <w:tcPrChange w:id="619" w:author="Author">
              <w:tcPr>
                <w:tcW w:w="300" w:type="dxa"/>
                <w:gridSpan w:val="2"/>
                <w:tcBorders>
                  <w:left w:val="single" w:sz="6" w:space="0" w:color="auto"/>
                </w:tcBorders>
              </w:tcPr>
            </w:tcPrChange>
          </w:tcPr>
          <w:p w14:paraId="64BC4A32" w14:textId="77777777" w:rsidR="00F21DB0" w:rsidRPr="001D3813" w:rsidRDefault="00F21DB0" w:rsidP="00E44FF8">
            <w:pPr>
              <w:pStyle w:val="tabletext11"/>
              <w:jc w:val="right"/>
              <w:rPr>
                <w:ins w:id="620" w:author="Author"/>
              </w:rPr>
            </w:pPr>
          </w:p>
        </w:tc>
        <w:tc>
          <w:tcPr>
            <w:tcW w:w="2100" w:type="dxa"/>
            <w:gridSpan w:val="5"/>
            <w:tcBorders>
              <w:left w:val="nil"/>
              <w:right w:val="single" w:sz="6" w:space="0" w:color="auto"/>
            </w:tcBorders>
            <w:tcPrChange w:id="621" w:author="Author">
              <w:tcPr>
                <w:tcW w:w="2100" w:type="dxa"/>
                <w:gridSpan w:val="2"/>
                <w:tcBorders>
                  <w:left w:val="nil"/>
                  <w:right w:val="single" w:sz="6" w:space="0" w:color="auto"/>
                </w:tcBorders>
              </w:tcPr>
            </w:tcPrChange>
          </w:tcPr>
          <w:p w14:paraId="267753B5" w14:textId="77777777" w:rsidR="00F21DB0" w:rsidRPr="001D3813" w:rsidRDefault="00F21DB0" w:rsidP="00E44FF8">
            <w:pPr>
              <w:pStyle w:val="tabletext11"/>
              <w:rPr>
                <w:ins w:id="622" w:author="Author"/>
              </w:rPr>
            </w:pPr>
            <w:ins w:id="623" w:author="Author">
              <w:r w:rsidRPr="001D3813">
                <w:t>350,001 to 360,000</w:t>
              </w:r>
            </w:ins>
          </w:p>
        </w:tc>
        <w:tc>
          <w:tcPr>
            <w:tcW w:w="400" w:type="dxa"/>
            <w:tcBorders>
              <w:left w:val="single" w:sz="6" w:space="0" w:color="auto"/>
            </w:tcBorders>
            <w:tcPrChange w:id="624" w:author="Author">
              <w:tcPr>
                <w:tcW w:w="400" w:type="dxa"/>
                <w:tcBorders>
                  <w:left w:val="single" w:sz="6" w:space="0" w:color="auto"/>
                </w:tcBorders>
              </w:tcPr>
            </w:tcPrChange>
          </w:tcPr>
          <w:p w14:paraId="4AD2FDAD" w14:textId="77777777" w:rsidR="00F21DB0" w:rsidRPr="001D3813" w:rsidRDefault="00F21DB0" w:rsidP="00E44FF8">
            <w:pPr>
              <w:pStyle w:val="tabletext11"/>
              <w:jc w:val="right"/>
              <w:rPr>
                <w:ins w:id="625" w:author="Author"/>
              </w:rPr>
            </w:pPr>
          </w:p>
        </w:tc>
        <w:tc>
          <w:tcPr>
            <w:tcW w:w="910" w:type="dxa"/>
            <w:tcBorders>
              <w:left w:val="nil"/>
              <w:right w:val="single" w:sz="6" w:space="0" w:color="auto"/>
            </w:tcBorders>
            <w:tcPrChange w:id="626" w:author="Author">
              <w:tcPr>
                <w:tcW w:w="910" w:type="dxa"/>
                <w:tcBorders>
                  <w:left w:val="nil"/>
                  <w:right w:val="single" w:sz="6" w:space="0" w:color="auto"/>
                </w:tcBorders>
              </w:tcPr>
            </w:tcPrChange>
          </w:tcPr>
          <w:p w14:paraId="1B5AB529" w14:textId="77777777" w:rsidR="00F21DB0" w:rsidRPr="001D3813" w:rsidRDefault="00F21DB0" w:rsidP="00E44FF8">
            <w:pPr>
              <w:pStyle w:val="tabletext11"/>
              <w:tabs>
                <w:tab w:val="decimal" w:pos="200"/>
              </w:tabs>
              <w:rPr>
                <w:ins w:id="627" w:author="Author"/>
              </w:rPr>
            </w:pPr>
            <w:ins w:id="628" w:author="Author">
              <w:r w:rsidRPr="001D3813">
                <w:t>47.63</w:t>
              </w:r>
            </w:ins>
          </w:p>
        </w:tc>
        <w:tc>
          <w:tcPr>
            <w:tcW w:w="300" w:type="dxa"/>
            <w:gridSpan w:val="2"/>
            <w:tcBorders>
              <w:left w:val="single" w:sz="6" w:space="0" w:color="auto"/>
            </w:tcBorders>
            <w:tcPrChange w:id="629" w:author="Author">
              <w:tcPr>
                <w:tcW w:w="300" w:type="dxa"/>
                <w:gridSpan w:val="2"/>
                <w:tcBorders>
                  <w:left w:val="single" w:sz="6" w:space="0" w:color="auto"/>
                </w:tcBorders>
              </w:tcPr>
            </w:tcPrChange>
          </w:tcPr>
          <w:p w14:paraId="01E49B2C" w14:textId="77777777" w:rsidR="00F21DB0" w:rsidRPr="001D3813" w:rsidRDefault="00F21DB0" w:rsidP="00E44FF8">
            <w:pPr>
              <w:pStyle w:val="tabletext11"/>
              <w:jc w:val="right"/>
              <w:rPr>
                <w:ins w:id="630" w:author="Author"/>
              </w:rPr>
            </w:pPr>
          </w:p>
        </w:tc>
        <w:tc>
          <w:tcPr>
            <w:tcW w:w="790" w:type="dxa"/>
            <w:tcBorders>
              <w:left w:val="nil"/>
              <w:right w:val="single" w:sz="6" w:space="0" w:color="auto"/>
            </w:tcBorders>
            <w:tcPrChange w:id="631" w:author="Author">
              <w:tcPr>
                <w:tcW w:w="790" w:type="dxa"/>
                <w:tcBorders>
                  <w:left w:val="nil"/>
                  <w:right w:val="single" w:sz="6" w:space="0" w:color="auto"/>
                </w:tcBorders>
              </w:tcPr>
            </w:tcPrChange>
          </w:tcPr>
          <w:p w14:paraId="3A21A015" w14:textId="77777777" w:rsidR="00F21DB0" w:rsidRPr="001D3813" w:rsidRDefault="00F21DB0" w:rsidP="00E44FF8">
            <w:pPr>
              <w:pStyle w:val="tabletext11"/>
              <w:tabs>
                <w:tab w:val="decimal" w:pos="200"/>
              </w:tabs>
              <w:rPr>
                <w:ins w:id="632" w:author="Author"/>
              </w:rPr>
            </w:pPr>
            <w:ins w:id="633" w:author="Author">
              <w:r w:rsidRPr="001D3813">
                <w:t>52.63</w:t>
              </w:r>
            </w:ins>
          </w:p>
        </w:tc>
      </w:tr>
      <w:tr w:rsidR="00F21DB0" w:rsidRPr="001D3813" w14:paraId="3949612E" w14:textId="77777777" w:rsidTr="00F21DB0">
        <w:trPr>
          <w:cantSplit/>
          <w:trHeight w:val="190"/>
          <w:ins w:id="634" w:author="Author"/>
          <w:trPrChange w:id="635" w:author="Author">
            <w:trPr>
              <w:gridBefore w:val="4"/>
              <w:cantSplit/>
              <w:trHeight w:val="190"/>
            </w:trPr>
          </w:trPrChange>
        </w:trPr>
        <w:tc>
          <w:tcPr>
            <w:tcW w:w="200" w:type="dxa"/>
            <w:tcPrChange w:id="636" w:author="Author">
              <w:tcPr>
                <w:tcW w:w="200" w:type="dxa"/>
              </w:tcPr>
            </w:tcPrChange>
          </w:tcPr>
          <w:p w14:paraId="23EB0E54" w14:textId="77777777" w:rsidR="00F21DB0" w:rsidRPr="001D3813" w:rsidRDefault="00F21DB0" w:rsidP="00E44FF8">
            <w:pPr>
              <w:pStyle w:val="tabletext11"/>
              <w:rPr>
                <w:ins w:id="637" w:author="Author"/>
              </w:rPr>
            </w:pPr>
          </w:p>
        </w:tc>
        <w:tc>
          <w:tcPr>
            <w:tcW w:w="300" w:type="dxa"/>
            <w:tcBorders>
              <w:left w:val="single" w:sz="6" w:space="0" w:color="auto"/>
            </w:tcBorders>
            <w:tcPrChange w:id="638" w:author="Author">
              <w:tcPr>
                <w:tcW w:w="300" w:type="dxa"/>
                <w:gridSpan w:val="2"/>
                <w:tcBorders>
                  <w:left w:val="single" w:sz="6" w:space="0" w:color="auto"/>
                </w:tcBorders>
              </w:tcPr>
            </w:tcPrChange>
          </w:tcPr>
          <w:p w14:paraId="0B91676A" w14:textId="77777777" w:rsidR="00F21DB0" w:rsidRPr="001D3813" w:rsidRDefault="00F21DB0" w:rsidP="00E44FF8">
            <w:pPr>
              <w:pStyle w:val="tabletext11"/>
              <w:jc w:val="right"/>
              <w:rPr>
                <w:ins w:id="639" w:author="Author"/>
              </w:rPr>
            </w:pPr>
          </w:p>
        </w:tc>
        <w:tc>
          <w:tcPr>
            <w:tcW w:w="2100" w:type="dxa"/>
            <w:gridSpan w:val="5"/>
            <w:tcBorders>
              <w:left w:val="nil"/>
              <w:right w:val="single" w:sz="6" w:space="0" w:color="auto"/>
            </w:tcBorders>
            <w:tcPrChange w:id="640" w:author="Author">
              <w:tcPr>
                <w:tcW w:w="2100" w:type="dxa"/>
                <w:gridSpan w:val="2"/>
                <w:tcBorders>
                  <w:left w:val="nil"/>
                  <w:right w:val="single" w:sz="6" w:space="0" w:color="auto"/>
                </w:tcBorders>
              </w:tcPr>
            </w:tcPrChange>
          </w:tcPr>
          <w:p w14:paraId="6438F824" w14:textId="77777777" w:rsidR="00F21DB0" w:rsidRPr="001D3813" w:rsidRDefault="00F21DB0" w:rsidP="00E44FF8">
            <w:pPr>
              <w:pStyle w:val="tabletext11"/>
              <w:rPr>
                <w:ins w:id="641" w:author="Author"/>
              </w:rPr>
            </w:pPr>
            <w:ins w:id="642" w:author="Author">
              <w:r w:rsidRPr="001D3813">
                <w:t>360,001 to 370,000</w:t>
              </w:r>
            </w:ins>
          </w:p>
        </w:tc>
        <w:tc>
          <w:tcPr>
            <w:tcW w:w="400" w:type="dxa"/>
            <w:tcBorders>
              <w:left w:val="single" w:sz="6" w:space="0" w:color="auto"/>
            </w:tcBorders>
            <w:tcPrChange w:id="643" w:author="Author">
              <w:tcPr>
                <w:tcW w:w="400" w:type="dxa"/>
                <w:tcBorders>
                  <w:left w:val="single" w:sz="6" w:space="0" w:color="auto"/>
                </w:tcBorders>
              </w:tcPr>
            </w:tcPrChange>
          </w:tcPr>
          <w:p w14:paraId="7894647A" w14:textId="77777777" w:rsidR="00F21DB0" w:rsidRPr="001D3813" w:rsidRDefault="00F21DB0" w:rsidP="00E44FF8">
            <w:pPr>
              <w:pStyle w:val="tabletext11"/>
              <w:jc w:val="right"/>
              <w:rPr>
                <w:ins w:id="644" w:author="Author"/>
              </w:rPr>
            </w:pPr>
          </w:p>
        </w:tc>
        <w:tc>
          <w:tcPr>
            <w:tcW w:w="910" w:type="dxa"/>
            <w:tcBorders>
              <w:left w:val="nil"/>
              <w:right w:val="single" w:sz="6" w:space="0" w:color="auto"/>
            </w:tcBorders>
            <w:tcPrChange w:id="645" w:author="Author">
              <w:tcPr>
                <w:tcW w:w="910" w:type="dxa"/>
                <w:tcBorders>
                  <w:left w:val="nil"/>
                  <w:right w:val="single" w:sz="6" w:space="0" w:color="auto"/>
                </w:tcBorders>
              </w:tcPr>
            </w:tcPrChange>
          </w:tcPr>
          <w:p w14:paraId="6FDF8FA2" w14:textId="77777777" w:rsidR="00F21DB0" w:rsidRPr="001D3813" w:rsidRDefault="00F21DB0" w:rsidP="00E44FF8">
            <w:pPr>
              <w:pStyle w:val="tabletext11"/>
              <w:tabs>
                <w:tab w:val="decimal" w:pos="200"/>
              </w:tabs>
              <w:rPr>
                <w:ins w:id="646" w:author="Author"/>
              </w:rPr>
            </w:pPr>
            <w:ins w:id="647" w:author="Author">
              <w:r w:rsidRPr="001D3813">
                <w:t>47.86</w:t>
              </w:r>
            </w:ins>
          </w:p>
        </w:tc>
        <w:tc>
          <w:tcPr>
            <w:tcW w:w="300" w:type="dxa"/>
            <w:gridSpan w:val="2"/>
            <w:tcBorders>
              <w:left w:val="single" w:sz="6" w:space="0" w:color="auto"/>
            </w:tcBorders>
            <w:tcPrChange w:id="648" w:author="Author">
              <w:tcPr>
                <w:tcW w:w="300" w:type="dxa"/>
                <w:gridSpan w:val="2"/>
                <w:tcBorders>
                  <w:left w:val="single" w:sz="6" w:space="0" w:color="auto"/>
                </w:tcBorders>
              </w:tcPr>
            </w:tcPrChange>
          </w:tcPr>
          <w:p w14:paraId="6E9628AB" w14:textId="77777777" w:rsidR="00F21DB0" w:rsidRPr="001D3813" w:rsidRDefault="00F21DB0" w:rsidP="00E44FF8">
            <w:pPr>
              <w:pStyle w:val="tabletext11"/>
              <w:jc w:val="right"/>
              <w:rPr>
                <w:ins w:id="649" w:author="Author"/>
              </w:rPr>
            </w:pPr>
          </w:p>
        </w:tc>
        <w:tc>
          <w:tcPr>
            <w:tcW w:w="790" w:type="dxa"/>
            <w:tcBorders>
              <w:left w:val="nil"/>
              <w:right w:val="single" w:sz="6" w:space="0" w:color="auto"/>
            </w:tcBorders>
            <w:tcPrChange w:id="650" w:author="Author">
              <w:tcPr>
                <w:tcW w:w="790" w:type="dxa"/>
                <w:tcBorders>
                  <w:left w:val="nil"/>
                  <w:right w:val="single" w:sz="6" w:space="0" w:color="auto"/>
                </w:tcBorders>
              </w:tcPr>
            </w:tcPrChange>
          </w:tcPr>
          <w:p w14:paraId="11A31AD7" w14:textId="77777777" w:rsidR="00F21DB0" w:rsidRPr="001D3813" w:rsidRDefault="00F21DB0" w:rsidP="00E44FF8">
            <w:pPr>
              <w:pStyle w:val="tabletext11"/>
              <w:tabs>
                <w:tab w:val="decimal" w:pos="200"/>
              </w:tabs>
              <w:rPr>
                <w:ins w:id="651" w:author="Author"/>
              </w:rPr>
            </w:pPr>
            <w:ins w:id="652" w:author="Author">
              <w:r w:rsidRPr="001D3813">
                <w:t>52.86</w:t>
              </w:r>
            </w:ins>
          </w:p>
        </w:tc>
      </w:tr>
      <w:tr w:rsidR="00F21DB0" w:rsidRPr="001D3813" w14:paraId="3FCD69DC" w14:textId="77777777" w:rsidTr="00F21DB0">
        <w:trPr>
          <w:cantSplit/>
          <w:trHeight w:val="190"/>
          <w:ins w:id="653" w:author="Author"/>
          <w:trPrChange w:id="654" w:author="Author">
            <w:trPr>
              <w:gridBefore w:val="4"/>
              <w:cantSplit/>
              <w:trHeight w:val="190"/>
            </w:trPr>
          </w:trPrChange>
        </w:trPr>
        <w:tc>
          <w:tcPr>
            <w:tcW w:w="200" w:type="dxa"/>
            <w:tcPrChange w:id="655" w:author="Author">
              <w:tcPr>
                <w:tcW w:w="200" w:type="dxa"/>
              </w:tcPr>
            </w:tcPrChange>
          </w:tcPr>
          <w:p w14:paraId="4F21E898" w14:textId="77777777" w:rsidR="00F21DB0" w:rsidRPr="001D3813" w:rsidRDefault="00F21DB0" w:rsidP="00E44FF8">
            <w:pPr>
              <w:pStyle w:val="tabletext11"/>
              <w:rPr>
                <w:ins w:id="656" w:author="Author"/>
              </w:rPr>
            </w:pPr>
          </w:p>
        </w:tc>
        <w:tc>
          <w:tcPr>
            <w:tcW w:w="300" w:type="dxa"/>
            <w:tcBorders>
              <w:left w:val="single" w:sz="6" w:space="0" w:color="auto"/>
            </w:tcBorders>
            <w:tcPrChange w:id="657" w:author="Author">
              <w:tcPr>
                <w:tcW w:w="300" w:type="dxa"/>
                <w:gridSpan w:val="2"/>
                <w:tcBorders>
                  <w:left w:val="single" w:sz="6" w:space="0" w:color="auto"/>
                </w:tcBorders>
              </w:tcPr>
            </w:tcPrChange>
          </w:tcPr>
          <w:p w14:paraId="62E4E29D" w14:textId="77777777" w:rsidR="00F21DB0" w:rsidRPr="001D3813" w:rsidRDefault="00F21DB0" w:rsidP="00E44FF8">
            <w:pPr>
              <w:pStyle w:val="tabletext11"/>
              <w:jc w:val="right"/>
              <w:rPr>
                <w:ins w:id="658" w:author="Author"/>
              </w:rPr>
            </w:pPr>
          </w:p>
        </w:tc>
        <w:tc>
          <w:tcPr>
            <w:tcW w:w="2100" w:type="dxa"/>
            <w:gridSpan w:val="5"/>
            <w:tcBorders>
              <w:left w:val="nil"/>
              <w:right w:val="single" w:sz="6" w:space="0" w:color="auto"/>
            </w:tcBorders>
            <w:tcPrChange w:id="659" w:author="Author">
              <w:tcPr>
                <w:tcW w:w="2100" w:type="dxa"/>
                <w:gridSpan w:val="2"/>
                <w:tcBorders>
                  <w:left w:val="nil"/>
                  <w:right w:val="single" w:sz="6" w:space="0" w:color="auto"/>
                </w:tcBorders>
              </w:tcPr>
            </w:tcPrChange>
          </w:tcPr>
          <w:p w14:paraId="01D6813F" w14:textId="77777777" w:rsidR="00F21DB0" w:rsidRPr="001D3813" w:rsidRDefault="00F21DB0" w:rsidP="00E44FF8">
            <w:pPr>
              <w:pStyle w:val="tabletext11"/>
              <w:rPr>
                <w:ins w:id="660" w:author="Author"/>
              </w:rPr>
            </w:pPr>
            <w:ins w:id="661" w:author="Author">
              <w:r w:rsidRPr="001D3813">
                <w:t>370,001 to 380,000</w:t>
              </w:r>
            </w:ins>
          </w:p>
        </w:tc>
        <w:tc>
          <w:tcPr>
            <w:tcW w:w="400" w:type="dxa"/>
            <w:tcBorders>
              <w:left w:val="single" w:sz="6" w:space="0" w:color="auto"/>
            </w:tcBorders>
            <w:tcPrChange w:id="662" w:author="Author">
              <w:tcPr>
                <w:tcW w:w="400" w:type="dxa"/>
                <w:tcBorders>
                  <w:left w:val="single" w:sz="6" w:space="0" w:color="auto"/>
                </w:tcBorders>
              </w:tcPr>
            </w:tcPrChange>
          </w:tcPr>
          <w:p w14:paraId="1D290A0E" w14:textId="77777777" w:rsidR="00F21DB0" w:rsidRPr="001D3813" w:rsidRDefault="00F21DB0" w:rsidP="00E44FF8">
            <w:pPr>
              <w:pStyle w:val="tabletext11"/>
              <w:jc w:val="right"/>
              <w:rPr>
                <w:ins w:id="663" w:author="Author"/>
              </w:rPr>
            </w:pPr>
          </w:p>
        </w:tc>
        <w:tc>
          <w:tcPr>
            <w:tcW w:w="910" w:type="dxa"/>
            <w:tcBorders>
              <w:left w:val="nil"/>
              <w:right w:val="single" w:sz="6" w:space="0" w:color="auto"/>
            </w:tcBorders>
            <w:tcPrChange w:id="664" w:author="Author">
              <w:tcPr>
                <w:tcW w:w="910" w:type="dxa"/>
                <w:tcBorders>
                  <w:left w:val="nil"/>
                  <w:right w:val="single" w:sz="6" w:space="0" w:color="auto"/>
                </w:tcBorders>
              </w:tcPr>
            </w:tcPrChange>
          </w:tcPr>
          <w:p w14:paraId="4A738F75" w14:textId="77777777" w:rsidR="00F21DB0" w:rsidRPr="001D3813" w:rsidRDefault="00F21DB0" w:rsidP="00E44FF8">
            <w:pPr>
              <w:pStyle w:val="tabletext11"/>
              <w:tabs>
                <w:tab w:val="decimal" w:pos="200"/>
              </w:tabs>
              <w:rPr>
                <w:ins w:id="665" w:author="Author"/>
              </w:rPr>
            </w:pPr>
            <w:ins w:id="666" w:author="Author">
              <w:r w:rsidRPr="001D3813">
                <w:t>48.07</w:t>
              </w:r>
            </w:ins>
          </w:p>
        </w:tc>
        <w:tc>
          <w:tcPr>
            <w:tcW w:w="300" w:type="dxa"/>
            <w:gridSpan w:val="2"/>
            <w:tcBorders>
              <w:left w:val="single" w:sz="6" w:space="0" w:color="auto"/>
            </w:tcBorders>
            <w:tcPrChange w:id="667" w:author="Author">
              <w:tcPr>
                <w:tcW w:w="300" w:type="dxa"/>
                <w:gridSpan w:val="2"/>
                <w:tcBorders>
                  <w:left w:val="single" w:sz="6" w:space="0" w:color="auto"/>
                </w:tcBorders>
              </w:tcPr>
            </w:tcPrChange>
          </w:tcPr>
          <w:p w14:paraId="4E535A36" w14:textId="77777777" w:rsidR="00F21DB0" w:rsidRPr="001D3813" w:rsidRDefault="00F21DB0" w:rsidP="00E44FF8">
            <w:pPr>
              <w:pStyle w:val="tabletext11"/>
              <w:jc w:val="right"/>
              <w:rPr>
                <w:ins w:id="668" w:author="Author"/>
              </w:rPr>
            </w:pPr>
          </w:p>
        </w:tc>
        <w:tc>
          <w:tcPr>
            <w:tcW w:w="790" w:type="dxa"/>
            <w:tcBorders>
              <w:left w:val="nil"/>
              <w:right w:val="single" w:sz="6" w:space="0" w:color="auto"/>
            </w:tcBorders>
            <w:tcPrChange w:id="669" w:author="Author">
              <w:tcPr>
                <w:tcW w:w="790" w:type="dxa"/>
                <w:tcBorders>
                  <w:left w:val="nil"/>
                  <w:right w:val="single" w:sz="6" w:space="0" w:color="auto"/>
                </w:tcBorders>
              </w:tcPr>
            </w:tcPrChange>
          </w:tcPr>
          <w:p w14:paraId="6EB8BA3B" w14:textId="77777777" w:rsidR="00F21DB0" w:rsidRPr="001D3813" w:rsidRDefault="00F21DB0" w:rsidP="00E44FF8">
            <w:pPr>
              <w:pStyle w:val="tabletext11"/>
              <w:tabs>
                <w:tab w:val="decimal" w:pos="200"/>
              </w:tabs>
              <w:rPr>
                <w:ins w:id="670" w:author="Author"/>
              </w:rPr>
            </w:pPr>
            <w:ins w:id="671" w:author="Author">
              <w:r w:rsidRPr="001D3813">
                <w:t>53.07</w:t>
              </w:r>
            </w:ins>
          </w:p>
        </w:tc>
      </w:tr>
      <w:tr w:rsidR="00F21DB0" w:rsidRPr="001D3813" w14:paraId="353CC72D" w14:textId="77777777" w:rsidTr="00F21DB0">
        <w:trPr>
          <w:cantSplit/>
          <w:trHeight w:val="190"/>
          <w:ins w:id="672" w:author="Author"/>
          <w:trPrChange w:id="673" w:author="Author">
            <w:trPr>
              <w:gridBefore w:val="4"/>
              <w:cantSplit/>
              <w:trHeight w:val="190"/>
            </w:trPr>
          </w:trPrChange>
        </w:trPr>
        <w:tc>
          <w:tcPr>
            <w:tcW w:w="200" w:type="dxa"/>
            <w:tcPrChange w:id="674" w:author="Author">
              <w:tcPr>
                <w:tcW w:w="200" w:type="dxa"/>
              </w:tcPr>
            </w:tcPrChange>
          </w:tcPr>
          <w:p w14:paraId="466303A6" w14:textId="77777777" w:rsidR="00F21DB0" w:rsidRPr="001D3813" w:rsidRDefault="00F21DB0" w:rsidP="00E44FF8">
            <w:pPr>
              <w:pStyle w:val="tabletext11"/>
              <w:rPr>
                <w:ins w:id="675" w:author="Author"/>
              </w:rPr>
            </w:pPr>
          </w:p>
        </w:tc>
        <w:tc>
          <w:tcPr>
            <w:tcW w:w="300" w:type="dxa"/>
            <w:tcBorders>
              <w:left w:val="single" w:sz="6" w:space="0" w:color="auto"/>
            </w:tcBorders>
            <w:tcPrChange w:id="676" w:author="Author">
              <w:tcPr>
                <w:tcW w:w="300" w:type="dxa"/>
                <w:gridSpan w:val="2"/>
                <w:tcBorders>
                  <w:left w:val="single" w:sz="6" w:space="0" w:color="auto"/>
                </w:tcBorders>
              </w:tcPr>
            </w:tcPrChange>
          </w:tcPr>
          <w:p w14:paraId="5F8FD244" w14:textId="77777777" w:rsidR="00F21DB0" w:rsidRPr="001D3813" w:rsidRDefault="00F21DB0" w:rsidP="00E44FF8">
            <w:pPr>
              <w:pStyle w:val="tabletext11"/>
              <w:jc w:val="right"/>
              <w:rPr>
                <w:ins w:id="677" w:author="Author"/>
              </w:rPr>
            </w:pPr>
          </w:p>
        </w:tc>
        <w:tc>
          <w:tcPr>
            <w:tcW w:w="2100" w:type="dxa"/>
            <w:gridSpan w:val="5"/>
            <w:tcBorders>
              <w:left w:val="nil"/>
              <w:right w:val="single" w:sz="6" w:space="0" w:color="auto"/>
            </w:tcBorders>
            <w:tcPrChange w:id="678" w:author="Author">
              <w:tcPr>
                <w:tcW w:w="2100" w:type="dxa"/>
                <w:gridSpan w:val="2"/>
                <w:tcBorders>
                  <w:left w:val="nil"/>
                  <w:right w:val="single" w:sz="6" w:space="0" w:color="auto"/>
                </w:tcBorders>
              </w:tcPr>
            </w:tcPrChange>
          </w:tcPr>
          <w:p w14:paraId="2B82682D" w14:textId="77777777" w:rsidR="00F21DB0" w:rsidRPr="001D3813" w:rsidRDefault="00F21DB0" w:rsidP="00E44FF8">
            <w:pPr>
              <w:pStyle w:val="tabletext11"/>
              <w:rPr>
                <w:ins w:id="679" w:author="Author"/>
              </w:rPr>
            </w:pPr>
            <w:ins w:id="680" w:author="Author">
              <w:r w:rsidRPr="001D3813">
                <w:t>380,001 to 390,000</w:t>
              </w:r>
            </w:ins>
          </w:p>
        </w:tc>
        <w:tc>
          <w:tcPr>
            <w:tcW w:w="400" w:type="dxa"/>
            <w:tcBorders>
              <w:left w:val="single" w:sz="6" w:space="0" w:color="auto"/>
            </w:tcBorders>
            <w:tcPrChange w:id="681" w:author="Author">
              <w:tcPr>
                <w:tcW w:w="400" w:type="dxa"/>
                <w:tcBorders>
                  <w:left w:val="single" w:sz="6" w:space="0" w:color="auto"/>
                </w:tcBorders>
              </w:tcPr>
            </w:tcPrChange>
          </w:tcPr>
          <w:p w14:paraId="44E34849" w14:textId="77777777" w:rsidR="00F21DB0" w:rsidRPr="001D3813" w:rsidRDefault="00F21DB0" w:rsidP="00E44FF8">
            <w:pPr>
              <w:pStyle w:val="tabletext11"/>
              <w:jc w:val="right"/>
              <w:rPr>
                <w:ins w:id="682" w:author="Author"/>
              </w:rPr>
            </w:pPr>
          </w:p>
        </w:tc>
        <w:tc>
          <w:tcPr>
            <w:tcW w:w="910" w:type="dxa"/>
            <w:tcBorders>
              <w:left w:val="nil"/>
              <w:right w:val="single" w:sz="6" w:space="0" w:color="auto"/>
            </w:tcBorders>
            <w:tcPrChange w:id="683" w:author="Author">
              <w:tcPr>
                <w:tcW w:w="910" w:type="dxa"/>
                <w:tcBorders>
                  <w:left w:val="nil"/>
                  <w:right w:val="single" w:sz="6" w:space="0" w:color="auto"/>
                </w:tcBorders>
              </w:tcPr>
            </w:tcPrChange>
          </w:tcPr>
          <w:p w14:paraId="5E58EC5D" w14:textId="77777777" w:rsidR="00F21DB0" w:rsidRPr="001D3813" w:rsidRDefault="00F21DB0" w:rsidP="00E44FF8">
            <w:pPr>
              <w:pStyle w:val="tabletext11"/>
              <w:tabs>
                <w:tab w:val="decimal" w:pos="200"/>
              </w:tabs>
              <w:rPr>
                <w:ins w:id="684" w:author="Author"/>
              </w:rPr>
            </w:pPr>
            <w:ins w:id="685" w:author="Author">
              <w:r w:rsidRPr="001D3813">
                <w:t>48.27</w:t>
              </w:r>
            </w:ins>
          </w:p>
        </w:tc>
        <w:tc>
          <w:tcPr>
            <w:tcW w:w="300" w:type="dxa"/>
            <w:gridSpan w:val="2"/>
            <w:tcBorders>
              <w:left w:val="single" w:sz="6" w:space="0" w:color="auto"/>
            </w:tcBorders>
            <w:tcPrChange w:id="686" w:author="Author">
              <w:tcPr>
                <w:tcW w:w="300" w:type="dxa"/>
                <w:gridSpan w:val="2"/>
                <w:tcBorders>
                  <w:left w:val="single" w:sz="6" w:space="0" w:color="auto"/>
                </w:tcBorders>
              </w:tcPr>
            </w:tcPrChange>
          </w:tcPr>
          <w:p w14:paraId="14708F71" w14:textId="77777777" w:rsidR="00F21DB0" w:rsidRPr="001D3813" w:rsidRDefault="00F21DB0" w:rsidP="00E44FF8">
            <w:pPr>
              <w:pStyle w:val="tabletext11"/>
              <w:jc w:val="right"/>
              <w:rPr>
                <w:ins w:id="687" w:author="Author"/>
              </w:rPr>
            </w:pPr>
          </w:p>
        </w:tc>
        <w:tc>
          <w:tcPr>
            <w:tcW w:w="790" w:type="dxa"/>
            <w:tcBorders>
              <w:left w:val="nil"/>
              <w:right w:val="single" w:sz="6" w:space="0" w:color="auto"/>
            </w:tcBorders>
            <w:tcPrChange w:id="688" w:author="Author">
              <w:tcPr>
                <w:tcW w:w="790" w:type="dxa"/>
                <w:tcBorders>
                  <w:left w:val="nil"/>
                  <w:right w:val="single" w:sz="6" w:space="0" w:color="auto"/>
                </w:tcBorders>
              </w:tcPr>
            </w:tcPrChange>
          </w:tcPr>
          <w:p w14:paraId="3D3BABDB" w14:textId="77777777" w:rsidR="00F21DB0" w:rsidRPr="001D3813" w:rsidRDefault="00F21DB0" w:rsidP="00E44FF8">
            <w:pPr>
              <w:pStyle w:val="tabletext11"/>
              <w:tabs>
                <w:tab w:val="decimal" w:pos="200"/>
              </w:tabs>
              <w:rPr>
                <w:ins w:id="689" w:author="Author"/>
              </w:rPr>
            </w:pPr>
            <w:ins w:id="690" w:author="Author">
              <w:r w:rsidRPr="001D3813">
                <w:t>53.27</w:t>
              </w:r>
            </w:ins>
          </w:p>
        </w:tc>
      </w:tr>
      <w:tr w:rsidR="00F21DB0" w:rsidRPr="001D3813" w14:paraId="47E4962D" w14:textId="77777777" w:rsidTr="00F21DB0">
        <w:trPr>
          <w:cantSplit/>
          <w:trHeight w:val="190"/>
          <w:ins w:id="691" w:author="Author"/>
          <w:trPrChange w:id="692" w:author="Author">
            <w:trPr>
              <w:gridBefore w:val="4"/>
              <w:cantSplit/>
              <w:trHeight w:val="190"/>
            </w:trPr>
          </w:trPrChange>
        </w:trPr>
        <w:tc>
          <w:tcPr>
            <w:tcW w:w="200" w:type="dxa"/>
            <w:tcPrChange w:id="693" w:author="Author">
              <w:tcPr>
                <w:tcW w:w="200" w:type="dxa"/>
              </w:tcPr>
            </w:tcPrChange>
          </w:tcPr>
          <w:p w14:paraId="77B1E249" w14:textId="77777777" w:rsidR="00F21DB0" w:rsidRPr="001D3813" w:rsidRDefault="00F21DB0" w:rsidP="00E44FF8">
            <w:pPr>
              <w:pStyle w:val="tabletext11"/>
              <w:rPr>
                <w:ins w:id="694" w:author="Author"/>
              </w:rPr>
            </w:pPr>
          </w:p>
        </w:tc>
        <w:tc>
          <w:tcPr>
            <w:tcW w:w="300" w:type="dxa"/>
            <w:tcBorders>
              <w:left w:val="single" w:sz="6" w:space="0" w:color="auto"/>
            </w:tcBorders>
            <w:tcPrChange w:id="695" w:author="Author">
              <w:tcPr>
                <w:tcW w:w="300" w:type="dxa"/>
                <w:gridSpan w:val="2"/>
                <w:tcBorders>
                  <w:left w:val="single" w:sz="6" w:space="0" w:color="auto"/>
                </w:tcBorders>
              </w:tcPr>
            </w:tcPrChange>
          </w:tcPr>
          <w:p w14:paraId="7E42FBA8" w14:textId="77777777" w:rsidR="00F21DB0" w:rsidRPr="001D3813" w:rsidRDefault="00F21DB0" w:rsidP="00E44FF8">
            <w:pPr>
              <w:pStyle w:val="tabletext11"/>
              <w:jc w:val="right"/>
              <w:rPr>
                <w:ins w:id="696" w:author="Author"/>
              </w:rPr>
            </w:pPr>
          </w:p>
        </w:tc>
        <w:tc>
          <w:tcPr>
            <w:tcW w:w="2100" w:type="dxa"/>
            <w:gridSpan w:val="5"/>
            <w:tcBorders>
              <w:left w:val="nil"/>
              <w:right w:val="single" w:sz="6" w:space="0" w:color="auto"/>
            </w:tcBorders>
            <w:tcPrChange w:id="697" w:author="Author">
              <w:tcPr>
                <w:tcW w:w="2100" w:type="dxa"/>
                <w:gridSpan w:val="2"/>
                <w:tcBorders>
                  <w:left w:val="nil"/>
                  <w:right w:val="single" w:sz="6" w:space="0" w:color="auto"/>
                </w:tcBorders>
              </w:tcPr>
            </w:tcPrChange>
          </w:tcPr>
          <w:p w14:paraId="6ABD6705" w14:textId="77777777" w:rsidR="00F21DB0" w:rsidRPr="001D3813" w:rsidRDefault="00F21DB0" w:rsidP="00E44FF8">
            <w:pPr>
              <w:pStyle w:val="tabletext11"/>
              <w:rPr>
                <w:ins w:id="698" w:author="Author"/>
              </w:rPr>
            </w:pPr>
            <w:ins w:id="699" w:author="Author">
              <w:r w:rsidRPr="001D3813">
                <w:t>390,001 to 400,000</w:t>
              </w:r>
            </w:ins>
          </w:p>
        </w:tc>
        <w:tc>
          <w:tcPr>
            <w:tcW w:w="400" w:type="dxa"/>
            <w:tcBorders>
              <w:left w:val="single" w:sz="6" w:space="0" w:color="auto"/>
            </w:tcBorders>
            <w:tcPrChange w:id="700" w:author="Author">
              <w:tcPr>
                <w:tcW w:w="400" w:type="dxa"/>
                <w:tcBorders>
                  <w:left w:val="single" w:sz="6" w:space="0" w:color="auto"/>
                </w:tcBorders>
              </w:tcPr>
            </w:tcPrChange>
          </w:tcPr>
          <w:p w14:paraId="7F2628EB" w14:textId="77777777" w:rsidR="00F21DB0" w:rsidRPr="001D3813" w:rsidRDefault="00F21DB0" w:rsidP="00E44FF8">
            <w:pPr>
              <w:pStyle w:val="tabletext11"/>
              <w:jc w:val="right"/>
              <w:rPr>
                <w:ins w:id="701" w:author="Author"/>
              </w:rPr>
            </w:pPr>
          </w:p>
        </w:tc>
        <w:tc>
          <w:tcPr>
            <w:tcW w:w="910" w:type="dxa"/>
            <w:tcBorders>
              <w:left w:val="nil"/>
              <w:right w:val="single" w:sz="6" w:space="0" w:color="auto"/>
            </w:tcBorders>
            <w:tcPrChange w:id="702" w:author="Author">
              <w:tcPr>
                <w:tcW w:w="910" w:type="dxa"/>
                <w:tcBorders>
                  <w:left w:val="nil"/>
                  <w:right w:val="single" w:sz="6" w:space="0" w:color="auto"/>
                </w:tcBorders>
              </w:tcPr>
            </w:tcPrChange>
          </w:tcPr>
          <w:p w14:paraId="75FCB41B" w14:textId="77777777" w:rsidR="00F21DB0" w:rsidRPr="001D3813" w:rsidRDefault="00F21DB0" w:rsidP="00E44FF8">
            <w:pPr>
              <w:pStyle w:val="tabletext11"/>
              <w:tabs>
                <w:tab w:val="decimal" w:pos="200"/>
              </w:tabs>
              <w:rPr>
                <w:ins w:id="703" w:author="Author"/>
              </w:rPr>
            </w:pPr>
            <w:ins w:id="704" w:author="Author">
              <w:r w:rsidRPr="001D3813">
                <w:t>48.45</w:t>
              </w:r>
            </w:ins>
          </w:p>
        </w:tc>
        <w:tc>
          <w:tcPr>
            <w:tcW w:w="300" w:type="dxa"/>
            <w:gridSpan w:val="2"/>
            <w:tcBorders>
              <w:left w:val="single" w:sz="6" w:space="0" w:color="auto"/>
            </w:tcBorders>
            <w:tcPrChange w:id="705" w:author="Author">
              <w:tcPr>
                <w:tcW w:w="300" w:type="dxa"/>
                <w:gridSpan w:val="2"/>
                <w:tcBorders>
                  <w:left w:val="single" w:sz="6" w:space="0" w:color="auto"/>
                </w:tcBorders>
              </w:tcPr>
            </w:tcPrChange>
          </w:tcPr>
          <w:p w14:paraId="7A967002" w14:textId="77777777" w:rsidR="00F21DB0" w:rsidRPr="001D3813" w:rsidRDefault="00F21DB0" w:rsidP="00E44FF8">
            <w:pPr>
              <w:pStyle w:val="tabletext11"/>
              <w:jc w:val="right"/>
              <w:rPr>
                <w:ins w:id="706" w:author="Author"/>
              </w:rPr>
            </w:pPr>
          </w:p>
        </w:tc>
        <w:tc>
          <w:tcPr>
            <w:tcW w:w="790" w:type="dxa"/>
            <w:tcBorders>
              <w:left w:val="nil"/>
              <w:right w:val="single" w:sz="6" w:space="0" w:color="auto"/>
            </w:tcBorders>
            <w:tcPrChange w:id="707" w:author="Author">
              <w:tcPr>
                <w:tcW w:w="790" w:type="dxa"/>
                <w:tcBorders>
                  <w:left w:val="nil"/>
                  <w:right w:val="single" w:sz="6" w:space="0" w:color="auto"/>
                </w:tcBorders>
              </w:tcPr>
            </w:tcPrChange>
          </w:tcPr>
          <w:p w14:paraId="7853F4D5" w14:textId="77777777" w:rsidR="00F21DB0" w:rsidRPr="001D3813" w:rsidRDefault="00F21DB0" w:rsidP="00E44FF8">
            <w:pPr>
              <w:pStyle w:val="tabletext11"/>
              <w:tabs>
                <w:tab w:val="decimal" w:pos="200"/>
              </w:tabs>
              <w:rPr>
                <w:ins w:id="708" w:author="Author"/>
              </w:rPr>
            </w:pPr>
            <w:ins w:id="709" w:author="Author">
              <w:r w:rsidRPr="001D3813">
                <w:t>53.45</w:t>
              </w:r>
            </w:ins>
          </w:p>
        </w:tc>
      </w:tr>
      <w:tr w:rsidR="00F21DB0" w:rsidRPr="001D3813" w14:paraId="255B4BA2" w14:textId="77777777" w:rsidTr="00F21DB0">
        <w:trPr>
          <w:cantSplit/>
          <w:trHeight w:val="190"/>
          <w:ins w:id="710" w:author="Author"/>
          <w:trPrChange w:id="711" w:author="Author">
            <w:trPr>
              <w:gridBefore w:val="4"/>
              <w:cantSplit/>
              <w:trHeight w:val="190"/>
            </w:trPr>
          </w:trPrChange>
        </w:trPr>
        <w:tc>
          <w:tcPr>
            <w:tcW w:w="200" w:type="dxa"/>
            <w:tcPrChange w:id="712" w:author="Author">
              <w:tcPr>
                <w:tcW w:w="200" w:type="dxa"/>
              </w:tcPr>
            </w:tcPrChange>
          </w:tcPr>
          <w:p w14:paraId="27620D7F" w14:textId="77777777" w:rsidR="00F21DB0" w:rsidRPr="001D3813" w:rsidRDefault="00F21DB0" w:rsidP="00E44FF8">
            <w:pPr>
              <w:pStyle w:val="tabletext11"/>
              <w:rPr>
                <w:ins w:id="713" w:author="Author"/>
              </w:rPr>
            </w:pPr>
          </w:p>
        </w:tc>
        <w:tc>
          <w:tcPr>
            <w:tcW w:w="300" w:type="dxa"/>
            <w:tcBorders>
              <w:left w:val="single" w:sz="6" w:space="0" w:color="auto"/>
            </w:tcBorders>
            <w:tcPrChange w:id="714" w:author="Author">
              <w:tcPr>
                <w:tcW w:w="300" w:type="dxa"/>
                <w:gridSpan w:val="2"/>
                <w:tcBorders>
                  <w:left w:val="single" w:sz="6" w:space="0" w:color="auto"/>
                </w:tcBorders>
              </w:tcPr>
            </w:tcPrChange>
          </w:tcPr>
          <w:p w14:paraId="77AC901C" w14:textId="77777777" w:rsidR="00F21DB0" w:rsidRPr="001D3813" w:rsidRDefault="00F21DB0" w:rsidP="00E44FF8">
            <w:pPr>
              <w:pStyle w:val="tabletext11"/>
              <w:jc w:val="right"/>
              <w:rPr>
                <w:ins w:id="715" w:author="Author"/>
              </w:rPr>
            </w:pPr>
          </w:p>
        </w:tc>
        <w:tc>
          <w:tcPr>
            <w:tcW w:w="2100" w:type="dxa"/>
            <w:gridSpan w:val="5"/>
            <w:tcBorders>
              <w:left w:val="nil"/>
              <w:right w:val="single" w:sz="6" w:space="0" w:color="auto"/>
            </w:tcBorders>
            <w:tcPrChange w:id="716" w:author="Author">
              <w:tcPr>
                <w:tcW w:w="2100" w:type="dxa"/>
                <w:gridSpan w:val="2"/>
                <w:tcBorders>
                  <w:left w:val="nil"/>
                  <w:right w:val="single" w:sz="6" w:space="0" w:color="auto"/>
                </w:tcBorders>
              </w:tcPr>
            </w:tcPrChange>
          </w:tcPr>
          <w:p w14:paraId="32216D3F" w14:textId="77777777" w:rsidR="00F21DB0" w:rsidRPr="001D3813" w:rsidRDefault="00F21DB0" w:rsidP="00E44FF8">
            <w:pPr>
              <w:pStyle w:val="tabletext11"/>
              <w:rPr>
                <w:ins w:id="717" w:author="Author"/>
              </w:rPr>
            </w:pPr>
            <w:ins w:id="718" w:author="Author">
              <w:r w:rsidRPr="001D3813">
                <w:t>400,001 to 410,000</w:t>
              </w:r>
            </w:ins>
          </w:p>
        </w:tc>
        <w:tc>
          <w:tcPr>
            <w:tcW w:w="400" w:type="dxa"/>
            <w:tcBorders>
              <w:left w:val="single" w:sz="6" w:space="0" w:color="auto"/>
            </w:tcBorders>
            <w:tcPrChange w:id="719" w:author="Author">
              <w:tcPr>
                <w:tcW w:w="400" w:type="dxa"/>
                <w:tcBorders>
                  <w:left w:val="single" w:sz="6" w:space="0" w:color="auto"/>
                </w:tcBorders>
              </w:tcPr>
            </w:tcPrChange>
          </w:tcPr>
          <w:p w14:paraId="4768D317" w14:textId="77777777" w:rsidR="00F21DB0" w:rsidRPr="001D3813" w:rsidRDefault="00F21DB0" w:rsidP="00E44FF8">
            <w:pPr>
              <w:pStyle w:val="tabletext11"/>
              <w:jc w:val="right"/>
              <w:rPr>
                <w:ins w:id="720" w:author="Author"/>
              </w:rPr>
            </w:pPr>
          </w:p>
        </w:tc>
        <w:tc>
          <w:tcPr>
            <w:tcW w:w="910" w:type="dxa"/>
            <w:tcBorders>
              <w:left w:val="nil"/>
              <w:right w:val="single" w:sz="6" w:space="0" w:color="auto"/>
            </w:tcBorders>
            <w:tcPrChange w:id="721" w:author="Author">
              <w:tcPr>
                <w:tcW w:w="910" w:type="dxa"/>
                <w:tcBorders>
                  <w:left w:val="nil"/>
                  <w:right w:val="single" w:sz="6" w:space="0" w:color="auto"/>
                </w:tcBorders>
              </w:tcPr>
            </w:tcPrChange>
          </w:tcPr>
          <w:p w14:paraId="1B7704F4" w14:textId="77777777" w:rsidR="00F21DB0" w:rsidRPr="001D3813" w:rsidRDefault="00F21DB0" w:rsidP="00E44FF8">
            <w:pPr>
              <w:pStyle w:val="tabletext11"/>
              <w:tabs>
                <w:tab w:val="decimal" w:pos="200"/>
              </w:tabs>
              <w:rPr>
                <w:ins w:id="722" w:author="Author"/>
              </w:rPr>
            </w:pPr>
            <w:ins w:id="723" w:author="Author">
              <w:r w:rsidRPr="001D3813">
                <w:t>48.62</w:t>
              </w:r>
            </w:ins>
          </w:p>
        </w:tc>
        <w:tc>
          <w:tcPr>
            <w:tcW w:w="300" w:type="dxa"/>
            <w:gridSpan w:val="2"/>
            <w:tcBorders>
              <w:left w:val="single" w:sz="6" w:space="0" w:color="auto"/>
            </w:tcBorders>
            <w:tcPrChange w:id="724" w:author="Author">
              <w:tcPr>
                <w:tcW w:w="300" w:type="dxa"/>
                <w:gridSpan w:val="2"/>
                <w:tcBorders>
                  <w:left w:val="single" w:sz="6" w:space="0" w:color="auto"/>
                </w:tcBorders>
              </w:tcPr>
            </w:tcPrChange>
          </w:tcPr>
          <w:p w14:paraId="4005D830" w14:textId="77777777" w:rsidR="00F21DB0" w:rsidRPr="001D3813" w:rsidRDefault="00F21DB0" w:rsidP="00E44FF8">
            <w:pPr>
              <w:pStyle w:val="tabletext11"/>
              <w:jc w:val="right"/>
              <w:rPr>
                <w:ins w:id="725" w:author="Author"/>
              </w:rPr>
            </w:pPr>
          </w:p>
        </w:tc>
        <w:tc>
          <w:tcPr>
            <w:tcW w:w="790" w:type="dxa"/>
            <w:tcBorders>
              <w:left w:val="nil"/>
              <w:right w:val="single" w:sz="6" w:space="0" w:color="auto"/>
            </w:tcBorders>
            <w:tcPrChange w:id="726" w:author="Author">
              <w:tcPr>
                <w:tcW w:w="790" w:type="dxa"/>
                <w:tcBorders>
                  <w:left w:val="nil"/>
                  <w:right w:val="single" w:sz="6" w:space="0" w:color="auto"/>
                </w:tcBorders>
              </w:tcPr>
            </w:tcPrChange>
          </w:tcPr>
          <w:p w14:paraId="3B437138" w14:textId="77777777" w:rsidR="00F21DB0" w:rsidRPr="001D3813" w:rsidRDefault="00F21DB0" w:rsidP="00E44FF8">
            <w:pPr>
              <w:pStyle w:val="tabletext11"/>
              <w:tabs>
                <w:tab w:val="decimal" w:pos="200"/>
              </w:tabs>
              <w:rPr>
                <w:ins w:id="727" w:author="Author"/>
              </w:rPr>
            </w:pPr>
            <w:ins w:id="728" w:author="Author">
              <w:r w:rsidRPr="001D3813">
                <w:t>53.62</w:t>
              </w:r>
            </w:ins>
          </w:p>
        </w:tc>
      </w:tr>
      <w:tr w:rsidR="00F21DB0" w:rsidRPr="001D3813" w14:paraId="5A6917C5" w14:textId="77777777" w:rsidTr="00F21DB0">
        <w:trPr>
          <w:cantSplit/>
          <w:trHeight w:val="190"/>
          <w:ins w:id="729" w:author="Author"/>
          <w:trPrChange w:id="730" w:author="Author">
            <w:trPr>
              <w:gridBefore w:val="4"/>
              <w:cantSplit/>
              <w:trHeight w:val="190"/>
            </w:trPr>
          </w:trPrChange>
        </w:trPr>
        <w:tc>
          <w:tcPr>
            <w:tcW w:w="200" w:type="dxa"/>
            <w:tcPrChange w:id="731" w:author="Author">
              <w:tcPr>
                <w:tcW w:w="200" w:type="dxa"/>
              </w:tcPr>
            </w:tcPrChange>
          </w:tcPr>
          <w:p w14:paraId="3A715AF9" w14:textId="77777777" w:rsidR="00F21DB0" w:rsidRPr="001D3813" w:rsidRDefault="00F21DB0" w:rsidP="00E44FF8">
            <w:pPr>
              <w:pStyle w:val="tabletext11"/>
              <w:rPr>
                <w:ins w:id="732" w:author="Author"/>
              </w:rPr>
            </w:pPr>
          </w:p>
        </w:tc>
        <w:tc>
          <w:tcPr>
            <w:tcW w:w="300" w:type="dxa"/>
            <w:tcBorders>
              <w:left w:val="single" w:sz="6" w:space="0" w:color="auto"/>
            </w:tcBorders>
            <w:tcPrChange w:id="733" w:author="Author">
              <w:tcPr>
                <w:tcW w:w="300" w:type="dxa"/>
                <w:gridSpan w:val="2"/>
                <w:tcBorders>
                  <w:left w:val="single" w:sz="6" w:space="0" w:color="auto"/>
                </w:tcBorders>
              </w:tcPr>
            </w:tcPrChange>
          </w:tcPr>
          <w:p w14:paraId="29BBC31F" w14:textId="77777777" w:rsidR="00F21DB0" w:rsidRPr="001D3813" w:rsidRDefault="00F21DB0" w:rsidP="00E44FF8">
            <w:pPr>
              <w:pStyle w:val="tabletext11"/>
              <w:jc w:val="right"/>
              <w:rPr>
                <w:ins w:id="734" w:author="Author"/>
              </w:rPr>
            </w:pPr>
          </w:p>
        </w:tc>
        <w:tc>
          <w:tcPr>
            <w:tcW w:w="2100" w:type="dxa"/>
            <w:gridSpan w:val="5"/>
            <w:tcBorders>
              <w:left w:val="nil"/>
              <w:right w:val="single" w:sz="6" w:space="0" w:color="auto"/>
            </w:tcBorders>
            <w:tcPrChange w:id="735" w:author="Author">
              <w:tcPr>
                <w:tcW w:w="2100" w:type="dxa"/>
                <w:gridSpan w:val="2"/>
                <w:tcBorders>
                  <w:left w:val="nil"/>
                  <w:right w:val="single" w:sz="6" w:space="0" w:color="auto"/>
                </w:tcBorders>
              </w:tcPr>
            </w:tcPrChange>
          </w:tcPr>
          <w:p w14:paraId="23394CBD" w14:textId="77777777" w:rsidR="00F21DB0" w:rsidRPr="001D3813" w:rsidRDefault="00F21DB0" w:rsidP="00E44FF8">
            <w:pPr>
              <w:pStyle w:val="tabletext11"/>
              <w:rPr>
                <w:ins w:id="736" w:author="Author"/>
              </w:rPr>
            </w:pPr>
            <w:ins w:id="737" w:author="Author">
              <w:r w:rsidRPr="001D3813">
                <w:t>410,001 to 420,000</w:t>
              </w:r>
            </w:ins>
          </w:p>
        </w:tc>
        <w:tc>
          <w:tcPr>
            <w:tcW w:w="400" w:type="dxa"/>
            <w:tcBorders>
              <w:left w:val="single" w:sz="6" w:space="0" w:color="auto"/>
            </w:tcBorders>
            <w:tcPrChange w:id="738" w:author="Author">
              <w:tcPr>
                <w:tcW w:w="400" w:type="dxa"/>
                <w:tcBorders>
                  <w:left w:val="single" w:sz="6" w:space="0" w:color="auto"/>
                </w:tcBorders>
              </w:tcPr>
            </w:tcPrChange>
          </w:tcPr>
          <w:p w14:paraId="6841A548" w14:textId="77777777" w:rsidR="00F21DB0" w:rsidRPr="001D3813" w:rsidRDefault="00F21DB0" w:rsidP="00E44FF8">
            <w:pPr>
              <w:pStyle w:val="tabletext11"/>
              <w:jc w:val="right"/>
              <w:rPr>
                <w:ins w:id="739" w:author="Author"/>
              </w:rPr>
            </w:pPr>
          </w:p>
        </w:tc>
        <w:tc>
          <w:tcPr>
            <w:tcW w:w="910" w:type="dxa"/>
            <w:tcBorders>
              <w:left w:val="nil"/>
              <w:right w:val="single" w:sz="6" w:space="0" w:color="auto"/>
            </w:tcBorders>
            <w:tcPrChange w:id="740" w:author="Author">
              <w:tcPr>
                <w:tcW w:w="910" w:type="dxa"/>
                <w:tcBorders>
                  <w:left w:val="nil"/>
                  <w:right w:val="single" w:sz="6" w:space="0" w:color="auto"/>
                </w:tcBorders>
              </w:tcPr>
            </w:tcPrChange>
          </w:tcPr>
          <w:p w14:paraId="396EA4F5" w14:textId="77777777" w:rsidR="00F21DB0" w:rsidRPr="001D3813" w:rsidRDefault="00F21DB0" w:rsidP="00E44FF8">
            <w:pPr>
              <w:pStyle w:val="tabletext11"/>
              <w:tabs>
                <w:tab w:val="decimal" w:pos="200"/>
              </w:tabs>
              <w:rPr>
                <w:ins w:id="741" w:author="Author"/>
              </w:rPr>
            </w:pPr>
            <w:ins w:id="742" w:author="Author">
              <w:r w:rsidRPr="001D3813">
                <w:t>48.78</w:t>
              </w:r>
            </w:ins>
          </w:p>
        </w:tc>
        <w:tc>
          <w:tcPr>
            <w:tcW w:w="300" w:type="dxa"/>
            <w:gridSpan w:val="2"/>
            <w:tcBorders>
              <w:left w:val="single" w:sz="6" w:space="0" w:color="auto"/>
            </w:tcBorders>
            <w:tcPrChange w:id="743" w:author="Author">
              <w:tcPr>
                <w:tcW w:w="300" w:type="dxa"/>
                <w:gridSpan w:val="2"/>
                <w:tcBorders>
                  <w:left w:val="single" w:sz="6" w:space="0" w:color="auto"/>
                </w:tcBorders>
              </w:tcPr>
            </w:tcPrChange>
          </w:tcPr>
          <w:p w14:paraId="64BB10C3" w14:textId="77777777" w:rsidR="00F21DB0" w:rsidRPr="001D3813" w:rsidRDefault="00F21DB0" w:rsidP="00E44FF8">
            <w:pPr>
              <w:pStyle w:val="tabletext11"/>
              <w:jc w:val="right"/>
              <w:rPr>
                <w:ins w:id="744" w:author="Author"/>
              </w:rPr>
            </w:pPr>
          </w:p>
        </w:tc>
        <w:tc>
          <w:tcPr>
            <w:tcW w:w="790" w:type="dxa"/>
            <w:tcBorders>
              <w:left w:val="nil"/>
              <w:right w:val="single" w:sz="6" w:space="0" w:color="auto"/>
            </w:tcBorders>
            <w:tcPrChange w:id="745" w:author="Author">
              <w:tcPr>
                <w:tcW w:w="790" w:type="dxa"/>
                <w:tcBorders>
                  <w:left w:val="nil"/>
                  <w:right w:val="single" w:sz="6" w:space="0" w:color="auto"/>
                </w:tcBorders>
              </w:tcPr>
            </w:tcPrChange>
          </w:tcPr>
          <w:p w14:paraId="777EE6CC" w14:textId="77777777" w:rsidR="00F21DB0" w:rsidRPr="001D3813" w:rsidRDefault="00F21DB0" w:rsidP="00E44FF8">
            <w:pPr>
              <w:pStyle w:val="tabletext11"/>
              <w:tabs>
                <w:tab w:val="decimal" w:pos="200"/>
              </w:tabs>
              <w:rPr>
                <w:ins w:id="746" w:author="Author"/>
              </w:rPr>
            </w:pPr>
            <w:ins w:id="747" w:author="Author">
              <w:r w:rsidRPr="001D3813">
                <w:t>53.78</w:t>
              </w:r>
            </w:ins>
          </w:p>
        </w:tc>
      </w:tr>
      <w:tr w:rsidR="00F21DB0" w:rsidRPr="001D3813" w14:paraId="3E1A99DC" w14:textId="77777777" w:rsidTr="00F21DB0">
        <w:trPr>
          <w:cantSplit/>
          <w:trHeight w:val="190"/>
          <w:ins w:id="748" w:author="Author"/>
          <w:trPrChange w:id="749" w:author="Author">
            <w:trPr>
              <w:gridBefore w:val="4"/>
              <w:cantSplit/>
              <w:trHeight w:val="190"/>
            </w:trPr>
          </w:trPrChange>
        </w:trPr>
        <w:tc>
          <w:tcPr>
            <w:tcW w:w="200" w:type="dxa"/>
            <w:tcPrChange w:id="750" w:author="Author">
              <w:tcPr>
                <w:tcW w:w="200" w:type="dxa"/>
              </w:tcPr>
            </w:tcPrChange>
          </w:tcPr>
          <w:p w14:paraId="0CC1BD8E" w14:textId="77777777" w:rsidR="00F21DB0" w:rsidRPr="001D3813" w:rsidRDefault="00F21DB0" w:rsidP="00E44FF8">
            <w:pPr>
              <w:pStyle w:val="tabletext11"/>
              <w:rPr>
                <w:ins w:id="751" w:author="Author"/>
              </w:rPr>
            </w:pPr>
          </w:p>
        </w:tc>
        <w:tc>
          <w:tcPr>
            <w:tcW w:w="300" w:type="dxa"/>
            <w:tcBorders>
              <w:left w:val="single" w:sz="6" w:space="0" w:color="auto"/>
            </w:tcBorders>
            <w:tcPrChange w:id="752" w:author="Author">
              <w:tcPr>
                <w:tcW w:w="300" w:type="dxa"/>
                <w:gridSpan w:val="2"/>
                <w:tcBorders>
                  <w:left w:val="single" w:sz="6" w:space="0" w:color="auto"/>
                </w:tcBorders>
              </w:tcPr>
            </w:tcPrChange>
          </w:tcPr>
          <w:p w14:paraId="7F91B405" w14:textId="77777777" w:rsidR="00F21DB0" w:rsidRPr="001D3813" w:rsidRDefault="00F21DB0" w:rsidP="00E44FF8">
            <w:pPr>
              <w:pStyle w:val="tabletext11"/>
              <w:jc w:val="right"/>
              <w:rPr>
                <w:ins w:id="753" w:author="Author"/>
              </w:rPr>
            </w:pPr>
          </w:p>
        </w:tc>
        <w:tc>
          <w:tcPr>
            <w:tcW w:w="2100" w:type="dxa"/>
            <w:gridSpan w:val="5"/>
            <w:tcBorders>
              <w:left w:val="nil"/>
              <w:right w:val="single" w:sz="6" w:space="0" w:color="auto"/>
            </w:tcBorders>
            <w:tcPrChange w:id="754" w:author="Author">
              <w:tcPr>
                <w:tcW w:w="2100" w:type="dxa"/>
                <w:gridSpan w:val="2"/>
                <w:tcBorders>
                  <w:left w:val="nil"/>
                  <w:right w:val="single" w:sz="6" w:space="0" w:color="auto"/>
                </w:tcBorders>
              </w:tcPr>
            </w:tcPrChange>
          </w:tcPr>
          <w:p w14:paraId="13B40FF1" w14:textId="77777777" w:rsidR="00F21DB0" w:rsidRPr="001D3813" w:rsidRDefault="00F21DB0" w:rsidP="00E44FF8">
            <w:pPr>
              <w:pStyle w:val="tabletext11"/>
              <w:rPr>
                <w:ins w:id="755" w:author="Author"/>
              </w:rPr>
            </w:pPr>
            <w:ins w:id="756" w:author="Author">
              <w:r w:rsidRPr="001D3813">
                <w:t>420,001 to 430,000</w:t>
              </w:r>
            </w:ins>
          </w:p>
        </w:tc>
        <w:tc>
          <w:tcPr>
            <w:tcW w:w="400" w:type="dxa"/>
            <w:tcBorders>
              <w:left w:val="single" w:sz="6" w:space="0" w:color="auto"/>
            </w:tcBorders>
            <w:tcPrChange w:id="757" w:author="Author">
              <w:tcPr>
                <w:tcW w:w="400" w:type="dxa"/>
                <w:tcBorders>
                  <w:left w:val="single" w:sz="6" w:space="0" w:color="auto"/>
                </w:tcBorders>
              </w:tcPr>
            </w:tcPrChange>
          </w:tcPr>
          <w:p w14:paraId="7DD44838" w14:textId="77777777" w:rsidR="00F21DB0" w:rsidRPr="001D3813" w:rsidRDefault="00F21DB0" w:rsidP="00E44FF8">
            <w:pPr>
              <w:pStyle w:val="tabletext11"/>
              <w:jc w:val="right"/>
              <w:rPr>
                <w:ins w:id="758" w:author="Author"/>
              </w:rPr>
            </w:pPr>
          </w:p>
        </w:tc>
        <w:tc>
          <w:tcPr>
            <w:tcW w:w="910" w:type="dxa"/>
            <w:tcBorders>
              <w:left w:val="nil"/>
              <w:right w:val="single" w:sz="6" w:space="0" w:color="auto"/>
            </w:tcBorders>
            <w:tcPrChange w:id="759" w:author="Author">
              <w:tcPr>
                <w:tcW w:w="910" w:type="dxa"/>
                <w:tcBorders>
                  <w:left w:val="nil"/>
                  <w:right w:val="single" w:sz="6" w:space="0" w:color="auto"/>
                </w:tcBorders>
              </w:tcPr>
            </w:tcPrChange>
          </w:tcPr>
          <w:p w14:paraId="53E38AF9" w14:textId="77777777" w:rsidR="00F21DB0" w:rsidRPr="001D3813" w:rsidRDefault="00F21DB0" w:rsidP="00E44FF8">
            <w:pPr>
              <w:pStyle w:val="tabletext11"/>
              <w:tabs>
                <w:tab w:val="decimal" w:pos="200"/>
              </w:tabs>
              <w:rPr>
                <w:ins w:id="760" w:author="Author"/>
              </w:rPr>
            </w:pPr>
            <w:ins w:id="761" w:author="Author">
              <w:r w:rsidRPr="001D3813">
                <w:t>48.92</w:t>
              </w:r>
            </w:ins>
          </w:p>
        </w:tc>
        <w:tc>
          <w:tcPr>
            <w:tcW w:w="300" w:type="dxa"/>
            <w:gridSpan w:val="2"/>
            <w:tcBorders>
              <w:left w:val="single" w:sz="6" w:space="0" w:color="auto"/>
            </w:tcBorders>
            <w:tcPrChange w:id="762" w:author="Author">
              <w:tcPr>
                <w:tcW w:w="300" w:type="dxa"/>
                <w:gridSpan w:val="2"/>
                <w:tcBorders>
                  <w:left w:val="single" w:sz="6" w:space="0" w:color="auto"/>
                </w:tcBorders>
              </w:tcPr>
            </w:tcPrChange>
          </w:tcPr>
          <w:p w14:paraId="5B574B65" w14:textId="77777777" w:rsidR="00F21DB0" w:rsidRPr="001D3813" w:rsidRDefault="00F21DB0" w:rsidP="00E44FF8">
            <w:pPr>
              <w:pStyle w:val="tabletext11"/>
              <w:jc w:val="right"/>
              <w:rPr>
                <w:ins w:id="763" w:author="Author"/>
              </w:rPr>
            </w:pPr>
          </w:p>
        </w:tc>
        <w:tc>
          <w:tcPr>
            <w:tcW w:w="790" w:type="dxa"/>
            <w:tcBorders>
              <w:left w:val="nil"/>
              <w:right w:val="single" w:sz="6" w:space="0" w:color="auto"/>
            </w:tcBorders>
            <w:tcPrChange w:id="764" w:author="Author">
              <w:tcPr>
                <w:tcW w:w="790" w:type="dxa"/>
                <w:tcBorders>
                  <w:left w:val="nil"/>
                  <w:right w:val="single" w:sz="6" w:space="0" w:color="auto"/>
                </w:tcBorders>
              </w:tcPr>
            </w:tcPrChange>
          </w:tcPr>
          <w:p w14:paraId="3EF452D5" w14:textId="77777777" w:rsidR="00F21DB0" w:rsidRPr="001D3813" w:rsidRDefault="00F21DB0" w:rsidP="00E44FF8">
            <w:pPr>
              <w:pStyle w:val="tabletext11"/>
              <w:tabs>
                <w:tab w:val="decimal" w:pos="200"/>
              </w:tabs>
              <w:rPr>
                <w:ins w:id="765" w:author="Author"/>
              </w:rPr>
            </w:pPr>
            <w:ins w:id="766" w:author="Author">
              <w:r w:rsidRPr="001D3813">
                <w:t>53.92</w:t>
              </w:r>
            </w:ins>
          </w:p>
        </w:tc>
      </w:tr>
      <w:tr w:rsidR="00F21DB0" w:rsidRPr="001D3813" w14:paraId="7B958DEE" w14:textId="77777777" w:rsidTr="00F21DB0">
        <w:trPr>
          <w:cantSplit/>
          <w:trHeight w:val="190"/>
          <w:ins w:id="767" w:author="Author"/>
          <w:trPrChange w:id="768" w:author="Author">
            <w:trPr>
              <w:gridBefore w:val="4"/>
              <w:cantSplit/>
              <w:trHeight w:val="190"/>
            </w:trPr>
          </w:trPrChange>
        </w:trPr>
        <w:tc>
          <w:tcPr>
            <w:tcW w:w="200" w:type="dxa"/>
            <w:tcPrChange w:id="769" w:author="Author">
              <w:tcPr>
                <w:tcW w:w="200" w:type="dxa"/>
              </w:tcPr>
            </w:tcPrChange>
          </w:tcPr>
          <w:p w14:paraId="1D8D56A7" w14:textId="77777777" w:rsidR="00F21DB0" w:rsidRPr="001D3813" w:rsidRDefault="00F21DB0" w:rsidP="00E44FF8">
            <w:pPr>
              <w:pStyle w:val="tabletext11"/>
              <w:rPr>
                <w:ins w:id="770" w:author="Author"/>
              </w:rPr>
            </w:pPr>
          </w:p>
        </w:tc>
        <w:tc>
          <w:tcPr>
            <w:tcW w:w="300" w:type="dxa"/>
            <w:tcBorders>
              <w:left w:val="single" w:sz="6" w:space="0" w:color="auto"/>
            </w:tcBorders>
            <w:tcPrChange w:id="771" w:author="Author">
              <w:tcPr>
                <w:tcW w:w="300" w:type="dxa"/>
                <w:gridSpan w:val="2"/>
                <w:tcBorders>
                  <w:left w:val="single" w:sz="6" w:space="0" w:color="auto"/>
                </w:tcBorders>
              </w:tcPr>
            </w:tcPrChange>
          </w:tcPr>
          <w:p w14:paraId="52421451" w14:textId="77777777" w:rsidR="00F21DB0" w:rsidRPr="001D3813" w:rsidRDefault="00F21DB0" w:rsidP="00E44FF8">
            <w:pPr>
              <w:pStyle w:val="tabletext11"/>
              <w:jc w:val="right"/>
              <w:rPr>
                <w:ins w:id="772" w:author="Author"/>
              </w:rPr>
            </w:pPr>
          </w:p>
        </w:tc>
        <w:tc>
          <w:tcPr>
            <w:tcW w:w="2100" w:type="dxa"/>
            <w:gridSpan w:val="5"/>
            <w:tcBorders>
              <w:left w:val="nil"/>
              <w:right w:val="single" w:sz="6" w:space="0" w:color="auto"/>
            </w:tcBorders>
            <w:tcPrChange w:id="773" w:author="Author">
              <w:tcPr>
                <w:tcW w:w="2100" w:type="dxa"/>
                <w:gridSpan w:val="2"/>
                <w:tcBorders>
                  <w:left w:val="nil"/>
                  <w:right w:val="single" w:sz="6" w:space="0" w:color="auto"/>
                </w:tcBorders>
              </w:tcPr>
            </w:tcPrChange>
          </w:tcPr>
          <w:p w14:paraId="4C12447C" w14:textId="77777777" w:rsidR="00F21DB0" w:rsidRPr="001D3813" w:rsidRDefault="00F21DB0" w:rsidP="00E44FF8">
            <w:pPr>
              <w:pStyle w:val="tabletext11"/>
              <w:rPr>
                <w:ins w:id="774" w:author="Author"/>
              </w:rPr>
            </w:pPr>
            <w:ins w:id="775" w:author="Author">
              <w:r w:rsidRPr="001D3813">
                <w:t>430,001 to 440,000</w:t>
              </w:r>
            </w:ins>
          </w:p>
        </w:tc>
        <w:tc>
          <w:tcPr>
            <w:tcW w:w="400" w:type="dxa"/>
            <w:tcBorders>
              <w:left w:val="single" w:sz="6" w:space="0" w:color="auto"/>
            </w:tcBorders>
            <w:tcPrChange w:id="776" w:author="Author">
              <w:tcPr>
                <w:tcW w:w="400" w:type="dxa"/>
                <w:tcBorders>
                  <w:left w:val="single" w:sz="6" w:space="0" w:color="auto"/>
                </w:tcBorders>
              </w:tcPr>
            </w:tcPrChange>
          </w:tcPr>
          <w:p w14:paraId="73DA39D0" w14:textId="77777777" w:rsidR="00F21DB0" w:rsidRPr="001D3813" w:rsidRDefault="00F21DB0" w:rsidP="00E44FF8">
            <w:pPr>
              <w:pStyle w:val="tabletext11"/>
              <w:jc w:val="right"/>
              <w:rPr>
                <w:ins w:id="777" w:author="Author"/>
              </w:rPr>
            </w:pPr>
          </w:p>
        </w:tc>
        <w:tc>
          <w:tcPr>
            <w:tcW w:w="910" w:type="dxa"/>
            <w:tcBorders>
              <w:left w:val="nil"/>
              <w:right w:val="single" w:sz="6" w:space="0" w:color="auto"/>
            </w:tcBorders>
            <w:tcPrChange w:id="778" w:author="Author">
              <w:tcPr>
                <w:tcW w:w="910" w:type="dxa"/>
                <w:tcBorders>
                  <w:left w:val="nil"/>
                  <w:right w:val="single" w:sz="6" w:space="0" w:color="auto"/>
                </w:tcBorders>
              </w:tcPr>
            </w:tcPrChange>
          </w:tcPr>
          <w:p w14:paraId="15E8C891" w14:textId="77777777" w:rsidR="00F21DB0" w:rsidRPr="001D3813" w:rsidRDefault="00F21DB0" w:rsidP="00E44FF8">
            <w:pPr>
              <w:pStyle w:val="tabletext11"/>
              <w:tabs>
                <w:tab w:val="decimal" w:pos="200"/>
              </w:tabs>
              <w:rPr>
                <w:ins w:id="779" w:author="Author"/>
              </w:rPr>
            </w:pPr>
            <w:ins w:id="780" w:author="Author">
              <w:r w:rsidRPr="001D3813">
                <w:t>49.06</w:t>
              </w:r>
            </w:ins>
          </w:p>
        </w:tc>
        <w:tc>
          <w:tcPr>
            <w:tcW w:w="300" w:type="dxa"/>
            <w:gridSpan w:val="2"/>
            <w:tcBorders>
              <w:left w:val="single" w:sz="6" w:space="0" w:color="auto"/>
            </w:tcBorders>
            <w:tcPrChange w:id="781" w:author="Author">
              <w:tcPr>
                <w:tcW w:w="300" w:type="dxa"/>
                <w:gridSpan w:val="2"/>
                <w:tcBorders>
                  <w:left w:val="single" w:sz="6" w:space="0" w:color="auto"/>
                </w:tcBorders>
              </w:tcPr>
            </w:tcPrChange>
          </w:tcPr>
          <w:p w14:paraId="1E631AA6" w14:textId="77777777" w:rsidR="00F21DB0" w:rsidRPr="001D3813" w:rsidRDefault="00F21DB0" w:rsidP="00E44FF8">
            <w:pPr>
              <w:pStyle w:val="tabletext11"/>
              <w:jc w:val="right"/>
              <w:rPr>
                <w:ins w:id="782" w:author="Author"/>
              </w:rPr>
            </w:pPr>
          </w:p>
        </w:tc>
        <w:tc>
          <w:tcPr>
            <w:tcW w:w="790" w:type="dxa"/>
            <w:tcBorders>
              <w:left w:val="nil"/>
              <w:right w:val="single" w:sz="6" w:space="0" w:color="auto"/>
            </w:tcBorders>
            <w:tcPrChange w:id="783" w:author="Author">
              <w:tcPr>
                <w:tcW w:w="790" w:type="dxa"/>
                <w:tcBorders>
                  <w:left w:val="nil"/>
                  <w:right w:val="single" w:sz="6" w:space="0" w:color="auto"/>
                </w:tcBorders>
              </w:tcPr>
            </w:tcPrChange>
          </w:tcPr>
          <w:p w14:paraId="5B022014" w14:textId="77777777" w:rsidR="00F21DB0" w:rsidRPr="001D3813" w:rsidRDefault="00F21DB0" w:rsidP="00E44FF8">
            <w:pPr>
              <w:pStyle w:val="tabletext11"/>
              <w:tabs>
                <w:tab w:val="decimal" w:pos="200"/>
              </w:tabs>
              <w:rPr>
                <w:ins w:id="784" w:author="Author"/>
              </w:rPr>
            </w:pPr>
            <w:ins w:id="785" w:author="Author">
              <w:r w:rsidRPr="001D3813">
                <w:t>54.06</w:t>
              </w:r>
            </w:ins>
          </w:p>
        </w:tc>
      </w:tr>
      <w:tr w:rsidR="00F21DB0" w:rsidRPr="001D3813" w14:paraId="197F4234" w14:textId="77777777" w:rsidTr="00F21DB0">
        <w:trPr>
          <w:cantSplit/>
          <w:trHeight w:val="190"/>
          <w:ins w:id="786" w:author="Author"/>
          <w:trPrChange w:id="787" w:author="Author">
            <w:trPr>
              <w:gridBefore w:val="4"/>
              <w:cantSplit/>
              <w:trHeight w:val="190"/>
            </w:trPr>
          </w:trPrChange>
        </w:trPr>
        <w:tc>
          <w:tcPr>
            <w:tcW w:w="200" w:type="dxa"/>
            <w:tcPrChange w:id="788" w:author="Author">
              <w:tcPr>
                <w:tcW w:w="200" w:type="dxa"/>
              </w:tcPr>
            </w:tcPrChange>
          </w:tcPr>
          <w:p w14:paraId="3372EE87" w14:textId="77777777" w:rsidR="00F21DB0" w:rsidRPr="001D3813" w:rsidRDefault="00F21DB0" w:rsidP="00E44FF8">
            <w:pPr>
              <w:pStyle w:val="tabletext11"/>
              <w:rPr>
                <w:ins w:id="789" w:author="Author"/>
              </w:rPr>
            </w:pPr>
          </w:p>
        </w:tc>
        <w:tc>
          <w:tcPr>
            <w:tcW w:w="300" w:type="dxa"/>
            <w:tcBorders>
              <w:left w:val="single" w:sz="6" w:space="0" w:color="auto"/>
            </w:tcBorders>
            <w:tcPrChange w:id="790" w:author="Author">
              <w:tcPr>
                <w:tcW w:w="300" w:type="dxa"/>
                <w:gridSpan w:val="2"/>
                <w:tcBorders>
                  <w:left w:val="single" w:sz="6" w:space="0" w:color="auto"/>
                </w:tcBorders>
              </w:tcPr>
            </w:tcPrChange>
          </w:tcPr>
          <w:p w14:paraId="5B358FAD" w14:textId="77777777" w:rsidR="00F21DB0" w:rsidRPr="001D3813" w:rsidRDefault="00F21DB0" w:rsidP="00E44FF8">
            <w:pPr>
              <w:pStyle w:val="tabletext11"/>
              <w:jc w:val="right"/>
              <w:rPr>
                <w:ins w:id="791" w:author="Author"/>
              </w:rPr>
            </w:pPr>
          </w:p>
        </w:tc>
        <w:tc>
          <w:tcPr>
            <w:tcW w:w="2100" w:type="dxa"/>
            <w:gridSpan w:val="5"/>
            <w:tcBorders>
              <w:left w:val="nil"/>
              <w:right w:val="single" w:sz="6" w:space="0" w:color="auto"/>
            </w:tcBorders>
            <w:tcPrChange w:id="792" w:author="Author">
              <w:tcPr>
                <w:tcW w:w="2100" w:type="dxa"/>
                <w:gridSpan w:val="2"/>
                <w:tcBorders>
                  <w:left w:val="nil"/>
                  <w:right w:val="single" w:sz="6" w:space="0" w:color="auto"/>
                </w:tcBorders>
              </w:tcPr>
            </w:tcPrChange>
          </w:tcPr>
          <w:p w14:paraId="30D5C97F" w14:textId="77777777" w:rsidR="00F21DB0" w:rsidRPr="001D3813" w:rsidRDefault="00F21DB0" w:rsidP="00E44FF8">
            <w:pPr>
              <w:pStyle w:val="tabletext11"/>
              <w:rPr>
                <w:ins w:id="793" w:author="Author"/>
              </w:rPr>
            </w:pPr>
            <w:ins w:id="794" w:author="Author">
              <w:r w:rsidRPr="001D3813">
                <w:t>440,001 to 450,000</w:t>
              </w:r>
            </w:ins>
          </w:p>
        </w:tc>
        <w:tc>
          <w:tcPr>
            <w:tcW w:w="400" w:type="dxa"/>
            <w:tcBorders>
              <w:left w:val="single" w:sz="6" w:space="0" w:color="auto"/>
            </w:tcBorders>
            <w:tcPrChange w:id="795" w:author="Author">
              <w:tcPr>
                <w:tcW w:w="400" w:type="dxa"/>
                <w:tcBorders>
                  <w:left w:val="single" w:sz="6" w:space="0" w:color="auto"/>
                </w:tcBorders>
              </w:tcPr>
            </w:tcPrChange>
          </w:tcPr>
          <w:p w14:paraId="149FEB53" w14:textId="77777777" w:rsidR="00F21DB0" w:rsidRPr="001D3813" w:rsidRDefault="00F21DB0" w:rsidP="00E44FF8">
            <w:pPr>
              <w:pStyle w:val="tabletext11"/>
              <w:jc w:val="right"/>
              <w:rPr>
                <w:ins w:id="796" w:author="Author"/>
              </w:rPr>
            </w:pPr>
          </w:p>
        </w:tc>
        <w:tc>
          <w:tcPr>
            <w:tcW w:w="910" w:type="dxa"/>
            <w:tcBorders>
              <w:left w:val="nil"/>
              <w:right w:val="single" w:sz="6" w:space="0" w:color="auto"/>
            </w:tcBorders>
            <w:tcPrChange w:id="797" w:author="Author">
              <w:tcPr>
                <w:tcW w:w="910" w:type="dxa"/>
                <w:tcBorders>
                  <w:left w:val="nil"/>
                  <w:right w:val="single" w:sz="6" w:space="0" w:color="auto"/>
                </w:tcBorders>
              </w:tcPr>
            </w:tcPrChange>
          </w:tcPr>
          <w:p w14:paraId="56138EFD" w14:textId="77777777" w:rsidR="00F21DB0" w:rsidRPr="001D3813" w:rsidRDefault="00F21DB0" w:rsidP="00E44FF8">
            <w:pPr>
              <w:pStyle w:val="tabletext11"/>
              <w:tabs>
                <w:tab w:val="decimal" w:pos="200"/>
              </w:tabs>
              <w:rPr>
                <w:ins w:id="798" w:author="Author"/>
              </w:rPr>
            </w:pPr>
            <w:ins w:id="799" w:author="Author">
              <w:r w:rsidRPr="001D3813">
                <w:t>49.18</w:t>
              </w:r>
            </w:ins>
          </w:p>
        </w:tc>
        <w:tc>
          <w:tcPr>
            <w:tcW w:w="300" w:type="dxa"/>
            <w:gridSpan w:val="2"/>
            <w:tcBorders>
              <w:left w:val="single" w:sz="6" w:space="0" w:color="auto"/>
            </w:tcBorders>
            <w:tcPrChange w:id="800" w:author="Author">
              <w:tcPr>
                <w:tcW w:w="300" w:type="dxa"/>
                <w:gridSpan w:val="2"/>
                <w:tcBorders>
                  <w:left w:val="single" w:sz="6" w:space="0" w:color="auto"/>
                </w:tcBorders>
              </w:tcPr>
            </w:tcPrChange>
          </w:tcPr>
          <w:p w14:paraId="476176D2" w14:textId="77777777" w:rsidR="00F21DB0" w:rsidRPr="001D3813" w:rsidRDefault="00F21DB0" w:rsidP="00E44FF8">
            <w:pPr>
              <w:pStyle w:val="tabletext11"/>
              <w:jc w:val="right"/>
              <w:rPr>
                <w:ins w:id="801" w:author="Author"/>
              </w:rPr>
            </w:pPr>
          </w:p>
        </w:tc>
        <w:tc>
          <w:tcPr>
            <w:tcW w:w="790" w:type="dxa"/>
            <w:tcBorders>
              <w:left w:val="nil"/>
              <w:right w:val="single" w:sz="6" w:space="0" w:color="auto"/>
            </w:tcBorders>
            <w:tcPrChange w:id="802" w:author="Author">
              <w:tcPr>
                <w:tcW w:w="790" w:type="dxa"/>
                <w:tcBorders>
                  <w:left w:val="nil"/>
                  <w:right w:val="single" w:sz="6" w:space="0" w:color="auto"/>
                </w:tcBorders>
              </w:tcPr>
            </w:tcPrChange>
          </w:tcPr>
          <w:p w14:paraId="01183A3F" w14:textId="77777777" w:rsidR="00F21DB0" w:rsidRPr="001D3813" w:rsidRDefault="00F21DB0" w:rsidP="00E44FF8">
            <w:pPr>
              <w:pStyle w:val="tabletext11"/>
              <w:tabs>
                <w:tab w:val="decimal" w:pos="200"/>
              </w:tabs>
              <w:rPr>
                <w:ins w:id="803" w:author="Author"/>
              </w:rPr>
            </w:pPr>
            <w:ins w:id="804" w:author="Author">
              <w:r w:rsidRPr="001D3813">
                <w:t>54.18</w:t>
              </w:r>
            </w:ins>
          </w:p>
        </w:tc>
      </w:tr>
      <w:tr w:rsidR="00F21DB0" w:rsidRPr="001D3813" w14:paraId="7405EA55" w14:textId="77777777" w:rsidTr="00F21DB0">
        <w:trPr>
          <w:cantSplit/>
          <w:trHeight w:val="190"/>
          <w:ins w:id="805" w:author="Author"/>
          <w:trPrChange w:id="806" w:author="Author">
            <w:trPr>
              <w:gridBefore w:val="4"/>
              <w:cantSplit/>
              <w:trHeight w:val="190"/>
            </w:trPr>
          </w:trPrChange>
        </w:trPr>
        <w:tc>
          <w:tcPr>
            <w:tcW w:w="200" w:type="dxa"/>
            <w:tcPrChange w:id="807" w:author="Author">
              <w:tcPr>
                <w:tcW w:w="200" w:type="dxa"/>
              </w:tcPr>
            </w:tcPrChange>
          </w:tcPr>
          <w:p w14:paraId="421B8B06" w14:textId="77777777" w:rsidR="00F21DB0" w:rsidRPr="001D3813" w:rsidRDefault="00F21DB0" w:rsidP="00E44FF8">
            <w:pPr>
              <w:pStyle w:val="tabletext11"/>
              <w:rPr>
                <w:ins w:id="808" w:author="Author"/>
              </w:rPr>
            </w:pPr>
          </w:p>
        </w:tc>
        <w:tc>
          <w:tcPr>
            <w:tcW w:w="300" w:type="dxa"/>
            <w:tcBorders>
              <w:left w:val="single" w:sz="6" w:space="0" w:color="auto"/>
            </w:tcBorders>
            <w:tcPrChange w:id="809" w:author="Author">
              <w:tcPr>
                <w:tcW w:w="300" w:type="dxa"/>
                <w:gridSpan w:val="2"/>
                <w:tcBorders>
                  <w:left w:val="single" w:sz="6" w:space="0" w:color="auto"/>
                </w:tcBorders>
              </w:tcPr>
            </w:tcPrChange>
          </w:tcPr>
          <w:p w14:paraId="35B14B1F" w14:textId="77777777" w:rsidR="00F21DB0" w:rsidRPr="001D3813" w:rsidRDefault="00F21DB0" w:rsidP="00E44FF8">
            <w:pPr>
              <w:pStyle w:val="tabletext11"/>
              <w:jc w:val="right"/>
              <w:rPr>
                <w:ins w:id="810" w:author="Author"/>
              </w:rPr>
            </w:pPr>
          </w:p>
        </w:tc>
        <w:tc>
          <w:tcPr>
            <w:tcW w:w="2100" w:type="dxa"/>
            <w:gridSpan w:val="5"/>
            <w:tcBorders>
              <w:left w:val="nil"/>
              <w:right w:val="single" w:sz="6" w:space="0" w:color="auto"/>
            </w:tcBorders>
            <w:tcPrChange w:id="811" w:author="Author">
              <w:tcPr>
                <w:tcW w:w="2100" w:type="dxa"/>
                <w:gridSpan w:val="2"/>
                <w:tcBorders>
                  <w:left w:val="nil"/>
                  <w:right w:val="single" w:sz="6" w:space="0" w:color="auto"/>
                </w:tcBorders>
              </w:tcPr>
            </w:tcPrChange>
          </w:tcPr>
          <w:p w14:paraId="6D9BAFA3" w14:textId="77777777" w:rsidR="00F21DB0" w:rsidRPr="001D3813" w:rsidRDefault="00F21DB0" w:rsidP="00E44FF8">
            <w:pPr>
              <w:pStyle w:val="tabletext11"/>
              <w:rPr>
                <w:ins w:id="812" w:author="Author"/>
              </w:rPr>
            </w:pPr>
            <w:ins w:id="813" w:author="Author">
              <w:r w:rsidRPr="001D3813">
                <w:t>450,001 to 460,000</w:t>
              </w:r>
            </w:ins>
          </w:p>
        </w:tc>
        <w:tc>
          <w:tcPr>
            <w:tcW w:w="400" w:type="dxa"/>
            <w:tcBorders>
              <w:left w:val="single" w:sz="6" w:space="0" w:color="auto"/>
            </w:tcBorders>
            <w:tcPrChange w:id="814" w:author="Author">
              <w:tcPr>
                <w:tcW w:w="400" w:type="dxa"/>
                <w:tcBorders>
                  <w:left w:val="single" w:sz="6" w:space="0" w:color="auto"/>
                </w:tcBorders>
              </w:tcPr>
            </w:tcPrChange>
          </w:tcPr>
          <w:p w14:paraId="08ADF615" w14:textId="77777777" w:rsidR="00F21DB0" w:rsidRPr="001D3813" w:rsidRDefault="00F21DB0" w:rsidP="00E44FF8">
            <w:pPr>
              <w:pStyle w:val="tabletext11"/>
              <w:jc w:val="right"/>
              <w:rPr>
                <w:ins w:id="815" w:author="Author"/>
              </w:rPr>
            </w:pPr>
          </w:p>
        </w:tc>
        <w:tc>
          <w:tcPr>
            <w:tcW w:w="910" w:type="dxa"/>
            <w:tcBorders>
              <w:left w:val="nil"/>
              <w:right w:val="single" w:sz="6" w:space="0" w:color="auto"/>
            </w:tcBorders>
            <w:tcPrChange w:id="816" w:author="Author">
              <w:tcPr>
                <w:tcW w:w="910" w:type="dxa"/>
                <w:tcBorders>
                  <w:left w:val="nil"/>
                  <w:right w:val="single" w:sz="6" w:space="0" w:color="auto"/>
                </w:tcBorders>
              </w:tcPr>
            </w:tcPrChange>
          </w:tcPr>
          <w:p w14:paraId="14C62C78" w14:textId="77777777" w:rsidR="00F21DB0" w:rsidRPr="001D3813" w:rsidRDefault="00F21DB0" w:rsidP="00E44FF8">
            <w:pPr>
              <w:pStyle w:val="tabletext11"/>
              <w:tabs>
                <w:tab w:val="decimal" w:pos="200"/>
              </w:tabs>
              <w:rPr>
                <w:ins w:id="817" w:author="Author"/>
              </w:rPr>
            </w:pPr>
            <w:ins w:id="818" w:author="Author">
              <w:r w:rsidRPr="001D3813">
                <w:t>49.30</w:t>
              </w:r>
            </w:ins>
          </w:p>
        </w:tc>
        <w:tc>
          <w:tcPr>
            <w:tcW w:w="300" w:type="dxa"/>
            <w:gridSpan w:val="2"/>
            <w:tcBorders>
              <w:left w:val="single" w:sz="6" w:space="0" w:color="auto"/>
            </w:tcBorders>
            <w:tcPrChange w:id="819" w:author="Author">
              <w:tcPr>
                <w:tcW w:w="300" w:type="dxa"/>
                <w:gridSpan w:val="2"/>
                <w:tcBorders>
                  <w:left w:val="single" w:sz="6" w:space="0" w:color="auto"/>
                </w:tcBorders>
              </w:tcPr>
            </w:tcPrChange>
          </w:tcPr>
          <w:p w14:paraId="11A4AAD9" w14:textId="77777777" w:rsidR="00F21DB0" w:rsidRPr="001D3813" w:rsidRDefault="00F21DB0" w:rsidP="00E44FF8">
            <w:pPr>
              <w:pStyle w:val="tabletext11"/>
              <w:jc w:val="right"/>
              <w:rPr>
                <w:ins w:id="820" w:author="Author"/>
              </w:rPr>
            </w:pPr>
          </w:p>
        </w:tc>
        <w:tc>
          <w:tcPr>
            <w:tcW w:w="790" w:type="dxa"/>
            <w:tcBorders>
              <w:left w:val="nil"/>
              <w:right w:val="single" w:sz="6" w:space="0" w:color="auto"/>
            </w:tcBorders>
            <w:tcPrChange w:id="821" w:author="Author">
              <w:tcPr>
                <w:tcW w:w="790" w:type="dxa"/>
                <w:tcBorders>
                  <w:left w:val="nil"/>
                  <w:right w:val="single" w:sz="6" w:space="0" w:color="auto"/>
                </w:tcBorders>
              </w:tcPr>
            </w:tcPrChange>
          </w:tcPr>
          <w:p w14:paraId="753B0399" w14:textId="77777777" w:rsidR="00F21DB0" w:rsidRPr="001D3813" w:rsidRDefault="00F21DB0" w:rsidP="00E44FF8">
            <w:pPr>
              <w:pStyle w:val="tabletext11"/>
              <w:tabs>
                <w:tab w:val="decimal" w:pos="200"/>
              </w:tabs>
              <w:rPr>
                <w:ins w:id="822" w:author="Author"/>
              </w:rPr>
            </w:pPr>
            <w:ins w:id="823" w:author="Author">
              <w:r w:rsidRPr="001D3813">
                <w:t>54.30</w:t>
              </w:r>
            </w:ins>
          </w:p>
        </w:tc>
      </w:tr>
      <w:tr w:rsidR="00F21DB0" w:rsidRPr="001D3813" w14:paraId="656C544B" w14:textId="77777777" w:rsidTr="00F21DB0">
        <w:trPr>
          <w:cantSplit/>
          <w:trHeight w:val="190"/>
          <w:ins w:id="824" w:author="Author"/>
          <w:trPrChange w:id="825" w:author="Author">
            <w:trPr>
              <w:gridBefore w:val="4"/>
              <w:cantSplit/>
              <w:trHeight w:val="190"/>
            </w:trPr>
          </w:trPrChange>
        </w:trPr>
        <w:tc>
          <w:tcPr>
            <w:tcW w:w="200" w:type="dxa"/>
            <w:tcPrChange w:id="826" w:author="Author">
              <w:tcPr>
                <w:tcW w:w="200" w:type="dxa"/>
              </w:tcPr>
            </w:tcPrChange>
          </w:tcPr>
          <w:p w14:paraId="21FBB27F" w14:textId="77777777" w:rsidR="00F21DB0" w:rsidRPr="001D3813" w:rsidRDefault="00F21DB0" w:rsidP="00E44FF8">
            <w:pPr>
              <w:pStyle w:val="tabletext11"/>
              <w:rPr>
                <w:ins w:id="827" w:author="Author"/>
              </w:rPr>
            </w:pPr>
          </w:p>
        </w:tc>
        <w:tc>
          <w:tcPr>
            <w:tcW w:w="300" w:type="dxa"/>
            <w:tcBorders>
              <w:left w:val="single" w:sz="6" w:space="0" w:color="auto"/>
            </w:tcBorders>
            <w:tcPrChange w:id="828" w:author="Author">
              <w:tcPr>
                <w:tcW w:w="300" w:type="dxa"/>
                <w:gridSpan w:val="2"/>
                <w:tcBorders>
                  <w:left w:val="single" w:sz="6" w:space="0" w:color="auto"/>
                </w:tcBorders>
              </w:tcPr>
            </w:tcPrChange>
          </w:tcPr>
          <w:p w14:paraId="4FFB701A" w14:textId="77777777" w:rsidR="00F21DB0" w:rsidRPr="001D3813" w:rsidRDefault="00F21DB0" w:rsidP="00E44FF8">
            <w:pPr>
              <w:pStyle w:val="tabletext11"/>
              <w:jc w:val="right"/>
              <w:rPr>
                <w:ins w:id="829" w:author="Author"/>
              </w:rPr>
            </w:pPr>
          </w:p>
        </w:tc>
        <w:tc>
          <w:tcPr>
            <w:tcW w:w="2100" w:type="dxa"/>
            <w:gridSpan w:val="5"/>
            <w:tcBorders>
              <w:left w:val="nil"/>
              <w:right w:val="single" w:sz="6" w:space="0" w:color="auto"/>
            </w:tcBorders>
            <w:tcPrChange w:id="830" w:author="Author">
              <w:tcPr>
                <w:tcW w:w="2100" w:type="dxa"/>
                <w:gridSpan w:val="2"/>
                <w:tcBorders>
                  <w:left w:val="nil"/>
                  <w:right w:val="single" w:sz="6" w:space="0" w:color="auto"/>
                </w:tcBorders>
              </w:tcPr>
            </w:tcPrChange>
          </w:tcPr>
          <w:p w14:paraId="7C087799" w14:textId="77777777" w:rsidR="00F21DB0" w:rsidRPr="001D3813" w:rsidRDefault="00F21DB0" w:rsidP="00E44FF8">
            <w:pPr>
              <w:pStyle w:val="tabletext11"/>
              <w:rPr>
                <w:ins w:id="831" w:author="Author"/>
              </w:rPr>
            </w:pPr>
            <w:ins w:id="832" w:author="Author">
              <w:r w:rsidRPr="001D3813">
                <w:t>460,001 to 470,000</w:t>
              </w:r>
            </w:ins>
          </w:p>
        </w:tc>
        <w:tc>
          <w:tcPr>
            <w:tcW w:w="400" w:type="dxa"/>
            <w:tcBorders>
              <w:left w:val="single" w:sz="6" w:space="0" w:color="auto"/>
            </w:tcBorders>
            <w:tcPrChange w:id="833" w:author="Author">
              <w:tcPr>
                <w:tcW w:w="400" w:type="dxa"/>
                <w:tcBorders>
                  <w:left w:val="single" w:sz="6" w:space="0" w:color="auto"/>
                </w:tcBorders>
              </w:tcPr>
            </w:tcPrChange>
          </w:tcPr>
          <w:p w14:paraId="6BE126D5" w14:textId="77777777" w:rsidR="00F21DB0" w:rsidRPr="001D3813" w:rsidRDefault="00F21DB0" w:rsidP="00E44FF8">
            <w:pPr>
              <w:pStyle w:val="tabletext11"/>
              <w:jc w:val="right"/>
              <w:rPr>
                <w:ins w:id="834" w:author="Author"/>
              </w:rPr>
            </w:pPr>
          </w:p>
        </w:tc>
        <w:tc>
          <w:tcPr>
            <w:tcW w:w="910" w:type="dxa"/>
            <w:tcBorders>
              <w:left w:val="nil"/>
              <w:right w:val="single" w:sz="6" w:space="0" w:color="auto"/>
            </w:tcBorders>
            <w:tcPrChange w:id="835" w:author="Author">
              <w:tcPr>
                <w:tcW w:w="910" w:type="dxa"/>
                <w:tcBorders>
                  <w:left w:val="nil"/>
                  <w:right w:val="single" w:sz="6" w:space="0" w:color="auto"/>
                </w:tcBorders>
              </w:tcPr>
            </w:tcPrChange>
          </w:tcPr>
          <w:p w14:paraId="379BBC21" w14:textId="77777777" w:rsidR="00F21DB0" w:rsidRPr="001D3813" w:rsidRDefault="00F21DB0" w:rsidP="00E44FF8">
            <w:pPr>
              <w:pStyle w:val="tabletext11"/>
              <w:tabs>
                <w:tab w:val="decimal" w:pos="200"/>
              </w:tabs>
              <w:rPr>
                <w:ins w:id="836" w:author="Author"/>
              </w:rPr>
            </w:pPr>
            <w:ins w:id="837" w:author="Author">
              <w:r w:rsidRPr="001D3813">
                <w:t>49.40</w:t>
              </w:r>
            </w:ins>
          </w:p>
        </w:tc>
        <w:tc>
          <w:tcPr>
            <w:tcW w:w="300" w:type="dxa"/>
            <w:gridSpan w:val="2"/>
            <w:tcBorders>
              <w:left w:val="single" w:sz="6" w:space="0" w:color="auto"/>
            </w:tcBorders>
            <w:tcPrChange w:id="838" w:author="Author">
              <w:tcPr>
                <w:tcW w:w="300" w:type="dxa"/>
                <w:gridSpan w:val="2"/>
                <w:tcBorders>
                  <w:left w:val="single" w:sz="6" w:space="0" w:color="auto"/>
                </w:tcBorders>
              </w:tcPr>
            </w:tcPrChange>
          </w:tcPr>
          <w:p w14:paraId="6C8D167A" w14:textId="77777777" w:rsidR="00F21DB0" w:rsidRPr="001D3813" w:rsidRDefault="00F21DB0" w:rsidP="00E44FF8">
            <w:pPr>
              <w:pStyle w:val="tabletext11"/>
              <w:jc w:val="right"/>
              <w:rPr>
                <w:ins w:id="839" w:author="Author"/>
              </w:rPr>
            </w:pPr>
          </w:p>
        </w:tc>
        <w:tc>
          <w:tcPr>
            <w:tcW w:w="790" w:type="dxa"/>
            <w:tcBorders>
              <w:left w:val="nil"/>
              <w:right w:val="single" w:sz="6" w:space="0" w:color="auto"/>
            </w:tcBorders>
            <w:tcPrChange w:id="840" w:author="Author">
              <w:tcPr>
                <w:tcW w:w="790" w:type="dxa"/>
                <w:tcBorders>
                  <w:left w:val="nil"/>
                  <w:right w:val="single" w:sz="6" w:space="0" w:color="auto"/>
                </w:tcBorders>
              </w:tcPr>
            </w:tcPrChange>
          </w:tcPr>
          <w:p w14:paraId="7BA43403" w14:textId="77777777" w:rsidR="00F21DB0" w:rsidRPr="001D3813" w:rsidRDefault="00F21DB0" w:rsidP="00E44FF8">
            <w:pPr>
              <w:pStyle w:val="tabletext11"/>
              <w:tabs>
                <w:tab w:val="decimal" w:pos="200"/>
              </w:tabs>
              <w:rPr>
                <w:ins w:id="841" w:author="Author"/>
              </w:rPr>
            </w:pPr>
            <w:ins w:id="842" w:author="Author">
              <w:r w:rsidRPr="001D3813">
                <w:t>54.40</w:t>
              </w:r>
            </w:ins>
          </w:p>
        </w:tc>
      </w:tr>
      <w:tr w:rsidR="00F21DB0" w:rsidRPr="001D3813" w14:paraId="0B73B79B" w14:textId="77777777" w:rsidTr="00F21DB0">
        <w:trPr>
          <w:cantSplit/>
          <w:trHeight w:val="190"/>
          <w:ins w:id="843" w:author="Author"/>
          <w:trPrChange w:id="844" w:author="Author">
            <w:trPr>
              <w:gridBefore w:val="4"/>
              <w:cantSplit/>
              <w:trHeight w:val="190"/>
            </w:trPr>
          </w:trPrChange>
        </w:trPr>
        <w:tc>
          <w:tcPr>
            <w:tcW w:w="200" w:type="dxa"/>
            <w:tcPrChange w:id="845" w:author="Author">
              <w:tcPr>
                <w:tcW w:w="200" w:type="dxa"/>
              </w:tcPr>
            </w:tcPrChange>
          </w:tcPr>
          <w:p w14:paraId="07EAAF2B" w14:textId="77777777" w:rsidR="00F21DB0" w:rsidRPr="001D3813" w:rsidRDefault="00F21DB0" w:rsidP="00E44FF8">
            <w:pPr>
              <w:pStyle w:val="tabletext11"/>
              <w:rPr>
                <w:ins w:id="846" w:author="Author"/>
              </w:rPr>
            </w:pPr>
          </w:p>
        </w:tc>
        <w:tc>
          <w:tcPr>
            <w:tcW w:w="300" w:type="dxa"/>
            <w:tcBorders>
              <w:left w:val="single" w:sz="6" w:space="0" w:color="auto"/>
            </w:tcBorders>
            <w:tcPrChange w:id="847" w:author="Author">
              <w:tcPr>
                <w:tcW w:w="300" w:type="dxa"/>
                <w:gridSpan w:val="2"/>
                <w:tcBorders>
                  <w:left w:val="single" w:sz="6" w:space="0" w:color="auto"/>
                </w:tcBorders>
              </w:tcPr>
            </w:tcPrChange>
          </w:tcPr>
          <w:p w14:paraId="514ECA01" w14:textId="77777777" w:rsidR="00F21DB0" w:rsidRPr="001D3813" w:rsidRDefault="00F21DB0" w:rsidP="00E44FF8">
            <w:pPr>
              <w:pStyle w:val="tabletext11"/>
              <w:jc w:val="right"/>
              <w:rPr>
                <w:ins w:id="848" w:author="Author"/>
              </w:rPr>
            </w:pPr>
          </w:p>
        </w:tc>
        <w:tc>
          <w:tcPr>
            <w:tcW w:w="2100" w:type="dxa"/>
            <w:gridSpan w:val="5"/>
            <w:tcBorders>
              <w:left w:val="nil"/>
              <w:right w:val="single" w:sz="6" w:space="0" w:color="auto"/>
            </w:tcBorders>
            <w:tcPrChange w:id="849" w:author="Author">
              <w:tcPr>
                <w:tcW w:w="2100" w:type="dxa"/>
                <w:gridSpan w:val="2"/>
                <w:tcBorders>
                  <w:left w:val="nil"/>
                  <w:right w:val="single" w:sz="6" w:space="0" w:color="auto"/>
                </w:tcBorders>
              </w:tcPr>
            </w:tcPrChange>
          </w:tcPr>
          <w:p w14:paraId="56A869D8" w14:textId="77777777" w:rsidR="00F21DB0" w:rsidRPr="001D3813" w:rsidRDefault="00F21DB0" w:rsidP="00E44FF8">
            <w:pPr>
              <w:pStyle w:val="tabletext11"/>
              <w:rPr>
                <w:ins w:id="850" w:author="Author"/>
              </w:rPr>
            </w:pPr>
            <w:ins w:id="851" w:author="Author">
              <w:r w:rsidRPr="001D3813">
                <w:t>470,001 to 480,000</w:t>
              </w:r>
            </w:ins>
          </w:p>
        </w:tc>
        <w:tc>
          <w:tcPr>
            <w:tcW w:w="400" w:type="dxa"/>
            <w:tcBorders>
              <w:left w:val="single" w:sz="6" w:space="0" w:color="auto"/>
            </w:tcBorders>
            <w:tcPrChange w:id="852" w:author="Author">
              <w:tcPr>
                <w:tcW w:w="400" w:type="dxa"/>
                <w:tcBorders>
                  <w:left w:val="single" w:sz="6" w:space="0" w:color="auto"/>
                </w:tcBorders>
              </w:tcPr>
            </w:tcPrChange>
          </w:tcPr>
          <w:p w14:paraId="15F16960" w14:textId="77777777" w:rsidR="00F21DB0" w:rsidRPr="001D3813" w:rsidRDefault="00F21DB0" w:rsidP="00E44FF8">
            <w:pPr>
              <w:pStyle w:val="tabletext11"/>
              <w:jc w:val="right"/>
              <w:rPr>
                <w:ins w:id="853" w:author="Author"/>
              </w:rPr>
            </w:pPr>
          </w:p>
        </w:tc>
        <w:tc>
          <w:tcPr>
            <w:tcW w:w="910" w:type="dxa"/>
            <w:tcBorders>
              <w:left w:val="nil"/>
              <w:right w:val="single" w:sz="6" w:space="0" w:color="auto"/>
            </w:tcBorders>
            <w:tcPrChange w:id="854" w:author="Author">
              <w:tcPr>
                <w:tcW w:w="910" w:type="dxa"/>
                <w:tcBorders>
                  <w:left w:val="nil"/>
                  <w:right w:val="single" w:sz="6" w:space="0" w:color="auto"/>
                </w:tcBorders>
              </w:tcPr>
            </w:tcPrChange>
          </w:tcPr>
          <w:p w14:paraId="69643C8C" w14:textId="77777777" w:rsidR="00F21DB0" w:rsidRPr="001D3813" w:rsidRDefault="00F21DB0" w:rsidP="00E44FF8">
            <w:pPr>
              <w:pStyle w:val="tabletext11"/>
              <w:tabs>
                <w:tab w:val="decimal" w:pos="200"/>
              </w:tabs>
              <w:rPr>
                <w:ins w:id="855" w:author="Author"/>
              </w:rPr>
            </w:pPr>
            <w:ins w:id="856" w:author="Author">
              <w:r w:rsidRPr="001D3813">
                <w:t>49.50</w:t>
              </w:r>
            </w:ins>
          </w:p>
        </w:tc>
        <w:tc>
          <w:tcPr>
            <w:tcW w:w="300" w:type="dxa"/>
            <w:gridSpan w:val="2"/>
            <w:tcBorders>
              <w:left w:val="single" w:sz="6" w:space="0" w:color="auto"/>
            </w:tcBorders>
            <w:tcPrChange w:id="857" w:author="Author">
              <w:tcPr>
                <w:tcW w:w="300" w:type="dxa"/>
                <w:gridSpan w:val="2"/>
                <w:tcBorders>
                  <w:left w:val="single" w:sz="6" w:space="0" w:color="auto"/>
                </w:tcBorders>
              </w:tcPr>
            </w:tcPrChange>
          </w:tcPr>
          <w:p w14:paraId="4573BB4C" w14:textId="77777777" w:rsidR="00F21DB0" w:rsidRPr="001D3813" w:rsidRDefault="00F21DB0" w:rsidP="00E44FF8">
            <w:pPr>
              <w:pStyle w:val="tabletext11"/>
              <w:jc w:val="right"/>
              <w:rPr>
                <w:ins w:id="858" w:author="Author"/>
              </w:rPr>
            </w:pPr>
          </w:p>
        </w:tc>
        <w:tc>
          <w:tcPr>
            <w:tcW w:w="790" w:type="dxa"/>
            <w:tcBorders>
              <w:left w:val="nil"/>
              <w:right w:val="single" w:sz="6" w:space="0" w:color="auto"/>
            </w:tcBorders>
            <w:tcPrChange w:id="859" w:author="Author">
              <w:tcPr>
                <w:tcW w:w="790" w:type="dxa"/>
                <w:tcBorders>
                  <w:left w:val="nil"/>
                  <w:right w:val="single" w:sz="6" w:space="0" w:color="auto"/>
                </w:tcBorders>
              </w:tcPr>
            </w:tcPrChange>
          </w:tcPr>
          <w:p w14:paraId="03E536CB" w14:textId="77777777" w:rsidR="00F21DB0" w:rsidRPr="001D3813" w:rsidRDefault="00F21DB0" w:rsidP="00E44FF8">
            <w:pPr>
              <w:pStyle w:val="tabletext11"/>
              <w:tabs>
                <w:tab w:val="decimal" w:pos="200"/>
              </w:tabs>
              <w:rPr>
                <w:ins w:id="860" w:author="Author"/>
              </w:rPr>
            </w:pPr>
            <w:ins w:id="861" w:author="Author">
              <w:r w:rsidRPr="001D3813">
                <w:t>54.50</w:t>
              </w:r>
            </w:ins>
          </w:p>
        </w:tc>
      </w:tr>
      <w:tr w:rsidR="00F21DB0" w:rsidRPr="001D3813" w14:paraId="66E3103F" w14:textId="77777777" w:rsidTr="00F21DB0">
        <w:trPr>
          <w:cantSplit/>
          <w:trHeight w:val="190"/>
          <w:ins w:id="862" w:author="Author"/>
          <w:trPrChange w:id="863" w:author="Author">
            <w:trPr>
              <w:gridBefore w:val="4"/>
              <w:cantSplit/>
              <w:trHeight w:val="190"/>
            </w:trPr>
          </w:trPrChange>
        </w:trPr>
        <w:tc>
          <w:tcPr>
            <w:tcW w:w="200" w:type="dxa"/>
            <w:tcPrChange w:id="864" w:author="Author">
              <w:tcPr>
                <w:tcW w:w="200" w:type="dxa"/>
              </w:tcPr>
            </w:tcPrChange>
          </w:tcPr>
          <w:p w14:paraId="71576F13" w14:textId="77777777" w:rsidR="00F21DB0" w:rsidRPr="001D3813" w:rsidRDefault="00F21DB0" w:rsidP="00E44FF8">
            <w:pPr>
              <w:pStyle w:val="tabletext11"/>
              <w:rPr>
                <w:ins w:id="865" w:author="Author"/>
              </w:rPr>
            </w:pPr>
          </w:p>
        </w:tc>
        <w:tc>
          <w:tcPr>
            <w:tcW w:w="300" w:type="dxa"/>
            <w:tcBorders>
              <w:left w:val="single" w:sz="6" w:space="0" w:color="auto"/>
            </w:tcBorders>
            <w:tcPrChange w:id="866" w:author="Author">
              <w:tcPr>
                <w:tcW w:w="300" w:type="dxa"/>
                <w:gridSpan w:val="2"/>
                <w:tcBorders>
                  <w:left w:val="single" w:sz="6" w:space="0" w:color="auto"/>
                </w:tcBorders>
              </w:tcPr>
            </w:tcPrChange>
          </w:tcPr>
          <w:p w14:paraId="424D2DD4" w14:textId="77777777" w:rsidR="00F21DB0" w:rsidRPr="001D3813" w:rsidRDefault="00F21DB0" w:rsidP="00E44FF8">
            <w:pPr>
              <w:pStyle w:val="tabletext11"/>
              <w:jc w:val="right"/>
              <w:rPr>
                <w:ins w:id="867" w:author="Author"/>
              </w:rPr>
            </w:pPr>
          </w:p>
        </w:tc>
        <w:tc>
          <w:tcPr>
            <w:tcW w:w="2100" w:type="dxa"/>
            <w:gridSpan w:val="5"/>
            <w:tcBorders>
              <w:left w:val="nil"/>
              <w:right w:val="single" w:sz="6" w:space="0" w:color="auto"/>
            </w:tcBorders>
            <w:tcPrChange w:id="868" w:author="Author">
              <w:tcPr>
                <w:tcW w:w="2100" w:type="dxa"/>
                <w:gridSpan w:val="2"/>
                <w:tcBorders>
                  <w:left w:val="nil"/>
                  <w:right w:val="single" w:sz="6" w:space="0" w:color="auto"/>
                </w:tcBorders>
              </w:tcPr>
            </w:tcPrChange>
          </w:tcPr>
          <w:p w14:paraId="25E3F6A8" w14:textId="77777777" w:rsidR="00F21DB0" w:rsidRPr="001D3813" w:rsidRDefault="00F21DB0" w:rsidP="00E44FF8">
            <w:pPr>
              <w:pStyle w:val="tabletext11"/>
              <w:rPr>
                <w:ins w:id="869" w:author="Author"/>
              </w:rPr>
            </w:pPr>
            <w:ins w:id="870" w:author="Author">
              <w:r w:rsidRPr="001D3813">
                <w:t>480,001 to 490,000</w:t>
              </w:r>
            </w:ins>
          </w:p>
        </w:tc>
        <w:tc>
          <w:tcPr>
            <w:tcW w:w="400" w:type="dxa"/>
            <w:tcBorders>
              <w:left w:val="single" w:sz="6" w:space="0" w:color="auto"/>
            </w:tcBorders>
            <w:tcPrChange w:id="871" w:author="Author">
              <w:tcPr>
                <w:tcW w:w="400" w:type="dxa"/>
                <w:tcBorders>
                  <w:left w:val="single" w:sz="6" w:space="0" w:color="auto"/>
                </w:tcBorders>
              </w:tcPr>
            </w:tcPrChange>
          </w:tcPr>
          <w:p w14:paraId="357A604D" w14:textId="77777777" w:rsidR="00F21DB0" w:rsidRPr="001D3813" w:rsidRDefault="00F21DB0" w:rsidP="00E44FF8">
            <w:pPr>
              <w:pStyle w:val="tabletext11"/>
              <w:jc w:val="right"/>
              <w:rPr>
                <w:ins w:id="872" w:author="Author"/>
              </w:rPr>
            </w:pPr>
          </w:p>
        </w:tc>
        <w:tc>
          <w:tcPr>
            <w:tcW w:w="910" w:type="dxa"/>
            <w:tcBorders>
              <w:left w:val="nil"/>
              <w:right w:val="single" w:sz="6" w:space="0" w:color="auto"/>
            </w:tcBorders>
            <w:tcPrChange w:id="873" w:author="Author">
              <w:tcPr>
                <w:tcW w:w="910" w:type="dxa"/>
                <w:tcBorders>
                  <w:left w:val="nil"/>
                  <w:right w:val="single" w:sz="6" w:space="0" w:color="auto"/>
                </w:tcBorders>
              </w:tcPr>
            </w:tcPrChange>
          </w:tcPr>
          <w:p w14:paraId="32CD3893" w14:textId="77777777" w:rsidR="00F21DB0" w:rsidRPr="001D3813" w:rsidRDefault="00F21DB0" w:rsidP="00E44FF8">
            <w:pPr>
              <w:pStyle w:val="tabletext11"/>
              <w:tabs>
                <w:tab w:val="decimal" w:pos="200"/>
              </w:tabs>
              <w:rPr>
                <w:ins w:id="874" w:author="Author"/>
              </w:rPr>
            </w:pPr>
            <w:ins w:id="875" w:author="Author">
              <w:r w:rsidRPr="001D3813">
                <w:t>49.59</w:t>
              </w:r>
            </w:ins>
          </w:p>
        </w:tc>
        <w:tc>
          <w:tcPr>
            <w:tcW w:w="300" w:type="dxa"/>
            <w:gridSpan w:val="2"/>
            <w:tcBorders>
              <w:left w:val="single" w:sz="6" w:space="0" w:color="auto"/>
            </w:tcBorders>
            <w:tcPrChange w:id="876" w:author="Author">
              <w:tcPr>
                <w:tcW w:w="300" w:type="dxa"/>
                <w:gridSpan w:val="2"/>
                <w:tcBorders>
                  <w:left w:val="single" w:sz="6" w:space="0" w:color="auto"/>
                </w:tcBorders>
              </w:tcPr>
            </w:tcPrChange>
          </w:tcPr>
          <w:p w14:paraId="060027A3" w14:textId="77777777" w:rsidR="00F21DB0" w:rsidRPr="001D3813" w:rsidRDefault="00F21DB0" w:rsidP="00E44FF8">
            <w:pPr>
              <w:pStyle w:val="tabletext11"/>
              <w:jc w:val="right"/>
              <w:rPr>
                <w:ins w:id="877" w:author="Author"/>
              </w:rPr>
            </w:pPr>
          </w:p>
        </w:tc>
        <w:tc>
          <w:tcPr>
            <w:tcW w:w="790" w:type="dxa"/>
            <w:tcBorders>
              <w:left w:val="nil"/>
              <w:right w:val="single" w:sz="6" w:space="0" w:color="auto"/>
            </w:tcBorders>
            <w:tcPrChange w:id="878" w:author="Author">
              <w:tcPr>
                <w:tcW w:w="790" w:type="dxa"/>
                <w:tcBorders>
                  <w:left w:val="nil"/>
                  <w:right w:val="single" w:sz="6" w:space="0" w:color="auto"/>
                </w:tcBorders>
              </w:tcPr>
            </w:tcPrChange>
          </w:tcPr>
          <w:p w14:paraId="4EFD4F96" w14:textId="77777777" w:rsidR="00F21DB0" w:rsidRPr="001D3813" w:rsidRDefault="00F21DB0" w:rsidP="00E44FF8">
            <w:pPr>
              <w:pStyle w:val="tabletext11"/>
              <w:tabs>
                <w:tab w:val="decimal" w:pos="200"/>
              </w:tabs>
              <w:rPr>
                <w:ins w:id="879" w:author="Author"/>
              </w:rPr>
            </w:pPr>
            <w:ins w:id="880" w:author="Author">
              <w:r w:rsidRPr="001D3813">
                <w:t>54.59</w:t>
              </w:r>
            </w:ins>
          </w:p>
        </w:tc>
      </w:tr>
      <w:tr w:rsidR="00F21DB0" w:rsidRPr="001D3813" w14:paraId="5BBDEAE6" w14:textId="77777777" w:rsidTr="00F21DB0">
        <w:trPr>
          <w:cantSplit/>
          <w:trHeight w:val="190"/>
          <w:ins w:id="881" w:author="Author"/>
          <w:trPrChange w:id="882" w:author="Author">
            <w:trPr>
              <w:gridBefore w:val="4"/>
              <w:cantSplit/>
              <w:trHeight w:val="190"/>
            </w:trPr>
          </w:trPrChange>
        </w:trPr>
        <w:tc>
          <w:tcPr>
            <w:tcW w:w="200" w:type="dxa"/>
            <w:tcPrChange w:id="883" w:author="Author">
              <w:tcPr>
                <w:tcW w:w="200" w:type="dxa"/>
              </w:tcPr>
            </w:tcPrChange>
          </w:tcPr>
          <w:p w14:paraId="2FF32A2A" w14:textId="77777777" w:rsidR="00F21DB0" w:rsidRPr="001D3813" w:rsidRDefault="00F21DB0" w:rsidP="00E44FF8">
            <w:pPr>
              <w:pStyle w:val="tabletext11"/>
              <w:rPr>
                <w:ins w:id="884" w:author="Author"/>
              </w:rPr>
            </w:pPr>
          </w:p>
        </w:tc>
        <w:tc>
          <w:tcPr>
            <w:tcW w:w="300" w:type="dxa"/>
            <w:tcBorders>
              <w:left w:val="single" w:sz="6" w:space="0" w:color="auto"/>
            </w:tcBorders>
            <w:tcPrChange w:id="885" w:author="Author">
              <w:tcPr>
                <w:tcW w:w="300" w:type="dxa"/>
                <w:gridSpan w:val="2"/>
                <w:tcBorders>
                  <w:left w:val="single" w:sz="6" w:space="0" w:color="auto"/>
                </w:tcBorders>
              </w:tcPr>
            </w:tcPrChange>
          </w:tcPr>
          <w:p w14:paraId="1EA5489A" w14:textId="77777777" w:rsidR="00F21DB0" w:rsidRPr="001D3813" w:rsidRDefault="00F21DB0" w:rsidP="00E44FF8">
            <w:pPr>
              <w:pStyle w:val="tabletext11"/>
              <w:jc w:val="right"/>
              <w:rPr>
                <w:ins w:id="886" w:author="Author"/>
              </w:rPr>
            </w:pPr>
          </w:p>
        </w:tc>
        <w:tc>
          <w:tcPr>
            <w:tcW w:w="2100" w:type="dxa"/>
            <w:gridSpan w:val="5"/>
            <w:tcBorders>
              <w:left w:val="nil"/>
              <w:right w:val="single" w:sz="6" w:space="0" w:color="auto"/>
            </w:tcBorders>
            <w:tcPrChange w:id="887" w:author="Author">
              <w:tcPr>
                <w:tcW w:w="2100" w:type="dxa"/>
                <w:gridSpan w:val="2"/>
                <w:tcBorders>
                  <w:left w:val="nil"/>
                  <w:right w:val="single" w:sz="6" w:space="0" w:color="auto"/>
                </w:tcBorders>
              </w:tcPr>
            </w:tcPrChange>
          </w:tcPr>
          <w:p w14:paraId="45DF1064" w14:textId="77777777" w:rsidR="00F21DB0" w:rsidRPr="001D3813" w:rsidRDefault="00F21DB0" w:rsidP="00E44FF8">
            <w:pPr>
              <w:pStyle w:val="tabletext11"/>
              <w:rPr>
                <w:ins w:id="888" w:author="Author"/>
              </w:rPr>
            </w:pPr>
            <w:ins w:id="889" w:author="Author">
              <w:r w:rsidRPr="001D3813">
                <w:t xml:space="preserve">490,001 to 500,000 </w:t>
              </w:r>
              <w:r w:rsidRPr="001D3813">
                <w:rPr>
                  <w:b/>
                  <w:bCs/>
                </w:rPr>
                <w:t>(4)</w:t>
              </w:r>
            </w:ins>
          </w:p>
        </w:tc>
        <w:tc>
          <w:tcPr>
            <w:tcW w:w="400" w:type="dxa"/>
            <w:tcBorders>
              <w:left w:val="single" w:sz="6" w:space="0" w:color="auto"/>
            </w:tcBorders>
            <w:tcPrChange w:id="890" w:author="Author">
              <w:tcPr>
                <w:tcW w:w="400" w:type="dxa"/>
                <w:tcBorders>
                  <w:left w:val="single" w:sz="6" w:space="0" w:color="auto"/>
                </w:tcBorders>
              </w:tcPr>
            </w:tcPrChange>
          </w:tcPr>
          <w:p w14:paraId="19849B01" w14:textId="77777777" w:rsidR="00F21DB0" w:rsidRPr="001D3813" w:rsidRDefault="00F21DB0" w:rsidP="00E44FF8">
            <w:pPr>
              <w:pStyle w:val="tabletext11"/>
              <w:jc w:val="right"/>
              <w:rPr>
                <w:ins w:id="891" w:author="Author"/>
              </w:rPr>
            </w:pPr>
          </w:p>
        </w:tc>
        <w:tc>
          <w:tcPr>
            <w:tcW w:w="910" w:type="dxa"/>
            <w:tcBorders>
              <w:left w:val="nil"/>
              <w:right w:val="single" w:sz="6" w:space="0" w:color="auto"/>
            </w:tcBorders>
            <w:tcPrChange w:id="892" w:author="Author">
              <w:tcPr>
                <w:tcW w:w="910" w:type="dxa"/>
                <w:tcBorders>
                  <w:left w:val="nil"/>
                  <w:right w:val="single" w:sz="6" w:space="0" w:color="auto"/>
                </w:tcBorders>
              </w:tcPr>
            </w:tcPrChange>
          </w:tcPr>
          <w:p w14:paraId="0F3B4491" w14:textId="77777777" w:rsidR="00F21DB0" w:rsidRPr="001D3813" w:rsidRDefault="00F21DB0" w:rsidP="00E44FF8">
            <w:pPr>
              <w:pStyle w:val="tabletext11"/>
              <w:tabs>
                <w:tab w:val="decimal" w:pos="200"/>
              </w:tabs>
              <w:rPr>
                <w:ins w:id="893" w:author="Author"/>
              </w:rPr>
            </w:pPr>
            <w:ins w:id="894" w:author="Author">
              <w:r w:rsidRPr="001D3813">
                <w:t>49.68</w:t>
              </w:r>
            </w:ins>
          </w:p>
        </w:tc>
        <w:tc>
          <w:tcPr>
            <w:tcW w:w="300" w:type="dxa"/>
            <w:gridSpan w:val="2"/>
            <w:tcBorders>
              <w:left w:val="single" w:sz="6" w:space="0" w:color="auto"/>
            </w:tcBorders>
            <w:tcPrChange w:id="895" w:author="Author">
              <w:tcPr>
                <w:tcW w:w="300" w:type="dxa"/>
                <w:gridSpan w:val="2"/>
                <w:tcBorders>
                  <w:left w:val="single" w:sz="6" w:space="0" w:color="auto"/>
                </w:tcBorders>
              </w:tcPr>
            </w:tcPrChange>
          </w:tcPr>
          <w:p w14:paraId="6FC221ED" w14:textId="77777777" w:rsidR="00F21DB0" w:rsidRPr="001D3813" w:rsidRDefault="00F21DB0" w:rsidP="00E44FF8">
            <w:pPr>
              <w:pStyle w:val="tabletext11"/>
              <w:jc w:val="right"/>
              <w:rPr>
                <w:ins w:id="896" w:author="Author"/>
              </w:rPr>
            </w:pPr>
          </w:p>
        </w:tc>
        <w:tc>
          <w:tcPr>
            <w:tcW w:w="790" w:type="dxa"/>
            <w:tcBorders>
              <w:left w:val="nil"/>
              <w:right w:val="single" w:sz="6" w:space="0" w:color="auto"/>
            </w:tcBorders>
            <w:tcPrChange w:id="897" w:author="Author">
              <w:tcPr>
                <w:tcW w:w="790" w:type="dxa"/>
                <w:tcBorders>
                  <w:left w:val="nil"/>
                  <w:right w:val="single" w:sz="6" w:space="0" w:color="auto"/>
                </w:tcBorders>
              </w:tcPr>
            </w:tcPrChange>
          </w:tcPr>
          <w:p w14:paraId="059C643B" w14:textId="77777777" w:rsidR="00F21DB0" w:rsidRPr="001D3813" w:rsidRDefault="00F21DB0" w:rsidP="00E44FF8">
            <w:pPr>
              <w:pStyle w:val="tabletext11"/>
              <w:tabs>
                <w:tab w:val="decimal" w:pos="200"/>
              </w:tabs>
              <w:rPr>
                <w:ins w:id="898" w:author="Author"/>
              </w:rPr>
            </w:pPr>
            <w:ins w:id="899" w:author="Author">
              <w:r w:rsidRPr="001D3813">
                <w:t>54.68</w:t>
              </w:r>
            </w:ins>
          </w:p>
        </w:tc>
      </w:tr>
      <w:tr w:rsidR="00F21DB0" w:rsidRPr="001D3813" w14:paraId="44992C9D" w14:textId="77777777" w:rsidTr="00F21DB0">
        <w:trPr>
          <w:cantSplit/>
          <w:trHeight w:val="190"/>
          <w:ins w:id="900" w:author="Author"/>
          <w:trPrChange w:id="901" w:author="Author">
            <w:trPr>
              <w:gridBefore w:val="4"/>
              <w:cantSplit/>
              <w:trHeight w:val="190"/>
            </w:trPr>
          </w:trPrChange>
        </w:trPr>
        <w:tc>
          <w:tcPr>
            <w:tcW w:w="200" w:type="dxa"/>
            <w:tcPrChange w:id="902" w:author="Author">
              <w:tcPr>
                <w:tcW w:w="200" w:type="dxa"/>
              </w:tcPr>
            </w:tcPrChange>
          </w:tcPr>
          <w:p w14:paraId="1FE94DA0" w14:textId="77777777" w:rsidR="00F21DB0" w:rsidRPr="001D3813" w:rsidRDefault="00F21DB0" w:rsidP="00E44FF8">
            <w:pPr>
              <w:pStyle w:val="tabletext11"/>
              <w:rPr>
                <w:ins w:id="903" w:author="Author"/>
              </w:rPr>
            </w:pPr>
          </w:p>
        </w:tc>
        <w:tc>
          <w:tcPr>
            <w:tcW w:w="300" w:type="dxa"/>
            <w:tcBorders>
              <w:left w:val="single" w:sz="6" w:space="0" w:color="auto"/>
            </w:tcBorders>
            <w:tcPrChange w:id="904" w:author="Author">
              <w:tcPr>
                <w:tcW w:w="300" w:type="dxa"/>
                <w:gridSpan w:val="2"/>
                <w:tcBorders>
                  <w:left w:val="single" w:sz="6" w:space="0" w:color="auto"/>
                </w:tcBorders>
              </w:tcPr>
            </w:tcPrChange>
          </w:tcPr>
          <w:p w14:paraId="5453C552" w14:textId="77777777" w:rsidR="00F21DB0" w:rsidRPr="001D3813" w:rsidRDefault="00F21DB0" w:rsidP="00E44FF8">
            <w:pPr>
              <w:pStyle w:val="tabletext11"/>
              <w:jc w:val="right"/>
              <w:rPr>
                <w:ins w:id="905" w:author="Author"/>
              </w:rPr>
            </w:pPr>
          </w:p>
        </w:tc>
        <w:tc>
          <w:tcPr>
            <w:tcW w:w="2100" w:type="dxa"/>
            <w:gridSpan w:val="5"/>
            <w:tcBorders>
              <w:left w:val="nil"/>
              <w:right w:val="single" w:sz="6" w:space="0" w:color="auto"/>
            </w:tcBorders>
            <w:tcPrChange w:id="906" w:author="Author">
              <w:tcPr>
                <w:tcW w:w="2100" w:type="dxa"/>
                <w:gridSpan w:val="2"/>
                <w:tcBorders>
                  <w:left w:val="nil"/>
                  <w:right w:val="single" w:sz="6" w:space="0" w:color="auto"/>
                </w:tcBorders>
              </w:tcPr>
            </w:tcPrChange>
          </w:tcPr>
          <w:p w14:paraId="2CC5BE98" w14:textId="77777777" w:rsidR="00F21DB0" w:rsidRPr="001D3813" w:rsidRDefault="00F21DB0" w:rsidP="00E44FF8">
            <w:pPr>
              <w:pStyle w:val="tabletext11"/>
              <w:rPr>
                <w:ins w:id="907" w:author="Author"/>
              </w:rPr>
            </w:pPr>
            <w:ins w:id="908" w:author="Author">
              <w:r w:rsidRPr="001D3813">
                <w:t>Each Additional $10,000</w:t>
              </w:r>
            </w:ins>
          </w:p>
        </w:tc>
        <w:tc>
          <w:tcPr>
            <w:tcW w:w="400" w:type="dxa"/>
            <w:tcBorders>
              <w:left w:val="single" w:sz="6" w:space="0" w:color="auto"/>
            </w:tcBorders>
            <w:tcPrChange w:id="909" w:author="Author">
              <w:tcPr>
                <w:tcW w:w="400" w:type="dxa"/>
                <w:tcBorders>
                  <w:left w:val="single" w:sz="6" w:space="0" w:color="auto"/>
                </w:tcBorders>
              </w:tcPr>
            </w:tcPrChange>
          </w:tcPr>
          <w:p w14:paraId="392DA4F6" w14:textId="77777777" w:rsidR="00F21DB0" w:rsidRPr="001D3813" w:rsidRDefault="00F21DB0" w:rsidP="00E44FF8">
            <w:pPr>
              <w:pStyle w:val="tabletext11"/>
              <w:jc w:val="right"/>
              <w:rPr>
                <w:ins w:id="910" w:author="Author"/>
              </w:rPr>
            </w:pPr>
          </w:p>
        </w:tc>
        <w:tc>
          <w:tcPr>
            <w:tcW w:w="910" w:type="dxa"/>
            <w:tcBorders>
              <w:left w:val="nil"/>
              <w:right w:val="single" w:sz="6" w:space="0" w:color="auto"/>
            </w:tcBorders>
            <w:tcPrChange w:id="911" w:author="Author">
              <w:tcPr>
                <w:tcW w:w="910" w:type="dxa"/>
                <w:tcBorders>
                  <w:left w:val="nil"/>
                  <w:right w:val="single" w:sz="6" w:space="0" w:color="auto"/>
                </w:tcBorders>
              </w:tcPr>
            </w:tcPrChange>
          </w:tcPr>
          <w:p w14:paraId="271E3FBE" w14:textId="77777777" w:rsidR="00F21DB0" w:rsidRPr="001D3813" w:rsidRDefault="00F21DB0" w:rsidP="00E44FF8">
            <w:pPr>
              <w:pStyle w:val="tabletext11"/>
              <w:tabs>
                <w:tab w:val="decimal" w:pos="520"/>
              </w:tabs>
              <w:rPr>
                <w:ins w:id="912" w:author="Author"/>
              </w:rPr>
            </w:pPr>
            <w:ins w:id="913" w:author="Author">
              <w:r w:rsidRPr="001D3813">
                <w:t>Refer to Company</w:t>
              </w:r>
            </w:ins>
          </w:p>
        </w:tc>
        <w:tc>
          <w:tcPr>
            <w:tcW w:w="200" w:type="dxa"/>
            <w:tcBorders>
              <w:left w:val="single" w:sz="6" w:space="0" w:color="auto"/>
            </w:tcBorders>
            <w:tcPrChange w:id="914" w:author="Author">
              <w:tcPr>
                <w:tcW w:w="300" w:type="dxa"/>
                <w:gridSpan w:val="2"/>
                <w:tcBorders>
                  <w:left w:val="single" w:sz="6" w:space="0" w:color="auto"/>
                </w:tcBorders>
              </w:tcPr>
            </w:tcPrChange>
          </w:tcPr>
          <w:p w14:paraId="4E8035B6" w14:textId="77777777" w:rsidR="00F21DB0" w:rsidRPr="001D3813" w:rsidRDefault="00F21DB0" w:rsidP="00E44FF8">
            <w:pPr>
              <w:pStyle w:val="tabletext11"/>
              <w:jc w:val="right"/>
              <w:rPr>
                <w:ins w:id="915" w:author="Author"/>
              </w:rPr>
            </w:pPr>
          </w:p>
        </w:tc>
        <w:tc>
          <w:tcPr>
            <w:tcW w:w="890" w:type="dxa"/>
            <w:gridSpan w:val="2"/>
            <w:tcBorders>
              <w:left w:val="nil"/>
              <w:right w:val="single" w:sz="6" w:space="0" w:color="auto"/>
            </w:tcBorders>
            <w:tcPrChange w:id="916" w:author="Author">
              <w:tcPr>
                <w:tcW w:w="790" w:type="dxa"/>
                <w:tcBorders>
                  <w:left w:val="nil"/>
                  <w:right w:val="single" w:sz="6" w:space="0" w:color="auto"/>
                </w:tcBorders>
              </w:tcPr>
            </w:tcPrChange>
          </w:tcPr>
          <w:p w14:paraId="27997138" w14:textId="77777777" w:rsidR="00F21DB0" w:rsidRPr="001D3813" w:rsidRDefault="00F21DB0" w:rsidP="00E44FF8">
            <w:pPr>
              <w:pStyle w:val="tabletext11"/>
              <w:tabs>
                <w:tab w:val="decimal" w:pos="320"/>
              </w:tabs>
              <w:rPr>
                <w:ins w:id="917" w:author="Author"/>
              </w:rPr>
            </w:pPr>
            <w:ins w:id="918" w:author="Author">
              <w:r w:rsidRPr="001D3813">
                <w:t>Refer to Company</w:t>
              </w:r>
            </w:ins>
          </w:p>
        </w:tc>
      </w:tr>
      <w:tr w:rsidR="00F21DB0" w:rsidRPr="001D3813" w14:paraId="23C35A85" w14:textId="77777777" w:rsidTr="00F21DB0">
        <w:trPr>
          <w:cantSplit/>
          <w:trHeight w:val="190"/>
          <w:ins w:id="919" w:author="Author"/>
          <w:trPrChange w:id="920" w:author="Author">
            <w:trPr>
              <w:gridBefore w:val="4"/>
              <w:cantSplit/>
              <w:trHeight w:val="190"/>
            </w:trPr>
          </w:trPrChange>
        </w:trPr>
        <w:tc>
          <w:tcPr>
            <w:tcW w:w="200" w:type="dxa"/>
            <w:tcPrChange w:id="921" w:author="Author">
              <w:tcPr>
                <w:tcW w:w="200" w:type="dxa"/>
              </w:tcPr>
            </w:tcPrChange>
          </w:tcPr>
          <w:p w14:paraId="43515083" w14:textId="77777777" w:rsidR="00F21DB0" w:rsidRPr="001D3813" w:rsidRDefault="00F21DB0" w:rsidP="00E44FF8">
            <w:pPr>
              <w:pStyle w:val="tabletext11"/>
              <w:rPr>
                <w:ins w:id="922" w:author="Author"/>
              </w:rPr>
            </w:pPr>
          </w:p>
        </w:tc>
        <w:tc>
          <w:tcPr>
            <w:tcW w:w="360" w:type="dxa"/>
            <w:gridSpan w:val="3"/>
            <w:tcBorders>
              <w:top w:val="single" w:sz="6" w:space="0" w:color="auto"/>
              <w:left w:val="single" w:sz="6" w:space="0" w:color="auto"/>
            </w:tcBorders>
            <w:tcPrChange w:id="923" w:author="Author">
              <w:tcPr>
                <w:tcW w:w="360" w:type="dxa"/>
                <w:gridSpan w:val="3"/>
                <w:tcBorders>
                  <w:top w:val="single" w:sz="6" w:space="0" w:color="auto"/>
                  <w:left w:val="single" w:sz="6" w:space="0" w:color="auto"/>
                </w:tcBorders>
              </w:tcPr>
            </w:tcPrChange>
          </w:tcPr>
          <w:p w14:paraId="218A8463" w14:textId="77777777" w:rsidR="00F21DB0" w:rsidRPr="001D3813" w:rsidRDefault="00F21DB0" w:rsidP="00E44FF8">
            <w:pPr>
              <w:pStyle w:val="tabletext11"/>
              <w:rPr>
                <w:ins w:id="924" w:author="Author"/>
                <w:b/>
              </w:rPr>
            </w:pPr>
            <w:ins w:id="925" w:author="Author">
              <w:r w:rsidRPr="001D3813">
                <w:rPr>
                  <w:b/>
                </w:rPr>
                <w:t>(1)</w:t>
              </w:r>
            </w:ins>
          </w:p>
        </w:tc>
        <w:tc>
          <w:tcPr>
            <w:tcW w:w="4440" w:type="dxa"/>
            <w:gridSpan w:val="8"/>
            <w:tcBorders>
              <w:top w:val="single" w:sz="6" w:space="0" w:color="auto"/>
              <w:left w:val="nil"/>
              <w:bottom w:val="single" w:sz="6" w:space="0" w:color="auto"/>
              <w:right w:val="single" w:sz="6" w:space="0" w:color="auto"/>
            </w:tcBorders>
            <w:tcPrChange w:id="926" w:author="Author">
              <w:tcPr>
                <w:tcW w:w="4440" w:type="dxa"/>
                <w:gridSpan w:val="6"/>
                <w:tcBorders>
                  <w:top w:val="single" w:sz="6" w:space="0" w:color="auto"/>
                  <w:left w:val="nil"/>
                  <w:bottom w:val="single" w:sz="6" w:space="0" w:color="auto"/>
                  <w:right w:val="single" w:sz="6" w:space="0" w:color="auto"/>
                </w:tcBorders>
              </w:tcPr>
            </w:tcPrChange>
          </w:tcPr>
          <w:p w14:paraId="5A0598CA" w14:textId="77777777" w:rsidR="00F21DB0" w:rsidRPr="001D3813" w:rsidRDefault="00F21DB0" w:rsidP="00E44FF8">
            <w:pPr>
              <w:pStyle w:val="tabletext11"/>
              <w:rPr>
                <w:ins w:id="927" w:author="Author"/>
              </w:rPr>
            </w:pPr>
            <w:ins w:id="928" w:author="Author">
              <w:r w:rsidRPr="001D3813">
                <w:t>A Non-dwelling Structure is defined, for rating purposes, as a building that is not used principally for residential purposes or houses more than four family units.</w:t>
              </w:r>
            </w:ins>
          </w:p>
        </w:tc>
      </w:tr>
      <w:tr w:rsidR="00F21DB0" w:rsidRPr="001D3813" w14:paraId="6A2B7777" w14:textId="77777777" w:rsidTr="00F21DB0">
        <w:trPr>
          <w:cantSplit/>
          <w:trHeight w:val="190"/>
          <w:ins w:id="929" w:author="Author"/>
          <w:trPrChange w:id="930" w:author="Author">
            <w:trPr>
              <w:gridBefore w:val="4"/>
              <w:cantSplit/>
              <w:trHeight w:val="190"/>
            </w:trPr>
          </w:trPrChange>
        </w:trPr>
        <w:tc>
          <w:tcPr>
            <w:tcW w:w="200" w:type="dxa"/>
            <w:tcPrChange w:id="931" w:author="Author">
              <w:tcPr>
                <w:tcW w:w="200" w:type="dxa"/>
              </w:tcPr>
            </w:tcPrChange>
          </w:tcPr>
          <w:p w14:paraId="187471B1" w14:textId="77777777" w:rsidR="00F21DB0" w:rsidRPr="001D3813" w:rsidRDefault="00F21DB0" w:rsidP="00E44FF8">
            <w:pPr>
              <w:pStyle w:val="tabletext11"/>
              <w:rPr>
                <w:ins w:id="932" w:author="Author"/>
              </w:rPr>
            </w:pPr>
          </w:p>
        </w:tc>
        <w:tc>
          <w:tcPr>
            <w:tcW w:w="360" w:type="dxa"/>
            <w:gridSpan w:val="3"/>
            <w:tcBorders>
              <w:top w:val="single" w:sz="6" w:space="0" w:color="auto"/>
              <w:left w:val="single" w:sz="6" w:space="0" w:color="auto"/>
            </w:tcBorders>
            <w:tcPrChange w:id="933" w:author="Author">
              <w:tcPr>
                <w:tcW w:w="360" w:type="dxa"/>
                <w:gridSpan w:val="3"/>
                <w:tcBorders>
                  <w:top w:val="single" w:sz="6" w:space="0" w:color="auto"/>
                  <w:left w:val="single" w:sz="6" w:space="0" w:color="auto"/>
                </w:tcBorders>
              </w:tcPr>
            </w:tcPrChange>
          </w:tcPr>
          <w:p w14:paraId="463A50D1" w14:textId="77777777" w:rsidR="00F21DB0" w:rsidRPr="001D3813" w:rsidRDefault="00F21DB0" w:rsidP="00E44FF8">
            <w:pPr>
              <w:pStyle w:val="tabletext11"/>
              <w:rPr>
                <w:ins w:id="934" w:author="Author"/>
                <w:b/>
              </w:rPr>
            </w:pPr>
            <w:ins w:id="935" w:author="Author">
              <w:r w:rsidRPr="001D3813">
                <w:rPr>
                  <w:b/>
                </w:rPr>
                <w:t>(2)</w:t>
              </w:r>
            </w:ins>
          </w:p>
        </w:tc>
        <w:tc>
          <w:tcPr>
            <w:tcW w:w="4440" w:type="dxa"/>
            <w:gridSpan w:val="8"/>
            <w:tcBorders>
              <w:left w:val="nil"/>
              <w:right w:val="single" w:sz="6" w:space="0" w:color="auto"/>
            </w:tcBorders>
            <w:tcPrChange w:id="936" w:author="Author">
              <w:tcPr>
                <w:tcW w:w="4440" w:type="dxa"/>
                <w:gridSpan w:val="6"/>
                <w:tcBorders>
                  <w:left w:val="nil"/>
                  <w:right w:val="single" w:sz="6" w:space="0" w:color="auto"/>
                </w:tcBorders>
              </w:tcPr>
            </w:tcPrChange>
          </w:tcPr>
          <w:p w14:paraId="463B40A3" w14:textId="77777777" w:rsidR="00F21DB0" w:rsidRPr="001D3813" w:rsidRDefault="00F21DB0" w:rsidP="00E44FF8">
            <w:pPr>
              <w:pStyle w:val="tabletext11"/>
              <w:rPr>
                <w:ins w:id="937" w:author="Author"/>
              </w:rPr>
            </w:pPr>
            <w:ins w:id="938" w:author="Author">
              <w:r w:rsidRPr="001D3813">
                <w:t>If:</w:t>
              </w:r>
            </w:ins>
          </w:p>
        </w:tc>
      </w:tr>
      <w:tr w:rsidR="00F21DB0" w:rsidRPr="001D3813" w14:paraId="2543E86E" w14:textId="77777777" w:rsidTr="00E44FF8">
        <w:tblPrEx>
          <w:tblLook w:val="04A0" w:firstRow="1" w:lastRow="0" w:firstColumn="1" w:lastColumn="0" w:noHBand="0" w:noVBand="1"/>
        </w:tblPrEx>
        <w:trPr>
          <w:cantSplit/>
          <w:trHeight w:val="190"/>
          <w:ins w:id="939" w:author="Author"/>
        </w:trPr>
        <w:tc>
          <w:tcPr>
            <w:tcW w:w="200" w:type="dxa"/>
          </w:tcPr>
          <w:p w14:paraId="209310A9" w14:textId="77777777" w:rsidR="00F21DB0" w:rsidRPr="001D3813" w:rsidRDefault="00F21DB0" w:rsidP="00E44FF8">
            <w:pPr>
              <w:pStyle w:val="tabletext11"/>
              <w:rPr>
                <w:ins w:id="940" w:author="Author"/>
              </w:rPr>
            </w:pPr>
          </w:p>
        </w:tc>
        <w:tc>
          <w:tcPr>
            <w:tcW w:w="340" w:type="dxa"/>
            <w:gridSpan w:val="2"/>
            <w:tcBorders>
              <w:top w:val="nil"/>
              <w:left w:val="single" w:sz="6" w:space="0" w:color="auto"/>
              <w:bottom w:val="nil"/>
              <w:right w:val="nil"/>
            </w:tcBorders>
          </w:tcPr>
          <w:p w14:paraId="44F2E39C" w14:textId="77777777" w:rsidR="00F21DB0" w:rsidRPr="001D3813" w:rsidRDefault="00F21DB0" w:rsidP="00E44FF8">
            <w:pPr>
              <w:pStyle w:val="tabletext11"/>
              <w:rPr>
                <w:ins w:id="941" w:author="Author"/>
                <w:b/>
              </w:rPr>
            </w:pPr>
          </w:p>
        </w:tc>
        <w:tc>
          <w:tcPr>
            <w:tcW w:w="340" w:type="dxa"/>
            <w:gridSpan w:val="2"/>
            <w:tcBorders>
              <w:left w:val="nil"/>
            </w:tcBorders>
            <w:hideMark/>
          </w:tcPr>
          <w:p w14:paraId="3512A4B3" w14:textId="77777777" w:rsidR="00F21DB0" w:rsidRPr="001D3813" w:rsidRDefault="00F21DB0" w:rsidP="00E44FF8">
            <w:pPr>
              <w:pStyle w:val="tabletext11"/>
              <w:rPr>
                <w:ins w:id="942" w:author="Author"/>
              </w:rPr>
            </w:pPr>
            <w:ins w:id="943" w:author="Author">
              <w:r w:rsidRPr="001D3813">
                <w:rPr>
                  <w:b/>
                </w:rPr>
                <w:t>(a)</w:t>
              </w:r>
            </w:ins>
          </w:p>
        </w:tc>
        <w:tc>
          <w:tcPr>
            <w:tcW w:w="4120" w:type="dxa"/>
            <w:gridSpan w:val="7"/>
            <w:tcBorders>
              <w:right w:val="single" w:sz="6" w:space="0" w:color="auto"/>
            </w:tcBorders>
          </w:tcPr>
          <w:p w14:paraId="27453661" w14:textId="77777777" w:rsidR="00F21DB0" w:rsidRPr="001D3813" w:rsidRDefault="00F21DB0" w:rsidP="00E44FF8">
            <w:pPr>
              <w:pStyle w:val="tabletext11"/>
              <w:rPr>
                <w:ins w:id="944" w:author="Author"/>
              </w:rPr>
            </w:pPr>
            <w:ins w:id="945" w:author="Author">
              <w:r w:rsidRPr="001D3813">
                <w:t>Dwellings and outbuildings are insured:</w:t>
              </w:r>
            </w:ins>
          </w:p>
        </w:tc>
      </w:tr>
      <w:tr w:rsidR="00F21DB0" w:rsidRPr="001D3813" w14:paraId="62107075" w14:textId="77777777" w:rsidTr="00E44FF8">
        <w:tblPrEx>
          <w:tblLook w:val="04A0" w:firstRow="1" w:lastRow="0" w:firstColumn="1" w:lastColumn="0" w:noHBand="0" w:noVBand="1"/>
        </w:tblPrEx>
        <w:trPr>
          <w:cantSplit/>
          <w:trHeight w:val="190"/>
          <w:ins w:id="946" w:author="Author"/>
        </w:trPr>
        <w:tc>
          <w:tcPr>
            <w:tcW w:w="200" w:type="dxa"/>
          </w:tcPr>
          <w:p w14:paraId="3938787D" w14:textId="77777777" w:rsidR="00F21DB0" w:rsidRPr="001D3813" w:rsidRDefault="00F21DB0" w:rsidP="00E44FF8">
            <w:pPr>
              <w:pStyle w:val="tabletext11"/>
              <w:rPr>
                <w:ins w:id="947" w:author="Author"/>
              </w:rPr>
            </w:pPr>
          </w:p>
        </w:tc>
        <w:tc>
          <w:tcPr>
            <w:tcW w:w="340" w:type="dxa"/>
            <w:gridSpan w:val="2"/>
            <w:tcBorders>
              <w:top w:val="nil"/>
              <w:left w:val="single" w:sz="6" w:space="0" w:color="auto"/>
              <w:bottom w:val="nil"/>
              <w:right w:val="nil"/>
            </w:tcBorders>
          </w:tcPr>
          <w:p w14:paraId="4673138C" w14:textId="77777777" w:rsidR="00F21DB0" w:rsidRPr="001D3813" w:rsidRDefault="00F21DB0" w:rsidP="00E44FF8">
            <w:pPr>
              <w:pStyle w:val="tabletext11"/>
              <w:rPr>
                <w:ins w:id="948" w:author="Author"/>
                <w:b/>
              </w:rPr>
            </w:pPr>
          </w:p>
        </w:tc>
        <w:tc>
          <w:tcPr>
            <w:tcW w:w="340" w:type="dxa"/>
            <w:gridSpan w:val="2"/>
            <w:tcBorders>
              <w:left w:val="nil"/>
            </w:tcBorders>
            <w:hideMark/>
          </w:tcPr>
          <w:p w14:paraId="47C1CE48" w14:textId="77777777" w:rsidR="00F21DB0" w:rsidRPr="001D3813" w:rsidRDefault="00F21DB0" w:rsidP="00E44FF8">
            <w:pPr>
              <w:pStyle w:val="tabletext11"/>
              <w:rPr>
                <w:ins w:id="949" w:author="Author"/>
                <w:b/>
              </w:rPr>
            </w:pPr>
          </w:p>
        </w:tc>
        <w:tc>
          <w:tcPr>
            <w:tcW w:w="340" w:type="dxa"/>
          </w:tcPr>
          <w:p w14:paraId="711373A0" w14:textId="77777777" w:rsidR="00F21DB0" w:rsidRPr="001D3813" w:rsidRDefault="00F21DB0" w:rsidP="00E44FF8">
            <w:pPr>
              <w:pStyle w:val="tabletext11"/>
              <w:rPr>
                <w:ins w:id="950" w:author="Author"/>
              </w:rPr>
            </w:pPr>
            <w:ins w:id="951" w:author="Author">
              <w:r w:rsidRPr="001D3813">
                <w:rPr>
                  <w:b/>
                </w:rPr>
                <w:t>(i)</w:t>
              </w:r>
            </w:ins>
          </w:p>
        </w:tc>
        <w:tc>
          <w:tcPr>
            <w:tcW w:w="3780" w:type="dxa"/>
            <w:gridSpan w:val="6"/>
            <w:tcBorders>
              <w:right w:val="single" w:sz="6" w:space="0" w:color="auto"/>
            </w:tcBorders>
          </w:tcPr>
          <w:p w14:paraId="1247A84E" w14:textId="77777777" w:rsidR="00F21DB0" w:rsidRPr="001D3813" w:rsidRDefault="00F21DB0" w:rsidP="00E44FF8">
            <w:pPr>
              <w:pStyle w:val="tabletext11"/>
              <w:rPr>
                <w:ins w:id="952" w:author="Author"/>
              </w:rPr>
            </w:pPr>
            <w:ins w:id="953" w:author="Author">
              <w:r w:rsidRPr="001D3813">
                <w:t>Rate dwellings using the premiums for Dwelling Structures.</w:t>
              </w:r>
            </w:ins>
          </w:p>
        </w:tc>
      </w:tr>
      <w:tr w:rsidR="00F21DB0" w:rsidRPr="001D3813" w14:paraId="291FF902" w14:textId="77777777" w:rsidTr="00E44FF8">
        <w:tblPrEx>
          <w:tblLook w:val="04A0" w:firstRow="1" w:lastRow="0" w:firstColumn="1" w:lastColumn="0" w:noHBand="0" w:noVBand="1"/>
        </w:tblPrEx>
        <w:trPr>
          <w:cantSplit/>
          <w:trHeight w:val="190"/>
          <w:ins w:id="954" w:author="Author"/>
        </w:trPr>
        <w:tc>
          <w:tcPr>
            <w:tcW w:w="200" w:type="dxa"/>
          </w:tcPr>
          <w:p w14:paraId="2BB71438" w14:textId="77777777" w:rsidR="00F21DB0" w:rsidRPr="001D3813" w:rsidRDefault="00F21DB0" w:rsidP="00E44FF8">
            <w:pPr>
              <w:pStyle w:val="tabletext11"/>
              <w:rPr>
                <w:ins w:id="955" w:author="Author"/>
              </w:rPr>
            </w:pPr>
          </w:p>
        </w:tc>
        <w:tc>
          <w:tcPr>
            <w:tcW w:w="340" w:type="dxa"/>
            <w:gridSpan w:val="2"/>
            <w:tcBorders>
              <w:top w:val="nil"/>
              <w:left w:val="single" w:sz="6" w:space="0" w:color="auto"/>
              <w:right w:val="nil"/>
            </w:tcBorders>
          </w:tcPr>
          <w:p w14:paraId="298F6869" w14:textId="77777777" w:rsidR="00F21DB0" w:rsidRPr="001D3813" w:rsidRDefault="00F21DB0" w:rsidP="00E44FF8">
            <w:pPr>
              <w:pStyle w:val="tabletext11"/>
              <w:rPr>
                <w:ins w:id="956" w:author="Author"/>
                <w:b/>
              </w:rPr>
            </w:pPr>
          </w:p>
        </w:tc>
        <w:tc>
          <w:tcPr>
            <w:tcW w:w="340" w:type="dxa"/>
            <w:gridSpan w:val="2"/>
            <w:tcBorders>
              <w:left w:val="nil"/>
            </w:tcBorders>
            <w:hideMark/>
          </w:tcPr>
          <w:p w14:paraId="7DA5433B" w14:textId="77777777" w:rsidR="00F21DB0" w:rsidRPr="001D3813" w:rsidRDefault="00F21DB0" w:rsidP="00E44FF8">
            <w:pPr>
              <w:pStyle w:val="tabletext11"/>
              <w:rPr>
                <w:ins w:id="957" w:author="Author"/>
                <w:b/>
              </w:rPr>
            </w:pPr>
          </w:p>
        </w:tc>
        <w:tc>
          <w:tcPr>
            <w:tcW w:w="340" w:type="dxa"/>
          </w:tcPr>
          <w:p w14:paraId="48112C63" w14:textId="77777777" w:rsidR="00F21DB0" w:rsidRPr="001D3813" w:rsidRDefault="00F21DB0" w:rsidP="00E44FF8">
            <w:pPr>
              <w:pStyle w:val="tabletext11"/>
              <w:rPr>
                <w:ins w:id="958" w:author="Author"/>
              </w:rPr>
            </w:pPr>
            <w:ins w:id="959" w:author="Author">
              <w:r w:rsidRPr="001D3813">
                <w:rPr>
                  <w:b/>
                </w:rPr>
                <w:t>(ii)</w:t>
              </w:r>
            </w:ins>
          </w:p>
        </w:tc>
        <w:tc>
          <w:tcPr>
            <w:tcW w:w="3780" w:type="dxa"/>
            <w:gridSpan w:val="6"/>
            <w:tcBorders>
              <w:right w:val="single" w:sz="6" w:space="0" w:color="auto"/>
            </w:tcBorders>
          </w:tcPr>
          <w:p w14:paraId="55E0B8D7" w14:textId="77777777" w:rsidR="00F21DB0" w:rsidRPr="001D3813" w:rsidRDefault="00F21DB0" w:rsidP="00E44FF8">
            <w:pPr>
              <w:pStyle w:val="tabletext11"/>
              <w:rPr>
                <w:ins w:id="960" w:author="Author"/>
              </w:rPr>
            </w:pPr>
            <w:ins w:id="961" w:author="Author">
              <w:r w:rsidRPr="001D3813">
                <w:t>Rate each insured farm outbuilding using a rate of $1.00 for each $5,000 increment of coverage.</w:t>
              </w:r>
            </w:ins>
          </w:p>
        </w:tc>
      </w:tr>
      <w:tr w:rsidR="00F21DB0" w:rsidRPr="001D3813" w14:paraId="2C7BCA3D" w14:textId="77777777" w:rsidTr="00E44FF8">
        <w:tblPrEx>
          <w:tblLook w:val="04A0" w:firstRow="1" w:lastRow="0" w:firstColumn="1" w:lastColumn="0" w:noHBand="0" w:noVBand="1"/>
        </w:tblPrEx>
        <w:trPr>
          <w:cantSplit/>
          <w:trHeight w:val="190"/>
          <w:ins w:id="962" w:author="Author"/>
        </w:trPr>
        <w:tc>
          <w:tcPr>
            <w:tcW w:w="200" w:type="dxa"/>
          </w:tcPr>
          <w:p w14:paraId="4AA08097" w14:textId="77777777" w:rsidR="00F21DB0" w:rsidRPr="001D3813" w:rsidRDefault="00F21DB0" w:rsidP="00E44FF8">
            <w:pPr>
              <w:pStyle w:val="tabletext11"/>
              <w:rPr>
                <w:ins w:id="963" w:author="Author"/>
              </w:rPr>
            </w:pPr>
          </w:p>
        </w:tc>
        <w:tc>
          <w:tcPr>
            <w:tcW w:w="340" w:type="dxa"/>
            <w:gridSpan w:val="2"/>
            <w:tcBorders>
              <w:left w:val="single" w:sz="6" w:space="0" w:color="auto"/>
              <w:bottom w:val="nil"/>
              <w:right w:val="nil"/>
            </w:tcBorders>
          </w:tcPr>
          <w:p w14:paraId="0A7209E9" w14:textId="77777777" w:rsidR="00F21DB0" w:rsidRPr="001D3813" w:rsidRDefault="00F21DB0" w:rsidP="00E44FF8">
            <w:pPr>
              <w:pStyle w:val="tabletext11"/>
              <w:rPr>
                <w:ins w:id="964" w:author="Author"/>
                <w:b/>
              </w:rPr>
            </w:pPr>
          </w:p>
        </w:tc>
        <w:tc>
          <w:tcPr>
            <w:tcW w:w="340" w:type="dxa"/>
            <w:gridSpan w:val="2"/>
            <w:tcBorders>
              <w:left w:val="nil"/>
            </w:tcBorders>
            <w:hideMark/>
          </w:tcPr>
          <w:p w14:paraId="53F2D615" w14:textId="77777777" w:rsidR="00F21DB0" w:rsidRPr="001D3813" w:rsidRDefault="00F21DB0" w:rsidP="00E44FF8">
            <w:pPr>
              <w:pStyle w:val="tabletext11"/>
              <w:rPr>
                <w:ins w:id="965" w:author="Author"/>
              </w:rPr>
            </w:pPr>
            <w:ins w:id="966" w:author="Author">
              <w:r w:rsidRPr="001D3813">
                <w:rPr>
                  <w:b/>
                </w:rPr>
                <w:t>(b)</w:t>
              </w:r>
            </w:ins>
          </w:p>
        </w:tc>
        <w:tc>
          <w:tcPr>
            <w:tcW w:w="4120" w:type="dxa"/>
            <w:gridSpan w:val="7"/>
            <w:tcBorders>
              <w:right w:val="single" w:sz="6" w:space="0" w:color="auto"/>
            </w:tcBorders>
          </w:tcPr>
          <w:p w14:paraId="260BC470" w14:textId="77777777" w:rsidR="00F21DB0" w:rsidRPr="001D3813" w:rsidRDefault="00F21DB0" w:rsidP="00E44FF8">
            <w:pPr>
              <w:pStyle w:val="tabletext11"/>
              <w:rPr>
                <w:ins w:id="967" w:author="Author"/>
              </w:rPr>
            </w:pPr>
            <w:ins w:id="968" w:author="Author">
              <w:r w:rsidRPr="001D3813">
                <w:t>Only outbuildings are insured (no insured dwellings):</w:t>
              </w:r>
            </w:ins>
          </w:p>
        </w:tc>
      </w:tr>
      <w:tr w:rsidR="00F21DB0" w:rsidRPr="001D3813" w14:paraId="511371F8" w14:textId="77777777" w:rsidTr="00E44FF8">
        <w:tblPrEx>
          <w:tblLook w:val="04A0" w:firstRow="1" w:lastRow="0" w:firstColumn="1" w:lastColumn="0" w:noHBand="0" w:noVBand="1"/>
        </w:tblPrEx>
        <w:trPr>
          <w:cantSplit/>
          <w:trHeight w:val="190"/>
          <w:ins w:id="969" w:author="Author"/>
        </w:trPr>
        <w:tc>
          <w:tcPr>
            <w:tcW w:w="200" w:type="dxa"/>
          </w:tcPr>
          <w:p w14:paraId="240A5FED" w14:textId="77777777" w:rsidR="00F21DB0" w:rsidRPr="001D3813" w:rsidRDefault="00F21DB0" w:rsidP="00E44FF8">
            <w:pPr>
              <w:pStyle w:val="tabletext11"/>
              <w:rPr>
                <w:ins w:id="970" w:author="Author"/>
              </w:rPr>
            </w:pPr>
          </w:p>
        </w:tc>
        <w:tc>
          <w:tcPr>
            <w:tcW w:w="340" w:type="dxa"/>
            <w:gridSpan w:val="2"/>
            <w:tcBorders>
              <w:top w:val="nil"/>
              <w:left w:val="single" w:sz="6" w:space="0" w:color="auto"/>
              <w:bottom w:val="nil"/>
              <w:right w:val="nil"/>
            </w:tcBorders>
          </w:tcPr>
          <w:p w14:paraId="3D0ED1CD" w14:textId="77777777" w:rsidR="00F21DB0" w:rsidRPr="001D3813" w:rsidRDefault="00F21DB0" w:rsidP="00E44FF8">
            <w:pPr>
              <w:pStyle w:val="tabletext11"/>
              <w:rPr>
                <w:ins w:id="971" w:author="Author"/>
                <w:b/>
              </w:rPr>
            </w:pPr>
          </w:p>
        </w:tc>
        <w:tc>
          <w:tcPr>
            <w:tcW w:w="340" w:type="dxa"/>
            <w:gridSpan w:val="2"/>
            <w:tcBorders>
              <w:left w:val="nil"/>
            </w:tcBorders>
            <w:hideMark/>
          </w:tcPr>
          <w:p w14:paraId="7C9382FB" w14:textId="77777777" w:rsidR="00F21DB0" w:rsidRPr="001D3813" w:rsidRDefault="00F21DB0" w:rsidP="00E44FF8">
            <w:pPr>
              <w:pStyle w:val="tabletext11"/>
              <w:rPr>
                <w:ins w:id="972" w:author="Author"/>
                <w:b/>
              </w:rPr>
            </w:pPr>
          </w:p>
        </w:tc>
        <w:tc>
          <w:tcPr>
            <w:tcW w:w="340" w:type="dxa"/>
          </w:tcPr>
          <w:p w14:paraId="4214CB66" w14:textId="77777777" w:rsidR="00F21DB0" w:rsidRPr="001D3813" w:rsidRDefault="00F21DB0" w:rsidP="00E44FF8">
            <w:pPr>
              <w:pStyle w:val="tabletext11"/>
              <w:rPr>
                <w:ins w:id="973" w:author="Author"/>
              </w:rPr>
            </w:pPr>
            <w:ins w:id="974" w:author="Author">
              <w:r w:rsidRPr="001D3813">
                <w:rPr>
                  <w:b/>
                </w:rPr>
                <w:t>(i)</w:t>
              </w:r>
            </w:ins>
          </w:p>
        </w:tc>
        <w:tc>
          <w:tcPr>
            <w:tcW w:w="3780" w:type="dxa"/>
            <w:gridSpan w:val="6"/>
            <w:tcBorders>
              <w:right w:val="single" w:sz="6" w:space="0" w:color="auto"/>
            </w:tcBorders>
          </w:tcPr>
          <w:p w14:paraId="32CBD768" w14:textId="77777777" w:rsidR="00F21DB0" w:rsidRPr="001D3813" w:rsidRDefault="00F21DB0" w:rsidP="00E44FF8">
            <w:pPr>
              <w:pStyle w:val="tabletext11"/>
              <w:rPr>
                <w:ins w:id="975" w:author="Author"/>
              </w:rPr>
            </w:pPr>
            <w:ins w:id="976" w:author="Author">
              <w:r w:rsidRPr="001D3813">
                <w:t>Rate the highest valued outbuilding using the premiums for Dwelling Structures.</w:t>
              </w:r>
            </w:ins>
          </w:p>
        </w:tc>
      </w:tr>
      <w:tr w:rsidR="00F21DB0" w:rsidRPr="001D3813" w14:paraId="024CCEF6" w14:textId="77777777" w:rsidTr="00E44FF8">
        <w:tblPrEx>
          <w:tblLook w:val="04A0" w:firstRow="1" w:lastRow="0" w:firstColumn="1" w:lastColumn="0" w:noHBand="0" w:noVBand="1"/>
        </w:tblPrEx>
        <w:trPr>
          <w:cantSplit/>
          <w:trHeight w:val="190"/>
          <w:ins w:id="977" w:author="Author"/>
        </w:trPr>
        <w:tc>
          <w:tcPr>
            <w:tcW w:w="200" w:type="dxa"/>
          </w:tcPr>
          <w:p w14:paraId="720811FB" w14:textId="77777777" w:rsidR="00F21DB0" w:rsidRPr="001D3813" w:rsidRDefault="00F21DB0" w:rsidP="00E44FF8">
            <w:pPr>
              <w:pStyle w:val="tabletext11"/>
              <w:rPr>
                <w:ins w:id="978" w:author="Author"/>
              </w:rPr>
            </w:pPr>
          </w:p>
        </w:tc>
        <w:tc>
          <w:tcPr>
            <w:tcW w:w="340" w:type="dxa"/>
            <w:gridSpan w:val="2"/>
            <w:tcBorders>
              <w:top w:val="nil"/>
              <w:left w:val="single" w:sz="6" w:space="0" w:color="auto"/>
              <w:bottom w:val="single" w:sz="6" w:space="0" w:color="auto"/>
              <w:right w:val="nil"/>
            </w:tcBorders>
          </w:tcPr>
          <w:p w14:paraId="3AA6B0B0" w14:textId="77777777" w:rsidR="00F21DB0" w:rsidRPr="001D3813" w:rsidRDefault="00F21DB0" w:rsidP="00E44FF8">
            <w:pPr>
              <w:pStyle w:val="tabletext11"/>
              <w:rPr>
                <w:ins w:id="979" w:author="Author"/>
                <w:b/>
              </w:rPr>
            </w:pPr>
          </w:p>
        </w:tc>
        <w:tc>
          <w:tcPr>
            <w:tcW w:w="340" w:type="dxa"/>
            <w:gridSpan w:val="2"/>
            <w:tcBorders>
              <w:left w:val="nil"/>
              <w:bottom w:val="single" w:sz="6" w:space="0" w:color="auto"/>
            </w:tcBorders>
            <w:hideMark/>
          </w:tcPr>
          <w:p w14:paraId="27D515FF" w14:textId="77777777" w:rsidR="00F21DB0" w:rsidRPr="001D3813" w:rsidRDefault="00F21DB0" w:rsidP="00E44FF8">
            <w:pPr>
              <w:pStyle w:val="tabletext11"/>
              <w:rPr>
                <w:ins w:id="980" w:author="Author"/>
                <w:b/>
              </w:rPr>
            </w:pPr>
          </w:p>
        </w:tc>
        <w:tc>
          <w:tcPr>
            <w:tcW w:w="340" w:type="dxa"/>
            <w:tcBorders>
              <w:bottom w:val="single" w:sz="6" w:space="0" w:color="auto"/>
            </w:tcBorders>
          </w:tcPr>
          <w:p w14:paraId="34B9AB1C" w14:textId="77777777" w:rsidR="00F21DB0" w:rsidRPr="001D3813" w:rsidRDefault="00F21DB0" w:rsidP="00E44FF8">
            <w:pPr>
              <w:pStyle w:val="tabletext11"/>
              <w:rPr>
                <w:ins w:id="981" w:author="Author"/>
              </w:rPr>
            </w:pPr>
            <w:ins w:id="982" w:author="Author">
              <w:r w:rsidRPr="001D3813">
                <w:rPr>
                  <w:b/>
                </w:rPr>
                <w:t>(ii)</w:t>
              </w:r>
            </w:ins>
          </w:p>
        </w:tc>
        <w:tc>
          <w:tcPr>
            <w:tcW w:w="3780" w:type="dxa"/>
            <w:gridSpan w:val="6"/>
            <w:tcBorders>
              <w:bottom w:val="single" w:sz="6" w:space="0" w:color="auto"/>
              <w:right w:val="single" w:sz="6" w:space="0" w:color="auto"/>
            </w:tcBorders>
          </w:tcPr>
          <w:p w14:paraId="51E611FC" w14:textId="77777777" w:rsidR="00F21DB0" w:rsidRPr="001D3813" w:rsidRDefault="00F21DB0" w:rsidP="00E44FF8">
            <w:pPr>
              <w:pStyle w:val="tabletext11"/>
              <w:rPr>
                <w:ins w:id="983" w:author="Author"/>
              </w:rPr>
            </w:pPr>
            <w:ins w:id="984" w:author="Author">
              <w:r w:rsidRPr="001D3813">
                <w:t>Rate each remaining outbuilding using a rate of $1.00 for each $5,000 increment of coverage.</w:t>
              </w:r>
            </w:ins>
          </w:p>
        </w:tc>
      </w:tr>
      <w:tr w:rsidR="00F21DB0" w:rsidRPr="001D3813" w14:paraId="44192854" w14:textId="77777777" w:rsidTr="00E44FF8">
        <w:tblPrEx>
          <w:tblLook w:val="04A0" w:firstRow="1" w:lastRow="0" w:firstColumn="1" w:lastColumn="0" w:noHBand="0" w:noVBand="1"/>
        </w:tblPrEx>
        <w:trPr>
          <w:cantSplit/>
          <w:trHeight w:val="190"/>
          <w:ins w:id="985" w:author="Author"/>
        </w:trPr>
        <w:tc>
          <w:tcPr>
            <w:tcW w:w="200" w:type="dxa"/>
          </w:tcPr>
          <w:p w14:paraId="57AC61BF" w14:textId="77777777" w:rsidR="00F21DB0" w:rsidRPr="001D3813" w:rsidRDefault="00F21DB0" w:rsidP="00E44FF8">
            <w:pPr>
              <w:pStyle w:val="tabletext11"/>
              <w:rPr>
                <w:ins w:id="986" w:author="Author"/>
              </w:rPr>
            </w:pPr>
          </w:p>
        </w:tc>
        <w:tc>
          <w:tcPr>
            <w:tcW w:w="340" w:type="dxa"/>
            <w:gridSpan w:val="2"/>
            <w:tcBorders>
              <w:top w:val="single" w:sz="6" w:space="0" w:color="auto"/>
              <w:left w:val="single" w:sz="6" w:space="0" w:color="auto"/>
              <w:bottom w:val="single" w:sz="6" w:space="0" w:color="auto"/>
              <w:right w:val="nil"/>
            </w:tcBorders>
          </w:tcPr>
          <w:p w14:paraId="0B2EC6F1" w14:textId="77777777" w:rsidR="00F21DB0" w:rsidRPr="001D3813" w:rsidRDefault="00F21DB0" w:rsidP="00E44FF8">
            <w:pPr>
              <w:pStyle w:val="tabletext11"/>
              <w:rPr>
                <w:ins w:id="987" w:author="Author"/>
              </w:rPr>
            </w:pPr>
            <w:ins w:id="988" w:author="Author">
              <w:r w:rsidRPr="001D3813">
                <w:rPr>
                  <w:b/>
                </w:rPr>
                <w:t>(3)</w:t>
              </w:r>
            </w:ins>
          </w:p>
        </w:tc>
        <w:tc>
          <w:tcPr>
            <w:tcW w:w="4460" w:type="dxa"/>
            <w:gridSpan w:val="9"/>
            <w:tcBorders>
              <w:top w:val="single" w:sz="6" w:space="0" w:color="auto"/>
              <w:left w:val="nil"/>
              <w:bottom w:val="single" w:sz="6" w:space="0" w:color="auto"/>
              <w:right w:val="single" w:sz="6" w:space="0" w:color="auto"/>
            </w:tcBorders>
            <w:hideMark/>
          </w:tcPr>
          <w:p w14:paraId="1C92BAE8" w14:textId="77777777" w:rsidR="00F21DB0" w:rsidRPr="001D3813" w:rsidRDefault="00F21DB0" w:rsidP="00E44FF8">
            <w:pPr>
              <w:pStyle w:val="tabletext11"/>
              <w:rPr>
                <w:ins w:id="989" w:author="Author"/>
              </w:rPr>
            </w:pPr>
            <w:ins w:id="990" w:author="Author">
              <w:r w:rsidRPr="001D3813">
                <w:t>Additional living expense premium is included in the premium for the Dwelling Structure.</w:t>
              </w:r>
            </w:ins>
          </w:p>
        </w:tc>
      </w:tr>
      <w:tr w:rsidR="00F21DB0" w:rsidRPr="001D3813" w14:paraId="254992A2" w14:textId="77777777" w:rsidTr="00E44FF8">
        <w:tblPrEx>
          <w:tblLook w:val="04A0" w:firstRow="1" w:lastRow="0" w:firstColumn="1" w:lastColumn="0" w:noHBand="0" w:noVBand="1"/>
        </w:tblPrEx>
        <w:trPr>
          <w:cantSplit/>
          <w:trHeight w:val="190"/>
          <w:ins w:id="991" w:author="Author"/>
        </w:trPr>
        <w:tc>
          <w:tcPr>
            <w:tcW w:w="200" w:type="dxa"/>
          </w:tcPr>
          <w:p w14:paraId="142CF463" w14:textId="77777777" w:rsidR="00F21DB0" w:rsidRPr="001D3813" w:rsidRDefault="00F21DB0" w:rsidP="00E44FF8">
            <w:pPr>
              <w:pStyle w:val="tabletext11"/>
              <w:rPr>
                <w:ins w:id="992" w:author="Author"/>
              </w:rPr>
            </w:pPr>
          </w:p>
        </w:tc>
        <w:tc>
          <w:tcPr>
            <w:tcW w:w="340" w:type="dxa"/>
            <w:gridSpan w:val="2"/>
            <w:tcBorders>
              <w:top w:val="single" w:sz="6" w:space="0" w:color="auto"/>
              <w:left w:val="single" w:sz="6" w:space="0" w:color="auto"/>
              <w:right w:val="nil"/>
            </w:tcBorders>
          </w:tcPr>
          <w:p w14:paraId="1BA83396" w14:textId="77777777" w:rsidR="00F21DB0" w:rsidRPr="001D3813" w:rsidRDefault="00F21DB0" w:rsidP="00E44FF8">
            <w:pPr>
              <w:pStyle w:val="tabletext11"/>
              <w:rPr>
                <w:ins w:id="993" w:author="Author"/>
              </w:rPr>
            </w:pPr>
            <w:ins w:id="994" w:author="Author">
              <w:r w:rsidRPr="001D3813">
                <w:rPr>
                  <w:b/>
                </w:rPr>
                <w:t>(4)</w:t>
              </w:r>
            </w:ins>
          </w:p>
        </w:tc>
        <w:tc>
          <w:tcPr>
            <w:tcW w:w="4460" w:type="dxa"/>
            <w:gridSpan w:val="9"/>
            <w:tcBorders>
              <w:top w:val="single" w:sz="6" w:space="0" w:color="auto"/>
              <w:left w:val="nil"/>
              <w:right w:val="single" w:sz="6" w:space="0" w:color="auto"/>
            </w:tcBorders>
            <w:hideMark/>
          </w:tcPr>
          <w:p w14:paraId="1ECFCF1F" w14:textId="77777777" w:rsidR="00F21DB0" w:rsidRPr="001D3813" w:rsidRDefault="00F21DB0" w:rsidP="00E44FF8">
            <w:pPr>
              <w:pStyle w:val="tabletext11"/>
              <w:rPr>
                <w:ins w:id="995" w:author="Author"/>
              </w:rPr>
            </w:pPr>
            <w:ins w:id="996" w:author="Author">
              <w:r w:rsidRPr="001D3813">
                <w:t>A total limit of:</w:t>
              </w:r>
            </w:ins>
          </w:p>
        </w:tc>
      </w:tr>
      <w:tr w:rsidR="00F21DB0" w:rsidRPr="001D3813" w14:paraId="61472A5E" w14:textId="77777777" w:rsidTr="00E44FF8">
        <w:tblPrEx>
          <w:tblLook w:val="04A0" w:firstRow="1" w:lastRow="0" w:firstColumn="1" w:lastColumn="0" w:noHBand="0" w:noVBand="1"/>
        </w:tblPrEx>
        <w:trPr>
          <w:cantSplit/>
          <w:trHeight w:val="190"/>
          <w:ins w:id="997" w:author="Author"/>
        </w:trPr>
        <w:tc>
          <w:tcPr>
            <w:tcW w:w="200" w:type="dxa"/>
          </w:tcPr>
          <w:p w14:paraId="128B1770" w14:textId="77777777" w:rsidR="00F21DB0" w:rsidRPr="001D3813" w:rsidRDefault="00F21DB0" w:rsidP="00E44FF8">
            <w:pPr>
              <w:pStyle w:val="tabletext11"/>
              <w:rPr>
                <w:ins w:id="998" w:author="Author"/>
              </w:rPr>
            </w:pPr>
          </w:p>
        </w:tc>
        <w:tc>
          <w:tcPr>
            <w:tcW w:w="340" w:type="dxa"/>
            <w:gridSpan w:val="2"/>
            <w:tcBorders>
              <w:left w:val="single" w:sz="6" w:space="0" w:color="auto"/>
              <w:bottom w:val="nil"/>
              <w:right w:val="nil"/>
            </w:tcBorders>
          </w:tcPr>
          <w:p w14:paraId="7D0EDB35" w14:textId="77777777" w:rsidR="00F21DB0" w:rsidRPr="001D3813" w:rsidRDefault="00F21DB0" w:rsidP="00E44FF8">
            <w:pPr>
              <w:pStyle w:val="tabletext11"/>
              <w:rPr>
                <w:ins w:id="999" w:author="Author"/>
                <w:b/>
              </w:rPr>
            </w:pPr>
          </w:p>
        </w:tc>
        <w:tc>
          <w:tcPr>
            <w:tcW w:w="340" w:type="dxa"/>
            <w:gridSpan w:val="2"/>
            <w:tcBorders>
              <w:left w:val="nil"/>
            </w:tcBorders>
            <w:hideMark/>
          </w:tcPr>
          <w:p w14:paraId="3DFC70F2" w14:textId="77777777" w:rsidR="00F21DB0" w:rsidRPr="001D3813" w:rsidRDefault="00F21DB0" w:rsidP="00E44FF8">
            <w:pPr>
              <w:pStyle w:val="tabletext11"/>
              <w:rPr>
                <w:ins w:id="1000" w:author="Author"/>
              </w:rPr>
            </w:pPr>
            <w:ins w:id="1001" w:author="Author">
              <w:r w:rsidRPr="001D3813">
                <w:rPr>
                  <w:b/>
                </w:rPr>
                <w:t>(a)</w:t>
              </w:r>
            </w:ins>
          </w:p>
        </w:tc>
        <w:tc>
          <w:tcPr>
            <w:tcW w:w="4120" w:type="dxa"/>
            <w:gridSpan w:val="7"/>
            <w:tcBorders>
              <w:right w:val="single" w:sz="6" w:space="0" w:color="auto"/>
            </w:tcBorders>
          </w:tcPr>
          <w:p w14:paraId="1885D4F3" w14:textId="77777777" w:rsidR="00F21DB0" w:rsidRPr="001D3813" w:rsidRDefault="00F21DB0" w:rsidP="00E44FF8">
            <w:pPr>
              <w:pStyle w:val="tabletext11"/>
              <w:rPr>
                <w:ins w:id="1002" w:author="Author"/>
              </w:rPr>
            </w:pPr>
            <w:ins w:id="1003" w:author="Author">
              <w:r w:rsidRPr="001D3813">
                <w:t>$500,000 per Non-dwelling Structure; or</w:t>
              </w:r>
            </w:ins>
          </w:p>
        </w:tc>
      </w:tr>
      <w:tr w:rsidR="00F21DB0" w:rsidRPr="001D3813" w14:paraId="24907738" w14:textId="77777777" w:rsidTr="00E44FF8">
        <w:tblPrEx>
          <w:tblLook w:val="04A0" w:firstRow="1" w:lastRow="0" w:firstColumn="1" w:lastColumn="0" w:noHBand="0" w:noVBand="1"/>
        </w:tblPrEx>
        <w:trPr>
          <w:cantSplit/>
          <w:trHeight w:val="190"/>
          <w:ins w:id="1004" w:author="Author"/>
        </w:trPr>
        <w:tc>
          <w:tcPr>
            <w:tcW w:w="200" w:type="dxa"/>
          </w:tcPr>
          <w:p w14:paraId="02314BEB" w14:textId="77777777" w:rsidR="00F21DB0" w:rsidRPr="001D3813" w:rsidRDefault="00F21DB0" w:rsidP="00E44FF8">
            <w:pPr>
              <w:pStyle w:val="tabletext11"/>
              <w:rPr>
                <w:ins w:id="1005" w:author="Author"/>
              </w:rPr>
            </w:pPr>
          </w:p>
        </w:tc>
        <w:tc>
          <w:tcPr>
            <w:tcW w:w="340" w:type="dxa"/>
            <w:gridSpan w:val="2"/>
            <w:tcBorders>
              <w:top w:val="nil"/>
              <w:left w:val="single" w:sz="6" w:space="0" w:color="auto"/>
              <w:right w:val="nil"/>
            </w:tcBorders>
          </w:tcPr>
          <w:p w14:paraId="383A1BD6" w14:textId="77777777" w:rsidR="00F21DB0" w:rsidRPr="001D3813" w:rsidRDefault="00F21DB0" w:rsidP="00E44FF8">
            <w:pPr>
              <w:pStyle w:val="tabletext11"/>
              <w:rPr>
                <w:ins w:id="1006" w:author="Author"/>
                <w:b/>
              </w:rPr>
            </w:pPr>
          </w:p>
        </w:tc>
        <w:tc>
          <w:tcPr>
            <w:tcW w:w="340" w:type="dxa"/>
            <w:gridSpan w:val="2"/>
            <w:tcBorders>
              <w:left w:val="nil"/>
            </w:tcBorders>
            <w:hideMark/>
          </w:tcPr>
          <w:p w14:paraId="284AB3B1" w14:textId="77777777" w:rsidR="00F21DB0" w:rsidRPr="001D3813" w:rsidRDefault="00F21DB0" w:rsidP="00E44FF8">
            <w:pPr>
              <w:pStyle w:val="tabletext11"/>
              <w:rPr>
                <w:ins w:id="1007" w:author="Author"/>
              </w:rPr>
            </w:pPr>
            <w:ins w:id="1008" w:author="Author">
              <w:r w:rsidRPr="001D3813">
                <w:rPr>
                  <w:b/>
                </w:rPr>
                <w:t>(b)</w:t>
              </w:r>
            </w:ins>
          </w:p>
        </w:tc>
        <w:tc>
          <w:tcPr>
            <w:tcW w:w="4120" w:type="dxa"/>
            <w:gridSpan w:val="7"/>
            <w:tcBorders>
              <w:right w:val="single" w:sz="6" w:space="0" w:color="auto"/>
            </w:tcBorders>
          </w:tcPr>
          <w:p w14:paraId="54DC5AB3" w14:textId="77777777" w:rsidR="00F21DB0" w:rsidRPr="001D3813" w:rsidRDefault="00F21DB0" w:rsidP="00E44FF8">
            <w:pPr>
              <w:pStyle w:val="tabletext11"/>
              <w:rPr>
                <w:ins w:id="1009" w:author="Author"/>
              </w:rPr>
            </w:pPr>
            <w:ins w:id="1010" w:author="Author">
              <w:r w:rsidRPr="001D3813">
                <w:t>$550,000 per Dwelling Structure, which includes a maximum limit of $500,000 for the Dwelling Structure and a maximum limit of $50,000 for additional living expenses;</w:t>
              </w:r>
            </w:ins>
          </w:p>
        </w:tc>
      </w:tr>
      <w:tr w:rsidR="00F21DB0" w:rsidRPr="001D3813" w14:paraId="154E7EDE" w14:textId="77777777" w:rsidTr="00E44FF8">
        <w:tblPrEx>
          <w:tblLook w:val="04A0" w:firstRow="1" w:lastRow="0" w:firstColumn="1" w:lastColumn="0" w:noHBand="0" w:noVBand="1"/>
        </w:tblPrEx>
        <w:trPr>
          <w:cantSplit/>
          <w:trHeight w:val="190"/>
          <w:ins w:id="1011" w:author="Author"/>
        </w:trPr>
        <w:tc>
          <w:tcPr>
            <w:tcW w:w="200" w:type="dxa"/>
          </w:tcPr>
          <w:p w14:paraId="553A724A" w14:textId="77777777" w:rsidR="00F21DB0" w:rsidRPr="001D3813" w:rsidRDefault="00F21DB0" w:rsidP="00E44FF8">
            <w:pPr>
              <w:pStyle w:val="tabletext11"/>
              <w:rPr>
                <w:ins w:id="1012" w:author="Author"/>
              </w:rPr>
            </w:pPr>
          </w:p>
        </w:tc>
        <w:tc>
          <w:tcPr>
            <w:tcW w:w="340" w:type="dxa"/>
            <w:gridSpan w:val="2"/>
            <w:tcBorders>
              <w:left w:val="single" w:sz="6" w:space="0" w:color="auto"/>
              <w:bottom w:val="single" w:sz="6" w:space="0" w:color="auto"/>
              <w:right w:val="nil"/>
            </w:tcBorders>
          </w:tcPr>
          <w:p w14:paraId="3E3F5DA5" w14:textId="77777777" w:rsidR="00F21DB0" w:rsidRPr="001D3813" w:rsidRDefault="00F21DB0" w:rsidP="00E44FF8">
            <w:pPr>
              <w:pStyle w:val="tabletext11"/>
              <w:rPr>
                <w:ins w:id="1013" w:author="Author"/>
              </w:rPr>
            </w:pPr>
          </w:p>
        </w:tc>
        <w:tc>
          <w:tcPr>
            <w:tcW w:w="4460" w:type="dxa"/>
            <w:gridSpan w:val="9"/>
            <w:tcBorders>
              <w:left w:val="nil"/>
              <w:bottom w:val="single" w:sz="6" w:space="0" w:color="auto"/>
              <w:right w:val="single" w:sz="6" w:space="0" w:color="auto"/>
            </w:tcBorders>
            <w:hideMark/>
          </w:tcPr>
          <w:p w14:paraId="1FF857D6" w14:textId="77777777" w:rsidR="00F21DB0" w:rsidRPr="001D3813" w:rsidRDefault="00F21DB0" w:rsidP="00E44FF8">
            <w:pPr>
              <w:pStyle w:val="tabletext11"/>
              <w:rPr>
                <w:ins w:id="1014" w:author="Author"/>
              </w:rPr>
            </w:pPr>
            <w:ins w:id="1015" w:author="Author">
              <w:r w:rsidRPr="001D3813">
                <w:t>is the maximum amount of insurance reinsured by the Kentucky Coal Mine Subsidence Fund.</w:t>
              </w:r>
            </w:ins>
          </w:p>
        </w:tc>
      </w:tr>
    </w:tbl>
    <w:p w14:paraId="4A1CF1F7" w14:textId="29A6CEC5" w:rsidR="00F21DB0" w:rsidRDefault="00F21DB0" w:rsidP="00F21DB0">
      <w:pPr>
        <w:pStyle w:val="tablecaption"/>
      </w:pPr>
      <w:ins w:id="1016" w:author="Author">
        <w:r w:rsidRPr="001D3813">
          <w:t>Table A3.E. Premiums</w:t>
        </w:r>
      </w:ins>
      <w:bookmarkEnd w:id="1"/>
    </w:p>
    <w:p w14:paraId="7024B135" w14:textId="77777777" w:rsidR="00F21DB0" w:rsidRDefault="00F21DB0" w:rsidP="00F21DB0">
      <w:pPr>
        <w:pStyle w:val="isonormal"/>
        <w:jc w:val="left"/>
      </w:pPr>
    </w:p>
    <w:p w14:paraId="3FD3A210" w14:textId="77777777" w:rsidR="00F21DB0" w:rsidRDefault="00F21DB0" w:rsidP="00F21DB0">
      <w:pPr>
        <w:pStyle w:val="isonormal"/>
        <w:jc w:val="left"/>
      </w:pPr>
    </w:p>
    <w:p w14:paraId="6AEDE2EF" w14:textId="42096E72" w:rsidR="00F21DB0" w:rsidRDefault="00042613" w:rsidP="00F21DB0">
      <w:pPr>
        <w:pStyle w:val="isonormal"/>
        <w:jc w:val="center"/>
        <w:rPr>
          <w:b/>
          <w:sz w:val="24"/>
        </w:rPr>
      </w:pPr>
      <w:r>
        <w:rPr>
          <w:b/>
          <w:sz w:val="24"/>
        </w:rPr>
        <w:br w:type="page"/>
      </w:r>
      <w:r w:rsidR="00F21DB0">
        <w:rPr>
          <w:b/>
          <w:sz w:val="24"/>
        </w:rPr>
        <w:lastRenderedPageBreak/>
        <w:t>DIVISION FIVE – FIRE AND ALLIED LINES</w:t>
      </w:r>
    </w:p>
    <w:p w14:paraId="1124B255" w14:textId="77777777" w:rsidR="00F21DB0" w:rsidRDefault="00F21DB0" w:rsidP="00F21DB0">
      <w:pPr>
        <w:pStyle w:val="isonormal"/>
        <w:jc w:val="left"/>
      </w:pPr>
    </w:p>
    <w:p w14:paraId="39FCFB3D" w14:textId="77777777" w:rsidR="00F21DB0" w:rsidRPr="00EF68C1" w:rsidRDefault="00F21DB0" w:rsidP="00F21DB0">
      <w:pPr>
        <w:pStyle w:val="boxrule"/>
      </w:pPr>
      <w:bookmarkStart w:id="1017" w:name="_Hlk163647779"/>
      <w:r w:rsidRPr="00EF68C1">
        <w:t>A5.  MINE SUBSIDENCE INSURANCE</w:t>
      </w:r>
    </w:p>
    <w:p w14:paraId="393F2056" w14:textId="77777777" w:rsidR="00F21DB0" w:rsidRPr="00EF68C1" w:rsidRDefault="00F21DB0" w:rsidP="00F21DB0">
      <w:pPr>
        <w:pStyle w:val="outlinehd2"/>
      </w:pPr>
      <w:r w:rsidRPr="00EF68C1">
        <w:tab/>
        <w:t>A.</w:t>
      </w:r>
      <w:r w:rsidRPr="00EF68C1">
        <w:tab/>
        <w:t>Explanation</w:t>
      </w:r>
    </w:p>
    <w:p w14:paraId="45C86087" w14:textId="77777777" w:rsidR="00F21DB0" w:rsidRPr="00EF68C1" w:rsidRDefault="00F21DB0" w:rsidP="00F21DB0">
      <w:pPr>
        <w:pStyle w:val="blocktext3"/>
      </w:pPr>
      <w:r w:rsidRPr="00EF68C1">
        <w:t>The Kentucky Mine Subsidence Act requires Mine Subsidence Insurance to be available for certain structures in Kentucky. "Structure" is defined as a dwelling, building or fixture permanently affixed to realty.</w:t>
      </w:r>
    </w:p>
    <w:p w14:paraId="332BFA5A" w14:textId="77777777" w:rsidR="00F21DB0" w:rsidRPr="00EF68C1" w:rsidRDefault="00F21DB0" w:rsidP="00F21DB0">
      <w:pPr>
        <w:pStyle w:val="outlinehd2"/>
      </w:pPr>
      <w:r w:rsidRPr="00EF68C1">
        <w:tab/>
        <w:t>B.</w:t>
      </w:r>
      <w:r w:rsidRPr="00EF68C1">
        <w:tab/>
        <w:t>Description Of Coverage</w:t>
      </w:r>
    </w:p>
    <w:p w14:paraId="39302A55" w14:textId="77777777" w:rsidR="00F21DB0" w:rsidRPr="00EF68C1" w:rsidRDefault="00F21DB0" w:rsidP="00F21DB0">
      <w:pPr>
        <w:pStyle w:val="blocktext3"/>
      </w:pPr>
      <w:r w:rsidRPr="00EF68C1">
        <w:t>Property damage policies may be extended to provide coverage on structures for loss caused by mine subsidence. The form provides for a maximum limit of insurance of $500,000 per structure. A 2% deductible (minimum of $250; maximum of $500) applies to each loss. Refer to company if higher limits are desired.</w:t>
      </w:r>
    </w:p>
    <w:p w14:paraId="07D4DE57" w14:textId="77777777" w:rsidR="00F21DB0" w:rsidRPr="00EF68C1" w:rsidRDefault="00F21DB0" w:rsidP="00F21DB0">
      <w:pPr>
        <w:pStyle w:val="outlinehd2"/>
      </w:pPr>
      <w:r w:rsidRPr="00EF68C1">
        <w:tab/>
        <w:t>C.</w:t>
      </w:r>
      <w:r w:rsidRPr="00EF68C1">
        <w:tab/>
        <w:t>Forms</w:t>
      </w:r>
    </w:p>
    <w:p w14:paraId="0C6272D2" w14:textId="77777777" w:rsidR="00F21DB0" w:rsidRPr="00EF68C1" w:rsidRDefault="00F21DB0" w:rsidP="00F21DB0">
      <w:pPr>
        <w:pStyle w:val="blocktext3"/>
        <w:rPr>
          <w:bCs/>
        </w:rPr>
      </w:pPr>
      <w:r w:rsidRPr="00EF68C1">
        <w:t>Use:</w:t>
      </w:r>
    </w:p>
    <w:p w14:paraId="37DB9325" w14:textId="77777777" w:rsidR="00F21DB0" w:rsidRPr="00EF68C1" w:rsidRDefault="00F21DB0" w:rsidP="00F21DB0">
      <w:pPr>
        <w:pStyle w:val="outlinetxt3"/>
      </w:pPr>
      <w:r w:rsidRPr="00EF68C1">
        <w:rPr>
          <w:b/>
        </w:rPr>
        <w:tab/>
        <w:t>1.</w:t>
      </w:r>
      <w:r w:rsidRPr="00EF68C1">
        <w:rPr>
          <w:b/>
        </w:rPr>
        <w:tab/>
      </w:r>
      <w:ins w:id="1018" w:author="Author">
        <w:r w:rsidRPr="00EF68C1">
          <w:t xml:space="preserve">Kentucky Changes – </w:t>
        </w:r>
      </w:ins>
      <w:r w:rsidRPr="00EF68C1">
        <w:t>Mine</w:t>
      </w:r>
      <w:r w:rsidRPr="00EF68C1">
        <w:rPr>
          <w:bCs/>
        </w:rPr>
        <w:t xml:space="preserve"> </w:t>
      </w:r>
      <w:r w:rsidRPr="00EF68C1">
        <w:t xml:space="preserve">Subsidence </w:t>
      </w:r>
      <w:del w:id="1019" w:author="Author">
        <w:r w:rsidRPr="00EF68C1" w:rsidDel="00667549">
          <w:delText xml:space="preserve">Coverage </w:delText>
        </w:r>
      </w:del>
      <w:r w:rsidRPr="00EF68C1">
        <w:t xml:space="preserve">Endorsement </w:t>
      </w:r>
      <w:r w:rsidRPr="00EF68C1">
        <w:rPr>
          <w:rStyle w:val="formlink"/>
        </w:rPr>
        <w:t>IL 09 25</w:t>
      </w:r>
      <w:r w:rsidRPr="00EF68C1">
        <w:rPr>
          <w:b/>
        </w:rPr>
        <w:t>.</w:t>
      </w:r>
    </w:p>
    <w:p w14:paraId="7DA8B666" w14:textId="77777777" w:rsidR="00F21DB0" w:rsidRPr="00EF68C1" w:rsidRDefault="00F21DB0" w:rsidP="00F21DB0">
      <w:pPr>
        <w:pStyle w:val="outlinetxt3"/>
      </w:pPr>
      <w:r w:rsidRPr="00EF68C1">
        <w:rPr>
          <w:b/>
        </w:rPr>
        <w:tab/>
        <w:t>2.</w:t>
      </w:r>
      <w:r w:rsidRPr="00EF68C1">
        <w:rPr>
          <w:b/>
        </w:rPr>
        <w:tab/>
      </w:r>
      <w:r w:rsidRPr="00EF68C1">
        <w:t xml:space="preserve">Mine Subsidence Schedule Endorsement </w:t>
      </w:r>
      <w:r w:rsidRPr="00EF68C1">
        <w:rPr>
          <w:rStyle w:val="formlink"/>
        </w:rPr>
        <w:t>IL 09 03</w:t>
      </w:r>
      <w:r w:rsidRPr="00EF68C1">
        <w:t xml:space="preserve"> when coverage does not apply to all locations described in the policy.</w:t>
      </w:r>
    </w:p>
    <w:p w14:paraId="4C6A5D97" w14:textId="77777777" w:rsidR="00F21DB0" w:rsidRPr="00EF68C1" w:rsidRDefault="00F21DB0" w:rsidP="00F21DB0">
      <w:pPr>
        <w:pStyle w:val="outlinehd2"/>
      </w:pPr>
      <w:r w:rsidRPr="00EF68C1">
        <w:tab/>
        <w:t>D.</w:t>
      </w:r>
      <w:r w:rsidRPr="00EF68C1">
        <w:tab/>
        <w:t>Rules</w:t>
      </w:r>
    </w:p>
    <w:p w14:paraId="2795517C" w14:textId="77777777" w:rsidR="00F21DB0" w:rsidRPr="00EF68C1" w:rsidRDefault="00F21DB0" w:rsidP="00F21DB0">
      <w:pPr>
        <w:pStyle w:val="outlinehd3"/>
      </w:pPr>
      <w:r w:rsidRPr="00EF68C1">
        <w:tab/>
        <w:t>1.</w:t>
      </w:r>
      <w:r w:rsidRPr="00EF68C1">
        <w:tab/>
        <w:t>Eligibility</w:t>
      </w:r>
    </w:p>
    <w:p w14:paraId="2663BD8B" w14:textId="77777777" w:rsidR="00F21DB0" w:rsidRPr="00EF68C1" w:rsidRDefault="00F21DB0" w:rsidP="00F21DB0">
      <w:pPr>
        <w:pStyle w:val="blocktext4"/>
      </w:pPr>
      <w:r w:rsidRPr="00EF68C1">
        <w:t>Coverage must be provided for new or renewal policies insuring direct loss to "structures" located in certain specific counties in Kentucky.</w:t>
      </w:r>
    </w:p>
    <w:p w14:paraId="5B6B3983" w14:textId="77777777" w:rsidR="00F21DB0" w:rsidRPr="00EF68C1" w:rsidRDefault="00F21DB0" w:rsidP="00F21DB0">
      <w:pPr>
        <w:pStyle w:val="outlinehd3"/>
      </w:pPr>
      <w:r w:rsidRPr="00EF68C1">
        <w:tab/>
        <w:t>2.</w:t>
      </w:r>
      <w:r w:rsidRPr="00EF68C1">
        <w:tab/>
        <w:t>Ineligibility</w:t>
      </w:r>
    </w:p>
    <w:p w14:paraId="3B8A4363" w14:textId="77777777" w:rsidR="00F21DB0" w:rsidRPr="00EF68C1" w:rsidRDefault="00F21DB0" w:rsidP="00F21DB0">
      <w:pPr>
        <w:pStyle w:val="blocktext4"/>
      </w:pPr>
      <w:r w:rsidRPr="00EF68C1">
        <w:t>The following coverages are not applicable:</w:t>
      </w:r>
    </w:p>
    <w:p w14:paraId="4247FCEA" w14:textId="77777777" w:rsidR="00F21DB0" w:rsidRPr="00EF68C1" w:rsidRDefault="00F21DB0" w:rsidP="00F21DB0">
      <w:pPr>
        <w:pStyle w:val="outlinetxt4"/>
      </w:pPr>
      <w:r w:rsidRPr="00EF68C1">
        <w:rPr>
          <w:b/>
        </w:rPr>
        <w:tab/>
        <w:t>a.</w:t>
      </w:r>
      <w:r w:rsidRPr="00EF68C1">
        <w:rPr>
          <w:b/>
        </w:rPr>
        <w:tab/>
      </w:r>
      <w:r w:rsidRPr="00EF68C1">
        <w:t>Personal Property Coverage, except to the extent that improvements and betterments would be considered structures;</w:t>
      </w:r>
    </w:p>
    <w:p w14:paraId="5EBE6F94" w14:textId="77777777" w:rsidR="00F21DB0" w:rsidRPr="00EF68C1" w:rsidRDefault="00F21DB0" w:rsidP="00F21DB0">
      <w:pPr>
        <w:pStyle w:val="outlinetxt4"/>
      </w:pPr>
      <w:r w:rsidRPr="00EF68C1">
        <w:rPr>
          <w:b/>
        </w:rPr>
        <w:tab/>
        <w:t>b.</w:t>
      </w:r>
      <w:r w:rsidRPr="00EF68C1">
        <w:rPr>
          <w:b/>
        </w:rPr>
        <w:tab/>
      </w:r>
      <w:r w:rsidRPr="00EF68C1">
        <w:t>Coverage for indirect or consequential loss;</w:t>
      </w:r>
    </w:p>
    <w:p w14:paraId="4ACB610C" w14:textId="77777777" w:rsidR="00F21DB0" w:rsidRPr="00EF68C1" w:rsidRDefault="00F21DB0" w:rsidP="00F21DB0">
      <w:pPr>
        <w:pStyle w:val="outlinetxt4"/>
      </w:pPr>
      <w:r w:rsidRPr="00EF68C1">
        <w:rPr>
          <w:b/>
        </w:rPr>
        <w:tab/>
        <w:t>c.</w:t>
      </w:r>
      <w:r w:rsidRPr="00EF68C1">
        <w:rPr>
          <w:b/>
        </w:rPr>
        <w:tab/>
      </w:r>
      <w:r w:rsidRPr="00EF68C1">
        <w:t>Dwellings, buildings or fixtures designed to be mobile or portable from location to location whether or not then located on a temporary foundation.</w:t>
      </w:r>
    </w:p>
    <w:p w14:paraId="7756F2DB" w14:textId="77777777" w:rsidR="00F21DB0" w:rsidRPr="00EF68C1" w:rsidRDefault="00F21DB0" w:rsidP="00F21DB0">
      <w:pPr>
        <w:pStyle w:val="outlinehd3"/>
      </w:pPr>
      <w:r w:rsidRPr="00EF68C1">
        <w:tab/>
        <w:t>3.</w:t>
      </w:r>
      <w:r w:rsidRPr="00EF68C1">
        <w:tab/>
        <w:t>Coverage</w:t>
      </w:r>
    </w:p>
    <w:p w14:paraId="5DAFB22B" w14:textId="77777777" w:rsidR="00F21DB0" w:rsidRPr="00EF68C1" w:rsidRDefault="00F21DB0" w:rsidP="00F21DB0">
      <w:pPr>
        <w:pStyle w:val="outlinetxt4"/>
      </w:pPr>
      <w:r w:rsidRPr="00EF68C1">
        <w:rPr>
          <w:b/>
        </w:rPr>
        <w:tab/>
        <w:t>a.</w:t>
      </w:r>
      <w:r w:rsidRPr="00EF68C1">
        <w:rPr>
          <w:b/>
        </w:rPr>
        <w:tab/>
      </w:r>
      <w:r w:rsidRPr="00EF68C1">
        <w:t>The coverage must be provided unless waived in writing by the insured in the counties listed as follows:</w:t>
      </w:r>
    </w:p>
    <w:p w14:paraId="38530A24" w14:textId="77777777" w:rsidR="00F21DB0" w:rsidRPr="00EF68C1" w:rsidRDefault="00F21DB0" w:rsidP="00F21DB0">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600"/>
        <w:gridCol w:w="1600"/>
        <w:gridCol w:w="1600"/>
      </w:tblGrid>
      <w:tr w:rsidR="00F21DB0" w:rsidRPr="00EF68C1" w14:paraId="48DFFD6D" w14:textId="77777777" w:rsidTr="00E44FF8">
        <w:trPr>
          <w:cantSplit/>
          <w:trHeight w:val="190"/>
        </w:trPr>
        <w:tc>
          <w:tcPr>
            <w:tcW w:w="200" w:type="dxa"/>
          </w:tcPr>
          <w:p w14:paraId="64B8DDD8" w14:textId="77777777" w:rsidR="00F21DB0" w:rsidRPr="00EF68C1" w:rsidRDefault="00F21DB0" w:rsidP="00E44FF8">
            <w:pPr>
              <w:pStyle w:val="tabletext11"/>
            </w:pPr>
          </w:p>
        </w:tc>
        <w:tc>
          <w:tcPr>
            <w:tcW w:w="1600" w:type="dxa"/>
            <w:tcBorders>
              <w:top w:val="single" w:sz="6" w:space="0" w:color="auto"/>
              <w:left w:val="single" w:sz="6" w:space="0" w:color="auto"/>
              <w:bottom w:val="nil"/>
              <w:right w:val="single" w:sz="6" w:space="0" w:color="auto"/>
            </w:tcBorders>
            <w:hideMark/>
          </w:tcPr>
          <w:p w14:paraId="23238E59" w14:textId="77777777" w:rsidR="00F21DB0" w:rsidRPr="00EF68C1" w:rsidRDefault="00F21DB0" w:rsidP="00E44FF8">
            <w:pPr>
              <w:pStyle w:val="tabletext11"/>
            </w:pPr>
            <w:r w:rsidRPr="00EF68C1">
              <w:t>Bell</w:t>
            </w:r>
          </w:p>
        </w:tc>
        <w:tc>
          <w:tcPr>
            <w:tcW w:w="1600" w:type="dxa"/>
            <w:tcBorders>
              <w:top w:val="single" w:sz="6" w:space="0" w:color="auto"/>
              <w:left w:val="nil"/>
              <w:bottom w:val="nil"/>
              <w:right w:val="single" w:sz="6" w:space="0" w:color="auto"/>
            </w:tcBorders>
            <w:hideMark/>
          </w:tcPr>
          <w:p w14:paraId="2618AEDF" w14:textId="77777777" w:rsidR="00F21DB0" w:rsidRPr="00EF68C1" w:rsidRDefault="00F21DB0" w:rsidP="00E44FF8">
            <w:pPr>
              <w:pStyle w:val="tabletext11"/>
            </w:pPr>
            <w:r w:rsidRPr="00EF68C1">
              <w:t>Harlan</w:t>
            </w:r>
          </w:p>
        </w:tc>
        <w:tc>
          <w:tcPr>
            <w:tcW w:w="1600" w:type="dxa"/>
            <w:tcBorders>
              <w:top w:val="single" w:sz="6" w:space="0" w:color="auto"/>
              <w:left w:val="nil"/>
              <w:bottom w:val="nil"/>
              <w:right w:val="single" w:sz="6" w:space="0" w:color="auto"/>
            </w:tcBorders>
          </w:tcPr>
          <w:p w14:paraId="1BF95FE1" w14:textId="77777777" w:rsidR="00F21DB0" w:rsidRPr="00EF68C1" w:rsidRDefault="00F21DB0" w:rsidP="00E44FF8">
            <w:pPr>
              <w:pStyle w:val="tabletext11"/>
            </w:pPr>
            <w:r w:rsidRPr="00EF68C1">
              <w:t>McCreary</w:t>
            </w:r>
          </w:p>
        </w:tc>
      </w:tr>
      <w:tr w:rsidR="00F21DB0" w:rsidRPr="00EF68C1" w14:paraId="1114EFEF" w14:textId="77777777" w:rsidTr="00E44FF8">
        <w:trPr>
          <w:cantSplit/>
          <w:trHeight w:val="190"/>
        </w:trPr>
        <w:tc>
          <w:tcPr>
            <w:tcW w:w="200" w:type="dxa"/>
          </w:tcPr>
          <w:p w14:paraId="540A0B66" w14:textId="77777777" w:rsidR="00F21DB0" w:rsidRPr="00EF68C1" w:rsidRDefault="00F21DB0" w:rsidP="00E44FF8">
            <w:pPr>
              <w:pStyle w:val="tabletext11"/>
            </w:pPr>
          </w:p>
        </w:tc>
        <w:tc>
          <w:tcPr>
            <w:tcW w:w="1600" w:type="dxa"/>
            <w:tcBorders>
              <w:top w:val="nil"/>
              <w:left w:val="single" w:sz="6" w:space="0" w:color="auto"/>
              <w:bottom w:val="nil"/>
              <w:right w:val="single" w:sz="6" w:space="0" w:color="auto"/>
            </w:tcBorders>
            <w:hideMark/>
          </w:tcPr>
          <w:p w14:paraId="206428DD" w14:textId="77777777" w:rsidR="00F21DB0" w:rsidRPr="00EF68C1" w:rsidRDefault="00F21DB0" w:rsidP="00E44FF8">
            <w:pPr>
              <w:pStyle w:val="tabletext11"/>
            </w:pPr>
            <w:r w:rsidRPr="00EF68C1">
              <w:t>Boyd</w:t>
            </w:r>
          </w:p>
        </w:tc>
        <w:tc>
          <w:tcPr>
            <w:tcW w:w="1600" w:type="dxa"/>
            <w:tcBorders>
              <w:top w:val="nil"/>
              <w:left w:val="nil"/>
              <w:bottom w:val="nil"/>
              <w:right w:val="single" w:sz="6" w:space="0" w:color="auto"/>
            </w:tcBorders>
            <w:hideMark/>
          </w:tcPr>
          <w:p w14:paraId="3D8073D6" w14:textId="77777777" w:rsidR="00F21DB0" w:rsidRPr="00EF68C1" w:rsidRDefault="00F21DB0" w:rsidP="00E44FF8">
            <w:pPr>
              <w:pStyle w:val="tabletext11"/>
            </w:pPr>
            <w:r w:rsidRPr="00EF68C1">
              <w:t>Henderson</w:t>
            </w:r>
          </w:p>
        </w:tc>
        <w:tc>
          <w:tcPr>
            <w:tcW w:w="1600" w:type="dxa"/>
            <w:tcBorders>
              <w:top w:val="nil"/>
              <w:left w:val="nil"/>
              <w:bottom w:val="nil"/>
              <w:right w:val="single" w:sz="6" w:space="0" w:color="auto"/>
            </w:tcBorders>
          </w:tcPr>
          <w:p w14:paraId="03E8B283" w14:textId="77777777" w:rsidR="00F21DB0" w:rsidRPr="00EF68C1" w:rsidRDefault="00F21DB0" w:rsidP="00E44FF8">
            <w:pPr>
              <w:pStyle w:val="tabletext11"/>
            </w:pPr>
            <w:r w:rsidRPr="00EF68C1">
              <w:t>McLean</w:t>
            </w:r>
          </w:p>
        </w:tc>
      </w:tr>
      <w:tr w:rsidR="00F21DB0" w:rsidRPr="00EF68C1" w14:paraId="154032AF" w14:textId="77777777" w:rsidTr="00E44FF8">
        <w:trPr>
          <w:cantSplit/>
          <w:trHeight w:val="190"/>
        </w:trPr>
        <w:tc>
          <w:tcPr>
            <w:tcW w:w="200" w:type="dxa"/>
          </w:tcPr>
          <w:p w14:paraId="6B455AF8" w14:textId="77777777" w:rsidR="00F21DB0" w:rsidRPr="00EF68C1" w:rsidRDefault="00F21DB0" w:rsidP="00E44FF8">
            <w:pPr>
              <w:pStyle w:val="tabletext11"/>
            </w:pPr>
          </w:p>
        </w:tc>
        <w:tc>
          <w:tcPr>
            <w:tcW w:w="1600" w:type="dxa"/>
            <w:tcBorders>
              <w:top w:val="nil"/>
              <w:left w:val="single" w:sz="6" w:space="0" w:color="auto"/>
              <w:bottom w:val="nil"/>
              <w:right w:val="single" w:sz="6" w:space="0" w:color="auto"/>
            </w:tcBorders>
            <w:hideMark/>
          </w:tcPr>
          <w:p w14:paraId="5EBFD04E" w14:textId="77777777" w:rsidR="00F21DB0" w:rsidRPr="00EF68C1" w:rsidRDefault="00F21DB0" w:rsidP="00E44FF8">
            <w:pPr>
              <w:pStyle w:val="tabletext11"/>
            </w:pPr>
            <w:r w:rsidRPr="00EF68C1">
              <w:t>Breathitt</w:t>
            </w:r>
          </w:p>
        </w:tc>
        <w:tc>
          <w:tcPr>
            <w:tcW w:w="1600" w:type="dxa"/>
            <w:hideMark/>
          </w:tcPr>
          <w:p w14:paraId="7FA7360B" w14:textId="77777777" w:rsidR="00F21DB0" w:rsidRPr="00EF68C1" w:rsidRDefault="00F21DB0" w:rsidP="00E44FF8">
            <w:pPr>
              <w:pStyle w:val="tabletext11"/>
            </w:pPr>
            <w:r w:rsidRPr="00EF68C1">
              <w:t>Hopkins</w:t>
            </w:r>
          </w:p>
        </w:tc>
        <w:tc>
          <w:tcPr>
            <w:tcW w:w="1600" w:type="dxa"/>
            <w:tcBorders>
              <w:top w:val="nil"/>
              <w:left w:val="single" w:sz="6" w:space="0" w:color="auto"/>
              <w:bottom w:val="nil"/>
              <w:right w:val="single" w:sz="6" w:space="0" w:color="auto"/>
            </w:tcBorders>
          </w:tcPr>
          <w:p w14:paraId="4CD151E9" w14:textId="77777777" w:rsidR="00F21DB0" w:rsidRPr="00EF68C1" w:rsidRDefault="00F21DB0" w:rsidP="00E44FF8">
            <w:pPr>
              <w:pStyle w:val="tabletext11"/>
            </w:pPr>
            <w:r w:rsidRPr="00EF68C1">
              <w:t>Morgan</w:t>
            </w:r>
          </w:p>
        </w:tc>
      </w:tr>
      <w:tr w:rsidR="00F21DB0" w:rsidRPr="00EF68C1" w14:paraId="52CD034E" w14:textId="77777777" w:rsidTr="00E44FF8">
        <w:trPr>
          <w:cantSplit/>
          <w:trHeight w:val="190"/>
        </w:trPr>
        <w:tc>
          <w:tcPr>
            <w:tcW w:w="200" w:type="dxa"/>
          </w:tcPr>
          <w:p w14:paraId="5AE531A6" w14:textId="77777777" w:rsidR="00F21DB0" w:rsidRPr="00EF68C1" w:rsidRDefault="00F21DB0" w:rsidP="00E44FF8">
            <w:pPr>
              <w:pStyle w:val="tabletext11"/>
            </w:pPr>
          </w:p>
        </w:tc>
        <w:tc>
          <w:tcPr>
            <w:tcW w:w="1600" w:type="dxa"/>
            <w:tcBorders>
              <w:top w:val="nil"/>
              <w:left w:val="single" w:sz="6" w:space="0" w:color="auto"/>
              <w:bottom w:val="nil"/>
              <w:right w:val="nil"/>
            </w:tcBorders>
            <w:hideMark/>
          </w:tcPr>
          <w:p w14:paraId="25AE917C" w14:textId="77777777" w:rsidR="00F21DB0" w:rsidRPr="00EF68C1" w:rsidRDefault="00F21DB0" w:rsidP="00E44FF8">
            <w:pPr>
              <w:pStyle w:val="tabletext11"/>
            </w:pPr>
            <w:r w:rsidRPr="00EF68C1">
              <w:t>Butler</w:t>
            </w:r>
          </w:p>
        </w:tc>
        <w:tc>
          <w:tcPr>
            <w:tcW w:w="1600" w:type="dxa"/>
            <w:tcBorders>
              <w:top w:val="nil"/>
              <w:left w:val="single" w:sz="6" w:space="0" w:color="auto"/>
              <w:bottom w:val="nil"/>
              <w:right w:val="nil"/>
            </w:tcBorders>
            <w:hideMark/>
          </w:tcPr>
          <w:p w14:paraId="35101644" w14:textId="77777777" w:rsidR="00F21DB0" w:rsidRPr="00EF68C1" w:rsidRDefault="00F21DB0" w:rsidP="00E44FF8">
            <w:pPr>
              <w:pStyle w:val="tabletext11"/>
            </w:pPr>
            <w:r w:rsidRPr="00EF68C1">
              <w:t>Jackson</w:t>
            </w:r>
          </w:p>
        </w:tc>
        <w:tc>
          <w:tcPr>
            <w:tcW w:w="1600" w:type="dxa"/>
            <w:tcBorders>
              <w:top w:val="nil"/>
              <w:left w:val="single" w:sz="6" w:space="0" w:color="auto"/>
              <w:bottom w:val="nil"/>
              <w:right w:val="single" w:sz="6" w:space="0" w:color="auto"/>
            </w:tcBorders>
          </w:tcPr>
          <w:p w14:paraId="45330ED6" w14:textId="77777777" w:rsidR="00F21DB0" w:rsidRPr="00EF68C1" w:rsidRDefault="00F21DB0" w:rsidP="00E44FF8">
            <w:pPr>
              <w:pStyle w:val="tabletext11"/>
            </w:pPr>
            <w:r w:rsidRPr="00EF68C1">
              <w:t>Muhlenberg</w:t>
            </w:r>
          </w:p>
        </w:tc>
      </w:tr>
      <w:tr w:rsidR="00F21DB0" w:rsidRPr="00EF68C1" w14:paraId="7BC5DACA" w14:textId="77777777" w:rsidTr="00E44FF8">
        <w:trPr>
          <w:cantSplit/>
          <w:trHeight w:val="190"/>
        </w:trPr>
        <w:tc>
          <w:tcPr>
            <w:tcW w:w="200" w:type="dxa"/>
          </w:tcPr>
          <w:p w14:paraId="1E049FD4" w14:textId="77777777" w:rsidR="00F21DB0" w:rsidRPr="00EF68C1" w:rsidRDefault="00F21DB0" w:rsidP="00E44FF8">
            <w:pPr>
              <w:pStyle w:val="tabletext11"/>
            </w:pPr>
          </w:p>
        </w:tc>
        <w:tc>
          <w:tcPr>
            <w:tcW w:w="1600" w:type="dxa"/>
            <w:tcBorders>
              <w:top w:val="nil"/>
              <w:left w:val="single" w:sz="6" w:space="0" w:color="auto"/>
              <w:bottom w:val="nil"/>
              <w:right w:val="nil"/>
            </w:tcBorders>
            <w:hideMark/>
          </w:tcPr>
          <w:p w14:paraId="32744F59" w14:textId="77777777" w:rsidR="00F21DB0" w:rsidRPr="00EF68C1" w:rsidRDefault="00F21DB0" w:rsidP="00E44FF8">
            <w:pPr>
              <w:pStyle w:val="tabletext11"/>
            </w:pPr>
            <w:r w:rsidRPr="00EF68C1">
              <w:t>Carter</w:t>
            </w:r>
          </w:p>
        </w:tc>
        <w:tc>
          <w:tcPr>
            <w:tcW w:w="1600" w:type="dxa"/>
            <w:tcBorders>
              <w:top w:val="nil"/>
              <w:left w:val="single" w:sz="6" w:space="0" w:color="auto"/>
              <w:bottom w:val="nil"/>
              <w:right w:val="nil"/>
            </w:tcBorders>
            <w:hideMark/>
          </w:tcPr>
          <w:p w14:paraId="3314E02D" w14:textId="77777777" w:rsidR="00F21DB0" w:rsidRPr="00EF68C1" w:rsidRDefault="00F21DB0" w:rsidP="00E44FF8">
            <w:pPr>
              <w:pStyle w:val="tabletext11"/>
            </w:pPr>
            <w:r w:rsidRPr="00EF68C1">
              <w:t>Johnson</w:t>
            </w:r>
          </w:p>
        </w:tc>
        <w:tc>
          <w:tcPr>
            <w:tcW w:w="1600" w:type="dxa"/>
            <w:tcBorders>
              <w:top w:val="nil"/>
              <w:left w:val="single" w:sz="6" w:space="0" w:color="auto"/>
              <w:bottom w:val="nil"/>
              <w:right w:val="single" w:sz="6" w:space="0" w:color="auto"/>
            </w:tcBorders>
          </w:tcPr>
          <w:p w14:paraId="42E8E5D4" w14:textId="77777777" w:rsidR="00F21DB0" w:rsidRPr="00EF68C1" w:rsidRDefault="00F21DB0" w:rsidP="00E44FF8">
            <w:pPr>
              <w:pStyle w:val="tabletext11"/>
            </w:pPr>
            <w:r w:rsidRPr="00EF68C1">
              <w:t>Ohio</w:t>
            </w:r>
          </w:p>
        </w:tc>
      </w:tr>
      <w:tr w:rsidR="00F21DB0" w:rsidRPr="00EF68C1" w14:paraId="5294C8FB" w14:textId="77777777" w:rsidTr="00E44FF8">
        <w:trPr>
          <w:cantSplit/>
          <w:trHeight w:val="190"/>
        </w:trPr>
        <w:tc>
          <w:tcPr>
            <w:tcW w:w="200" w:type="dxa"/>
          </w:tcPr>
          <w:p w14:paraId="70678359" w14:textId="77777777" w:rsidR="00F21DB0" w:rsidRPr="00EF68C1" w:rsidRDefault="00F21DB0" w:rsidP="00E44FF8">
            <w:pPr>
              <w:pStyle w:val="tabletext11"/>
            </w:pPr>
          </w:p>
        </w:tc>
        <w:tc>
          <w:tcPr>
            <w:tcW w:w="1600" w:type="dxa"/>
            <w:tcBorders>
              <w:top w:val="nil"/>
              <w:left w:val="single" w:sz="6" w:space="0" w:color="auto"/>
              <w:bottom w:val="nil"/>
              <w:right w:val="nil"/>
            </w:tcBorders>
            <w:hideMark/>
          </w:tcPr>
          <w:p w14:paraId="4E26D2DC" w14:textId="77777777" w:rsidR="00F21DB0" w:rsidRPr="00EF68C1" w:rsidRDefault="00F21DB0" w:rsidP="00E44FF8">
            <w:pPr>
              <w:pStyle w:val="tabletext11"/>
            </w:pPr>
            <w:r w:rsidRPr="00EF68C1">
              <w:t>Christian</w:t>
            </w:r>
          </w:p>
        </w:tc>
        <w:tc>
          <w:tcPr>
            <w:tcW w:w="1600" w:type="dxa"/>
            <w:tcBorders>
              <w:top w:val="nil"/>
              <w:left w:val="single" w:sz="6" w:space="0" w:color="auto"/>
              <w:bottom w:val="nil"/>
              <w:right w:val="nil"/>
            </w:tcBorders>
            <w:hideMark/>
          </w:tcPr>
          <w:p w14:paraId="4274208E" w14:textId="77777777" w:rsidR="00F21DB0" w:rsidRPr="00EF68C1" w:rsidRDefault="00F21DB0" w:rsidP="00E44FF8">
            <w:pPr>
              <w:pStyle w:val="tabletext11"/>
            </w:pPr>
            <w:r w:rsidRPr="00EF68C1">
              <w:t>Knott</w:t>
            </w:r>
          </w:p>
        </w:tc>
        <w:tc>
          <w:tcPr>
            <w:tcW w:w="1600" w:type="dxa"/>
            <w:tcBorders>
              <w:top w:val="nil"/>
              <w:left w:val="single" w:sz="6" w:space="0" w:color="auto"/>
              <w:bottom w:val="nil"/>
              <w:right w:val="single" w:sz="6" w:space="0" w:color="auto"/>
            </w:tcBorders>
          </w:tcPr>
          <w:p w14:paraId="7C11D13B" w14:textId="77777777" w:rsidR="00F21DB0" w:rsidRPr="00EF68C1" w:rsidRDefault="00F21DB0" w:rsidP="00E44FF8">
            <w:pPr>
              <w:pStyle w:val="tabletext11"/>
            </w:pPr>
            <w:r w:rsidRPr="00EF68C1">
              <w:t>Owsley</w:t>
            </w:r>
          </w:p>
        </w:tc>
      </w:tr>
      <w:tr w:rsidR="00F21DB0" w:rsidRPr="00EF68C1" w14:paraId="0913B3DA" w14:textId="77777777" w:rsidTr="00E44FF8">
        <w:trPr>
          <w:cantSplit/>
          <w:trHeight w:val="190"/>
        </w:trPr>
        <w:tc>
          <w:tcPr>
            <w:tcW w:w="200" w:type="dxa"/>
          </w:tcPr>
          <w:p w14:paraId="30EF2B76" w14:textId="77777777" w:rsidR="00F21DB0" w:rsidRPr="00EF68C1" w:rsidRDefault="00F21DB0" w:rsidP="00E44FF8">
            <w:pPr>
              <w:pStyle w:val="tabletext11"/>
            </w:pPr>
          </w:p>
        </w:tc>
        <w:tc>
          <w:tcPr>
            <w:tcW w:w="1600" w:type="dxa"/>
            <w:tcBorders>
              <w:top w:val="nil"/>
              <w:left w:val="single" w:sz="6" w:space="0" w:color="auto"/>
              <w:bottom w:val="nil"/>
              <w:right w:val="nil"/>
            </w:tcBorders>
            <w:hideMark/>
          </w:tcPr>
          <w:p w14:paraId="62632562" w14:textId="77777777" w:rsidR="00F21DB0" w:rsidRPr="00EF68C1" w:rsidRDefault="00F21DB0" w:rsidP="00E44FF8">
            <w:pPr>
              <w:pStyle w:val="tabletext11"/>
            </w:pPr>
            <w:r w:rsidRPr="00EF68C1">
              <w:t>Clay</w:t>
            </w:r>
          </w:p>
        </w:tc>
        <w:tc>
          <w:tcPr>
            <w:tcW w:w="1600" w:type="dxa"/>
            <w:tcBorders>
              <w:top w:val="nil"/>
              <w:left w:val="single" w:sz="6" w:space="0" w:color="auto"/>
              <w:bottom w:val="nil"/>
              <w:right w:val="nil"/>
            </w:tcBorders>
            <w:hideMark/>
          </w:tcPr>
          <w:p w14:paraId="109E0070" w14:textId="77777777" w:rsidR="00F21DB0" w:rsidRPr="00EF68C1" w:rsidRDefault="00F21DB0" w:rsidP="00E44FF8">
            <w:pPr>
              <w:pStyle w:val="tabletext11"/>
            </w:pPr>
            <w:r w:rsidRPr="00EF68C1">
              <w:t>Knox</w:t>
            </w:r>
          </w:p>
        </w:tc>
        <w:tc>
          <w:tcPr>
            <w:tcW w:w="1600" w:type="dxa"/>
            <w:tcBorders>
              <w:top w:val="nil"/>
              <w:left w:val="single" w:sz="6" w:space="0" w:color="auto"/>
              <w:bottom w:val="nil"/>
              <w:right w:val="single" w:sz="6" w:space="0" w:color="auto"/>
            </w:tcBorders>
          </w:tcPr>
          <w:p w14:paraId="18838861" w14:textId="77777777" w:rsidR="00F21DB0" w:rsidRPr="00EF68C1" w:rsidRDefault="00F21DB0" w:rsidP="00E44FF8">
            <w:pPr>
              <w:pStyle w:val="tabletext11"/>
            </w:pPr>
            <w:r w:rsidRPr="00EF68C1">
              <w:t>Perry</w:t>
            </w:r>
          </w:p>
        </w:tc>
      </w:tr>
      <w:tr w:rsidR="00F21DB0" w:rsidRPr="00EF68C1" w14:paraId="3D9A6144" w14:textId="77777777" w:rsidTr="00E44FF8">
        <w:trPr>
          <w:cantSplit/>
          <w:trHeight w:val="190"/>
        </w:trPr>
        <w:tc>
          <w:tcPr>
            <w:tcW w:w="200" w:type="dxa"/>
          </w:tcPr>
          <w:p w14:paraId="53E77807" w14:textId="77777777" w:rsidR="00F21DB0" w:rsidRPr="00EF68C1" w:rsidRDefault="00F21DB0" w:rsidP="00E44FF8">
            <w:pPr>
              <w:pStyle w:val="tabletext11"/>
            </w:pPr>
          </w:p>
        </w:tc>
        <w:tc>
          <w:tcPr>
            <w:tcW w:w="1600" w:type="dxa"/>
            <w:tcBorders>
              <w:top w:val="nil"/>
              <w:left w:val="single" w:sz="6" w:space="0" w:color="auto"/>
              <w:bottom w:val="nil"/>
              <w:right w:val="nil"/>
            </w:tcBorders>
            <w:hideMark/>
          </w:tcPr>
          <w:p w14:paraId="71F48978" w14:textId="77777777" w:rsidR="00F21DB0" w:rsidRPr="00EF68C1" w:rsidRDefault="00F21DB0" w:rsidP="00E44FF8">
            <w:pPr>
              <w:pStyle w:val="tabletext11"/>
            </w:pPr>
            <w:r w:rsidRPr="00EF68C1">
              <w:t>Daviess</w:t>
            </w:r>
          </w:p>
        </w:tc>
        <w:tc>
          <w:tcPr>
            <w:tcW w:w="1600" w:type="dxa"/>
            <w:tcBorders>
              <w:top w:val="nil"/>
              <w:left w:val="single" w:sz="6" w:space="0" w:color="auto"/>
              <w:bottom w:val="nil"/>
              <w:right w:val="nil"/>
            </w:tcBorders>
            <w:hideMark/>
          </w:tcPr>
          <w:p w14:paraId="4D4AB422" w14:textId="77777777" w:rsidR="00F21DB0" w:rsidRPr="00EF68C1" w:rsidRDefault="00F21DB0" w:rsidP="00E44FF8">
            <w:pPr>
              <w:pStyle w:val="tabletext11"/>
            </w:pPr>
            <w:r w:rsidRPr="00EF68C1">
              <w:t>Laurel</w:t>
            </w:r>
          </w:p>
        </w:tc>
        <w:tc>
          <w:tcPr>
            <w:tcW w:w="1600" w:type="dxa"/>
            <w:tcBorders>
              <w:top w:val="nil"/>
              <w:left w:val="single" w:sz="6" w:space="0" w:color="auto"/>
              <w:bottom w:val="nil"/>
              <w:right w:val="single" w:sz="6" w:space="0" w:color="auto"/>
            </w:tcBorders>
          </w:tcPr>
          <w:p w14:paraId="45ED59C9" w14:textId="77777777" w:rsidR="00F21DB0" w:rsidRPr="00EF68C1" w:rsidRDefault="00F21DB0" w:rsidP="00E44FF8">
            <w:pPr>
              <w:pStyle w:val="tabletext11"/>
            </w:pPr>
            <w:r w:rsidRPr="00EF68C1">
              <w:t>Union</w:t>
            </w:r>
          </w:p>
        </w:tc>
      </w:tr>
      <w:tr w:rsidR="00F21DB0" w:rsidRPr="00EF68C1" w14:paraId="3D614A72" w14:textId="77777777" w:rsidTr="00E44FF8">
        <w:trPr>
          <w:cantSplit/>
          <w:trHeight w:val="190"/>
        </w:trPr>
        <w:tc>
          <w:tcPr>
            <w:tcW w:w="200" w:type="dxa"/>
          </w:tcPr>
          <w:p w14:paraId="66924119" w14:textId="77777777" w:rsidR="00F21DB0" w:rsidRPr="00EF68C1" w:rsidRDefault="00F21DB0" w:rsidP="00E44FF8">
            <w:pPr>
              <w:pStyle w:val="tabletext11"/>
            </w:pPr>
          </w:p>
        </w:tc>
        <w:tc>
          <w:tcPr>
            <w:tcW w:w="1600" w:type="dxa"/>
            <w:tcBorders>
              <w:top w:val="nil"/>
              <w:left w:val="single" w:sz="6" w:space="0" w:color="auto"/>
              <w:bottom w:val="nil"/>
              <w:right w:val="nil"/>
            </w:tcBorders>
            <w:hideMark/>
          </w:tcPr>
          <w:p w14:paraId="13D83C4B" w14:textId="77777777" w:rsidR="00F21DB0" w:rsidRPr="00EF68C1" w:rsidRDefault="00F21DB0" w:rsidP="00E44FF8">
            <w:pPr>
              <w:pStyle w:val="tabletext11"/>
            </w:pPr>
            <w:r w:rsidRPr="00EF68C1">
              <w:t>Edmonson</w:t>
            </w:r>
          </w:p>
        </w:tc>
        <w:tc>
          <w:tcPr>
            <w:tcW w:w="1600" w:type="dxa"/>
            <w:tcBorders>
              <w:top w:val="nil"/>
              <w:left w:val="single" w:sz="6" w:space="0" w:color="auto"/>
              <w:bottom w:val="nil"/>
              <w:right w:val="nil"/>
            </w:tcBorders>
            <w:hideMark/>
          </w:tcPr>
          <w:p w14:paraId="698DC569" w14:textId="77777777" w:rsidR="00F21DB0" w:rsidRPr="00EF68C1" w:rsidRDefault="00F21DB0" w:rsidP="00E44FF8">
            <w:pPr>
              <w:pStyle w:val="tabletext11"/>
            </w:pPr>
            <w:r w:rsidRPr="00EF68C1">
              <w:t>Lawrence</w:t>
            </w:r>
          </w:p>
        </w:tc>
        <w:tc>
          <w:tcPr>
            <w:tcW w:w="1600" w:type="dxa"/>
            <w:tcBorders>
              <w:top w:val="nil"/>
              <w:left w:val="single" w:sz="6" w:space="0" w:color="auto"/>
              <w:bottom w:val="nil"/>
              <w:right w:val="single" w:sz="6" w:space="0" w:color="auto"/>
            </w:tcBorders>
          </w:tcPr>
          <w:p w14:paraId="7EDB47E0" w14:textId="77777777" w:rsidR="00F21DB0" w:rsidRPr="00EF68C1" w:rsidRDefault="00F21DB0" w:rsidP="00E44FF8">
            <w:pPr>
              <w:pStyle w:val="tabletext11"/>
            </w:pPr>
            <w:r w:rsidRPr="00EF68C1">
              <w:t>Webster</w:t>
            </w:r>
          </w:p>
        </w:tc>
      </w:tr>
      <w:tr w:rsidR="00F21DB0" w:rsidRPr="00EF68C1" w14:paraId="4708F208" w14:textId="77777777" w:rsidTr="00E44FF8">
        <w:trPr>
          <w:cantSplit/>
          <w:trHeight w:val="190"/>
        </w:trPr>
        <w:tc>
          <w:tcPr>
            <w:tcW w:w="200" w:type="dxa"/>
          </w:tcPr>
          <w:p w14:paraId="5871CACF" w14:textId="77777777" w:rsidR="00F21DB0" w:rsidRPr="00EF68C1" w:rsidRDefault="00F21DB0" w:rsidP="00E44FF8">
            <w:pPr>
              <w:pStyle w:val="tabletext11"/>
            </w:pPr>
          </w:p>
        </w:tc>
        <w:tc>
          <w:tcPr>
            <w:tcW w:w="1600" w:type="dxa"/>
            <w:tcBorders>
              <w:top w:val="nil"/>
              <w:left w:val="single" w:sz="6" w:space="0" w:color="auto"/>
              <w:bottom w:val="nil"/>
              <w:right w:val="nil"/>
            </w:tcBorders>
            <w:hideMark/>
          </w:tcPr>
          <w:p w14:paraId="207E4769" w14:textId="77777777" w:rsidR="00F21DB0" w:rsidRPr="00EF68C1" w:rsidRDefault="00F21DB0" w:rsidP="00E44FF8">
            <w:pPr>
              <w:pStyle w:val="tabletext11"/>
            </w:pPr>
            <w:r w:rsidRPr="00EF68C1">
              <w:t>Elliott</w:t>
            </w:r>
          </w:p>
        </w:tc>
        <w:tc>
          <w:tcPr>
            <w:tcW w:w="1600" w:type="dxa"/>
            <w:tcBorders>
              <w:top w:val="nil"/>
              <w:left w:val="single" w:sz="6" w:space="0" w:color="auto"/>
              <w:bottom w:val="nil"/>
              <w:right w:val="nil"/>
            </w:tcBorders>
            <w:hideMark/>
          </w:tcPr>
          <w:p w14:paraId="27864350" w14:textId="77777777" w:rsidR="00F21DB0" w:rsidRPr="00EF68C1" w:rsidRDefault="00F21DB0" w:rsidP="00E44FF8">
            <w:pPr>
              <w:pStyle w:val="tabletext11"/>
            </w:pPr>
            <w:r w:rsidRPr="00EF68C1">
              <w:t>Lee</w:t>
            </w:r>
          </w:p>
        </w:tc>
        <w:tc>
          <w:tcPr>
            <w:tcW w:w="1600" w:type="dxa"/>
            <w:tcBorders>
              <w:top w:val="nil"/>
              <w:left w:val="single" w:sz="6" w:space="0" w:color="auto"/>
              <w:bottom w:val="nil"/>
              <w:right w:val="single" w:sz="6" w:space="0" w:color="auto"/>
            </w:tcBorders>
          </w:tcPr>
          <w:p w14:paraId="64D1286E" w14:textId="77777777" w:rsidR="00F21DB0" w:rsidRPr="00EF68C1" w:rsidRDefault="00F21DB0" w:rsidP="00E44FF8">
            <w:pPr>
              <w:pStyle w:val="tabletext11"/>
            </w:pPr>
            <w:r w:rsidRPr="00EF68C1">
              <w:t>Whitley</w:t>
            </w:r>
          </w:p>
        </w:tc>
      </w:tr>
      <w:tr w:rsidR="00F21DB0" w:rsidRPr="00EF68C1" w14:paraId="4DAA2845" w14:textId="77777777" w:rsidTr="00E44FF8">
        <w:trPr>
          <w:cantSplit/>
          <w:trHeight w:val="190"/>
        </w:trPr>
        <w:tc>
          <w:tcPr>
            <w:tcW w:w="200" w:type="dxa"/>
          </w:tcPr>
          <w:p w14:paraId="3D39F03A" w14:textId="77777777" w:rsidR="00F21DB0" w:rsidRPr="00EF68C1" w:rsidRDefault="00F21DB0" w:rsidP="00E44FF8">
            <w:pPr>
              <w:pStyle w:val="tabletext11"/>
            </w:pPr>
          </w:p>
        </w:tc>
        <w:tc>
          <w:tcPr>
            <w:tcW w:w="1600" w:type="dxa"/>
            <w:tcBorders>
              <w:top w:val="nil"/>
              <w:left w:val="single" w:sz="6" w:space="0" w:color="auto"/>
              <w:bottom w:val="nil"/>
              <w:right w:val="nil"/>
            </w:tcBorders>
            <w:hideMark/>
          </w:tcPr>
          <w:p w14:paraId="72C1BA4F" w14:textId="77777777" w:rsidR="00F21DB0" w:rsidRPr="00EF68C1" w:rsidRDefault="00F21DB0" w:rsidP="00E44FF8">
            <w:pPr>
              <w:pStyle w:val="tabletext11"/>
            </w:pPr>
            <w:r w:rsidRPr="00EF68C1">
              <w:t>Floyd</w:t>
            </w:r>
          </w:p>
        </w:tc>
        <w:tc>
          <w:tcPr>
            <w:tcW w:w="1600" w:type="dxa"/>
            <w:tcBorders>
              <w:top w:val="nil"/>
              <w:left w:val="single" w:sz="6" w:space="0" w:color="auto"/>
              <w:bottom w:val="nil"/>
              <w:right w:val="nil"/>
            </w:tcBorders>
            <w:hideMark/>
          </w:tcPr>
          <w:p w14:paraId="0D154F5B" w14:textId="77777777" w:rsidR="00F21DB0" w:rsidRPr="00EF68C1" w:rsidRDefault="00F21DB0" w:rsidP="00E44FF8">
            <w:pPr>
              <w:pStyle w:val="tabletext11"/>
            </w:pPr>
            <w:r w:rsidRPr="00EF68C1">
              <w:t>Leslie</w:t>
            </w:r>
          </w:p>
        </w:tc>
        <w:tc>
          <w:tcPr>
            <w:tcW w:w="1600" w:type="dxa"/>
            <w:tcBorders>
              <w:top w:val="nil"/>
              <w:left w:val="single" w:sz="6" w:space="0" w:color="auto"/>
              <w:bottom w:val="nil"/>
              <w:right w:val="single" w:sz="6" w:space="0" w:color="auto"/>
            </w:tcBorders>
          </w:tcPr>
          <w:p w14:paraId="059203D8" w14:textId="77777777" w:rsidR="00F21DB0" w:rsidRPr="00EF68C1" w:rsidRDefault="00F21DB0" w:rsidP="00E44FF8">
            <w:pPr>
              <w:pStyle w:val="tabletext11"/>
            </w:pPr>
            <w:r w:rsidRPr="00EF68C1">
              <w:t>Wolfe</w:t>
            </w:r>
          </w:p>
        </w:tc>
      </w:tr>
      <w:tr w:rsidR="00F21DB0" w:rsidRPr="00EF68C1" w14:paraId="74D93AE2" w14:textId="77777777" w:rsidTr="00E44FF8">
        <w:trPr>
          <w:cantSplit/>
          <w:trHeight w:val="190"/>
        </w:trPr>
        <w:tc>
          <w:tcPr>
            <w:tcW w:w="200" w:type="dxa"/>
          </w:tcPr>
          <w:p w14:paraId="13D7BEC1" w14:textId="77777777" w:rsidR="00F21DB0" w:rsidRPr="00EF68C1" w:rsidRDefault="00F21DB0" w:rsidP="00E44FF8">
            <w:pPr>
              <w:pStyle w:val="tabletext11"/>
            </w:pPr>
          </w:p>
        </w:tc>
        <w:tc>
          <w:tcPr>
            <w:tcW w:w="1600" w:type="dxa"/>
            <w:tcBorders>
              <w:top w:val="nil"/>
              <w:left w:val="single" w:sz="6" w:space="0" w:color="auto"/>
              <w:right w:val="nil"/>
            </w:tcBorders>
            <w:hideMark/>
          </w:tcPr>
          <w:p w14:paraId="56BDA3DD" w14:textId="77777777" w:rsidR="00F21DB0" w:rsidRPr="00EF68C1" w:rsidRDefault="00F21DB0" w:rsidP="00E44FF8">
            <w:pPr>
              <w:pStyle w:val="tabletext11"/>
            </w:pPr>
            <w:r w:rsidRPr="00EF68C1">
              <w:t>Greenup</w:t>
            </w:r>
          </w:p>
        </w:tc>
        <w:tc>
          <w:tcPr>
            <w:tcW w:w="1600" w:type="dxa"/>
            <w:tcBorders>
              <w:top w:val="nil"/>
              <w:left w:val="single" w:sz="6" w:space="0" w:color="auto"/>
              <w:right w:val="nil"/>
            </w:tcBorders>
            <w:hideMark/>
          </w:tcPr>
          <w:p w14:paraId="44444680" w14:textId="77777777" w:rsidR="00F21DB0" w:rsidRPr="00EF68C1" w:rsidRDefault="00F21DB0" w:rsidP="00E44FF8">
            <w:pPr>
              <w:pStyle w:val="tabletext11"/>
            </w:pPr>
            <w:r w:rsidRPr="00EF68C1">
              <w:t>Letcher</w:t>
            </w:r>
          </w:p>
        </w:tc>
        <w:tc>
          <w:tcPr>
            <w:tcW w:w="1600" w:type="dxa"/>
            <w:tcBorders>
              <w:top w:val="nil"/>
              <w:left w:val="single" w:sz="6" w:space="0" w:color="auto"/>
              <w:right w:val="single" w:sz="6" w:space="0" w:color="auto"/>
            </w:tcBorders>
          </w:tcPr>
          <w:p w14:paraId="0A5187F3" w14:textId="77777777" w:rsidR="00F21DB0" w:rsidRPr="00EF68C1" w:rsidRDefault="00F21DB0" w:rsidP="00E44FF8">
            <w:pPr>
              <w:pStyle w:val="tabletext11"/>
            </w:pPr>
          </w:p>
        </w:tc>
      </w:tr>
      <w:tr w:rsidR="00F21DB0" w:rsidRPr="00EF68C1" w14:paraId="292DAB0A" w14:textId="77777777" w:rsidTr="00E44FF8">
        <w:trPr>
          <w:cantSplit/>
          <w:trHeight w:val="190"/>
        </w:trPr>
        <w:tc>
          <w:tcPr>
            <w:tcW w:w="200" w:type="dxa"/>
          </w:tcPr>
          <w:p w14:paraId="4CB4E67D" w14:textId="77777777" w:rsidR="00F21DB0" w:rsidRPr="00EF68C1" w:rsidRDefault="00F21DB0" w:rsidP="00E44FF8">
            <w:pPr>
              <w:pStyle w:val="tabletext11"/>
            </w:pPr>
          </w:p>
        </w:tc>
        <w:tc>
          <w:tcPr>
            <w:tcW w:w="1600" w:type="dxa"/>
            <w:tcBorders>
              <w:top w:val="nil"/>
              <w:left w:val="single" w:sz="6" w:space="0" w:color="auto"/>
              <w:bottom w:val="single" w:sz="6" w:space="0" w:color="auto"/>
              <w:right w:val="nil"/>
            </w:tcBorders>
            <w:hideMark/>
          </w:tcPr>
          <w:p w14:paraId="52FB22F3" w14:textId="77777777" w:rsidR="00F21DB0" w:rsidRPr="00EF68C1" w:rsidRDefault="00F21DB0" w:rsidP="00E44FF8">
            <w:pPr>
              <w:pStyle w:val="tabletext11"/>
            </w:pPr>
            <w:r w:rsidRPr="00EF68C1">
              <w:t>Hancock</w:t>
            </w:r>
          </w:p>
        </w:tc>
        <w:tc>
          <w:tcPr>
            <w:tcW w:w="1600" w:type="dxa"/>
            <w:tcBorders>
              <w:top w:val="nil"/>
              <w:left w:val="single" w:sz="6" w:space="0" w:color="auto"/>
              <w:bottom w:val="single" w:sz="6" w:space="0" w:color="auto"/>
              <w:right w:val="nil"/>
            </w:tcBorders>
            <w:hideMark/>
          </w:tcPr>
          <w:p w14:paraId="0778A071" w14:textId="77777777" w:rsidR="00F21DB0" w:rsidRPr="00EF68C1" w:rsidRDefault="00F21DB0" w:rsidP="00E44FF8">
            <w:pPr>
              <w:pStyle w:val="tabletext11"/>
            </w:pPr>
            <w:r w:rsidRPr="00EF68C1">
              <w:t>Martin</w:t>
            </w:r>
          </w:p>
        </w:tc>
        <w:tc>
          <w:tcPr>
            <w:tcW w:w="1600" w:type="dxa"/>
            <w:tcBorders>
              <w:top w:val="nil"/>
              <w:left w:val="single" w:sz="6" w:space="0" w:color="auto"/>
              <w:bottom w:val="single" w:sz="6" w:space="0" w:color="auto"/>
              <w:right w:val="single" w:sz="6" w:space="0" w:color="auto"/>
            </w:tcBorders>
            <w:hideMark/>
          </w:tcPr>
          <w:p w14:paraId="39AFD290" w14:textId="77777777" w:rsidR="00F21DB0" w:rsidRPr="00EF68C1" w:rsidRDefault="00F21DB0" w:rsidP="00E44FF8">
            <w:pPr>
              <w:pStyle w:val="tabletext11"/>
            </w:pPr>
          </w:p>
        </w:tc>
      </w:tr>
    </w:tbl>
    <w:p w14:paraId="58077878" w14:textId="77777777" w:rsidR="00F21DB0" w:rsidRPr="00EF68C1" w:rsidRDefault="00F21DB0" w:rsidP="00F21DB0">
      <w:pPr>
        <w:pStyle w:val="isonormal"/>
      </w:pPr>
    </w:p>
    <w:p w14:paraId="31A58BA1" w14:textId="77777777" w:rsidR="00F21DB0" w:rsidRPr="00EF68C1" w:rsidRDefault="00F21DB0" w:rsidP="00F21DB0">
      <w:pPr>
        <w:pStyle w:val="outlinetxt4"/>
      </w:pPr>
      <w:r w:rsidRPr="00EF68C1">
        <w:rPr>
          <w:b/>
        </w:rPr>
        <w:tab/>
        <w:t>b.</w:t>
      </w:r>
      <w:r w:rsidRPr="00EF68C1">
        <w:rPr>
          <w:b/>
        </w:rPr>
        <w:tab/>
      </w:r>
      <w:r w:rsidRPr="00EF68C1">
        <w:t>Companies are not precluded from offering coverage in excess of $500,000.</w:t>
      </w:r>
    </w:p>
    <w:p w14:paraId="36EA78E1" w14:textId="77777777" w:rsidR="00F21DB0" w:rsidRPr="00EF68C1" w:rsidRDefault="00F21DB0" w:rsidP="00F21DB0">
      <w:pPr>
        <w:pStyle w:val="outlinehd3"/>
      </w:pPr>
      <w:r w:rsidRPr="00EF68C1">
        <w:tab/>
        <w:t>4.</w:t>
      </w:r>
      <w:r w:rsidRPr="00EF68C1">
        <w:tab/>
        <w:t>Separate Premium</w:t>
      </w:r>
    </w:p>
    <w:p w14:paraId="5C2C1DF6" w14:textId="77777777" w:rsidR="00F21DB0" w:rsidRPr="00EF68C1" w:rsidRDefault="00F21DB0" w:rsidP="00F21DB0">
      <w:pPr>
        <w:pStyle w:val="blocktext4"/>
      </w:pPr>
      <w:r w:rsidRPr="00EF68C1">
        <w:t>Show premium for Mine Subsidence Insurance separately.</w:t>
      </w:r>
    </w:p>
    <w:p w14:paraId="2386587C" w14:textId="77777777" w:rsidR="00F21DB0" w:rsidRPr="00EF68C1" w:rsidRDefault="00F21DB0" w:rsidP="00F21DB0">
      <w:pPr>
        <w:pStyle w:val="outlinehd2"/>
      </w:pPr>
      <w:r w:rsidRPr="00EF68C1">
        <w:tab/>
        <w:t>E.</w:t>
      </w:r>
      <w:r w:rsidRPr="00EF68C1">
        <w:tab/>
        <w:t>Premiums</w:t>
      </w:r>
    </w:p>
    <w:p w14:paraId="73FD5905" w14:textId="77777777" w:rsidR="00F21DB0" w:rsidRPr="00EF68C1" w:rsidDel="006E5236" w:rsidRDefault="00F21DB0" w:rsidP="00F21DB0">
      <w:pPr>
        <w:pStyle w:val="blocktext3"/>
        <w:rPr>
          <w:ins w:id="1020" w:author="Author"/>
          <w:del w:id="1021" w:author="Author"/>
        </w:rPr>
      </w:pPr>
      <w:del w:id="1022" w:author="Author">
        <w:r w:rsidRPr="00EF68C1" w:rsidDel="006E5236">
          <w:delText>Refer to company.</w:delText>
        </w:r>
      </w:del>
    </w:p>
    <w:p w14:paraId="594D1C10" w14:textId="77777777" w:rsidR="00F21DB0" w:rsidRPr="00EF68C1" w:rsidRDefault="00F21DB0" w:rsidP="00F21DB0">
      <w:pPr>
        <w:pStyle w:val="blocktext3"/>
        <w:rPr>
          <w:ins w:id="1023" w:author="Author"/>
        </w:rPr>
      </w:pPr>
      <w:ins w:id="1024" w:author="Author">
        <w:r w:rsidRPr="00EF68C1">
          <w:t>The annual premiums per structure are as follows:</w:t>
        </w:r>
      </w:ins>
    </w:p>
    <w:p w14:paraId="7E3A6667" w14:textId="77777777" w:rsidR="00F21DB0" w:rsidRPr="00EF68C1" w:rsidRDefault="00F21DB0" w:rsidP="00F21DB0">
      <w:pPr>
        <w:pStyle w:val="space4"/>
        <w:rPr>
          <w:ins w:id="10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00"/>
        <w:gridCol w:w="60"/>
        <w:gridCol w:w="2040"/>
        <w:gridCol w:w="400"/>
        <w:gridCol w:w="910"/>
        <w:gridCol w:w="200"/>
        <w:gridCol w:w="100"/>
        <w:gridCol w:w="790"/>
      </w:tblGrid>
      <w:tr w:rsidR="00F21DB0" w:rsidRPr="00EF68C1" w14:paraId="670C02A9" w14:textId="77777777" w:rsidTr="00E44FF8">
        <w:trPr>
          <w:cantSplit/>
          <w:trHeight w:val="190"/>
          <w:ins w:id="1026" w:author="Author"/>
        </w:trPr>
        <w:tc>
          <w:tcPr>
            <w:tcW w:w="200" w:type="dxa"/>
          </w:tcPr>
          <w:p w14:paraId="21778065" w14:textId="77777777" w:rsidR="00F21DB0" w:rsidRPr="00EF68C1" w:rsidRDefault="00F21DB0" w:rsidP="00E44FF8">
            <w:pPr>
              <w:pStyle w:val="tablehead"/>
              <w:rPr>
                <w:ins w:id="1027" w:author="Author"/>
              </w:rPr>
            </w:pPr>
            <w:ins w:id="1028" w:author="Author">
              <w:r w:rsidRPr="00EF68C1">
                <w:lastRenderedPageBreak/>
                <w:br/>
              </w:r>
              <w:r w:rsidRPr="00EF68C1">
                <w:br/>
              </w:r>
              <w:r w:rsidRPr="00EF68C1">
                <w:br/>
              </w:r>
            </w:ins>
          </w:p>
        </w:tc>
        <w:tc>
          <w:tcPr>
            <w:tcW w:w="2400" w:type="dxa"/>
            <w:gridSpan w:val="3"/>
            <w:tcBorders>
              <w:top w:val="single" w:sz="6" w:space="0" w:color="auto"/>
              <w:left w:val="single" w:sz="6" w:space="0" w:color="auto"/>
              <w:bottom w:val="single" w:sz="6" w:space="0" w:color="auto"/>
              <w:right w:val="single" w:sz="6" w:space="0" w:color="auto"/>
            </w:tcBorders>
          </w:tcPr>
          <w:p w14:paraId="008569A7" w14:textId="77777777" w:rsidR="00F21DB0" w:rsidRPr="00EF68C1" w:rsidRDefault="00F21DB0" w:rsidP="00E44FF8">
            <w:pPr>
              <w:pStyle w:val="tablehead"/>
              <w:rPr>
                <w:ins w:id="1029" w:author="Author"/>
              </w:rPr>
            </w:pPr>
            <w:ins w:id="1030" w:author="Author">
              <w:r w:rsidRPr="00EF68C1">
                <w:br/>
              </w:r>
              <w:r w:rsidRPr="00EF68C1">
                <w:br/>
              </w:r>
              <w:r w:rsidRPr="00EF68C1">
                <w:br/>
                <w:t>First</w:t>
              </w:r>
            </w:ins>
          </w:p>
        </w:tc>
        <w:tc>
          <w:tcPr>
            <w:tcW w:w="1310" w:type="dxa"/>
            <w:gridSpan w:val="2"/>
            <w:tcBorders>
              <w:top w:val="single" w:sz="6" w:space="0" w:color="auto"/>
              <w:left w:val="single" w:sz="6" w:space="0" w:color="auto"/>
              <w:bottom w:val="single" w:sz="6" w:space="0" w:color="auto"/>
              <w:right w:val="single" w:sz="6" w:space="0" w:color="auto"/>
            </w:tcBorders>
          </w:tcPr>
          <w:p w14:paraId="1932DFAC" w14:textId="77777777" w:rsidR="00F21DB0" w:rsidRPr="00EF68C1" w:rsidRDefault="00F21DB0" w:rsidP="00E44FF8">
            <w:pPr>
              <w:pStyle w:val="tablehead"/>
              <w:rPr>
                <w:ins w:id="1031" w:author="Author"/>
              </w:rPr>
            </w:pPr>
            <w:r w:rsidRPr="00EF68C1">
              <w:br/>
            </w:r>
            <w:ins w:id="1032" w:author="Author">
              <w:r w:rsidRPr="00EF68C1">
                <w:br/>
                <w:t>Dwelling</w:t>
              </w:r>
              <w:r w:rsidRPr="00EF68C1">
                <w:br/>
                <w:t>Structure</w:t>
              </w:r>
            </w:ins>
          </w:p>
        </w:tc>
        <w:tc>
          <w:tcPr>
            <w:tcW w:w="1090" w:type="dxa"/>
            <w:gridSpan w:val="3"/>
            <w:tcBorders>
              <w:top w:val="single" w:sz="6" w:space="0" w:color="auto"/>
              <w:left w:val="single" w:sz="6" w:space="0" w:color="auto"/>
              <w:bottom w:val="single" w:sz="6" w:space="0" w:color="auto"/>
              <w:right w:val="single" w:sz="6" w:space="0" w:color="auto"/>
            </w:tcBorders>
          </w:tcPr>
          <w:p w14:paraId="4FBB7F35" w14:textId="77777777" w:rsidR="00F21DB0" w:rsidRPr="00EF68C1" w:rsidRDefault="00F21DB0" w:rsidP="00E44FF8">
            <w:pPr>
              <w:pStyle w:val="tablehead"/>
              <w:rPr>
                <w:ins w:id="1033" w:author="Author"/>
              </w:rPr>
            </w:pPr>
            <w:ins w:id="1034" w:author="Author">
              <w:r w:rsidRPr="00EF68C1">
                <w:t>Non-dwelling</w:t>
              </w:r>
              <w:r w:rsidRPr="00EF68C1">
                <w:br/>
                <w:t>Structure</w:t>
              </w:r>
              <w:r w:rsidRPr="00EF68C1">
                <w:br/>
                <w:t>(1)</w:t>
              </w:r>
            </w:ins>
          </w:p>
        </w:tc>
      </w:tr>
      <w:tr w:rsidR="00F21DB0" w:rsidRPr="00EF68C1" w14:paraId="12692658" w14:textId="77777777" w:rsidTr="00E44FF8">
        <w:trPr>
          <w:cantSplit/>
          <w:trHeight w:val="190"/>
          <w:ins w:id="1035" w:author="Author"/>
        </w:trPr>
        <w:tc>
          <w:tcPr>
            <w:tcW w:w="200" w:type="dxa"/>
          </w:tcPr>
          <w:p w14:paraId="52CEECDA" w14:textId="77777777" w:rsidR="00F21DB0" w:rsidRPr="00EF68C1" w:rsidRDefault="00F21DB0" w:rsidP="00E44FF8">
            <w:pPr>
              <w:pStyle w:val="tabletext11"/>
              <w:rPr>
                <w:ins w:id="1036" w:author="Author"/>
              </w:rPr>
            </w:pPr>
          </w:p>
        </w:tc>
        <w:tc>
          <w:tcPr>
            <w:tcW w:w="300" w:type="dxa"/>
            <w:tcBorders>
              <w:left w:val="single" w:sz="6" w:space="0" w:color="auto"/>
            </w:tcBorders>
          </w:tcPr>
          <w:p w14:paraId="676150C4" w14:textId="77777777" w:rsidR="00F21DB0" w:rsidRPr="00EF68C1" w:rsidRDefault="00F21DB0" w:rsidP="00E44FF8">
            <w:pPr>
              <w:pStyle w:val="tabletext11"/>
              <w:jc w:val="right"/>
              <w:rPr>
                <w:ins w:id="1037" w:author="Author"/>
              </w:rPr>
            </w:pPr>
            <w:ins w:id="1038" w:author="Author">
              <w:r w:rsidRPr="00EF68C1">
                <w:t>$</w:t>
              </w:r>
            </w:ins>
          </w:p>
        </w:tc>
        <w:tc>
          <w:tcPr>
            <w:tcW w:w="2100" w:type="dxa"/>
            <w:gridSpan w:val="2"/>
            <w:tcBorders>
              <w:left w:val="nil"/>
              <w:right w:val="single" w:sz="6" w:space="0" w:color="auto"/>
            </w:tcBorders>
          </w:tcPr>
          <w:p w14:paraId="1B646CC9" w14:textId="77777777" w:rsidR="00F21DB0" w:rsidRPr="00EF68C1" w:rsidRDefault="00F21DB0" w:rsidP="00E44FF8">
            <w:pPr>
              <w:pStyle w:val="tabletext11"/>
              <w:tabs>
                <w:tab w:val="decimal" w:pos="640"/>
              </w:tabs>
              <w:rPr>
                <w:ins w:id="1039" w:author="Author"/>
              </w:rPr>
            </w:pPr>
            <w:ins w:id="1040" w:author="Author">
              <w:r w:rsidRPr="00EF68C1">
                <w:t>50,000 or less</w:t>
              </w:r>
            </w:ins>
          </w:p>
        </w:tc>
        <w:tc>
          <w:tcPr>
            <w:tcW w:w="400" w:type="dxa"/>
            <w:tcBorders>
              <w:top w:val="single" w:sz="6" w:space="0" w:color="auto"/>
              <w:left w:val="single" w:sz="6" w:space="0" w:color="auto"/>
            </w:tcBorders>
          </w:tcPr>
          <w:p w14:paraId="76AE1EFA" w14:textId="77777777" w:rsidR="00F21DB0" w:rsidRPr="00EF68C1" w:rsidRDefault="00F21DB0" w:rsidP="00E44FF8">
            <w:pPr>
              <w:pStyle w:val="tabletext11"/>
              <w:jc w:val="right"/>
              <w:rPr>
                <w:ins w:id="1041" w:author="Author"/>
              </w:rPr>
            </w:pPr>
            <w:ins w:id="1042" w:author="Author">
              <w:r w:rsidRPr="00EF68C1">
                <w:t>$</w:t>
              </w:r>
            </w:ins>
          </w:p>
        </w:tc>
        <w:tc>
          <w:tcPr>
            <w:tcW w:w="910" w:type="dxa"/>
            <w:tcBorders>
              <w:top w:val="single" w:sz="6" w:space="0" w:color="auto"/>
              <w:left w:val="nil"/>
              <w:right w:val="single" w:sz="6" w:space="0" w:color="auto"/>
            </w:tcBorders>
          </w:tcPr>
          <w:p w14:paraId="10E7535C" w14:textId="77777777" w:rsidR="00F21DB0" w:rsidRPr="00EF68C1" w:rsidRDefault="00F21DB0" w:rsidP="00E44FF8">
            <w:pPr>
              <w:pStyle w:val="tabletext11"/>
              <w:tabs>
                <w:tab w:val="decimal" w:pos="200"/>
              </w:tabs>
              <w:rPr>
                <w:ins w:id="1043" w:author="Author"/>
              </w:rPr>
            </w:pPr>
            <w:ins w:id="1044" w:author="Author">
              <w:r w:rsidRPr="00EF68C1">
                <w:t>16.33</w:t>
              </w:r>
            </w:ins>
          </w:p>
        </w:tc>
        <w:tc>
          <w:tcPr>
            <w:tcW w:w="300" w:type="dxa"/>
            <w:gridSpan w:val="2"/>
            <w:tcBorders>
              <w:top w:val="single" w:sz="6" w:space="0" w:color="auto"/>
              <w:left w:val="single" w:sz="6" w:space="0" w:color="auto"/>
            </w:tcBorders>
          </w:tcPr>
          <w:p w14:paraId="1575B1B0" w14:textId="77777777" w:rsidR="00F21DB0" w:rsidRPr="00EF68C1" w:rsidRDefault="00F21DB0" w:rsidP="00E44FF8">
            <w:pPr>
              <w:pStyle w:val="tabletext11"/>
              <w:jc w:val="right"/>
              <w:rPr>
                <w:ins w:id="1045" w:author="Author"/>
              </w:rPr>
            </w:pPr>
            <w:ins w:id="1046" w:author="Author">
              <w:r w:rsidRPr="00EF68C1">
                <w:t>$</w:t>
              </w:r>
            </w:ins>
          </w:p>
        </w:tc>
        <w:tc>
          <w:tcPr>
            <w:tcW w:w="790" w:type="dxa"/>
            <w:tcBorders>
              <w:top w:val="single" w:sz="6" w:space="0" w:color="auto"/>
              <w:left w:val="nil"/>
              <w:right w:val="single" w:sz="6" w:space="0" w:color="auto"/>
            </w:tcBorders>
          </w:tcPr>
          <w:p w14:paraId="5F2E686E" w14:textId="77777777" w:rsidR="00F21DB0" w:rsidRPr="00EF68C1" w:rsidRDefault="00F21DB0" w:rsidP="00E44FF8">
            <w:pPr>
              <w:pStyle w:val="tabletext11"/>
              <w:tabs>
                <w:tab w:val="decimal" w:pos="200"/>
              </w:tabs>
              <w:rPr>
                <w:ins w:id="1047" w:author="Author"/>
              </w:rPr>
            </w:pPr>
            <w:ins w:id="1048" w:author="Author">
              <w:r w:rsidRPr="00EF68C1">
                <w:t>21.33</w:t>
              </w:r>
            </w:ins>
          </w:p>
        </w:tc>
      </w:tr>
      <w:tr w:rsidR="00F21DB0" w:rsidRPr="00EF68C1" w14:paraId="3F3B1F81" w14:textId="77777777" w:rsidTr="00E44FF8">
        <w:trPr>
          <w:cantSplit/>
          <w:trHeight w:val="190"/>
          <w:ins w:id="1049" w:author="Author"/>
        </w:trPr>
        <w:tc>
          <w:tcPr>
            <w:tcW w:w="200" w:type="dxa"/>
          </w:tcPr>
          <w:p w14:paraId="66F0C466" w14:textId="77777777" w:rsidR="00F21DB0" w:rsidRPr="00EF68C1" w:rsidRDefault="00F21DB0" w:rsidP="00E44FF8">
            <w:pPr>
              <w:pStyle w:val="tabletext11"/>
              <w:rPr>
                <w:ins w:id="1050" w:author="Author"/>
              </w:rPr>
            </w:pPr>
          </w:p>
        </w:tc>
        <w:tc>
          <w:tcPr>
            <w:tcW w:w="300" w:type="dxa"/>
            <w:tcBorders>
              <w:left w:val="single" w:sz="6" w:space="0" w:color="auto"/>
            </w:tcBorders>
          </w:tcPr>
          <w:p w14:paraId="3DAB735E" w14:textId="77777777" w:rsidR="00F21DB0" w:rsidRPr="00EF68C1" w:rsidRDefault="00F21DB0" w:rsidP="00E44FF8">
            <w:pPr>
              <w:pStyle w:val="tabletext11"/>
              <w:jc w:val="right"/>
              <w:rPr>
                <w:ins w:id="1051" w:author="Author"/>
              </w:rPr>
            </w:pPr>
          </w:p>
        </w:tc>
        <w:tc>
          <w:tcPr>
            <w:tcW w:w="2100" w:type="dxa"/>
            <w:gridSpan w:val="2"/>
            <w:tcBorders>
              <w:left w:val="nil"/>
              <w:right w:val="single" w:sz="6" w:space="0" w:color="auto"/>
            </w:tcBorders>
          </w:tcPr>
          <w:p w14:paraId="7575AFB7" w14:textId="77777777" w:rsidR="00F21DB0" w:rsidRPr="00EF68C1" w:rsidRDefault="00F21DB0" w:rsidP="00E44FF8">
            <w:pPr>
              <w:pStyle w:val="tabletext11"/>
              <w:tabs>
                <w:tab w:val="decimal" w:pos="640"/>
              </w:tabs>
              <w:rPr>
                <w:ins w:id="1052" w:author="Author"/>
              </w:rPr>
            </w:pPr>
            <w:ins w:id="1053" w:author="Author">
              <w:r w:rsidRPr="00EF68C1">
                <w:t>50,001 to 60,000</w:t>
              </w:r>
            </w:ins>
          </w:p>
        </w:tc>
        <w:tc>
          <w:tcPr>
            <w:tcW w:w="400" w:type="dxa"/>
            <w:tcBorders>
              <w:left w:val="single" w:sz="6" w:space="0" w:color="auto"/>
            </w:tcBorders>
          </w:tcPr>
          <w:p w14:paraId="3EE30621" w14:textId="77777777" w:rsidR="00F21DB0" w:rsidRPr="00EF68C1" w:rsidRDefault="00F21DB0" w:rsidP="00E44FF8">
            <w:pPr>
              <w:pStyle w:val="tabletext11"/>
              <w:jc w:val="right"/>
              <w:rPr>
                <w:ins w:id="1054" w:author="Author"/>
              </w:rPr>
            </w:pPr>
          </w:p>
        </w:tc>
        <w:tc>
          <w:tcPr>
            <w:tcW w:w="910" w:type="dxa"/>
            <w:tcBorders>
              <w:left w:val="nil"/>
              <w:right w:val="single" w:sz="6" w:space="0" w:color="auto"/>
            </w:tcBorders>
          </w:tcPr>
          <w:p w14:paraId="266EE333" w14:textId="77777777" w:rsidR="00F21DB0" w:rsidRPr="00EF68C1" w:rsidRDefault="00F21DB0" w:rsidP="00E44FF8">
            <w:pPr>
              <w:pStyle w:val="tabletext11"/>
              <w:tabs>
                <w:tab w:val="decimal" w:pos="200"/>
              </w:tabs>
              <w:rPr>
                <w:ins w:id="1055" w:author="Author"/>
              </w:rPr>
            </w:pPr>
            <w:ins w:id="1056" w:author="Author">
              <w:r w:rsidRPr="00EF68C1">
                <w:t>18.90</w:t>
              </w:r>
            </w:ins>
          </w:p>
        </w:tc>
        <w:tc>
          <w:tcPr>
            <w:tcW w:w="300" w:type="dxa"/>
            <w:gridSpan w:val="2"/>
            <w:tcBorders>
              <w:left w:val="single" w:sz="6" w:space="0" w:color="auto"/>
            </w:tcBorders>
          </w:tcPr>
          <w:p w14:paraId="070EF2BF" w14:textId="77777777" w:rsidR="00F21DB0" w:rsidRPr="00EF68C1" w:rsidRDefault="00F21DB0" w:rsidP="00E44FF8">
            <w:pPr>
              <w:pStyle w:val="tabletext11"/>
              <w:jc w:val="right"/>
              <w:rPr>
                <w:ins w:id="1057" w:author="Author"/>
              </w:rPr>
            </w:pPr>
          </w:p>
        </w:tc>
        <w:tc>
          <w:tcPr>
            <w:tcW w:w="790" w:type="dxa"/>
            <w:tcBorders>
              <w:left w:val="nil"/>
              <w:right w:val="single" w:sz="6" w:space="0" w:color="auto"/>
            </w:tcBorders>
          </w:tcPr>
          <w:p w14:paraId="63834D58" w14:textId="77777777" w:rsidR="00F21DB0" w:rsidRPr="00EF68C1" w:rsidRDefault="00F21DB0" w:rsidP="00E44FF8">
            <w:pPr>
              <w:pStyle w:val="tabletext11"/>
              <w:tabs>
                <w:tab w:val="decimal" w:pos="200"/>
              </w:tabs>
              <w:rPr>
                <w:ins w:id="1058" w:author="Author"/>
              </w:rPr>
            </w:pPr>
            <w:ins w:id="1059" w:author="Author">
              <w:r w:rsidRPr="00EF68C1">
                <w:t>23.90</w:t>
              </w:r>
            </w:ins>
          </w:p>
        </w:tc>
      </w:tr>
      <w:tr w:rsidR="00F21DB0" w:rsidRPr="00EF68C1" w14:paraId="7A78FD2C" w14:textId="77777777" w:rsidTr="00E44FF8">
        <w:trPr>
          <w:cantSplit/>
          <w:trHeight w:val="190"/>
          <w:ins w:id="1060" w:author="Author"/>
        </w:trPr>
        <w:tc>
          <w:tcPr>
            <w:tcW w:w="200" w:type="dxa"/>
          </w:tcPr>
          <w:p w14:paraId="5A347F57" w14:textId="77777777" w:rsidR="00F21DB0" w:rsidRPr="00EF68C1" w:rsidRDefault="00F21DB0" w:rsidP="00E44FF8">
            <w:pPr>
              <w:pStyle w:val="tabletext11"/>
              <w:rPr>
                <w:ins w:id="1061" w:author="Author"/>
              </w:rPr>
            </w:pPr>
          </w:p>
        </w:tc>
        <w:tc>
          <w:tcPr>
            <w:tcW w:w="300" w:type="dxa"/>
            <w:tcBorders>
              <w:left w:val="single" w:sz="6" w:space="0" w:color="auto"/>
            </w:tcBorders>
          </w:tcPr>
          <w:p w14:paraId="2B060087" w14:textId="77777777" w:rsidR="00F21DB0" w:rsidRPr="00EF68C1" w:rsidRDefault="00F21DB0" w:rsidP="00E44FF8">
            <w:pPr>
              <w:pStyle w:val="tabletext11"/>
              <w:jc w:val="right"/>
              <w:rPr>
                <w:ins w:id="1062" w:author="Author"/>
              </w:rPr>
            </w:pPr>
          </w:p>
        </w:tc>
        <w:tc>
          <w:tcPr>
            <w:tcW w:w="2100" w:type="dxa"/>
            <w:gridSpan w:val="2"/>
            <w:tcBorders>
              <w:left w:val="nil"/>
              <w:right w:val="single" w:sz="6" w:space="0" w:color="auto"/>
            </w:tcBorders>
          </w:tcPr>
          <w:p w14:paraId="204EFF4E" w14:textId="77777777" w:rsidR="00F21DB0" w:rsidRPr="00EF68C1" w:rsidRDefault="00F21DB0" w:rsidP="00E44FF8">
            <w:pPr>
              <w:pStyle w:val="tabletext11"/>
              <w:tabs>
                <w:tab w:val="decimal" w:pos="640"/>
              </w:tabs>
              <w:rPr>
                <w:ins w:id="1063" w:author="Author"/>
              </w:rPr>
            </w:pPr>
            <w:ins w:id="1064" w:author="Author">
              <w:r w:rsidRPr="00EF68C1">
                <w:t>60,001 to 70,000</w:t>
              </w:r>
            </w:ins>
          </w:p>
        </w:tc>
        <w:tc>
          <w:tcPr>
            <w:tcW w:w="400" w:type="dxa"/>
            <w:tcBorders>
              <w:left w:val="single" w:sz="6" w:space="0" w:color="auto"/>
            </w:tcBorders>
          </w:tcPr>
          <w:p w14:paraId="11A51906" w14:textId="77777777" w:rsidR="00F21DB0" w:rsidRPr="00EF68C1" w:rsidRDefault="00F21DB0" w:rsidP="00E44FF8">
            <w:pPr>
              <w:pStyle w:val="tabletext11"/>
              <w:jc w:val="right"/>
              <w:rPr>
                <w:ins w:id="1065" w:author="Author"/>
              </w:rPr>
            </w:pPr>
          </w:p>
        </w:tc>
        <w:tc>
          <w:tcPr>
            <w:tcW w:w="910" w:type="dxa"/>
            <w:tcBorders>
              <w:left w:val="nil"/>
              <w:right w:val="single" w:sz="6" w:space="0" w:color="auto"/>
            </w:tcBorders>
          </w:tcPr>
          <w:p w14:paraId="05BDABD0" w14:textId="77777777" w:rsidR="00F21DB0" w:rsidRPr="00EF68C1" w:rsidRDefault="00F21DB0" w:rsidP="00E44FF8">
            <w:pPr>
              <w:pStyle w:val="tabletext11"/>
              <w:tabs>
                <w:tab w:val="decimal" w:pos="200"/>
              </w:tabs>
              <w:rPr>
                <w:ins w:id="1066" w:author="Author"/>
              </w:rPr>
            </w:pPr>
            <w:ins w:id="1067" w:author="Author">
              <w:r w:rsidRPr="00EF68C1">
                <w:t>21.28</w:t>
              </w:r>
            </w:ins>
          </w:p>
        </w:tc>
        <w:tc>
          <w:tcPr>
            <w:tcW w:w="300" w:type="dxa"/>
            <w:gridSpan w:val="2"/>
            <w:tcBorders>
              <w:left w:val="single" w:sz="6" w:space="0" w:color="auto"/>
            </w:tcBorders>
          </w:tcPr>
          <w:p w14:paraId="5874F99E" w14:textId="77777777" w:rsidR="00F21DB0" w:rsidRPr="00EF68C1" w:rsidRDefault="00F21DB0" w:rsidP="00E44FF8">
            <w:pPr>
              <w:pStyle w:val="tabletext11"/>
              <w:jc w:val="right"/>
              <w:rPr>
                <w:ins w:id="1068" w:author="Author"/>
              </w:rPr>
            </w:pPr>
          </w:p>
        </w:tc>
        <w:tc>
          <w:tcPr>
            <w:tcW w:w="790" w:type="dxa"/>
            <w:tcBorders>
              <w:left w:val="nil"/>
              <w:right w:val="single" w:sz="6" w:space="0" w:color="auto"/>
            </w:tcBorders>
          </w:tcPr>
          <w:p w14:paraId="1A98FEF0" w14:textId="77777777" w:rsidR="00F21DB0" w:rsidRPr="00EF68C1" w:rsidRDefault="00F21DB0" w:rsidP="00E44FF8">
            <w:pPr>
              <w:pStyle w:val="tabletext11"/>
              <w:tabs>
                <w:tab w:val="decimal" w:pos="200"/>
              </w:tabs>
              <w:rPr>
                <w:ins w:id="1069" w:author="Author"/>
              </w:rPr>
            </w:pPr>
            <w:ins w:id="1070" w:author="Author">
              <w:r w:rsidRPr="00EF68C1">
                <w:t>26.28</w:t>
              </w:r>
            </w:ins>
          </w:p>
        </w:tc>
      </w:tr>
      <w:tr w:rsidR="00F21DB0" w:rsidRPr="00EF68C1" w14:paraId="1FF237BC" w14:textId="77777777" w:rsidTr="00E44FF8">
        <w:trPr>
          <w:cantSplit/>
          <w:trHeight w:val="190"/>
          <w:ins w:id="1071" w:author="Author"/>
        </w:trPr>
        <w:tc>
          <w:tcPr>
            <w:tcW w:w="200" w:type="dxa"/>
          </w:tcPr>
          <w:p w14:paraId="0E9585D6" w14:textId="77777777" w:rsidR="00F21DB0" w:rsidRPr="00EF68C1" w:rsidRDefault="00F21DB0" w:rsidP="00E44FF8">
            <w:pPr>
              <w:pStyle w:val="tabletext11"/>
              <w:rPr>
                <w:ins w:id="1072" w:author="Author"/>
              </w:rPr>
            </w:pPr>
          </w:p>
        </w:tc>
        <w:tc>
          <w:tcPr>
            <w:tcW w:w="300" w:type="dxa"/>
            <w:tcBorders>
              <w:left w:val="single" w:sz="6" w:space="0" w:color="auto"/>
            </w:tcBorders>
          </w:tcPr>
          <w:p w14:paraId="193C182B" w14:textId="77777777" w:rsidR="00F21DB0" w:rsidRPr="00EF68C1" w:rsidRDefault="00F21DB0" w:rsidP="00E44FF8">
            <w:pPr>
              <w:pStyle w:val="tabletext11"/>
              <w:jc w:val="right"/>
              <w:rPr>
                <w:ins w:id="1073" w:author="Author"/>
              </w:rPr>
            </w:pPr>
          </w:p>
        </w:tc>
        <w:tc>
          <w:tcPr>
            <w:tcW w:w="2100" w:type="dxa"/>
            <w:gridSpan w:val="2"/>
            <w:tcBorders>
              <w:left w:val="nil"/>
              <w:right w:val="single" w:sz="6" w:space="0" w:color="auto"/>
            </w:tcBorders>
          </w:tcPr>
          <w:p w14:paraId="3177F0A8" w14:textId="77777777" w:rsidR="00F21DB0" w:rsidRPr="00EF68C1" w:rsidRDefault="00F21DB0" w:rsidP="00E44FF8">
            <w:pPr>
              <w:pStyle w:val="tabletext11"/>
              <w:tabs>
                <w:tab w:val="decimal" w:pos="640"/>
              </w:tabs>
              <w:rPr>
                <w:ins w:id="1074" w:author="Author"/>
              </w:rPr>
            </w:pPr>
            <w:ins w:id="1075" w:author="Author">
              <w:r w:rsidRPr="00EF68C1">
                <w:t>70,001 to 80,000</w:t>
              </w:r>
            </w:ins>
          </w:p>
        </w:tc>
        <w:tc>
          <w:tcPr>
            <w:tcW w:w="400" w:type="dxa"/>
            <w:tcBorders>
              <w:left w:val="single" w:sz="6" w:space="0" w:color="auto"/>
            </w:tcBorders>
          </w:tcPr>
          <w:p w14:paraId="61581800" w14:textId="77777777" w:rsidR="00F21DB0" w:rsidRPr="00EF68C1" w:rsidRDefault="00F21DB0" w:rsidP="00E44FF8">
            <w:pPr>
              <w:pStyle w:val="tabletext11"/>
              <w:jc w:val="right"/>
              <w:rPr>
                <w:ins w:id="1076" w:author="Author"/>
              </w:rPr>
            </w:pPr>
          </w:p>
        </w:tc>
        <w:tc>
          <w:tcPr>
            <w:tcW w:w="910" w:type="dxa"/>
            <w:tcBorders>
              <w:left w:val="nil"/>
              <w:right w:val="single" w:sz="6" w:space="0" w:color="auto"/>
            </w:tcBorders>
          </w:tcPr>
          <w:p w14:paraId="0B9D8FF8" w14:textId="77777777" w:rsidR="00F21DB0" w:rsidRPr="00EF68C1" w:rsidRDefault="00F21DB0" w:rsidP="00E44FF8">
            <w:pPr>
              <w:pStyle w:val="tabletext11"/>
              <w:tabs>
                <w:tab w:val="decimal" w:pos="200"/>
              </w:tabs>
              <w:rPr>
                <w:ins w:id="1077" w:author="Author"/>
              </w:rPr>
            </w:pPr>
            <w:ins w:id="1078" w:author="Author">
              <w:r w:rsidRPr="00EF68C1">
                <w:t>23.48</w:t>
              </w:r>
            </w:ins>
          </w:p>
        </w:tc>
        <w:tc>
          <w:tcPr>
            <w:tcW w:w="300" w:type="dxa"/>
            <w:gridSpan w:val="2"/>
            <w:tcBorders>
              <w:left w:val="single" w:sz="6" w:space="0" w:color="auto"/>
            </w:tcBorders>
          </w:tcPr>
          <w:p w14:paraId="36A8DA03" w14:textId="77777777" w:rsidR="00F21DB0" w:rsidRPr="00EF68C1" w:rsidRDefault="00F21DB0" w:rsidP="00E44FF8">
            <w:pPr>
              <w:pStyle w:val="tabletext11"/>
              <w:jc w:val="right"/>
              <w:rPr>
                <w:ins w:id="1079" w:author="Author"/>
              </w:rPr>
            </w:pPr>
          </w:p>
        </w:tc>
        <w:tc>
          <w:tcPr>
            <w:tcW w:w="790" w:type="dxa"/>
            <w:tcBorders>
              <w:left w:val="nil"/>
              <w:right w:val="single" w:sz="6" w:space="0" w:color="auto"/>
            </w:tcBorders>
          </w:tcPr>
          <w:p w14:paraId="06C0726B" w14:textId="77777777" w:rsidR="00F21DB0" w:rsidRPr="00EF68C1" w:rsidRDefault="00F21DB0" w:rsidP="00E44FF8">
            <w:pPr>
              <w:pStyle w:val="tabletext11"/>
              <w:tabs>
                <w:tab w:val="decimal" w:pos="200"/>
              </w:tabs>
              <w:rPr>
                <w:ins w:id="1080" w:author="Author"/>
              </w:rPr>
            </w:pPr>
            <w:ins w:id="1081" w:author="Author">
              <w:r w:rsidRPr="00EF68C1">
                <w:t>28.48</w:t>
              </w:r>
            </w:ins>
          </w:p>
        </w:tc>
      </w:tr>
      <w:tr w:rsidR="00F21DB0" w:rsidRPr="00EF68C1" w14:paraId="625E0F6C" w14:textId="77777777" w:rsidTr="00E44FF8">
        <w:trPr>
          <w:cantSplit/>
          <w:trHeight w:val="253"/>
          <w:ins w:id="1082" w:author="Author"/>
        </w:trPr>
        <w:tc>
          <w:tcPr>
            <w:tcW w:w="200" w:type="dxa"/>
          </w:tcPr>
          <w:p w14:paraId="2A50D800" w14:textId="77777777" w:rsidR="00F21DB0" w:rsidRPr="00EF68C1" w:rsidRDefault="00F21DB0" w:rsidP="00E44FF8">
            <w:pPr>
              <w:pStyle w:val="tabletext11"/>
              <w:rPr>
                <w:ins w:id="1083" w:author="Author"/>
              </w:rPr>
            </w:pPr>
          </w:p>
        </w:tc>
        <w:tc>
          <w:tcPr>
            <w:tcW w:w="300" w:type="dxa"/>
            <w:tcBorders>
              <w:left w:val="single" w:sz="6" w:space="0" w:color="auto"/>
            </w:tcBorders>
          </w:tcPr>
          <w:p w14:paraId="7A7B5462" w14:textId="77777777" w:rsidR="00F21DB0" w:rsidRPr="00EF68C1" w:rsidRDefault="00F21DB0" w:rsidP="00E44FF8">
            <w:pPr>
              <w:pStyle w:val="tabletext11"/>
              <w:jc w:val="right"/>
              <w:rPr>
                <w:ins w:id="1084" w:author="Author"/>
              </w:rPr>
            </w:pPr>
          </w:p>
        </w:tc>
        <w:tc>
          <w:tcPr>
            <w:tcW w:w="2100" w:type="dxa"/>
            <w:gridSpan w:val="2"/>
            <w:tcBorders>
              <w:left w:val="nil"/>
              <w:right w:val="single" w:sz="6" w:space="0" w:color="auto"/>
            </w:tcBorders>
          </w:tcPr>
          <w:p w14:paraId="68613261" w14:textId="77777777" w:rsidR="00F21DB0" w:rsidRPr="00EF68C1" w:rsidRDefault="00F21DB0" w:rsidP="00E44FF8">
            <w:pPr>
              <w:pStyle w:val="tabletext11"/>
              <w:tabs>
                <w:tab w:val="decimal" w:pos="640"/>
              </w:tabs>
              <w:rPr>
                <w:ins w:id="1085" w:author="Author"/>
              </w:rPr>
            </w:pPr>
            <w:ins w:id="1086" w:author="Author">
              <w:r w:rsidRPr="00EF68C1">
                <w:t>80,001 to 90,000</w:t>
              </w:r>
            </w:ins>
          </w:p>
        </w:tc>
        <w:tc>
          <w:tcPr>
            <w:tcW w:w="400" w:type="dxa"/>
            <w:tcBorders>
              <w:left w:val="single" w:sz="6" w:space="0" w:color="auto"/>
            </w:tcBorders>
          </w:tcPr>
          <w:p w14:paraId="73D699F6" w14:textId="77777777" w:rsidR="00F21DB0" w:rsidRPr="00EF68C1" w:rsidRDefault="00F21DB0" w:rsidP="00E44FF8">
            <w:pPr>
              <w:pStyle w:val="tabletext11"/>
              <w:jc w:val="right"/>
              <w:rPr>
                <w:ins w:id="1087" w:author="Author"/>
              </w:rPr>
            </w:pPr>
          </w:p>
        </w:tc>
        <w:tc>
          <w:tcPr>
            <w:tcW w:w="910" w:type="dxa"/>
            <w:tcBorders>
              <w:left w:val="nil"/>
              <w:right w:val="single" w:sz="6" w:space="0" w:color="auto"/>
            </w:tcBorders>
          </w:tcPr>
          <w:p w14:paraId="0ADD73B2" w14:textId="77777777" w:rsidR="00F21DB0" w:rsidRPr="00EF68C1" w:rsidRDefault="00F21DB0" w:rsidP="00E44FF8">
            <w:pPr>
              <w:pStyle w:val="tabletext11"/>
              <w:tabs>
                <w:tab w:val="decimal" w:pos="200"/>
              </w:tabs>
              <w:rPr>
                <w:ins w:id="1088" w:author="Author"/>
              </w:rPr>
            </w:pPr>
            <w:ins w:id="1089" w:author="Author">
              <w:r w:rsidRPr="00EF68C1">
                <w:t>25.52</w:t>
              </w:r>
            </w:ins>
          </w:p>
        </w:tc>
        <w:tc>
          <w:tcPr>
            <w:tcW w:w="300" w:type="dxa"/>
            <w:gridSpan w:val="2"/>
            <w:tcBorders>
              <w:left w:val="single" w:sz="6" w:space="0" w:color="auto"/>
            </w:tcBorders>
          </w:tcPr>
          <w:p w14:paraId="6CAC3AEB" w14:textId="77777777" w:rsidR="00F21DB0" w:rsidRPr="00EF68C1" w:rsidRDefault="00F21DB0" w:rsidP="00E44FF8">
            <w:pPr>
              <w:pStyle w:val="tabletext11"/>
              <w:jc w:val="right"/>
              <w:rPr>
                <w:ins w:id="1090" w:author="Author"/>
              </w:rPr>
            </w:pPr>
          </w:p>
        </w:tc>
        <w:tc>
          <w:tcPr>
            <w:tcW w:w="790" w:type="dxa"/>
            <w:tcBorders>
              <w:left w:val="nil"/>
              <w:right w:val="single" w:sz="6" w:space="0" w:color="auto"/>
            </w:tcBorders>
          </w:tcPr>
          <w:p w14:paraId="265D3F9C" w14:textId="77777777" w:rsidR="00F21DB0" w:rsidRPr="00EF68C1" w:rsidRDefault="00F21DB0" w:rsidP="00E44FF8">
            <w:pPr>
              <w:pStyle w:val="tabletext11"/>
              <w:tabs>
                <w:tab w:val="decimal" w:pos="200"/>
              </w:tabs>
              <w:rPr>
                <w:ins w:id="1091" w:author="Author"/>
              </w:rPr>
            </w:pPr>
            <w:ins w:id="1092" w:author="Author">
              <w:r w:rsidRPr="00EF68C1">
                <w:t>30.52</w:t>
              </w:r>
            </w:ins>
          </w:p>
        </w:tc>
      </w:tr>
      <w:tr w:rsidR="00F21DB0" w:rsidRPr="00EF68C1" w14:paraId="6F7419D1" w14:textId="77777777" w:rsidTr="00E44FF8">
        <w:trPr>
          <w:cantSplit/>
          <w:trHeight w:val="190"/>
          <w:ins w:id="1093" w:author="Author"/>
        </w:trPr>
        <w:tc>
          <w:tcPr>
            <w:tcW w:w="200" w:type="dxa"/>
          </w:tcPr>
          <w:p w14:paraId="4D829493" w14:textId="77777777" w:rsidR="00F21DB0" w:rsidRPr="00EF68C1" w:rsidRDefault="00F21DB0" w:rsidP="00E44FF8">
            <w:pPr>
              <w:pStyle w:val="tabletext11"/>
              <w:rPr>
                <w:ins w:id="1094" w:author="Author"/>
              </w:rPr>
            </w:pPr>
          </w:p>
        </w:tc>
        <w:tc>
          <w:tcPr>
            <w:tcW w:w="300" w:type="dxa"/>
            <w:tcBorders>
              <w:left w:val="single" w:sz="6" w:space="0" w:color="auto"/>
            </w:tcBorders>
          </w:tcPr>
          <w:p w14:paraId="258AAC49" w14:textId="77777777" w:rsidR="00F21DB0" w:rsidRPr="00EF68C1" w:rsidRDefault="00F21DB0" w:rsidP="00E44FF8">
            <w:pPr>
              <w:pStyle w:val="tabletext11"/>
              <w:jc w:val="right"/>
              <w:rPr>
                <w:ins w:id="1095" w:author="Author"/>
              </w:rPr>
            </w:pPr>
          </w:p>
        </w:tc>
        <w:tc>
          <w:tcPr>
            <w:tcW w:w="2100" w:type="dxa"/>
            <w:gridSpan w:val="2"/>
            <w:tcBorders>
              <w:left w:val="nil"/>
              <w:right w:val="single" w:sz="6" w:space="0" w:color="auto"/>
            </w:tcBorders>
          </w:tcPr>
          <w:p w14:paraId="5400410A" w14:textId="77777777" w:rsidR="00F21DB0" w:rsidRPr="00EF68C1" w:rsidRDefault="00F21DB0" w:rsidP="00E44FF8">
            <w:pPr>
              <w:pStyle w:val="tabletext11"/>
              <w:tabs>
                <w:tab w:val="decimal" w:pos="640"/>
              </w:tabs>
              <w:rPr>
                <w:ins w:id="1096" w:author="Author"/>
              </w:rPr>
            </w:pPr>
            <w:ins w:id="1097" w:author="Author">
              <w:r w:rsidRPr="00EF68C1">
                <w:t>90,001 to 100,000</w:t>
              </w:r>
            </w:ins>
          </w:p>
        </w:tc>
        <w:tc>
          <w:tcPr>
            <w:tcW w:w="400" w:type="dxa"/>
            <w:tcBorders>
              <w:left w:val="single" w:sz="6" w:space="0" w:color="auto"/>
            </w:tcBorders>
          </w:tcPr>
          <w:p w14:paraId="28CBF247" w14:textId="77777777" w:rsidR="00F21DB0" w:rsidRPr="00EF68C1" w:rsidRDefault="00F21DB0" w:rsidP="00E44FF8">
            <w:pPr>
              <w:pStyle w:val="tabletext11"/>
              <w:jc w:val="right"/>
              <w:rPr>
                <w:ins w:id="1098" w:author="Author"/>
              </w:rPr>
            </w:pPr>
          </w:p>
        </w:tc>
        <w:tc>
          <w:tcPr>
            <w:tcW w:w="910" w:type="dxa"/>
            <w:tcBorders>
              <w:left w:val="nil"/>
              <w:right w:val="single" w:sz="6" w:space="0" w:color="auto"/>
            </w:tcBorders>
          </w:tcPr>
          <w:p w14:paraId="331A58DF" w14:textId="77777777" w:rsidR="00F21DB0" w:rsidRPr="00EF68C1" w:rsidRDefault="00F21DB0" w:rsidP="00E44FF8">
            <w:pPr>
              <w:pStyle w:val="tabletext11"/>
              <w:tabs>
                <w:tab w:val="decimal" w:pos="200"/>
              </w:tabs>
              <w:rPr>
                <w:ins w:id="1099" w:author="Author"/>
              </w:rPr>
            </w:pPr>
            <w:ins w:id="1100" w:author="Author">
              <w:r w:rsidRPr="00EF68C1">
                <w:t>27.40</w:t>
              </w:r>
            </w:ins>
          </w:p>
        </w:tc>
        <w:tc>
          <w:tcPr>
            <w:tcW w:w="300" w:type="dxa"/>
            <w:gridSpan w:val="2"/>
            <w:tcBorders>
              <w:left w:val="single" w:sz="6" w:space="0" w:color="auto"/>
            </w:tcBorders>
          </w:tcPr>
          <w:p w14:paraId="14D03D01" w14:textId="77777777" w:rsidR="00F21DB0" w:rsidRPr="00EF68C1" w:rsidRDefault="00F21DB0" w:rsidP="00E44FF8">
            <w:pPr>
              <w:pStyle w:val="tabletext11"/>
              <w:jc w:val="right"/>
              <w:rPr>
                <w:ins w:id="1101" w:author="Author"/>
              </w:rPr>
            </w:pPr>
          </w:p>
        </w:tc>
        <w:tc>
          <w:tcPr>
            <w:tcW w:w="790" w:type="dxa"/>
            <w:tcBorders>
              <w:left w:val="nil"/>
              <w:right w:val="single" w:sz="6" w:space="0" w:color="auto"/>
            </w:tcBorders>
          </w:tcPr>
          <w:p w14:paraId="13C1089D" w14:textId="77777777" w:rsidR="00F21DB0" w:rsidRPr="00EF68C1" w:rsidRDefault="00F21DB0" w:rsidP="00E44FF8">
            <w:pPr>
              <w:pStyle w:val="tabletext11"/>
              <w:tabs>
                <w:tab w:val="decimal" w:pos="200"/>
              </w:tabs>
              <w:rPr>
                <w:ins w:id="1102" w:author="Author"/>
              </w:rPr>
            </w:pPr>
            <w:ins w:id="1103" w:author="Author">
              <w:r w:rsidRPr="00EF68C1">
                <w:t>32.40</w:t>
              </w:r>
            </w:ins>
          </w:p>
        </w:tc>
      </w:tr>
      <w:tr w:rsidR="00F21DB0" w:rsidRPr="00EF68C1" w14:paraId="59110F4F" w14:textId="77777777" w:rsidTr="00E44FF8">
        <w:trPr>
          <w:cantSplit/>
          <w:trHeight w:val="190"/>
          <w:ins w:id="1104" w:author="Author"/>
        </w:trPr>
        <w:tc>
          <w:tcPr>
            <w:tcW w:w="200" w:type="dxa"/>
          </w:tcPr>
          <w:p w14:paraId="540F5C43" w14:textId="77777777" w:rsidR="00F21DB0" w:rsidRPr="00EF68C1" w:rsidRDefault="00F21DB0" w:rsidP="00E44FF8">
            <w:pPr>
              <w:pStyle w:val="tabletext11"/>
              <w:rPr>
                <w:ins w:id="1105" w:author="Author"/>
              </w:rPr>
            </w:pPr>
          </w:p>
        </w:tc>
        <w:tc>
          <w:tcPr>
            <w:tcW w:w="300" w:type="dxa"/>
            <w:tcBorders>
              <w:left w:val="single" w:sz="6" w:space="0" w:color="auto"/>
            </w:tcBorders>
          </w:tcPr>
          <w:p w14:paraId="6C53618F" w14:textId="77777777" w:rsidR="00F21DB0" w:rsidRPr="00EF68C1" w:rsidRDefault="00F21DB0" w:rsidP="00E44FF8">
            <w:pPr>
              <w:pStyle w:val="tabletext11"/>
              <w:jc w:val="right"/>
              <w:rPr>
                <w:ins w:id="1106" w:author="Author"/>
              </w:rPr>
            </w:pPr>
          </w:p>
        </w:tc>
        <w:tc>
          <w:tcPr>
            <w:tcW w:w="2100" w:type="dxa"/>
            <w:gridSpan w:val="2"/>
            <w:tcBorders>
              <w:left w:val="nil"/>
              <w:right w:val="single" w:sz="6" w:space="0" w:color="auto"/>
            </w:tcBorders>
          </w:tcPr>
          <w:p w14:paraId="55D2A861" w14:textId="77777777" w:rsidR="00F21DB0" w:rsidRPr="00EF68C1" w:rsidRDefault="00F21DB0" w:rsidP="00E44FF8">
            <w:pPr>
              <w:pStyle w:val="tabletext11"/>
              <w:rPr>
                <w:ins w:id="1107" w:author="Author"/>
              </w:rPr>
            </w:pPr>
            <w:ins w:id="1108" w:author="Author">
              <w:r w:rsidRPr="00EF68C1">
                <w:t>100,001 to 110,000</w:t>
              </w:r>
            </w:ins>
          </w:p>
        </w:tc>
        <w:tc>
          <w:tcPr>
            <w:tcW w:w="400" w:type="dxa"/>
            <w:tcBorders>
              <w:left w:val="single" w:sz="6" w:space="0" w:color="auto"/>
            </w:tcBorders>
          </w:tcPr>
          <w:p w14:paraId="0D926DC7" w14:textId="77777777" w:rsidR="00F21DB0" w:rsidRPr="00EF68C1" w:rsidRDefault="00F21DB0" w:rsidP="00E44FF8">
            <w:pPr>
              <w:pStyle w:val="tabletext11"/>
              <w:jc w:val="right"/>
              <w:rPr>
                <w:ins w:id="1109" w:author="Author"/>
              </w:rPr>
            </w:pPr>
          </w:p>
        </w:tc>
        <w:tc>
          <w:tcPr>
            <w:tcW w:w="910" w:type="dxa"/>
            <w:tcBorders>
              <w:left w:val="nil"/>
              <w:right w:val="single" w:sz="6" w:space="0" w:color="auto"/>
            </w:tcBorders>
          </w:tcPr>
          <w:p w14:paraId="458A2B48" w14:textId="77777777" w:rsidR="00F21DB0" w:rsidRPr="00EF68C1" w:rsidRDefault="00F21DB0" w:rsidP="00E44FF8">
            <w:pPr>
              <w:pStyle w:val="tabletext11"/>
              <w:tabs>
                <w:tab w:val="decimal" w:pos="200"/>
              </w:tabs>
              <w:rPr>
                <w:ins w:id="1110" w:author="Author"/>
              </w:rPr>
            </w:pPr>
            <w:ins w:id="1111" w:author="Author">
              <w:r w:rsidRPr="00EF68C1">
                <w:t>29.15</w:t>
              </w:r>
            </w:ins>
          </w:p>
        </w:tc>
        <w:tc>
          <w:tcPr>
            <w:tcW w:w="300" w:type="dxa"/>
            <w:gridSpan w:val="2"/>
            <w:tcBorders>
              <w:left w:val="single" w:sz="6" w:space="0" w:color="auto"/>
            </w:tcBorders>
          </w:tcPr>
          <w:p w14:paraId="60AB47A4" w14:textId="77777777" w:rsidR="00F21DB0" w:rsidRPr="00EF68C1" w:rsidRDefault="00F21DB0" w:rsidP="00E44FF8">
            <w:pPr>
              <w:pStyle w:val="tabletext11"/>
              <w:jc w:val="right"/>
              <w:rPr>
                <w:ins w:id="1112" w:author="Author"/>
              </w:rPr>
            </w:pPr>
          </w:p>
        </w:tc>
        <w:tc>
          <w:tcPr>
            <w:tcW w:w="790" w:type="dxa"/>
            <w:tcBorders>
              <w:left w:val="nil"/>
              <w:right w:val="single" w:sz="6" w:space="0" w:color="auto"/>
            </w:tcBorders>
          </w:tcPr>
          <w:p w14:paraId="25E83A4B" w14:textId="77777777" w:rsidR="00F21DB0" w:rsidRPr="00EF68C1" w:rsidRDefault="00F21DB0" w:rsidP="00E44FF8">
            <w:pPr>
              <w:pStyle w:val="tabletext11"/>
              <w:tabs>
                <w:tab w:val="decimal" w:pos="200"/>
              </w:tabs>
              <w:rPr>
                <w:ins w:id="1113" w:author="Author"/>
              </w:rPr>
            </w:pPr>
            <w:ins w:id="1114" w:author="Author">
              <w:r w:rsidRPr="00EF68C1">
                <w:t>34.15</w:t>
              </w:r>
            </w:ins>
          </w:p>
        </w:tc>
      </w:tr>
      <w:tr w:rsidR="00F21DB0" w:rsidRPr="00EF68C1" w14:paraId="6AB7A3B6" w14:textId="77777777" w:rsidTr="00E44FF8">
        <w:trPr>
          <w:cantSplit/>
          <w:trHeight w:val="190"/>
          <w:ins w:id="1115" w:author="Author"/>
        </w:trPr>
        <w:tc>
          <w:tcPr>
            <w:tcW w:w="200" w:type="dxa"/>
          </w:tcPr>
          <w:p w14:paraId="7E852F26" w14:textId="77777777" w:rsidR="00F21DB0" w:rsidRPr="00EF68C1" w:rsidRDefault="00F21DB0" w:rsidP="00E44FF8">
            <w:pPr>
              <w:pStyle w:val="tabletext11"/>
              <w:rPr>
                <w:ins w:id="1116" w:author="Author"/>
              </w:rPr>
            </w:pPr>
          </w:p>
        </w:tc>
        <w:tc>
          <w:tcPr>
            <w:tcW w:w="300" w:type="dxa"/>
            <w:tcBorders>
              <w:left w:val="single" w:sz="6" w:space="0" w:color="auto"/>
            </w:tcBorders>
          </w:tcPr>
          <w:p w14:paraId="566EC2C2" w14:textId="77777777" w:rsidR="00F21DB0" w:rsidRPr="00EF68C1" w:rsidRDefault="00F21DB0" w:rsidP="00E44FF8">
            <w:pPr>
              <w:pStyle w:val="tabletext11"/>
              <w:jc w:val="right"/>
              <w:rPr>
                <w:ins w:id="1117" w:author="Author"/>
              </w:rPr>
            </w:pPr>
          </w:p>
        </w:tc>
        <w:tc>
          <w:tcPr>
            <w:tcW w:w="2100" w:type="dxa"/>
            <w:gridSpan w:val="2"/>
            <w:tcBorders>
              <w:left w:val="nil"/>
              <w:right w:val="single" w:sz="6" w:space="0" w:color="auto"/>
            </w:tcBorders>
          </w:tcPr>
          <w:p w14:paraId="7232735A" w14:textId="77777777" w:rsidR="00F21DB0" w:rsidRPr="00EF68C1" w:rsidRDefault="00F21DB0" w:rsidP="00E44FF8">
            <w:pPr>
              <w:pStyle w:val="tabletext11"/>
              <w:rPr>
                <w:ins w:id="1118" w:author="Author"/>
              </w:rPr>
            </w:pPr>
            <w:ins w:id="1119" w:author="Author">
              <w:r w:rsidRPr="00EF68C1">
                <w:t>110,001 to 120,000</w:t>
              </w:r>
            </w:ins>
          </w:p>
        </w:tc>
        <w:tc>
          <w:tcPr>
            <w:tcW w:w="400" w:type="dxa"/>
            <w:tcBorders>
              <w:left w:val="single" w:sz="6" w:space="0" w:color="auto"/>
            </w:tcBorders>
          </w:tcPr>
          <w:p w14:paraId="14802C99" w14:textId="77777777" w:rsidR="00F21DB0" w:rsidRPr="00EF68C1" w:rsidRDefault="00F21DB0" w:rsidP="00E44FF8">
            <w:pPr>
              <w:pStyle w:val="tabletext11"/>
              <w:jc w:val="right"/>
              <w:rPr>
                <w:ins w:id="1120" w:author="Author"/>
              </w:rPr>
            </w:pPr>
          </w:p>
        </w:tc>
        <w:tc>
          <w:tcPr>
            <w:tcW w:w="910" w:type="dxa"/>
            <w:tcBorders>
              <w:left w:val="nil"/>
              <w:right w:val="single" w:sz="6" w:space="0" w:color="auto"/>
            </w:tcBorders>
          </w:tcPr>
          <w:p w14:paraId="143BA873" w14:textId="77777777" w:rsidR="00F21DB0" w:rsidRPr="00EF68C1" w:rsidRDefault="00F21DB0" w:rsidP="00E44FF8">
            <w:pPr>
              <w:pStyle w:val="tabletext11"/>
              <w:tabs>
                <w:tab w:val="decimal" w:pos="200"/>
              </w:tabs>
              <w:rPr>
                <w:ins w:id="1121" w:author="Author"/>
              </w:rPr>
            </w:pPr>
            <w:ins w:id="1122" w:author="Author">
              <w:r w:rsidRPr="00EF68C1">
                <w:t>30.76</w:t>
              </w:r>
            </w:ins>
          </w:p>
        </w:tc>
        <w:tc>
          <w:tcPr>
            <w:tcW w:w="300" w:type="dxa"/>
            <w:gridSpan w:val="2"/>
            <w:tcBorders>
              <w:left w:val="single" w:sz="6" w:space="0" w:color="auto"/>
            </w:tcBorders>
          </w:tcPr>
          <w:p w14:paraId="4FBA0677" w14:textId="77777777" w:rsidR="00F21DB0" w:rsidRPr="00EF68C1" w:rsidRDefault="00F21DB0" w:rsidP="00E44FF8">
            <w:pPr>
              <w:pStyle w:val="tabletext11"/>
              <w:jc w:val="right"/>
              <w:rPr>
                <w:ins w:id="1123" w:author="Author"/>
              </w:rPr>
            </w:pPr>
          </w:p>
        </w:tc>
        <w:tc>
          <w:tcPr>
            <w:tcW w:w="790" w:type="dxa"/>
            <w:tcBorders>
              <w:left w:val="nil"/>
              <w:right w:val="single" w:sz="6" w:space="0" w:color="auto"/>
            </w:tcBorders>
          </w:tcPr>
          <w:p w14:paraId="2E96D009" w14:textId="77777777" w:rsidR="00F21DB0" w:rsidRPr="00EF68C1" w:rsidRDefault="00F21DB0" w:rsidP="00E44FF8">
            <w:pPr>
              <w:pStyle w:val="tabletext11"/>
              <w:tabs>
                <w:tab w:val="decimal" w:pos="200"/>
              </w:tabs>
              <w:rPr>
                <w:ins w:id="1124" w:author="Author"/>
              </w:rPr>
            </w:pPr>
            <w:ins w:id="1125" w:author="Author">
              <w:r w:rsidRPr="00EF68C1">
                <w:t>35.76</w:t>
              </w:r>
            </w:ins>
          </w:p>
        </w:tc>
      </w:tr>
      <w:tr w:rsidR="00F21DB0" w:rsidRPr="00EF68C1" w14:paraId="778CD31C" w14:textId="77777777" w:rsidTr="00E44FF8">
        <w:trPr>
          <w:cantSplit/>
          <w:trHeight w:val="190"/>
          <w:ins w:id="1126" w:author="Author"/>
        </w:trPr>
        <w:tc>
          <w:tcPr>
            <w:tcW w:w="200" w:type="dxa"/>
          </w:tcPr>
          <w:p w14:paraId="22107109" w14:textId="77777777" w:rsidR="00F21DB0" w:rsidRPr="00EF68C1" w:rsidRDefault="00F21DB0" w:rsidP="00E44FF8">
            <w:pPr>
              <w:pStyle w:val="tabletext11"/>
              <w:rPr>
                <w:ins w:id="1127" w:author="Author"/>
              </w:rPr>
            </w:pPr>
          </w:p>
        </w:tc>
        <w:tc>
          <w:tcPr>
            <w:tcW w:w="300" w:type="dxa"/>
            <w:tcBorders>
              <w:left w:val="single" w:sz="6" w:space="0" w:color="auto"/>
            </w:tcBorders>
          </w:tcPr>
          <w:p w14:paraId="6BCD19AB" w14:textId="77777777" w:rsidR="00F21DB0" w:rsidRPr="00EF68C1" w:rsidRDefault="00F21DB0" w:rsidP="00E44FF8">
            <w:pPr>
              <w:pStyle w:val="tabletext11"/>
              <w:jc w:val="right"/>
              <w:rPr>
                <w:ins w:id="1128" w:author="Author"/>
              </w:rPr>
            </w:pPr>
          </w:p>
        </w:tc>
        <w:tc>
          <w:tcPr>
            <w:tcW w:w="2100" w:type="dxa"/>
            <w:gridSpan w:val="2"/>
            <w:tcBorders>
              <w:left w:val="nil"/>
              <w:right w:val="single" w:sz="6" w:space="0" w:color="auto"/>
            </w:tcBorders>
          </w:tcPr>
          <w:p w14:paraId="365EA630" w14:textId="77777777" w:rsidR="00F21DB0" w:rsidRPr="00EF68C1" w:rsidRDefault="00F21DB0" w:rsidP="00E44FF8">
            <w:pPr>
              <w:pStyle w:val="tabletext11"/>
              <w:rPr>
                <w:ins w:id="1129" w:author="Author"/>
              </w:rPr>
            </w:pPr>
            <w:ins w:id="1130" w:author="Author">
              <w:r w:rsidRPr="00EF68C1">
                <w:t>120,001 to 130,000</w:t>
              </w:r>
            </w:ins>
          </w:p>
        </w:tc>
        <w:tc>
          <w:tcPr>
            <w:tcW w:w="400" w:type="dxa"/>
            <w:tcBorders>
              <w:left w:val="single" w:sz="6" w:space="0" w:color="auto"/>
            </w:tcBorders>
          </w:tcPr>
          <w:p w14:paraId="681A5D05" w14:textId="77777777" w:rsidR="00F21DB0" w:rsidRPr="00EF68C1" w:rsidRDefault="00F21DB0" w:rsidP="00E44FF8">
            <w:pPr>
              <w:pStyle w:val="tabletext11"/>
              <w:jc w:val="right"/>
              <w:rPr>
                <w:ins w:id="1131" w:author="Author"/>
              </w:rPr>
            </w:pPr>
          </w:p>
        </w:tc>
        <w:tc>
          <w:tcPr>
            <w:tcW w:w="910" w:type="dxa"/>
            <w:tcBorders>
              <w:left w:val="nil"/>
              <w:right w:val="single" w:sz="6" w:space="0" w:color="auto"/>
            </w:tcBorders>
          </w:tcPr>
          <w:p w14:paraId="566F83FF" w14:textId="77777777" w:rsidR="00F21DB0" w:rsidRPr="00EF68C1" w:rsidRDefault="00F21DB0" w:rsidP="00E44FF8">
            <w:pPr>
              <w:pStyle w:val="tabletext11"/>
              <w:tabs>
                <w:tab w:val="decimal" w:pos="200"/>
              </w:tabs>
              <w:rPr>
                <w:ins w:id="1132" w:author="Author"/>
              </w:rPr>
            </w:pPr>
            <w:ins w:id="1133" w:author="Author">
              <w:r w:rsidRPr="00EF68C1">
                <w:t>32.25</w:t>
              </w:r>
            </w:ins>
          </w:p>
        </w:tc>
        <w:tc>
          <w:tcPr>
            <w:tcW w:w="300" w:type="dxa"/>
            <w:gridSpan w:val="2"/>
            <w:tcBorders>
              <w:left w:val="single" w:sz="6" w:space="0" w:color="auto"/>
            </w:tcBorders>
          </w:tcPr>
          <w:p w14:paraId="0F27BF28" w14:textId="77777777" w:rsidR="00F21DB0" w:rsidRPr="00EF68C1" w:rsidRDefault="00F21DB0" w:rsidP="00E44FF8">
            <w:pPr>
              <w:pStyle w:val="tabletext11"/>
              <w:jc w:val="right"/>
              <w:rPr>
                <w:ins w:id="1134" w:author="Author"/>
              </w:rPr>
            </w:pPr>
          </w:p>
        </w:tc>
        <w:tc>
          <w:tcPr>
            <w:tcW w:w="790" w:type="dxa"/>
            <w:tcBorders>
              <w:left w:val="nil"/>
              <w:right w:val="single" w:sz="6" w:space="0" w:color="auto"/>
            </w:tcBorders>
          </w:tcPr>
          <w:p w14:paraId="02DD1C21" w14:textId="77777777" w:rsidR="00F21DB0" w:rsidRPr="00EF68C1" w:rsidRDefault="00F21DB0" w:rsidP="00E44FF8">
            <w:pPr>
              <w:pStyle w:val="tabletext11"/>
              <w:tabs>
                <w:tab w:val="decimal" w:pos="200"/>
              </w:tabs>
              <w:rPr>
                <w:ins w:id="1135" w:author="Author"/>
              </w:rPr>
            </w:pPr>
            <w:ins w:id="1136" w:author="Author">
              <w:r w:rsidRPr="00EF68C1">
                <w:t>37.25</w:t>
              </w:r>
            </w:ins>
          </w:p>
        </w:tc>
      </w:tr>
      <w:tr w:rsidR="00F21DB0" w:rsidRPr="00EF68C1" w14:paraId="1F0F1A5F" w14:textId="77777777" w:rsidTr="00E44FF8">
        <w:trPr>
          <w:cantSplit/>
          <w:trHeight w:val="190"/>
          <w:ins w:id="1137" w:author="Author"/>
        </w:trPr>
        <w:tc>
          <w:tcPr>
            <w:tcW w:w="200" w:type="dxa"/>
          </w:tcPr>
          <w:p w14:paraId="708BD10F" w14:textId="77777777" w:rsidR="00F21DB0" w:rsidRPr="00EF68C1" w:rsidRDefault="00F21DB0" w:rsidP="00E44FF8">
            <w:pPr>
              <w:pStyle w:val="tabletext11"/>
              <w:rPr>
                <w:ins w:id="1138" w:author="Author"/>
              </w:rPr>
            </w:pPr>
          </w:p>
        </w:tc>
        <w:tc>
          <w:tcPr>
            <w:tcW w:w="300" w:type="dxa"/>
            <w:tcBorders>
              <w:left w:val="single" w:sz="6" w:space="0" w:color="auto"/>
            </w:tcBorders>
          </w:tcPr>
          <w:p w14:paraId="3EE00EFB" w14:textId="77777777" w:rsidR="00F21DB0" w:rsidRPr="00EF68C1" w:rsidRDefault="00F21DB0" w:rsidP="00E44FF8">
            <w:pPr>
              <w:pStyle w:val="tabletext11"/>
              <w:jc w:val="right"/>
              <w:rPr>
                <w:ins w:id="1139" w:author="Author"/>
              </w:rPr>
            </w:pPr>
          </w:p>
        </w:tc>
        <w:tc>
          <w:tcPr>
            <w:tcW w:w="2100" w:type="dxa"/>
            <w:gridSpan w:val="2"/>
            <w:tcBorders>
              <w:left w:val="nil"/>
              <w:right w:val="single" w:sz="6" w:space="0" w:color="auto"/>
            </w:tcBorders>
          </w:tcPr>
          <w:p w14:paraId="34AB87A1" w14:textId="77777777" w:rsidR="00F21DB0" w:rsidRPr="00EF68C1" w:rsidRDefault="00F21DB0" w:rsidP="00E44FF8">
            <w:pPr>
              <w:pStyle w:val="tabletext11"/>
              <w:rPr>
                <w:ins w:id="1140" w:author="Author"/>
              </w:rPr>
            </w:pPr>
            <w:ins w:id="1141" w:author="Author">
              <w:r w:rsidRPr="00EF68C1">
                <w:t>130,001 to 140,000</w:t>
              </w:r>
            </w:ins>
          </w:p>
        </w:tc>
        <w:tc>
          <w:tcPr>
            <w:tcW w:w="400" w:type="dxa"/>
            <w:tcBorders>
              <w:left w:val="single" w:sz="6" w:space="0" w:color="auto"/>
            </w:tcBorders>
          </w:tcPr>
          <w:p w14:paraId="337EFA2A" w14:textId="77777777" w:rsidR="00F21DB0" w:rsidRPr="00EF68C1" w:rsidRDefault="00F21DB0" w:rsidP="00E44FF8">
            <w:pPr>
              <w:pStyle w:val="tabletext11"/>
              <w:jc w:val="right"/>
              <w:rPr>
                <w:ins w:id="1142" w:author="Author"/>
              </w:rPr>
            </w:pPr>
          </w:p>
        </w:tc>
        <w:tc>
          <w:tcPr>
            <w:tcW w:w="910" w:type="dxa"/>
            <w:tcBorders>
              <w:left w:val="nil"/>
              <w:right w:val="single" w:sz="6" w:space="0" w:color="auto"/>
            </w:tcBorders>
          </w:tcPr>
          <w:p w14:paraId="294FEC75" w14:textId="77777777" w:rsidR="00F21DB0" w:rsidRPr="00EF68C1" w:rsidRDefault="00F21DB0" w:rsidP="00E44FF8">
            <w:pPr>
              <w:pStyle w:val="tabletext11"/>
              <w:tabs>
                <w:tab w:val="decimal" w:pos="200"/>
              </w:tabs>
              <w:rPr>
                <w:ins w:id="1143" w:author="Author"/>
              </w:rPr>
            </w:pPr>
            <w:ins w:id="1144" w:author="Author">
              <w:r w:rsidRPr="00EF68C1">
                <w:t>33.63</w:t>
              </w:r>
            </w:ins>
          </w:p>
        </w:tc>
        <w:tc>
          <w:tcPr>
            <w:tcW w:w="300" w:type="dxa"/>
            <w:gridSpan w:val="2"/>
            <w:tcBorders>
              <w:left w:val="single" w:sz="6" w:space="0" w:color="auto"/>
            </w:tcBorders>
          </w:tcPr>
          <w:p w14:paraId="7A2F1E1D" w14:textId="77777777" w:rsidR="00F21DB0" w:rsidRPr="00EF68C1" w:rsidRDefault="00F21DB0" w:rsidP="00E44FF8">
            <w:pPr>
              <w:pStyle w:val="tabletext11"/>
              <w:jc w:val="right"/>
              <w:rPr>
                <w:ins w:id="1145" w:author="Author"/>
              </w:rPr>
            </w:pPr>
          </w:p>
        </w:tc>
        <w:tc>
          <w:tcPr>
            <w:tcW w:w="790" w:type="dxa"/>
            <w:tcBorders>
              <w:left w:val="nil"/>
              <w:right w:val="single" w:sz="6" w:space="0" w:color="auto"/>
            </w:tcBorders>
          </w:tcPr>
          <w:p w14:paraId="7CA34806" w14:textId="77777777" w:rsidR="00F21DB0" w:rsidRPr="00EF68C1" w:rsidRDefault="00F21DB0" w:rsidP="00E44FF8">
            <w:pPr>
              <w:pStyle w:val="tabletext11"/>
              <w:tabs>
                <w:tab w:val="decimal" w:pos="200"/>
              </w:tabs>
              <w:rPr>
                <w:ins w:id="1146" w:author="Author"/>
              </w:rPr>
            </w:pPr>
            <w:ins w:id="1147" w:author="Author">
              <w:r w:rsidRPr="00EF68C1">
                <w:t>38.63</w:t>
              </w:r>
            </w:ins>
          </w:p>
        </w:tc>
      </w:tr>
      <w:tr w:rsidR="00F21DB0" w:rsidRPr="00EF68C1" w14:paraId="0DD6CCA3" w14:textId="77777777" w:rsidTr="00E44FF8">
        <w:trPr>
          <w:cantSplit/>
          <w:trHeight w:val="190"/>
          <w:ins w:id="1148" w:author="Author"/>
        </w:trPr>
        <w:tc>
          <w:tcPr>
            <w:tcW w:w="200" w:type="dxa"/>
          </w:tcPr>
          <w:p w14:paraId="217382A9" w14:textId="77777777" w:rsidR="00F21DB0" w:rsidRPr="00EF68C1" w:rsidRDefault="00F21DB0" w:rsidP="00E44FF8">
            <w:pPr>
              <w:pStyle w:val="tabletext11"/>
              <w:rPr>
                <w:ins w:id="1149" w:author="Author"/>
              </w:rPr>
            </w:pPr>
          </w:p>
        </w:tc>
        <w:tc>
          <w:tcPr>
            <w:tcW w:w="300" w:type="dxa"/>
            <w:tcBorders>
              <w:left w:val="single" w:sz="6" w:space="0" w:color="auto"/>
            </w:tcBorders>
          </w:tcPr>
          <w:p w14:paraId="67684032" w14:textId="77777777" w:rsidR="00F21DB0" w:rsidRPr="00EF68C1" w:rsidRDefault="00F21DB0" w:rsidP="00E44FF8">
            <w:pPr>
              <w:pStyle w:val="tabletext11"/>
              <w:jc w:val="right"/>
              <w:rPr>
                <w:ins w:id="1150" w:author="Author"/>
              </w:rPr>
            </w:pPr>
          </w:p>
        </w:tc>
        <w:tc>
          <w:tcPr>
            <w:tcW w:w="2100" w:type="dxa"/>
            <w:gridSpan w:val="2"/>
            <w:tcBorders>
              <w:left w:val="nil"/>
              <w:right w:val="single" w:sz="6" w:space="0" w:color="auto"/>
            </w:tcBorders>
          </w:tcPr>
          <w:p w14:paraId="25739DD9" w14:textId="77777777" w:rsidR="00F21DB0" w:rsidRPr="00EF68C1" w:rsidRDefault="00F21DB0" w:rsidP="00E44FF8">
            <w:pPr>
              <w:pStyle w:val="tabletext11"/>
              <w:rPr>
                <w:ins w:id="1151" w:author="Author"/>
              </w:rPr>
            </w:pPr>
            <w:ins w:id="1152" w:author="Author">
              <w:r w:rsidRPr="00EF68C1">
                <w:t>140,001 to 150,000</w:t>
              </w:r>
            </w:ins>
          </w:p>
        </w:tc>
        <w:tc>
          <w:tcPr>
            <w:tcW w:w="400" w:type="dxa"/>
            <w:tcBorders>
              <w:left w:val="single" w:sz="6" w:space="0" w:color="auto"/>
            </w:tcBorders>
          </w:tcPr>
          <w:p w14:paraId="5F7B65F2" w14:textId="77777777" w:rsidR="00F21DB0" w:rsidRPr="00EF68C1" w:rsidRDefault="00F21DB0" w:rsidP="00E44FF8">
            <w:pPr>
              <w:pStyle w:val="tabletext11"/>
              <w:jc w:val="right"/>
              <w:rPr>
                <w:ins w:id="1153" w:author="Author"/>
              </w:rPr>
            </w:pPr>
          </w:p>
        </w:tc>
        <w:tc>
          <w:tcPr>
            <w:tcW w:w="910" w:type="dxa"/>
            <w:tcBorders>
              <w:left w:val="nil"/>
              <w:right w:val="single" w:sz="6" w:space="0" w:color="auto"/>
            </w:tcBorders>
          </w:tcPr>
          <w:p w14:paraId="1C02E622" w14:textId="77777777" w:rsidR="00F21DB0" w:rsidRPr="00EF68C1" w:rsidRDefault="00F21DB0" w:rsidP="00E44FF8">
            <w:pPr>
              <w:pStyle w:val="tabletext11"/>
              <w:tabs>
                <w:tab w:val="decimal" w:pos="200"/>
              </w:tabs>
              <w:rPr>
                <w:ins w:id="1154" w:author="Author"/>
              </w:rPr>
            </w:pPr>
            <w:ins w:id="1155" w:author="Author">
              <w:r w:rsidRPr="00EF68C1">
                <w:t>34.91</w:t>
              </w:r>
            </w:ins>
          </w:p>
        </w:tc>
        <w:tc>
          <w:tcPr>
            <w:tcW w:w="300" w:type="dxa"/>
            <w:gridSpan w:val="2"/>
            <w:tcBorders>
              <w:left w:val="single" w:sz="6" w:space="0" w:color="auto"/>
            </w:tcBorders>
          </w:tcPr>
          <w:p w14:paraId="36436B70" w14:textId="77777777" w:rsidR="00F21DB0" w:rsidRPr="00EF68C1" w:rsidRDefault="00F21DB0" w:rsidP="00E44FF8">
            <w:pPr>
              <w:pStyle w:val="tabletext11"/>
              <w:jc w:val="right"/>
              <w:rPr>
                <w:ins w:id="1156" w:author="Author"/>
              </w:rPr>
            </w:pPr>
          </w:p>
        </w:tc>
        <w:tc>
          <w:tcPr>
            <w:tcW w:w="790" w:type="dxa"/>
            <w:tcBorders>
              <w:left w:val="nil"/>
              <w:right w:val="single" w:sz="6" w:space="0" w:color="auto"/>
            </w:tcBorders>
          </w:tcPr>
          <w:p w14:paraId="537D6D4C" w14:textId="77777777" w:rsidR="00F21DB0" w:rsidRPr="00EF68C1" w:rsidRDefault="00F21DB0" w:rsidP="00E44FF8">
            <w:pPr>
              <w:pStyle w:val="tabletext11"/>
              <w:tabs>
                <w:tab w:val="decimal" w:pos="200"/>
              </w:tabs>
              <w:rPr>
                <w:ins w:id="1157" w:author="Author"/>
              </w:rPr>
            </w:pPr>
            <w:ins w:id="1158" w:author="Author">
              <w:r w:rsidRPr="00EF68C1">
                <w:t>39.91</w:t>
              </w:r>
            </w:ins>
          </w:p>
        </w:tc>
      </w:tr>
      <w:tr w:rsidR="00F21DB0" w:rsidRPr="00EF68C1" w14:paraId="6A8A133B" w14:textId="77777777" w:rsidTr="00E44FF8">
        <w:trPr>
          <w:cantSplit/>
          <w:trHeight w:val="190"/>
          <w:ins w:id="1159" w:author="Author"/>
        </w:trPr>
        <w:tc>
          <w:tcPr>
            <w:tcW w:w="200" w:type="dxa"/>
          </w:tcPr>
          <w:p w14:paraId="04753C65" w14:textId="77777777" w:rsidR="00F21DB0" w:rsidRPr="00EF68C1" w:rsidRDefault="00F21DB0" w:rsidP="00E44FF8">
            <w:pPr>
              <w:pStyle w:val="tabletext11"/>
              <w:rPr>
                <w:ins w:id="1160" w:author="Author"/>
              </w:rPr>
            </w:pPr>
          </w:p>
        </w:tc>
        <w:tc>
          <w:tcPr>
            <w:tcW w:w="300" w:type="dxa"/>
            <w:tcBorders>
              <w:left w:val="single" w:sz="6" w:space="0" w:color="auto"/>
            </w:tcBorders>
          </w:tcPr>
          <w:p w14:paraId="209AA47E" w14:textId="77777777" w:rsidR="00F21DB0" w:rsidRPr="00EF68C1" w:rsidRDefault="00F21DB0" w:rsidP="00E44FF8">
            <w:pPr>
              <w:pStyle w:val="tabletext11"/>
              <w:jc w:val="right"/>
              <w:rPr>
                <w:ins w:id="1161" w:author="Author"/>
              </w:rPr>
            </w:pPr>
          </w:p>
        </w:tc>
        <w:tc>
          <w:tcPr>
            <w:tcW w:w="2100" w:type="dxa"/>
            <w:gridSpan w:val="2"/>
            <w:tcBorders>
              <w:left w:val="nil"/>
              <w:right w:val="single" w:sz="6" w:space="0" w:color="auto"/>
            </w:tcBorders>
          </w:tcPr>
          <w:p w14:paraId="67A53948" w14:textId="77777777" w:rsidR="00F21DB0" w:rsidRPr="00EF68C1" w:rsidRDefault="00F21DB0" w:rsidP="00E44FF8">
            <w:pPr>
              <w:pStyle w:val="tabletext11"/>
              <w:rPr>
                <w:ins w:id="1162" w:author="Author"/>
              </w:rPr>
            </w:pPr>
            <w:ins w:id="1163" w:author="Author">
              <w:r w:rsidRPr="00EF68C1">
                <w:t>150,001 to 160,000</w:t>
              </w:r>
            </w:ins>
          </w:p>
        </w:tc>
        <w:tc>
          <w:tcPr>
            <w:tcW w:w="400" w:type="dxa"/>
            <w:tcBorders>
              <w:left w:val="single" w:sz="6" w:space="0" w:color="auto"/>
            </w:tcBorders>
          </w:tcPr>
          <w:p w14:paraId="4893723F" w14:textId="77777777" w:rsidR="00F21DB0" w:rsidRPr="00EF68C1" w:rsidRDefault="00F21DB0" w:rsidP="00E44FF8">
            <w:pPr>
              <w:pStyle w:val="tabletext11"/>
              <w:jc w:val="right"/>
              <w:rPr>
                <w:ins w:id="1164" w:author="Author"/>
              </w:rPr>
            </w:pPr>
          </w:p>
        </w:tc>
        <w:tc>
          <w:tcPr>
            <w:tcW w:w="910" w:type="dxa"/>
            <w:tcBorders>
              <w:left w:val="nil"/>
              <w:right w:val="single" w:sz="6" w:space="0" w:color="auto"/>
            </w:tcBorders>
          </w:tcPr>
          <w:p w14:paraId="5B92B4B9" w14:textId="77777777" w:rsidR="00F21DB0" w:rsidRPr="00EF68C1" w:rsidRDefault="00F21DB0" w:rsidP="00E44FF8">
            <w:pPr>
              <w:pStyle w:val="tabletext11"/>
              <w:tabs>
                <w:tab w:val="decimal" w:pos="200"/>
              </w:tabs>
              <w:rPr>
                <w:ins w:id="1165" w:author="Author"/>
              </w:rPr>
            </w:pPr>
            <w:ins w:id="1166" w:author="Author">
              <w:r w:rsidRPr="00EF68C1">
                <w:t>36.09</w:t>
              </w:r>
            </w:ins>
          </w:p>
        </w:tc>
        <w:tc>
          <w:tcPr>
            <w:tcW w:w="300" w:type="dxa"/>
            <w:gridSpan w:val="2"/>
            <w:tcBorders>
              <w:left w:val="single" w:sz="6" w:space="0" w:color="auto"/>
            </w:tcBorders>
          </w:tcPr>
          <w:p w14:paraId="262C153E" w14:textId="77777777" w:rsidR="00F21DB0" w:rsidRPr="00EF68C1" w:rsidRDefault="00F21DB0" w:rsidP="00E44FF8">
            <w:pPr>
              <w:pStyle w:val="tabletext11"/>
              <w:jc w:val="right"/>
              <w:rPr>
                <w:ins w:id="1167" w:author="Author"/>
              </w:rPr>
            </w:pPr>
          </w:p>
        </w:tc>
        <w:tc>
          <w:tcPr>
            <w:tcW w:w="790" w:type="dxa"/>
            <w:tcBorders>
              <w:left w:val="nil"/>
              <w:right w:val="single" w:sz="6" w:space="0" w:color="auto"/>
            </w:tcBorders>
          </w:tcPr>
          <w:p w14:paraId="0437C4EB" w14:textId="77777777" w:rsidR="00F21DB0" w:rsidRPr="00EF68C1" w:rsidRDefault="00F21DB0" w:rsidP="00E44FF8">
            <w:pPr>
              <w:pStyle w:val="tabletext11"/>
              <w:tabs>
                <w:tab w:val="decimal" w:pos="200"/>
              </w:tabs>
              <w:rPr>
                <w:ins w:id="1168" w:author="Author"/>
              </w:rPr>
            </w:pPr>
            <w:ins w:id="1169" w:author="Author">
              <w:r w:rsidRPr="00EF68C1">
                <w:t>41.09</w:t>
              </w:r>
            </w:ins>
          </w:p>
        </w:tc>
      </w:tr>
      <w:tr w:rsidR="00F21DB0" w:rsidRPr="00EF68C1" w14:paraId="430E47CE" w14:textId="77777777" w:rsidTr="00E44FF8">
        <w:trPr>
          <w:cantSplit/>
          <w:trHeight w:val="190"/>
          <w:ins w:id="1170" w:author="Author"/>
        </w:trPr>
        <w:tc>
          <w:tcPr>
            <w:tcW w:w="200" w:type="dxa"/>
          </w:tcPr>
          <w:p w14:paraId="4E10B08D" w14:textId="77777777" w:rsidR="00F21DB0" w:rsidRPr="00EF68C1" w:rsidRDefault="00F21DB0" w:rsidP="00E44FF8">
            <w:pPr>
              <w:pStyle w:val="tabletext11"/>
              <w:rPr>
                <w:ins w:id="1171" w:author="Author"/>
              </w:rPr>
            </w:pPr>
          </w:p>
        </w:tc>
        <w:tc>
          <w:tcPr>
            <w:tcW w:w="300" w:type="dxa"/>
            <w:tcBorders>
              <w:left w:val="single" w:sz="6" w:space="0" w:color="auto"/>
            </w:tcBorders>
          </w:tcPr>
          <w:p w14:paraId="7151DD32" w14:textId="77777777" w:rsidR="00F21DB0" w:rsidRPr="00EF68C1" w:rsidRDefault="00F21DB0" w:rsidP="00E44FF8">
            <w:pPr>
              <w:pStyle w:val="tabletext11"/>
              <w:jc w:val="right"/>
              <w:rPr>
                <w:ins w:id="1172" w:author="Author"/>
              </w:rPr>
            </w:pPr>
          </w:p>
        </w:tc>
        <w:tc>
          <w:tcPr>
            <w:tcW w:w="2100" w:type="dxa"/>
            <w:gridSpan w:val="2"/>
            <w:tcBorders>
              <w:left w:val="nil"/>
              <w:right w:val="single" w:sz="6" w:space="0" w:color="auto"/>
            </w:tcBorders>
          </w:tcPr>
          <w:p w14:paraId="6C9FCE68" w14:textId="77777777" w:rsidR="00F21DB0" w:rsidRPr="00EF68C1" w:rsidRDefault="00F21DB0" w:rsidP="00E44FF8">
            <w:pPr>
              <w:pStyle w:val="tabletext11"/>
              <w:rPr>
                <w:ins w:id="1173" w:author="Author"/>
              </w:rPr>
            </w:pPr>
            <w:ins w:id="1174" w:author="Author">
              <w:r w:rsidRPr="00EF68C1">
                <w:t>160,001 to 170,000</w:t>
              </w:r>
            </w:ins>
          </w:p>
        </w:tc>
        <w:tc>
          <w:tcPr>
            <w:tcW w:w="400" w:type="dxa"/>
            <w:tcBorders>
              <w:left w:val="single" w:sz="6" w:space="0" w:color="auto"/>
            </w:tcBorders>
          </w:tcPr>
          <w:p w14:paraId="49BE66BD" w14:textId="77777777" w:rsidR="00F21DB0" w:rsidRPr="00EF68C1" w:rsidRDefault="00F21DB0" w:rsidP="00E44FF8">
            <w:pPr>
              <w:pStyle w:val="tabletext11"/>
              <w:jc w:val="right"/>
              <w:rPr>
                <w:ins w:id="1175" w:author="Author"/>
              </w:rPr>
            </w:pPr>
          </w:p>
        </w:tc>
        <w:tc>
          <w:tcPr>
            <w:tcW w:w="910" w:type="dxa"/>
            <w:tcBorders>
              <w:left w:val="nil"/>
              <w:right w:val="single" w:sz="6" w:space="0" w:color="auto"/>
            </w:tcBorders>
          </w:tcPr>
          <w:p w14:paraId="28783D59" w14:textId="77777777" w:rsidR="00F21DB0" w:rsidRPr="00EF68C1" w:rsidRDefault="00F21DB0" w:rsidP="00E44FF8">
            <w:pPr>
              <w:pStyle w:val="tabletext11"/>
              <w:tabs>
                <w:tab w:val="decimal" w:pos="200"/>
              </w:tabs>
              <w:rPr>
                <w:ins w:id="1176" w:author="Author"/>
              </w:rPr>
            </w:pPr>
            <w:ins w:id="1177" w:author="Author">
              <w:r w:rsidRPr="00EF68C1">
                <w:t>37.19</w:t>
              </w:r>
            </w:ins>
          </w:p>
        </w:tc>
        <w:tc>
          <w:tcPr>
            <w:tcW w:w="300" w:type="dxa"/>
            <w:gridSpan w:val="2"/>
            <w:tcBorders>
              <w:left w:val="single" w:sz="6" w:space="0" w:color="auto"/>
            </w:tcBorders>
          </w:tcPr>
          <w:p w14:paraId="27D64D42" w14:textId="77777777" w:rsidR="00F21DB0" w:rsidRPr="00EF68C1" w:rsidRDefault="00F21DB0" w:rsidP="00E44FF8">
            <w:pPr>
              <w:pStyle w:val="tabletext11"/>
              <w:jc w:val="right"/>
              <w:rPr>
                <w:ins w:id="1178" w:author="Author"/>
              </w:rPr>
            </w:pPr>
          </w:p>
        </w:tc>
        <w:tc>
          <w:tcPr>
            <w:tcW w:w="790" w:type="dxa"/>
            <w:tcBorders>
              <w:left w:val="nil"/>
              <w:right w:val="single" w:sz="6" w:space="0" w:color="auto"/>
            </w:tcBorders>
          </w:tcPr>
          <w:p w14:paraId="635EB338" w14:textId="77777777" w:rsidR="00F21DB0" w:rsidRPr="00EF68C1" w:rsidRDefault="00F21DB0" w:rsidP="00E44FF8">
            <w:pPr>
              <w:pStyle w:val="tabletext11"/>
              <w:tabs>
                <w:tab w:val="decimal" w:pos="200"/>
              </w:tabs>
              <w:rPr>
                <w:ins w:id="1179" w:author="Author"/>
              </w:rPr>
            </w:pPr>
            <w:ins w:id="1180" w:author="Author">
              <w:r w:rsidRPr="00EF68C1">
                <w:t>42.19</w:t>
              </w:r>
            </w:ins>
          </w:p>
        </w:tc>
      </w:tr>
      <w:tr w:rsidR="00F21DB0" w:rsidRPr="00EF68C1" w14:paraId="3E06FA50" w14:textId="77777777" w:rsidTr="00E44FF8">
        <w:trPr>
          <w:cantSplit/>
          <w:trHeight w:val="190"/>
          <w:ins w:id="1181" w:author="Author"/>
        </w:trPr>
        <w:tc>
          <w:tcPr>
            <w:tcW w:w="200" w:type="dxa"/>
          </w:tcPr>
          <w:p w14:paraId="15E58939" w14:textId="77777777" w:rsidR="00F21DB0" w:rsidRPr="00EF68C1" w:rsidRDefault="00F21DB0" w:rsidP="00E44FF8">
            <w:pPr>
              <w:pStyle w:val="tabletext11"/>
              <w:rPr>
                <w:ins w:id="1182" w:author="Author"/>
              </w:rPr>
            </w:pPr>
          </w:p>
        </w:tc>
        <w:tc>
          <w:tcPr>
            <w:tcW w:w="300" w:type="dxa"/>
            <w:tcBorders>
              <w:left w:val="single" w:sz="6" w:space="0" w:color="auto"/>
            </w:tcBorders>
          </w:tcPr>
          <w:p w14:paraId="21CE0BF4" w14:textId="77777777" w:rsidR="00F21DB0" w:rsidRPr="00EF68C1" w:rsidRDefault="00F21DB0" w:rsidP="00E44FF8">
            <w:pPr>
              <w:pStyle w:val="tabletext11"/>
              <w:jc w:val="right"/>
              <w:rPr>
                <w:ins w:id="1183" w:author="Author"/>
              </w:rPr>
            </w:pPr>
          </w:p>
        </w:tc>
        <w:tc>
          <w:tcPr>
            <w:tcW w:w="2100" w:type="dxa"/>
            <w:gridSpan w:val="2"/>
            <w:tcBorders>
              <w:left w:val="nil"/>
              <w:right w:val="single" w:sz="6" w:space="0" w:color="auto"/>
            </w:tcBorders>
          </w:tcPr>
          <w:p w14:paraId="78AD449D" w14:textId="77777777" w:rsidR="00F21DB0" w:rsidRPr="00EF68C1" w:rsidRDefault="00F21DB0" w:rsidP="00E44FF8">
            <w:pPr>
              <w:pStyle w:val="tabletext11"/>
              <w:rPr>
                <w:ins w:id="1184" w:author="Author"/>
              </w:rPr>
            </w:pPr>
            <w:ins w:id="1185" w:author="Author">
              <w:r w:rsidRPr="00EF68C1">
                <w:t>170,001 to 180,000</w:t>
              </w:r>
            </w:ins>
          </w:p>
        </w:tc>
        <w:tc>
          <w:tcPr>
            <w:tcW w:w="400" w:type="dxa"/>
            <w:tcBorders>
              <w:left w:val="single" w:sz="6" w:space="0" w:color="auto"/>
            </w:tcBorders>
          </w:tcPr>
          <w:p w14:paraId="2A2E24FC" w14:textId="77777777" w:rsidR="00F21DB0" w:rsidRPr="00EF68C1" w:rsidRDefault="00F21DB0" w:rsidP="00E44FF8">
            <w:pPr>
              <w:pStyle w:val="tabletext11"/>
              <w:jc w:val="right"/>
              <w:rPr>
                <w:ins w:id="1186" w:author="Author"/>
              </w:rPr>
            </w:pPr>
          </w:p>
        </w:tc>
        <w:tc>
          <w:tcPr>
            <w:tcW w:w="910" w:type="dxa"/>
            <w:tcBorders>
              <w:left w:val="nil"/>
              <w:right w:val="single" w:sz="6" w:space="0" w:color="auto"/>
            </w:tcBorders>
          </w:tcPr>
          <w:p w14:paraId="474DAB64" w14:textId="77777777" w:rsidR="00F21DB0" w:rsidRPr="00EF68C1" w:rsidRDefault="00F21DB0" w:rsidP="00E44FF8">
            <w:pPr>
              <w:pStyle w:val="tabletext11"/>
              <w:tabs>
                <w:tab w:val="decimal" w:pos="200"/>
              </w:tabs>
              <w:rPr>
                <w:ins w:id="1187" w:author="Author"/>
              </w:rPr>
            </w:pPr>
            <w:ins w:id="1188" w:author="Author">
              <w:r w:rsidRPr="00EF68C1">
                <w:t>38.20</w:t>
              </w:r>
            </w:ins>
          </w:p>
        </w:tc>
        <w:tc>
          <w:tcPr>
            <w:tcW w:w="300" w:type="dxa"/>
            <w:gridSpan w:val="2"/>
            <w:tcBorders>
              <w:left w:val="single" w:sz="6" w:space="0" w:color="auto"/>
            </w:tcBorders>
          </w:tcPr>
          <w:p w14:paraId="09B4FEFD" w14:textId="77777777" w:rsidR="00F21DB0" w:rsidRPr="00EF68C1" w:rsidRDefault="00F21DB0" w:rsidP="00E44FF8">
            <w:pPr>
              <w:pStyle w:val="tabletext11"/>
              <w:jc w:val="right"/>
              <w:rPr>
                <w:ins w:id="1189" w:author="Author"/>
              </w:rPr>
            </w:pPr>
          </w:p>
        </w:tc>
        <w:tc>
          <w:tcPr>
            <w:tcW w:w="790" w:type="dxa"/>
            <w:tcBorders>
              <w:left w:val="nil"/>
              <w:right w:val="single" w:sz="6" w:space="0" w:color="auto"/>
            </w:tcBorders>
          </w:tcPr>
          <w:p w14:paraId="7FA6D359" w14:textId="77777777" w:rsidR="00F21DB0" w:rsidRPr="00EF68C1" w:rsidRDefault="00F21DB0" w:rsidP="00E44FF8">
            <w:pPr>
              <w:pStyle w:val="tabletext11"/>
              <w:tabs>
                <w:tab w:val="decimal" w:pos="200"/>
              </w:tabs>
              <w:rPr>
                <w:ins w:id="1190" w:author="Author"/>
              </w:rPr>
            </w:pPr>
            <w:ins w:id="1191" w:author="Author">
              <w:r w:rsidRPr="00EF68C1">
                <w:t>43.20</w:t>
              </w:r>
            </w:ins>
          </w:p>
        </w:tc>
      </w:tr>
      <w:tr w:rsidR="00F21DB0" w:rsidRPr="00EF68C1" w14:paraId="6EE66486" w14:textId="77777777" w:rsidTr="00E44FF8">
        <w:trPr>
          <w:cantSplit/>
          <w:trHeight w:val="190"/>
          <w:ins w:id="1192" w:author="Author"/>
        </w:trPr>
        <w:tc>
          <w:tcPr>
            <w:tcW w:w="200" w:type="dxa"/>
          </w:tcPr>
          <w:p w14:paraId="2CBDA801" w14:textId="77777777" w:rsidR="00F21DB0" w:rsidRPr="00EF68C1" w:rsidRDefault="00F21DB0" w:rsidP="00E44FF8">
            <w:pPr>
              <w:pStyle w:val="tabletext11"/>
              <w:rPr>
                <w:ins w:id="1193" w:author="Author"/>
              </w:rPr>
            </w:pPr>
          </w:p>
        </w:tc>
        <w:tc>
          <w:tcPr>
            <w:tcW w:w="300" w:type="dxa"/>
            <w:tcBorders>
              <w:left w:val="single" w:sz="6" w:space="0" w:color="auto"/>
            </w:tcBorders>
          </w:tcPr>
          <w:p w14:paraId="02E2F925" w14:textId="77777777" w:rsidR="00F21DB0" w:rsidRPr="00EF68C1" w:rsidRDefault="00F21DB0" w:rsidP="00E44FF8">
            <w:pPr>
              <w:pStyle w:val="tabletext11"/>
              <w:jc w:val="right"/>
              <w:rPr>
                <w:ins w:id="1194" w:author="Author"/>
              </w:rPr>
            </w:pPr>
          </w:p>
        </w:tc>
        <w:tc>
          <w:tcPr>
            <w:tcW w:w="2100" w:type="dxa"/>
            <w:gridSpan w:val="2"/>
            <w:tcBorders>
              <w:left w:val="nil"/>
              <w:right w:val="single" w:sz="6" w:space="0" w:color="auto"/>
            </w:tcBorders>
          </w:tcPr>
          <w:p w14:paraId="587CBE8E" w14:textId="77777777" w:rsidR="00F21DB0" w:rsidRPr="00EF68C1" w:rsidRDefault="00F21DB0" w:rsidP="00E44FF8">
            <w:pPr>
              <w:pStyle w:val="tabletext11"/>
              <w:rPr>
                <w:ins w:id="1195" w:author="Author"/>
              </w:rPr>
            </w:pPr>
            <w:ins w:id="1196" w:author="Author">
              <w:r w:rsidRPr="00EF68C1">
                <w:t>180,001 to 190,000</w:t>
              </w:r>
            </w:ins>
          </w:p>
        </w:tc>
        <w:tc>
          <w:tcPr>
            <w:tcW w:w="400" w:type="dxa"/>
            <w:tcBorders>
              <w:left w:val="single" w:sz="6" w:space="0" w:color="auto"/>
            </w:tcBorders>
          </w:tcPr>
          <w:p w14:paraId="44A73DAE" w14:textId="77777777" w:rsidR="00F21DB0" w:rsidRPr="00EF68C1" w:rsidRDefault="00F21DB0" w:rsidP="00E44FF8">
            <w:pPr>
              <w:pStyle w:val="tabletext11"/>
              <w:jc w:val="right"/>
              <w:rPr>
                <w:ins w:id="1197" w:author="Author"/>
              </w:rPr>
            </w:pPr>
          </w:p>
        </w:tc>
        <w:tc>
          <w:tcPr>
            <w:tcW w:w="910" w:type="dxa"/>
            <w:tcBorders>
              <w:left w:val="nil"/>
              <w:right w:val="single" w:sz="6" w:space="0" w:color="auto"/>
            </w:tcBorders>
          </w:tcPr>
          <w:p w14:paraId="5EF622DC" w14:textId="77777777" w:rsidR="00F21DB0" w:rsidRPr="00EF68C1" w:rsidRDefault="00F21DB0" w:rsidP="00E44FF8">
            <w:pPr>
              <w:pStyle w:val="tabletext11"/>
              <w:tabs>
                <w:tab w:val="decimal" w:pos="200"/>
              </w:tabs>
              <w:rPr>
                <w:ins w:id="1198" w:author="Author"/>
              </w:rPr>
            </w:pPr>
            <w:ins w:id="1199" w:author="Author">
              <w:r w:rsidRPr="00EF68C1">
                <w:t>39.13</w:t>
              </w:r>
            </w:ins>
          </w:p>
        </w:tc>
        <w:tc>
          <w:tcPr>
            <w:tcW w:w="300" w:type="dxa"/>
            <w:gridSpan w:val="2"/>
            <w:tcBorders>
              <w:left w:val="single" w:sz="6" w:space="0" w:color="auto"/>
            </w:tcBorders>
          </w:tcPr>
          <w:p w14:paraId="23A44C48" w14:textId="77777777" w:rsidR="00F21DB0" w:rsidRPr="00EF68C1" w:rsidRDefault="00F21DB0" w:rsidP="00E44FF8">
            <w:pPr>
              <w:pStyle w:val="tabletext11"/>
              <w:jc w:val="right"/>
              <w:rPr>
                <w:ins w:id="1200" w:author="Author"/>
              </w:rPr>
            </w:pPr>
          </w:p>
        </w:tc>
        <w:tc>
          <w:tcPr>
            <w:tcW w:w="790" w:type="dxa"/>
            <w:tcBorders>
              <w:left w:val="nil"/>
              <w:right w:val="single" w:sz="6" w:space="0" w:color="auto"/>
            </w:tcBorders>
          </w:tcPr>
          <w:p w14:paraId="710F3162" w14:textId="77777777" w:rsidR="00F21DB0" w:rsidRPr="00EF68C1" w:rsidRDefault="00F21DB0" w:rsidP="00E44FF8">
            <w:pPr>
              <w:pStyle w:val="tabletext11"/>
              <w:tabs>
                <w:tab w:val="decimal" w:pos="200"/>
              </w:tabs>
              <w:rPr>
                <w:ins w:id="1201" w:author="Author"/>
              </w:rPr>
            </w:pPr>
            <w:ins w:id="1202" w:author="Author">
              <w:r w:rsidRPr="00EF68C1">
                <w:t>44.13</w:t>
              </w:r>
            </w:ins>
          </w:p>
        </w:tc>
      </w:tr>
      <w:tr w:rsidR="00F21DB0" w:rsidRPr="00EF68C1" w14:paraId="6C7CA88F" w14:textId="77777777" w:rsidTr="00E44FF8">
        <w:trPr>
          <w:cantSplit/>
          <w:trHeight w:val="190"/>
          <w:ins w:id="1203" w:author="Author"/>
        </w:trPr>
        <w:tc>
          <w:tcPr>
            <w:tcW w:w="200" w:type="dxa"/>
          </w:tcPr>
          <w:p w14:paraId="17AB667D" w14:textId="77777777" w:rsidR="00F21DB0" w:rsidRPr="00EF68C1" w:rsidRDefault="00F21DB0" w:rsidP="00E44FF8">
            <w:pPr>
              <w:pStyle w:val="tabletext11"/>
              <w:rPr>
                <w:ins w:id="1204" w:author="Author"/>
              </w:rPr>
            </w:pPr>
          </w:p>
        </w:tc>
        <w:tc>
          <w:tcPr>
            <w:tcW w:w="300" w:type="dxa"/>
            <w:tcBorders>
              <w:left w:val="single" w:sz="6" w:space="0" w:color="auto"/>
            </w:tcBorders>
          </w:tcPr>
          <w:p w14:paraId="25877BFD" w14:textId="77777777" w:rsidR="00F21DB0" w:rsidRPr="00EF68C1" w:rsidRDefault="00F21DB0" w:rsidP="00E44FF8">
            <w:pPr>
              <w:pStyle w:val="tabletext11"/>
              <w:jc w:val="right"/>
              <w:rPr>
                <w:ins w:id="1205" w:author="Author"/>
              </w:rPr>
            </w:pPr>
          </w:p>
        </w:tc>
        <w:tc>
          <w:tcPr>
            <w:tcW w:w="2100" w:type="dxa"/>
            <w:gridSpan w:val="2"/>
            <w:tcBorders>
              <w:left w:val="nil"/>
              <w:right w:val="single" w:sz="6" w:space="0" w:color="auto"/>
            </w:tcBorders>
          </w:tcPr>
          <w:p w14:paraId="59AC63B0" w14:textId="77777777" w:rsidR="00F21DB0" w:rsidRPr="00EF68C1" w:rsidRDefault="00F21DB0" w:rsidP="00E44FF8">
            <w:pPr>
              <w:pStyle w:val="tabletext11"/>
              <w:rPr>
                <w:ins w:id="1206" w:author="Author"/>
              </w:rPr>
            </w:pPr>
            <w:ins w:id="1207" w:author="Author">
              <w:r w:rsidRPr="00EF68C1">
                <w:t>190,001 to 200,000</w:t>
              </w:r>
            </w:ins>
          </w:p>
        </w:tc>
        <w:tc>
          <w:tcPr>
            <w:tcW w:w="400" w:type="dxa"/>
            <w:tcBorders>
              <w:left w:val="single" w:sz="6" w:space="0" w:color="auto"/>
            </w:tcBorders>
          </w:tcPr>
          <w:p w14:paraId="45793B6B" w14:textId="77777777" w:rsidR="00F21DB0" w:rsidRPr="00EF68C1" w:rsidRDefault="00F21DB0" w:rsidP="00E44FF8">
            <w:pPr>
              <w:pStyle w:val="tabletext11"/>
              <w:jc w:val="right"/>
              <w:rPr>
                <w:ins w:id="1208" w:author="Author"/>
              </w:rPr>
            </w:pPr>
          </w:p>
        </w:tc>
        <w:tc>
          <w:tcPr>
            <w:tcW w:w="910" w:type="dxa"/>
            <w:tcBorders>
              <w:left w:val="nil"/>
              <w:right w:val="single" w:sz="6" w:space="0" w:color="auto"/>
            </w:tcBorders>
          </w:tcPr>
          <w:p w14:paraId="56E94199" w14:textId="77777777" w:rsidR="00F21DB0" w:rsidRPr="00EF68C1" w:rsidRDefault="00F21DB0" w:rsidP="00E44FF8">
            <w:pPr>
              <w:pStyle w:val="tabletext11"/>
              <w:tabs>
                <w:tab w:val="decimal" w:pos="200"/>
              </w:tabs>
              <w:rPr>
                <w:ins w:id="1209" w:author="Author"/>
              </w:rPr>
            </w:pPr>
            <w:ins w:id="1210" w:author="Author">
              <w:r w:rsidRPr="00EF68C1">
                <w:t>40.00</w:t>
              </w:r>
            </w:ins>
          </w:p>
        </w:tc>
        <w:tc>
          <w:tcPr>
            <w:tcW w:w="300" w:type="dxa"/>
            <w:gridSpan w:val="2"/>
            <w:tcBorders>
              <w:left w:val="single" w:sz="6" w:space="0" w:color="auto"/>
            </w:tcBorders>
          </w:tcPr>
          <w:p w14:paraId="4D868098" w14:textId="77777777" w:rsidR="00F21DB0" w:rsidRPr="00EF68C1" w:rsidRDefault="00F21DB0" w:rsidP="00E44FF8">
            <w:pPr>
              <w:pStyle w:val="tabletext11"/>
              <w:jc w:val="right"/>
              <w:rPr>
                <w:ins w:id="1211" w:author="Author"/>
              </w:rPr>
            </w:pPr>
          </w:p>
        </w:tc>
        <w:tc>
          <w:tcPr>
            <w:tcW w:w="790" w:type="dxa"/>
            <w:tcBorders>
              <w:left w:val="nil"/>
              <w:right w:val="single" w:sz="6" w:space="0" w:color="auto"/>
            </w:tcBorders>
          </w:tcPr>
          <w:p w14:paraId="3C002448" w14:textId="77777777" w:rsidR="00F21DB0" w:rsidRPr="00EF68C1" w:rsidRDefault="00F21DB0" w:rsidP="00E44FF8">
            <w:pPr>
              <w:pStyle w:val="tabletext11"/>
              <w:tabs>
                <w:tab w:val="decimal" w:pos="200"/>
              </w:tabs>
              <w:rPr>
                <w:ins w:id="1212" w:author="Author"/>
              </w:rPr>
            </w:pPr>
            <w:ins w:id="1213" w:author="Author">
              <w:r w:rsidRPr="00EF68C1">
                <w:t>45.00</w:t>
              </w:r>
            </w:ins>
          </w:p>
        </w:tc>
      </w:tr>
      <w:tr w:rsidR="00F21DB0" w:rsidRPr="00EF68C1" w14:paraId="21A29951" w14:textId="77777777" w:rsidTr="00E44FF8">
        <w:trPr>
          <w:cantSplit/>
          <w:trHeight w:val="190"/>
          <w:ins w:id="1214" w:author="Author"/>
        </w:trPr>
        <w:tc>
          <w:tcPr>
            <w:tcW w:w="200" w:type="dxa"/>
          </w:tcPr>
          <w:p w14:paraId="055B5DF4" w14:textId="77777777" w:rsidR="00F21DB0" w:rsidRPr="00EF68C1" w:rsidRDefault="00F21DB0" w:rsidP="00E44FF8">
            <w:pPr>
              <w:pStyle w:val="tabletext11"/>
              <w:rPr>
                <w:ins w:id="1215" w:author="Author"/>
              </w:rPr>
            </w:pPr>
          </w:p>
        </w:tc>
        <w:tc>
          <w:tcPr>
            <w:tcW w:w="300" w:type="dxa"/>
            <w:tcBorders>
              <w:left w:val="single" w:sz="6" w:space="0" w:color="auto"/>
            </w:tcBorders>
          </w:tcPr>
          <w:p w14:paraId="1D30119D" w14:textId="77777777" w:rsidR="00F21DB0" w:rsidRPr="00EF68C1" w:rsidRDefault="00F21DB0" w:rsidP="00E44FF8">
            <w:pPr>
              <w:pStyle w:val="tabletext11"/>
              <w:jc w:val="right"/>
              <w:rPr>
                <w:ins w:id="1216" w:author="Author"/>
              </w:rPr>
            </w:pPr>
          </w:p>
        </w:tc>
        <w:tc>
          <w:tcPr>
            <w:tcW w:w="2100" w:type="dxa"/>
            <w:gridSpan w:val="2"/>
            <w:tcBorders>
              <w:left w:val="nil"/>
              <w:right w:val="single" w:sz="6" w:space="0" w:color="auto"/>
            </w:tcBorders>
          </w:tcPr>
          <w:p w14:paraId="582081CF" w14:textId="77777777" w:rsidR="00F21DB0" w:rsidRPr="00EF68C1" w:rsidRDefault="00F21DB0" w:rsidP="00E44FF8">
            <w:pPr>
              <w:pStyle w:val="tabletext11"/>
              <w:rPr>
                <w:ins w:id="1217" w:author="Author"/>
              </w:rPr>
            </w:pPr>
            <w:ins w:id="1218" w:author="Author">
              <w:r w:rsidRPr="00EF68C1">
                <w:t>200,001 to 210,000</w:t>
              </w:r>
            </w:ins>
          </w:p>
        </w:tc>
        <w:tc>
          <w:tcPr>
            <w:tcW w:w="400" w:type="dxa"/>
            <w:tcBorders>
              <w:left w:val="single" w:sz="6" w:space="0" w:color="auto"/>
            </w:tcBorders>
          </w:tcPr>
          <w:p w14:paraId="7220D0DE" w14:textId="77777777" w:rsidR="00F21DB0" w:rsidRPr="00EF68C1" w:rsidRDefault="00F21DB0" w:rsidP="00E44FF8">
            <w:pPr>
              <w:pStyle w:val="tabletext11"/>
              <w:jc w:val="right"/>
              <w:rPr>
                <w:ins w:id="1219" w:author="Author"/>
              </w:rPr>
            </w:pPr>
          </w:p>
        </w:tc>
        <w:tc>
          <w:tcPr>
            <w:tcW w:w="910" w:type="dxa"/>
            <w:tcBorders>
              <w:left w:val="nil"/>
              <w:right w:val="single" w:sz="6" w:space="0" w:color="auto"/>
            </w:tcBorders>
          </w:tcPr>
          <w:p w14:paraId="6FF9B959" w14:textId="77777777" w:rsidR="00F21DB0" w:rsidRPr="00EF68C1" w:rsidRDefault="00F21DB0" w:rsidP="00E44FF8">
            <w:pPr>
              <w:pStyle w:val="tabletext11"/>
              <w:tabs>
                <w:tab w:val="decimal" w:pos="200"/>
              </w:tabs>
              <w:rPr>
                <w:ins w:id="1220" w:author="Author"/>
              </w:rPr>
            </w:pPr>
            <w:ins w:id="1221" w:author="Author">
              <w:r w:rsidRPr="00EF68C1">
                <w:t>40.80</w:t>
              </w:r>
            </w:ins>
          </w:p>
        </w:tc>
        <w:tc>
          <w:tcPr>
            <w:tcW w:w="300" w:type="dxa"/>
            <w:gridSpan w:val="2"/>
            <w:tcBorders>
              <w:left w:val="single" w:sz="6" w:space="0" w:color="auto"/>
            </w:tcBorders>
          </w:tcPr>
          <w:p w14:paraId="5A489054" w14:textId="77777777" w:rsidR="00F21DB0" w:rsidRPr="00EF68C1" w:rsidRDefault="00F21DB0" w:rsidP="00E44FF8">
            <w:pPr>
              <w:pStyle w:val="tabletext11"/>
              <w:jc w:val="right"/>
              <w:rPr>
                <w:ins w:id="1222" w:author="Author"/>
              </w:rPr>
            </w:pPr>
          </w:p>
        </w:tc>
        <w:tc>
          <w:tcPr>
            <w:tcW w:w="790" w:type="dxa"/>
            <w:tcBorders>
              <w:left w:val="nil"/>
              <w:right w:val="single" w:sz="6" w:space="0" w:color="auto"/>
            </w:tcBorders>
          </w:tcPr>
          <w:p w14:paraId="2CD5D03E" w14:textId="77777777" w:rsidR="00F21DB0" w:rsidRPr="00EF68C1" w:rsidRDefault="00F21DB0" w:rsidP="00E44FF8">
            <w:pPr>
              <w:pStyle w:val="tabletext11"/>
              <w:tabs>
                <w:tab w:val="decimal" w:pos="200"/>
              </w:tabs>
              <w:rPr>
                <w:ins w:id="1223" w:author="Author"/>
              </w:rPr>
            </w:pPr>
            <w:ins w:id="1224" w:author="Author">
              <w:r w:rsidRPr="00EF68C1">
                <w:t>45.80</w:t>
              </w:r>
            </w:ins>
          </w:p>
        </w:tc>
      </w:tr>
      <w:tr w:rsidR="00F21DB0" w:rsidRPr="00EF68C1" w14:paraId="007A3E4E" w14:textId="77777777" w:rsidTr="00E44FF8">
        <w:trPr>
          <w:cantSplit/>
          <w:trHeight w:val="190"/>
          <w:ins w:id="1225" w:author="Author"/>
        </w:trPr>
        <w:tc>
          <w:tcPr>
            <w:tcW w:w="200" w:type="dxa"/>
          </w:tcPr>
          <w:p w14:paraId="75E07424" w14:textId="77777777" w:rsidR="00F21DB0" w:rsidRPr="00EF68C1" w:rsidRDefault="00F21DB0" w:rsidP="00E44FF8">
            <w:pPr>
              <w:pStyle w:val="tabletext11"/>
              <w:rPr>
                <w:ins w:id="1226" w:author="Author"/>
              </w:rPr>
            </w:pPr>
          </w:p>
        </w:tc>
        <w:tc>
          <w:tcPr>
            <w:tcW w:w="300" w:type="dxa"/>
            <w:tcBorders>
              <w:left w:val="single" w:sz="6" w:space="0" w:color="auto"/>
            </w:tcBorders>
          </w:tcPr>
          <w:p w14:paraId="3ED4805D" w14:textId="77777777" w:rsidR="00F21DB0" w:rsidRPr="00EF68C1" w:rsidRDefault="00F21DB0" w:rsidP="00E44FF8">
            <w:pPr>
              <w:pStyle w:val="tabletext11"/>
              <w:jc w:val="right"/>
              <w:rPr>
                <w:ins w:id="1227" w:author="Author"/>
              </w:rPr>
            </w:pPr>
          </w:p>
        </w:tc>
        <w:tc>
          <w:tcPr>
            <w:tcW w:w="2100" w:type="dxa"/>
            <w:gridSpan w:val="2"/>
            <w:tcBorders>
              <w:left w:val="nil"/>
              <w:right w:val="single" w:sz="6" w:space="0" w:color="auto"/>
            </w:tcBorders>
          </w:tcPr>
          <w:p w14:paraId="794D5037" w14:textId="77777777" w:rsidR="00F21DB0" w:rsidRPr="00EF68C1" w:rsidRDefault="00F21DB0" w:rsidP="00E44FF8">
            <w:pPr>
              <w:pStyle w:val="tabletext11"/>
              <w:rPr>
                <w:ins w:id="1228" w:author="Author"/>
              </w:rPr>
            </w:pPr>
            <w:ins w:id="1229" w:author="Author">
              <w:r w:rsidRPr="00EF68C1">
                <w:t>210,001 to 220,000</w:t>
              </w:r>
            </w:ins>
          </w:p>
        </w:tc>
        <w:tc>
          <w:tcPr>
            <w:tcW w:w="400" w:type="dxa"/>
            <w:tcBorders>
              <w:left w:val="single" w:sz="6" w:space="0" w:color="auto"/>
            </w:tcBorders>
          </w:tcPr>
          <w:p w14:paraId="260B456B" w14:textId="77777777" w:rsidR="00F21DB0" w:rsidRPr="00EF68C1" w:rsidRDefault="00F21DB0" w:rsidP="00E44FF8">
            <w:pPr>
              <w:pStyle w:val="tabletext11"/>
              <w:jc w:val="right"/>
              <w:rPr>
                <w:ins w:id="1230" w:author="Author"/>
              </w:rPr>
            </w:pPr>
          </w:p>
        </w:tc>
        <w:tc>
          <w:tcPr>
            <w:tcW w:w="910" w:type="dxa"/>
            <w:tcBorders>
              <w:left w:val="nil"/>
              <w:right w:val="single" w:sz="6" w:space="0" w:color="auto"/>
            </w:tcBorders>
          </w:tcPr>
          <w:p w14:paraId="1972E208" w14:textId="77777777" w:rsidR="00F21DB0" w:rsidRPr="00EF68C1" w:rsidRDefault="00F21DB0" w:rsidP="00E44FF8">
            <w:pPr>
              <w:pStyle w:val="tabletext11"/>
              <w:tabs>
                <w:tab w:val="decimal" w:pos="200"/>
              </w:tabs>
              <w:rPr>
                <w:ins w:id="1231" w:author="Author"/>
              </w:rPr>
            </w:pPr>
            <w:ins w:id="1232" w:author="Author">
              <w:r w:rsidRPr="00EF68C1">
                <w:t>41.54</w:t>
              </w:r>
            </w:ins>
          </w:p>
        </w:tc>
        <w:tc>
          <w:tcPr>
            <w:tcW w:w="300" w:type="dxa"/>
            <w:gridSpan w:val="2"/>
            <w:tcBorders>
              <w:left w:val="single" w:sz="6" w:space="0" w:color="auto"/>
            </w:tcBorders>
          </w:tcPr>
          <w:p w14:paraId="6755FD4F" w14:textId="77777777" w:rsidR="00F21DB0" w:rsidRPr="00EF68C1" w:rsidRDefault="00F21DB0" w:rsidP="00E44FF8">
            <w:pPr>
              <w:pStyle w:val="tabletext11"/>
              <w:jc w:val="right"/>
              <w:rPr>
                <w:ins w:id="1233" w:author="Author"/>
              </w:rPr>
            </w:pPr>
          </w:p>
        </w:tc>
        <w:tc>
          <w:tcPr>
            <w:tcW w:w="790" w:type="dxa"/>
            <w:tcBorders>
              <w:left w:val="nil"/>
              <w:right w:val="single" w:sz="6" w:space="0" w:color="auto"/>
            </w:tcBorders>
          </w:tcPr>
          <w:p w14:paraId="68E3A693" w14:textId="77777777" w:rsidR="00F21DB0" w:rsidRPr="00EF68C1" w:rsidRDefault="00F21DB0" w:rsidP="00E44FF8">
            <w:pPr>
              <w:pStyle w:val="tabletext11"/>
              <w:tabs>
                <w:tab w:val="decimal" w:pos="200"/>
              </w:tabs>
              <w:rPr>
                <w:ins w:id="1234" w:author="Author"/>
              </w:rPr>
            </w:pPr>
            <w:ins w:id="1235" w:author="Author">
              <w:r w:rsidRPr="00EF68C1">
                <w:t>46.54</w:t>
              </w:r>
            </w:ins>
          </w:p>
        </w:tc>
      </w:tr>
      <w:tr w:rsidR="00F21DB0" w:rsidRPr="00EF68C1" w14:paraId="76624EBD" w14:textId="77777777" w:rsidTr="00E44FF8">
        <w:trPr>
          <w:cantSplit/>
          <w:trHeight w:val="190"/>
          <w:ins w:id="1236" w:author="Author"/>
        </w:trPr>
        <w:tc>
          <w:tcPr>
            <w:tcW w:w="200" w:type="dxa"/>
          </w:tcPr>
          <w:p w14:paraId="6CB4F533" w14:textId="77777777" w:rsidR="00F21DB0" w:rsidRPr="00EF68C1" w:rsidRDefault="00F21DB0" w:rsidP="00E44FF8">
            <w:pPr>
              <w:pStyle w:val="tabletext11"/>
              <w:rPr>
                <w:ins w:id="1237" w:author="Author"/>
              </w:rPr>
            </w:pPr>
          </w:p>
        </w:tc>
        <w:tc>
          <w:tcPr>
            <w:tcW w:w="300" w:type="dxa"/>
            <w:tcBorders>
              <w:left w:val="single" w:sz="6" w:space="0" w:color="auto"/>
            </w:tcBorders>
          </w:tcPr>
          <w:p w14:paraId="752F8E93" w14:textId="77777777" w:rsidR="00F21DB0" w:rsidRPr="00EF68C1" w:rsidRDefault="00F21DB0" w:rsidP="00E44FF8">
            <w:pPr>
              <w:pStyle w:val="tabletext11"/>
              <w:jc w:val="right"/>
              <w:rPr>
                <w:ins w:id="1238" w:author="Author"/>
              </w:rPr>
            </w:pPr>
          </w:p>
        </w:tc>
        <w:tc>
          <w:tcPr>
            <w:tcW w:w="2100" w:type="dxa"/>
            <w:gridSpan w:val="2"/>
            <w:tcBorders>
              <w:left w:val="nil"/>
              <w:right w:val="single" w:sz="6" w:space="0" w:color="auto"/>
            </w:tcBorders>
          </w:tcPr>
          <w:p w14:paraId="3C7D9C1B" w14:textId="77777777" w:rsidR="00F21DB0" w:rsidRPr="00EF68C1" w:rsidRDefault="00F21DB0" w:rsidP="00E44FF8">
            <w:pPr>
              <w:pStyle w:val="tabletext11"/>
              <w:rPr>
                <w:ins w:id="1239" w:author="Author"/>
              </w:rPr>
            </w:pPr>
            <w:ins w:id="1240" w:author="Author">
              <w:r w:rsidRPr="00EF68C1">
                <w:t>220,001 to 230,000</w:t>
              </w:r>
            </w:ins>
          </w:p>
        </w:tc>
        <w:tc>
          <w:tcPr>
            <w:tcW w:w="400" w:type="dxa"/>
            <w:tcBorders>
              <w:left w:val="single" w:sz="6" w:space="0" w:color="auto"/>
            </w:tcBorders>
          </w:tcPr>
          <w:p w14:paraId="39DA97A5" w14:textId="77777777" w:rsidR="00F21DB0" w:rsidRPr="00EF68C1" w:rsidRDefault="00F21DB0" w:rsidP="00E44FF8">
            <w:pPr>
              <w:pStyle w:val="tabletext11"/>
              <w:jc w:val="right"/>
              <w:rPr>
                <w:ins w:id="1241" w:author="Author"/>
              </w:rPr>
            </w:pPr>
          </w:p>
        </w:tc>
        <w:tc>
          <w:tcPr>
            <w:tcW w:w="910" w:type="dxa"/>
            <w:tcBorders>
              <w:left w:val="nil"/>
              <w:right w:val="single" w:sz="6" w:space="0" w:color="auto"/>
            </w:tcBorders>
          </w:tcPr>
          <w:p w14:paraId="11F854A2" w14:textId="77777777" w:rsidR="00F21DB0" w:rsidRPr="00EF68C1" w:rsidRDefault="00F21DB0" w:rsidP="00E44FF8">
            <w:pPr>
              <w:pStyle w:val="tabletext11"/>
              <w:tabs>
                <w:tab w:val="decimal" w:pos="200"/>
              </w:tabs>
              <w:rPr>
                <w:ins w:id="1242" w:author="Author"/>
              </w:rPr>
            </w:pPr>
            <w:ins w:id="1243" w:author="Author">
              <w:r w:rsidRPr="00EF68C1">
                <w:t>42.23</w:t>
              </w:r>
            </w:ins>
          </w:p>
        </w:tc>
        <w:tc>
          <w:tcPr>
            <w:tcW w:w="300" w:type="dxa"/>
            <w:gridSpan w:val="2"/>
            <w:tcBorders>
              <w:left w:val="single" w:sz="6" w:space="0" w:color="auto"/>
            </w:tcBorders>
          </w:tcPr>
          <w:p w14:paraId="7ED38D76" w14:textId="77777777" w:rsidR="00F21DB0" w:rsidRPr="00EF68C1" w:rsidRDefault="00F21DB0" w:rsidP="00E44FF8">
            <w:pPr>
              <w:pStyle w:val="tabletext11"/>
              <w:jc w:val="right"/>
              <w:rPr>
                <w:ins w:id="1244" w:author="Author"/>
              </w:rPr>
            </w:pPr>
          </w:p>
        </w:tc>
        <w:tc>
          <w:tcPr>
            <w:tcW w:w="790" w:type="dxa"/>
            <w:tcBorders>
              <w:left w:val="nil"/>
              <w:right w:val="single" w:sz="6" w:space="0" w:color="auto"/>
            </w:tcBorders>
          </w:tcPr>
          <w:p w14:paraId="14E6D411" w14:textId="77777777" w:rsidR="00F21DB0" w:rsidRPr="00EF68C1" w:rsidRDefault="00F21DB0" w:rsidP="00E44FF8">
            <w:pPr>
              <w:pStyle w:val="tabletext11"/>
              <w:tabs>
                <w:tab w:val="decimal" w:pos="200"/>
              </w:tabs>
              <w:rPr>
                <w:ins w:id="1245" w:author="Author"/>
              </w:rPr>
            </w:pPr>
            <w:ins w:id="1246" w:author="Author">
              <w:r w:rsidRPr="00EF68C1">
                <w:t>47.23</w:t>
              </w:r>
            </w:ins>
          </w:p>
        </w:tc>
      </w:tr>
      <w:tr w:rsidR="00F21DB0" w:rsidRPr="00EF68C1" w14:paraId="14D992D8" w14:textId="77777777" w:rsidTr="00E44FF8">
        <w:trPr>
          <w:cantSplit/>
          <w:trHeight w:val="190"/>
          <w:ins w:id="1247" w:author="Author"/>
        </w:trPr>
        <w:tc>
          <w:tcPr>
            <w:tcW w:w="200" w:type="dxa"/>
          </w:tcPr>
          <w:p w14:paraId="34739C33" w14:textId="77777777" w:rsidR="00F21DB0" w:rsidRPr="00EF68C1" w:rsidRDefault="00F21DB0" w:rsidP="00E44FF8">
            <w:pPr>
              <w:pStyle w:val="tabletext11"/>
              <w:rPr>
                <w:ins w:id="1248" w:author="Author"/>
              </w:rPr>
            </w:pPr>
          </w:p>
        </w:tc>
        <w:tc>
          <w:tcPr>
            <w:tcW w:w="300" w:type="dxa"/>
            <w:tcBorders>
              <w:left w:val="single" w:sz="6" w:space="0" w:color="auto"/>
            </w:tcBorders>
          </w:tcPr>
          <w:p w14:paraId="523C2DF6" w14:textId="77777777" w:rsidR="00F21DB0" w:rsidRPr="00EF68C1" w:rsidRDefault="00F21DB0" w:rsidP="00E44FF8">
            <w:pPr>
              <w:pStyle w:val="tabletext11"/>
              <w:jc w:val="right"/>
              <w:rPr>
                <w:ins w:id="1249" w:author="Author"/>
              </w:rPr>
            </w:pPr>
          </w:p>
        </w:tc>
        <w:tc>
          <w:tcPr>
            <w:tcW w:w="2100" w:type="dxa"/>
            <w:gridSpan w:val="2"/>
            <w:tcBorders>
              <w:left w:val="nil"/>
              <w:right w:val="single" w:sz="6" w:space="0" w:color="auto"/>
            </w:tcBorders>
          </w:tcPr>
          <w:p w14:paraId="69BC239C" w14:textId="77777777" w:rsidR="00F21DB0" w:rsidRPr="00EF68C1" w:rsidRDefault="00F21DB0" w:rsidP="00E44FF8">
            <w:pPr>
              <w:pStyle w:val="tabletext11"/>
              <w:rPr>
                <w:ins w:id="1250" w:author="Author"/>
              </w:rPr>
            </w:pPr>
            <w:ins w:id="1251" w:author="Author">
              <w:r w:rsidRPr="00EF68C1">
                <w:t>230,001 to 240,000</w:t>
              </w:r>
            </w:ins>
          </w:p>
        </w:tc>
        <w:tc>
          <w:tcPr>
            <w:tcW w:w="400" w:type="dxa"/>
            <w:tcBorders>
              <w:left w:val="single" w:sz="6" w:space="0" w:color="auto"/>
            </w:tcBorders>
          </w:tcPr>
          <w:p w14:paraId="71AF116D" w14:textId="77777777" w:rsidR="00F21DB0" w:rsidRPr="00EF68C1" w:rsidRDefault="00F21DB0" w:rsidP="00E44FF8">
            <w:pPr>
              <w:pStyle w:val="tabletext11"/>
              <w:jc w:val="right"/>
              <w:rPr>
                <w:ins w:id="1252" w:author="Author"/>
              </w:rPr>
            </w:pPr>
          </w:p>
        </w:tc>
        <w:tc>
          <w:tcPr>
            <w:tcW w:w="910" w:type="dxa"/>
            <w:tcBorders>
              <w:left w:val="nil"/>
              <w:right w:val="single" w:sz="6" w:space="0" w:color="auto"/>
            </w:tcBorders>
          </w:tcPr>
          <w:p w14:paraId="643C892B" w14:textId="77777777" w:rsidR="00F21DB0" w:rsidRPr="00EF68C1" w:rsidRDefault="00F21DB0" w:rsidP="00E44FF8">
            <w:pPr>
              <w:pStyle w:val="tabletext11"/>
              <w:tabs>
                <w:tab w:val="decimal" w:pos="200"/>
              </w:tabs>
              <w:rPr>
                <w:ins w:id="1253" w:author="Author"/>
              </w:rPr>
            </w:pPr>
            <w:ins w:id="1254" w:author="Author">
              <w:r w:rsidRPr="00EF68C1">
                <w:t>42.86</w:t>
              </w:r>
            </w:ins>
          </w:p>
        </w:tc>
        <w:tc>
          <w:tcPr>
            <w:tcW w:w="300" w:type="dxa"/>
            <w:gridSpan w:val="2"/>
            <w:tcBorders>
              <w:left w:val="single" w:sz="6" w:space="0" w:color="auto"/>
            </w:tcBorders>
          </w:tcPr>
          <w:p w14:paraId="01671928" w14:textId="77777777" w:rsidR="00F21DB0" w:rsidRPr="00EF68C1" w:rsidRDefault="00F21DB0" w:rsidP="00E44FF8">
            <w:pPr>
              <w:pStyle w:val="tabletext11"/>
              <w:jc w:val="right"/>
              <w:rPr>
                <w:ins w:id="1255" w:author="Author"/>
              </w:rPr>
            </w:pPr>
          </w:p>
        </w:tc>
        <w:tc>
          <w:tcPr>
            <w:tcW w:w="790" w:type="dxa"/>
            <w:tcBorders>
              <w:left w:val="nil"/>
              <w:right w:val="single" w:sz="6" w:space="0" w:color="auto"/>
            </w:tcBorders>
          </w:tcPr>
          <w:p w14:paraId="6B3CC189" w14:textId="77777777" w:rsidR="00F21DB0" w:rsidRPr="00EF68C1" w:rsidRDefault="00F21DB0" w:rsidP="00E44FF8">
            <w:pPr>
              <w:pStyle w:val="tabletext11"/>
              <w:tabs>
                <w:tab w:val="decimal" w:pos="200"/>
              </w:tabs>
              <w:rPr>
                <w:ins w:id="1256" w:author="Author"/>
              </w:rPr>
            </w:pPr>
            <w:ins w:id="1257" w:author="Author">
              <w:r w:rsidRPr="00EF68C1">
                <w:t>47.86</w:t>
              </w:r>
            </w:ins>
          </w:p>
        </w:tc>
      </w:tr>
      <w:tr w:rsidR="00F21DB0" w:rsidRPr="00EF68C1" w14:paraId="2B279AD8" w14:textId="77777777" w:rsidTr="00E44FF8">
        <w:trPr>
          <w:cantSplit/>
          <w:trHeight w:val="190"/>
          <w:ins w:id="1258" w:author="Author"/>
        </w:trPr>
        <w:tc>
          <w:tcPr>
            <w:tcW w:w="200" w:type="dxa"/>
          </w:tcPr>
          <w:p w14:paraId="79E32109" w14:textId="77777777" w:rsidR="00F21DB0" w:rsidRPr="00EF68C1" w:rsidRDefault="00F21DB0" w:rsidP="00E44FF8">
            <w:pPr>
              <w:pStyle w:val="tabletext11"/>
              <w:rPr>
                <w:ins w:id="1259" w:author="Author"/>
              </w:rPr>
            </w:pPr>
          </w:p>
        </w:tc>
        <w:tc>
          <w:tcPr>
            <w:tcW w:w="300" w:type="dxa"/>
            <w:tcBorders>
              <w:left w:val="single" w:sz="6" w:space="0" w:color="auto"/>
            </w:tcBorders>
          </w:tcPr>
          <w:p w14:paraId="19775BCB" w14:textId="77777777" w:rsidR="00F21DB0" w:rsidRPr="00EF68C1" w:rsidRDefault="00F21DB0" w:rsidP="00E44FF8">
            <w:pPr>
              <w:pStyle w:val="tabletext11"/>
              <w:jc w:val="right"/>
              <w:rPr>
                <w:ins w:id="1260" w:author="Author"/>
              </w:rPr>
            </w:pPr>
          </w:p>
        </w:tc>
        <w:tc>
          <w:tcPr>
            <w:tcW w:w="2100" w:type="dxa"/>
            <w:gridSpan w:val="2"/>
            <w:tcBorders>
              <w:left w:val="nil"/>
              <w:right w:val="single" w:sz="6" w:space="0" w:color="auto"/>
            </w:tcBorders>
          </w:tcPr>
          <w:p w14:paraId="1309489A" w14:textId="77777777" w:rsidR="00F21DB0" w:rsidRPr="00EF68C1" w:rsidRDefault="00F21DB0" w:rsidP="00E44FF8">
            <w:pPr>
              <w:pStyle w:val="tabletext11"/>
              <w:rPr>
                <w:ins w:id="1261" w:author="Author"/>
              </w:rPr>
            </w:pPr>
            <w:ins w:id="1262" w:author="Author">
              <w:r w:rsidRPr="00EF68C1">
                <w:t>240,001 to 250,000</w:t>
              </w:r>
            </w:ins>
          </w:p>
        </w:tc>
        <w:tc>
          <w:tcPr>
            <w:tcW w:w="400" w:type="dxa"/>
            <w:tcBorders>
              <w:left w:val="single" w:sz="6" w:space="0" w:color="auto"/>
            </w:tcBorders>
          </w:tcPr>
          <w:p w14:paraId="6632E4DB" w14:textId="77777777" w:rsidR="00F21DB0" w:rsidRPr="00EF68C1" w:rsidRDefault="00F21DB0" w:rsidP="00E44FF8">
            <w:pPr>
              <w:pStyle w:val="tabletext11"/>
              <w:jc w:val="right"/>
              <w:rPr>
                <w:ins w:id="1263" w:author="Author"/>
              </w:rPr>
            </w:pPr>
          </w:p>
        </w:tc>
        <w:tc>
          <w:tcPr>
            <w:tcW w:w="910" w:type="dxa"/>
            <w:tcBorders>
              <w:left w:val="nil"/>
              <w:right w:val="single" w:sz="6" w:space="0" w:color="auto"/>
            </w:tcBorders>
          </w:tcPr>
          <w:p w14:paraId="49828624" w14:textId="77777777" w:rsidR="00F21DB0" w:rsidRPr="00EF68C1" w:rsidRDefault="00F21DB0" w:rsidP="00E44FF8">
            <w:pPr>
              <w:pStyle w:val="tabletext11"/>
              <w:tabs>
                <w:tab w:val="decimal" w:pos="200"/>
              </w:tabs>
              <w:rPr>
                <w:ins w:id="1264" w:author="Author"/>
              </w:rPr>
            </w:pPr>
            <w:ins w:id="1265" w:author="Author">
              <w:r w:rsidRPr="00EF68C1">
                <w:t>43.45</w:t>
              </w:r>
            </w:ins>
          </w:p>
        </w:tc>
        <w:tc>
          <w:tcPr>
            <w:tcW w:w="300" w:type="dxa"/>
            <w:gridSpan w:val="2"/>
            <w:tcBorders>
              <w:left w:val="single" w:sz="6" w:space="0" w:color="auto"/>
            </w:tcBorders>
          </w:tcPr>
          <w:p w14:paraId="2F60F217" w14:textId="77777777" w:rsidR="00F21DB0" w:rsidRPr="00EF68C1" w:rsidRDefault="00F21DB0" w:rsidP="00E44FF8">
            <w:pPr>
              <w:pStyle w:val="tabletext11"/>
              <w:jc w:val="right"/>
              <w:rPr>
                <w:ins w:id="1266" w:author="Author"/>
              </w:rPr>
            </w:pPr>
          </w:p>
        </w:tc>
        <w:tc>
          <w:tcPr>
            <w:tcW w:w="790" w:type="dxa"/>
            <w:tcBorders>
              <w:left w:val="nil"/>
              <w:right w:val="single" w:sz="6" w:space="0" w:color="auto"/>
            </w:tcBorders>
          </w:tcPr>
          <w:p w14:paraId="35341C1F" w14:textId="77777777" w:rsidR="00F21DB0" w:rsidRPr="00EF68C1" w:rsidRDefault="00F21DB0" w:rsidP="00E44FF8">
            <w:pPr>
              <w:pStyle w:val="tabletext11"/>
              <w:tabs>
                <w:tab w:val="decimal" w:pos="200"/>
              </w:tabs>
              <w:rPr>
                <w:ins w:id="1267" w:author="Author"/>
              </w:rPr>
            </w:pPr>
            <w:ins w:id="1268" w:author="Author">
              <w:r w:rsidRPr="00EF68C1">
                <w:t>48.45</w:t>
              </w:r>
            </w:ins>
          </w:p>
        </w:tc>
      </w:tr>
      <w:tr w:rsidR="00F21DB0" w:rsidRPr="00EF68C1" w14:paraId="05A685A7" w14:textId="77777777" w:rsidTr="00E44FF8">
        <w:trPr>
          <w:cantSplit/>
          <w:trHeight w:val="190"/>
          <w:ins w:id="1269" w:author="Author"/>
        </w:trPr>
        <w:tc>
          <w:tcPr>
            <w:tcW w:w="200" w:type="dxa"/>
          </w:tcPr>
          <w:p w14:paraId="296C122F" w14:textId="77777777" w:rsidR="00F21DB0" w:rsidRPr="00EF68C1" w:rsidRDefault="00F21DB0" w:rsidP="00E44FF8">
            <w:pPr>
              <w:pStyle w:val="tabletext11"/>
              <w:rPr>
                <w:ins w:id="1270" w:author="Author"/>
              </w:rPr>
            </w:pPr>
          </w:p>
        </w:tc>
        <w:tc>
          <w:tcPr>
            <w:tcW w:w="300" w:type="dxa"/>
            <w:tcBorders>
              <w:left w:val="single" w:sz="6" w:space="0" w:color="auto"/>
            </w:tcBorders>
          </w:tcPr>
          <w:p w14:paraId="32025404" w14:textId="77777777" w:rsidR="00F21DB0" w:rsidRPr="00EF68C1" w:rsidRDefault="00F21DB0" w:rsidP="00E44FF8">
            <w:pPr>
              <w:pStyle w:val="tabletext11"/>
              <w:jc w:val="right"/>
              <w:rPr>
                <w:ins w:id="1271" w:author="Author"/>
              </w:rPr>
            </w:pPr>
          </w:p>
        </w:tc>
        <w:tc>
          <w:tcPr>
            <w:tcW w:w="2100" w:type="dxa"/>
            <w:gridSpan w:val="2"/>
            <w:tcBorders>
              <w:left w:val="nil"/>
              <w:right w:val="single" w:sz="6" w:space="0" w:color="auto"/>
            </w:tcBorders>
          </w:tcPr>
          <w:p w14:paraId="1E5DE71C" w14:textId="77777777" w:rsidR="00F21DB0" w:rsidRPr="00EF68C1" w:rsidRDefault="00F21DB0" w:rsidP="00E44FF8">
            <w:pPr>
              <w:pStyle w:val="tabletext11"/>
              <w:rPr>
                <w:ins w:id="1272" w:author="Author"/>
              </w:rPr>
            </w:pPr>
            <w:ins w:id="1273" w:author="Author">
              <w:r w:rsidRPr="00EF68C1">
                <w:t>250,001 to 260,000</w:t>
              </w:r>
            </w:ins>
          </w:p>
        </w:tc>
        <w:tc>
          <w:tcPr>
            <w:tcW w:w="400" w:type="dxa"/>
            <w:tcBorders>
              <w:left w:val="single" w:sz="6" w:space="0" w:color="auto"/>
            </w:tcBorders>
          </w:tcPr>
          <w:p w14:paraId="1377E5DB" w14:textId="77777777" w:rsidR="00F21DB0" w:rsidRPr="00EF68C1" w:rsidRDefault="00F21DB0" w:rsidP="00E44FF8">
            <w:pPr>
              <w:pStyle w:val="tabletext11"/>
              <w:jc w:val="right"/>
              <w:rPr>
                <w:ins w:id="1274" w:author="Author"/>
              </w:rPr>
            </w:pPr>
          </w:p>
        </w:tc>
        <w:tc>
          <w:tcPr>
            <w:tcW w:w="910" w:type="dxa"/>
            <w:tcBorders>
              <w:left w:val="nil"/>
              <w:right w:val="single" w:sz="6" w:space="0" w:color="auto"/>
            </w:tcBorders>
          </w:tcPr>
          <w:p w14:paraId="79B9BD60" w14:textId="77777777" w:rsidR="00F21DB0" w:rsidRPr="00EF68C1" w:rsidRDefault="00F21DB0" w:rsidP="00E44FF8">
            <w:pPr>
              <w:pStyle w:val="tabletext11"/>
              <w:tabs>
                <w:tab w:val="decimal" w:pos="200"/>
              </w:tabs>
              <w:rPr>
                <w:ins w:id="1275" w:author="Author"/>
              </w:rPr>
            </w:pPr>
            <w:ins w:id="1276" w:author="Author">
              <w:r w:rsidRPr="00EF68C1">
                <w:t>43.99</w:t>
              </w:r>
            </w:ins>
          </w:p>
        </w:tc>
        <w:tc>
          <w:tcPr>
            <w:tcW w:w="300" w:type="dxa"/>
            <w:gridSpan w:val="2"/>
            <w:tcBorders>
              <w:left w:val="single" w:sz="6" w:space="0" w:color="auto"/>
            </w:tcBorders>
          </w:tcPr>
          <w:p w14:paraId="65A2FC44" w14:textId="77777777" w:rsidR="00F21DB0" w:rsidRPr="00EF68C1" w:rsidRDefault="00F21DB0" w:rsidP="00E44FF8">
            <w:pPr>
              <w:pStyle w:val="tabletext11"/>
              <w:jc w:val="right"/>
              <w:rPr>
                <w:ins w:id="1277" w:author="Author"/>
              </w:rPr>
            </w:pPr>
          </w:p>
        </w:tc>
        <w:tc>
          <w:tcPr>
            <w:tcW w:w="790" w:type="dxa"/>
            <w:tcBorders>
              <w:left w:val="nil"/>
              <w:right w:val="single" w:sz="6" w:space="0" w:color="auto"/>
            </w:tcBorders>
          </w:tcPr>
          <w:p w14:paraId="38B4A83A" w14:textId="77777777" w:rsidR="00F21DB0" w:rsidRPr="00EF68C1" w:rsidRDefault="00F21DB0" w:rsidP="00E44FF8">
            <w:pPr>
              <w:pStyle w:val="tabletext11"/>
              <w:tabs>
                <w:tab w:val="decimal" w:pos="200"/>
              </w:tabs>
              <w:rPr>
                <w:ins w:id="1278" w:author="Author"/>
              </w:rPr>
            </w:pPr>
            <w:ins w:id="1279" w:author="Author">
              <w:r w:rsidRPr="00EF68C1">
                <w:t>48.99</w:t>
              </w:r>
            </w:ins>
          </w:p>
        </w:tc>
      </w:tr>
      <w:tr w:rsidR="00F21DB0" w:rsidRPr="00EF68C1" w14:paraId="7987DED1" w14:textId="77777777" w:rsidTr="00E44FF8">
        <w:trPr>
          <w:cantSplit/>
          <w:trHeight w:val="190"/>
          <w:ins w:id="1280" w:author="Author"/>
        </w:trPr>
        <w:tc>
          <w:tcPr>
            <w:tcW w:w="200" w:type="dxa"/>
          </w:tcPr>
          <w:p w14:paraId="6061FD35" w14:textId="77777777" w:rsidR="00F21DB0" w:rsidRPr="00EF68C1" w:rsidRDefault="00F21DB0" w:rsidP="00E44FF8">
            <w:pPr>
              <w:pStyle w:val="tabletext11"/>
              <w:rPr>
                <w:ins w:id="1281" w:author="Author"/>
              </w:rPr>
            </w:pPr>
          </w:p>
        </w:tc>
        <w:tc>
          <w:tcPr>
            <w:tcW w:w="300" w:type="dxa"/>
            <w:tcBorders>
              <w:left w:val="single" w:sz="6" w:space="0" w:color="auto"/>
            </w:tcBorders>
          </w:tcPr>
          <w:p w14:paraId="2A3BB42B" w14:textId="77777777" w:rsidR="00F21DB0" w:rsidRPr="00EF68C1" w:rsidRDefault="00F21DB0" w:rsidP="00E44FF8">
            <w:pPr>
              <w:pStyle w:val="tabletext11"/>
              <w:jc w:val="right"/>
              <w:rPr>
                <w:ins w:id="1282" w:author="Author"/>
              </w:rPr>
            </w:pPr>
          </w:p>
        </w:tc>
        <w:tc>
          <w:tcPr>
            <w:tcW w:w="2100" w:type="dxa"/>
            <w:gridSpan w:val="2"/>
            <w:tcBorders>
              <w:left w:val="nil"/>
              <w:right w:val="single" w:sz="6" w:space="0" w:color="auto"/>
            </w:tcBorders>
          </w:tcPr>
          <w:p w14:paraId="4F7BAE43" w14:textId="77777777" w:rsidR="00F21DB0" w:rsidRPr="00EF68C1" w:rsidRDefault="00F21DB0" w:rsidP="00E44FF8">
            <w:pPr>
              <w:pStyle w:val="tabletext11"/>
              <w:rPr>
                <w:ins w:id="1283" w:author="Author"/>
              </w:rPr>
            </w:pPr>
            <w:ins w:id="1284" w:author="Author">
              <w:r w:rsidRPr="00EF68C1">
                <w:t>260,001 to 270,000</w:t>
              </w:r>
            </w:ins>
          </w:p>
        </w:tc>
        <w:tc>
          <w:tcPr>
            <w:tcW w:w="400" w:type="dxa"/>
            <w:tcBorders>
              <w:left w:val="single" w:sz="6" w:space="0" w:color="auto"/>
            </w:tcBorders>
          </w:tcPr>
          <w:p w14:paraId="56D9159B" w14:textId="77777777" w:rsidR="00F21DB0" w:rsidRPr="00EF68C1" w:rsidRDefault="00F21DB0" w:rsidP="00E44FF8">
            <w:pPr>
              <w:pStyle w:val="tabletext11"/>
              <w:jc w:val="right"/>
              <w:rPr>
                <w:ins w:id="1285" w:author="Author"/>
              </w:rPr>
            </w:pPr>
          </w:p>
        </w:tc>
        <w:tc>
          <w:tcPr>
            <w:tcW w:w="910" w:type="dxa"/>
            <w:tcBorders>
              <w:left w:val="nil"/>
              <w:right w:val="single" w:sz="6" w:space="0" w:color="auto"/>
            </w:tcBorders>
          </w:tcPr>
          <w:p w14:paraId="611ED045" w14:textId="77777777" w:rsidR="00F21DB0" w:rsidRPr="00EF68C1" w:rsidRDefault="00F21DB0" w:rsidP="00E44FF8">
            <w:pPr>
              <w:pStyle w:val="tabletext11"/>
              <w:tabs>
                <w:tab w:val="decimal" w:pos="200"/>
              </w:tabs>
              <w:rPr>
                <w:ins w:id="1286" w:author="Author"/>
              </w:rPr>
            </w:pPr>
            <w:ins w:id="1287" w:author="Author">
              <w:r w:rsidRPr="00EF68C1">
                <w:t>44.50</w:t>
              </w:r>
            </w:ins>
          </w:p>
        </w:tc>
        <w:tc>
          <w:tcPr>
            <w:tcW w:w="300" w:type="dxa"/>
            <w:gridSpan w:val="2"/>
            <w:tcBorders>
              <w:left w:val="single" w:sz="6" w:space="0" w:color="auto"/>
            </w:tcBorders>
          </w:tcPr>
          <w:p w14:paraId="7628D5A8" w14:textId="77777777" w:rsidR="00F21DB0" w:rsidRPr="00EF68C1" w:rsidRDefault="00F21DB0" w:rsidP="00E44FF8">
            <w:pPr>
              <w:pStyle w:val="tabletext11"/>
              <w:jc w:val="right"/>
              <w:rPr>
                <w:ins w:id="1288" w:author="Author"/>
              </w:rPr>
            </w:pPr>
          </w:p>
        </w:tc>
        <w:tc>
          <w:tcPr>
            <w:tcW w:w="790" w:type="dxa"/>
            <w:tcBorders>
              <w:left w:val="nil"/>
              <w:right w:val="single" w:sz="6" w:space="0" w:color="auto"/>
            </w:tcBorders>
          </w:tcPr>
          <w:p w14:paraId="17999222" w14:textId="77777777" w:rsidR="00F21DB0" w:rsidRPr="00EF68C1" w:rsidRDefault="00F21DB0" w:rsidP="00E44FF8">
            <w:pPr>
              <w:pStyle w:val="tabletext11"/>
              <w:tabs>
                <w:tab w:val="decimal" w:pos="200"/>
              </w:tabs>
              <w:rPr>
                <w:ins w:id="1289" w:author="Author"/>
              </w:rPr>
            </w:pPr>
            <w:ins w:id="1290" w:author="Author">
              <w:r w:rsidRPr="00EF68C1">
                <w:t>49.50</w:t>
              </w:r>
            </w:ins>
          </w:p>
        </w:tc>
      </w:tr>
      <w:tr w:rsidR="00F21DB0" w:rsidRPr="00EF68C1" w14:paraId="13F9039A" w14:textId="77777777" w:rsidTr="00E44FF8">
        <w:trPr>
          <w:cantSplit/>
          <w:trHeight w:val="190"/>
          <w:ins w:id="1291" w:author="Author"/>
        </w:trPr>
        <w:tc>
          <w:tcPr>
            <w:tcW w:w="200" w:type="dxa"/>
          </w:tcPr>
          <w:p w14:paraId="6C7BE82A" w14:textId="77777777" w:rsidR="00F21DB0" w:rsidRPr="00EF68C1" w:rsidRDefault="00F21DB0" w:rsidP="00E44FF8">
            <w:pPr>
              <w:pStyle w:val="tabletext11"/>
              <w:rPr>
                <w:ins w:id="1292" w:author="Author"/>
              </w:rPr>
            </w:pPr>
          </w:p>
        </w:tc>
        <w:tc>
          <w:tcPr>
            <w:tcW w:w="300" w:type="dxa"/>
            <w:tcBorders>
              <w:left w:val="single" w:sz="6" w:space="0" w:color="auto"/>
            </w:tcBorders>
          </w:tcPr>
          <w:p w14:paraId="6886975B" w14:textId="77777777" w:rsidR="00F21DB0" w:rsidRPr="00EF68C1" w:rsidRDefault="00F21DB0" w:rsidP="00E44FF8">
            <w:pPr>
              <w:pStyle w:val="tabletext11"/>
              <w:jc w:val="right"/>
              <w:rPr>
                <w:ins w:id="1293" w:author="Author"/>
              </w:rPr>
            </w:pPr>
          </w:p>
        </w:tc>
        <w:tc>
          <w:tcPr>
            <w:tcW w:w="2100" w:type="dxa"/>
            <w:gridSpan w:val="2"/>
            <w:tcBorders>
              <w:left w:val="nil"/>
              <w:right w:val="single" w:sz="6" w:space="0" w:color="auto"/>
            </w:tcBorders>
          </w:tcPr>
          <w:p w14:paraId="0E6960E4" w14:textId="77777777" w:rsidR="00F21DB0" w:rsidRPr="00EF68C1" w:rsidRDefault="00F21DB0" w:rsidP="00E44FF8">
            <w:pPr>
              <w:pStyle w:val="tabletext11"/>
              <w:rPr>
                <w:ins w:id="1294" w:author="Author"/>
              </w:rPr>
            </w:pPr>
            <w:ins w:id="1295" w:author="Author">
              <w:r w:rsidRPr="00EF68C1">
                <w:t>270,001 to 280,000</w:t>
              </w:r>
            </w:ins>
          </w:p>
        </w:tc>
        <w:tc>
          <w:tcPr>
            <w:tcW w:w="400" w:type="dxa"/>
            <w:tcBorders>
              <w:left w:val="single" w:sz="6" w:space="0" w:color="auto"/>
            </w:tcBorders>
          </w:tcPr>
          <w:p w14:paraId="7BB6D4B4" w14:textId="77777777" w:rsidR="00F21DB0" w:rsidRPr="00EF68C1" w:rsidRDefault="00F21DB0" w:rsidP="00E44FF8">
            <w:pPr>
              <w:pStyle w:val="tabletext11"/>
              <w:jc w:val="right"/>
              <w:rPr>
                <w:ins w:id="1296" w:author="Author"/>
              </w:rPr>
            </w:pPr>
          </w:p>
        </w:tc>
        <w:tc>
          <w:tcPr>
            <w:tcW w:w="910" w:type="dxa"/>
            <w:tcBorders>
              <w:left w:val="nil"/>
              <w:right w:val="single" w:sz="6" w:space="0" w:color="auto"/>
            </w:tcBorders>
          </w:tcPr>
          <w:p w14:paraId="300B0157" w14:textId="77777777" w:rsidR="00F21DB0" w:rsidRPr="00EF68C1" w:rsidRDefault="00F21DB0" w:rsidP="00E44FF8">
            <w:pPr>
              <w:pStyle w:val="tabletext11"/>
              <w:tabs>
                <w:tab w:val="decimal" w:pos="200"/>
              </w:tabs>
              <w:rPr>
                <w:ins w:id="1297" w:author="Author"/>
              </w:rPr>
            </w:pPr>
            <w:ins w:id="1298" w:author="Author">
              <w:r w:rsidRPr="00EF68C1">
                <w:t>44.96</w:t>
              </w:r>
            </w:ins>
          </w:p>
        </w:tc>
        <w:tc>
          <w:tcPr>
            <w:tcW w:w="300" w:type="dxa"/>
            <w:gridSpan w:val="2"/>
            <w:tcBorders>
              <w:left w:val="single" w:sz="6" w:space="0" w:color="auto"/>
            </w:tcBorders>
          </w:tcPr>
          <w:p w14:paraId="313F3B80" w14:textId="77777777" w:rsidR="00F21DB0" w:rsidRPr="00EF68C1" w:rsidRDefault="00F21DB0" w:rsidP="00E44FF8">
            <w:pPr>
              <w:pStyle w:val="tabletext11"/>
              <w:jc w:val="right"/>
              <w:rPr>
                <w:ins w:id="1299" w:author="Author"/>
              </w:rPr>
            </w:pPr>
          </w:p>
        </w:tc>
        <w:tc>
          <w:tcPr>
            <w:tcW w:w="790" w:type="dxa"/>
            <w:tcBorders>
              <w:left w:val="nil"/>
              <w:right w:val="single" w:sz="6" w:space="0" w:color="auto"/>
            </w:tcBorders>
          </w:tcPr>
          <w:p w14:paraId="61DA6F9F" w14:textId="77777777" w:rsidR="00F21DB0" w:rsidRPr="00EF68C1" w:rsidRDefault="00F21DB0" w:rsidP="00E44FF8">
            <w:pPr>
              <w:pStyle w:val="tabletext11"/>
              <w:tabs>
                <w:tab w:val="decimal" w:pos="200"/>
              </w:tabs>
              <w:rPr>
                <w:ins w:id="1300" w:author="Author"/>
              </w:rPr>
            </w:pPr>
            <w:ins w:id="1301" w:author="Author">
              <w:r w:rsidRPr="00EF68C1">
                <w:t>49.96</w:t>
              </w:r>
            </w:ins>
          </w:p>
        </w:tc>
      </w:tr>
      <w:tr w:rsidR="00F21DB0" w:rsidRPr="00EF68C1" w14:paraId="31C6B749" w14:textId="77777777" w:rsidTr="00E44FF8">
        <w:trPr>
          <w:cantSplit/>
          <w:trHeight w:val="190"/>
          <w:ins w:id="1302" w:author="Author"/>
        </w:trPr>
        <w:tc>
          <w:tcPr>
            <w:tcW w:w="200" w:type="dxa"/>
          </w:tcPr>
          <w:p w14:paraId="530BE071" w14:textId="77777777" w:rsidR="00F21DB0" w:rsidRPr="00EF68C1" w:rsidRDefault="00F21DB0" w:rsidP="00E44FF8">
            <w:pPr>
              <w:pStyle w:val="tabletext11"/>
              <w:rPr>
                <w:ins w:id="1303" w:author="Author"/>
              </w:rPr>
            </w:pPr>
          </w:p>
        </w:tc>
        <w:tc>
          <w:tcPr>
            <w:tcW w:w="300" w:type="dxa"/>
            <w:tcBorders>
              <w:left w:val="single" w:sz="6" w:space="0" w:color="auto"/>
            </w:tcBorders>
          </w:tcPr>
          <w:p w14:paraId="09AE436B" w14:textId="77777777" w:rsidR="00F21DB0" w:rsidRPr="00EF68C1" w:rsidRDefault="00F21DB0" w:rsidP="00E44FF8">
            <w:pPr>
              <w:pStyle w:val="tabletext11"/>
              <w:jc w:val="right"/>
              <w:rPr>
                <w:ins w:id="1304" w:author="Author"/>
              </w:rPr>
            </w:pPr>
          </w:p>
        </w:tc>
        <w:tc>
          <w:tcPr>
            <w:tcW w:w="2100" w:type="dxa"/>
            <w:gridSpan w:val="2"/>
            <w:tcBorders>
              <w:left w:val="nil"/>
              <w:right w:val="single" w:sz="6" w:space="0" w:color="auto"/>
            </w:tcBorders>
          </w:tcPr>
          <w:p w14:paraId="7D5D16B7" w14:textId="77777777" w:rsidR="00F21DB0" w:rsidRPr="00EF68C1" w:rsidRDefault="00F21DB0" w:rsidP="00E44FF8">
            <w:pPr>
              <w:pStyle w:val="tabletext11"/>
              <w:rPr>
                <w:ins w:id="1305" w:author="Author"/>
              </w:rPr>
            </w:pPr>
            <w:ins w:id="1306" w:author="Author">
              <w:r w:rsidRPr="00EF68C1">
                <w:t>280,001 to 290,000</w:t>
              </w:r>
            </w:ins>
          </w:p>
        </w:tc>
        <w:tc>
          <w:tcPr>
            <w:tcW w:w="400" w:type="dxa"/>
            <w:tcBorders>
              <w:left w:val="single" w:sz="6" w:space="0" w:color="auto"/>
            </w:tcBorders>
          </w:tcPr>
          <w:p w14:paraId="773D692E" w14:textId="77777777" w:rsidR="00F21DB0" w:rsidRPr="00EF68C1" w:rsidRDefault="00F21DB0" w:rsidP="00E44FF8">
            <w:pPr>
              <w:pStyle w:val="tabletext11"/>
              <w:jc w:val="right"/>
              <w:rPr>
                <w:ins w:id="1307" w:author="Author"/>
              </w:rPr>
            </w:pPr>
          </w:p>
        </w:tc>
        <w:tc>
          <w:tcPr>
            <w:tcW w:w="910" w:type="dxa"/>
            <w:tcBorders>
              <w:left w:val="nil"/>
              <w:right w:val="single" w:sz="6" w:space="0" w:color="auto"/>
            </w:tcBorders>
          </w:tcPr>
          <w:p w14:paraId="09F90FE9" w14:textId="77777777" w:rsidR="00F21DB0" w:rsidRPr="00EF68C1" w:rsidRDefault="00F21DB0" w:rsidP="00E44FF8">
            <w:pPr>
              <w:pStyle w:val="tabletext11"/>
              <w:tabs>
                <w:tab w:val="decimal" w:pos="200"/>
              </w:tabs>
              <w:rPr>
                <w:ins w:id="1308" w:author="Author"/>
              </w:rPr>
            </w:pPr>
            <w:ins w:id="1309" w:author="Author">
              <w:r w:rsidRPr="00EF68C1">
                <w:t>45.39</w:t>
              </w:r>
            </w:ins>
          </w:p>
        </w:tc>
        <w:tc>
          <w:tcPr>
            <w:tcW w:w="300" w:type="dxa"/>
            <w:gridSpan w:val="2"/>
            <w:tcBorders>
              <w:left w:val="single" w:sz="6" w:space="0" w:color="auto"/>
            </w:tcBorders>
          </w:tcPr>
          <w:p w14:paraId="32E41D69" w14:textId="77777777" w:rsidR="00F21DB0" w:rsidRPr="00EF68C1" w:rsidRDefault="00F21DB0" w:rsidP="00E44FF8">
            <w:pPr>
              <w:pStyle w:val="tabletext11"/>
              <w:jc w:val="right"/>
              <w:rPr>
                <w:ins w:id="1310" w:author="Author"/>
              </w:rPr>
            </w:pPr>
          </w:p>
        </w:tc>
        <w:tc>
          <w:tcPr>
            <w:tcW w:w="790" w:type="dxa"/>
            <w:tcBorders>
              <w:left w:val="nil"/>
              <w:right w:val="single" w:sz="6" w:space="0" w:color="auto"/>
            </w:tcBorders>
          </w:tcPr>
          <w:p w14:paraId="74490EB9" w14:textId="77777777" w:rsidR="00F21DB0" w:rsidRPr="00EF68C1" w:rsidRDefault="00F21DB0" w:rsidP="00E44FF8">
            <w:pPr>
              <w:pStyle w:val="tabletext11"/>
              <w:tabs>
                <w:tab w:val="decimal" w:pos="200"/>
              </w:tabs>
              <w:rPr>
                <w:ins w:id="1311" w:author="Author"/>
              </w:rPr>
            </w:pPr>
            <w:ins w:id="1312" w:author="Author">
              <w:r w:rsidRPr="00EF68C1">
                <w:t>50.39</w:t>
              </w:r>
            </w:ins>
          </w:p>
        </w:tc>
      </w:tr>
      <w:tr w:rsidR="00F21DB0" w:rsidRPr="00EF68C1" w14:paraId="73CB6F8E" w14:textId="77777777" w:rsidTr="00E44FF8">
        <w:trPr>
          <w:cantSplit/>
          <w:trHeight w:val="190"/>
          <w:ins w:id="1313" w:author="Author"/>
        </w:trPr>
        <w:tc>
          <w:tcPr>
            <w:tcW w:w="200" w:type="dxa"/>
          </w:tcPr>
          <w:p w14:paraId="2F722A89" w14:textId="77777777" w:rsidR="00F21DB0" w:rsidRPr="00EF68C1" w:rsidRDefault="00F21DB0" w:rsidP="00E44FF8">
            <w:pPr>
              <w:pStyle w:val="tabletext11"/>
              <w:rPr>
                <w:ins w:id="1314" w:author="Author"/>
              </w:rPr>
            </w:pPr>
          </w:p>
        </w:tc>
        <w:tc>
          <w:tcPr>
            <w:tcW w:w="300" w:type="dxa"/>
            <w:tcBorders>
              <w:left w:val="single" w:sz="6" w:space="0" w:color="auto"/>
            </w:tcBorders>
          </w:tcPr>
          <w:p w14:paraId="49D69A64" w14:textId="77777777" w:rsidR="00F21DB0" w:rsidRPr="00EF68C1" w:rsidRDefault="00F21DB0" w:rsidP="00E44FF8">
            <w:pPr>
              <w:pStyle w:val="tabletext11"/>
              <w:jc w:val="right"/>
              <w:rPr>
                <w:ins w:id="1315" w:author="Author"/>
              </w:rPr>
            </w:pPr>
          </w:p>
        </w:tc>
        <w:tc>
          <w:tcPr>
            <w:tcW w:w="2100" w:type="dxa"/>
            <w:gridSpan w:val="2"/>
            <w:tcBorders>
              <w:left w:val="nil"/>
              <w:right w:val="single" w:sz="6" w:space="0" w:color="auto"/>
            </w:tcBorders>
          </w:tcPr>
          <w:p w14:paraId="48EDD940" w14:textId="77777777" w:rsidR="00F21DB0" w:rsidRPr="00EF68C1" w:rsidRDefault="00F21DB0" w:rsidP="00E44FF8">
            <w:pPr>
              <w:pStyle w:val="tabletext11"/>
              <w:rPr>
                <w:ins w:id="1316" w:author="Author"/>
                <w:b/>
              </w:rPr>
            </w:pPr>
            <w:ins w:id="1317" w:author="Author">
              <w:r w:rsidRPr="00EF68C1">
                <w:t xml:space="preserve">290,001 to 300,000 </w:t>
              </w:r>
            </w:ins>
          </w:p>
        </w:tc>
        <w:tc>
          <w:tcPr>
            <w:tcW w:w="400" w:type="dxa"/>
            <w:tcBorders>
              <w:left w:val="single" w:sz="6" w:space="0" w:color="auto"/>
            </w:tcBorders>
          </w:tcPr>
          <w:p w14:paraId="67B44DCE" w14:textId="77777777" w:rsidR="00F21DB0" w:rsidRPr="00EF68C1" w:rsidRDefault="00F21DB0" w:rsidP="00E44FF8">
            <w:pPr>
              <w:pStyle w:val="tabletext11"/>
              <w:jc w:val="right"/>
              <w:rPr>
                <w:ins w:id="1318" w:author="Author"/>
              </w:rPr>
            </w:pPr>
          </w:p>
        </w:tc>
        <w:tc>
          <w:tcPr>
            <w:tcW w:w="910" w:type="dxa"/>
            <w:tcBorders>
              <w:left w:val="nil"/>
              <w:right w:val="single" w:sz="6" w:space="0" w:color="auto"/>
            </w:tcBorders>
          </w:tcPr>
          <w:p w14:paraId="0B19C4B6" w14:textId="77777777" w:rsidR="00F21DB0" w:rsidRPr="00EF68C1" w:rsidRDefault="00F21DB0" w:rsidP="00E44FF8">
            <w:pPr>
              <w:pStyle w:val="tabletext11"/>
              <w:tabs>
                <w:tab w:val="decimal" w:pos="200"/>
              </w:tabs>
              <w:rPr>
                <w:ins w:id="1319" w:author="Author"/>
              </w:rPr>
            </w:pPr>
            <w:ins w:id="1320" w:author="Author">
              <w:r w:rsidRPr="00EF68C1">
                <w:t>45.79</w:t>
              </w:r>
            </w:ins>
          </w:p>
        </w:tc>
        <w:tc>
          <w:tcPr>
            <w:tcW w:w="300" w:type="dxa"/>
            <w:gridSpan w:val="2"/>
            <w:tcBorders>
              <w:left w:val="single" w:sz="6" w:space="0" w:color="auto"/>
            </w:tcBorders>
          </w:tcPr>
          <w:p w14:paraId="769C2AAB" w14:textId="77777777" w:rsidR="00F21DB0" w:rsidRPr="00EF68C1" w:rsidRDefault="00F21DB0" w:rsidP="00E44FF8">
            <w:pPr>
              <w:pStyle w:val="tabletext11"/>
              <w:jc w:val="right"/>
              <w:rPr>
                <w:ins w:id="1321" w:author="Author"/>
              </w:rPr>
            </w:pPr>
          </w:p>
        </w:tc>
        <w:tc>
          <w:tcPr>
            <w:tcW w:w="790" w:type="dxa"/>
            <w:tcBorders>
              <w:left w:val="nil"/>
              <w:right w:val="single" w:sz="6" w:space="0" w:color="auto"/>
            </w:tcBorders>
          </w:tcPr>
          <w:p w14:paraId="601DD6EF" w14:textId="77777777" w:rsidR="00F21DB0" w:rsidRPr="00EF68C1" w:rsidRDefault="00F21DB0" w:rsidP="00E44FF8">
            <w:pPr>
              <w:pStyle w:val="tabletext11"/>
              <w:tabs>
                <w:tab w:val="decimal" w:pos="200"/>
              </w:tabs>
              <w:rPr>
                <w:ins w:id="1322" w:author="Author"/>
              </w:rPr>
            </w:pPr>
            <w:ins w:id="1323" w:author="Author">
              <w:r w:rsidRPr="00EF68C1">
                <w:t>50.79</w:t>
              </w:r>
            </w:ins>
          </w:p>
        </w:tc>
      </w:tr>
      <w:tr w:rsidR="00F21DB0" w:rsidRPr="00EF68C1" w14:paraId="227B1BFE" w14:textId="77777777" w:rsidTr="00E44FF8">
        <w:trPr>
          <w:cantSplit/>
          <w:trHeight w:val="190"/>
          <w:ins w:id="1324" w:author="Author"/>
        </w:trPr>
        <w:tc>
          <w:tcPr>
            <w:tcW w:w="200" w:type="dxa"/>
          </w:tcPr>
          <w:p w14:paraId="5E838788" w14:textId="77777777" w:rsidR="00F21DB0" w:rsidRPr="00EF68C1" w:rsidRDefault="00F21DB0" w:rsidP="00E44FF8">
            <w:pPr>
              <w:pStyle w:val="tabletext11"/>
              <w:rPr>
                <w:ins w:id="1325" w:author="Author"/>
              </w:rPr>
            </w:pPr>
          </w:p>
        </w:tc>
        <w:tc>
          <w:tcPr>
            <w:tcW w:w="300" w:type="dxa"/>
            <w:tcBorders>
              <w:left w:val="single" w:sz="6" w:space="0" w:color="auto"/>
            </w:tcBorders>
          </w:tcPr>
          <w:p w14:paraId="76F34A70" w14:textId="77777777" w:rsidR="00F21DB0" w:rsidRPr="00EF68C1" w:rsidRDefault="00F21DB0" w:rsidP="00E44FF8">
            <w:pPr>
              <w:pStyle w:val="tabletext11"/>
              <w:jc w:val="right"/>
              <w:rPr>
                <w:ins w:id="1326" w:author="Author"/>
              </w:rPr>
            </w:pPr>
          </w:p>
        </w:tc>
        <w:tc>
          <w:tcPr>
            <w:tcW w:w="2100" w:type="dxa"/>
            <w:gridSpan w:val="2"/>
            <w:tcBorders>
              <w:left w:val="nil"/>
              <w:right w:val="single" w:sz="6" w:space="0" w:color="auto"/>
            </w:tcBorders>
          </w:tcPr>
          <w:p w14:paraId="6E7BA950" w14:textId="77777777" w:rsidR="00F21DB0" w:rsidRPr="00EF68C1" w:rsidRDefault="00F21DB0" w:rsidP="00E44FF8">
            <w:pPr>
              <w:pStyle w:val="tabletext11"/>
              <w:rPr>
                <w:ins w:id="1327" w:author="Author"/>
              </w:rPr>
            </w:pPr>
            <w:ins w:id="1328" w:author="Author">
              <w:r w:rsidRPr="00EF68C1">
                <w:t>300,001 to 310,000</w:t>
              </w:r>
            </w:ins>
          </w:p>
        </w:tc>
        <w:tc>
          <w:tcPr>
            <w:tcW w:w="400" w:type="dxa"/>
            <w:tcBorders>
              <w:left w:val="single" w:sz="6" w:space="0" w:color="auto"/>
            </w:tcBorders>
          </w:tcPr>
          <w:p w14:paraId="191B615E" w14:textId="77777777" w:rsidR="00F21DB0" w:rsidRPr="00EF68C1" w:rsidRDefault="00F21DB0" w:rsidP="00E44FF8">
            <w:pPr>
              <w:pStyle w:val="tabletext11"/>
              <w:jc w:val="right"/>
              <w:rPr>
                <w:ins w:id="1329" w:author="Author"/>
              </w:rPr>
            </w:pPr>
          </w:p>
        </w:tc>
        <w:tc>
          <w:tcPr>
            <w:tcW w:w="910" w:type="dxa"/>
            <w:tcBorders>
              <w:left w:val="nil"/>
              <w:right w:val="single" w:sz="6" w:space="0" w:color="auto"/>
            </w:tcBorders>
          </w:tcPr>
          <w:p w14:paraId="4A731E00" w14:textId="77777777" w:rsidR="00F21DB0" w:rsidRPr="00EF68C1" w:rsidRDefault="00F21DB0" w:rsidP="00E44FF8">
            <w:pPr>
              <w:pStyle w:val="tabletext11"/>
              <w:tabs>
                <w:tab w:val="decimal" w:pos="200"/>
              </w:tabs>
              <w:rPr>
                <w:ins w:id="1330" w:author="Author"/>
              </w:rPr>
            </w:pPr>
            <w:ins w:id="1331" w:author="Author">
              <w:r w:rsidRPr="00EF68C1">
                <w:t>46.16</w:t>
              </w:r>
            </w:ins>
          </w:p>
        </w:tc>
        <w:tc>
          <w:tcPr>
            <w:tcW w:w="300" w:type="dxa"/>
            <w:gridSpan w:val="2"/>
            <w:tcBorders>
              <w:left w:val="single" w:sz="6" w:space="0" w:color="auto"/>
            </w:tcBorders>
          </w:tcPr>
          <w:p w14:paraId="3D52D173" w14:textId="77777777" w:rsidR="00F21DB0" w:rsidRPr="00EF68C1" w:rsidRDefault="00F21DB0" w:rsidP="00E44FF8">
            <w:pPr>
              <w:pStyle w:val="tabletext11"/>
              <w:jc w:val="right"/>
              <w:rPr>
                <w:ins w:id="1332" w:author="Author"/>
              </w:rPr>
            </w:pPr>
          </w:p>
        </w:tc>
        <w:tc>
          <w:tcPr>
            <w:tcW w:w="790" w:type="dxa"/>
            <w:tcBorders>
              <w:left w:val="nil"/>
              <w:right w:val="single" w:sz="6" w:space="0" w:color="auto"/>
            </w:tcBorders>
          </w:tcPr>
          <w:p w14:paraId="2D39EE63" w14:textId="77777777" w:rsidR="00F21DB0" w:rsidRPr="00EF68C1" w:rsidRDefault="00F21DB0" w:rsidP="00E44FF8">
            <w:pPr>
              <w:pStyle w:val="tabletext11"/>
              <w:tabs>
                <w:tab w:val="decimal" w:pos="200"/>
              </w:tabs>
              <w:rPr>
                <w:ins w:id="1333" w:author="Author"/>
              </w:rPr>
            </w:pPr>
            <w:ins w:id="1334" w:author="Author">
              <w:r w:rsidRPr="00EF68C1">
                <w:t>51.16</w:t>
              </w:r>
            </w:ins>
          </w:p>
        </w:tc>
      </w:tr>
      <w:tr w:rsidR="00F21DB0" w:rsidRPr="00EF68C1" w14:paraId="2477C377" w14:textId="77777777" w:rsidTr="00E44FF8">
        <w:trPr>
          <w:cantSplit/>
          <w:trHeight w:val="190"/>
          <w:ins w:id="1335" w:author="Author"/>
        </w:trPr>
        <w:tc>
          <w:tcPr>
            <w:tcW w:w="200" w:type="dxa"/>
          </w:tcPr>
          <w:p w14:paraId="67ED9273" w14:textId="77777777" w:rsidR="00F21DB0" w:rsidRPr="00EF68C1" w:rsidRDefault="00F21DB0" w:rsidP="00E44FF8">
            <w:pPr>
              <w:pStyle w:val="tabletext11"/>
              <w:rPr>
                <w:ins w:id="1336" w:author="Author"/>
              </w:rPr>
            </w:pPr>
          </w:p>
        </w:tc>
        <w:tc>
          <w:tcPr>
            <w:tcW w:w="300" w:type="dxa"/>
            <w:tcBorders>
              <w:left w:val="single" w:sz="6" w:space="0" w:color="auto"/>
            </w:tcBorders>
          </w:tcPr>
          <w:p w14:paraId="201821F1" w14:textId="77777777" w:rsidR="00F21DB0" w:rsidRPr="00EF68C1" w:rsidRDefault="00F21DB0" w:rsidP="00E44FF8">
            <w:pPr>
              <w:pStyle w:val="tabletext11"/>
              <w:jc w:val="right"/>
              <w:rPr>
                <w:ins w:id="1337" w:author="Author"/>
              </w:rPr>
            </w:pPr>
          </w:p>
        </w:tc>
        <w:tc>
          <w:tcPr>
            <w:tcW w:w="2100" w:type="dxa"/>
            <w:gridSpan w:val="2"/>
            <w:tcBorders>
              <w:left w:val="nil"/>
              <w:right w:val="single" w:sz="6" w:space="0" w:color="auto"/>
            </w:tcBorders>
          </w:tcPr>
          <w:p w14:paraId="58DADE0F" w14:textId="77777777" w:rsidR="00F21DB0" w:rsidRPr="00EF68C1" w:rsidRDefault="00F21DB0" w:rsidP="00E44FF8">
            <w:pPr>
              <w:pStyle w:val="tabletext11"/>
              <w:rPr>
                <w:ins w:id="1338" w:author="Author"/>
              </w:rPr>
            </w:pPr>
            <w:ins w:id="1339" w:author="Author">
              <w:r w:rsidRPr="00EF68C1">
                <w:t>310,001 to 320,000</w:t>
              </w:r>
            </w:ins>
          </w:p>
        </w:tc>
        <w:tc>
          <w:tcPr>
            <w:tcW w:w="400" w:type="dxa"/>
            <w:tcBorders>
              <w:left w:val="single" w:sz="6" w:space="0" w:color="auto"/>
            </w:tcBorders>
          </w:tcPr>
          <w:p w14:paraId="5F85D88A" w14:textId="77777777" w:rsidR="00F21DB0" w:rsidRPr="00EF68C1" w:rsidRDefault="00F21DB0" w:rsidP="00E44FF8">
            <w:pPr>
              <w:pStyle w:val="tabletext11"/>
              <w:jc w:val="right"/>
              <w:rPr>
                <w:ins w:id="1340" w:author="Author"/>
              </w:rPr>
            </w:pPr>
          </w:p>
        </w:tc>
        <w:tc>
          <w:tcPr>
            <w:tcW w:w="910" w:type="dxa"/>
            <w:tcBorders>
              <w:left w:val="nil"/>
              <w:right w:val="single" w:sz="6" w:space="0" w:color="auto"/>
            </w:tcBorders>
          </w:tcPr>
          <w:p w14:paraId="2CD0FFF9" w14:textId="77777777" w:rsidR="00F21DB0" w:rsidRPr="00EF68C1" w:rsidRDefault="00F21DB0" w:rsidP="00E44FF8">
            <w:pPr>
              <w:pStyle w:val="tabletext11"/>
              <w:tabs>
                <w:tab w:val="decimal" w:pos="200"/>
              </w:tabs>
              <w:rPr>
                <w:ins w:id="1341" w:author="Author"/>
              </w:rPr>
            </w:pPr>
            <w:ins w:id="1342" w:author="Author">
              <w:r w:rsidRPr="00EF68C1">
                <w:t>46.50</w:t>
              </w:r>
            </w:ins>
          </w:p>
        </w:tc>
        <w:tc>
          <w:tcPr>
            <w:tcW w:w="300" w:type="dxa"/>
            <w:gridSpan w:val="2"/>
            <w:tcBorders>
              <w:left w:val="single" w:sz="6" w:space="0" w:color="auto"/>
            </w:tcBorders>
          </w:tcPr>
          <w:p w14:paraId="68F8C520" w14:textId="77777777" w:rsidR="00F21DB0" w:rsidRPr="00EF68C1" w:rsidRDefault="00F21DB0" w:rsidP="00E44FF8">
            <w:pPr>
              <w:pStyle w:val="tabletext11"/>
              <w:jc w:val="right"/>
              <w:rPr>
                <w:ins w:id="1343" w:author="Author"/>
              </w:rPr>
            </w:pPr>
          </w:p>
        </w:tc>
        <w:tc>
          <w:tcPr>
            <w:tcW w:w="790" w:type="dxa"/>
            <w:tcBorders>
              <w:left w:val="nil"/>
              <w:right w:val="single" w:sz="6" w:space="0" w:color="auto"/>
            </w:tcBorders>
          </w:tcPr>
          <w:p w14:paraId="2AAF5C61" w14:textId="77777777" w:rsidR="00F21DB0" w:rsidRPr="00EF68C1" w:rsidRDefault="00F21DB0" w:rsidP="00E44FF8">
            <w:pPr>
              <w:pStyle w:val="tabletext11"/>
              <w:tabs>
                <w:tab w:val="decimal" w:pos="200"/>
              </w:tabs>
              <w:rPr>
                <w:ins w:id="1344" w:author="Author"/>
              </w:rPr>
            </w:pPr>
            <w:ins w:id="1345" w:author="Author">
              <w:r w:rsidRPr="00EF68C1">
                <w:t>51.50</w:t>
              </w:r>
            </w:ins>
          </w:p>
        </w:tc>
      </w:tr>
      <w:tr w:rsidR="00F21DB0" w:rsidRPr="00EF68C1" w14:paraId="1DD1BD57" w14:textId="77777777" w:rsidTr="00E44FF8">
        <w:trPr>
          <w:cantSplit/>
          <w:trHeight w:val="190"/>
          <w:ins w:id="1346" w:author="Author"/>
        </w:trPr>
        <w:tc>
          <w:tcPr>
            <w:tcW w:w="200" w:type="dxa"/>
          </w:tcPr>
          <w:p w14:paraId="219277FC" w14:textId="77777777" w:rsidR="00F21DB0" w:rsidRPr="00EF68C1" w:rsidRDefault="00F21DB0" w:rsidP="00E44FF8">
            <w:pPr>
              <w:pStyle w:val="tabletext11"/>
              <w:rPr>
                <w:ins w:id="1347" w:author="Author"/>
              </w:rPr>
            </w:pPr>
          </w:p>
        </w:tc>
        <w:tc>
          <w:tcPr>
            <w:tcW w:w="300" w:type="dxa"/>
            <w:tcBorders>
              <w:left w:val="single" w:sz="6" w:space="0" w:color="auto"/>
            </w:tcBorders>
          </w:tcPr>
          <w:p w14:paraId="0B11CA87" w14:textId="77777777" w:rsidR="00F21DB0" w:rsidRPr="00EF68C1" w:rsidRDefault="00F21DB0" w:rsidP="00E44FF8">
            <w:pPr>
              <w:pStyle w:val="tabletext11"/>
              <w:jc w:val="right"/>
              <w:rPr>
                <w:ins w:id="1348" w:author="Author"/>
              </w:rPr>
            </w:pPr>
          </w:p>
        </w:tc>
        <w:tc>
          <w:tcPr>
            <w:tcW w:w="2100" w:type="dxa"/>
            <w:gridSpan w:val="2"/>
            <w:tcBorders>
              <w:left w:val="nil"/>
              <w:right w:val="single" w:sz="6" w:space="0" w:color="auto"/>
            </w:tcBorders>
          </w:tcPr>
          <w:p w14:paraId="44935790" w14:textId="77777777" w:rsidR="00F21DB0" w:rsidRPr="00EF68C1" w:rsidRDefault="00F21DB0" w:rsidP="00E44FF8">
            <w:pPr>
              <w:pStyle w:val="tabletext11"/>
              <w:rPr>
                <w:ins w:id="1349" w:author="Author"/>
              </w:rPr>
            </w:pPr>
            <w:ins w:id="1350" w:author="Author">
              <w:r w:rsidRPr="00EF68C1">
                <w:t>320,001 to 330,000</w:t>
              </w:r>
            </w:ins>
          </w:p>
        </w:tc>
        <w:tc>
          <w:tcPr>
            <w:tcW w:w="400" w:type="dxa"/>
            <w:tcBorders>
              <w:left w:val="single" w:sz="6" w:space="0" w:color="auto"/>
            </w:tcBorders>
          </w:tcPr>
          <w:p w14:paraId="639303D4" w14:textId="77777777" w:rsidR="00F21DB0" w:rsidRPr="00EF68C1" w:rsidRDefault="00F21DB0" w:rsidP="00E44FF8">
            <w:pPr>
              <w:pStyle w:val="tabletext11"/>
              <w:jc w:val="right"/>
              <w:rPr>
                <w:ins w:id="1351" w:author="Author"/>
              </w:rPr>
            </w:pPr>
          </w:p>
        </w:tc>
        <w:tc>
          <w:tcPr>
            <w:tcW w:w="910" w:type="dxa"/>
            <w:tcBorders>
              <w:left w:val="nil"/>
              <w:right w:val="single" w:sz="6" w:space="0" w:color="auto"/>
            </w:tcBorders>
          </w:tcPr>
          <w:p w14:paraId="1A06D806" w14:textId="77777777" w:rsidR="00F21DB0" w:rsidRPr="00EF68C1" w:rsidRDefault="00F21DB0" w:rsidP="00E44FF8">
            <w:pPr>
              <w:pStyle w:val="tabletext11"/>
              <w:tabs>
                <w:tab w:val="decimal" w:pos="200"/>
              </w:tabs>
              <w:rPr>
                <w:ins w:id="1352" w:author="Author"/>
              </w:rPr>
            </w:pPr>
            <w:ins w:id="1353" w:author="Author">
              <w:r w:rsidRPr="00EF68C1">
                <w:t>46.82</w:t>
              </w:r>
            </w:ins>
          </w:p>
        </w:tc>
        <w:tc>
          <w:tcPr>
            <w:tcW w:w="300" w:type="dxa"/>
            <w:gridSpan w:val="2"/>
            <w:tcBorders>
              <w:left w:val="single" w:sz="6" w:space="0" w:color="auto"/>
            </w:tcBorders>
          </w:tcPr>
          <w:p w14:paraId="139A2943" w14:textId="77777777" w:rsidR="00F21DB0" w:rsidRPr="00EF68C1" w:rsidRDefault="00F21DB0" w:rsidP="00E44FF8">
            <w:pPr>
              <w:pStyle w:val="tabletext11"/>
              <w:jc w:val="right"/>
              <w:rPr>
                <w:ins w:id="1354" w:author="Author"/>
              </w:rPr>
            </w:pPr>
          </w:p>
        </w:tc>
        <w:tc>
          <w:tcPr>
            <w:tcW w:w="790" w:type="dxa"/>
            <w:tcBorders>
              <w:left w:val="nil"/>
              <w:right w:val="single" w:sz="6" w:space="0" w:color="auto"/>
            </w:tcBorders>
          </w:tcPr>
          <w:p w14:paraId="1C2DA2F8" w14:textId="77777777" w:rsidR="00F21DB0" w:rsidRPr="00EF68C1" w:rsidRDefault="00F21DB0" w:rsidP="00E44FF8">
            <w:pPr>
              <w:pStyle w:val="tabletext11"/>
              <w:tabs>
                <w:tab w:val="decimal" w:pos="200"/>
              </w:tabs>
              <w:rPr>
                <w:ins w:id="1355" w:author="Author"/>
              </w:rPr>
            </w:pPr>
            <w:ins w:id="1356" w:author="Author">
              <w:r w:rsidRPr="00EF68C1">
                <w:t>51.82</w:t>
              </w:r>
            </w:ins>
          </w:p>
        </w:tc>
      </w:tr>
      <w:tr w:rsidR="00F21DB0" w:rsidRPr="00EF68C1" w14:paraId="758585AD" w14:textId="77777777" w:rsidTr="00E44FF8">
        <w:trPr>
          <w:cantSplit/>
          <w:trHeight w:val="190"/>
          <w:ins w:id="1357" w:author="Author"/>
        </w:trPr>
        <w:tc>
          <w:tcPr>
            <w:tcW w:w="200" w:type="dxa"/>
          </w:tcPr>
          <w:p w14:paraId="125983C2" w14:textId="77777777" w:rsidR="00F21DB0" w:rsidRPr="00EF68C1" w:rsidRDefault="00F21DB0" w:rsidP="00E44FF8">
            <w:pPr>
              <w:pStyle w:val="tabletext11"/>
              <w:rPr>
                <w:ins w:id="1358" w:author="Author"/>
              </w:rPr>
            </w:pPr>
          </w:p>
        </w:tc>
        <w:tc>
          <w:tcPr>
            <w:tcW w:w="300" w:type="dxa"/>
            <w:tcBorders>
              <w:left w:val="single" w:sz="6" w:space="0" w:color="auto"/>
            </w:tcBorders>
          </w:tcPr>
          <w:p w14:paraId="0F205217" w14:textId="77777777" w:rsidR="00F21DB0" w:rsidRPr="00EF68C1" w:rsidRDefault="00F21DB0" w:rsidP="00E44FF8">
            <w:pPr>
              <w:pStyle w:val="tabletext11"/>
              <w:jc w:val="right"/>
              <w:rPr>
                <w:ins w:id="1359" w:author="Author"/>
              </w:rPr>
            </w:pPr>
          </w:p>
        </w:tc>
        <w:tc>
          <w:tcPr>
            <w:tcW w:w="2100" w:type="dxa"/>
            <w:gridSpan w:val="2"/>
            <w:tcBorders>
              <w:left w:val="nil"/>
              <w:right w:val="single" w:sz="6" w:space="0" w:color="auto"/>
            </w:tcBorders>
          </w:tcPr>
          <w:p w14:paraId="65FA0110" w14:textId="77777777" w:rsidR="00F21DB0" w:rsidRPr="00EF68C1" w:rsidRDefault="00F21DB0" w:rsidP="00E44FF8">
            <w:pPr>
              <w:pStyle w:val="tabletext11"/>
              <w:rPr>
                <w:ins w:id="1360" w:author="Author"/>
              </w:rPr>
            </w:pPr>
            <w:ins w:id="1361" w:author="Author">
              <w:r w:rsidRPr="00EF68C1">
                <w:t>330,001 to 340,000</w:t>
              </w:r>
            </w:ins>
          </w:p>
        </w:tc>
        <w:tc>
          <w:tcPr>
            <w:tcW w:w="400" w:type="dxa"/>
            <w:tcBorders>
              <w:left w:val="single" w:sz="6" w:space="0" w:color="auto"/>
            </w:tcBorders>
          </w:tcPr>
          <w:p w14:paraId="4307B24E" w14:textId="77777777" w:rsidR="00F21DB0" w:rsidRPr="00EF68C1" w:rsidRDefault="00F21DB0" w:rsidP="00E44FF8">
            <w:pPr>
              <w:pStyle w:val="tabletext11"/>
              <w:jc w:val="right"/>
              <w:rPr>
                <w:ins w:id="1362" w:author="Author"/>
              </w:rPr>
            </w:pPr>
          </w:p>
        </w:tc>
        <w:tc>
          <w:tcPr>
            <w:tcW w:w="910" w:type="dxa"/>
            <w:tcBorders>
              <w:left w:val="nil"/>
              <w:right w:val="single" w:sz="6" w:space="0" w:color="auto"/>
            </w:tcBorders>
          </w:tcPr>
          <w:p w14:paraId="19503EF8" w14:textId="77777777" w:rsidR="00F21DB0" w:rsidRPr="00EF68C1" w:rsidRDefault="00F21DB0" w:rsidP="00E44FF8">
            <w:pPr>
              <w:pStyle w:val="tabletext11"/>
              <w:tabs>
                <w:tab w:val="decimal" w:pos="200"/>
              </w:tabs>
              <w:rPr>
                <w:ins w:id="1363" w:author="Author"/>
              </w:rPr>
            </w:pPr>
            <w:ins w:id="1364" w:author="Author">
              <w:r w:rsidRPr="00EF68C1">
                <w:t>47.11</w:t>
              </w:r>
            </w:ins>
          </w:p>
        </w:tc>
        <w:tc>
          <w:tcPr>
            <w:tcW w:w="300" w:type="dxa"/>
            <w:gridSpan w:val="2"/>
            <w:tcBorders>
              <w:left w:val="single" w:sz="6" w:space="0" w:color="auto"/>
            </w:tcBorders>
          </w:tcPr>
          <w:p w14:paraId="368C6166" w14:textId="77777777" w:rsidR="00F21DB0" w:rsidRPr="00EF68C1" w:rsidRDefault="00F21DB0" w:rsidP="00E44FF8">
            <w:pPr>
              <w:pStyle w:val="tabletext11"/>
              <w:jc w:val="right"/>
              <w:rPr>
                <w:ins w:id="1365" w:author="Author"/>
              </w:rPr>
            </w:pPr>
          </w:p>
        </w:tc>
        <w:tc>
          <w:tcPr>
            <w:tcW w:w="790" w:type="dxa"/>
            <w:tcBorders>
              <w:left w:val="nil"/>
              <w:right w:val="single" w:sz="6" w:space="0" w:color="auto"/>
            </w:tcBorders>
          </w:tcPr>
          <w:p w14:paraId="42814D76" w14:textId="77777777" w:rsidR="00F21DB0" w:rsidRPr="00EF68C1" w:rsidRDefault="00F21DB0" w:rsidP="00E44FF8">
            <w:pPr>
              <w:pStyle w:val="tabletext11"/>
              <w:tabs>
                <w:tab w:val="decimal" w:pos="200"/>
              </w:tabs>
              <w:rPr>
                <w:ins w:id="1366" w:author="Author"/>
              </w:rPr>
            </w:pPr>
            <w:ins w:id="1367" w:author="Author">
              <w:r w:rsidRPr="00EF68C1">
                <w:t>52.11</w:t>
              </w:r>
            </w:ins>
          </w:p>
        </w:tc>
      </w:tr>
      <w:tr w:rsidR="00F21DB0" w:rsidRPr="00EF68C1" w14:paraId="44205F21" w14:textId="77777777" w:rsidTr="00E44FF8">
        <w:trPr>
          <w:cantSplit/>
          <w:trHeight w:val="190"/>
          <w:ins w:id="1368" w:author="Author"/>
        </w:trPr>
        <w:tc>
          <w:tcPr>
            <w:tcW w:w="200" w:type="dxa"/>
          </w:tcPr>
          <w:p w14:paraId="1E662793" w14:textId="77777777" w:rsidR="00F21DB0" w:rsidRPr="00EF68C1" w:rsidRDefault="00F21DB0" w:rsidP="00E44FF8">
            <w:pPr>
              <w:pStyle w:val="tabletext11"/>
              <w:rPr>
                <w:ins w:id="1369" w:author="Author"/>
              </w:rPr>
            </w:pPr>
          </w:p>
        </w:tc>
        <w:tc>
          <w:tcPr>
            <w:tcW w:w="300" w:type="dxa"/>
            <w:tcBorders>
              <w:left w:val="single" w:sz="6" w:space="0" w:color="auto"/>
            </w:tcBorders>
          </w:tcPr>
          <w:p w14:paraId="5008F144" w14:textId="77777777" w:rsidR="00F21DB0" w:rsidRPr="00EF68C1" w:rsidRDefault="00F21DB0" w:rsidP="00E44FF8">
            <w:pPr>
              <w:pStyle w:val="tabletext11"/>
              <w:jc w:val="right"/>
              <w:rPr>
                <w:ins w:id="1370" w:author="Author"/>
              </w:rPr>
            </w:pPr>
          </w:p>
        </w:tc>
        <w:tc>
          <w:tcPr>
            <w:tcW w:w="2100" w:type="dxa"/>
            <w:gridSpan w:val="2"/>
            <w:tcBorders>
              <w:left w:val="nil"/>
              <w:right w:val="single" w:sz="6" w:space="0" w:color="auto"/>
            </w:tcBorders>
          </w:tcPr>
          <w:p w14:paraId="021CA6C2" w14:textId="77777777" w:rsidR="00F21DB0" w:rsidRPr="00EF68C1" w:rsidRDefault="00F21DB0" w:rsidP="00E44FF8">
            <w:pPr>
              <w:pStyle w:val="tabletext11"/>
              <w:rPr>
                <w:ins w:id="1371" w:author="Author"/>
              </w:rPr>
            </w:pPr>
            <w:ins w:id="1372" w:author="Author">
              <w:r w:rsidRPr="00EF68C1">
                <w:t>340,001 to 350,000</w:t>
              </w:r>
            </w:ins>
          </w:p>
        </w:tc>
        <w:tc>
          <w:tcPr>
            <w:tcW w:w="400" w:type="dxa"/>
            <w:tcBorders>
              <w:left w:val="single" w:sz="6" w:space="0" w:color="auto"/>
            </w:tcBorders>
          </w:tcPr>
          <w:p w14:paraId="203606EB" w14:textId="77777777" w:rsidR="00F21DB0" w:rsidRPr="00EF68C1" w:rsidRDefault="00F21DB0" w:rsidP="00E44FF8">
            <w:pPr>
              <w:pStyle w:val="tabletext11"/>
              <w:jc w:val="right"/>
              <w:rPr>
                <w:ins w:id="1373" w:author="Author"/>
              </w:rPr>
            </w:pPr>
          </w:p>
        </w:tc>
        <w:tc>
          <w:tcPr>
            <w:tcW w:w="910" w:type="dxa"/>
            <w:tcBorders>
              <w:left w:val="nil"/>
              <w:right w:val="single" w:sz="6" w:space="0" w:color="auto"/>
            </w:tcBorders>
          </w:tcPr>
          <w:p w14:paraId="53B41FD1" w14:textId="77777777" w:rsidR="00F21DB0" w:rsidRPr="00EF68C1" w:rsidRDefault="00F21DB0" w:rsidP="00E44FF8">
            <w:pPr>
              <w:pStyle w:val="tabletext11"/>
              <w:tabs>
                <w:tab w:val="decimal" w:pos="200"/>
              </w:tabs>
              <w:rPr>
                <w:ins w:id="1374" w:author="Author"/>
              </w:rPr>
            </w:pPr>
            <w:ins w:id="1375" w:author="Author">
              <w:r w:rsidRPr="00EF68C1">
                <w:t>47.38</w:t>
              </w:r>
            </w:ins>
          </w:p>
        </w:tc>
        <w:tc>
          <w:tcPr>
            <w:tcW w:w="300" w:type="dxa"/>
            <w:gridSpan w:val="2"/>
            <w:tcBorders>
              <w:left w:val="single" w:sz="6" w:space="0" w:color="auto"/>
            </w:tcBorders>
          </w:tcPr>
          <w:p w14:paraId="4035797B" w14:textId="77777777" w:rsidR="00F21DB0" w:rsidRPr="00EF68C1" w:rsidRDefault="00F21DB0" w:rsidP="00E44FF8">
            <w:pPr>
              <w:pStyle w:val="tabletext11"/>
              <w:jc w:val="right"/>
              <w:rPr>
                <w:ins w:id="1376" w:author="Author"/>
              </w:rPr>
            </w:pPr>
          </w:p>
        </w:tc>
        <w:tc>
          <w:tcPr>
            <w:tcW w:w="790" w:type="dxa"/>
            <w:tcBorders>
              <w:left w:val="nil"/>
              <w:right w:val="single" w:sz="6" w:space="0" w:color="auto"/>
            </w:tcBorders>
          </w:tcPr>
          <w:p w14:paraId="5E823461" w14:textId="77777777" w:rsidR="00F21DB0" w:rsidRPr="00EF68C1" w:rsidRDefault="00F21DB0" w:rsidP="00E44FF8">
            <w:pPr>
              <w:pStyle w:val="tabletext11"/>
              <w:tabs>
                <w:tab w:val="decimal" w:pos="200"/>
              </w:tabs>
              <w:rPr>
                <w:ins w:id="1377" w:author="Author"/>
              </w:rPr>
            </w:pPr>
            <w:ins w:id="1378" w:author="Author">
              <w:r w:rsidRPr="00EF68C1">
                <w:t>52.38</w:t>
              </w:r>
            </w:ins>
          </w:p>
        </w:tc>
      </w:tr>
      <w:tr w:rsidR="00F21DB0" w:rsidRPr="00EF68C1" w14:paraId="30C07D1B" w14:textId="77777777" w:rsidTr="00E44FF8">
        <w:trPr>
          <w:cantSplit/>
          <w:trHeight w:val="190"/>
          <w:ins w:id="1379" w:author="Author"/>
        </w:trPr>
        <w:tc>
          <w:tcPr>
            <w:tcW w:w="200" w:type="dxa"/>
          </w:tcPr>
          <w:p w14:paraId="28EE526D" w14:textId="77777777" w:rsidR="00F21DB0" w:rsidRPr="00EF68C1" w:rsidRDefault="00F21DB0" w:rsidP="00E44FF8">
            <w:pPr>
              <w:pStyle w:val="tabletext11"/>
              <w:rPr>
                <w:ins w:id="1380" w:author="Author"/>
              </w:rPr>
            </w:pPr>
          </w:p>
        </w:tc>
        <w:tc>
          <w:tcPr>
            <w:tcW w:w="300" w:type="dxa"/>
            <w:tcBorders>
              <w:left w:val="single" w:sz="6" w:space="0" w:color="auto"/>
            </w:tcBorders>
          </w:tcPr>
          <w:p w14:paraId="59DCE67B" w14:textId="77777777" w:rsidR="00F21DB0" w:rsidRPr="00EF68C1" w:rsidRDefault="00F21DB0" w:rsidP="00E44FF8">
            <w:pPr>
              <w:pStyle w:val="tabletext11"/>
              <w:jc w:val="right"/>
              <w:rPr>
                <w:ins w:id="1381" w:author="Author"/>
              </w:rPr>
            </w:pPr>
          </w:p>
        </w:tc>
        <w:tc>
          <w:tcPr>
            <w:tcW w:w="2100" w:type="dxa"/>
            <w:gridSpan w:val="2"/>
            <w:tcBorders>
              <w:left w:val="nil"/>
              <w:right w:val="single" w:sz="6" w:space="0" w:color="auto"/>
            </w:tcBorders>
          </w:tcPr>
          <w:p w14:paraId="0A82D015" w14:textId="77777777" w:rsidR="00F21DB0" w:rsidRPr="00EF68C1" w:rsidRDefault="00F21DB0" w:rsidP="00E44FF8">
            <w:pPr>
              <w:pStyle w:val="tabletext11"/>
              <w:rPr>
                <w:ins w:id="1382" w:author="Author"/>
              </w:rPr>
            </w:pPr>
            <w:ins w:id="1383" w:author="Author">
              <w:r w:rsidRPr="00EF68C1">
                <w:t>350,001 to 360,000</w:t>
              </w:r>
            </w:ins>
          </w:p>
        </w:tc>
        <w:tc>
          <w:tcPr>
            <w:tcW w:w="400" w:type="dxa"/>
            <w:tcBorders>
              <w:left w:val="single" w:sz="6" w:space="0" w:color="auto"/>
            </w:tcBorders>
          </w:tcPr>
          <w:p w14:paraId="57756F79" w14:textId="77777777" w:rsidR="00F21DB0" w:rsidRPr="00EF68C1" w:rsidRDefault="00F21DB0" w:rsidP="00E44FF8">
            <w:pPr>
              <w:pStyle w:val="tabletext11"/>
              <w:jc w:val="right"/>
              <w:rPr>
                <w:ins w:id="1384" w:author="Author"/>
              </w:rPr>
            </w:pPr>
          </w:p>
        </w:tc>
        <w:tc>
          <w:tcPr>
            <w:tcW w:w="910" w:type="dxa"/>
            <w:tcBorders>
              <w:left w:val="nil"/>
              <w:right w:val="single" w:sz="6" w:space="0" w:color="auto"/>
            </w:tcBorders>
          </w:tcPr>
          <w:p w14:paraId="4F42577D" w14:textId="77777777" w:rsidR="00F21DB0" w:rsidRPr="00EF68C1" w:rsidRDefault="00F21DB0" w:rsidP="00E44FF8">
            <w:pPr>
              <w:pStyle w:val="tabletext11"/>
              <w:tabs>
                <w:tab w:val="decimal" w:pos="200"/>
              </w:tabs>
              <w:rPr>
                <w:ins w:id="1385" w:author="Author"/>
              </w:rPr>
            </w:pPr>
            <w:ins w:id="1386" w:author="Author">
              <w:r w:rsidRPr="00EF68C1">
                <w:t>47.63</w:t>
              </w:r>
            </w:ins>
          </w:p>
        </w:tc>
        <w:tc>
          <w:tcPr>
            <w:tcW w:w="300" w:type="dxa"/>
            <w:gridSpan w:val="2"/>
            <w:tcBorders>
              <w:left w:val="single" w:sz="6" w:space="0" w:color="auto"/>
            </w:tcBorders>
          </w:tcPr>
          <w:p w14:paraId="3F232AC8" w14:textId="77777777" w:rsidR="00F21DB0" w:rsidRPr="00EF68C1" w:rsidRDefault="00F21DB0" w:rsidP="00E44FF8">
            <w:pPr>
              <w:pStyle w:val="tabletext11"/>
              <w:jc w:val="right"/>
              <w:rPr>
                <w:ins w:id="1387" w:author="Author"/>
              </w:rPr>
            </w:pPr>
          </w:p>
        </w:tc>
        <w:tc>
          <w:tcPr>
            <w:tcW w:w="790" w:type="dxa"/>
            <w:tcBorders>
              <w:left w:val="nil"/>
              <w:right w:val="single" w:sz="6" w:space="0" w:color="auto"/>
            </w:tcBorders>
          </w:tcPr>
          <w:p w14:paraId="432D025D" w14:textId="77777777" w:rsidR="00F21DB0" w:rsidRPr="00EF68C1" w:rsidRDefault="00F21DB0" w:rsidP="00E44FF8">
            <w:pPr>
              <w:pStyle w:val="tabletext11"/>
              <w:tabs>
                <w:tab w:val="decimal" w:pos="200"/>
              </w:tabs>
              <w:rPr>
                <w:ins w:id="1388" w:author="Author"/>
              </w:rPr>
            </w:pPr>
            <w:ins w:id="1389" w:author="Author">
              <w:r w:rsidRPr="00EF68C1">
                <w:t>52.63</w:t>
              </w:r>
            </w:ins>
          </w:p>
        </w:tc>
      </w:tr>
      <w:tr w:rsidR="00F21DB0" w:rsidRPr="00EF68C1" w14:paraId="613A73A3" w14:textId="77777777" w:rsidTr="00E44FF8">
        <w:trPr>
          <w:cantSplit/>
          <w:trHeight w:val="190"/>
          <w:ins w:id="1390" w:author="Author"/>
        </w:trPr>
        <w:tc>
          <w:tcPr>
            <w:tcW w:w="200" w:type="dxa"/>
          </w:tcPr>
          <w:p w14:paraId="638C4E0C" w14:textId="77777777" w:rsidR="00F21DB0" w:rsidRPr="00EF68C1" w:rsidRDefault="00F21DB0" w:rsidP="00E44FF8">
            <w:pPr>
              <w:pStyle w:val="tabletext11"/>
              <w:rPr>
                <w:ins w:id="1391" w:author="Author"/>
              </w:rPr>
            </w:pPr>
          </w:p>
        </w:tc>
        <w:tc>
          <w:tcPr>
            <w:tcW w:w="300" w:type="dxa"/>
            <w:tcBorders>
              <w:left w:val="single" w:sz="6" w:space="0" w:color="auto"/>
            </w:tcBorders>
          </w:tcPr>
          <w:p w14:paraId="189B0904" w14:textId="77777777" w:rsidR="00F21DB0" w:rsidRPr="00EF68C1" w:rsidRDefault="00F21DB0" w:rsidP="00E44FF8">
            <w:pPr>
              <w:pStyle w:val="tabletext11"/>
              <w:jc w:val="right"/>
              <w:rPr>
                <w:ins w:id="1392" w:author="Author"/>
              </w:rPr>
            </w:pPr>
          </w:p>
        </w:tc>
        <w:tc>
          <w:tcPr>
            <w:tcW w:w="2100" w:type="dxa"/>
            <w:gridSpan w:val="2"/>
            <w:tcBorders>
              <w:left w:val="nil"/>
              <w:right w:val="single" w:sz="6" w:space="0" w:color="auto"/>
            </w:tcBorders>
          </w:tcPr>
          <w:p w14:paraId="0EB58C16" w14:textId="77777777" w:rsidR="00F21DB0" w:rsidRPr="00EF68C1" w:rsidRDefault="00F21DB0" w:rsidP="00E44FF8">
            <w:pPr>
              <w:pStyle w:val="tabletext11"/>
              <w:rPr>
                <w:ins w:id="1393" w:author="Author"/>
              </w:rPr>
            </w:pPr>
            <w:ins w:id="1394" w:author="Author">
              <w:r w:rsidRPr="00EF68C1">
                <w:t>360,001 to 370,000</w:t>
              </w:r>
            </w:ins>
          </w:p>
        </w:tc>
        <w:tc>
          <w:tcPr>
            <w:tcW w:w="400" w:type="dxa"/>
            <w:tcBorders>
              <w:left w:val="single" w:sz="6" w:space="0" w:color="auto"/>
            </w:tcBorders>
          </w:tcPr>
          <w:p w14:paraId="65CBF338" w14:textId="77777777" w:rsidR="00F21DB0" w:rsidRPr="00EF68C1" w:rsidRDefault="00F21DB0" w:rsidP="00E44FF8">
            <w:pPr>
              <w:pStyle w:val="tabletext11"/>
              <w:jc w:val="right"/>
              <w:rPr>
                <w:ins w:id="1395" w:author="Author"/>
              </w:rPr>
            </w:pPr>
          </w:p>
        </w:tc>
        <w:tc>
          <w:tcPr>
            <w:tcW w:w="910" w:type="dxa"/>
            <w:tcBorders>
              <w:left w:val="nil"/>
              <w:right w:val="single" w:sz="6" w:space="0" w:color="auto"/>
            </w:tcBorders>
          </w:tcPr>
          <w:p w14:paraId="5C3E9345" w14:textId="77777777" w:rsidR="00F21DB0" w:rsidRPr="00EF68C1" w:rsidRDefault="00F21DB0" w:rsidP="00E44FF8">
            <w:pPr>
              <w:pStyle w:val="tabletext11"/>
              <w:tabs>
                <w:tab w:val="decimal" w:pos="200"/>
              </w:tabs>
              <w:rPr>
                <w:ins w:id="1396" w:author="Author"/>
              </w:rPr>
            </w:pPr>
            <w:ins w:id="1397" w:author="Author">
              <w:r w:rsidRPr="00EF68C1">
                <w:t>47.86</w:t>
              </w:r>
            </w:ins>
          </w:p>
        </w:tc>
        <w:tc>
          <w:tcPr>
            <w:tcW w:w="300" w:type="dxa"/>
            <w:gridSpan w:val="2"/>
            <w:tcBorders>
              <w:left w:val="single" w:sz="6" w:space="0" w:color="auto"/>
            </w:tcBorders>
          </w:tcPr>
          <w:p w14:paraId="67A4956E" w14:textId="77777777" w:rsidR="00F21DB0" w:rsidRPr="00EF68C1" w:rsidRDefault="00F21DB0" w:rsidP="00E44FF8">
            <w:pPr>
              <w:pStyle w:val="tabletext11"/>
              <w:jc w:val="right"/>
              <w:rPr>
                <w:ins w:id="1398" w:author="Author"/>
              </w:rPr>
            </w:pPr>
          </w:p>
        </w:tc>
        <w:tc>
          <w:tcPr>
            <w:tcW w:w="790" w:type="dxa"/>
            <w:tcBorders>
              <w:left w:val="nil"/>
              <w:right w:val="single" w:sz="6" w:space="0" w:color="auto"/>
            </w:tcBorders>
          </w:tcPr>
          <w:p w14:paraId="30059539" w14:textId="77777777" w:rsidR="00F21DB0" w:rsidRPr="00EF68C1" w:rsidRDefault="00F21DB0" w:rsidP="00E44FF8">
            <w:pPr>
              <w:pStyle w:val="tabletext11"/>
              <w:tabs>
                <w:tab w:val="decimal" w:pos="200"/>
              </w:tabs>
              <w:rPr>
                <w:ins w:id="1399" w:author="Author"/>
              </w:rPr>
            </w:pPr>
            <w:ins w:id="1400" w:author="Author">
              <w:r w:rsidRPr="00EF68C1">
                <w:t>52.86</w:t>
              </w:r>
            </w:ins>
          </w:p>
        </w:tc>
      </w:tr>
      <w:tr w:rsidR="00F21DB0" w:rsidRPr="00EF68C1" w14:paraId="55E95439" w14:textId="77777777" w:rsidTr="00E44FF8">
        <w:trPr>
          <w:cantSplit/>
          <w:trHeight w:val="190"/>
          <w:ins w:id="1401" w:author="Author"/>
        </w:trPr>
        <w:tc>
          <w:tcPr>
            <w:tcW w:w="200" w:type="dxa"/>
          </w:tcPr>
          <w:p w14:paraId="1A731C71" w14:textId="77777777" w:rsidR="00F21DB0" w:rsidRPr="00EF68C1" w:rsidRDefault="00F21DB0" w:rsidP="00E44FF8">
            <w:pPr>
              <w:pStyle w:val="tabletext11"/>
              <w:rPr>
                <w:ins w:id="1402" w:author="Author"/>
              </w:rPr>
            </w:pPr>
          </w:p>
        </w:tc>
        <w:tc>
          <w:tcPr>
            <w:tcW w:w="300" w:type="dxa"/>
            <w:tcBorders>
              <w:left w:val="single" w:sz="6" w:space="0" w:color="auto"/>
            </w:tcBorders>
          </w:tcPr>
          <w:p w14:paraId="4D16E7ED" w14:textId="77777777" w:rsidR="00F21DB0" w:rsidRPr="00EF68C1" w:rsidRDefault="00F21DB0" w:rsidP="00E44FF8">
            <w:pPr>
              <w:pStyle w:val="tabletext11"/>
              <w:jc w:val="right"/>
              <w:rPr>
                <w:ins w:id="1403" w:author="Author"/>
              </w:rPr>
            </w:pPr>
          </w:p>
        </w:tc>
        <w:tc>
          <w:tcPr>
            <w:tcW w:w="2100" w:type="dxa"/>
            <w:gridSpan w:val="2"/>
            <w:tcBorders>
              <w:left w:val="nil"/>
              <w:right w:val="single" w:sz="6" w:space="0" w:color="auto"/>
            </w:tcBorders>
          </w:tcPr>
          <w:p w14:paraId="02CC56E1" w14:textId="77777777" w:rsidR="00F21DB0" w:rsidRPr="00EF68C1" w:rsidRDefault="00F21DB0" w:rsidP="00E44FF8">
            <w:pPr>
              <w:pStyle w:val="tabletext11"/>
              <w:rPr>
                <w:ins w:id="1404" w:author="Author"/>
              </w:rPr>
            </w:pPr>
            <w:ins w:id="1405" w:author="Author">
              <w:r w:rsidRPr="00EF68C1">
                <w:t>370,001 to 380,000</w:t>
              </w:r>
            </w:ins>
          </w:p>
        </w:tc>
        <w:tc>
          <w:tcPr>
            <w:tcW w:w="400" w:type="dxa"/>
            <w:tcBorders>
              <w:left w:val="single" w:sz="6" w:space="0" w:color="auto"/>
            </w:tcBorders>
          </w:tcPr>
          <w:p w14:paraId="742D98CD" w14:textId="77777777" w:rsidR="00F21DB0" w:rsidRPr="00EF68C1" w:rsidRDefault="00F21DB0" w:rsidP="00E44FF8">
            <w:pPr>
              <w:pStyle w:val="tabletext11"/>
              <w:jc w:val="right"/>
              <w:rPr>
                <w:ins w:id="1406" w:author="Author"/>
              </w:rPr>
            </w:pPr>
          </w:p>
        </w:tc>
        <w:tc>
          <w:tcPr>
            <w:tcW w:w="910" w:type="dxa"/>
            <w:tcBorders>
              <w:left w:val="nil"/>
              <w:right w:val="single" w:sz="6" w:space="0" w:color="auto"/>
            </w:tcBorders>
          </w:tcPr>
          <w:p w14:paraId="144BF0FB" w14:textId="77777777" w:rsidR="00F21DB0" w:rsidRPr="00EF68C1" w:rsidRDefault="00F21DB0" w:rsidP="00E44FF8">
            <w:pPr>
              <w:pStyle w:val="tabletext11"/>
              <w:tabs>
                <w:tab w:val="decimal" w:pos="200"/>
              </w:tabs>
              <w:rPr>
                <w:ins w:id="1407" w:author="Author"/>
              </w:rPr>
            </w:pPr>
            <w:ins w:id="1408" w:author="Author">
              <w:r w:rsidRPr="00EF68C1">
                <w:t>48.07</w:t>
              </w:r>
            </w:ins>
          </w:p>
        </w:tc>
        <w:tc>
          <w:tcPr>
            <w:tcW w:w="300" w:type="dxa"/>
            <w:gridSpan w:val="2"/>
            <w:tcBorders>
              <w:left w:val="single" w:sz="6" w:space="0" w:color="auto"/>
            </w:tcBorders>
          </w:tcPr>
          <w:p w14:paraId="40688501" w14:textId="77777777" w:rsidR="00F21DB0" w:rsidRPr="00EF68C1" w:rsidRDefault="00F21DB0" w:rsidP="00E44FF8">
            <w:pPr>
              <w:pStyle w:val="tabletext11"/>
              <w:jc w:val="right"/>
              <w:rPr>
                <w:ins w:id="1409" w:author="Author"/>
              </w:rPr>
            </w:pPr>
          </w:p>
        </w:tc>
        <w:tc>
          <w:tcPr>
            <w:tcW w:w="790" w:type="dxa"/>
            <w:tcBorders>
              <w:left w:val="nil"/>
              <w:right w:val="single" w:sz="6" w:space="0" w:color="auto"/>
            </w:tcBorders>
          </w:tcPr>
          <w:p w14:paraId="04C35D92" w14:textId="77777777" w:rsidR="00F21DB0" w:rsidRPr="00EF68C1" w:rsidRDefault="00F21DB0" w:rsidP="00E44FF8">
            <w:pPr>
              <w:pStyle w:val="tabletext11"/>
              <w:tabs>
                <w:tab w:val="decimal" w:pos="200"/>
              </w:tabs>
              <w:rPr>
                <w:ins w:id="1410" w:author="Author"/>
              </w:rPr>
            </w:pPr>
            <w:ins w:id="1411" w:author="Author">
              <w:r w:rsidRPr="00EF68C1">
                <w:t>53.07</w:t>
              </w:r>
            </w:ins>
          </w:p>
        </w:tc>
      </w:tr>
      <w:tr w:rsidR="00F21DB0" w:rsidRPr="00EF68C1" w14:paraId="5700E86A" w14:textId="77777777" w:rsidTr="00E44FF8">
        <w:trPr>
          <w:cantSplit/>
          <w:trHeight w:val="190"/>
          <w:ins w:id="1412" w:author="Author"/>
        </w:trPr>
        <w:tc>
          <w:tcPr>
            <w:tcW w:w="200" w:type="dxa"/>
          </w:tcPr>
          <w:p w14:paraId="7350F2A9" w14:textId="77777777" w:rsidR="00F21DB0" w:rsidRPr="00EF68C1" w:rsidRDefault="00F21DB0" w:rsidP="00E44FF8">
            <w:pPr>
              <w:pStyle w:val="tabletext11"/>
              <w:rPr>
                <w:ins w:id="1413" w:author="Author"/>
              </w:rPr>
            </w:pPr>
          </w:p>
        </w:tc>
        <w:tc>
          <w:tcPr>
            <w:tcW w:w="300" w:type="dxa"/>
            <w:tcBorders>
              <w:left w:val="single" w:sz="6" w:space="0" w:color="auto"/>
            </w:tcBorders>
          </w:tcPr>
          <w:p w14:paraId="037A2314" w14:textId="77777777" w:rsidR="00F21DB0" w:rsidRPr="00EF68C1" w:rsidRDefault="00F21DB0" w:rsidP="00E44FF8">
            <w:pPr>
              <w:pStyle w:val="tabletext11"/>
              <w:jc w:val="right"/>
              <w:rPr>
                <w:ins w:id="1414" w:author="Author"/>
              </w:rPr>
            </w:pPr>
          </w:p>
        </w:tc>
        <w:tc>
          <w:tcPr>
            <w:tcW w:w="2100" w:type="dxa"/>
            <w:gridSpan w:val="2"/>
            <w:tcBorders>
              <w:left w:val="nil"/>
              <w:right w:val="single" w:sz="6" w:space="0" w:color="auto"/>
            </w:tcBorders>
          </w:tcPr>
          <w:p w14:paraId="7FA0561B" w14:textId="77777777" w:rsidR="00F21DB0" w:rsidRPr="00EF68C1" w:rsidRDefault="00F21DB0" w:rsidP="00E44FF8">
            <w:pPr>
              <w:pStyle w:val="tabletext11"/>
              <w:rPr>
                <w:ins w:id="1415" w:author="Author"/>
              </w:rPr>
            </w:pPr>
            <w:ins w:id="1416" w:author="Author">
              <w:r w:rsidRPr="00EF68C1">
                <w:t>380,001 to 390,000</w:t>
              </w:r>
            </w:ins>
          </w:p>
        </w:tc>
        <w:tc>
          <w:tcPr>
            <w:tcW w:w="400" w:type="dxa"/>
            <w:tcBorders>
              <w:left w:val="single" w:sz="6" w:space="0" w:color="auto"/>
            </w:tcBorders>
          </w:tcPr>
          <w:p w14:paraId="45145194" w14:textId="77777777" w:rsidR="00F21DB0" w:rsidRPr="00EF68C1" w:rsidRDefault="00F21DB0" w:rsidP="00E44FF8">
            <w:pPr>
              <w:pStyle w:val="tabletext11"/>
              <w:jc w:val="right"/>
              <w:rPr>
                <w:ins w:id="1417" w:author="Author"/>
              </w:rPr>
            </w:pPr>
          </w:p>
        </w:tc>
        <w:tc>
          <w:tcPr>
            <w:tcW w:w="910" w:type="dxa"/>
            <w:tcBorders>
              <w:left w:val="nil"/>
              <w:right w:val="single" w:sz="6" w:space="0" w:color="auto"/>
            </w:tcBorders>
          </w:tcPr>
          <w:p w14:paraId="378A79B3" w14:textId="77777777" w:rsidR="00F21DB0" w:rsidRPr="00EF68C1" w:rsidRDefault="00F21DB0" w:rsidP="00E44FF8">
            <w:pPr>
              <w:pStyle w:val="tabletext11"/>
              <w:tabs>
                <w:tab w:val="decimal" w:pos="200"/>
              </w:tabs>
              <w:rPr>
                <w:ins w:id="1418" w:author="Author"/>
              </w:rPr>
            </w:pPr>
            <w:ins w:id="1419" w:author="Author">
              <w:r w:rsidRPr="00EF68C1">
                <w:t>48.27</w:t>
              </w:r>
            </w:ins>
          </w:p>
        </w:tc>
        <w:tc>
          <w:tcPr>
            <w:tcW w:w="300" w:type="dxa"/>
            <w:gridSpan w:val="2"/>
            <w:tcBorders>
              <w:left w:val="single" w:sz="6" w:space="0" w:color="auto"/>
            </w:tcBorders>
          </w:tcPr>
          <w:p w14:paraId="566BA72F" w14:textId="77777777" w:rsidR="00F21DB0" w:rsidRPr="00EF68C1" w:rsidRDefault="00F21DB0" w:rsidP="00E44FF8">
            <w:pPr>
              <w:pStyle w:val="tabletext11"/>
              <w:jc w:val="right"/>
              <w:rPr>
                <w:ins w:id="1420" w:author="Author"/>
              </w:rPr>
            </w:pPr>
          </w:p>
        </w:tc>
        <w:tc>
          <w:tcPr>
            <w:tcW w:w="790" w:type="dxa"/>
            <w:tcBorders>
              <w:left w:val="nil"/>
              <w:right w:val="single" w:sz="6" w:space="0" w:color="auto"/>
            </w:tcBorders>
          </w:tcPr>
          <w:p w14:paraId="7AF9AA23" w14:textId="77777777" w:rsidR="00F21DB0" w:rsidRPr="00EF68C1" w:rsidRDefault="00F21DB0" w:rsidP="00E44FF8">
            <w:pPr>
              <w:pStyle w:val="tabletext11"/>
              <w:tabs>
                <w:tab w:val="decimal" w:pos="200"/>
              </w:tabs>
              <w:rPr>
                <w:ins w:id="1421" w:author="Author"/>
              </w:rPr>
            </w:pPr>
            <w:ins w:id="1422" w:author="Author">
              <w:r w:rsidRPr="00EF68C1">
                <w:t>53.27</w:t>
              </w:r>
            </w:ins>
          </w:p>
        </w:tc>
      </w:tr>
      <w:tr w:rsidR="00F21DB0" w:rsidRPr="00EF68C1" w14:paraId="2681D813" w14:textId="77777777" w:rsidTr="00E44FF8">
        <w:trPr>
          <w:cantSplit/>
          <w:trHeight w:val="190"/>
          <w:ins w:id="1423" w:author="Author"/>
        </w:trPr>
        <w:tc>
          <w:tcPr>
            <w:tcW w:w="200" w:type="dxa"/>
          </w:tcPr>
          <w:p w14:paraId="58E11355" w14:textId="77777777" w:rsidR="00F21DB0" w:rsidRPr="00EF68C1" w:rsidRDefault="00F21DB0" w:rsidP="00E44FF8">
            <w:pPr>
              <w:pStyle w:val="tabletext11"/>
              <w:rPr>
                <w:ins w:id="1424" w:author="Author"/>
              </w:rPr>
            </w:pPr>
          </w:p>
        </w:tc>
        <w:tc>
          <w:tcPr>
            <w:tcW w:w="300" w:type="dxa"/>
            <w:tcBorders>
              <w:left w:val="single" w:sz="6" w:space="0" w:color="auto"/>
            </w:tcBorders>
          </w:tcPr>
          <w:p w14:paraId="4DAF8223" w14:textId="77777777" w:rsidR="00F21DB0" w:rsidRPr="00EF68C1" w:rsidRDefault="00F21DB0" w:rsidP="00E44FF8">
            <w:pPr>
              <w:pStyle w:val="tabletext11"/>
              <w:jc w:val="right"/>
              <w:rPr>
                <w:ins w:id="1425" w:author="Author"/>
              </w:rPr>
            </w:pPr>
          </w:p>
        </w:tc>
        <w:tc>
          <w:tcPr>
            <w:tcW w:w="2100" w:type="dxa"/>
            <w:gridSpan w:val="2"/>
            <w:tcBorders>
              <w:left w:val="nil"/>
              <w:right w:val="single" w:sz="6" w:space="0" w:color="auto"/>
            </w:tcBorders>
          </w:tcPr>
          <w:p w14:paraId="612065E2" w14:textId="77777777" w:rsidR="00F21DB0" w:rsidRPr="00EF68C1" w:rsidRDefault="00F21DB0" w:rsidP="00E44FF8">
            <w:pPr>
              <w:pStyle w:val="tabletext11"/>
              <w:rPr>
                <w:ins w:id="1426" w:author="Author"/>
              </w:rPr>
            </w:pPr>
            <w:ins w:id="1427" w:author="Author">
              <w:r w:rsidRPr="00EF68C1">
                <w:t>390,001 to 400,000</w:t>
              </w:r>
            </w:ins>
          </w:p>
        </w:tc>
        <w:tc>
          <w:tcPr>
            <w:tcW w:w="400" w:type="dxa"/>
            <w:tcBorders>
              <w:left w:val="single" w:sz="6" w:space="0" w:color="auto"/>
            </w:tcBorders>
          </w:tcPr>
          <w:p w14:paraId="32F181E5" w14:textId="77777777" w:rsidR="00F21DB0" w:rsidRPr="00EF68C1" w:rsidRDefault="00F21DB0" w:rsidP="00E44FF8">
            <w:pPr>
              <w:pStyle w:val="tabletext11"/>
              <w:jc w:val="right"/>
              <w:rPr>
                <w:ins w:id="1428" w:author="Author"/>
              </w:rPr>
            </w:pPr>
          </w:p>
        </w:tc>
        <w:tc>
          <w:tcPr>
            <w:tcW w:w="910" w:type="dxa"/>
            <w:tcBorders>
              <w:left w:val="nil"/>
              <w:right w:val="single" w:sz="6" w:space="0" w:color="auto"/>
            </w:tcBorders>
          </w:tcPr>
          <w:p w14:paraId="7610EC27" w14:textId="77777777" w:rsidR="00F21DB0" w:rsidRPr="00EF68C1" w:rsidRDefault="00F21DB0" w:rsidP="00E44FF8">
            <w:pPr>
              <w:pStyle w:val="tabletext11"/>
              <w:tabs>
                <w:tab w:val="decimal" w:pos="200"/>
              </w:tabs>
              <w:rPr>
                <w:ins w:id="1429" w:author="Author"/>
              </w:rPr>
            </w:pPr>
            <w:ins w:id="1430" w:author="Author">
              <w:r w:rsidRPr="00EF68C1">
                <w:t>48.45</w:t>
              </w:r>
            </w:ins>
          </w:p>
        </w:tc>
        <w:tc>
          <w:tcPr>
            <w:tcW w:w="300" w:type="dxa"/>
            <w:gridSpan w:val="2"/>
            <w:tcBorders>
              <w:left w:val="single" w:sz="6" w:space="0" w:color="auto"/>
            </w:tcBorders>
          </w:tcPr>
          <w:p w14:paraId="02409CB1" w14:textId="77777777" w:rsidR="00F21DB0" w:rsidRPr="00EF68C1" w:rsidRDefault="00F21DB0" w:rsidP="00E44FF8">
            <w:pPr>
              <w:pStyle w:val="tabletext11"/>
              <w:jc w:val="right"/>
              <w:rPr>
                <w:ins w:id="1431" w:author="Author"/>
              </w:rPr>
            </w:pPr>
          </w:p>
        </w:tc>
        <w:tc>
          <w:tcPr>
            <w:tcW w:w="790" w:type="dxa"/>
            <w:tcBorders>
              <w:left w:val="nil"/>
              <w:right w:val="single" w:sz="6" w:space="0" w:color="auto"/>
            </w:tcBorders>
          </w:tcPr>
          <w:p w14:paraId="03C7E3FB" w14:textId="77777777" w:rsidR="00F21DB0" w:rsidRPr="00EF68C1" w:rsidRDefault="00F21DB0" w:rsidP="00E44FF8">
            <w:pPr>
              <w:pStyle w:val="tabletext11"/>
              <w:tabs>
                <w:tab w:val="decimal" w:pos="200"/>
              </w:tabs>
              <w:rPr>
                <w:ins w:id="1432" w:author="Author"/>
              </w:rPr>
            </w:pPr>
            <w:ins w:id="1433" w:author="Author">
              <w:r w:rsidRPr="00EF68C1">
                <w:t>53.45</w:t>
              </w:r>
            </w:ins>
          </w:p>
        </w:tc>
      </w:tr>
      <w:tr w:rsidR="00F21DB0" w:rsidRPr="00EF68C1" w14:paraId="173FB3FC" w14:textId="77777777" w:rsidTr="00E44FF8">
        <w:trPr>
          <w:cantSplit/>
          <w:trHeight w:val="190"/>
          <w:ins w:id="1434" w:author="Author"/>
        </w:trPr>
        <w:tc>
          <w:tcPr>
            <w:tcW w:w="200" w:type="dxa"/>
          </w:tcPr>
          <w:p w14:paraId="5E4B0ABC" w14:textId="77777777" w:rsidR="00F21DB0" w:rsidRPr="00EF68C1" w:rsidRDefault="00F21DB0" w:rsidP="00E44FF8">
            <w:pPr>
              <w:pStyle w:val="tabletext11"/>
              <w:rPr>
                <w:ins w:id="1435" w:author="Author"/>
              </w:rPr>
            </w:pPr>
          </w:p>
        </w:tc>
        <w:tc>
          <w:tcPr>
            <w:tcW w:w="300" w:type="dxa"/>
            <w:tcBorders>
              <w:left w:val="single" w:sz="6" w:space="0" w:color="auto"/>
            </w:tcBorders>
          </w:tcPr>
          <w:p w14:paraId="7FE7C7F0" w14:textId="77777777" w:rsidR="00F21DB0" w:rsidRPr="00EF68C1" w:rsidRDefault="00F21DB0" w:rsidP="00E44FF8">
            <w:pPr>
              <w:pStyle w:val="tabletext11"/>
              <w:jc w:val="right"/>
              <w:rPr>
                <w:ins w:id="1436" w:author="Author"/>
              </w:rPr>
            </w:pPr>
          </w:p>
        </w:tc>
        <w:tc>
          <w:tcPr>
            <w:tcW w:w="2100" w:type="dxa"/>
            <w:gridSpan w:val="2"/>
            <w:tcBorders>
              <w:left w:val="nil"/>
              <w:right w:val="single" w:sz="6" w:space="0" w:color="auto"/>
            </w:tcBorders>
          </w:tcPr>
          <w:p w14:paraId="79EE5172" w14:textId="77777777" w:rsidR="00F21DB0" w:rsidRPr="00EF68C1" w:rsidRDefault="00F21DB0" w:rsidP="00E44FF8">
            <w:pPr>
              <w:pStyle w:val="tabletext11"/>
              <w:rPr>
                <w:ins w:id="1437" w:author="Author"/>
              </w:rPr>
            </w:pPr>
            <w:ins w:id="1438" w:author="Author">
              <w:r w:rsidRPr="00EF68C1">
                <w:t>400,001 to 410,000</w:t>
              </w:r>
            </w:ins>
          </w:p>
        </w:tc>
        <w:tc>
          <w:tcPr>
            <w:tcW w:w="400" w:type="dxa"/>
            <w:tcBorders>
              <w:left w:val="single" w:sz="6" w:space="0" w:color="auto"/>
            </w:tcBorders>
          </w:tcPr>
          <w:p w14:paraId="46B78E01" w14:textId="77777777" w:rsidR="00F21DB0" w:rsidRPr="00EF68C1" w:rsidRDefault="00F21DB0" w:rsidP="00E44FF8">
            <w:pPr>
              <w:pStyle w:val="tabletext11"/>
              <w:jc w:val="right"/>
              <w:rPr>
                <w:ins w:id="1439" w:author="Author"/>
              </w:rPr>
            </w:pPr>
          </w:p>
        </w:tc>
        <w:tc>
          <w:tcPr>
            <w:tcW w:w="910" w:type="dxa"/>
            <w:tcBorders>
              <w:left w:val="nil"/>
              <w:right w:val="single" w:sz="6" w:space="0" w:color="auto"/>
            </w:tcBorders>
          </w:tcPr>
          <w:p w14:paraId="0ACFA57E" w14:textId="77777777" w:rsidR="00F21DB0" w:rsidRPr="00EF68C1" w:rsidRDefault="00F21DB0" w:rsidP="00E44FF8">
            <w:pPr>
              <w:pStyle w:val="tabletext11"/>
              <w:tabs>
                <w:tab w:val="decimal" w:pos="200"/>
              </w:tabs>
              <w:rPr>
                <w:ins w:id="1440" w:author="Author"/>
              </w:rPr>
            </w:pPr>
            <w:ins w:id="1441" w:author="Author">
              <w:r w:rsidRPr="00EF68C1">
                <w:t>48.62</w:t>
              </w:r>
            </w:ins>
          </w:p>
        </w:tc>
        <w:tc>
          <w:tcPr>
            <w:tcW w:w="300" w:type="dxa"/>
            <w:gridSpan w:val="2"/>
            <w:tcBorders>
              <w:left w:val="single" w:sz="6" w:space="0" w:color="auto"/>
            </w:tcBorders>
          </w:tcPr>
          <w:p w14:paraId="5B0C802E" w14:textId="77777777" w:rsidR="00F21DB0" w:rsidRPr="00EF68C1" w:rsidRDefault="00F21DB0" w:rsidP="00E44FF8">
            <w:pPr>
              <w:pStyle w:val="tabletext11"/>
              <w:jc w:val="right"/>
              <w:rPr>
                <w:ins w:id="1442" w:author="Author"/>
              </w:rPr>
            </w:pPr>
          </w:p>
        </w:tc>
        <w:tc>
          <w:tcPr>
            <w:tcW w:w="790" w:type="dxa"/>
            <w:tcBorders>
              <w:left w:val="nil"/>
              <w:right w:val="single" w:sz="6" w:space="0" w:color="auto"/>
            </w:tcBorders>
          </w:tcPr>
          <w:p w14:paraId="099E4167" w14:textId="77777777" w:rsidR="00F21DB0" w:rsidRPr="00EF68C1" w:rsidRDefault="00F21DB0" w:rsidP="00E44FF8">
            <w:pPr>
              <w:pStyle w:val="tabletext11"/>
              <w:tabs>
                <w:tab w:val="decimal" w:pos="200"/>
              </w:tabs>
              <w:rPr>
                <w:ins w:id="1443" w:author="Author"/>
              </w:rPr>
            </w:pPr>
            <w:ins w:id="1444" w:author="Author">
              <w:r w:rsidRPr="00EF68C1">
                <w:t>53.62</w:t>
              </w:r>
            </w:ins>
          </w:p>
        </w:tc>
      </w:tr>
      <w:tr w:rsidR="00F21DB0" w:rsidRPr="00EF68C1" w14:paraId="1D248813" w14:textId="77777777" w:rsidTr="00E44FF8">
        <w:trPr>
          <w:cantSplit/>
          <w:trHeight w:val="190"/>
          <w:ins w:id="1445" w:author="Author"/>
        </w:trPr>
        <w:tc>
          <w:tcPr>
            <w:tcW w:w="200" w:type="dxa"/>
          </w:tcPr>
          <w:p w14:paraId="01E87A6E" w14:textId="77777777" w:rsidR="00F21DB0" w:rsidRPr="00EF68C1" w:rsidRDefault="00F21DB0" w:rsidP="00E44FF8">
            <w:pPr>
              <w:pStyle w:val="tabletext11"/>
              <w:rPr>
                <w:ins w:id="1446" w:author="Author"/>
              </w:rPr>
            </w:pPr>
          </w:p>
        </w:tc>
        <w:tc>
          <w:tcPr>
            <w:tcW w:w="300" w:type="dxa"/>
            <w:tcBorders>
              <w:left w:val="single" w:sz="6" w:space="0" w:color="auto"/>
            </w:tcBorders>
          </w:tcPr>
          <w:p w14:paraId="4EAD840F" w14:textId="77777777" w:rsidR="00F21DB0" w:rsidRPr="00EF68C1" w:rsidRDefault="00F21DB0" w:rsidP="00E44FF8">
            <w:pPr>
              <w:pStyle w:val="tabletext11"/>
              <w:jc w:val="right"/>
              <w:rPr>
                <w:ins w:id="1447" w:author="Author"/>
              </w:rPr>
            </w:pPr>
          </w:p>
        </w:tc>
        <w:tc>
          <w:tcPr>
            <w:tcW w:w="2100" w:type="dxa"/>
            <w:gridSpan w:val="2"/>
            <w:tcBorders>
              <w:left w:val="nil"/>
              <w:right w:val="single" w:sz="6" w:space="0" w:color="auto"/>
            </w:tcBorders>
          </w:tcPr>
          <w:p w14:paraId="71B012D5" w14:textId="77777777" w:rsidR="00F21DB0" w:rsidRPr="00EF68C1" w:rsidRDefault="00F21DB0" w:rsidP="00E44FF8">
            <w:pPr>
              <w:pStyle w:val="tabletext11"/>
              <w:rPr>
                <w:ins w:id="1448" w:author="Author"/>
              </w:rPr>
            </w:pPr>
            <w:ins w:id="1449" w:author="Author">
              <w:r w:rsidRPr="00EF68C1">
                <w:t>410,001 to 420,000</w:t>
              </w:r>
            </w:ins>
          </w:p>
        </w:tc>
        <w:tc>
          <w:tcPr>
            <w:tcW w:w="400" w:type="dxa"/>
            <w:tcBorders>
              <w:left w:val="single" w:sz="6" w:space="0" w:color="auto"/>
            </w:tcBorders>
          </w:tcPr>
          <w:p w14:paraId="0ACF6EFE" w14:textId="77777777" w:rsidR="00F21DB0" w:rsidRPr="00EF68C1" w:rsidRDefault="00F21DB0" w:rsidP="00E44FF8">
            <w:pPr>
              <w:pStyle w:val="tabletext11"/>
              <w:jc w:val="right"/>
              <w:rPr>
                <w:ins w:id="1450" w:author="Author"/>
              </w:rPr>
            </w:pPr>
          </w:p>
        </w:tc>
        <w:tc>
          <w:tcPr>
            <w:tcW w:w="910" w:type="dxa"/>
            <w:tcBorders>
              <w:left w:val="nil"/>
              <w:right w:val="single" w:sz="6" w:space="0" w:color="auto"/>
            </w:tcBorders>
          </w:tcPr>
          <w:p w14:paraId="52E1B241" w14:textId="77777777" w:rsidR="00F21DB0" w:rsidRPr="00EF68C1" w:rsidRDefault="00F21DB0" w:rsidP="00E44FF8">
            <w:pPr>
              <w:pStyle w:val="tabletext11"/>
              <w:tabs>
                <w:tab w:val="decimal" w:pos="200"/>
              </w:tabs>
              <w:rPr>
                <w:ins w:id="1451" w:author="Author"/>
              </w:rPr>
            </w:pPr>
            <w:ins w:id="1452" w:author="Author">
              <w:r w:rsidRPr="00EF68C1">
                <w:t>48.78</w:t>
              </w:r>
            </w:ins>
          </w:p>
        </w:tc>
        <w:tc>
          <w:tcPr>
            <w:tcW w:w="300" w:type="dxa"/>
            <w:gridSpan w:val="2"/>
            <w:tcBorders>
              <w:left w:val="single" w:sz="6" w:space="0" w:color="auto"/>
            </w:tcBorders>
          </w:tcPr>
          <w:p w14:paraId="3780595B" w14:textId="77777777" w:rsidR="00F21DB0" w:rsidRPr="00EF68C1" w:rsidRDefault="00F21DB0" w:rsidP="00E44FF8">
            <w:pPr>
              <w:pStyle w:val="tabletext11"/>
              <w:jc w:val="right"/>
              <w:rPr>
                <w:ins w:id="1453" w:author="Author"/>
              </w:rPr>
            </w:pPr>
          </w:p>
        </w:tc>
        <w:tc>
          <w:tcPr>
            <w:tcW w:w="790" w:type="dxa"/>
            <w:tcBorders>
              <w:left w:val="nil"/>
              <w:right w:val="single" w:sz="6" w:space="0" w:color="auto"/>
            </w:tcBorders>
          </w:tcPr>
          <w:p w14:paraId="51F0C78F" w14:textId="77777777" w:rsidR="00F21DB0" w:rsidRPr="00EF68C1" w:rsidRDefault="00F21DB0" w:rsidP="00E44FF8">
            <w:pPr>
              <w:pStyle w:val="tabletext11"/>
              <w:tabs>
                <w:tab w:val="decimal" w:pos="200"/>
              </w:tabs>
              <w:rPr>
                <w:ins w:id="1454" w:author="Author"/>
              </w:rPr>
            </w:pPr>
            <w:ins w:id="1455" w:author="Author">
              <w:r w:rsidRPr="00EF68C1">
                <w:t>53.78</w:t>
              </w:r>
            </w:ins>
          </w:p>
        </w:tc>
      </w:tr>
      <w:tr w:rsidR="00F21DB0" w:rsidRPr="00EF68C1" w14:paraId="003B2861" w14:textId="77777777" w:rsidTr="00E44FF8">
        <w:trPr>
          <w:cantSplit/>
          <w:trHeight w:val="190"/>
          <w:ins w:id="1456" w:author="Author"/>
        </w:trPr>
        <w:tc>
          <w:tcPr>
            <w:tcW w:w="200" w:type="dxa"/>
          </w:tcPr>
          <w:p w14:paraId="1D85138D" w14:textId="77777777" w:rsidR="00F21DB0" w:rsidRPr="00EF68C1" w:rsidRDefault="00F21DB0" w:rsidP="00E44FF8">
            <w:pPr>
              <w:pStyle w:val="tabletext11"/>
              <w:rPr>
                <w:ins w:id="1457" w:author="Author"/>
              </w:rPr>
            </w:pPr>
          </w:p>
        </w:tc>
        <w:tc>
          <w:tcPr>
            <w:tcW w:w="300" w:type="dxa"/>
            <w:tcBorders>
              <w:left w:val="single" w:sz="6" w:space="0" w:color="auto"/>
            </w:tcBorders>
          </w:tcPr>
          <w:p w14:paraId="154BC91D" w14:textId="77777777" w:rsidR="00F21DB0" w:rsidRPr="00EF68C1" w:rsidRDefault="00F21DB0" w:rsidP="00E44FF8">
            <w:pPr>
              <w:pStyle w:val="tabletext11"/>
              <w:jc w:val="right"/>
              <w:rPr>
                <w:ins w:id="1458" w:author="Author"/>
              </w:rPr>
            </w:pPr>
          </w:p>
        </w:tc>
        <w:tc>
          <w:tcPr>
            <w:tcW w:w="2100" w:type="dxa"/>
            <w:gridSpan w:val="2"/>
            <w:tcBorders>
              <w:left w:val="nil"/>
              <w:right w:val="single" w:sz="6" w:space="0" w:color="auto"/>
            </w:tcBorders>
          </w:tcPr>
          <w:p w14:paraId="176F1C8D" w14:textId="77777777" w:rsidR="00F21DB0" w:rsidRPr="00EF68C1" w:rsidRDefault="00F21DB0" w:rsidP="00E44FF8">
            <w:pPr>
              <w:pStyle w:val="tabletext11"/>
              <w:rPr>
                <w:ins w:id="1459" w:author="Author"/>
              </w:rPr>
            </w:pPr>
            <w:ins w:id="1460" w:author="Author">
              <w:r w:rsidRPr="00EF68C1">
                <w:t>420,001 to 430,000</w:t>
              </w:r>
            </w:ins>
          </w:p>
        </w:tc>
        <w:tc>
          <w:tcPr>
            <w:tcW w:w="400" w:type="dxa"/>
            <w:tcBorders>
              <w:left w:val="single" w:sz="6" w:space="0" w:color="auto"/>
            </w:tcBorders>
          </w:tcPr>
          <w:p w14:paraId="1CA71DD9" w14:textId="77777777" w:rsidR="00F21DB0" w:rsidRPr="00EF68C1" w:rsidRDefault="00F21DB0" w:rsidP="00E44FF8">
            <w:pPr>
              <w:pStyle w:val="tabletext11"/>
              <w:jc w:val="right"/>
              <w:rPr>
                <w:ins w:id="1461" w:author="Author"/>
              </w:rPr>
            </w:pPr>
          </w:p>
        </w:tc>
        <w:tc>
          <w:tcPr>
            <w:tcW w:w="910" w:type="dxa"/>
            <w:tcBorders>
              <w:left w:val="nil"/>
              <w:right w:val="single" w:sz="6" w:space="0" w:color="auto"/>
            </w:tcBorders>
          </w:tcPr>
          <w:p w14:paraId="5230D264" w14:textId="77777777" w:rsidR="00F21DB0" w:rsidRPr="00EF68C1" w:rsidRDefault="00F21DB0" w:rsidP="00E44FF8">
            <w:pPr>
              <w:pStyle w:val="tabletext11"/>
              <w:tabs>
                <w:tab w:val="decimal" w:pos="200"/>
              </w:tabs>
              <w:rPr>
                <w:ins w:id="1462" w:author="Author"/>
              </w:rPr>
            </w:pPr>
            <w:ins w:id="1463" w:author="Author">
              <w:r w:rsidRPr="00EF68C1">
                <w:t>48.92</w:t>
              </w:r>
            </w:ins>
          </w:p>
        </w:tc>
        <w:tc>
          <w:tcPr>
            <w:tcW w:w="300" w:type="dxa"/>
            <w:gridSpan w:val="2"/>
            <w:tcBorders>
              <w:left w:val="single" w:sz="6" w:space="0" w:color="auto"/>
            </w:tcBorders>
          </w:tcPr>
          <w:p w14:paraId="360427E3" w14:textId="77777777" w:rsidR="00F21DB0" w:rsidRPr="00EF68C1" w:rsidRDefault="00F21DB0" w:rsidP="00E44FF8">
            <w:pPr>
              <w:pStyle w:val="tabletext11"/>
              <w:jc w:val="right"/>
              <w:rPr>
                <w:ins w:id="1464" w:author="Author"/>
              </w:rPr>
            </w:pPr>
          </w:p>
        </w:tc>
        <w:tc>
          <w:tcPr>
            <w:tcW w:w="790" w:type="dxa"/>
            <w:tcBorders>
              <w:left w:val="nil"/>
              <w:right w:val="single" w:sz="6" w:space="0" w:color="auto"/>
            </w:tcBorders>
          </w:tcPr>
          <w:p w14:paraId="587AF5F9" w14:textId="77777777" w:rsidR="00F21DB0" w:rsidRPr="00EF68C1" w:rsidRDefault="00F21DB0" w:rsidP="00E44FF8">
            <w:pPr>
              <w:pStyle w:val="tabletext11"/>
              <w:tabs>
                <w:tab w:val="decimal" w:pos="200"/>
              </w:tabs>
              <w:rPr>
                <w:ins w:id="1465" w:author="Author"/>
              </w:rPr>
            </w:pPr>
            <w:ins w:id="1466" w:author="Author">
              <w:r w:rsidRPr="00EF68C1">
                <w:t>53.92</w:t>
              </w:r>
            </w:ins>
          </w:p>
        </w:tc>
      </w:tr>
      <w:tr w:rsidR="00F21DB0" w:rsidRPr="00EF68C1" w14:paraId="57C60AE2" w14:textId="77777777" w:rsidTr="00E44FF8">
        <w:trPr>
          <w:cantSplit/>
          <w:trHeight w:val="190"/>
          <w:ins w:id="1467" w:author="Author"/>
        </w:trPr>
        <w:tc>
          <w:tcPr>
            <w:tcW w:w="200" w:type="dxa"/>
          </w:tcPr>
          <w:p w14:paraId="7888B952" w14:textId="77777777" w:rsidR="00F21DB0" w:rsidRPr="00EF68C1" w:rsidRDefault="00F21DB0" w:rsidP="00E44FF8">
            <w:pPr>
              <w:pStyle w:val="tabletext11"/>
              <w:rPr>
                <w:ins w:id="1468" w:author="Author"/>
              </w:rPr>
            </w:pPr>
          </w:p>
        </w:tc>
        <w:tc>
          <w:tcPr>
            <w:tcW w:w="300" w:type="dxa"/>
            <w:tcBorders>
              <w:left w:val="single" w:sz="6" w:space="0" w:color="auto"/>
            </w:tcBorders>
          </w:tcPr>
          <w:p w14:paraId="303A85D0" w14:textId="77777777" w:rsidR="00F21DB0" w:rsidRPr="00EF68C1" w:rsidRDefault="00F21DB0" w:rsidP="00E44FF8">
            <w:pPr>
              <w:pStyle w:val="tabletext11"/>
              <w:jc w:val="right"/>
              <w:rPr>
                <w:ins w:id="1469" w:author="Author"/>
              </w:rPr>
            </w:pPr>
          </w:p>
        </w:tc>
        <w:tc>
          <w:tcPr>
            <w:tcW w:w="2100" w:type="dxa"/>
            <w:gridSpan w:val="2"/>
            <w:tcBorders>
              <w:left w:val="nil"/>
              <w:right w:val="single" w:sz="6" w:space="0" w:color="auto"/>
            </w:tcBorders>
          </w:tcPr>
          <w:p w14:paraId="502C4A90" w14:textId="77777777" w:rsidR="00F21DB0" w:rsidRPr="00EF68C1" w:rsidRDefault="00F21DB0" w:rsidP="00E44FF8">
            <w:pPr>
              <w:pStyle w:val="tabletext11"/>
              <w:rPr>
                <w:ins w:id="1470" w:author="Author"/>
              </w:rPr>
            </w:pPr>
            <w:ins w:id="1471" w:author="Author">
              <w:r w:rsidRPr="00EF68C1">
                <w:t>430,001 to 440,000</w:t>
              </w:r>
            </w:ins>
          </w:p>
        </w:tc>
        <w:tc>
          <w:tcPr>
            <w:tcW w:w="400" w:type="dxa"/>
            <w:tcBorders>
              <w:left w:val="single" w:sz="6" w:space="0" w:color="auto"/>
            </w:tcBorders>
          </w:tcPr>
          <w:p w14:paraId="4E355386" w14:textId="77777777" w:rsidR="00F21DB0" w:rsidRPr="00EF68C1" w:rsidRDefault="00F21DB0" w:rsidP="00E44FF8">
            <w:pPr>
              <w:pStyle w:val="tabletext11"/>
              <w:jc w:val="right"/>
              <w:rPr>
                <w:ins w:id="1472" w:author="Author"/>
              </w:rPr>
            </w:pPr>
          </w:p>
        </w:tc>
        <w:tc>
          <w:tcPr>
            <w:tcW w:w="910" w:type="dxa"/>
            <w:tcBorders>
              <w:left w:val="nil"/>
              <w:right w:val="single" w:sz="6" w:space="0" w:color="auto"/>
            </w:tcBorders>
          </w:tcPr>
          <w:p w14:paraId="6ED21405" w14:textId="77777777" w:rsidR="00F21DB0" w:rsidRPr="00EF68C1" w:rsidRDefault="00F21DB0" w:rsidP="00E44FF8">
            <w:pPr>
              <w:pStyle w:val="tabletext11"/>
              <w:tabs>
                <w:tab w:val="decimal" w:pos="200"/>
              </w:tabs>
              <w:rPr>
                <w:ins w:id="1473" w:author="Author"/>
              </w:rPr>
            </w:pPr>
            <w:ins w:id="1474" w:author="Author">
              <w:r w:rsidRPr="00EF68C1">
                <w:t>49.06</w:t>
              </w:r>
            </w:ins>
          </w:p>
        </w:tc>
        <w:tc>
          <w:tcPr>
            <w:tcW w:w="300" w:type="dxa"/>
            <w:gridSpan w:val="2"/>
            <w:tcBorders>
              <w:left w:val="single" w:sz="6" w:space="0" w:color="auto"/>
            </w:tcBorders>
          </w:tcPr>
          <w:p w14:paraId="0C56E394" w14:textId="77777777" w:rsidR="00F21DB0" w:rsidRPr="00EF68C1" w:rsidRDefault="00F21DB0" w:rsidP="00E44FF8">
            <w:pPr>
              <w:pStyle w:val="tabletext11"/>
              <w:jc w:val="right"/>
              <w:rPr>
                <w:ins w:id="1475" w:author="Author"/>
              </w:rPr>
            </w:pPr>
          </w:p>
        </w:tc>
        <w:tc>
          <w:tcPr>
            <w:tcW w:w="790" w:type="dxa"/>
            <w:tcBorders>
              <w:left w:val="nil"/>
              <w:right w:val="single" w:sz="6" w:space="0" w:color="auto"/>
            </w:tcBorders>
          </w:tcPr>
          <w:p w14:paraId="7C655DA2" w14:textId="77777777" w:rsidR="00F21DB0" w:rsidRPr="00EF68C1" w:rsidRDefault="00F21DB0" w:rsidP="00E44FF8">
            <w:pPr>
              <w:pStyle w:val="tabletext11"/>
              <w:tabs>
                <w:tab w:val="decimal" w:pos="200"/>
              </w:tabs>
              <w:rPr>
                <w:ins w:id="1476" w:author="Author"/>
              </w:rPr>
            </w:pPr>
            <w:ins w:id="1477" w:author="Author">
              <w:r w:rsidRPr="00EF68C1">
                <w:t>54.06</w:t>
              </w:r>
            </w:ins>
          </w:p>
        </w:tc>
      </w:tr>
      <w:tr w:rsidR="00F21DB0" w:rsidRPr="00EF68C1" w14:paraId="7F9E4545" w14:textId="77777777" w:rsidTr="00E44FF8">
        <w:trPr>
          <w:cantSplit/>
          <w:trHeight w:val="190"/>
          <w:ins w:id="1478" w:author="Author"/>
        </w:trPr>
        <w:tc>
          <w:tcPr>
            <w:tcW w:w="200" w:type="dxa"/>
          </w:tcPr>
          <w:p w14:paraId="639C63D4" w14:textId="77777777" w:rsidR="00F21DB0" w:rsidRPr="00EF68C1" w:rsidRDefault="00F21DB0" w:rsidP="00E44FF8">
            <w:pPr>
              <w:pStyle w:val="tabletext11"/>
              <w:rPr>
                <w:ins w:id="1479" w:author="Author"/>
              </w:rPr>
            </w:pPr>
          </w:p>
        </w:tc>
        <w:tc>
          <w:tcPr>
            <w:tcW w:w="300" w:type="dxa"/>
            <w:tcBorders>
              <w:left w:val="single" w:sz="6" w:space="0" w:color="auto"/>
            </w:tcBorders>
          </w:tcPr>
          <w:p w14:paraId="01AEB328" w14:textId="77777777" w:rsidR="00F21DB0" w:rsidRPr="00EF68C1" w:rsidRDefault="00F21DB0" w:rsidP="00E44FF8">
            <w:pPr>
              <w:pStyle w:val="tabletext11"/>
              <w:jc w:val="right"/>
              <w:rPr>
                <w:ins w:id="1480" w:author="Author"/>
              </w:rPr>
            </w:pPr>
          </w:p>
        </w:tc>
        <w:tc>
          <w:tcPr>
            <w:tcW w:w="2100" w:type="dxa"/>
            <w:gridSpan w:val="2"/>
            <w:tcBorders>
              <w:left w:val="nil"/>
              <w:right w:val="single" w:sz="6" w:space="0" w:color="auto"/>
            </w:tcBorders>
          </w:tcPr>
          <w:p w14:paraId="261BB1AA" w14:textId="77777777" w:rsidR="00F21DB0" w:rsidRPr="00EF68C1" w:rsidRDefault="00F21DB0" w:rsidP="00E44FF8">
            <w:pPr>
              <w:pStyle w:val="tabletext11"/>
              <w:rPr>
                <w:ins w:id="1481" w:author="Author"/>
              </w:rPr>
            </w:pPr>
            <w:ins w:id="1482" w:author="Author">
              <w:r w:rsidRPr="00EF68C1">
                <w:t>440,001 to 450,000</w:t>
              </w:r>
            </w:ins>
          </w:p>
        </w:tc>
        <w:tc>
          <w:tcPr>
            <w:tcW w:w="400" w:type="dxa"/>
            <w:tcBorders>
              <w:left w:val="single" w:sz="6" w:space="0" w:color="auto"/>
            </w:tcBorders>
          </w:tcPr>
          <w:p w14:paraId="0F7BA014" w14:textId="77777777" w:rsidR="00F21DB0" w:rsidRPr="00EF68C1" w:rsidRDefault="00F21DB0" w:rsidP="00E44FF8">
            <w:pPr>
              <w:pStyle w:val="tabletext11"/>
              <w:jc w:val="right"/>
              <w:rPr>
                <w:ins w:id="1483" w:author="Author"/>
              </w:rPr>
            </w:pPr>
          </w:p>
        </w:tc>
        <w:tc>
          <w:tcPr>
            <w:tcW w:w="910" w:type="dxa"/>
            <w:tcBorders>
              <w:left w:val="nil"/>
              <w:right w:val="single" w:sz="6" w:space="0" w:color="auto"/>
            </w:tcBorders>
          </w:tcPr>
          <w:p w14:paraId="14B8D72A" w14:textId="77777777" w:rsidR="00F21DB0" w:rsidRPr="00EF68C1" w:rsidRDefault="00F21DB0" w:rsidP="00E44FF8">
            <w:pPr>
              <w:pStyle w:val="tabletext11"/>
              <w:tabs>
                <w:tab w:val="decimal" w:pos="200"/>
              </w:tabs>
              <w:rPr>
                <w:ins w:id="1484" w:author="Author"/>
              </w:rPr>
            </w:pPr>
            <w:ins w:id="1485" w:author="Author">
              <w:r w:rsidRPr="00EF68C1">
                <w:t>49.18</w:t>
              </w:r>
            </w:ins>
          </w:p>
        </w:tc>
        <w:tc>
          <w:tcPr>
            <w:tcW w:w="300" w:type="dxa"/>
            <w:gridSpan w:val="2"/>
            <w:tcBorders>
              <w:left w:val="single" w:sz="6" w:space="0" w:color="auto"/>
            </w:tcBorders>
          </w:tcPr>
          <w:p w14:paraId="12232D11" w14:textId="77777777" w:rsidR="00F21DB0" w:rsidRPr="00EF68C1" w:rsidRDefault="00F21DB0" w:rsidP="00E44FF8">
            <w:pPr>
              <w:pStyle w:val="tabletext11"/>
              <w:jc w:val="right"/>
              <w:rPr>
                <w:ins w:id="1486" w:author="Author"/>
              </w:rPr>
            </w:pPr>
          </w:p>
        </w:tc>
        <w:tc>
          <w:tcPr>
            <w:tcW w:w="790" w:type="dxa"/>
            <w:tcBorders>
              <w:left w:val="nil"/>
              <w:right w:val="single" w:sz="6" w:space="0" w:color="auto"/>
            </w:tcBorders>
          </w:tcPr>
          <w:p w14:paraId="6A84B19A" w14:textId="77777777" w:rsidR="00F21DB0" w:rsidRPr="00EF68C1" w:rsidRDefault="00F21DB0" w:rsidP="00E44FF8">
            <w:pPr>
              <w:pStyle w:val="tabletext11"/>
              <w:tabs>
                <w:tab w:val="decimal" w:pos="200"/>
              </w:tabs>
              <w:rPr>
                <w:ins w:id="1487" w:author="Author"/>
              </w:rPr>
            </w:pPr>
            <w:ins w:id="1488" w:author="Author">
              <w:r w:rsidRPr="00EF68C1">
                <w:t>54.18</w:t>
              </w:r>
            </w:ins>
          </w:p>
        </w:tc>
      </w:tr>
      <w:tr w:rsidR="00F21DB0" w:rsidRPr="00EF68C1" w14:paraId="11069B1E" w14:textId="77777777" w:rsidTr="00E44FF8">
        <w:trPr>
          <w:cantSplit/>
          <w:trHeight w:val="190"/>
          <w:ins w:id="1489" w:author="Author"/>
        </w:trPr>
        <w:tc>
          <w:tcPr>
            <w:tcW w:w="200" w:type="dxa"/>
          </w:tcPr>
          <w:p w14:paraId="75D47095" w14:textId="77777777" w:rsidR="00F21DB0" w:rsidRPr="00EF68C1" w:rsidRDefault="00F21DB0" w:rsidP="00E44FF8">
            <w:pPr>
              <w:pStyle w:val="tabletext11"/>
              <w:rPr>
                <w:ins w:id="1490" w:author="Author"/>
              </w:rPr>
            </w:pPr>
          </w:p>
        </w:tc>
        <w:tc>
          <w:tcPr>
            <w:tcW w:w="300" w:type="dxa"/>
            <w:tcBorders>
              <w:left w:val="single" w:sz="6" w:space="0" w:color="auto"/>
            </w:tcBorders>
          </w:tcPr>
          <w:p w14:paraId="71F00288" w14:textId="77777777" w:rsidR="00F21DB0" w:rsidRPr="00EF68C1" w:rsidRDefault="00F21DB0" w:rsidP="00E44FF8">
            <w:pPr>
              <w:pStyle w:val="tabletext11"/>
              <w:jc w:val="right"/>
              <w:rPr>
                <w:ins w:id="1491" w:author="Author"/>
              </w:rPr>
            </w:pPr>
          </w:p>
        </w:tc>
        <w:tc>
          <w:tcPr>
            <w:tcW w:w="2100" w:type="dxa"/>
            <w:gridSpan w:val="2"/>
            <w:tcBorders>
              <w:left w:val="nil"/>
              <w:right w:val="single" w:sz="6" w:space="0" w:color="auto"/>
            </w:tcBorders>
          </w:tcPr>
          <w:p w14:paraId="1F9E05BB" w14:textId="77777777" w:rsidR="00F21DB0" w:rsidRPr="00EF68C1" w:rsidRDefault="00F21DB0" w:rsidP="00E44FF8">
            <w:pPr>
              <w:pStyle w:val="tabletext11"/>
              <w:rPr>
                <w:ins w:id="1492" w:author="Author"/>
              </w:rPr>
            </w:pPr>
            <w:ins w:id="1493" w:author="Author">
              <w:r w:rsidRPr="00EF68C1">
                <w:t>450,001 to 460,000</w:t>
              </w:r>
            </w:ins>
          </w:p>
        </w:tc>
        <w:tc>
          <w:tcPr>
            <w:tcW w:w="400" w:type="dxa"/>
            <w:tcBorders>
              <w:left w:val="single" w:sz="6" w:space="0" w:color="auto"/>
            </w:tcBorders>
          </w:tcPr>
          <w:p w14:paraId="0C4EA72F" w14:textId="77777777" w:rsidR="00F21DB0" w:rsidRPr="00EF68C1" w:rsidRDefault="00F21DB0" w:rsidP="00E44FF8">
            <w:pPr>
              <w:pStyle w:val="tabletext11"/>
              <w:jc w:val="right"/>
              <w:rPr>
                <w:ins w:id="1494" w:author="Author"/>
              </w:rPr>
            </w:pPr>
          </w:p>
        </w:tc>
        <w:tc>
          <w:tcPr>
            <w:tcW w:w="910" w:type="dxa"/>
            <w:tcBorders>
              <w:left w:val="nil"/>
              <w:right w:val="single" w:sz="6" w:space="0" w:color="auto"/>
            </w:tcBorders>
          </w:tcPr>
          <w:p w14:paraId="40707E28" w14:textId="77777777" w:rsidR="00F21DB0" w:rsidRPr="00EF68C1" w:rsidRDefault="00F21DB0" w:rsidP="00E44FF8">
            <w:pPr>
              <w:pStyle w:val="tabletext11"/>
              <w:tabs>
                <w:tab w:val="decimal" w:pos="200"/>
              </w:tabs>
              <w:rPr>
                <w:ins w:id="1495" w:author="Author"/>
              </w:rPr>
            </w:pPr>
            <w:ins w:id="1496" w:author="Author">
              <w:r w:rsidRPr="00EF68C1">
                <w:t>49.30</w:t>
              </w:r>
            </w:ins>
          </w:p>
        </w:tc>
        <w:tc>
          <w:tcPr>
            <w:tcW w:w="300" w:type="dxa"/>
            <w:gridSpan w:val="2"/>
            <w:tcBorders>
              <w:left w:val="single" w:sz="6" w:space="0" w:color="auto"/>
            </w:tcBorders>
          </w:tcPr>
          <w:p w14:paraId="36A49455" w14:textId="77777777" w:rsidR="00F21DB0" w:rsidRPr="00EF68C1" w:rsidRDefault="00F21DB0" w:rsidP="00E44FF8">
            <w:pPr>
              <w:pStyle w:val="tabletext11"/>
              <w:jc w:val="right"/>
              <w:rPr>
                <w:ins w:id="1497" w:author="Author"/>
              </w:rPr>
            </w:pPr>
          </w:p>
        </w:tc>
        <w:tc>
          <w:tcPr>
            <w:tcW w:w="790" w:type="dxa"/>
            <w:tcBorders>
              <w:left w:val="nil"/>
              <w:right w:val="single" w:sz="6" w:space="0" w:color="auto"/>
            </w:tcBorders>
          </w:tcPr>
          <w:p w14:paraId="62DB4583" w14:textId="77777777" w:rsidR="00F21DB0" w:rsidRPr="00EF68C1" w:rsidRDefault="00F21DB0" w:rsidP="00E44FF8">
            <w:pPr>
              <w:pStyle w:val="tabletext11"/>
              <w:tabs>
                <w:tab w:val="decimal" w:pos="200"/>
              </w:tabs>
              <w:rPr>
                <w:ins w:id="1498" w:author="Author"/>
              </w:rPr>
            </w:pPr>
            <w:ins w:id="1499" w:author="Author">
              <w:r w:rsidRPr="00EF68C1">
                <w:t>54.30</w:t>
              </w:r>
            </w:ins>
          </w:p>
        </w:tc>
      </w:tr>
      <w:tr w:rsidR="00F21DB0" w:rsidRPr="00EF68C1" w14:paraId="7503D5FA" w14:textId="77777777" w:rsidTr="00E44FF8">
        <w:trPr>
          <w:cantSplit/>
          <w:trHeight w:val="190"/>
          <w:ins w:id="1500" w:author="Author"/>
        </w:trPr>
        <w:tc>
          <w:tcPr>
            <w:tcW w:w="200" w:type="dxa"/>
          </w:tcPr>
          <w:p w14:paraId="45799049" w14:textId="77777777" w:rsidR="00F21DB0" w:rsidRPr="00EF68C1" w:rsidRDefault="00F21DB0" w:rsidP="00E44FF8">
            <w:pPr>
              <w:pStyle w:val="tabletext11"/>
              <w:rPr>
                <w:ins w:id="1501" w:author="Author"/>
              </w:rPr>
            </w:pPr>
          </w:p>
        </w:tc>
        <w:tc>
          <w:tcPr>
            <w:tcW w:w="300" w:type="dxa"/>
            <w:tcBorders>
              <w:left w:val="single" w:sz="6" w:space="0" w:color="auto"/>
            </w:tcBorders>
          </w:tcPr>
          <w:p w14:paraId="63A117CF" w14:textId="77777777" w:rsidR="00F21DB0" w:rsidRPr="00EF68C1" w:rsidRDefault="00F21DB0" w:rsidP="00E44FF8">
            <w:pPr>
              <w:pStyle w:val="tabletext11"/>
              <w:jc w:val="right"/>
              <w:rPr>
                <w:ins w:id="1502" w:author="Author"/>
              </w:rPr>
            </w:pPr>
          </w:p>
        </w:tc>
        <w:tc>
          <w:tcPr>
            <w:tcW w:w="2100" w:type="dxa"/>
            <w:gridSpan w:val="2"/>
            <w:tcBorders>
              <w:left w:val="nil"/>
              <w:right w:val="single" w:sz="6" w:space="0" w:color="auto"/>
            </w:tcBorders>
          </w:tcPr>
          <w:p w14:paraId="361B517E" w14:textId="77777777" w:rsidR="00F21DB0" w:rsidRPr="00EF68C1" w:rsidRDefault="00F21DB0" w:rsidP="00E44FF8">
            <w:pPr>
              <w:pStyle w:val="tabletext11"/>
              <w:rPr>
                <w:ins w:id="1503" w:author="Author"/>
              </w:rPr>
            </w:pPr>
            <w:ins w:id="1504" w:author="Author">
              <w:r w:rsidRPr="00EF68C1">
                <w:t>460,001 to 470,000</w:t>
              </w:r>
            </w:ins>
          </w:p>
        </w:tc>
        <w:tc>
          <w:tcPr>
            <w:tcW w:w="400" w:type="dxa"/>
            <w:tcBorders>
              <w:left w:val="single" w:sz="6" w:space="0" w:color="auto"/>
            </w:tcBorders>
          </w:tcPr>
          <w:p w14:paraId="51121AD3" w14:textId="77777777" w:rsidR="00F21DB0" w:rsidRPr="00EF68C1" w:rsidRDefault="00F21DB0" w:rsidP="00E44FF8">
            <w:pPr>
              <w:pStyle w:val="tabletext11"/>
              <w:jc w:val="right"/>
              <w:rPr>
                <w:ins w:id="1505" w:author="Author"/>
              </w:rPr>
            </w:pPr>
          </w:p>
        </w:tc>
        <w:tc>
          <w:tcPr>
            <w:tcW w:w="910" w:type="dxa"/>
            <w:tcBorders>
              <w:left w:val="nil"/>
              <w:right w:val="single" w:sz="6" w:space="0" w:color="auto"/>
            </w:tcBorders>
          </w:tcPr>
          <w:p w14:paraId="3E9BF881" w14:textId="77777777" w:rsidR="00F21DB0" w:rsidRPr="00EF68C1" w:rsidRDefault="00F21DB0" w:rsidP="00E44FF8">
            <w:pPr>
              <w:pStyle w:val="tabletext11"/>
              <w:tabs>
                <w:tab w:val="decimal" w:pos="200"/>
              </w:tabs>
              <w:rPr>
                <w:ins w:id="1506" w:author="Author"/>
              </w:rPr>
            </w:pPr>
            <w:ins w:id="1507" w:author="Author">
              <w:r w:rsidRPr="00EF68C1">
                <w:t>49.40</w:t>
              </w:r>
            </w:ins>
          </w:p>
        </w:tc>
        <w:tc>
          <w:tcPr>
            <w:tcW w:w="300" w:type="dxa"/>
            <w:gridSpan w:val="2"/>
            <w:tcBorders>
              <w:left w:val="single" w:sz="6" w:space="0" w:color="auto"/>
            </w:tcBorders>
          </w:tcPr>
          <w:p w14:paraId="00993D44" w14:textId="77777777" w:rsidR="00F21DB0" w:rsidRPr="00EF68C1" w:rsidRDefault="00F21DB0" w:rsidP="00E44FF8">
            <w:pPr>
              <w:pStyle w:val="tabletext11"/>
              <w:jc w:val="right"/>
              <w:rPr>
                <w:ins w:id="1508" w:author="Author"/>
              </w:rPr>
            </w:pPr>
          </w:p>
        </w:tc>
        <w:tc>
          <w:tcPr>
            <w:tcW w:w="790" w:type="dxa"/>
            <w:tcBorders>
              <w:left w:val="nil"/>
              <w:right w:val="single" w:sz="6" w:space="0" w:color="auto"/>
            </w:tcBorders>
          </w:tcPr>
          <w:p w14:paraId="11D0095C" w14:textId="77777777" w:rsidR="00F21DB0" w:rsidRPr="00EF68C1" w:rsidRDefault="00F21DB0" w:rsidP="00E44FF8">
            <w:pPr>
              <w:pStyle w:val="tabletext11"/>
              <w:tabs>
                <w:tab w:val="decimal" w:pos="200"/>
              </w:tabs>
              <w:rPr>
                <w:ins w:id="1509" w:author="Author"/>
              </w:rPr>
            </w:pPr>
            <w:ins w:id="1510" w:author="Author">
              <w:r w:rsidRPr="00EF68C1">
                <w:t>54.40</w:t>
              </w:r>
            </w:ins>
          </w:p>
        </w:tc>
      </w:tr>
      <w:tr w:rsidR="00F21DB0" w:rsidRPr="00EF68C1" w14:paraId="74A8E7A9" w14:textId="77777777" w:rsidTr="00E44FF8">
        <w:trPr>
          <w:cantSplit/>
          <w:trHeight w:val="190"/>
          <w:ins w:id="1511" w:author="Author"/>
        </w:trPr>
        <w:tc>
          <w:tcPr>
            <w:tcW w:w="200" w:type="dxa"/>
          </w:tcPr>
          <w:p w14:paraId="2F34CF12" w14:textId="77777777" w:rsidR="00F21DB0" w:rsidRPr="00EF68C1" w:rsidRDefault="00F21DB0" w:rsidP="00E44FF8">
            <w:pPr>
              <w:pStyle w:val="tabletext11"/>
              <w:rPr>
                <w:ins w:id="1512" w:author="Author"/>
              </w:rPr>
            </w:pPr>
          </w:p>
        </w:tc>
        <w:tc>
          <w:tcPr>
            <w:tcW w:w="300" w:type="dxa"/>
            <w:tcBorders>
              <w:left w:val="single" w:sz="6" w:space="0" w:color="auto"/>
            </w:tcBorders>
          </w:tcPr>
          <w:p w14:paraId="17F8AF59" w14:textId="77777777" w:rsidR="00F21DB0" w:rsidRPr="00EF68C1" w:rsidRDefault="00F21DB0" w:rsidP="00E44FF8">
            <w:pPr>
              <w:pStyle w:val="tabletext11"/>
              <w:jc w:val="right"/>
              <w:rPr>
                <w:ins w:id="1513" w:author="Author"/>
              </w:rPr>
            </w:pPr>
          </w:p>
        </w:tc>
        <w:tc>
          <w:tcPr>
            <w:tcW w:w="2100" w:type="dxa"/>
            <w:gridSpan w:val="2"/>
            <w:tcBorders>
              <w:left w:val="nil"/>
              <w:right w:val="single" w:sz="6" w:space="0" w:color="auto"/>
            </w:tcBorders>
          </w:tcPr>
          <w:p w14:paraId="3A6B9996" w14:textId="77777777" w:rsidR="00F21DB0" w:rsidRPr="00EF68C1" w:rsidRDefault="00F21DB0" w:rsidP="00E44FF8">
            <w:pPr>
              <w:pStyle w:val="tabletext11"/>
              <w:rPr>
                <w:ins w:id="1514" w:author="Author"/>
              </w:rPr>
            </w:pPr>
            <w:ins w:id="1515" w:author="Author">
              <w:r w:rsidRPr="00EF68C1">
                <w:t>470,001 to 480,000</w:t>
              </w:r>
            </w:ins>
          </w:p>
        </w:tc>
        <w:tc>
          <w:tcPr>
            <w:tcW w:w="400" w:type="dxa"/>
            <w:tcBorders>
              <w:left w:val="single" w:sz="6" w:space="0" w:color="auto"/>
            </w:tcBorders>
          </w:tcPr>
          <w:p w14:paraId="4CEFE86E" w14:textId="77777777" w:rsidR="00F21DB0" w:rsidRPr="00EF68C1" w:rsidRDefault="00F21DB0" w:rsidP="00E44FF8">
            <w:pPr>
              <w:pStyle w:val="tabletext11"/>
              <w:jc w:val="right"/>
              <w:rPr>
                <w:ins w:id="1516" w:author="Author"/>
              </w:rPr>
            </w:pPr>
          </w:p>
        </w:tc>
        <w:tc>
          <w:tcPr>
            <w:tcW w:w="910" w:type="dxa"/>
            <w:tcBorders>
              <w:left w:val="nil"/>
              <w:right w:val="single" w:sz="6" w:space="0" w:color="auto"/>
            </w:tcBorders>
          </w:tcPr>
          <w:p w14:paraId="2AB4B51B" w14:textId="77777777" w:rsidR="00F21DB0" w:rsidRPr="00EF68C1" w:rsidRDefault="00F21DB0" w:rsidP="00E44FF8">
            <w:pPr>
              <w:pStyle w:val="tabletext11"/>
              <w:tabs>
                <w:tab w:val="decimal" w:pos="200"/>
              </w:tabs>
              <w:rPr>
                <w:ins w:id="1517" w:author="Author"/>
              </w:rPr>
            </w:pPr>
            <w:ins w:id="1518" w:author="Author">
              <w:r w:rsidRPr="00EF68C1">
                <w:t>49.50</w:t>
              </w:r>
            </w:ins>
          </w:p>
        </w:tc>
        <w:tc>
          <w:tcPr>
            <w:tcW w:w="300" w:type="dxa"/>
            <w:gridSpan w:val="2"/>
            <w:tcBorders>
              <w:left w:val="single" w:sz="6" w:space="0" w:color="auto"/>
            </w:tcBorders>
          </w:tcPr>
          <w:p w14:paraId="71948AEC" w14:textId="77777777" w:rsidR="00F21DB0" w:rsidRPr="00EF68C1" w:rsidRDefault="00F21DB0" w:rsidP="00E44FF8">
            <w:pPr>
              <w:pStyle w:val="tabletext11"/>
              <w:jc w:val="right"/>
              <w:rPr>
                <w:ins w:id="1519" w:author="Author"/>
              </w:rPr>
            </w:pPr>
          </w:p>
        </w:tc>
        <w:tc>
          <w:tcPr>
            <w:tcW w:w="790" w:type="dxa"/>
            <w:tcBorders>
              <w:left w:val="nil"/>
              <w:right w:val="single" w:sz="6" w:space="0" w:color="auto"/>
            </w:tcBorders>
          </w:tcPr>
          <w:p w14:paraId="6AA26FD3" w14:textId="77777777" w:rsidR="00F21DB0" w:rsidRPr="00EF68C1" w:rsidRDefault="00F21DB0" w:rsidP="00E44FF8">
            <w:pPr>
              <w:pStyle w:val="tabletext11"/>
              <w:tabs>
                <w:tab w:val="decimal" w:pos="200"/>
              </w:tabs>
              <w:rPr>
                <w:ins w:id="1520" w:author="Author"/>
              </w:rPr>
            </w:pPr>
            <w:ins w:id="1521" w:author="Author">
              <w:r w:rsidRPr="00EF68C1">
                <w:t>54.50</w:t>
              </w:r>
            </w:ins>
          </w:p>
        </w:tc>
      </w:tr>
      <w:tr w:rsidR="00F21DB0" w:rsidRPr="00EF68C1" w14:paraId="7A9A6329" w14:textId="77777777" w:rsidTr="00E44FF8">
        <w:trPr>
          <w:cantSplit/>
          <w:trHeight w:val="190"/>
          <w:ins w:id="1522" w:author="Author"/>
        </w:trPr>
        <w:tc>
          <w:tcPr>
            <w:tcW w:w="200" w:type="dxa"/>
          </w:tcPr>
          <w:p w14:paraId="0ECC41D2" w14:textId="77777777" w:rsidR="00F21DB0" w:rsidRPr="00EF68C1" w:rsidRDefault="00F21DB0" w:rsidP="00E44FF8">
            <w:pPr>
              <w:pStyle w:val="tabletext11"/>
              <w:rPr>
                <w:ins w:id="1523" w:author="Author"/>
              </w:rPr>
            </w:pPr>
          </w:p>
        </w:tc>
        <w:tc>
          <w:tcPr>
            <w:tcW w:w="300" w:type="dxa"/>
            <w:tcBorders>
              <w:left w:val="single" w:sz="6" w:space="0" w:color="auto"/>
            </w:tcBorders>
          </w:tcPr>
          <w:p w14:paraId="4D05DFD8" w14:textId="77777777" w:rsidR="00F21DB0" w:rsidRPr="00EF68C1" w:rsidRDefault="00F21DB0" w:rsidP="00E44FF8">
            <w:pPr>
              <w:pStyle w:val="tabletext11"/>
              <w:jc w:val="right"/>
              <w:rPr>
                <w:ins w:id="1524" w:author="Author"/>
              </w:rPr>
            </w:pPr>
          </w:p>
        </w:tc>
        <w:tc>
          <w:tcPr>
            <w:tcW w:w="2100" w:type="dxa"/>
            <w:gridSpan w:val="2"/>
            <w:tcBorders>
              <w:left w:val="nil"/>
              <w:right w:val="single" w:sz="6" w:space="0" w:color="auto"/>
            </w:tcBorders>
          </w:tcPr>
          <w:p w14:paraId="7569310A" w14:textId="77777777" w:rsidR="00F21DB0" w:rsidRPr="00EF68C1" w:rsidRDefault="00F21DB0" w:rsidP="00E44FF8">
            <w:pPr>
              <w:pStyle w:val="tabletext11"/>
              <w:rPr>
                <w:ins w:id="1525" w:author="Author"/>
              </w:rPr>
            </w:pPr>
            <w:ins w:id="1526" w:author="Author">
              <w:r w:rsidRPr="00EF68C1">
                <w:t>480,001 to 490,000</w:t>
              </w:r>
            </w:ins>
          </w:p>
        </w:tc>
        <w:tc>
          <w:tcPr>
            <w:tcW w:w="400" w:type="dxa"/>
            <w:tcBorders>
              <w:left w:val="single" w:sz="6" w:space="0" w:color="auto"/>
            </w:tcBorders>
          </w:tcPr>
          <w:p w14:paraId="5F8B4916" w14:textId="77777777" w:rsidR="00F21DB0" w:rsidRPr="00EF68C1" w:rsidRDefault="00F21DB0" w:rsidP="00E44FF8">
            <w:pPr>
              <w:pStyle w:val="tabletext11"/>
              <w:jc w:val="right"/>
              <w:rPr>
                <w:ins w:id="1527" w:author="Author"/>
              </w:rPr>
            </w:pPr>
          </w:p>
        </w:tc>
        <w:tc>
          <w:tcPr>
            <w:tcW w:w="910" w:type="dxa"/>
            <w:tcBorders>
              <w:left w:val="nil"/>
              <w:right w:val="single" w:sz="6" w:space="0" w:color="auto"/>
            </w:tcBorders>
          </w:tcPr>
          <w:p w14:paraId="7D7FC5F4" w14:textId="77777777" w:rsidR="00F21DB0" w:rsidRPr="00EF68C1" w:rsidRDefault="00F21DB0" w:rsidP="00E44FF8">
            <w:pPr>
              <w:pStyle w:val="tabletext11"/>
              <w:tabs>
                <w:tab w:val="decimal" w:pos="200"/>
              </w:tabs>
              <w:rPr>
                <w:ins w:id="1528" w:author="Author"/>
              </w:rPr>
            </w:pPr>
            <w:ins w:id="1529" w:author="Author">
              <w:r w:rsidRPr="00EF68C1">
                <w:t>49.59</w:t>
              </w:r>
            </w:ins>
          </w:p>
        </w:tc>
        <w:tc>
          <w:tcPr>
            <w:tcW w:w="300" w:type="dxa"/>
            <w:gridSpan w:val="2"/>
            <w:tcBorders>
              <w:left w:val="single" w:sz="6" w:space="0" w:color="auto"/>
            </w:tcBorders>
          </w:tcPr>
          <w:p w14:paraId="29DA103D" w14:textId="77777777" w:rsidR="00F21DB0" w:rsidRPr="00EF68C1" w:rsidRDefault="00F21DB0" w:rsidP="00E44FF8">
            <w:pPr>
              <w:pStyle w:val="tabletext11"/>
              <w:jc w:val="right"/>
              <w:rPr>
                <w:ins w:id="1530" w:author="Author"/>
              </w:rPr>
            </w:pPr>
          </w:p>
        </w:tc>
        <w:tc>
          <w:tcPr>
            <w:tcW w:w="790" w:type="dxa"/>
            <w:tcBorders>
              <w:left w:val="nil"/>
              <w:right w:val="single" w:sz="6" w:space="0" w:color="auto"/>
            </w:tcBorders>
          </w:tcPr>
          <w:p w14:paraId="2DADAB89" w14:textId="77777777" w:rsidR="00F21DB0" w:rsidRPr="00EF68C1" w:rsidRDefault="00F21DB0" w:rsidP="00E44FF8">
            <w:pPr>
              <w:pStyle w:val="tabletext11"/>
              <w:tabs>
                <w:tab w:val="decimal" w:pos="200"/>
              </w:tabs>
              <w:rPr>
                <w:ins w:id="1531" w:author="Author"/>
              </w:rPr>
            </w:pPr>
            <w:ins w:id="1532" w:author="Author">
              <w:r w:rsidRPr="00EF68C1">
                <w:t>54.59</w:t>
              </w:r>
            </w:ins>
          </w:p>
        </w:tc>
      </w:tr>
      <w:tr w:rsidR="00F21DB0" w:rsidRPr="00EF68C1" w14:paraId="146D4025" w14:textId="77777777" w:rsidTr="00E44FF8">
        <w:trPr>
          <w:cantSplit/>
          <w:trHeight w:val="190"/>
          <w:ins w:id="1533" w:author="Author"/>
        </w:trPr>
        <w:tc>
          <w:tcPr>
            <w:tcW w:w="200" w:type="dxa"/>
          </w:tcPr>
          <w:p w14:paraId="0FDB052C" w14:textId="77777777" w:rsidR="00F21DB0" w:rsidRPr="00EF68C1" w:rsidRDefault="00F21DB0" w:rsidP="00E44FF8">
            <w:pPr>
              <w:pStyle w:val="tabletext11"/>
              <w:rPr>
                <w:ins w:id="1534" w:author="Author"/>
              </w:rPr>
            </w:pPr>
          </w:p>
        </w:tc>
        <w:tc>
          <w:tcPr>
            <w:tcW w:w="300" w:type="dxa"/>
            <w:tcBorders>
              <w:left w:val="single" w:sz="6" w:space="0" w:color="auto"/>
            </w:tcBorders>
          </w:tcPr>
          <w:p w14:paraId="60622467" w14:textId="77777777" w:rsidR="00F21DB0" w:rsidRPr="00EF68C1" w:rsidRDefault="00F21DB0" w:rsidP="00E44FF8">
            <w:pPr>
              <w:pStyle w:val="tabletext11"/>
              <w:jc w:val="right"/>
              <w:rPr>
                <w:ins w:id="1535" w:author="Author"/>
              </w:rPr>
            </w:pPr>
          </w:p>
        </w:tc>
        <w:tc>
          <w:tcPr>
            <w:tcW w:w="2100" w:type="dxa"/>
            <w:gridSpan w:val="2"/>
            <w:tcBorders>
              <w:left w:val="nil"/>
              <w:right w:val="single" w:sz="6" w:space="0" w:color="auto"/>
            </w:tcBorders>
          </w:tcPr>
          <w:p w14:paraId="301B5ED5" w14:textId="77777777" w:rsidR="00F21DB0" w:rsidRPr="00EF68C1" w:rsidRDefault="00F21DB0" w:rsidP="00E44FF8">
            <w:pPr>
              <w:pStyle w:val="tabletext11"/>
              <w:rPr>
                <w:ins w:id="1536" w:author="Author"/>
              </w:rPr>
            </w:pPr>
            <w:ins w:id="1537" w:author="Author">
              <w:r w:rsidRPr="00EF68C1">
                <w:t xml:space="preserve">490,001 to 500,000 </w:t>
              </w:r>
              <w:r w:rsidRPr="00EF68C1">
                <w:rPr>
                  <w:b/>
                  <w:bCs/>
                </w:rPr>
                <w:t>(2)</w:t>
              </w:r>
            </w:ins>
          </w:p>
        </w:tc>
        <w:tc>
          <w:tcPr>
            <w:tcW w:w="400" w:type="dxa"/>
            <w:tcBorders>
              <w:left w:val="single" w:sz="6" w:space="0" w:color="auto"/>
            </w:tcBorders>
          </w:tcPr>
          <w:p w14:paraId="2511DBEF" w14:textId="77777777" w:rsidR="00F21DB0" w:rsidRPr="00EF68C1" w:rsidRDefault="00F21DB0" w:rsidP="00E44FF8">
            <w:pPr>
              <w:pStyle w:val="tabletext11"/>
              <w:jc w:val="right"/>
              <w:rPr>
                <w:ins w:id="1538" w:author="Author"/>
              </w:rPr>
            </w:pPr>
          </w:p>
        </w:tc>
        <w:tc>
          <w:tcPr>
            <w:tcW w:w="910" w:type="dxa"/>
            <w:tcBorders>
              <w:left w:val="nil"/>
              <w:right w:val="single" w:sz="6" w:space="0" w:color="auto"/>
            </w:tcBorders>
          </w:tcPr>
          <w:p w14:paraId="392F2F66" w14:textId="77777777" w:rsidR="00F21DB0" w:rsidRPr="00EF68C1" w:rsidRDefault="00F21DB0" w:rsidP="00E44FF8">
            <w:pPr>
              <w:pStyle w:val="tabletext11"/>
              <w:tabs>
                <w:tab w:val="decimal" w:pos="200"/>
              </w:tabs>
              <w:rPr>
                <w:ins w:id="1539" w:author="Author"/>
              </w:rPr>
            </w:pPr>
            <w:ins w:id="1540" w:author="Author">
              <w:r w:rsidRPr="00EF68C1">
                <w:t>49.68</w:t>
              </w:r>
            </w:ins>
          </w:p>
        </w:tc>
        <w:tc>
          <w:tcPr>
            <w:tcW w:w="300" w:type="dxa"/>
            <w:gridSpan w:val="2"/>
            <w:tcBorders>
              <w:left w:val="single" w:sz="6" w:space="0" w:color="auto"/>
            </w:tcBorders>
          </w:tcPr>
          <w:p w14:paraId="623A3225" w14:textId="77777777" w:rsidR="00F21DB0" w:rsidRPr="00EF68C1" w:rsidRDefault="00F21DB0" w:rsidP="00E44FF8">
            <w:pPr>
              <w:pStyle w:val="tabletext11"/>
              <w:jc w:val="right"/>
              <w:rPr>
                <w:ins w:id="1541" w:author="Author"/>
              </w:rPr>
            </w:pPr>
          </w:p>
        </w:tc>
        <w:tc>
          <w:tcPr>
            <w:tcW w:w="790" w:type="dxa"/>
            <w:tcBorders>
              <w:left w:val="nil"/>
              <w:right w:val="single" w:sz="6" w:space="0" w:color="auto"/>
            </w:tcBorders>
          </w:tcPr>
          <w:p w14:paraId="6DA2AA54" w14:textId="77777777" w:rsidR="00F21DB0" w:rsidRPr="00EF68C1" w:rsidRDefault="00F21DB0" w:rsidP="00E44FF8">
            <w:pPr>
              <w:pStyle w:val="tabletext11"/>
              <w:tabs>
                <w:tab w:val="decimal" w:pos="200"/>
              </w:tabs>
              <w:rPr>
                <w:ins w:id="1542" w:author="Author"/>
              </w:rPr>
            </w:pPr>
            <w:ins w:id="1543" w:author="Author">
              <w:r w:rsidRPr="00EF68C1">
                <w:t>54.68</w:t>
              </w:r>
            </w:ins>
          </w:p>
        </w:tc>
      </w:tr>
      <w:tr w:rsidR="00F21DB0" w:rsidRPr="00EF68C1" w14:paraId="3DAC0F61" w14:textId="77777777" w:rsidTr="00E44FF8">
        <w:trPr>
          <w:cantSplit/>
          <w:trHeight w:val="190"/>
          <w:ins w:id="1544" w:author="Author"/>
        </w:trPr>
        <w:tc>
          <w:tcPr>
            <w:tcW w:w="200" w:type="dxa"/>
          </w:tcPr>
          <w:p w14:paraId="3E428703" w14:textId="77777777" w:rsidR="00F21DB0" w:rsidRPr="00EF68C1" w:rsidRDefault="00F21DB0" w:rsidP="00E44FF8">
            <w:pPr>
              <w:pStyle w:val="tabletext11"/>
              <w:rPr>
                <w:ins w:id="1545" w:author="Author"/>
              </w:rPr>
            </w:pPr>
          </w:p>
        </w:tc>
        <w:tc>
          <w:tcPr>
            <w:tcW w:w="300" w:type="dxa"/>
            <w:tcBorders>
              <w:left w:val="single" w:sz="6" w:space="0" w:color="auto"/>
            </w:tcBorders>
          </w:tcPr>
          <w:p w14:paraId="19424114" w14:textId="77777777" w:rsidR="00F21DB0" w:rsidRPr="00EF68C1" w:rsidRDefault="00F21DB0" w:rsidP="00E44FF8">
            <w:pPr>
              <w:pStyle w:val="tabletext11"/>
              <w:jc w:val="right"/>
              <w:rPr>
                <w:ins w:id="1546" w:author="Author"/>
              </w:rPr>
            </w:pPr>
          </w:p>
        </w:tc>
        <w:tc>
          <w:tcPr>
            <w:tcW w:w="2100" w:type="dxa"/>
            <w:gridSpan w:val="2"/>
            <w:tcBorders>
              <w:left w:val="nil"/>
              <w:right w:val="single" w:sz="6" w:space="0" w:color="auto"/>
            </w:tcBorders>
          </w:tcPr>
          <w:p w14:paraId="1DC75E94" w14:textId="77777777" w:rsidR="00F21DB0" w:rsidRPr="00EF68C1" w:rsidRDefault="00F21DB0" w:rsidP="00E44FF8">
            <w:pPr>
              <w:pStyle w:val="tabletext11"/>
              <w:rPr>
                <w:ins w:id="1547" w:author="Author"/>
              </w:rPr>
            </w:pPr>
            <w:ins w:id="1548" w:author="Author">
              <w:r w:rsidRPr="00EF68C1">
                <w:t>Each Additional $10,000</w:t>
              </w:r>
            </w:ins>
          </w:p>
        </w:tc>
        <w:tc>
          <w:tcPr>
            <w:tcW w:w="400" w:type="dxa"/>
            <w:tcBorders>
              <w:left w:val="single" w:sz="6" w:space="0" w:color="auto"/>
            </w:tcBorders>
          </w:tcPr>
          <w:p w14:paraId="04842418" w14:textId="77777777" w:rsidR="00F21DB0" w:rsidRPr="00EF68C1" w:rsidRDefault="00F21DB0" w:rsidP="00E44FF8">
            <w:pPr>
              <w:pStyle w:val="tabletext11"/>
              <w:jc w:val="right"/>
              <w:rPr>
                <w:ins w:id="1549" w:author="Author"/>
              </w:rPr>
            </w:pPr>
          </w:p>
        </w:tc>
        <w:tc>
          <w:tcPr>
            <w:tcW w:w="910" w:type="dxa"/>
            <w:tcBorders>
              <w:left w:val="nil"/>
              <w:right w:val="single" w:sz="6" w:space="0" w:color="auto"/>
            </w:tcBorders>
          </w:tcPr>
          <w:p w14:paraId="5C695567" w14:textId="49B9E758" w:rsidR="00F21DB0" w:rsidRPr="00EF68C1" w:rsidRDefault="00F21DB0" w:rsidP="00E44FF8">
            <w:pPr>
              <w:pStyle w:val="tabletext11"/>
              <w:tabs>
                <w:tab w:val="decimal" w:pos="520"/>
              </w:tabs>
              <w:rPr>
                <w:ins w:id="1550" w:author="Author"/>
              </w:rPr>
            </w:pPr>
            <w:ins w:id="1551" w:author="Author">
              <w:r w:rsidRPr="00EF68C1">
                <w:t>R</w:t>
              </w:r>
              <w:r w:rsidR="00A47EA4">
                <w:t>efer to Company</w:t>
              </w:r>
            </w:ins>
          </w:p>
        </w:tc>
        <w:tc>
          <w:tcPr>
            <w:tcW w:w="200" w:type="dxa"/>
            <w:tcBorders>
              <w:left w:val="single" w:sz="6" w:space="0" w:color="auto"/>
            </w:tcBorders>
          </w:tcPr>
          <w:p w14:paraId="4FFE4275" w14:textId="77777777" w:rsidR="00F21DB0" w:rsidRPr="00EF68C1" w:rsidRDefault="00F21DB0" w:rsidP="00E44FF8">
            <w:pPr>
              <w:pStyle w:val="tabletext11"/>
              <w:jc w:val="right"/>
              <w:rPr>
                <w:ins w:id="1552" w:author="Author"/>
              </w:rPr>
            </w:pPr>
          </w:p>
        </w:tc>
        <w:tc>
          <w:tcPr>
            <w:tcW w:w="890" w:type="dxa"/>
            <w:gridSpan w:val="2"/>
            <w:tcBorders>
              <w:left w:val="nil"/>
              <w:right w:val="single" w:sz="6" w:space="0" w:color="auto"/>
            </w:tcBorders>
          </w:tcPr>
          <w:p w14:paraId="68486DE0" w14:textId="39367D7C" w:rsidR="00F21DB0" w:rsidRPr="00EF68C1" w:rsidRDefault="00F21DB0" w:rsidP="00E44FF8">
            <w:pPr>
              <w:pStyle w:val="tabletext11"/>
              <w:tabs>
                <w:tab w:val="decimal" w:pos="320"/>
              </w:tabs>
              <w:rPr>
                <w:ins w:id="1553" w:author="Author"/>
              </w:rPr>
            </w:pPr>
            <w:ins w:id="1554" w:author="Author">
              <w:r w:rsidRPr="00EF68C1">
                <w:t>R</w:t>
              </w:r>
              <w:r w:rsidR="00A47EA4">
                <w:t>efer to Company</w:t>
              </w:r>
            </w:ins>
          </w:p>
        </w:tc>
      </w:tr>
      <w:tr w:rsidR="00F21DB0" w:rsidRPr="00EF68C1" w14:paraId="55733A94" w14:textId="77777777" w:rsidTr="00E44FF8">
        <w:trPr>
          <w:cantSplit/>
          <w:trHeight w:val="190"/>
          <w:ins w:id="1555" w:author="Author"/>
        </w:trPr>
        <w:tc>
          <w:tcPr>
            <w:tcW w:w="200" w:type="dxa"/>
          </w:tcPr>
          <w:p w14:paraId="0CD6D063" w14:textId="77777777" w:rsidR="00F21DB0" w:rsidRPr="00EF68C1" w:rsidRDefault="00F21DB0" w:rsidP="00E44FF8">
            <w:pPr>
              <w:pStyle w:val="tabletext11"/>
              <w:rPr>
                <w:ins w:id="1556" w:author="Author"/>
              </w:rPr>
            </w:pPr>
          </w:p>
        </w:tc>
        <w:tc>
          <w:tcPr>
            <w:tcW w:w="360" w:type="dxa"/>
            <w:gridSpan w:val="2"/>
            <w:tcBorders>
              <w:top w:val="single" w:sz="6" w:space="0" w:color="auto"/>
              <w:left w:val="single" w:sz="6" w:space="0" w:color="auto"/>
              <w:bottom w:val="single" w:sz="6" w:space="0" w:color="auto"/>
            </w:tcBorders>
          </w:tcPr>
          <w:p w14:paraId="280518C5" w14:textId="77777777" w:rsidR="00F21DB0" w:rsidRPr="00EF68C1" w:rsidRDefault="00F21DB0" w:rsidP="00E44FF8">
            <w:pPr>
              <w:pStyle w:val="tabletext11"/>
              <w:rPr>
                <w:ins w:id="1557" w:author="Author"/>
                <w:b/>
              </w:rPr>
            </w:pPr>
            <w:ins w:id="1558" w:author="Author">
              <w:r w:rsidRPr="00EF68C1">
                <w:rPr>
                  <w:b/>
                </w:rPr>
                <w:t>(1)</w:t>
              </w:r>
            </w:ins>
          </w:p>
        </w:tc>
        <w:tc>
          <w:tcPr>
            <w:tcW w:w="4440" w:type="dxa"/>
            <w:gridSpan w:val="6"/>
            <w:tcBorders>
              <w:top w:val="single" w:sz="6" w:space="0" w:color="auto"/>
              <w:left w:val="nil"/>
              <w:bottom w:val="single" w:sz="6" w:space="0" w:color="auto"/>
              <w:right w:val="single" w:sz="6" w:space="0" w:color="auto"/>
            </w:tcBorders>
          </w:tcPr>
          <w:p w14:paraId="6693F6E2" w14:textId="77777777" w:rsidR="00F21DB0" w:rsidRPr="00EF68C1" w:rsidRDefault="00F21DB0" w:rsidP="00E44FF8">
            <w:pPr>
              <w:pStyle w:val="tabletext11"/>
              <w:rPr>
                <w:ins w:id="1559" w:author="Author"/>
              </w:rPr>
            </w:pPr>
            <w:ins w:id="1560" w:author="Author">
              <w:r w:rsidRPr="00EF68C1">
                <w:t>A Non-dwelling Structure is defined, for rating purposes, as a building that is not used principally for residential purposes or houses more than four family units.</w:t>
              </w:r>
            </w:ins>
          </w:p>
        </w:tc>
      </w:tr>
      <w:tr w:rsidR="00F21DB0" w:rsidRPr="00EF68C1" w14:paraId="28F892E4" w14:textId="77777777" w:rsidTr="00E44FF8">
        <w:trPr>
          <w:cantSplit/>
          <w:trHeight w:val="190"/>
          <w:ins w:id="1561" w:author="Author"/>
        </w:trPr>
        <w:tc>
          <w:tcPr>
            <w:tcW w:w="200" w:type="dxa"/>
          </w:tcPr>
          <w:p w14:paraId="409B30FC" w14:textId="77777777" w:rsidR="00F21DB0" w:rsidRPr="00EF68C1" w:rsidRDefault="00F21DB0" w:rsidP="00E44FF8">
            <w:pPr>
              <w:pStyle w:val="tabletext11"/>
              <w:rPr>
                <w:ins w:id="1562" w:author="Author"/>
              </w:rPr>
            </w:pPr>
          </w:p>
        </w:tc>
        <w:tc>
          <w:tcPr>
            <w:tcW w:w="360" w:type="dxa"/>
            <w:gridSpan w:val="2"/>
            <w:tcBorders>
              <w:top w:val="single" w:sz="6" w:space="0" w:color="auto"/>
              <w:left w:val="single" w:sz="6" w:space="0" w:color="auto"/>
              <w:bottom w:val="single" w:sz="6" w:space="0" w:color="auto"/>
            </w:tcBorders>
          </w:tcPr>
          <w:p w14:paraId="1CB2F8A2" w14:textId="77777777" w:rsidR="00F21DB0" w:rsidRPr="00EF68C1" w:rsidRDefault="00F21DB0" w:rsidP="00E44FF8">
            <w:pPr>
              <w:pStyle w:val="tabletext11"/>
              <w:rPr>
                <w:ins w:id="1563" w:author="Author"/>
                <w:b/>
              </w:rPr>
            </w:pPr>
            <w:ins w:id="1564" w:author="Author">
              <w:r w:rsidRPr="00EF68C1">
                <w:rPr>
                  <w:b/>
                </w:rPr>
                <w:t>(2)</w:t>
              </w:r>
            </w:ins>
          </w:p>
        </w:tc>
        <w:tc>
          <w:tcPr>
            <w:tcW w:w="4440" w:type="dxa"/>
            <w:gridSpan w:val="6"/>
            <w:tcBorders>
              <w:top w:val="single" w:sz="6" w:space="0" w:color="auto"/>
              <w:left w:val="nil"/>
              <w:bottom w:val="single" w:sz="6" w:space="0" w:color="auto"/>
              <w:right w:val="single" w:sz="6" w:space="0" w:color="auto"/>
            </w:tcBorders>
          </w:tcPr>
          <w:p w14:paraId="18F92476" w14:textId="77777777" w:rsidR="00F21DB0" w:rsidRPr="00EF68C1" w:rsidRDefault="00F21DB0" w:rsidP="00E44FF8">
            <w:pPr>
              <w:pStyle w:val="tabletext11"/>
              <w:rPr>
                <w:ins w:id="1565" w:author="Author"/>
              </w:rPr>
            </w:pPr>
            <w:ins w:id="1566" w:author="Author">
              <w:r w:rsidRPr="00EF68C1">
                <w:t>$500,000 per structure is the maximum amount of insurance reinsured by the Kentucky Coal Mine Subsidence Fund.</w:t>
              </w:r>
            </w:ins>
          </w:p>
        </w:tc>
      </w:tr>
    </w:tbl>
    <w:p w14:paraId="17768C9C" w14:textId="78C0C394" w:rsidR="00F21DB0" w:rsidRDefault="00F21DB0" w:rsidP="00F21DB0">
      <w:pPr>
        <w:pStyle w:val="tablecaption"/>
      </w:pPr>
      <w:ins w:id="1567" w:author="Author">
        <w:r w:rsidRPr="00EF68C1">
          <w:t>Table A5.E. Premiums</w:t>
        </w:r>
      </w:ins>
      <w:bookmarkEnd w:id="1017"/>
    </w:p>
    <w:p w14:paraId="65BF77D8" w14:textId="77777777" w:rsidR="00F21DB0" w:rsidRDefault="00F21DB0" w:rsidP="00F21DB0">
      <w:pPr>
        <w:pStyle w:val="isonormal"/>
        <w:jc w:val="left"/>
      </w:pPr>
    </w:p>
    <w:p w14:paraId="3B5B28F6" w14:textId="77777777" w:rsidR="00F21DB0" w:rsidRDefault="00F21DB0" w:rsidP="00F21DB0">
      <w:pPr>
        <w:pStyle w:val="isonormal"/>
        <w:jc w:val="left"/>
      </w:pPr>
    </w:p>
    <w:p w14:paraId="1CE7203D" w14:textId="278EDE3A" w:rsidR="00F21DB0" w:rsidRDefault="00042613" w:rsidP="00F21DB0">
      <w:pPr>
        <w:pStyle w:val="isonormal"/>
        <w:jc w:val="center"/>
        <w:rPr>
          <w:b/>
          <w:sz w:val="24"/>
        </w:rPr>
      </w:pPr>
      <w:r>
        <w:rPr>
          <w:b/>
          <w:sz w:val="24"/>
        </w:rPr>
        <w:br w:type="page"/>
      </w:r>
      <w:r w:rsidR="00F21DB0">
        <w:rPr>
          <w:b/>
          <w:sz w:val="24"/>
        </w:rPr>
        <w:lastRenderedPageBreak/>
        <w:t>DIVISION TEN – BUSINESSOWNERS</w:t>
      </w:r>
    </w:p>
    <w:p w14:paraId="080BC169" w14:textId="77777777" w:rsidR="00F21DB0" w:rsidRDefault="00F21DB0" w:rsidP="00F21DB0">
      <w:pPr>
        <w:pStyle w:val="isonormal"/>
        <w:jc w:val="left"/>
      </w:pPr>
    </w:p>
    <w:p w14:paraId="3CA326A4" w14:textId="77777777" w:rsidR="00F21DB0" w:rsidRPr="00447B7B" w:rsidRDefault="00F21DB0" w:rsidP="00F21DB0">
      <w:pPr>
        <w:pStyle w:val="boxrule"/>
      </w:pPr>
      <w:bookmarkStart w:id="1568" w:name="_Hlk163647579"/>
      <w:r w:rsidRPr="00447B7B">
        <w:t>A1.  MINE SUBSIDENCE INSURANCE</w:t>
      </w:r>
    </w:p>
    <w:p w14:paraId="5A0E4083" w14:textId="77777777" w:rsidR="00F21DB0" w:rsidRPr="00447B7B" w:rsidRDefault="00F21DB0" w:rsidP="00F21DB0">
      <w:pPr>
        <w:pStyle w:val="outlinehd2"/>
      </w:pPr>
      <w:r w:rsidRPr="00447B7B">
        <w:tab/>
        <w:t>A.</w:t>
      </w:r>
      <w:r w:rsidRPr="00447B7B">
        <w:tab/>
        <w:t>Explanation</w:t>
      </w:r>
    </w:p>
    <w:p w14:paraId="6FCDC0BF" w14:textId="77777777" w:rsidR="00F21DB0" w:rsidRPr="00447B7B" w:rsidRDefault="00F21DB0" w:rsidP="00F21DB0">
      <w:pPr>
        <w:pStyle w:val="blocktext3"/>
      </w:pPr>
      <w:r w:rsidRPr="00447B7B">
        <w:t>The Kentucky Mine Subsidence Act requires Mine Subsidence Insurance be available for certain structures in Kentucky. "Structure" is defined as a dwelling, building or fixture permanently affixed to realty.</w:t>
      </w:r>
    </w:p>
    <w:p w14:paraId="43685373" w14:textId="77777777" w:rsidR="00F21DB0" w:rsidRPr="00447B7B" w:rsidRDefault="00F21DB0" w:rsidP="00F21DB0">
      <w:pPr>
        <w:pStyle w:val="outlinehd2"/>
      </w:pPr>
      <w:r w:rsidRPr="00447B7B">
        <w:tab/>
        <w:t>B.</w:t>
      </w:r>
      <w:r w:rsidRPr="00447B7B">
        <w:tab/>
        <w:t>Description Of Coverage</w:t>
      </w:r>
    </w:p>
    <w:p w14:paraId="14564A8E" w14:textId="77777777" w:rsidR="00F21DB0" w:rsidRPr="00447B7B" w:rsidRDefault="00F21DB0" w:rsidP="00F21DB0">
      <w:pPr>
        <w:pStyle w:val="blocktext3"/>
      </w:pPr>
      <w:r w:rsidRPr="00447B7B">
        <w:t>Property damage policies may be extended to provide coverage on structures for loss caused by or resulting from mine subsidence. The form provides for a maximum limit of insurance of $500,000 per structure. A 2% deductible (minimum of $250; maximum of $500) applies to each loss. Refer to company if higher limits are desired.</w:t>
      </w:r>
    </w:p>
    <w:p w14:paraId="4D76F304" w14:textId="77777777" w:rsidR="00F21DB0" w:rsidRPr="00447B7B" w:rsidRDefault="00F21DB0" w:rsidP="00F21DB0">
      <w:pPr>
        <w:pStyle w:val="outlinehd2"/>
      </w:pPr>
      <w:r w:rsidRPr="00447B7B">
        <w:tab/>
        <w:t>C.</w:t>
      </w:r>
      <w:r w:rsidRPr="00447B7B">
        <w:tab/>
        <w:t>Endorsements</w:t>
      </w:r>
    </w:p>
    <w:p w14:paraId="6755BA97" w14:textId="77777777" w:rsidR="00F21DB0" w:rsidRPr="00447B7B" w:rsidRDefault="00F21DB0" w:rsidP="00F21DB0">
      <w:pPr>
        <w:pStyle w:val="blocktext3"/>
      </w:pPr>
      <w:r w:rsidRPr="00447B7B">
        <w:t>Use:</w:t>
      </w:r>
    </w:p>
    <w:p w14:paraId="5EE42066" w14:textId="77777777" w:rsidR="00F21DB0" w:rsidRPr="00447B7B" w:rsidRDefault="00F21DB0" w:rsidP="00F21DB0">
      <w:pPr>
        <w:pStyle w:val="outlinetxt3"/>
      </w:pPr>
      <w:r w:rsidRPr="00447B7B">
        <w:rPr>
          <w:b/>
        </w:rPr>
        <w:tab/>
        <w:t>1.</w:t>
      </w:r>
      <w:r w:rsidRPr="00447B7B">
        <w:rPr>
          <w:b/>
        </w:rPr>
        <w:tab/>
      </w:r>
      <w:r w:rsidRPr="00447B7B">
        <w:t xml:space="preserve">Kentucky Changes – Mine Subsidence Endorsement </w:t>
      </w:r>
      <w:r w:rsidRPr="00447B7B">
        <w:rPr>
          <w:rStyle w:val="formlink"/>
        </w:rPr>
        <w:t>BP 10 25</w:t>
      </w:r>
      <w:r w:rsidRPr="00447B7B">
        <w:rPr>
          <w:b/>
        </w:rPr>
        <w:t>.</w:t>
      </w:r>
    </w:p>
    <w:p w14:paraId="70BBD852" w14:textId="77777777" w:rsidR="00F21DB0" w:rsidRPr="00447B7B" w:rsidRDefault="00F21DB0" w:rsidP="00F21DB0">
      <w:pPr>
        <w:pStyle w:val="outlinetxt3"/>
      </w:pPr>
      <w:r w:rsidRPr="00447B7B">
        <w:tab/>
      </w:r>
      <w:r w:rsidRPr="00447B7B">
        <w:rPr>
          <w:b/>
        </w:rPr>
        <w:t>2.</w:t>
      </w:r>
      <w:r w:rsidRPr="00447B7B">
        <w:tab/>
        <w:t xml:space="preserve">Kentucky Mine Subsidence Schedule Endorsement </w:t>
      </w:r>
      <w:r w:rsidRPr="00447B7B">
        <w:rPr>
          <w:rStyle w:val="formlink"/>
        </w:rPr>
        <w:t>BP 10 56</w:t>
      </w:r>
      <w:r w:rsidRPr="00447B7B">
        <w:t xml:space="preserve"> when coverage does not apply to all locations described in the policy.</w:t>
      </w:r>
    </w:p>
    <w:p w14:paraId="7166B7E0" w14:textId="77777777" w:rsidR="00F21DB0" w:rsidRPr="00447B7B" w:rsidRDefault="00F21DB0" w:rsidP="00F21DB0">
      <w:pPr>
        <w:pStyle w:val="outlinehd2"/>
      </w:pPr>
      <w:r w:rsidRPr="00447B7B">
        <w:tab/>
        <w:t>D.</w:t>
      </w:r>
      <w:r w:rsidRPr="00447B7B">
        <w:tab/>
        <w:t>Rules</w:t>
      </w:r>
    </w:p>
    <w:p w14:paraId="0CA8F068" w14:textId="77777777" w:rsidR="00F21DB0" w:rsidRPr="00447B7B" w:rsidRDefault="00F21DB0" w:rsidP="00F21DB0">
      <w:pPr>
        <w:pStyle w:val="outlinehd3"/>
      </w:pPr>
      <w:r w:rsidRPr="00447B7B">
        <w:tab/>
        <w:t>1.</w:t>
      </w:r>
      <w:r w:rsidRPr="00447B7B">
        <w:tab/>
        <w:t>Eligibility</w:t>
      </w:r>
    </w:p>
    <w:p w14:paraId="481B8C24" w14:textId="77777777" w:rsidR="00F21DB0" w:rsidRPr="00447B7B" w:rsidRDefault="00F21DB0" w:rsidP="00F21DB0">
      <w:pPr>
        <w:pStyle w:val="blocktext4"/>
      </w:pPr>
      <w:r w:rsidRPr="00447B7B">
        <w:t>Coverage must be provided for new or renewal policies insuring direct loss to "structures" located in certain specific counties in Kentucky.</w:t>
      </w:r>
    </w:p>
    <w:p w14:paraId="63DC0A0E" w14:textId="77777777" w:rsidR="00F21DB0" w:rsidRPr="00447B7B" w:rsidRDefault="00F21DB0" w:rsidP="00F21DB0">
      <w:pPr>
        <w:pStyle w:val="outlinehd3"/>
      </w:pPr>
      <w:r w:rsidRPr="00447B7B">
        <w:tab/>
        <w:t>2.</w:t>
      </w:r>
      <w:r w:rsidRPr="00447B7B">
        <w:tab/>
        <w:t>Ineligibility</w:t>
      </w:r>
    </w:p>
    <w:p w14:paraId="0B7AB825" w14:textId="77777777" w:rsidR="00F21DB0" w:rsidRPr="00447B7B" w:rsidRDefault="00F21DB0" w:rsidP="00F21DB0">
      <w:pPr>
        <w:pStyle w:val="blocktext4"/>
      </w:pPr>
      <w:r w:rsidRPr="00447B7B">
        <w:t>The following coverages are not applicable:</w:t>
      </w:r>
    </w:p>
    <w:p w14:paraId="7DF71CFC" w14:textId="77777777" w:rsidR="00F21DB0" w:rsidRPr="00447B7B" w:rsidRDefault="00F21DB0" w:rsidP="00F21DB0">
      <w:pPr>
        <w:pStyle w:val="outlinetxt4"/>
      </w:pPr>
      <w:r w:rsidRPr="00447B7B">
        <w:tab/>
      </w:r>
      <w:r w:rsidRPr="00447B7B">
        <w:rPr>
          <w:b/>
        </w:rPr>
        <w:t>a.</w:t>
      </w:r>
      <w:r w:rsidRPr="00447B7B">
        <w:tab/>
        <w:t>Personal Property Coverage, except to the extent that improvements and betterments would be considered structures;</w:t>
      </w:r>
    </w:p>
    <w:p w14:paraId="0C1FDC92" w14:textId="77777777" w:rsidR="00F21DB0" w:rsidRPr="00447B7B" w:rsidRDefault="00F21DB0" w:rsidP="00F21DB0">
      <w:pPr>
        <w:pStyle w:val="outlinetxt4"/>
      </w:pPr>
      <w:r w:rsidRPr="00447B7B">
        <w:tab/>
      </w:r>
      <w:r w:rsidRPr="00447B7B">
        <w:rPr>
          <w:b/>
        </w:rPr>
        <w:t>b.</w:t>
      </w:r>
      <w:r w:rsidRPr="00447B7B">
        <w:tab/>
        <w:t>Coverage for indirect or consequential loss;</w:t>
      </w:r>
    </w:p>
    <w:p w14:paraId="3D5D8B9B" w14:textId="77777777" w:rsidR="00F21DB0" w:rsidRPr="00447B7B" w:rsidRDefault="00F21DB0" w:rsidP="00F21DB0">
      <w:pPr>
        <w:pStyle w:val="outlinetxt4"/>
      </w:pPr>
      <w:r w:rsidRPr="00447B7B">
        <w:tab/>
      </w:r>
      <w:r w:rsidRPr="00447B7B">
        <w:rPr>
          <w:b/>
        </w:rPr>
        <w:t>c.</w:t>
      </w:r>
      <w:r w:rsidRPr="00447B7B">
        <w:tab/>
        <w:t>Dwellings, buildings or fixtures designed to be mobile or portable from location to location whether or not then located on a temporary foundation.</w:t>
      </w:r>
    </w:p>
    <w:p w14:paraId="48C1867C" w14:textId="77777777" w:rsidR="00F21DB0" w:rsidRPr="00447B7B" w:rsidRDefault="00F21DB0" w:rsidP="00F21DB0">
      <w:pPr>
        <w:pStyle w:val="outlinehd3"/>
      </w:pPr>
      <w:r w:rsidRPr="00447B7B">
        <w:tab/>
        <w:t>3.</w:t>
      </w:r>
      <w:r w:rsidRPr="00447B7B">
        <w:tab/>
        <w:t>Counties</w:t>
      </w:r>
    </w:p>
    <w:p w14:paraId="43512055" w14:textId="77777777" w:rsidR="00F21DB0" w:rsidRPr="00447B7B" w:rsidRDefault="00F21DB0" w:rsidP="00F21DB0">
      <w:pPr>
        <w:pStyle w:val="outlinetxt4"/>
      </w:pPr>
      <w:r w:rsidRPr="00447B7B">
        <w:tab/>
      </w:r>
      <w:r w:rsidRPr="00447B7B">
        <w:rPr>
          <w:b/>
        </w:rPr>
        <w:t>a.</w:t>
      </w:r>
      <w:r w:rsidRPr="00447B7B">
        <w:tab/>
        <w:t>The coverage must be provided unless waived in writing by the insured in the following counties:</w:t>
      </w:r>
    </w:p>
    <w:p w14:paraId="1A523C31" w14:textId="77777777" w:rsidR="00F21DB0" w:rsidRPr="00447B7B" w:rsidRDefault="00F21DB0" w:rsidP="00F21DB0">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600"/>
        <w:gridCol w:w="1600"/>
        <w:gridCol w:w="1600"/>
      </w:tblGrid>
      <w:tr w:rsidR="00F21DB0" w:rsidRPr="00447B7B" w14:paraId="29E0D185" w14:textId="77777777" w:rsidTr="00E44FF8">
        <w:trPr>
          <w:cantSplit/>
          <w:trHeight w:val="190"/>
        </w:trPr>
        <w:tc>
          <w:tcPr>
            <w:tcW w:w="200" w:type="dxa"/>
          </w:tcPr>
          <w:p w14:paraId="5FDBD913" w14:textId="77777777" w:rsidR="00F21DB0" w:rsidRPr="00447B7B" w:rsidRDefault="00F21DB0" w:rsidP="00E44FF8">
            <w:pPr>
              <w:pStyle w:val="tabletext11"/>
            </w:pPr>
          </w:p>
        </w:tc>
        <w:tc>
          <w:tcPr>
            <w:tcW w:w="1600" w:type="dxa"/>
            <w:tcBorders>
              <w:top w:val="single" w:sz="6" w:space="0" w:color="auto"/>
              <w:left w:val="single" w:sz="6" w:space="0" w:color="auto"/>
              <w:bottom w:val="nil"/>
              <w:right w:val="single" w:sz="6" w:space="0" w:color="auto"/>
            </w:tcBorders>
            <w:hideMark/>
          </w:tcPr>
          <w:p w14:paraId="10238D5D" w14:textId="77777777" w:rsidR="00F21DB0" w:rsidRPr="00447B7B" w:rsidRDefault="00F21DB0" w:rsidP="00E44FF8">
            <w:pPr>
              <w:pStyle w:val="tabletext11"/>
            </w:pPr>
            <w:r w:rsidRPr="00447B7B">
              <w:t>Bell</w:t>
            </w:r>
          </w:p>
        </w:tc>
        <w:tc>
          <w:tcPr>
            <w:tcW w:w="1600" w:type="dxa"/>
            <w:tcBorders>
              <w:top w:val="single" w:sz="6" w:space="0" w:color="auto"/>
              <w:left w:val="nil"/>
              <w:bottom w:val="nil"/>
              <w:right w:val="single" w:sz="6" w:space="0" w:color="auto"/>
            </w:tcBorders>
            <w:hideMark/>
          </w:tcPr>
          <w:p w14:paraId="3EF2EBFF" w14:textId="77777777" w:rsidR="00F21DB0" w:rsidRPr="00447B7B" w:rsidRDefault="00F21DB0" w:rsidP="00E44FF8">
            <w:pPr>
              <w:pStyle w:val="tabletext11"/>
            </w:pPr>
            <w:r w:rsidRPr="00447B7B">
              <w:t>Harlan</w:t>
            </w:r>
          </w:p>
        </w:tc>
        <w:tc>
          <w:tcPr>
            <w:tcW w:w="1600" w:type="dxa"/>
            <w:tcBorders>
              <w:top w:val="single" w:sz="6" w:space="0" w:color="auto"/>
              <w:left w:val="nil"/>
              <w:bottom w:val="nil"/>
              <w:right w:val="single" w:sz="6" w:space="0" w:color="auto"/>
            </w:tcBorders>
            <w:hideMark/>
          </w:tcPr>
          <w:p w14:paraId="08546CDB" w14:textId="77777777" w:rsidR="00F21DB0" w:rsidRPr="00447B7B" w:rsidRDefault="00F21DB0" w:rsidP="00E44FF8">
            <w:pPr>
              <w:pStyle w:val="tabletext11"/>
            </w:pPr>
            <w:r w:rsidRPr="00447B7B">
              <w:t>McLean</w:t>
            </w:r>
          </w:p>
        </w:tc>
      </w:tr>
      <w:tr w:rsidR="00F21DB0" w:rsidRPr="00447B7B" w14:paraId="6530C5C0" w14:textId="77777777" w:rsidTr="00E44FF8">
        <w:trPr>
          <w:cantSplit/>
          <w:trHeight w:val="190"/>
        </w:trPr>
        <w:tc>
          <w:tcPr>
            <w:tcW w:w="200" w:type="dxa"/>
          </w:tcPr>
          <w:p w14:paraId="30D2AB7E" w14:textId="77777777" w:rsidR="00F21DB0" w:rsidRPr="00447B7B" w:rsidRDefault="00F21DB0" w:rsidP="00E44FF8">
            <w:pPr>
              <w:pStyle w:val="tabletext11"/>
            </w:pPr>
          </w:p>
        </w:tc>
        <w:tc>
          <w:tcPr>
            <w:tcW w:w="1600" w:type="dxa"/>
            <w:tcBorders>
              <w:top w:val="nil"/>
              <w:left w:val="single" w:sz="6" w:space="0" w:color="auto"/>
              <w:bottom w:val="nil"/>
              <w:right w:val="single" w:sz="6" w:space="0" w:color="auto"/>
            </w:tcBorders>
            <w:hideMark/>
          </w:tcPr>
          <w:p w14:paraId="1D09C1E3" w14:textId="77777777" w:rsidR="00F21DB0" w:rsidRPr="00447B7B" w:rsidRDefault="00F21DB0" w:rsidP="00E44FF8">
            <w:pPr>
              <w:pStyle w:val="tabletext11"/>
            </w:pPr>
            <w:r w:rsidRPr="00447B7B">
              <w:t>Boyd</w:t>
            </w:r>
          </w:p>
        </w:tc>
        <w:tc>
          <w:tcPr>
            <w:tcW w:w="1600" w:type="dxa"/>
            <w:tcBorders>
              <w:top w:val="nil"/>
              <w:left w:val="nil"/>
              <w:bottom w:val="nil"/>
              <w:right w:val="single" w:sz="6" w:space="0" w:color="auto"/>
            </w:tcBorders>
            <w:hideMark/>
          </w:tcPr>
          <w:p w14:paraId="1A5FF563" w14:textId="77777777" w:rsidR="00F21DB0" w:rsidRPr="00447B7B" w:rsidRDefault="00F21DB0" w:rsidP="00E44FF8">
            <w:pPr>
              <w:pStyle w:val="tabletext11"/>
            </w:pPr>
            <w:r w:rsidRPr="00447B7B">
              <w:t>Henderson</w:t>
            </w:r>
          </w:p>
        </w:tc>
        <w:tc>
          <w:tcPr>
            <w:tcW w:w="1600" w:type="dxa"/>
            <w:tcBorders>
              <w:top w:val="nil"/>
              <w:left w:val="nil"/>
              <w:bottom w:val="nil"/>
              <w:right w:val="single" w:sz="6" w:space="0" w:color="auto"/>
            </w:tcBorders>
            <w:hideMark/>
          </w:tcPr>
          <w:p w14:paraId="6E559B39" w14:textId="77777777" w:rsidR="00F21DB0" w:rsidRPr="00447B7B" w:rsidRDefault="00F21DB0" w:rsidP="00E44FF8">
            <w:pPr>
              <w:pStyle w:val="tabletext11"/>
            </w:pPr>
            <w:r w:rsidRPr="00447B7B">
              <w:t>Martin</w:t>
            </w:r>
          </w:p>
        </w:tc>
      </w:tr>
      <w:tr w:rsidR="00F21DB0" w:rsidRPr="00447B7B" w14:paraId="2AC82E9E" w14:textId="77777777" w:rsidTr="00E44FF8">
        <w:trPr>
          <w:cantSplit/>
          <w:trHeight w:val="190"/>
        </w:trPr>
        <w:tc>
          <w:tcPr>
            <w:tcW w:w="200" w:type="dxa"/>
          </w:tcPr>
          <w:p w14:paraId="1B1F5442" w14:textId="77777777" w:rsidR="00F21DB0" w:rsidRPr="00447B7B" w:rsidRDefault="00F21DB0" w:rsidP="00E44FF8">
            <w:pPr>
              <w:pStyle w:val="tabletext11"/>
            </w:pPr>
          </w:p>
        </w:tc>
        <w:tc>
          <w:tcPr>
            <w:tcW w:w="1600" w:type="dxa"/>
            <w:tcBorders>
              <w:top w:val="nil"/>
              <w:left w:val="single" w:sz="6" w:space="0" w:color="auto"/>
              <w:bottom w:val="nil"/>
              <w:right w:val="single" w:sz="6" w:space="0" w:color="auto"/>
            </w:tcBorders>
            <w:hideMark/>
          </w:tcPr>
          <w:p w14:paraId="1BF024F9" w14:textId="77777777" w:rsidR="00F21DB0" w:rsidRPr="00447B7B" w:rsidRDefault="00F21DB0" w:rsidP="00E44FF8">
            <w:pPr>
              <w:pStyle w:val="tabletext11"/>
            </w:pPr>
            <w:r w:rsidRPr="00447B7B">
              <w:t>Breathitt</w:t>
            </w:r>
          </w:p>
        </w:tc>
        <w:tc>
          <w:tcPr>
            <w:tcW w:w="1600" w:type="dxa"/>
            <w:hideMark/>
          </w:tcPr>
          <w:p w14:paraId="66C71263" w14:textId="77777777" w:rsidR="00F21DB0" w:rsidRPr="00447B7B" w:rsidRDefault="00F21DB0" w:rsidP="00E44FF8">
            <w:pPr>
              <w:pStyle w:val="tabletext11"/>
            </w:pPr>
            <w:r w:rsidRPr="00447B7B">
              <w:t>Hopkins</w:t>
            </w:r>
          </w:p>
        </w:tc>
        <w:tc>
          <w:tcPr>
            <w:tcW w:w="1600" w:type="dxa"/>
            <w:tcBorders>
              <w:top w:val="nil"/>
              <w:left w:val="single" w:sz="6" w:space="0" w:color="auto"/>
              <w:bottom w:val="nil"/>
              <w:right w:val="single" w:sz="6" w:space="0" w:color="auto"/>
            </w:tcBorders>
            <w:hideMark/>
          </w:tcPr>
          <w:p w14:paraId="7E194710" w14:textId="77777777" w:rsidR="00F21DB0" w:rsidRPr="00447B7B" w:rsidRDefault="00F21DB0" w:rsidP="00E44FF8">
            <w:pPr>
              <w:pStyle w:val="tabletext11"/>
            </w:pPr>
            <w:r w:rsidRPr="00447B7B">
              <w:t>Morgan</w:t>
            </w:r>
          </w:p>
        </w:tc>
      </w:tr>
      <w:tr w:rsidR="00F21DB0" w:rsidRPr="00447B7B" w14:paraId="4B40C012" w14:textId="77777777" w:rsidTr="00E44FF8">
        <w:trPr>
          <w:cantSplit/>
          <w:trHeight w:val="190"/>
        </w:trPr>
        <w:tc>
          <w:tcPr>
            <w:tcW w:w="200" w:type="dxa"/>
          </w:tcPr>
          <w:p w14:paraId="5CB13C56" w14:textId="77777777" w:rsidR="00F21DB0" w:rsidRPr="00447B7B" w:rsidRDefault="00F21DB0" w:rsidP="00E44FF8">
            <w:pPr>
              <w:pStyle w:val="tabletext11"/>
            </w:pPr>
          </w:p>
        </w:tc>
        <w:tc>
          <w:tcPr>
            <w:tcW w:w="1600" w:type="dxa"/>
            <w:tcBorders>
              <w:top w:val="nil"/>
              <w:left w:val="single" w:sz="6" w:space="0" w:color="auto"/>
              <w:bottom w:val="nil"/>
              <w:right w:val="nil"/>
            </w:tcBorders>
            <w:hideMark/>
          </w:tcPr>
          <w:p w14:paraId="1664A063" w14:textId="77777777" w:rsidR="00F21DB0" w:rsidRPr="00447B7B" w:rsidRDefault="00F21DB0" w:rsidP="00E44FF8">
            <w:pPr>
              <w:pStyle w:val="tabletext11"/>
            </w:pPr>
            <w:r w:rsidRPr="00447B7B">
              <w:t>Butler</w:t>
            </w:r>
          </w:p>
        </w:tc>
        <w:tc>
          <w:tcPr>
            <w:tcW w:w="1600" w:type="dxa"/>
            <w:tcBorders>
              <w:top w:val="nil"/>
              <w:left w:val="single" w:sz="6" w:space="0" w:color="auto"/>
              <w:bottom w:val="nil"/>
              <w:right w:val="nil"/>
            </w:tcBorders>
            <w:hideMark/>
          </w:tcPr>
          <w:p w14:paraId="2D69B415" w14:textId="77777777" w:rsidR="00F21DB0" w:rsidRPr="00447B7B" w:rsidRDefault="00F21DB0" w:rsidP="00E44FF8">
            <w:pPr>
              <w:pStyle w:val="tabletext11"/>
            </w:pPr>
            <w:r w:rsidRPr="00447B7B">
              <w:t>Jackson</w:t>
            </w:r>
          </w:p>
        </w:tc>
        <w:tc>
          <w:tcPr>
            <w:tcW w:w="1600" w:type="dxa"/>
            <w:tcBorders>
              <w:top w:val="nil"/>
              <w:left w:val="single" w:sz="6" w:space="0" w:color="auto"/>
              <w:bottom w:val="nil"/>
              <w:right w:val="single" w:sz="6" w:space="0" w:color="auto"/>
            </w:tcBorders>
            <w:hideMark/>
          </w:tcPr>
          <w:p w14:paraId="4B2E535C" w14:textId="77777777" w:rsidR="00F21DB0" w:rsidRPr="00447B7B" w:rsidRDefault="00F21DB0" w:rsidP="00E44FF8">
            <w:pPr>
              <w:pStyle w:val="tabletext11"/>
            </w:pPr>
            <w:r w:rsidRPr="00447B7B">
              <w:t>Muhlenberg</w:t>
            </w:r>
          </w:p>
        </w:tc>
      </w:tr>
      <w:tr w:rsidR="00F21DB0" w:rsidRPr="00447B7B" w14:paraId="2316DDC2" w14:textId="77777777" w:rsidTr="00E44FF8">
        <w:trPr>
          <w:cantSplit/>
          <w:trHeight w:val="190"/>
        </w:trPr>
        <w:tc>
          <w:tcPr>
            <w:tcW w:w="200" w:type="dxa"/>
          </w:tcPr>
          <w:p w14:paraId="0E154F9A" w14:textId="77777777" w:rsidR="00F21DB0" w:rsidRPr="00447B7B" w:rsidRDefault="00F21DB0" w:rsidP="00E44FF8">
            <w:pPr>
              <w:pStyle w:val="tabletext11"/>
            </w:pPr>
          </w:p>
        </w:tc>
        <w:tc>
          <w:tcPr>
            <w:tcW w:w="1600" w:type="dxa"/>
            <w:tcBorders>
              <w:top w:val="nil"/>
              <w:left w:val="single" w:sz="6" w:space="0" w:color="auto"/>
              <w:bottom w:val="nil"/>
              <w:right w:val="nil"/>
            </w:tcBorders>
            <w:hideMark/>
          </w:tcPr>
          <w:p w14:paraId="629B9159" w14:textId="77777777" w:rsidR="00F21DB0" w:rsidRPr="00447B7B" w:rsidRDefault="00F21DB0" w:rsidP="00E44FF8">
            <w:pPr>
              <w:pStyle w:val="tabletext11"/>
            </w:pPr>
            <w:r w:rsidRPr="00447B7B">
              <w:t>Carter</w:t>
            </w:r>
          </w:p>
        </w:tc>
        <w:tc>
          <w:tcPr>
            <w:tcW w:w="1600" w:type="dxa"/>
            <w:tcBorders>
              <w:top w:val="nil"/>
              <w:left w:val="single" w:sz="6" w:space="0" w:color="auto"/>
              <w:bottom w:val="nil"/>
              <w:right w:val="nil"/>
            </w:tcBorders>
            <w:hideMark/>
          </w:tcPr>
          <w:p w14:paraId="0523EB56" w14:textId="77777777" w:rsidR="00F21DB0" w:rsidRPr="00447B7B" w:rsidRDefault="00F21DB0" w:rsidP="00E44FF8">
            <w:pPr>
              <w:pStyle w:val="tabletext11"/>
            </w:pPr>
            <w:r w:rsidRPr="00447B7B">
              <w:t>Johnson</w:t>
            </w:r>
          </w:p>
        </w:tc>
        <w:tc>
          <w:tcPr>
            <w:tcW w:w="1600" w:type="dxa"/>
            <w:tcBorders>
              <w:top w:val="nil"/>
              <w:left w:val="single" w:sz="6" w:space="0" w:color="auto"/>
              <w:bottom w:val="nil"/>
              <w:right w:val="single" w:sz="6" w:space="0" w:color="auto"/>
            </w:tcBorders>
            <w:hideMark/>
          </w:tcPr>
          <w:p w14:paraId="4E07FA37" w14:textId="77777777" w:rsidR="00F21DB0" w:rsidRPr="00447B7B" w:rsidRDefault="00F21DB0" w:rsidP="00E44FF8">
            <w:pPr>
              <w:pStyle w:val="tabletext11"/>
            </w:pPr>
            <w:r w:rsidRPr="00447B7B">
              <w:t>Ohio</w:t>
            </w:r>
          </w:p>
        </w:tc>
      </w:tr>
      <w:tr w:rsidR="00F21DB0" w:rsidRPr="00447B7B" w14:paraId="63B49BF2" w14:textId="77777777" w:rsidTr="00E44FF8">
        <w:trPr>
          <w:cantSplit/>
          <w:trHeight w:val="190"/>
        </w:trPr>
        <w:tc>
          <w:tcPr>
            <w:tcW w:w="200" w:type="dxa"/>
          </w:tcPr>
          <w:p w14:paraId="3F4623C8" w14:textId="77777777" w:rsidR="00F21DB0" w:rsidRPr="00447B7B" w:rsidRDefault="00F21DB0" w:rsidP="00E44FF8">
            <w:pPr>
              <w:pStyle w:val="tabletext11"/>
            </w:pPr>
          </w:p>
        </w:tc>
        <w:tc>
          <w:tcPr>
            <w:tcW w:w="1600" w:type="dxa"/>
            <w:tcBorders>
              <w:top w:val="nil"/>
              <w:left w:val="single" w:sz="6" w:space="0" w:color="auto"/>
              <w:bottom w:val="nil"/>
              <w:right w:val="nil"/>
            </w:tcBorders>
            <w:hideMark/>
          </w:tcPr>
          <w:p w14:paraId="00D7945D" w14:textId="77777777" w:rsidR="00F21DB0" w:rsidRPr="00447B7B" w:rsidRDefault="00F21DB0" w:rsidP="00E44FF8">
            <w:pPr>
              <w:pStyle w:val="tabletext11"/>
            </w:pPr>
            <w:r w:rsidRPr="00447B7B">
              <w:t>Christian</w:t>
            </w:r>
          </w:p>
        </w:tc>
        <w:tc>
          <w:tcPr>
            <w:tcW w:w="1600" w:type="dxa"/>
            <w:tcBorders>
              <w:top w:val="nil"/>
              <w:left w:val="single" w:sz="6" w:space="0" w:color="auto"/>
              <w:bottom w:val="nil"/>
              <w:right w:val="nil"/>
            </w:tcBorders>
            <w:hideMark/>
          </w:tcPr>
          <w:p w14:paraId="69636C0E" w14:textId="77777777" w:rsidR="00F21DB0" w:rsidRPr="00447B7B" w:rsidRDefault="00F21DB0" w:rsidP="00E44FF8">
            <w:pPr>
              <w:pStyle w:val="tabletext11"/>
            </w:pPr>
            <w:r w:rsidRPr="00447B7B">
              <w:t>Knott</w:t>
            </w:r>
          </w:p>
        </w:tc>
        <w:tc>
          <w:tcPr>
            <w:tcW w:w="1600" w:type="dxa"/>
            <w:tcBorders>
              <w:top w:val="nil"/>
              <w:left w:val="single" w:sz="6" w:space="0" w:color="auto"/>
              <w:bottom w:val="nil"/>
              <w:right w:val="single" w:sz="6" w:space="0" w:color="auto"/>
            </w:tcBorders>
            <w:hideMark/>
          </w:tcPr>
          <w:p w14:paraId="26353EBD" w14:textId="77777777" w:rsidR="00F21DB0" w:rsidRPr="00447B7B" w:rsidRDefault="00F21DB0" w:rsidP="00E44FF8">
            <w:pPr>
              <w:pStyle w:val="tabletext11"/>
            </w:pPr>
            <w:r w:rsidRPr="00447B7B">
              <w:t>Owsley</w:t>
            </w:r>
          </w:p>
        </w:tc>
      </w:tr>
      <w:tr w:rsidR="00F21DB0" w:rsidRPr="00447B7B" w14:paraId="117E8AAB" w14:textId="77777777" w:rsidTr="00E44FF8">
        <w:trPr>
          <w:cantSplit/>
          <w:trHeight w:val="190"/>
        </w:trPr>
        <w:tc>
          <w:tcPr>
            <w:tcW w:w="200" w:type="dxa"/>
          </w:tcPr>
          <w:p w14:paraId="22CF711A" w14:textId="77777777" w:rsidR="00F21DB0" w:rsidRPr="00447B7B" w:rsidRDefault="00F21DB0" w:rsidP="00E44FF8">
            <w:pPr>
              <w:pStyle w:val="tabletext11"/>
            </w:pPr>
          </w:p>
        </w:tc>
        <w:tc>
          <w:tcPr>
            <w:tcW w:w="1600" w:type="dxa"/>
            <w:tcBorders>
              <w:top w:val="nil"/>
              <w:left w:val="single" w:sz="6" w:space="0" w:color="auto"/>
              <w:bottom w:val="nil"/>
              <w:right w:val="nil"/>
            </w:tcBorders>
            <w:hideMark/>
          </w:tcPr>
          <w:p w14:paraId="0B32B24A" w14:textId="77777777" w:rsidR="00F21DB0" w:rsidRPr="00447B7B" w:rsidRDefault="00F21DB0" w:rsidP="00E44FF8">
            <w:pPr>
              <w:pStyle w:val="tabletext11"/>
            </w:pPr>
            <w:r w:rsidRPr="00447B7B">
              <w:t>Clay</w:t>
            </w:r>
          </w:p>
        </w:tc>
        <w:tc>
          <w:tcPr>
            <w:tcW w:w="1600" w:type="dxa"/>
            <w:tcBorders>
              <w:top w:val="nil"/>
              <w:left w:val="single" w:sz="6" w:space="0" w:color="auto"/>
              <w:bottom w:val="nil"/>
              <w:right w:val="nil"/>
            </w:tcBorders>
            <w:hideMark/>
          </w:tcPr>
          <w:p w14:paraId="32EE6B12" w14:textId="77777777" w:rsidR="00F21DB0" w:rsidRPr="00447B7B" w:rsidRDefault="00F21DB0" w:rsidP="00E44FF8">
            <w:pPr>
              <w:pStyle w:val="tabletext11"/>
            </w:pPr>
            <w:r w:rsidRPr="00447B7B">
              <w:t>Knox</w:t>
            </w:r>
          </w:p>
        </w:tc>
        <w:tc>
          <w:tcPr>
            <w:tcW w:w="1600" w:type="dxa"/>
            <w:tcBorders>
              <w:top w:val="nil"/>
              <w:left w:val="single" w:sz="6" w:space="0" w:color="auto"/>
              <w:bottom w:val="nil"/>
              <w:right w:val="single" w:sz="6" w:space="0" w:color="auto"/>
            </w:tcBorders>
            <w:hideMark/>
          </w:tcPr>
          <w:p w14:paraId="7F8E4F20" w14:textId="77777777" w:rsidR="00F21DB0" w:rsidRPr="00447B7B" w:rsidRDefault="00F21DB0" w:rsidP="00E44FF8">
            <w:pPr>
              <w:pStyle w:val="tabletext11"/>
            </w:pPr>
            <w:r w:rsidRPr="00447B7B">
              <w:t>Perry</w:t>
            </w:r>
          </w:p>
        </w:tc>
      </w:tr>
      <w:tr w:rsidR="00F21DB0" w:rsidRPr="00447B7B" w14:paraId="32713202" w14:textId="77777777" w:rsidTr="00E44FF8">
        <w:trPr>
          <w:cantSplit/>
          <w:trHeight w:val="190"/>
        </w:trPr>
        <w:tc>
          <w:tcPr>
            <w:tcW w:w="200" w:type="dxa"/>
          </w:tcPr>
          <w:p w14:paraId="3E9A8854" w14:textId="77777777" w:rsidR="00F21DB0" w:rsidRPr="00447B7B" w:rsidRDefault="00F21DB0" w:rsidP="00E44FF8">
            <w:pPr>
              <w:pStyle w:val="tabletext11"/>
            </w:pPr>
          </w:p>
        </w:tc>
        <w:tc>
          <w:tcPr>
            <w:tcW w:w="1600" w:type="dxa"/>
            <w:tcBorders>
              <w:top w:val="nil"/>
              <w:left w:val="single" w:sz="6" w:space="0" w:color="auto"/>
              <w:bottom w:val="nil"/>
              <w:right w:val="nil"/>
            </w:tcBorders>
            <w:hideMark/>
          </w:tcPr>
          <w:p w14:paraId="496CDFEC" w14:textId="77777777" w:rsidR="00F21DB0" w:rsidRPr="00447B7B" w:rsidRDefault="00F21DB0" w:rsidP="00E44FF8">
            <w:pPr>
              <w:pStyle w:val="tabletext11"/>
            </w:pPr>
            <w:r w:rsidRPr="00447B7B">
              <w:t>Daviess</w:t>
            </w:r>
          </w:p>
        </w:tc>
        <w:tc>
          <w:tcPr>
            <w:tcW w:w="1600" w:type="dxa"/>
            <w:tcBorders>
              <w:top w:val="nil"/>
              <w:left w:val="single" w:sz="6" w:space="0" w:color="auto"/>
              <w:bottom w:val="nil"/>
              <w:right w:val="nil"/>
            </w:tcBorders>
            <w:hideMark/>
          </w:tcPr>
          <w:p w14:paraId="70D73FAA" w14:textId="77777777" w:rsidR="00F21DB0" w:rsidRPr="00447B7B" w:rsidRDefault="00F21DB0" w:rsidP="00E44FF8">
            <w:pPr>
              <w:pStyle w:val="tabletext11"/>
            </w:pPr>
            <w:r w:rsidRPr="00447B7B">
              <w:t>Laurel</w:t>
            </w:r>
          </w:p>
        </w:tc>
        <w:tc>
          <w:tcPr>
            <w:tcW w:w="1600" w:type="dxa"/>
            <w:tcBorders>
              <w:top w:val="nil"/>
              <w:left w:val="single" w:sz="6" w:space="0" w:color="auto"/>
              <w:bottom w:val="nil"/>
              <w:right w:val="single" w:sz="6" w:space="0" w:color="auto"/>
            </w:tcBorders>
            <w:hideMark/>
          </w:tcPr>
          <w:p w14:paraId="0CB26249" w14:textId="77777777" w:rsidR="00F21DB0" w:rsidRPr="00447B7B" w:rsidRDefault="00F21DB0" w:rsidP="00E44FF8">
            <w:pPr>
              <w:pStyle w:val="tabletext11"/>
            </w:pPr>
            <w:r w:rsidRPr="00447B7B">
              <w:t>Union</w:t>
            </w:r>
          </w:p>
        </w:tc>
      </w:tr>
      <w:tr w:rsidR="00F21DB0" w:rsidRPr="00447B7B" w14:paraId="5C21CD0C" w14:textId="77777777" w:rsidTr="00E44FF8">
        <w:trPr>
          <w:cantSplit/>
          <w:trHeight w:val="190"/>
        </w:trPr>
        <w:tc>
          <w:tcPr>
            <w:tcW w:w="200" w:type="dxa"/>
          </w:tcPr>
          <w:p w14:paraId="3B984600" w14:textId="77777777" w:rsidR="00F21DB0" w:rsidRPr="00447B7B" w:rsidRDefault="00F21DB0" w:rsidP="00E44FF8">
            <w:pPr>
              <w:pStyle w:val="tabletext11"/>
            </w:pPr>
          </w:p>
        </w:tc>
        <w:tc>
          <w:tcPr>
            <w:tcW w:w="1600" w:type="dxa"/>
            <w:tcBorders>
              <w:top w:val="nil"/>
              <w:left w:val="single" w:sz="6" w:space="0" w:color="auto"/>
              <w:bottom w:val="nil"/>
              <w:right w:val="nil"/>
            </w:tcBorders>
            <w:hideMark/>
          </w:tcPr>
          <w:p w14:paraId="5BC24E95" w14:textId="77777777" w:rsidR="00F21DB0" w:rsidRPr="00447B7B" w:rsidRDefault="00F21DB0" w:rsidP="00E44FF8">
            <w:pPr>
              <w:pStyle w:val="tabletext11"/>
            </w:pPr>
            <w:r w:rsidRPr="00447B7B">
              <w:t>Edmonson</w:t>
            </w:r>
          </w:p>
        </w:tc>
        <w:tc>
          <w:tcPr>
            <w:tcW w:w="1600" w:type="dxa"/>
            <w:tcBorders>
              <w:top w:val="nil"/>
              <w:left w:val="single" w:sz="6" w:space="0" w:color="auto"/>
              <w:bottom w:val="nil"/>
              <w:right w:val="nil"/>
            </w:tcBorders>
            <w:hideMark/>
          </w:tcPr>
          <w:p w14:paraId="484D8923" w14:textId="77777777" w:rsidR="00F21DB0" w:rsidRPr="00447B7B" w:rsidRDefault="00F21DB0" w:rsidP="00E44FF8">
            <w:pPr>
              <w:pStyle w:val="tabletext11"/>
            </w:pPr>
            <w:r w:rsidRPr="00447B7B">
              <w:t>Lawrence</w:t>
            </w:r>
          </w:p>
        </w:tc>
        <w:tc>
          <w:tcPr>
            <w:tcW w:w="1600" w:type="dxa"/>
            <w:tcBorders>
              <w:top w:val="nil"/>
              <w:left w:val="single" w:sz="6" w:space="0" w:color="auto"/>
              <w:bottom w:val="nil"/>
              <w:right w:val="single" w:sz="6" w:space="0" w:color="auto"/>
            </w:tcBorders>
            <w:hideMark/>
          </w:tcPr>
          <w:p w14:paraId="6192E9D7" w14:textId="77777777" w:rsidR="00F21DB0" w:rsidRPr="00447B7B" w:rsidRDefault="00F21DB0" w:rsidP="00E44FF8">
            <w:pPr>
              <w:pStyle w:val="tabletext11"/>
            </w:pPr>
            <w:r w:rsidRPr="00447B7B">
              <w:t>Webster</w:t>
            </w:r>
          </w:p>
        </w:tc>
      </w:tr>
      <w:tr w:rsidR="00F21DB0" w:rsidRPr="00447B7B" w14:paraId="233F2472" w14:textId="77777777" w:rsidTr="00E44FF8">
        <w:trPr>
          <w:cantSplit/>
          <w:trHeight w:val="190"/>
        </w:trPr>
        <w:tc>
          <w:tcPr>
            <w:tcW w:w="200" w:type="dxa"/>
          </w:tcPr>
          <w:p w14:paraId="17C42D70" w14:textId="77777777" w:rsidR="00F21DB0" w:rsidRPr="00447B7B" w:rsidRDefault="00F21DB0" w:rsidP="00E44FF8">
            <w:pPr>
              <w:pStyle w:val="tabletext11"/>
            </w:pPr>
          </w:p>
        </w:tc>
        <w:tc>
          <w:tcPr>
            <w:tcW w:w="1600" w:type="dxa"/>
            <w:tcBorders>
              <w:top w:val="nil"/>
              <w:left w:val="single" w:sz="6" w:space="0" w:color="auto"/>
              <w:bottom w:val="nil"/>
              <w:right w:val="nil"/>
            </w:tcBorders>
            <w:hideMark/>
          </w:tcPr>
          <w:p w14:paraId="5C0FE0A0" w14:textId="77777777" w:rsidR="00F21DB0" w:rsidRPr="00447B7B" w:rsidRDefault="00F21DB0" w:rsidP="00E44FF8">
            <w:pPr>
              <w:pStyle w:val="tabletext11"/>
            </w:pPr>
            <w:r w:rsidRPr="00447B7B">
              <w:t>Elliott</w:t>
            </w:r>
          </w:p>
        </w:tc>
        <w:tc>
          <w:tcPr>
            <w:tcW w:w="1600" w:type="dxa"/>
            <w:tcBorders>
              <w:top w:val="nil"/>
              <w:left w:val="single" w:sz="6" w:space="0" w:color="auto"/>
              <w:bottom w:val="nil"/>
              <w:right w:val="nil"/>
            </w:tcBorders>
            <w:hideMark/>
          </w:tcPr>
          <w:p w14:paraId="68294A24" w14:textId="77777777" w:rsidR="00F21DB0" w:rsidRPr="00447B7B" w:rsidRDefault="00F21DB0" w:rsidP="00E44FF8">
            <w:pPr>
              <w:pStyle w:val="tabletext11"/>
            </w:pPr>
            <w:r w:rsidRPr="00447B7B">
              <w:t>Lee</w:t>
            </w:r>
          </w:p>
        </w:tc>
        <w:tc>
          <w:tcPr>
            <w:tcW w:w="1600" w:type="dxa"/>
            <w:tcBorders>
              <w:top w:val="nil"/>
              <w:left w:val="single" w:sz="6" w:space="0" w:color="auto"/>
              <w:bottom w:val="nil"/>
              <w:right w:val="single" w:sz="6" w:space="0" w:color="auto"/>
            </w:tcBorders>
            <w:hideMark/>
          </w:tcPr>
          <w:p w14:paraId="130E3620" w14:textId="77777777" w:rsidR="00F21DB0" w:rsidRPr="00447B7B" w:rsidRDefault="00F21DB0" w:rsidP="00E44FF8">
            <w:pPr>
              <w:pStyle w:val="tabletext11"/>
            </w:pPr>
            <w:r w:rsidRPr="00447B7B">
              <w:t>Whitley</w:t>
            </w:r>
          </w:p>
        </w:tc>
      </w:tr>
      <w:tr w:rsidR="00F21DB0" w:rsidRPr="00447B7B" w14:paraId="70FA9AE7" w14:textId="77777777" w:rsidTr="00E44FF8">
        <w:trPr>
          <w:cantSplit/>
          <w:trHeight w:val="190"/>
        </w:trPr>
        <w:tc>
          <w:tcPr>
            <w:tcW w:w="200" w:type="dxa"/>
          </w:tcPr>
          <w:p w14:paraId="4865F371" w14:textId="77777777" w:rsidR="00F21DB0" w:rsidRPr="00447B7B" w:rsidRDefault="00F21DB0" w:rsidP="00E44FF8">
            <w:pPr>
              <w:pStyle w:val="tabletext11"/>
            </w:pPr>
          </w:p>
        </w:tc>
        <w:tc>
          <w:tcPr>
            <w:tcW w:w="1600" w:type="dxa"/>
            <w:tcBorders>
              <w:top w:val="nil"/>
              <w:left w:val="single" w:sz="6" w:space="0" w:color="auto"/>
              <w:bottom w:val="nil"/>
              <w:right w:val="nil"/>
            </w:tcBorders>
            <w:hideMark/>
          </w:tcPr>
          <w:p w14:paraId="0A392194" w14:textId="77777777" w:rsidR="00F21DB0" w:rsidRPr="00447B7B" w:rsidRDefault="00F21DB0" w:rsidP="00E44FF8">
            <w:pPr>
              <w:pStyle w:val="tabletext11"/>
            </w:pPr>
            <w:r w:rsidRPr="00447B7B">
              <w:t>Floyd</w:t>
            </w:r>
          </w:p>
        </w:tc>
        <w:tc>
          <w:tcPr>
            <w:tcW w:w="1600" w:type="dxa"/>
            <w:tcBorders>
              <w:top w:val="nil"/>
              <w:left w:val="single" w:sz="6" w:space="0" w:color="auto"/>
              <w:bottom w:val="nil"/>
              <w:right w:val="nil"/>
            </w:tcBorders>
            <w:hideMark/>
          </w:tcPr>
          <w:p w14:paraId="4CC9D0FB" w14:textId="77777777" w:rsidR="00F21DB0" w:rsidRPr="00447B7B" w:rsidRDefault="00F21DB0" w:rsidP="00E44FF8">
            <w:pPr>
              <w:pStyle w:val="tabletext11"/>
            </w:pPr>
            <w:r w:rsidRPr="00447B7B">
              <w:t>Leslie</w:t>
            </w:r>
          </w:p>
        </w:tc>
        <w:tc>
          <w:tcPr>
            <w:tcW w:w="1600" w:type="dxa"/>
            <w:tcBorders>
              <w:top w:val="nil"/>
              <w:left w:val="single" w:sz="6" w:space="0" w:color="auto"/>
              <w:bottom w:val="nil"/>
              <w:right w:val="single" w:sz="6" w:space="0" w:color="auto"/>
            </w:tcBorders>
            <w:hideMark/>
          </w:tcPr>
          <w:p w14:paraId="7562F915" w14:textId="77777777" w:rsidR="00F21DB0" w:rsidRPr="00447B7B" w:rsidRDefault="00F21DB0" w:rsidP="00E44FF8">
            <w:pPr>
              <w:pStyle w:val="tabletext11"/>
            </w:pPr>
            <w:r w:rsidRPr="00447B7B">
              <w:t>Wolfe</w:t>
            </w:r>
          </w:p>
        </w:tc>
      </w:tr>
      <w:tr w:rsidR="00F21DB0" w:rsidRPr="00447B7B" w14:paraId="1C8A4B62" w14:textId="77777777" w:rsidTr="00E44FF8">
        <w:trPr>
          <w:cantSplit/>
          <w:trHeight w:val="190"/>
        </w:trPr>
        <w:tc>
          <w:tcPr>
            <w:tcW w:w="200" w:type="dxa"/>
          </w:tcPr>
          <w:p w14:paraId="59158EEC" w14:textId="77777777" w:rsidR="00F21DB0" w:rsidRPr="00447B7B" w:rsidRDefault="00F21DB0" w:rsidP="00E44FF8">
            <w:pPr>
              <w:pStyle w:val="tabletext11"/>
            </w:pPr>
          </w:p>
        </w:tc>
        <w:tc>
          <w:tcPr>
            <w:tcW w:w="1600" w:type="dxa"/>
            <w:tcBorders>
              <w:top w:val="nil"/>
              <w:left w:val="single" w:sz="6" w:space="0" w:color="auto"/>
              <w:right w:val="nil"/>
            </w:tcBorders>
            <w:hideMark/>
          </w:tcPr>
          <w:p w14:paraId="2B18C914" w14:textId="77777777" w:rsidR="00F21DB0" w:rsidRPr="00447B7B" w:rsidRDefault="00F21DB0" w:rsidP="00E44FF8">
            <w:pPr>
              <w:pStyle w:val="tabletext11"/>
            </w:pPr>
            <w:r w:rsidRPr="00447B7B">
              <w:t>Greenup</w:t>
            </w:r>
          </w:p>
        </w:tc>
        <w:tc>
          <w:tcPr>
            <w:tcW w:w="1600" w:type="dxa"/>
            <w:tcBorders>
              <w:top w:val="nil"/>
              <w:left w:val="single" w:sz="6" w:space="0" w:color="auto"/>
              <w:right w:val="nil"/>
            </w:tcBorders>
            <w:hideMark/>
          </w:tcPr>
          <w:p w14:paraId="70E6D9D5" w14:textId="77777777" w:rsidR="00F21DB0" w:rsidRPr="00447B7B" w:rsidRDefault="00F21DB0" w:rsidP="00E44FF8">
            <w:pPr>
              <w:pStyle w:val="tabletext11"/>
            </w:pPr>
            <w:r w:rsidRPr="00447B7B">
              <w:t>Letcher</w:t>
            </w:r>
          </w:p>
        </w:tc>
        <w:tc>
          <w:tcPr>
            <w:tcW w:w="1600" w:type="dxa"/>
            <w:tcBorders>
              <w:top w:val="nil"/>
              <w:left w:val="single" w:sz="6" w:space="0" w:color="auto"/>
              <w:right w:val="single" w:sz="6" w:space="0" w:color="auto"/>
            </w:tcBorders>
            <w:hideMark/>
          </w:tcPr>
          <w:p w14:paraId="633FAADA" w14:textId="77777777" w:rsidR="00F21DB0" w:rsidRPr="00447B7B" w:rsidRDefault="00F21DB0" w:rsidP="00E44FF8">
            <w:pPr>
              <w:pStyle w:val="tabletext11"/>
            </w:pPr>
          </w:p>
        </w:tc>
      </w:tr>
      <w:tr w:rsidR="00F21DB0" w:rsidRPr="00447B7B" w14:paraId="4F8E28FE" w14:textId="77777777" w:rsidTr="00E44FF8">
        <w:trPr>
          <w:cantSplit/>
          <w:trHeight w:val="190"/>
        </w:trPr>
        <w:tc>
          <w:tcPr>
            <w:tcW w:w="200" w:type="dxa"/>
          </w:tcPr>
          <w:p w14:paraId="007AAE72" w14:textId="77777777" w:rsidR="00F21DB0" w:rsidRPr="00447B7B" w:rsidRDefault="00F21DB0" w:rsidP="00E44FF8">
            <w:pPr>
              <w:pStyle w:val="tabletext11"/>
            </w:pPr>
          </w:p>
        </w:tc>
        <w:tc>
          <w:tcPr>
            <w:tcW w:w="1600" w:type="dxa"/>
            <w:tcBorders>
              <w:top w:val="nil"/>
              <w:left w:val="single" w:sz="6" w:space="0" w:color="auto"/>
              <w:bottom w:val="single" w:sz="6" w:space="0" w:color="auto"/>
              <w:right w:val="nil"/>
            </w:tcBorders>
            <w:hideMark/>
          </w:tcPr>
          <w:p w14:paraId="7D82F598" w14:textId="77777777" w:rsidR="00F21DB0" w:rsidRPr="00447B7B" w:rsidRDefault="00F21DB0" w:rsidP="00E44FF8">
            <w:pPr>
              <w:pStyle w:val="tabletext11"/>
            </w:pPr>
            <w:r w:rsidRPr="00447B7B">
              <w:t>Hancock</w:t>
            </w:r>
          </w:p>
        </w:tc>
        <w:tc>
          <w:tcPr>
            <w:tcW w:w="1600" w:type="dxa"/>
            <w:tcBorders>
              <w:top w:val="nil"/>
              <w:left w:val="single" w:sz="6" w:space="0" w:color="auto"/>
              <w:bottom w:val="single" w:sz="6" w:space="0" w:color="auto"/>
              <w:right w:val="nil"/>
            </w:tcBorders>
            <w:hideMark/>
          </w:tcPr>
          <w:p w14:paraId="2414D28A" w14:textId="77777777" w:rsidR="00F21DB0" w:rsidRPr="00447B7B" w:rsidRDefault="00F21DB0" w:rsidP="00E44FF8">
            <w:pPr>
              <w:pStyle w:val="tabletext11"/>
            </w:pPr>
            <w:r w:rsidRPr="00447B7B">
              <w:t>McCreary</w:t>
            </w:r>
          </w:p>
        </w:tc>
        <w:tc>
          <w:tcPr>
            <w:tcW w:w="1600" w:type="dxa"/>
            <w:tcBorders>
              <w:top w:val="nil"/>
              <w:left w:val="single" w:sz="6" w:space="0" w:color="auto"/>
              <w:bottom w:val="single" w:sz="6" w:space="0" w:color="auto"/>
              <w:right w:val="single" w:sz="6" w:space="0" w:color="auto"/>
            </w:tcBorders>
            <w:hideMark/>
          </w:tcPr>
          <w:p w14:paraId="4DDDC2FC" w14:textId="77777777" w:rsidR="00F21DB0" w:rsidRPr="00447B7B" w:rsidRDefault="00F21DB0" w:rsidP="00E44FF8">
            <w:pPr>
              <w:pStyle w:val="tabletext11"/>
            </w:pPr>
          </w:p>
        </w:tc>
      </w:tr>
    </w:tbl>
    <w:p w14:paraId="1BC7843F" w14:textId="77777777" w:rsidR="00F21DB0" w:rsidRPr="00447B7B" w:rsidRDefault="00F21DB0" w:rsidP="00F21DB0">
      <w:pPr>
        <w:pStyle w:val="tablecaption"/>
      </w:pPr>
      <w:r w:rsidRPr="00447B7B">
        <w:t>Table A1.D.3.a. Counties Subject To Mandatory Offer</w:t>
      </w:r>
    </w:p>
    <w:p w14:paraId="502934E9" w14:textId="77777777" w:rsidR="00F21DB0" w:rsidRPr="00447B7B" w:rsidRDefault="00F21DB0" w:rsidP="00F21DB0">
      <w:pPr>
        <w:pStyle w:val="isonormal"/>
      </w:pPr>
    </w:p>
    <w:p w14:paraId="57DFA82F" w14:textId="77777777" w:rsidR="00F21DB0" w:rsidRPr="00447B7B" w:rsidRDefault="00F21DB0" w:rsidP="00F21DB0">
      <w:pPr>
        <w:pStyle w:val="outlinetxt4"/>
      </w:pPr>
      <w:r w:rsidRPr="00447B7B">
        <w:tab/>
      </w:r>
      <w:r w:rsidRPr="00447B7B">
        <w:rPr>
          <w:b/>
        </w:rPr>
        <w:t>b.</w:t>
      </w:r>
      <w:r w:rsidRPr="00447B7B">
        <w:rPr>
          <w:b/>
        </w:rPr>
        <w:tab/>
      </w:r>
      <w:r w:rsidRPr="00447B7B">
        <w:t>Companies are not precluded from offering coverage in excess of $500,000.</w:t>
      </w:r>
    </w:p>
    <w:p w14:paraId="3A43EF3D" w14:textId="77777777" w:rsidR="00F21DB0" w:rsidRPr="00447B7B" w:rsidRDefault="00F21DB0" w:rsidP="00F21DB0">
      <w:pPr>
        <w:pStyle w:val="outlinehd2"/>
      </w:pPr>
      <w:r w:rsidRPr="00447B7B">
        <w:tab/>
        <w:t>E.</w:t>
      </w:r>
      <w:r w:rsidRPr="00447B7B">
        <w:tab/>
        <w:t>Premiums</w:t>
      </w:r>
    </w:p>
    <w:p w14:paraId="5B3DBAAB" w14:textId="77777777" w:rsidR="00F21DB0" w:rsidRPr="00447B7B" w:rsidDel="00710DC6" w:rsidRDefault="00F21DB0" w:rsidP="00F21DB0">
      <w:pPr>
        <w:pStyle w:val="blocktext3"/>
        <w:rPr>
          <w:ins w:id="1569" w:author="Author"/>
          <w:del w:id="1570" w:author="Author"/>
        </w:rPr>
      </w:pPr>
      <w:del w:id="1571" w:author="Author">
        <w:r w:rsidRPr="00447B7B" w:rsidDel="00710DC6">
          <w:delText>Refer to company.</w:delText>
        </w:r>
      </w:del>
    </w:p>
    <w:p w14:paraId="6A2F2535" w14:textId="77777777" w:rsidR="00F21DB0" w:rsidRPr="00447B7B" w:rsidRDefault="00F21DB0" w:rsidP="00F21DB0">
      <w:pPr>
        <w:pStyle w:val="outlinetxt3"/>
        <w:rPr>
          <w:ins w:id="1572" w:author="Author"/>
        </w:rPr>
      </w:pPr>
      <w:ins w:id="1573" w:author="Author">
        <w:r w:rsidRPr="00447B7B">
          <w:rPr>
            <w:b/>
            <w:bCs/>
          </w:rPr>
          <w:tab/>
        </w:r>
        <w:r w:rsidRPr="00F21DB0">
          <w:rPr>
            <w:b/>
            <w:bCs/>
            <w:rPrChange w:id="1574" w:author="Author">
              <w:rPr/>
            </w:rPrChange>
          </w:rPr>
          <w:t>1.</w:t>
        </w:r>
        <w:r w:rsidRPr="00447B7B">
          <w:tab/>
          <w:t>The annual premiums per structure are as follows:</w:t>
        </w:r>
      </w:ins>
    </w:p>
    <w:p w14:paraId="2DB36275" w14:textId="77777777" w:rsidR="00F21DB0" w:rsidRPr="00447B7B" w:rsidRDefault="00F21DB0" w:rsidP="00F21DB0">
      <w:pPr>
        <w:pStyle w:val="space4"/>
        <w:rPr>
          <w:ins w:id="15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00"/>
        <w:gridCol w:w="2100"/>
        <w:gridCol w:w="400"/>
        <w:gridCol w:w="910"/>
        <w:gridCol w:w="200"/>
        <w:gridCol w:w="100"/>
        <w:gridCol w:w="790"/>
      </w:tblGrid>
      <w:tr w:rsidR="00F21DB0" w:rsidRPr="00447B7B" w14:paraId="09420754" w14:textId="77777777" w:rsidTr="00E44FF8">
        <w:trPr>
          <w:cantSplit/>
          <w:trHeight w:val="190"/>
          <w:ins w:id="1576" w:author="Author"/>
        </w:trPr>
        <w:tc>
          <w:tcPr>
            <w:tcW w:w="200" w:type="dxa"/>
          </w:tcPr>
          <w:p w14:paraId="55D4F42D" w14:textId="77777777" w:rsidR="00F21DB0" w:rsidRPr="00447B7B" w:rsidRDefault="00F21DB0" w:rsidP="00E44FF8">
            <w:pPr>
              <w:pStyle w:val="tablehead"/>
              <w:rPr>
                <w:ins w:id="1577" w:author="Author"/>
              </w:rPr>
            </w:pPr>
            <w:ins w:id="1578" w:author="Author">
              <w:r w:rsidRPr="00447B7B">
                <w:lastRenderedPageBreak/>
                <w:br/>
              </w:r>
              <w:r w:rsidRPr="00447B7B">
                <w:br/>
              </w:r>
              <w:r w:rsidRPr="00447B7B">
                <w:br/>
              </w:r>
            </w:ins>
          </w:p>
        </w:tc>
        <w:tc>
          <w:tcPr>
            <w:tcW w:w="2400" w:type="dxa"/>
            <w:gridSpan w:val="2"/>
            <w:tcBorders>
              <w:top w:val="single" w:sz="6" w:space="0" w:color="auto"/>
              <w:left w:val="single" w:sz="6" w:space="0" w:color="auto"/>
              <w:bottom w:val="single" w:sz="6" w:space="0" w:color="auto"/>
              <w:right w:val="single" w:sz="6" w:space="0" w:color="auto"/>
            </w:tcBorders>
          </w:tcPr>
          <w:p w14:paraId="65A83BBC" w14:textId="77777777" w:rsidR="00F21DB0" w:rsidRPr="00447B7B" w:rsidRDefault="00F21DB0" w:rsidP="00E44FF8">
            <w:pPr>
              <w:pStyle w:val="tablehead"/>
              <w:rPr>
                <w:ins w:id="1579" w:author="Author"/>
              </w:rPr>
            </w:pPr>
            <w:ins w:id="1580" w:author="Author">
              <w:r w:rsidRPr="00447B7B">
                <w:br/>
              </w:r>
            </w:ins>
            <w:r w:rsidRPr="00447B7B">
              <w:br/>
            </w:r>
            <w:r w:rsidRPr="00447B7B">
              <w:br/>
            </w:r>
            <w:ins w:id="1581" w:author="Author">
              <w:r w:rsidRPr="00447B7B">
                <w:t>First</w:t>
              </w:r>
            </w:ins>
          </w:p>
        </w:tc>
        <w:tc>
          <w:tcPr>
            <w:tcW w:w="1310" w:type="dxa"/>
            <w:gridSpan w:val="2"/>
            <w:tcBorders>
              <w:top w:val="single" w:sz="6" w:space="0" w:color="auto"/>
              <w:left w:val="single" w:sz="6" w:space="0" w:color="auto"/>
              <w:bottom w:val="single" w:sz="6" w:space="0" w:color="auto"/>
              <w:right w:val="single" w:sz="6" w:space="0" w:color="auto"/>
            </w:tcBorders>
          </w:tcPr>
          <w:p w14:paraId="02088FE4" w14:textId="77777777" w:rsidR="00F21DB0" w:rsidRPr="00447B7B" w:rsidRDefault="00F21DB0" w:rsidP="00E44FF8">
            <w:pPr>
              <w:pStyle w:val="tablehead"/>
              <w:rPr>
                <w:ins w:id="1582" w:author="Author"/>
              </w:rPr>
            </w:pPr>
            <w:ins w:id="1583" w:author="Author">
              <w:r w:rsidRPr="00447B7B">
                <w:br/>
              </w:r>
            </w:ins>
            <w:r w:rsidRPr="00447B7B">
              <w:br/>
            </w:r>
            <w:ins w:id="1584" w:author="Author">
              <w:r w:rsidRPr="00447B7B">
                <w:t>Dwelling</w:t>
              </w:r>
              <w:r w:rsidRPr="00447B7B">
                <w:br/>
                <w:t>Structure</w:t>
              </w:r>
            </w:ins>
          </w:p>
        </w:tc>
        <w:tc>
          <w:tcPr>
            <w:tcW w:w="1090" w:type="dxa"/>
            <w:gridSpan w:val="3"/>
            <w:tcBorders>
              <w:top w:val="single" w:sz="6" w:space="0" w:color="auto"/>
              <w:left w:val="single" w:sz="6" w:space="0" w:color="auto"/>
              <w:bottom w:val="single" w:sz="6" w:space="0" w:color="auto"/>
              <w:right w:val="single" w:sz="6" w:space="0" w:color="auto"/>
            </w:tcBorders>
          </w:tcPr>
          <w:p w14:paraId="1D84C338" w14:textId="77777777" w:rsidR="00F21DB0" w:rsidRPr="00447B7B" w:rsidRDefault="00F21DB0" w:rsidP="00E44FF8">
            <w:pPr>
              <w:pStyle w:val="tablehead"/>
              <w:rPr>
                <w:ins w:id="1585" w:author="Author"/>
              </w:rPr>
            </w:pPr>
            <w:r w:rsidRPr="00447B7B">
              <w:br/>
            </w:r>
            <w:ins w:id="1586" w:author="Author">
              <w:r w:rsidRPr="00447B7B">
                <w:t>Non-dwelling</w:t>
              </w:r>
              <w:r w:rsidRPr="00447B7B">
                <w:br/>
                <w:t>Structure</w:t>
              </w:r>
            </w:ins>
          </w:p>
        </w:tc>
      </w:tr>
      <w:tr w:rsidR="00F21DB0" w:rsidRPr="00447B7B" w14:paraId="06BF9C77" w14:textId="77777777" w:rsidTr="00E44FF8">
        <w:trPr>
          <w:cantSplit/>
          <w:trHeight w:val="190"/>
          <w:ins w:id="1587" w:author="Author"/>
        </w:trPr>
        <w:tc>
          <w:tcPr>
            <w:tcW w:w="200" w:type="dxa"/>
          </w:tcPr>
          <w:p w14:paraId="451FCCAD" w14:textId="77777777" w:rsidR="00F21DB0" w:rsidRPr="00447B7B" w:rsidRDefault="00F21DB0" w:rsidP="00E44FF8">
            <w:pPr>
              <w:pStyle w:val="tabletext11"/>
              <w:rPr>
                <w:ins w:id="1588" w:author="Author"/>
              </w:rPr>
            </w:pPr>
          </w:p>
        </w:tc>
        <w:tc>
          <w:tcPr>
            <w:tcW w:w="300" w:type="dxa"/>
            <w:tcBorders>
              <w:left w:val="single" w:sz="6" w:space="0" w:color="auto"/>
            </w:tcBorders>
          </w:tcPr>
          <w:p w14:paraId="6FFBD44C" w14:textId="77777777" w:rsidR="00F21DB0" w:rsidRPr="00447B7B" w:rsidRDefault="00F21DB0" w:rsidP="00E44FF8">
            <w:pPr>
              <w:pStyle w:val="tabletext11"/>
              <w:jc w:val="right"/>
              <w:rPr>
                <w:ins w:id="1589" w:author="Author"/>
              </w:rPr>
            </w:pPr>
            <w:ins w:id="1590" w:author="Author">
              <w:r w:rsidRPr="00447B7B">
                <w:t>$</w:t>
              </w:r>
            </w:ins>
          </w:p>
        </w:tc>
        <w:tc>
          <w:tcPr>
            <w:tcW w:w="2100" w:type="dxa"/>
            <w:tcBorders>
              <w:left w:val="nil"/>
              <w:right w:val="single" w:sz="6" w:space="0" w:color="auto"/>
            </w:tcBorders>
          </w:tcPr>
          <w:p w14:paraId="2B0C6471" w14:textId="77777777" w:rsidR="00F21DB0" w:rsidRPr="00447B7B" w:rsidRDefault="00F21DB0" w:rsidP="00E44FF8">
            <w:pPr>
              <w:pStyle w:val="tabletext11"/>
              <w:tabs>
                <w:tab w:val="decimal" w:pos="640"/>
              </w:tabs>
              <w:rPr>
                <w:ins w:id="1591" w:author="Author"/>
              </w:rPr>
            </w:pPr>
            <w:ins w:id="1592" w:author="Author">
              <w:r w:rsidRPr="00447B7B">
                <w:t>50,000 or less</w:t>
              </w:r>
            </w:ins>
          </w:p>
        </w:tc>
        <w:tc>
          <w:tcPr>
            <w:tcW w:w="400" w:type="dxa"/>
            <w:tcBorders>
              <w:top w:val="single" w:sz="6" w:space="0" w:color="auto"/>
              <w:left w:val="single" w:sz="6" w:space="0" w:color="auto"/>
            </w:tcBorders>
          </w:tcPr>
          <w:p w14:paraId="15760E35" w14:textId="77777777" w:rsidR="00F21DB0" w:rsidRPr="00447B7B" w:rsidRDefault="00F21DB0" w:rsidP="00E44FF8">
            <w:pPr>
              <w:pStyle w:val="tabletext11"/>
              <w:jc w:val="right"/>
              <w:rPr>
                <w:ins w:id="1593" w:author="Author"/>
              </w:rPr>
            </w:pPr>
            <w:ins w:id="1594" w:author="Author">
              <w:r w:rsidRPr="00447B7B">
                <w:t>$</w:t>
              </w:r>
            </w:ins>
          </w:p>
        </w:tc>
        <w:tc>
          <w:tcPr>
            <w:tcW w:w="910" w:type="dxa"/>
            <w:tcBorders>
              <w:top w:val="single" w:sz="6" w:space="0" w:color="auto"/>
              <w:left w:val="nil"/>
              <w:right w:val="single" w:sz="6" w:space="0" w:color="auto"/>
            </w:tcBorders>
          </w:tcPr>
          <w:p w14:paraId="6D0BC1D8" w14:textId="77777777" w:rsidR="00F21DB0" w:rsidRPr="00447B7B" w:rsidRDefault="00F21DB0" w:rsidP="00E44FF8">
            <w:pPr>
              <w:pStyle w:val="tabletext11"/>
              <w:tabs>
                <w:tab w:val="decimal" w:pos="200"/>
              </w:tabs>
              <w:rPr>
                <w:ins w:id="1595" w:author="Author"/>
              </w:rPr>
            </w:pPr>
            <w:ins w:id="1596" w:author="Author">
              <w:r w:rsidRPr="00447B7B">
                <w:t>16.33</w:t>
              </w:r>
            </w:ins>
          </w:p>
        </w:tc>
        <w:tc>
          <w:tcPr>
            <w:tcW w:w="300" w:type="dxa"/>
            <w:gridSpan w:val="2"/>
            <w:tcBorders>
              <w:top w:val="single" w:sz="6" w:space="0" w:color="auto"/>
              <w:left w:val="single" w:sz="6" w:space="0" w:color="auto"/>
            </w:tcBorders>
          </w:tcPr>
          <w:p w14:paraId="77187D51" w14:textId="77777777" w:rsidR="00F21DB0" w:rsidRPr="00447B7B" w:rsidRDefault="00F21DB0" w:rsidP="00E44FF8">
            <w:pPr>
              <w:pStyle w:val="tabletext11"/>
              <w:jc w:val="right"/>
              <w:rPr>
                <w:ins w:id="1597" w:author="Author"/>
              </w:rPr>
            </w:pPr>
            <w:ins w:id="1598" w:author="Author">
              <w:r w:rsidRPr="00447B7B">
                <w:t>$</w:t>
              </w:r>
            </w:ins>
          </w:p>
        </w:tc>
        <w:tc>
          <w:tcPr>
            <w:tcW w:w="790" w:type="dxa"/>
            <w:tcBorders>
              <w:top w:val="single" w:sz="6" w:space="0" w:color="auto"/>
              <w:left w:val="nil"/>
              <w:right w:val="single" w:sz="6" w:space="0" w:color="auto"/>
            </w:tcBorders>
          </w:tcPr>
          <w:p w14:paraId="018C8464" w14:textId="77777777" w:rsidR="00F21DB0" w:rsidRPr="00447B7B" w:rsidRDefault="00F21DB0" w:rsidP="00E44FF8">
            <w:pPr>
              <w:pStyle w:val="tabletext11"/>
              <w:tabs>
                <w:tab w:val="left" w:pos="200"/>
              </w:tabs>
              <w:rPr>
                <w:ins w:id="1599" w:author="Author"/>
              </w:rPr>
            </w:pPr>
            <w:ins w:id="1600" w:author="Author">
              <w:r w:rsidRPr="00447B7B">
                <w:t>21.33</w:t>
              </w:r>
            </w:ins>
          </w:p>
        </w:tc>
      </w:tr>
      <w:tr w:rsidR="00F21DB0" w:rsidRPr="00447B7B" w14:paraId="295F3CF0" w14:textId="77777777" w:rsidTr="00E44FF8">
        <w:trPr>
          <w:cantSplit/>
          <w:trHeight w:val="190"/>
          <w:ins w:id="1601" w:author="Author"/>
        </w:trPr>
        <w:tc>
          <w:tcPr>
            <w:tcW w:w="200" w:type="dxa"/>
          </w:tcPr>
          <w:p w14:paraId="7FE2342E" w14:textId="77777777" w:rsidR="00F21DB0" w:rsidRPr="00447B7B" w:rsidRDefault="00F21DB0" w:rsidP="00E44FF8">
            <w:pPr>
              <w:pStyle w:val="tabletext11"/>
              <w:rPr>
                <w:ins w:id="1602" w:author="Author"/>
              </w:rPr>
            </w:pPr>
          </w:p>
        </w:tc>
        <w:tc>
          <w:tcPr>
            <w:tcW w:w="300" w:type="dxa"/>
            <w:tcBorders>
              <w:left w:val="single" w:sz="6" w:space="0" w:color="auto"/>
            </w:tcBorders>
          </w:tcPr>
          <w:p w14:paraId="23F8C1D6" w14:textId="77777777" w:rsidR="00F21DB0" w:rsidRPr="00447B7B" w:rsidRDefault="00F21DB0" w:rsidP="00E44FF8">
            <w:pPr>
              <w:pStyle w:val="tabletext11"/>
              <w:jc w:val="right"/>
              <w:rPr>
                <w:ins w:id="1603" w:author="Author"/>
              </w:rPr>
            </w:pPr>
          </w:p>
        </w:tc>
        <w:tc>
          <w:tcPr>
            <w:tcW w:w="2100" w:type="dxa"/>
            <w:tcBorders>
              <w:left w:val="nil"/>
              <w:right w:val="single" w:sz="6" w:space="0" w:color="auto"/>
            </w:tcBorders>
          </w:tcPr>
          <w:p w14:paraId="1930E704" w14:textId="77777777" w:rsidR="00F21DB0" w:rsidRPr="00447B7B" w:rsidRDefault="00F21DB0" w:rsidP="00E44FF8">
            <w:pPr>
              <w:pStyle w:val="tabletext11"/>
              <w:tabs>
                <w:tab w:val="decimal" w:pos="640"/>
              </w:tabs>
              <w:rPr>
                <w:ins w:id="1604" w:author="Author"/>
              </w:rPr>
            </w:pPr>
            <w:ins w:id="1605" w:author="Author">
              <w:r w:rsidRPr="00447B7B">
                <w:t>50,001 to 60,000</w:t>
              </w:r>
            </w:ins>
          </w:p>
        </w:tc>
        <w:tc>
          <w:tcPr>
            <w:tcW w:w="400" w:type="dxa"/>
            <w:tcBorders>
              <w:left w:val="single" w:sz="6" w:space="0" w:color="auto"/>
            </w:tcBorders>
          </w:tcPr>
          <w:p w14:paraId="041B47BE" w14:textId="77777777" w:rsidR="00F21DB0" w:rsidRPr="00447B7B" w:rsidRDefault="00F21DB0" w:rsidP="00E44FF8">
            <w:pPr>
              <w:pStyle w:val="tabletext11"/>
              <w:jc w:val="right"/>
              <w:rPr>
                <w:ins w:id="1606" w:author="Author"/>
              </w:rPr>
            </w:pPr>
          </w:p>
        </w:tc>
        <w:tc>
          <w:tcPr>
            <w:tcW w:w="910" w:type="dxa"/>
            <w:tcBorders>
              <w:left w:val="nil"/>
              <w:right w:val="single" w:sz="6" w:space="0" w:color="auto"/>
            </w:tcBorders>
          </w:tcPr>
          <w:p w14:paraId="259BFBD9" w14:textId="77777777" w:rsidR="00F21DB0" w:rsidRPr="00447B7B" w:rsidRDefault="00F21DB0" w:rsidP="00E44FF8">
            <w:pPr>
              <w:pStyle w:val="tabletext11"/>
              <w:tabs>
                <w:tab w:val="decimal" w:pos="200"/>
              </w:tabs>
              <w:rPr>
                <w:ins w:id="1607" w:author="Author"/>
              </w:rPr>
            </w:pPr>
            <w:ins w:id="1608" w:author="Author">
              <w:r w:rsidRPr="00447B7B">
                <w:t>18.90</w:t>
              </w:r>
            </w:ins>
          </w:p>
        </w:tc>
        <w:tc>
          <w:tcPr>
            <w:tcW w:w="300" w:type="dxa"/>
            <w:gridSpan w:val="2"/>
            <w:tcBorders>
              <w:left w:val="single" w:sz="6" w:space="0" w:color="auto"/>
            </w:tcBorders>
          </w:tcPr>
          <w:p w14:paraId="6C1973AB" w14:textId="77777777" w:rsidR="00F21DB0" w:rsidRPr="00447B7B" w:rsidRDefault="00F21DB0" w:rsidP="00E44FF8">
            <w:pPr>
              <w:pStyle w:val="tabletext11"/>
              <w:jc w:val="right"/>
              <w:rPr>
                <w:ins w:id="1609" w:author="Author"/>
              </w:rPr>
            </w:pPr>
          </w:p>
        </w:tc>
        <w:tc>
          <w:tcPr>
            <w:tcW w:w="790" w:type="dxa"/>
            <w:tcBorders>
              <w:left w:val="nil"/>
              <w:right w:val="single" w:sz="6" w:space="0" w:color="auto"/>
            </w:tcBorders>
          </w:tcPr>
          <w:p w14:paraId="27775E09" w14:textId="77777777" w:rsidR="00F21DB0" w:rsidRPr="00447B7B" w:rsidRDefault="00F21DB0" w:rsidP="00E44FF8">
            <w:pPr>
              <w:pStyle w:val="tabletext11"/>
              <w:tabs>
                <w:tab w:val="left" w:pos="200"/>
              </w:tabs>
              <w:rPr>
                <w:ins w:id="1610" w:author="Author"/>
              </w:rPr>
            </w:pPr>
            <w:ins w:id="1611" w:author="Author">
              <w:r w:rsidRPr="00447B7B">
                <w:t>23.90</w:t>
              </w:r>
            </w:ins>
          </w:p>
        </w:tc>
      </w:tr>
      <w:tr w:rsidR="00F21DB0" w:rsidRPr="00447B7B" w14:paraId="7C7BEB0C" w14:textId="77777777" w:rsidTr="00E44FF8">
        <w:trPr>
          <w:cantSplit/>
          <w:trHeight w:val="190"/>
          <w:ins w:id="1612" w:author="Author"/>
        </w:trPr>
        <w:tc>
          <w:tcPr>
            <w:tcW w:w="200" w:type="dxa"/>
          </w:tcPr>
          <w:p w14:paraId="45B18978" w14:textId="77777777" w:rsidR="00F21DB0" w:rsidRPr="00447B7B" w:rsidRDefault="00F21DB0" w:rsidP="00E44FF8">
            <w:pPr>
              <w:pStyle w:val="tabletext11"/>
              <w:rPr>
                <w:ins w:id="1613" w:author="Author"/>
              </w:rPr>
            </w:pPr>
          </w:p>
        </w:tc>
        <w:tc>
          <w:tcPr>
            <w:tcW w:w="300" w:type="dxa"/>
            <w:tcBorders>
              <w:left w:val="single" w:sz="6" w:space="0" w:color="auto"/>
            </w:tcBorders>
          </w:tcPr>
          <w:p w14:paraId="46F3A8F8" w14:textId="77777777" w:rsidR="00F21DB0" w:rsidRPr="00447B7B" w:rsidRDefault="00F21DB0" w:rsidP="00E44FF8">
            <w:pPr>
              <w:pStyle w:val="tabletext11"/>
              <w:jc w:val="right"/>
              <w:rPr>
                <w:ins w:id="1614" w:author="Author"/>
              </w:rPr>
            </w:pPr>
          </w:p>
        </w:tc>
        <w:tc>
          <w:tcPr>
            <w:tcW w:w="2100" w:type="dxa"/>
            <w:tcBorders>
              <w:left w:val="nil"/>
              <w:right w:val="single" w:sz="6" w:space="0" w:color="auto"/>
            </w:tcBorders>
          </w:tcPr>
          <w:p w14:paraId="0CA60CE9" w14:textId="77777777" w:rsidR="00F21DB0" w:rsidRPr="00447B7B" w:rsidRDefault="00F21DB0" w:rsidP="00E44FF8">
            <w:pPr>
              <w:pStyle w:val="tabletext11"/>
              <w:tabs>
                <w:tab w:val="decimal" w:pos="640"/>
              </w:tabs>
              <w:rPr>
                <w:ins w:id="1615" w:author="Author"/>
              </w:rPr>
            </w:pPr>
            <w:ins w:id="1616" w:author="Author">
              <w:r w:rsidRPr="00447B7B">
                <w:t>60,001 to 70,000</w:t>
              </w:r>
            </w:ins>
          </w:p>
        </w:tc>
        <w:tc>
          <w:tcPr>
            <w:tcW w:w="400" w:type="dxa"/>
            <w:tcBorders>
              <w:left w:val="single" w:sz="6" w:space="0" w:color="auto"/>
            </w:tcBorders>
          </w:tcPr>
          <w:p w14:paraId="5949FFD0" w14:textId="77777777" w:rsidR="00F21DB0" w:rsidRPr="00447B7B" w:rsidRDefault="00F21DB0" w:rsidP="00E44FF8">
            <w:pPr>
              <w:pStyle w:val="tabletext11"/>
              <w:jc w:val="right"/>
              <w:rPr>
                <w:ins w:id="1617" w:author="Author"/>
              </w:rPr>
            </w:pPr>
          </w:p>
        </w:tc>
        <w:tc>
          <w:tcPr>
            <w:tcW w:w="910" w:type="dxa"/>
            <w:tcBorders>
              <w:left w:val="nil"/>
              <w:right w:val="single" w:sz="6" w:space="0" w:color="auto"/>
            </w:tcBorders>
          </w:tcPr>
          <w:p w14:paraId="06E7BF1C" w14:textId="77777777" w:rsidR="00F21DB0" w:rsidRPr="00447B7B" w:rsidRDefault="00F21DB0" w:rsidP="00E44FF8">
            <w:pPr>
              <w:pStyle w:val="tabletext11"/>
              <w:tabs>
                <w:tab w:val="decimal" w:pos="200"/>
              </w:tabs>
              <w:rPr>
                <w:ins w:id="1618" w:author="Author"/>
              </w:rPr>
            </w:pPr>
            <w:ins w:id="1619" w:author="Author">
              <w:r w:rsidRPr="00447B7B">
                <w:t>21.28</w:t>
              </w:r>
            </w:ins>
          </w:p>
        </w:tc>
        <w:tc>
          <w:tcPr>
            <w:tcW w:w="300" w:type="dxa"/>
            <w:gridSpan w:val="2"/>
            <w:tcBorders>
              <w:left w:val="single" w:sz="6" w:space="0" w:color="auto"/>
            </w:tcBorders>
          </w:tcPr>
          <w:p w14:paraId="039B41E8" w14:textId="77777777" w:rsidR="00F21DB0" w:rsidRPr="00447B7B" w:rsidRDefault="00F21DB0" w:rsidP="00E44FF8">
            <w:pPr>
              <w:pStyle w:val="tabletext11"/>
              <w:jc w:val="right"/>
              <w:rPr>
                <w:ins w:id="1620" w:author="Author"/>
              </w:rPr>
            </w:pPr>
          </w:p>
        </w:tc>
        <w:tc>
          <w:tcPr>
            <w:tcW w:w="790" w:type="dxa"/>
            <w:tcBorders>
              <w:left w:val="nil"/>
              <w:right w:val="single" w:sz="6" w:space="0" w:color="auto"/>
            </w:tcBorders>
          </w:tcPr>
          <w:p w14:paraId="763C259D" w14:textId="77777777" w:rsidR="00F21DB0" w:rsidRPr="00447B7B" w:rsidRDefault="00F21DB0" w:rsidP="00E44FF8">
            <w:pPr>
              <w:pStyle w:val="tabletext11"/>
              <w:tabs>
                <w:tab w:val="left" w:pos="200"/>
              </w:tabs>
              <w:rPr>
                <w:ins w:id="1621" w:author="Author"/>
              </w:rPr>
            </w:pPr>
            <w:ins w:id="1622" w:author="Author">
              <w:r w:rsidRPr="00447B7B">
                <w:t>26.28</w:t>
              </w:r>
            </w:ins>
          </w:p>
        </w:tc>
      </w:tr>
      <w:tr w:rsidR="00F21DB0" w:rsidRPr="00447B7B" w14:paraId="07F0CB73" w14:textId="77777777" w:rsidTr="00E44FF8">
        <w:trPr>
          <w:cantSplit/>
          <w:trHeight w:val="190"/>
          <w:ins w:id="1623" w:author="Author"/>
        </w:trPr>
        <w:tc>
          <w:tcPr>
            <w:tcW w:w="200" w:type="dxa"/>
          </w:tcPr>
          <w:p w14:paraId="38F524AB" w14:textId="77777777" w:rsidR="00F21DB0" w:rsidRPr="00447B7B" w:rsidRDefault="00F21DB0" w:rsidP="00E44FF8">
            <w:pPr>
              <w:pStyle w:val="tabletext11"/>
              <w:rPr>
                <w:ins w:id="1624" w:author="Author"/>
              </w:rPr>
            </w:pPr>
          </w:p>
        </w:tc>
        <w:tc>
          <w:tcPr>
            <w:tcW w:w="300" w:type="dxa"/>
            <w:tcBorders>
              <w:left w:val="single" w:sz="6" w:space="0" w:color="auto"/>
            </w:tcBorders>
          </w:tcPr>
          <w:p w14:paraId="2F8C90F5" w14:textId="77777777" w:rsidR="00F21DB0" w:rsidRPr="00447B7B" w:rsidRDefault="00F21DB0" w:rsidP="00E44FF8">
            <w:pPr>
              <w:pStyle w:val="tabletext11"/>
              <w:jc w:val="right"/>
              <w:rPr>
                <w:ins w:id="1625" w:author="Author"/>
              </w:rPr>
            </w:pPr>
          </w:p>
        </w:tc>
        <w:tc>
          <w:tcPr>
            <w:tcW w:w="2100" w:type="dxa"/>
            <w:tcBorders>
              <w:left w:val="nil"/>
              <w:right w:val="single" w:sz="6" w:space="0" w:color="auto"/>
            </w:tcBorders>
          </w:tcPr>
          <w:p w14:paraId="3EA1E2DE" w14:textId="77777777" w:rsidR="00F21DB0" w:rsidRPr="00447B7B" w:rsidRDefault="00F21DB0" w:rsidP="00E44FF8">
            <w:pPr>
              <w:pStyle w:val="tabletext11"/>
              <w:tabs>
                <w:tab w:val="decimal" w:pos="640"/>
              </w:tabs>
              <w:rPr>
                <w:ins w:id="1626" w:author="Author"/>
              </w:rPr>
            </w:pPr>
            <w:ins w:id="1627" w:author="Author">
              <w:r w:rsidRPr="00447B7B">
                <w:t>70,001 to 80,000</w:t>
              </w:r>
            </w:ins>
          </w:p>
        </w:tc>
        <w:tc>
          <w:tcPr>
            <w:tcW w:w="400" w:type="dxa"/>
            <w:tcBorders>
              <w:left w:val="single" w:sz="6" w:space="0" w:color="auto"/>
            </w:tcBorders>
          </w:tcPr>
          <w:p w14:paraId="63892CA6" w14:textId="77777777" w:rsidR="00F21DB0" w:rsidRPr="00447B7B" w:rsidRDefault="00F21DB0" w:rsidP="00E44FF8">
            <w:pPr>
              <w:pStyle w:val="tabletext11"/>
              <w:jc w:val="right"/>
              <w:rPr>
                <w:ins w:id="1628" w:author="Author"/>
              </w:rPr>
            </w:pPr>
          </w:p>
        </w:tc>
        <w:tc>
          <w:tcPr>
            <w:tcW w:w="910" w:type="dxa"/>
            <w:tcBorders>
              <w:left w:val="nil"/>
              <w:right w:val="single" w:sz="6" w:space="0" w:color="auto"/>
            </w:tcBorders>
          </w:tcPr>
          <w:p w14:paraId="2082B985" w14:textId="77777777" w:rsidR="00F21DB0" w:rsidRPr="00447B7B" w:rsidRDefault="00F21DB0" w:rsidP="00E44FF8">
            <w:pPr>
              <w:pStyle w:val="tabletext11"/>
              <w:tabs>
                <w:tab w:val="decimal" w:pos="200"/>
              </w:tabs>
              <w:rPr>
                <w:ins w:id="1629" w:author="Author"/>
              </w:rPr>
            </w:pPr>
            <w:ins w:id="1630" w:author="Author">
              <w:r w:rsidRPr="00447B7B">
                <w:t>23.48</w:t>
              </w:r>
            </w:ins>
          </w:p>
        </w:tc>
        <w:tc>
          <w:tcPr>
            <w:tcW w:w="300" w:type="dxa"/>
            <w:gridSpan w:val="2"/>
            <w:tcBorders>
              <w:left w:val="single" w:sz="6" w:space="0" w:color="auto"/>
            </w:tcBorders>
          </w:tcPr>
          <w:p w14:paraId="5213D54B" w14:textId="77777777" w:rsidR="00F21DB0" w:rsidRPr="00447B7B" w:rsidRDefault="00F21DB0" w:rsidP="00E44FF8">
            <w:pPr>
              <w:pStyle w:val="tabletext11"/>
              <w:jc w:val="right"/>
              <w:rPr>
                <w:ins w:id="1631" w:author="Author"/>
              </w:rPr>
            </w:pPr>
          </w:p>
        </w:tc>
        <w:tc>
          <w:tcPr>
            <w:tcW w:w="790" w:type="dxa"/>
            <w:tcBorders>
              <w:left w:val="nil"/>
              <w:right w:val="single" w:sz="6" w:space="0" w:color="auto"/>
            </w:tcBorders>
          </w:tcPr>
          <w:p w14:paraId="5DEA7E01" w14:textId="77777777" w:rsidR="00F21DB0" w:rsidRPr="00447B7B" w:rsidRDefault="00F21DB0" w:rsidP="00E44FF8">
            <w:pPr>
              <w:pStyle w:val="tabletext11"/>
              <w:tabs>
                <w:tab w:val="left" w:pos="200"/>
              </w:tabs>
              <w:rPr>
                <w:ins w:id="1632" w:author="Author"/>
              </w:rPr>
            </w:pPr>
            <w:ins w:id="1633" w:author="Author">
              <w:r w:rsidRPr="00447B7B">
                <w:t>28.48</w:t>
              </w:r>
            </w:ins>
          </w:p>
        </w:tc>
      </w:tr>
      <w:tr w:rsidR="00F21DB0" w:rsidRPr="00447B7B" w14:paraId="712E20F9" w14:textId="77777777" w:rsidTr="00E44FF8">
        <w:trPr>
          <w:cantSplit/>
          <w:trHeight w:val="253"/>
          <w:ins w:id="1634" w:author="Author"/>
        </w:trPr>
        <w:tc>
          <w:tcPr>
            <w:tcW w:w="200" w:type="dxa"/>
          </w:tcPr>
          <w:p w14:paraId="3BB9C183" w14:textId="77777777" w:rsidR="00F21DB0" w:rsidRPr="00447B7B" w:rsidRDefault="00F21DB0" w:rsidP="00E44FF8">
            <w:pPr>
              <w:pStyle w:val="tabletext11"/>
              <w:rPr>
                <w:ins w:id="1635" w:author="Author"/>
              </w:rPr>
            </w:pPr>
          </w:p>
        </w:tc>
        <w:tc>
          <w:tcPr>
            <w:tcW w:w="300" w:type="dxa"/>
            <w:tcBorders>
              <w:left w:val="single" w:sz="6" w:space="0" w:color="auto"/>
            </w:tcBorders>
          </w:tcPr>
          <w:p w14:paraId="6041840C" w14:textId="77777777" w:rsidR="00F21DB0" w:rsidRPr="00447B7B" w:rsidRDefault="00F21DB0" w:rsidP="00E44FF8">
            <w:pPr>
              <w:pStyle w:val="tabletext11"/>
              <w:jc w:val="right"/>
              <w:rPr>
                <w:ins w:id="1636" w:author="Author"/>
              </w:rPr>
            </w:pPr>
          </w:p>
        </w:tc>
        <w:tc>
          <w:tcPr>
            <w:tcW w:w="2100" w:type="dxa"/>
            <w:tcBorders>
              <w:left w:val="nil"/>
              <w:right w:val="single" w:sz="6" w:space="0" w:color="auto"/>
            </w:tcBorders>
          </w:tcPr>
          <w:p w14:paraId="4C73A8CF" w14:textId="77777777" w:rsidR="00F21DB0" w:rsidRPr="00447B7B" w:rsidRDefault="00F21DB0" w:rsidP="00E44FF8">
            <w:pPr>
              <w:pStyle w:val="tabletext11"/>
              <w:tabs>
                <w:tab w:val="decimal" w:pos="640"/>
              </w:tabs>
              <w:rPr>
                <w:ins w:id="1637" w:author="Author"/>
              </w:rPr>
            </w:pPr>
            <w:ins w:id="1638" w:author="Author">
              <w:r w:rsidRPr="00447B7B">
                <w:t>80,001 to 90,000</w:t>
              </w:r>
            </w:ins>
          </w:p>
        </w:tc>
        <w:tc>
          <w:tcPr>
            <w:tcW w:w="400" w:type="dxa"/>
            <w:tcBorders>
              <w:left w:val="single" w:sz="6" w:space="0" w:color="auto"/>
            </w:tcBorders>
          </w:tcPr>
          <w:p w14:paraId="0C1FEEFC" w14:textId="77777777" w:rsidR="00F21DB0" w:rsidRPr="00447B7B" w:rsidRDefault="00F21DB0" w:rsidP="00E44FF8">
            <w:pPr>
              <w:pStyle w:val="tabletext11"/>
              <w:jc w:val="right"/>
              <w:rPr>
                <w:ins w:id="1639" w:author="Author"/>
              </w:rPr>
            </w:pPr>
          </w:p>
        </w:tc>
        <w:tc>
          <w:tcPr>
            <w:tcW w:w="910" w:type="dxa"/>
            <w:tcBorders>
              <w:left w:val="nil"/>
              <w:right w:val="single" w:sz="6" w:space="0" w:color="auto"/>
            </w:tcBorders>
          </w:tcPr>
          <w:p w14:paraId="401FEE99" w14:textId="77777777" w:rsidR="00F21DB0" w:rsidRPr="00447B7B" w:rsidRDefault="00F21DB0" w:rsidP="00E44FF8">
            <w:pPr>
              <w:pStyle w:val="tabletext11"/>
              <w:tabs>
                <w:tab w:val="decimal" w:pos="200"/>
              </w:tabs>
              <w:rPr>
                <w:ins w:id="1640" w:author="Author"/>
              </w:rPr>
            </w:pPr>
            <w:ins w:id="1641" w:author="Author">
              <w:r w:rsidRPr="00447B7B">
                <w:t>25.52</w:t>
              </w:r>
            </w:ins>
          </w:p>
        </w:tc>
        <w:tc>
          <w:tcPr>
            <w:tcW w:w="300" w:type="dxa"/>
            <w:gridSpan w:val="2"/>
            <w:tcBorders>
              <w:left w:val="single" w:sz="6" w:space="0" w:color="auto"/>
            </w:tcBorders>
          </w:tcPr>
          <w:p w14:paraId="24112E23" w14:textId="77777777" w:rsidR="00F21DB0" w:rsidRPr="00447B7B" w:rsidRDefault="00F21DB0" w:rsidP="00E44FF8">
            <w:pPr>
              <w:pStyle w:val="tabletext11"/>
              <w:jc w:val="right"/>
              <w:rPr>
                <w:ins w:id="1642" w:author="Author"/>
              </w:rPr>
            </w:pPr>
          </w:p>
        </w:tc>
        <w:tc>
          <w:tcPr>
            <w:tcW w:w="790" w:type="dxa"/>
            <w:tcBorders>
              <w:left w:val="nil"/>
              <w:right w:val="single" w:sz="6" w:space="0" w:color="auto"/>
            </w:tcBorders>
          </w:tcPr>
          <w:p w14:paraId="4223C44A" w14:textId="77777777" w:rsidR="00F21DB0" w:rsidRPr="00447B7B" w:rsidRDefault="00F21DB0" w:rsidP="00E44FF8">
            <w:pPr>
              <w:pStyle w:val="tabletext11"/>
              <w:tabs>
                <w:tab w:val="left" w:pos="200"/>
              </w:tabs>
              <w:rPr>
                <w:ins w:id="1643" w:author="Author"/>
              </w:rPr>
            </w:pPr>
            <w:ins w:id="1644" w:author="Author">
              <w:r w:rsidRPr="00447B7B">
                <w:t>30.52</w:t>
              </w:r>
            </w:ins>
          </w:p>
        </w:tc>
      </w:tr>
      <w:tr w:rsidR="00F21DB0" w:rsidRPr="00447B7B" w14:paraId="743812E1" w14:textId="77777777" w:rsidTr="00E44FF8">
        <w:trPr>
          <w:cantSplit/>
          <w:trHeight w:val="190"/>
          <w:ins w:id="1645" w:author="Author"/>
        </w:trPr>
        <w:tc>
          <w:tcPr>
            <w:tcW w:w="200" w:type="dxa"/>
          </w:tcPr>
          <w:p w14:paraId="11B3E559" w14:textId="77777777" w:rsidR="00F21DB0" w:rsidRPr="00447B7B" w:rsidRDefault="00F21DB0" w:rsidP="00E44FF8">
            <w:pPr>
              <w:pStyle w:val="tabletext11"/>
              <w:rPr>
                <w:ins w:id="1646" w:author="Author"/>
              </w:rPr>
            </w:pPr>
          </w:p>
        </w:tc>
        <w:tc>
          <w:tcPr>
            <w:tcW w:w="300" w:type="dxa"/>
            <w:tcBorders>
              <w:left w:val="single" w:sz="6" w:space="0" w:color="auto"/>
            </w:tcBorders>
          </w:tcPr>
          <w:p w14:paraId="3D724898" w14:textId="77777777" w:rsidR="00F21DB0" w:rsidRPr="00447B7B" w:rsidRDefault="00F21DB0" w:rsidP="00E44FF8">
            <w:pPr>
              <w:pStyle w:val="tabletext11"/>
              <w:jc w:val="right"/>
              <w:rPr>
                <w:ins w:id="1647" w:author="Author"/>
              </w:rPr>
            </w:pPr>
          </w:p>
        </w:tc>
        <w:tc>
          <w:tcPr>
            <w:tcW w:w="2100" w:type="dxa"/>
            <w:tcBorders>
              <w:left w:val="nil"/>
              <w:right w:val="single" w:sz="6" w:space="0" w:color="auto"/>
            </w:tcBorders>
          </w:tcPr>
          <w:p w14:paraId="6457D113" w14:textId="77777777" w:rsidR="00F21DB0" w:rsidRPr="00447B7B" w:rsidRDefault="00F21DB0" w:rsidP="00E44FF8">
            <w:pPr>
              <w:pStyle w:val="tabletext11"/>
              <w:tabs>
                <w:tab w:val="decimal" w:pos="640"/>
              </w:tabs>
              <w:rPr>
                <w:ins w:id="1648" w:author="Author"/>
              </w:rPr>
            </w:pPr>
            <w:ins w:id="1649" w:author="Author">
              <w:r w:rsidRPr="00447B7B">
                <w:t>90,001 to 100,000</w:t>
              </w:r>
            </w:ins>
          </w:p>
        </w:tc>
        <w:tc>
          <w:tcPr>
            <w:tcW w:w="400" w:type="dxa"/>
            <w:tcBorders>
              <w:left w:val="single" w:sz="6" w:space="0" w:color="auto"/>
            </w:tcBorders>
          </w:tcPr>
          <w:p w14:paraId="17FCA849" w14:textId="77777777" w:rsidR="00F21DB0" w:rsidRPr="00447B7B" w:rsidRDefault="00F21DB0" w:rsidP="00E44FF8">
            <w:pPr>
              <w:pStyle w:val="tabletext11"/>
              <w:jc w:val="right"/>
              <w:rPr>
                <w:ins w:id="1650" w:author="Author"/>
              </w:rPr>
            </w:pPr>
          </w:p>
        </w:tc>
        <w:tc>
          <w:tcPr>
            <w:tcW w:w="910" w:type="dxa"/>
            <w:tcBorders>
              <w:left w:val="nil"/>
              <w:right w:val="single" w:sz="6" w:space="0" w:color="auto"/>
            </w:tcBorders>
          </w:tcPr>
          <w:p w14:paraId="52D0BEF4" w14:textId="77777777" w:rsidR="00F21DB0" w:rsidRPr="00447B7B" w:rsidRDefault="00F21DB0" w:rsidP="00E44FF8">
            <w:pPr>
              <w:pStyle w:val="tabletext11"/>
              <w:tabs>
                <w:tab w:val="decimal" w:pos="200"/>
              </w:tabs>
              <w:rPr>
                <w:ins w:id="1651" w:author="Author"/>
              </w:rPr>
            </w:pPr>
            <w:ins w:id="1652" w:author="Author">
              <w:r w:rsidRPr="00447B7B">
                <w:t>27.40</w:t>
              </w:r>
            </w:ins>
          </w:p>
        </w:tc>
        <w:tc>
          <w:tcPr>
            <w:tcW w:w="300" w:type="dxa"/>
            <w:gridSpan w:val="2"/>
            <w:tcBorders>
              <w:left w:val="single" w:sz="6" w:space="0" w:color="auto"/>
            </w:tcBorders>
          </w:tcPr>
          <w:p w14:paraId="2D3A6697" w14:textId="77777777" w:rsidR="00F21DB0" w:rsidRPr="00447B7B" w:rsidRDefault="00F21DB0" w:rsidP="00E44FF8">
            <w:pPr>
              <w:pStyle w:val="tabletext11"/>
              <w:jc w:val="right"/>
              <w:rPr>
                <w:ins w:id="1653" w:author="Author"/>
              </w:rPr>
            </w:pPr>
          </w:p>
        </w:tc>
        <w:tc>
          <w:tcPr>
            <w:tcW w:w="790" w:type="dxa"/>
            <w:tcBorders>
              <w:left w:val="nil"/>
              <w:right w:val="single" w:sz="6" w:space="0" w:color="auto"/>
            </w:tcBorders>
          </w:tcPr>
          <w:p w14:paraId="347E816D" w14:textId="77777777" w:rsidR="00F21DB0" w:rsidRPr="00447B7B" w:rsidRDefault="00F21DB0" w:rsidP="00E44FF8">
            <w:pPr>
              <w:pStyle w:val="tabletext11"/>
              <w:tabs>
                <w:tab w:val="left" w:pos="200"/>
              </w:tabs>
              <w:rPr>
                <w:ins w:id="1654" w:author="Author"/>
              </w:rPr>
            </w:pPr>
            <w:ins w:id="1655" w:author="Author">
              <w:r w:rsidRPr="00447B7B">
                <w:t>32.40</w:t>
              </w:r>
            </w:ins>
          </w:p>
        </w:tc>
      </w:tr>
      <w:tr w:rsidR="00F21DB0" w:rsidRPr="00447B7B" w14:paraId="0E69E65E" w14:textId="77777777" w:rsidTr="00E44FF8">
        <w:trPr>
          <w:cantSplit/>
          <w:trHeight w:val="190"/>
          <w:ins w:id="1656" w:author="Author"/>
        </w:trPr>
        <w:tc>
          <w:tcPr>
            <w:tcW w:w="200" w:type="dxa"/>
          </w:tcPr>
          <w:p w14:paraId="26392B3D" w14:textId="77777777" w:rsidR="00F21DB0" w:rsidRPr="00447B7B" w:rsidRDefault="00F21DB0" w:rsidP="00E44FF8">
            <w:pPr>
              <w:pStyle w:val="tabletext11"/>
              <w:rPr>
                <w:ins w:id="1657" w:author="Author"/>
              </w:rPr>
            </w:pPr>
          </w:p>
        </w:tc>
        <w:tc>
          <w:tcPr>
            <w:tcW w:w="300" w:type="dxa"/>
            <w:tcBorders>
              <w:left w:val="single" w:sz="6" w:space="0" w:color="auto"/>
            </w:tcBorders>
          </w:tcPr>
          <w:p w14:paraId="7A3C9368" w14:textId="77777777" w:rsidR="00F21DB0" w:rsidRPr="00447B7B" w:rsidRDefault="00F21DB0" w:rsidP="00E44FF8">
            <w:pPr>
              <w:pStyle w:val="tabletext11"/>
              <w:jc w:val="right"/>
              <w:rPr>
                <w:ins w:id="1658" w:author="Author"/>
              </w:rPr>
            </w:pPr>
          </w:p>
        </w:tc>
        <w:tc>
          <w:tcPr>
            <w:tcW w:w="2100" w:type="dxa"/>
            <w:tcBorders>
              <w:left w:val="nil"/>
              <w:right w:val="single" w:sz="6" w:space="0" w:color="auto"/>
            </w:tcBorders>
          </w:tcPr>
          <w:p w14:paraId="00EFEB3B" w14:textId="77777777" w:rsidR="00F21DB0" w:rsidRPr="00447B7B" w:rsidRDefault="00F21DB0" w:rsidP="00E44FF8">
            <w:pPr>
              <w:pStyle w:val="tabletext11"/>
              <w:rPr>
                <w:ins w:id="1659" w:author="Author"/>
              </w:rPr>
            </w:pPr>
            <w:ins w:id="1660" w:author="Author">
              <w:r w:rsidRPr="00447B7B">
                <w:t>100,001 to 110,000</w:t>
              </w:r>
            </w:ins>
          </w:p>
        </w:tc>
        <w:tc>
          <w:tcPr>
            <w:tcW w:w="400" w:type="dxa"/>
            <w:tcBorders>
              <w:left w:val="single" w:sz="6" w:space="0" w:color="auto"/>
            </w:tcBorders>
          </w:tcPr>
          <w:p w14:paraId="0F1FE006" w14:textId="77777777" w:rsidR="00F21DB0" w:rsidRPr="00447B7B" w:rsidRDefault="00F21DB0" w:rsidP="00E44FF8">
            <w:pPr>
              <w:pStyle w:val="tabletext11"/>
              <w:jc w:val="right"/>
              <w:rPr>
                <w:ins w:id="1661" w:author="Author"/>
              </w:rPr>
            </w:pPr>
          </w:p>
        </w:tc>
        <w:tc>
          <w:tcPr>
            <w:tcW w:w="910" w:type="dxa"/>
            <w:tcBorders>
              <w:left w:val="nil"/>
              <w:right w:val="single" w:sz="6" w:space="0" w:color="auto"/>
            </w:tcBorders>
          </w:tcPr>
          <w:p w14:paraId="54E1F263" w14:textId="77777777" w:rsidR="00F21DB0" w:rsidRPr="00447B7B" w:rsidRDefault="00F21DB0" w:rsidP="00E44FF8">
            <w:pPr>
              <w:pStyle w:val="tabletext11"/>
              <w:tabs>
                <w:tab w:val="decimal" w:pos="200"/>
              </w:tabs>
              <w:rPr>
                <w:ins w:id="1662" w:author="Author"/>
              </w:rPr>
            </w:pPr>
            <w:ins w:id="1663" w:author="Author">
              <w:r w:rsidRPr="00447B7B">
                <w:t>29.15</w:t>
              </w:r>
            </w:ins>
          </w:p>
        </w:tc>
        <w:tc>
          <w:tcPr>
            <w:tcW w:w="300" w:type="dxa"/>
            <w:gridSpan w:val="2"/>
            <w:tcBorders>
              <w:left w:val="single" w:sz="6" w:space="0" w:color="auto"/>
            </w:tcBorders>
          </w:tcPr>
          <w:p w14:paraId="7B1CABBF" w14:textId="77777777" w:rsidR="00F21DB0" w:rsidRPr="00447B7B" w:rsidRDefault="00F21DB0" w:rsidP="00E44FF8">
            <w:pPr>
              <w:pStyle w:val="tabletext11"/>
              <w:jc w:val="right"/>
              <w:rPr>
                <w:ins w:id="1664" w:author="Author"/>
              </w:rPr>
            </w:pPr>
          </w:p>
        </w:tc>
        <w:tc>
          <w:tcPr>
            <w:tcW w:w="790" w:type="dxa"/>
            <w:tcBorders>
              <w:left w:val="nil"/>
              <w:right w:val="single" w:sz="6" w:space="0" w:color="auto"/>
            </w:tcBorders>
          </w:tcPr>
          <w:p w14:paraId="15F5B693" w14:textId="77777777" w:rsidR="00F21DB0" w:rsidRPr="00447B7B" w:rsidRDefault="00F21DB0" w:rsidP="00E44FF8">
            <w:pPr>
              <w:pStyle w:val="tabletext11"/>
              <w:tabs>
                <w:tab w:val="left" w:pos="200"/>
              </w:tabs>
              <w:rPr>
                <w:ins w:id="1665" w:author="Author"/>
              </w:rPr>
            </w:pPr>
            <w:ins w:id="1666" w:author="Author">
              <w:r w:rsidRPr="00447B7B">
                <w:t>34.15</w:t>
              </w:r>
            </w:ins>
          </w:p>
        </w:tc>
      </w:tr>
      <w:tr w:rsidR="00F21DB0" w:rsidRPr="00447B7B" w14:paraId="1770E5BE" w14:textId="77777777" w:rsidTr="00E44FF8">
        <w:trPr>
          <w:cantSplit/>
          <w:trHeight w:val="190"/>
          <w:ins w:id="1667" w:author="Author"/>
        </w:trPr>
        <w:tc>
          <w:tcPr>
            <w:tcW w:w="200" w:type="dxa"/>
          </w:tcPr>
          <w:p w14:paraId="0FB76A22" w14:textId="77777777" w:rsidR="00F21DB0" w:rsidRPr="00447B7B" w:rsidRDefault="00F21DB0" w:rsidP="00E44FF8">
            <w:pPr>
              <w:pStyle w:val="tabletext11"/>
              <w:rPr>
                <w:ins w:id="1668" w:author="Author"/>
              </w:rPr>
            </w:pPr>
          </w:p>
        </w:tc>
        <w:tc>
          <w:tcPr>
            <w:tcW w:w="300" w:type="dxa"/>
            <w:tcBorders>
              <w:left w:val="single" w:sz="6" w:space="0" w:color="auto"/>
            </w:tcBorders>
          </w:tcPr>
          <w:p w14:paraId="0A6F66DB" w14:textId="77777777" w:rsidR="00F21DB0" w:rsidRPr="00447B7B" w:rsidRDefault="00F21DB0" w:rsidP="00E44FF8">
            <w:pPr>
              <w:pStyle w:val="tabletext11"/>
              <w:jc w:val="right"/>
              <w:rPr>
                <w:ins w:id="1669" w:author="Author"/>
              </w:rPr>
            </w:pPr>
          </w:p>
        </w:tc>
        <w:tc>
          <w:tcPr>
            <w:tcW w:w="2100" w:type="dxa"/>
            <w:tcBorders>
              <w:left w:val="nil"/>
              <w:right w:val="single" w:sz="6" w:space="0" w:color="auto"/>
            </w:tcBorders>
          </w:tcPr>
          <w:p w14:paraId="6EC9A47D" w14:textId="77777777" w:rsidR="00F21DB0" w:rsidRPr="00447B7B" w:rsidRDefault="00F21DB0" w:rsidP="00E44FF8">
            <w:pPr>
              <w:pStyle w:val="tabletext11"/>
              <w:rPr>
                <w:ins w:id="1670" w:author="Author"/>
              </w:rPr>
            </w:pPr>
            <w:ins w:id="1671" w:author="Author">
              <w:r w:rsidRPr="00447B7B">
                <w:t>110,001 to 120,000</w:t>
              </w:r>
            </w:ins>
          </w:p>
        </w:tc>
        <w:tc>
          <w:tcPr>
            <w:tcW w:w="400" w:type="dxa"/>
            <w:tcBorders>
              <w:left w:val="single" w:sz="6" w:space="0" w:color="auto"/>
            </w:tcBorders>
          </w:tcPr>
          <w:p w14:paraId="48B853CF" w14:textId="77777777" w:rsidR="00F21DB0" w:rsidRPr="00447B7B" w:rsidRDefault="00F21DB0" w:rsidP="00E44FF8">
            <w:pPr>
              <w:pStyle w:val="tabletext11"/>
              <w:jc w:val="right"/>
              <w:rPr>
                <w:ins w:id="1672" w:author="Author"/>
              </w:rPr>
            </w:pPr>
          </w:p>
        </w:tc>
        <w:tc>
          <w:tcPr>
            <w:tcW w:w="910" w:type="dxa"/>
            <w:tcBorders>
              <w:left w:val="nil"/>
              <w:right w:val="single" w:sz="6" w:space="0" w:color="auto"/>
            </w:tcBorders>
          </w:tcPr>
          <w:p w14:paraId="6274048A" w14:textId="77777777" w:rsidR="00F21DB0" w:rsidRPr="00447B7B" w:rsidRDefault="00F21DB0" w:rsidP="00E44FF8">
            <w:pPr>
              <w:pStyle w:val="tabletext11"/>
              <w:tabs>
                <w:tab w:val="decimal" w:pos="200"/>
              </w:tabs>
              <w:rPr>
                <w:ins w:id="1673" w:author="Author"/>
              </w:rPr>
            </w:pPr>
            <w:ins w:id="1674" w:author="Author">
              <w:r w:rsidRPr="00447B7B">
                <w:t>30.76</w:t>
              </w:r>
            </w:ins>
          </w:p>
        </w:tc>
        <w:tc>
          <w:tcPr>
            <w:tcW w:w="300" w:type="dxa"/>
            <w:gridSpan w:val="2"/>
            <w:tcBorders>
              <w:left w:val="single" w:sz="6" w:space="0" w:color="auto"/>
            </w:tcBorders>
          </w:tcPr>
          <w:p w14:paraId="17DF01E5" w14:textId="77777777" w:rsidR="00F21DB0" w:rsidRPr="00447B7B" w:rsidRDefault="00F21DB0" w:rsidP="00E44FF8">
            <w:pPr>
              <w:pStyle w:val="tabletext11"/>
              <w:jc w:val="right"/>
              <w:rPr>
                <w:ins w:id="1675" w:author="Author"/>
              </w:rPr>
            </w:pPr>
          </w:p>
        </w:tc>
        <w:tc>
          <w:tcPr>
            <w:tcW w:w="790" w:type="dxa"/>
            <w:tcBorders>
              <w:left w:val="nil"/>
              <w:right w:val="single" w:sz="6" w:space="0" w:color="auto"/>
            </w:tcBorders>
          </w:tcPr>
          <w:p w14:paraId="615866E9" w14:textId="77777777" w:rsidR="00F21DB0" w:rsidRPr="00447B7B" w:rsidRDefault="00F21DB0" w:rsidP="00E44FF8">
            <w:pPr>
              <w:pStyle w:val="tabletext11"/>
              <w:tabs>
                <w:tab w:val="left" w:pos="200"/>
              </w:tabs>
              <w:rPr>
                <w:ins w:id="1676" w:author="Author"/>
              </w:rPr>
            </w:pPr>
            <w:ins w:id="1677" w:author="Author">
              <w:r w:rsidRPr="00447B7B">
                <w:t>35.76</w:t>
              </w:r>
            </w:ins>
          </w:p>
        </w:tc>
      </w:tr>
      <w:tr w:rsidR="00F21DB0" w:rsidRPr="00447B7B" w14:paraId="723CE057" w14:textId="77777777" w:rsidTr="00E44FF8">
        <w:trPr>
          <w:cantSplit/>
          <w:trHeight w:val="190"/>
          <w:ins w:id="1678" w:author="Author"/>
        </w:trPr>
        <w:tc>
          <w:tcPr>
            <w:tcW w:w="200" w:type="dxa"/>
          </w:tcPr>
          <w:p w14:paraId="612A6F7B" w14:textId="77777777" w:rsidR="00F21DB0" w:rsidRPr="00447B7B" w:rsidRDefault="00F21DB0" w:rsidP="00E44FF8">
            <w:pPr>
              <w:pStyle w:val="tabletext11"/>
              <w:rPr>
                <w:ins w:id="1679" w:author="Author"/>
              </w:rPr>
            </w:pPr>
          </w:p>
        </w:tc>
        <w:tc>
          <w:tcPr>
            <w:tcW w:w="300" w:type="dxa"/>
            <w:tcBorders>
              <w:left w:val="single" w:sz="6" w:space="0" w:color="auto"/>
            </w:tcBorders>
          </w:tcPr>
          <w:p w14:paraId="3403AA22" w14:textId="77777777" w:rsidR="00F21DB0" w:rsidRPr="00447B7B" w:rsidRDefault="00F21DB0" w:rsidP="00E44FF8">
            <w:pPr>
              <w:pStyle w:val="tabletext11"/>
              <w:jc w:val="right"/>
              <w:rPr>
                <w:ins w:id="1680" w:author="Author"/>
              </w:rPr>
            </w:pPr>
          </w:p>
        </w:tc>
        <w:tc>
          <w:tcPr>
            <w:tcW w:w="2100" w:type="dxa"/>
            <w:tcBorders>
              <w:left w:val="nil"/>
              <w:right w:val="single" w:sz="6" w:space="0" w:color="auto"/>
            </w:tcBorders>
          </w:tcPr>
          <w:p w14:paraId="0BA2BC23" w14:textId="77777777" w:rsidR="00F21DB0" w:rsidRPr="00447B7B" w:rsidRDefault="00F21DB0" w:rsidP="00E44FF8">
            <w:pPr>
              <w:pStyle w:val="tabletext11"/>
              <w:rPr>
                <w:ins w:id="1681" w:author="Author"/>
              </w:rPr>
            </w:pPr>
            <w:ins w:id="1682" w:author="Author">
              <w:r w:rsidRPr="00447B7B">
                <w:t>120,001 to 130,000</w:t>
              </w:r>
            </w:ins>
          </w:p>
        </w:tc>
        <w:tc>
          <w:tcPr>
            <w:tcW w:w="400" w:type="dxa"/>
            <w:tcBorders>
              <w:left w:val="single" w:sz="6" w:space="0" w:color="auto"/>
            </w:tcBorders>
          </w:tcPr>
          <w:p w14:paraId="7D183FC3" w14:textId="77777777" w:rsidR="00F21DB0" w:rsidRPr="00447B7B" w:rsidRDefault="00F21DB0" w:rsidP="00E44FF8">
            <w:pPr>
              <w:pStyle w:val="tabletext11"/>
              <w:jc w:val="right"/>
              <w:rPr>
                <w:ins w:id="1683" w:author="Author"/>
              </w:rPr>
            </w:pPr>
          </w:p>
        </w:tc>
        <w:tc>
          <w:tcPr>
            <w:tcW w:w="910" w:type="dxa"/>
            <w:tcBorders>
              <w:left w:val="nil"/>
              <w:right w:val="single" w:sz="6" w:space="0" w:color="auto"/>
            </w:tcBorders>
          </w:tcPr>
          <w:p w14:paraId="26530CC2" w14:textId="77777777" w:rsidR="00F21DB0" w:rsidRPr="00447B7B" w:rsidRDefault="00F21DB0" w:rsidP="00E44FF8">
            <w:pPr>
              <w:pStyle w:val="tabletext11"/>
              <w:tabs>
                <w:tab w:val="decimal" w:pos="200"/>
              </w:tabs>
              <w:rPr>
                <w:ins w:id="1684" w:author="Author"/>
              </w:rPr>
            </w:pPr>
            <w:ins w:id="1685" w:author="Author">
              <w:r w:rsidRPr="00447B7B">
                <w:t>32.25</w:t>
              </w:r>
            </w:ins>
          </w:p>
        </w:tc>
        <w:tc>
          <w:tcPr>
            <w:tcW w:w="300" w:type="dxa"/>
            <w:gridSpan w:val="2"/>
            <w:tcBorders>
              <w:left w:val="single" w:sz="6" w:space="0" w:color="auto"/>
            </w:tcBorders>
          </w:tcPr>
          <w:p w14:paraId="5B1D3E20" w14:textId="77777777" w:rsidR="00F21DB0" w:rsidRPr="00447B7B" w:rsidRDefault="00F21DB0" w:rsidP="00E44FF8">
            <w:pPr>
              <w:pStyle w:val="tabletext11"/>
              <w:jc w:val="right"/>
              <w:rPr>
                <w:ins w:id="1686" w:author="Author"/>
              </w:rPr>
            </w:pPr>
          </w:p>
        </w:tc>
        <w:tc>
          <w:tcPr>
            <w:tcW w:w="790" w:type="dxa"/>
            <w:tcBorders>
              <w:left w:val="nil"/>
              <w:right w:val="single" w:sz="6" w:space="0" w:color="auto"/>
            </w:tcBorders>
          </w:tcPr>
          <w:p w14:paraId="0BE52EB0" w14:textId="77777777" w:rsidR="00F21DB0" w:rsidRPr="00447B7B" w:rsidRDefault="00F21DB0" w:rsidP="00E44FF8">
            <w:pPr>
              <w:pStyle w:val="tabletext11"/>
              <w:tabs>
                <w:tab w:val="left" w:pos="200"/>
              </w:tabs>
              <w:rPr>
                <w:ins w:id="1687" w:author="Author"/>
              </w:rPr>
            </w:pPr>
            <w:ins w:id="1688" w:author="Author">
              <w:r w:rsidRPr="00447B7B">
                <w:t>37.25</w:t>
              </w:r>
            </w:ins>
          </w:p>
        </w:tc>
      </w:tr>
      <w:tr w:rsidR="00F21DB0" w:rsidRPr="00447B7B" w14:paraId="0E67DE81" w14:textId="77777777" w:rsidTr="00E44FF8">
        <w:trPr>
          <w:cantSplit/>
          <w:trHeight w:val="190"/>
          <w:ins w:id="1689" w:author="Author"/>
        </w:trPr>
        <w:tc>
          <w:tcPr>
            <w:tcW w:w="200" w:type="dxa"/>
          </w:tcPr>
          <w:p w14:paraId="2477519C" w14:textId="77777777" w:rsidR="00F21DB0" w:rsidRPr="00447B7B" w:rsidRDefault="00F21DB0" w:rsidP="00E44FF8">
            <w:pPr>
              <w:pStyle w:val="tabletext11"/>
              <w:rPr>
                <w:ins w:id="1690" w:author="Author"/>
              </w:rPr>
            </w:pPr>
          </w:p>
        </w:tc>
        <w:tc>
          <w:tcPr>
            <w:tcW w:w="300" w:type="dxa"/>
            <w:tcBorders>
              <w:left w:val="single" w:sz="6" w:space="0" w:color="auto"/>
            </w:tcBorders>
          </w:tcPr>
          <w:p w14:paraId="108285A6" w14:textId="77777777" w:rsidR="00F21DB0" w:rsidRPr="00447B7B" w:rsidRDefault="00F21DB0" w:rsidP="00E44FF8">
            <w:pPr>
              <w:pStyle w:val="tabletext11"/>
              <w:jc w:val="right"/>
              <w:rPr>
                <w:ins w:id="1691" w:author="Author"/>
              </w:rPr>
            </w:pPr>
          </w:p>
        </w:tc>
        <w:tc>
          <w:tcPr>
            <w:tcW w:w="2100" w:type="dxa"/>
            <w:tcBorders>
              <w:left w:val="nil"/>
              <w:right w:val="single" w:sz="6" w:space="0" w:color="auto"/>
            </w:tcBorders>
          </w:tcPr>
          <w:p w14:paraId="7A4DD8B7" w14:textId="77777777" w:rsidR="00F21DB0" w:rsidRPr="00447B7B" w:rsidRDefault="00F21DB0" w:rsidP="00E44FF8">
            <w:pPr>
              <w:pStyle w:val="tabletext11"/>
              <w:rPr>
                <w:ins w:id="1692" w:author="Author"/>
              </w:rPr>
            </w:pPr>
            <w:ins w:id="1693" w:author="Author">
              <w:r w:rsidRPr="00447B7B">
                <w:t>130,001 to 140,000</w:t>
              </w:r>
            </w:ins>
          </w:p>
        </w:tc>
        <w:tc>
          <w:tcPr>
            <w:tcW w:w="400" w:type="dxa"/>
            <w:tcBorders>
              <w:left w:val="single" w:sz="6" w:space="0" w:color="auto"/>
            </w:tcBorders>
          </w:tcPr>
          <w:p w14:paraId="177FD327" w14:textId="77777777" w:rsidR="00F21DB0" w:rsidRPr="00447B7B" w:rsidRDefault="00F21DB0" w:rsidP="00E44FF8">
            <w:pPr>
              <w:pStyle w:val="tabletext11"/>
              <w:jc w:val="right"/>
              <w:rPr>
                <w:ins w:id="1694" w:author="Author"/>
              </w:rPr>
            </w:pPr>
          </w:p>
        </w:tc>
        <w:tc>
          <w:tcPr>
            <w:tcW w:w="910" w:type="dxa"/>
            <w:tcBorders>
              <w:left w:val="nil"/>
              <w:right w:val="single" w:sz="6" w:space="0" w:color="auto"/>
            </w:tcBorders>
          </w:tcPr>
          <w:p w14:paraId="1DD43D96" w14:textId="77777777" w:rsidR="00F21DB0" w:rsidRPr="00447B7B" w:rsidRDefault="00F21DB0" w:rsidP="00E44FF8">
            <w:pPr>
              <w:pStyle w:val="tabletext11"/>
              <w:tabs>
                <w:tab w:val="decimal" w:pos="200"/>
              </w:tabs>
              <w:rPr>
                <w:ins w:id="1695" w:author="Author"/>
              </w:rPr>
            </w:pPr>
            <w:ins w:id="1696" w:author="Author">
              <w:r w:rsidRPr="00447B7B">
                <w:t>33.63</w:t>
              </w:r>
            </w:ins>
          </w:p>
        </w:tc>
        <w:tc>
          <w:tcPr>
            <w:tcW w:w="300" w:type="dxa"/>
            <w:gridSpan w:val="2"/>
            <w:tcBorders>
              <w:left w:val="single" w:sz="6" w:space="0" w:color="auto"/>
            </w:tcBorders>
          </w:tcPr>
          <w:p w14:paraId="724B62BB" w14:textId="77777777" w:rsidR="00F21DB0" w:rsidRPr="00447B7B" w:rsidRDefault="00F21DB0" w:rsidP="00E44FF8">
            <w:pPr>
              <w:pStyle w:val="tabletext11"/>
              <w:jc w:val="right"/>
              <w:rPr>
                <w:ins w:id="1697" w:author="Author"/>
              </w:rPr>
            </w:pPr>
          </w:p>
        </w:tc>
        <w:tc>
          <w:tcPr>
            <w:tcW w:w="790" w:type="dxa"/>
            <w:tcBorders>
              <w:left w:val="nil"/>
              <w:right w:val="single" w:sz="6" w:space="0" w:color="auto"/>
            </w:tcBorders>
          </w:tcPr>
          <w:p w14:paraId="51178576" w14:textId="77777777" w:rsidR="00F21DB0" w:rsidRPr="00447B7B" w:rsidRDefault="00F21DB0" w:rsidP="00E44FF8">
            <w:pPr>
              <w:pStyle w:val="tabletext11"/>
              <w:tabs>
                <w:tab w:val="left" w:pos="200"/>
              </w:tabs>
              <w:rPr>
                <w:ins w:id="1698" w:author="Author"/>
              </w:rPr>
            </w:pPr>
            <w:ins w:id="1699" w:author="Author">
              <w:r w:rsidRPr="00447B7B">
                <w:t>38.63</w:t>
              </w:r>
            </w:ins>
          </w:p>
        </w:tc>
      </w:tr>
      <w:tr w:rsidR="00F21DB0" w:rsidRPr="00447B7B" w14:paraId="5283EA43" w14:textId="77777777" w:rsidTr="00E44FF8">
        <w:trPr>
          <w:cantSplit/>
          <w:trHeight w:val="190"/>
          <w:ins w:id="1700" w:author="Author"/>
        </w:trPr>
        <w:tc>
          <w:tcPr>
            <w:tcW w:w="200" w:type="dxa"/>
          </w:tcPr>
          <w:p w14:paraId="41CFBE26" w14:textId="77777777" w:rsidR="00F21DB0" w:rsidRPr="00447B7B" w:rsidRDefault="00F21DB0" w:rsidP="00E44FF8">
            <w:pPr>
              <w:pStyle w:val="tabletext11"/>
              <w:rPr>
                <w:ins w:id="1701" w:author="Author"/>
              </w:rPr>
            </w:pPr>
          </w:p>
        </w:tc>
        <w:tc>
          <w:tcPr>
            <w:tcW w:w="300" w:type="dxa"/>
            <w:tcBorders>
              <w:left w:val="single" w:sz="6" w:space="0" w:color="auto"/>
            </w:tcBorders>
          </w:tcPr>
          <w:p w14:paraId="59BE95FD" w14:textId="77777777" w:rsidR="00F21DB0" w:rsidRPr="00447B7B" w:rsidRDefault="00F21DB0" w:rsidP="00E44FF8">
            <w:pPr>
              <w:pStyle w:val="tabletext11"/>
              <w:jc w:val="right"/>
              <w:rPr>
                <w:ins w:id="1702" w:author="Author"/>
              </w:rPr>
            </w:pPr>
          </w:p>
        </w:tc>
        <w:tc>
          <w:tcPr>
            <w:tcW w:w="2100" w:type="dxa"/>
            <w:tcBorders>
              <w:left w:val="nil"/>
              <w:right w:val="single" w:sz="6" w:space="0" w:color="auto"/>
            </w:tcBorders>
          </w:tcPr>
          <w:p w14:paraId="7F8CF11C" w14:textId="77777777" w:rsidR="00F21DB0" w:rsidRPr="00447B7B" w:rsidRDefault="00F21DB0" w:rsidP="00E44FF8">
            <w:pPr>
              <w:pStyle w:val="tabletext11"/>
              <w:rPr>
                <w:ins w:id="1703" w:author="Author"/>
              </w:rPr>
            </w:pPr>
            <w:ins w:id="1704" w:author="Author">
              <w:r w:rsidRPr="00447B7B">
                <w:t>140,001 to 150,000</w:t>
              </w:r>
            </w:ins>
          </w:p>
        </w:tc>
        <w:tc>
          <w:tcPr>
            <w:tcW w:w="400" w:type="dxa"/>
            <w:tcBorders>
              <w:left w:val="single" w:sz="6" w:space="0" w:color="auto"/>
            </w:tcBorders>
          </w:tcPr>
          <w:p w14:paraId="5D0AB615" w14:textId="77777777" w:rsidR="00F21DB0" w:rsidRPr="00447B7B" w:rsidRDefault="00F21DB0" w:rsidP="00E44FF8">
            <w:pPr>
              <w:pStyle w:val="tabletext11"/>
              <w:jc w:val="right"/>
              <w:rPr>
                <w:ins w:id="1705" w:author="Author"/>
              </w:rPr>
            </w:pPr>
          </w:p>
        </w:tc>
        <w:tc>
          <w:tcPr>
            <w:tcW w:w="910" w:type="dxa"/>
            <w:tcBorders>
              <w:left w:val="nil"/>
              <w:right w:val="single" w:sz="6" w:space="0" w:color="auto"/>
            </w:tcBorders>
          </w:tcPr>
          <w:p w14:paraId="7EF827A8" w14:textId="77777777" w:rsidR="00F21DB0" w:rsidRPr="00447B7B" w:rsidRDefault="00F21DB0" w:rsidP="00E44FF8">
            <w:pPr>
              <w:pStyle w:val="tabletext11"/>
              <w:tabs>
                <w:tab w:val="decimal" w:pos="200"/>
              </w:tabs>
              <w:rPr>
                <w:ins w:id="1706" w:author="Author"/>
              </w:rPr>
            </w:pPr>
            <w:ins w:id="1707" w:author="Author">
              <w:r w:rsidRPr="00447B7B">
                <w:t>34.91</w:t>
              </w:r>
            </w:ins>
          </w:p>
        </w:tc>
        <w:tc>
          <w:tcPr>
            <w:tcW w:w="300" w:type="dxa"/>
            <w:gridSpan w:val="2"/>
            <w:tcBorders>
              <w:left w:val="single" w:sz="6" w:space="0" w:color="auto"/>
            </w:tcBorders>
          </w:tcPr>
          <w:p w14:paraId="111644AE" w14:textId="77777777" w:rsidR="00F21DB0" w:rsidRPr="00447B7B" w:rsidRDefault="00F21DB0" w:rsidP="00E44FF8">
            <w:pPr>
              <w:pStyle w:val="tabletext11"/>
              <w:jc w:val="right"/>
              <w:rPr>
                <w:ins w:id="1708" w:author="Author"/>
              </w:rPr>
            </w:pPr>
          </w:p>
        </w:tc>
        <w:tc>
          <w:tcPr>
            <w:tcW w:w="790" w:type="dxa"/>
            <w:tcBorders>
              <w:left w:val="nil"/>
              <w:right w:val="single" w:sz="6" w:space="0" w:color="auto"/>
            </w:tcBorders>
          </w:tcPr>
          <w:p w14:paraId="1E558960" w14:textId="77777777" w:rsidR="00F21DB0" w:rsidRPr="00447B7B" w:rsidRDefault="00F21DB0" w:rsidP="00E44FF8">
            <w:pPr>
              <w:pStyle w:val="tabletext11"/>
              <w:tabs>
                <w:tab w:val="left" w:pos="200"/>
              </w:tabs>
              <w:rPr>
                <w:ins w:id="1709" w:author="Author"/>
              </w:rPr>
            </w:pPr>
            <w:ins w:id="1710" w:author="Author">
              <w:r w:rsidRPr="00447B7B">
                <w:t>39.91</w:t>
              </w:r>
            </w:ins>
          </w:p>
        </w:tc>
      </w:tr>
      <w:tr w:rsidR="00F21DB0" w:rsidRPr="00447B7B" w14:paraId="2C8C49CC" w14:textId="77777777" w:rsidTr="00E44FF8">
        <w:trPr>
          <w:cantSplit/>
          <w:trHeight w:val="190"/>
          <w:ins w:id="1711" w:author="Author"/>
        </w:trPr>
        <w:tc>
          <w:tcPr>
            <w:tcW w:w="200" w:type="dxa"/>
          </w:tcPr>
          <w:p w14:paraId="29BEE3A2" w14:textId="77777777" w:rsidR="00F21DB0" w:rsidRPr="00447B7B" w:rsidRDefault="00F21DB0" w:rsidP="00E44FF8">
            <w:pPr>
              <w:pStyle w:val="tabletext11"/>
              <w:rPr>
                <w:ins w:id="1712" w:author="Author"/>
              </w:rPr>
            </w:pPr>
          </w:p>
        </w:tc>
        <w:tc>
          <w:tcPr>
            <w:tcW w:w="300" w:type="dxa"/>
            <w:tcBorders>
              <w:left w:val="single" w:sz="6" w:space="0" w:color="auto"/>
            </w:tcBorders>
          </w:tcPr>
          <w:p w14:paraId="1B2F88C8" w14:textId="77777777" w:rsidR="00F21DB0" w:rsidRPr="00447B7B" w:rsidRDefault="00F21DB0" w:rsidP="00E44FF8">
            <w:pPr>
              <w:pStyle w:val="tabletext11"/>
              <w:jc w:val="right"/>
              <w:rPr>
                <w:ins w:id="1713" w:author="Author"/>
              </w:rPr>
            </w:pPr>
          </w:p>
        </w:tc>
        <w:tc>
          <w:tcPr>
            <w:tcW w:w="2100" w:type="dxa"/>
            <w:tcBorders>
              <w:left w:val="nil"/>
              <w:right w:val="single" w:sz="6" w:space="0" w:color="auto"/>
            </w:tcBorders>
          </w:tcPr>
          <w:p w14:paraId="099F2CB6" w14:textId="77777777" w:rsidR="00F21DB0" w:rsidRPr="00447B7B" w:rsidRDefault="00F21DB0" w:rsidP="00E44FF8">
            <w:pPr>
              <w:pStyle w:val="tabletext11"/>
              <w:rPr>
                <w:ins w:id="1714" w:author="Author"/>
              </w:rPr>
            </w:pPr>
            <w:ins w:id="1715" w:author="Author">
              <w:r w:rsidRPr="00447B7B">
                <w:t>150,001 to 160,000</w:t>
              </w:r>
            </w:ins>
          </w:p>
        </w:tc>
        <w:tc>
          <w:tcPr>
            <w:tcW w:w="400" w:type="dxa"/>
            <w:tcBorders>
              <w:left w:val="single" w:sz="6" w:space="0" w:color="auto"/>
            </w:tcBorders>
          </w:tcPr>
          <w:p w14:paraId="3A83039B" w14:textId="77777777" w:rsidR="00F21DB0" w:rsidRPr="00447B7B" w:rsidRDefault="00F21DB0" w:rsidP="00E44FF8">
            <w:pPr>
              <w:pStyle w:val="tabletext11"/>
              <w:jc w:val="right"/>
              <w:rPr>
                <w:ins w:id="1716" w:author="Author"/>
              </w:rPr>
            </w:pPr>
          </w:p>
        </w:tc>
        <w:tc>
          <w:tcPr>
            <w:tcW w:w="910" w:type="dxa"/>
            <w:tcBorders>
              <w:left w:val="nil"/>
              <w:right w:val="single" w:sz="6" w:space="0" w:color="auto"/>
            </w:tcBorders>
          </w:tcPr>
          <w:p w14:paraId="4F2E21B5" w14:textId="77777777" w:rsidR="00F21DB0" w:rsidRPr="00447B7B" w:rsidRDefault="00F21DB0" w:rsidP="00E44FF8">
            <w:pPr>
              <w:pStyle w:val="tabletext11"/>
              <w:tabs>
                <w:tab w:val="decimal" w:pos="200"/>
              </w:tabs>
              <w:rPr>
                <w:ins w:id="1717" w:author="Author"/>
              </w:rPr>
            </w:pPr>
            <w:ins w:id="1718" w:author="Author">
              <w:r w:rsidRPr="00447B7B">
                <w:t>36.09</w:t>
              </w:r>
            </w:ins>
          </w:p>
        </w:tc>
        <w:tc>
          <w:tcPr>
            <w:tcW w:w="300" w:type="dxa"/>
            <w:gridSpan w:val="2"/>
            <w:tcBorders>
              <w:left w:val="single" w:sz="6" w:space="0" w:color="auto"/>
            </w:tcBorders>
          </w:tcPr>
          <w:p w14:paraId="37CFF2C6" w14:textId="77777777" w:rsidR="00F21DB0" w:rsidRPr="00447B7B" w:rsidRDefault="00F21DB0" w:rsidP="00E44FF8">
            <w:pPr>
              <w:pStyle w:val="tabletext11"/>
              <w:jc w:val="right"/>
              <w:rPr>
                <w:ins w:id="1719" w:author="Author"/>
              </w:rPr>
            </w:pPr>
          </w:p>
        </w:tc>
        <w:tc>
          <w:tcPr>
            <w:tcW w:w="790" w:type="dxa"/>
            <w:tcBorders>
              <w:left w:val="nil"/>
              <w:right w:val="single" w:sz="6" w:space="0" w:color="auto"/>
            </w:tcBorders>
          </w:tcPr>
          <w:p w14:paraId="3FA15D7D" w14:textId="77777777" w:rsidR="00F21DB0" w:rsidRPr="00447B7B" w:rsidRDefault="00F21DB0" w:rsidP="00E44FF8">
            <w:pPr>
              <w:pStyle w:val="tabletext11"/>
              <w:tabs>
                <w:tab w:val="left" w:pos="200"/>
              </w:tabs>
              <w:rPr>
                <w:ins w:id="1720" w:author="Author"/>
              </w:rPr>
            </w:pPr>
            <w:ins w:id="1721" w:author="Author">
              <w:r w:rsidRPr="00447B7B">
                <w:t>41.09</w:t>
              </w:r>
            </w:ins>
          </w:p>
        </w:tc>
      </w:tr>
      <w:tr w:rsidR="00F21DB0" w:rsidRPr="00447B7B" w14:paraId="6B06FBDD" w14:textId="77777777" w:rsidTr="00E44FF8">
        <w:trPr>
          <w:cantSplit/>
          <w:trHeight w:val="190"/>
          <w:ins w:id="1722" w:author="Author"/>
        </w:trPr>
        <w:tc>
          <w:tcPr>
            <w:tcW w:w="200" w:type="dxa"/>
          </w:tcPr>
          <w:p w14:paraId="1CF7D23B" w14:textId="77777777" w:rsidR="00F21DB0" w:rsidRPr="00447B7B" w:rsidRDefault="00F21DB0" w:rsidP="00E44FF8">
            <w:pPr>
              <w:pStyle w:val="tabletext11"/>
              <w:rPr>
                <w:ins w:id="1723" w:author="Author"/>
              </w:rPr>
            </w:pPr>
          </w:p>
        </w:tc>
        <w:tc>
          <w:tcPr>
            <w:tcW w:w="300" w:type="dxa"/>
            <w:tcBorders>
              <w:left w:val="single" w:sz="6" w:space="0" w:color="auto"/>
            </w:tcBorders>
          </w:tcPr>
          <w:p w14:paraId="6A48E0F8" w14:textId="77777777" w:rsidR="00F21DB0" w:rsidRPr="00447B7B" w:rsidRDefault="00F21DB0" w:rsidP="00E44FF8">
            <w:pPr>
              <w:pStyle w:val="tabletext11"/>
              <w:jc w:val="right"/>
              <w:rPr>
                <w:ins w:id="1724" w:author="Author"/>
              </w:rPr>
            </w:pPr>
          </w:p>
        </w:tc>
        <w:tc>
          <w:tcPr>
            <w:tcW w:w="2100" w:type="dxa"/>
            <w:tcBorders>
              <w:left w:val="nil"/>
              <w:right w:val="single" w:sz="6" w:space="0" w:color="auto"/>
            </w:tcBorders>
          </w:tcPr>
          <w:p w14:paraId="08EB8B80" w14:textId="77777777" w:rsidR="00F21DB0" w:rsidRPr="00447B7B" w:rsidRDefault="00F21DB0" w:rsidP="00E44FF8">
            <w:pPr>
              <w:pStyle w:val="tabletext11"/>
              <w:rPr>
                <w:ins w:id="1725" w:author="Author"/>
              </w:rPr>
            </w:pPr>
            <w:ins w:id="1726" w:author="Author">
              <w:r w:rsidRPr="00447B7B">
                <w:t>160,001 to 170,000</w:t>
              </w:r>
            </w:ins>
          </w:p>
        </w:tc>
        <w:tc>
          <w:tcPr>
            <w:tcW w:w="400" w:type="dxa"/>
            <w:tcBorders>
              <w:left w:val="single" w:sz="6" w:space="0" w:color="auto"/>
            </w:tcBorders>
          </w:tcPr>
          <w:p w14:paraId="4F535536" w14:textId="77777777" w:rsidR="00F21DB0" w:rsidRPr="00447B7B" w:rsidRDefault="00F21DB0" w:rsidP="00E44FF8">
            <w:pPr>
              <w:pStyle w:val="tabletext11"/>
              <w:jc w:val="right"/>
              <w:rPr>
                <w:ins w:id="1727" w:author="Author"/>
              </w:rPr>
            </w:pPr>
          </w:p>
        </w:tc>
        <w:tc>
          <w:tcPr>
            <w:tcW w:w="910" w:type="dxa"/>
            <w:tcBorders>
              <w:left w:val="nil"/>
              <w:right w:val="single" w:sz="6" w:space="0" w:color="auto"/>
            </w:tcBorders>
          </w:tcPr>
          <w:p w14:paraId="4AF8DCCC" w14:textId="77777777" w:rsidR="00F21DB0" w:rsidRPr="00447B7B" w:rsidRDefault="00F21DB0" w:rsidP="00E44FF8">
            <w:pPr>
              <w:pStyle w:val="tabletext11"/>
              <w:tabs>
                <w:tab w:val="decimal" w:pos="200"/>
              </w:tabs>
              <w:rPr>
                <w:ins w:id="1728" w:author="Author"/>
              </w:rPr>
            </w:pPr>
            <w:ins w:id="1729" w:author="Author">
              <w:r w:rsidRPr="00447B7B">
                <w:t>37.19</w:t>
              </w:r>
            </w:ins>
          </w:p>
        </w:tc>
        <w:tc>
          <w:tcPr>
            <w:tcW w:w="300" w:type="dxa"/>
            <w:gridSpan w:val="2"/>
            <w:tcBorders>
              <w:left w:val="single" w:sz="6" w:space="0" w:color="auto"/>
            </w:tcBorders>
          </w:tcPr>
          <w:p w14:paraId="483B5254" w14:textId="77777777" w:rsidR="00F21DB0" w:rsidRPr="00447B7B" w:rsidRDefault="00F21DB0" w:rsidP="00E44FF8">
            <w:pPr>
              <w:pStyle w:val="tabletext11"/>
              <w:jc w:val="right"/>
              <w:rPr>
                <w:ins w:id="1730" w:author="Author"/>
              </w:rPr>
            </w:pPr>
          </w:p>
        </w:tc>
        <w:tc>
          <w:tcPr>
            <w:tcW w:w="790" w:type="dxa"/>
            <w:tcBorders>
              <w:left w:val="nil"/>
              <w:right w:val="single" w:sz="6" w:space="0" w:color="auto"/>
            </w:tcBorders>
          </w:tcPr>
          <w:p w14:paraId="26D240A7" w14:textId="77777777" w:rsidR="00F21DB0" w:rsidRPr="00447B7B" w:rsidRDefault="00F21DB0" w:rsidP="00E44FF8">
            <w:pPr>
              <w:pStyle w:val="tabletext11"/>
              <w:tabs>
                <w:tab w:val="left" w:pos="200"/>
              </w:tabs>
              <w:rPr>
                <w:ins w:id="1731" w:author="Author"/>
              </w:rPr>
            </w:pPr>
            <w:ins w:id="1732" w:author="Author">
              <w:r w:rsidRPr="00447B7B">
                <w:t>42.19</w:t>
              </w:r>
            </w:ins>
          </w:p>
        </w:tc>
      </w:tr>
      <w:tr w:rsidR="00F21DB0" w:rsidRPr="00447B7B" w14:paraId="3DC7BEAA" w14:textId="77777777" w:rsidTr="00E44FF8">
        <w:trPr>
          <w:cantSplit/>
          <w:trHeight w:val="190"/>
          <w:ins w:id="1733" w:author="Author"/>
        </w:trPr>
        <w:tc>
          <w:tcPr>
            <w:tcW w:w="200" w:type="dxa"/>
          </w:tcPr>
          <w:p w14:paraId="05F94C25" w14:textId="77777777" w:rsidR="00F21DB0" w:rsidRPr="00447B7B" w:rsidRDefault="00F21DB0" w:rsidP="00E44FF8">
            <w:pPr>
              <w:pStyle w:val="tabletext11"/>
              <w:rPr>
                <w:ins w:id="1734" w:author="Author"/>
              </w:rPr>
            </w:pPr>
          </w:p>
        </w:tc>
        <w:tc>
          <w:tcPr>
            <w:tcW w:w="300" w:type="dxa"/>
            <w:tcBorders>
              <w:left w:val="single" w:sz="6" w:space="0" w:color="auto"/>
            </w:tcBorders>
          </w:tcPr>
          <w:p w14:paraId="47EAC87C" w14:textId="77777777" w:rsidR="00F21DB0" w:rsidRPr="00447B7B" w:rsidRDefault="00F21DB0" w:rsidP="00E44FF8">
            <w:pPr>
              <w:pStyle w:val="tabletext11"/>
              <w:jc w:val="right"/>
              <w:rPr>
                <w:ins w:id="1735" w:author="Author"/>
              </w:rPr>
            </w:pPr>
          </w:p>
        </w:tc>
        <w:tc>
          <w:tcPr>
            <w:tcW w:w="2100" w:type="dxa"/>
            <w:tcBorders>
              <w:left w:val="nil"/>
              <w:right w:val="single" w:sz="6" w:space="0" w:color="auto"/>
            </w:tcBorders>
          </w:tcPr>
          <w:p w14:paraId="151A1ADC" w14:textId="77777777" w:rsidR="00F21DB0" w:rsidRPr="00447B7B" w:rsidRDefault="00F21DB0" w:rsidP="00E44FF8">
            <w:pPr>
              <w:pStyle w:val="tabletext11"/>
              <w:rPr>
                <w:ins w:id="1736" w:author="Author"/>
              </w:rPr>
            </w:pPr>
            <w:ins w:id="1737" w:author="Author">
              <w:r w:rsidRPr="00447B7B">
                <w:t>170,001 to 180,000</w:t>
              </w:r>
            </w:ins>
          </w:p>
        </w:tc>
        <w:tc>
          <w:tcPr>
            <w:tcW w:w="400" w:type="dxa"/>
            <w:tcBorders>
              <w:left w:val="single" w:sz="6" w:space="0" w:color="auto"/>
            </w:tcBorders>
          </w:tcPr>
          <w:p w14:paraId="25852D49" w14:textId="77777777" w:rsidR="00F21DB0" w:rsidRPr="00447B7B" w:rsidRDefault="00F21DB0" w:rsidP="00E44FF8">
            <w:pPr>
              <w:pStyle w:val="tabletext11"/>
              <w:jc w:val="right"/>
              <w:rPr>
                <w:ins w:id="1738" w:author="Author"/>
              </w:rPr>
            </w:pPr>
          </w:p>
        </w:tc>
        <w:tc>
          <w:tcPr>
            <w:tcW w:w="910" w:type="dxa"/>
            <w:tcBorders>
              <w:left w:val="nil"/>
              <w:right w:val="single" w:sz="6" w:space="0" w:color="auto"/>
            </w:tcBorders>
          </w:tcPr>
          <w:p w14:paraId="01270850" w14:textId="77777777" w:rsidR="00F21DB0" w:rsidRPr="00447B7B" w:rsidRDefault="00F21DB0" w:rsidP="00E44FF8">
            <w:pPr>
              <w:pStyle w:val="tabletext11"/>
              <w:tabs>
                <w:tab w:val="decimal" w:pos="200"/>
              </w:tabs>
              <w:rPr>
                <w:ins w:id="1739" w:author="Author"/>
              </w:rPr>
            </w:pPr>
            <w:ins w:id="1740" w:author="Author">
              <w:r w:rsidRPr="00447B7B">
                <w:t>38.20</w:t>
              </w:r>
            </w:ins>
          </w:p>
        </w:tc>
        <w:tc>
          <w:tcPr>
            <w:tcW w:w="300" w:type="dxa"/>
            <w:gridSpan w:val="2"/>
            <w:tcBorders>
              <w:left w:val="single" w:sz="6" w:space="0" w:color="auto"/>
            </w:tcBorders>
          </w:tcPr>
          <w:p w14:paraId="5176A0C8" w14:textId="77777777" w:rsidR="00F21DB0" w:rsidRPr="00447B7B" w:rsidRDefault="00F21DB0" w:rsidP="00E44FF8">
            <w:pPr>
              <w:pStyle w:val="tabletext11"/>
              <w:jc w:val="right"/>
              <w:rPr>
                <w:ins w:id="1741" w:author="Author"/>
              </w:rPr>
            </w:pPr>
          </w:p>
        </w:tc>
        <w:tc>
          <w:tcPr>
            <w:tcW w:w="790" w:type="dxa"/>
            <w:tcBorders>
              <w:left w:val="nil"/>
              <w:right w:val="single" w:sz="6" w:space="0" w:color="auto"/>
            </w:tcBorders>
          </w:tcPr>
          <w:p w14:paraId="4F02E994" w14:textId="77777777" w:rsidR="00F21DB0" w:rsidRPr="00447B7B" w:rsidRDefault="00F21DB0" w:rsidP="00E44FF8">
            <w:pPr>
              <w:pStyle w:val="tabletext11"/>
              <w:tabs>
                <w:tab w:val="left" w:pos="200"/>
              </w:tabs>
              <w:rPr>
                <w:ins w:id="1742" w:author="Author"/>
              </w:rPr>
            </w:pPr>
            <w:ins w:id="1743" w:author="Author">
              <w:r w:rsidRPr="00447B7B">
                <w:t>43.20</w:t>
              </w:r>
            </w:ins>
          </w:p>
        </w:tc>
      </w:tr>
      <w:tr w:rsidR="00F21DB0" w:rsidRPr="00447B7B" w14:paraId="78986F41" w14:textId="77777777" w:rsidTr="00E44FF8">
        <w:trPr>
          <w:cantSplit/>
          <w:trHeight w:val="190"/>
          <w:ins w:id="1744" w:author="Author"/>
        </w:trPr>
        <w:tc>
          <w:tcPr>
            <w:tcW w:w="200" w:type="dxa"/>
          </w:tcPr>
          <w:p w14:paraId="32EA48D0" w14:textId="77777777" w:rsidR="00F21DB0" w:rsidRPr="00447B7B" w:rsidRDefault="00F21DB0" w:rsidP="00E44FF8">
            <w:pPr>
              <w:pStyle w:val="tabletext11"/>
              <w:rPr>
                <w:ins w:id="1745" w:author="Author"/>
              </w:rPr>
            </w:pPr>
          </w:p>
        </w:tc>
        <w:tc>
          <w:tcPr>
            <w:tcW w:w="300" w:type="dxa"/>
            <w:tcBorders>
              <w:left w:val="single" w:sz="6" w:space="0" w:color="auto"/>
            </w:tcBorders>
          </w:tcPr>
          <w:p w14:paraId="60F83139" w14:textId="77777777" w:rsidR="00F21DB0" w:rsidRPr="00447B7B" w:rsidRDefault="00F21DB0" w:rsidP="00E44FF8">
            <w:pPr>
              <w:pStyle w:val="tabletext11"/>
              <w:jc w:val="right"/>
              <w:rPr>
                <w:ins w:id="1746" w:author="Author"/>
              </w:rPr>
            </w:pPr>
          </w:p>
        </w:tc>
        <w:tc>
          <w:tcPr>
            <w:tcW w:w="2100" w:type="dxa"/>
            <w:tcBorders>
              <w:left w:val="nil"/>
              <w:right w:val="single" w:sz="6" w:space="0" w:color="auto"/>
            </w:tcBorders>
          </w:tcPr>
          <w:p w14:paraId="2C85337F" w14:textId="77777777" w:rsidR="00F21DB0" w:rsidRPr="00447B7B" w:rsidRDefault="00F21DB0" w:rsidP="00E44FF8">
            <w:pPr>
              <w:pStyle w:val="tabletext11"/>
              <w:rPr>
                <w:ins w:id="1747" w:author="Author"/>
              </w:rPr>
            </w:pPr>
            <w:ins w:id="1748" w:author="Author">
              <w:r w:rsidRPr="00447B7B">
                <w:t>180,001 to 190,000</w:t>
              </w:r>
            </w:ins>
          </w:p>
        </w:tc>
        <w:tc>
          <w:tcPr>
            <w:tcW w:w="400" w:type="dxa"/>
            <w:tcBorders>
              <w:left w:val="single" w:sz="6" w:space="0" w:color="auto"/>
            </w:tcBorders>
          </w:tcPr>
          <w:p w14:paraId="0D15562C" w14:textId="77777777" w:rsidR="00F21DB0" w:rsidRPr="00447B7B" w:rsidRDefault="00F21DB0" w:rsidP="00E44FF8">
            <w:pPr>
              <w:pStyle w:val="tabletext11"/>
              <w:jc w:val="right"/>
              <w:rPr>
                <w:ins w:id="1749" w:author="Author"/>
              </w:rPr>
            </w:pPr>
          </w:p>
        </w:tc>
        <w:tc>
          <w:tcPr>
            <w:tcW w:w="910" w:type="dxa"/>
            <w:tcBorders>
              <w:left w:val="nil"/>
              <w:right w:val="single" w:sz="6" w:space="0" w:color="auto"/>
            </w:tcBorders>
          </w:tcPr>
          <w:p w14:paraId="069790F5" w14:textId="77777777" w:rsidR="00F21DB0" w:rsidRPr="00447B7B" w:rsidRDefault="00F21DB0" w:rsidP="00E44FF8">
            <w:pPr>
              <w:pStyle w:val="tabletext11"/>
              <w:tabs>
                <w:tab w:val="decimal" w:pos="200"/>
              </w:tabs>
              <w:rPr>
                <w:ins w:id="1750" w:author="Author"/>
              </w:rPr>
            </w:pPr>
            <w:ins w:id="1751" w:author="Author">
              <w:r w:rsidRPr="00447B7B">
                <w:t>39.13</w:t>
              </w:r>
            </w:ins>
          </w:p>
        </w:tc>
        <w:tc>
          <w:tcPr>
            <w:tcW w:w="300" w:type="dxa"/>
            <w:gridSpan w:val="2"/>
            <w:tcBorders>
              <w:left w:val="single" w:sz="6" w:space="0" w:color="auto"/>
            </w:tcBorders>
          </w:tcPr>
          <w:p w14:paraId="7FA0B89A" w14:textId="77777777" w:rsidR="00F21DB0" w:rsidRPr="00447B7B" w:rsidRDefault="00F21DB0" w:rsidP="00E44FF8">
            <w:pPr>
              <w:pStyle w:val="tabletext11"/>
              <w:jc w:val="right"/>
              <w:rPr>
                <w:ins w:id="1752" w:author="Author"/>
              </w:rPr>
            </w:pPr>
          </w:p>
        </w:tc>
        <w:tc>
          <w:tcPr>
            <w:tcW w:w="790" w:type="dxa"/>
            <w:tcBorders>
              <w:left w:val="nil"/>
              <w:right w:val="single" w:sz="6" w:space="0" w:color="auto"/>
            </w:tcBorders>
          </w:tcPr>
          <w:p w14:paraId="53D6F596" w14:textId="77777777" w:rsidR="00F21DB0" w:rsidRPr="00447B7B" w:rsidRDefault="00F21DB0" w:rsidP="00E44FF8">
            <w:pPr>
              <w:pStyle w:val="tabletext11"/>
              <w:tabs>
                <w:tab w:val="left" w:pos="200"/>
              </w:tabs>
              <w:rPr>
                <w:ins w:id="1753" w:author="Author"/>
              </w:rPr>
            </w:pPr>
            <w:ins w:id="1754" w:author="Author">
              <w:r w:rsidRPr="00447B7B">
                <w:t>44.13</w:t>
              </w:r>
            </w:ins>
          </w:p>
        </w:tc>
      </w:tr>
      <w:tr w:rsidR="00F21DB0" w:rsidRPr="00447B7B" w14:paraId="34400D22" w14:textId="77777777" w:rsidTr="00E44FF8">
        <w:trPr>
          <w:cantSplit/>
          <w:trHeight w:val="190"/>
          <w:ins w:id="1755" w:author="Author"/>
        </w:trPr>
        <w:tc>
          <w:tcPr>
            <w:tcW w:w="200" w:type="dxa"/>
          </w:tcPr>
          <w:p w14:paraId="0AF102CF" w14:textId="77777777" w:rsidR="00F21DB0" w:rsidRPr="00447B7B" w:rsidRDefault="00F21DB0" w:rsidP="00E44FF8">
            <w:pPr>
              <w:pStyle w:val="tabletext11"/>
              <w:rPr>
                <w:ins w:id="1756" w:author="Author"/>
              </w:rPr>
            </w:pPr>
          </w:p>
        </w:tc>
        <w:tc>
          <w:tcPr>
            <w:tcW w:w="300" w:type="dxa"/>
            <w:tcBorders>
              <w:left w:val="single" w:sz="6" w:space="0" w:color="auto"/>
            </w:tcBorders>
          </w:tcPr>
          <w:p w14:paraId="5B056BC8" w14:textId="77777777" w:rsidR="00F21DB0" w:rsidRPr="00447B7B" w:rsidRDefault="00F21DB0" w:rsidP="00E44FF8">
            <w:pPr>
              <w:pStyle w:val="tabletext11"/>
              <w:jc w:val="right"/>
              <w:rPr>
                <w:ins w:id="1757" w:author="Author"/>
              </w:rPr>
            </w:pPr>
          </w:p>
        </w:tc>
        <w:tc>
          <w:tcPr>
            <w:tcW w:w="2100" w:type="dxa"/>
            <w:tcBorders>
              <w:left w:val="nil"/>
              <w:right w:val="single" w:sz="6" w:space="0" w:color="auto"/>
            </w:tcBorders>
          </w:tcPr>
          <w:p w14:paraId="7A04B46A" w14:textId="77777777" w:rsidR="00F21DB0" w:rsidRPr="00447B7B" w:rsidRDefault="00F21DB0" w:rsidP="00E44FF8">
            <w:pPr>
              <w:pStyle w:val="tabletext11"/>
              <w:rPr>
                <w:ins w:id="1758" w:author="Author"/>
              </w:rPr>
            </w:pPr>
            <w:ins w:id="1759" w:author="Author">
              <w:r w:rsidRPr="00447B7B">
                <w:t>190,001 to 200,000</w:t>
              </w:r>
            </w:ins>
          </w:p>
        </w:tc>
        <w:tc>
          <w:tcPr>
            <w:tcW w:w="400" w:type="dxa"/>
            <w:tcBorders>
              <w:left w:val="single" w:sz="6" w:space="0" w:color="auto"/>
            </w:tcBorders>
          </w:tcPr>
          <w:p w14:paraId="218A41C4" w14:textId="77777777" w:rsidR="00F21DB0" w:rsidRPr="00447B7B" w:rsidRDefault="00F21DB0" w:rsidP="00E44FF8">
            <w:pPr>
              <w:pStyle w:val="tabletext11"/>
              <w:jc w:val="right"/>
              <w:rPr>
                <w:ins w:id="1760" w:author="Author"/>
              </w:rPr>
            </w:pPr>
          </w:p>
        </w:tc>
        <w:tc>
          <w:tcPr>
            <w:tcW w:w="910" w:type="dxa"/>
            <w:tcBorders>
              <w:left w:val="nil"/>
              <w:right w:val="single" w:sz="6" w:space="0" w:color="auto"/>
            </w:tcBorders>
          </w:tcPr>
          <w:p w14:paraId="5009CE66" w14:textId="77777777" w:rsidR="00F21DB0" w:rsidRPr="00447B7B" w:rsidRDefault="00F21DB0" w:rsidP="00E44FF8">
            <w:pPr>
              <w:pStyle w:val="tabletext11"/>
              <w:tabs>
                <w:tab w:val="decimal" w:pos="200"/>
              </w:tabs>
              <w:rPr>
                <w:ins w:id="1761" w:author="Author"/>
              </w:rPr>
            </w:pPr>
            <w:ins w:id="1762" w:author="Author">
              <w:r w:rsidRPr="00447B7B">
                <w:t>40.00</w:t>
              </w:r>
            </w:ins>
          </w:p>
        </w:tc>
        <w:tc>
          <w:tcPr>
            <w:tcW w:w="300" w:type="dxa"/>
            <w:gridSpan w:val="2"/>
            <w:tcBorders>
              <w:left w:val="single" w:sz="6" w:space="0" w:color="auto"/>
            </w:tcBorders>
          </w:tcPr>
          <w:p w14:paraId="234002DC" w14:textId="77777777" w:rsidR="00F21DB0" w:rsidRPr="00447B7B" w:rsidRDefault="00F21DB0" w:rsidP="00E44FF8">
            <w:pPr>
              <w:pStyle w:val="tabletext11"/>
              <w:jc w:val="right"/>
              <w:rPr>
                <w:ins w:id="1763" w:author="Author"/>
              </w:rPr>
            </w:pPr>
          </w:p>
        </w:tc>
        <w:tc>
          <w:tcPr>
            <w:tcW w:w="790" w:type="dxa"/>
            <w:tcBorders>
              <w:left w:val="nil"/>
              <w:right w:val="single" w:sz="6" w:space="0" w:color="auto"/>
            </w:tcBorders>
          </w:tcPr>
          <w:p w14:paraId="69BA89A9" w14:textId="77777777" w:rsidR="00F21DB0" w:rsidRPr="00447B7B" w:rsidRDefault="00F21DB0" w:rsidP="00E44FF8">
            <w:pPr>
              <w:pStyle w:val="tabletext11"/>
              <w:tabs>
                <w:tab w:val="left" w:pos="200"/>
              </w:tabs>
              <w:rPr>
                <w:ins w:id="1764" w:author="Author"/>
              </w:rPr>
            </w:pPr>
            <w:ins w:id="1765" w:author="Author">
              <w:r w:rsidRPr="00447B7B">
                <w:t>45.00</w:t>
              </w:r>
            </w:ins>
          </w:p>
        </w:tc>
      </w:tr>
      <w:tr w:rsidR="00F21DB0" w:rsidRPr="00447B7B" w14:paraId="63C6FDA7" w14:textId="77777777" w:rsidTr="00E44FF8">
        <w:trPr>
          <w:cantSplit/>
          <w:trHeight w:val="190"/>
          <w:ins w:id="1766" w:author="Author"/>
        </w:trPr>
        <w:tc>
          <w:tcPr>
            <w:tcW w:w="200" w:type="dxa"/>
          </w:tcPr>
          <w:p w14:paraId="1844AB0B" w14:textId="77777777" w:rsidR="00F21DB0" w:rsidRPr="00447B7B" w:rsidRDefault="00F21DB0" w:rsidP="00E44FF8">
            <w:pPr>
              <w:pStyle w:val="tabletext11"/>
              <w:rPr>
                <w:ins w:id="1767" w:author="Author"/>
              </w:rPr>
            </w:pPr>
          </w:p>
        </w:tc>
        <w:tc>
          <w:tcPr>
            <w:tcW w:w="300" w:type="dxa"/>
            <w:tcBorders>
              <w:left w:val="single" w:sz="6" w:space="0" w:color="auto"/>
            </w:tcBorders>
          </w:tcPr>
          <w:p w14:paraId="1D6288BC" w14:textId="77777777" w:rsidR="00F21DB0" w:rsidRPr="00447B7B" w:rsidRDefault="00F21DB0" w:rsidP="00E44FF8">
            <w:pPr>
              <w:pStyle w:val="tabletext11"/>
              <w:jc w:val="right"/>
              <w:rPr>
                <w:ins w:id="1768" w:author="Author"/>
              </w:rPr>
            </w:pPr>
          </w:p>
        </w:tc>
        <w:tc>
          <w:tcPr>
            <w:tcW w:w="2100" w:type="dxa"/>
            <w:tcBorders>
              <w:left w:val="nil"/>
              <w:right w:val="single" w:sz="6" w:space="0" w:color="auto"/>
            </w:tcBorders>
          </w:tcPr>
          <w:p w14:paraId="68244F90" w14:textId="77777777" w:rsidR="00F21DB0" w:rsidRPr="00447B7B" w:rsidRDefault="00F21DB0" w:rsidP="00E44FF8">
            <w:pPr>
              <w:pStyle w:val="tabletext11"/>
              <w:rPr>
                <w:ins w:id="1769" w:author="Author"/>
              </w:rPr>
            </w:pPr>
            <w:ins w:id="1770" w:author="Author">
              <w:r w:rsidRPr="00447B7B">
                <w:t>200,001 to 210,000</w:t>
              </w:r>
            </w:ins>
          </w:p>
        </w:tc>
        <w:tc>
          <w:tcPr>
            <w:tcW w:w="400" w:type="dxa"/>
            <w:tcBorders>
              <w:left w:val="single" w:sz="6" w:space="0" w:color="auto"/>
            </w:tcBorders>
          </w:tcPr>
          <w:p w14:paraId="540D3B27" w14:textId="77777777" w:rsidR="00F21DB0" w:rsidRPr="00447B7B" w:rsidRDefault="00F21DB0" w:rsidP="00E44FF8">
            <w:pPr>
              <w:pStyle w:val="tabletext11"/>
              <w:jc w:val="right"/>
              <w:rPr>
                <w:ins w:id="1771" w:author="Author"/>
              </w:rPr>
            </w:pPr>
          </w:p>
        </w:tc>
        <w:tc>
          <w:tcPr>
            <w:tcW w:w="910" w:type="dxa"/>
            <w:tcBorders>
              <w:left w:val="nil"/>
              <w:right w:val="single" w:sz="6" w:space="0" w:color="auto"/>
            </w:tcBorders>
          </w:tcPr>
          <w:p w14:paraId="1AA319F7" w14:textId="77777777" w:rsidR="00F21DB0" w:rsidRPr="00447B7B" w:rsidRDefault="00F21DB0" w:rsidP="00E44FF8">
            <w:pPr>
              <w:pStyle w:val="tabletext11"/>
              <w:tabs>
                <w:tab w:val="decimal" w:pos="200"/>
              </w:tabs>
              <w:rPr>
                <w:ins w:id="1772" w:author="Author"/>
              </w:rPr>
            </w:pPr>
            <w:ins w:id="1773" w:author="Author">
              <w:r w:rsidRPr="00447B7B">
                <w:t>40.80</w:t>
              </w:r>
            </w:ins>
          </w:p>
        </w:tc>
        <w:tc>
          <w:tcPr>
            <w:tcW w:w="300" w:type="dxa"/>
            <w:gridSpan w:val="2"/>
            <w:tcBorders>
              <w:left w:val="single" w:sz="6" w:space="0" w:color="auto"/>
            </w:tcBorders>
          </w:tcPr>
          <w:p w14:paraId="7E27E78D" w14:textId="77777777" w:rsidR="00F21DB0" w:rsidRPr="00447B7B" w:rsidRDefault="00F21DB0" w:rsidP="00E44FF8">
            <w:pPr>
              <w:pStyle w:val="tabletext11"/>
              <w:jc w:val="right"/>
              <w:rPr>
                <w:ins w:id="1774" w:author="Author"/>
              </w:rPr>
            </w:pPr>
          </w:p>
        </w:tc>
        <w:tc>
          <w:tcPr>
            <w:tcW w:w="790" w:type="dxa"/>
            <w:tcBorders>
              <w:left w:val="nil"/>
              <w:right w:val="single" w:sz="6" w:space="0" w:color="auto"/>
            </w:tcBorders>
          </w:tcPr>
          <w:p w14:paraId="5BEB0FB8" w14:textId="77777777" w:rsidR="00F21DB0" w:rsidRPr="00447B7B" w:rsidRDefault="00F21DB0" w:rsidP="00E44FF8">
            <w:pPr>
              <w:pStyle w:val="tabletext11"/>
              <w:tabs>
                <w:tab w:val="left" w:pos="200"/>
              </w:tabs>
              <w:rPr>
                <w:ins w:id="1775" w:author="Author"/>
              </w:rPr>
            </w:pPr>
            <w:ins w:id="1776" w:author="Author">
              <w:r w:rsidRPr="00447B7B">
                <w:t>45.80</w:t>
              </w:r>
            </w:ins>
          </w:p>
        </w:tc>
      </w:tr>
      <w:tr w:rsidR="00F21DB0" w:rsidRPr="00447B7B" w14:paraId="00D7289E" w14:textId="77777777" w:rsidTr="00E44FF8">
        <w:trPr>
          <w:cantSplit/>
          <w:trHeight w:val="190"/>
          <w:ins w:id="1777" w:author="Author"/>
        </w:trPr>
        <w:tc>
          <w:tcPr>
            <w:tcW w:w="200" w:type="dxa"/>
          </w:tcPr>
          <w:p w14:paraId="63FDDA84" w14:textId="77777777" w:rsidR="00F21DB0" w:rsidRPr="00447B7B" w:rsidRDefault="00F21DB0" w:rsidP="00E44FF8">
            <w:pPr>
              <w:pStyle w:val="tabletext11"/>
              <w:rPr>
                <w:ins w:id="1778" w:author="Author"/>
              </w:rPr>
            </w:pPr>
          </w:p>
        </w:tc>
        <w:tc>
          <w:tcPr>
            <w:tcW w:w="300" w:type="dxa"/>
            <w:tcBorders>
              <w:left w:val="single" w:sz="6" w:space="0" w:color="auto"/>
            </w:tcBorders>
          </w:tcPr>
          <w:p w14:paraId="1CB4D48B" w14:textId="77777777" w:rsidR="00F21DB0" w:rsidRPr="00447B7B" w:rsidRDefault="00F21DB0" w:rsidP="00E44FF8">
            <w:pPr>
              <w:pStyle w:val="tabletext11"/>
              <w:jc w:val="right"/>
              <w:rPr>
                <w:ins w:id="1779" w:author="Author"/>
              </w:rPr>
            </w:pPr>
          </w:p>
        </w:tc>
        <w:tc>
          <w:tcPr>
            <w:tcW w:w="2100" w:type="dxa"/>
            <w:tcBorders>
              <w:left w:val="nil"/>
              <w:right w:val="single" w:sz="6" w:space="0" w:color="auto"/>
            </w:tcBorders>
          </w:tcPr>
          <w:p w14:paraId="604AA31F" w14:textId="77777777" w:rsidR="00F21DB0" w:rsidRPr="00447B7B" w:rsidRDefault="00F21DB0" w:rsidP="00E44FF8">
            <w:pPr>
              <w:pStyle w:val="tabletext11"/>
              <w:rPr>
                <w:ins w:id="1780" w:author="Author"/>
              </w:rPr>
            </w:pPr>
            <w:ins w:id="1781" w:author="Author">
              <w:r w:rsidRPr="00447B7B">
                <w:t>210,001 to 220,000</w:t>
              </w:r>
            </w:ins>
          </w:p>
        </w:tc>
        <w:tc>
          <w:tcPr>
            <w:tcW w:w="400" w:type="dxa"/>
            <w:tcBorders>
              <w:left w:val="single" w:sz="6" w:space="0" w:color="auto"/>
            </w:tcBorders>
          </w:tcPr>
          <w:p w14:paraId="2A60D92B" w14:textId="77777777" w:rsidR="00F21DB0" w:rsidRPr="00447B7B" w:rsidRDefault="00F21DB0" w:rsidP="00E44FF8">
            <w:pPr>
              <w:pStyle w:val="tabletext11"/>
              <w:jc w:val="right"/>
              <w:rPr>
                <w:ins w:id="1782" w:author="Author"/>
              </w:rPr>
            </w:pPr>
          </w:p>
        </w:tc>
        <w:tc>
          <w:tcPr>
            <w:tcW w:w="910" w:type="dxa"/>
            <w:tcBorders>
              <w:left w:val="nil"/>
              <w:right w:val="single" w:sz="6" w:space="0" w:color="auto"/>
            </w:tcBorders>
          </w:tcPr>
          <w:p w14:paraId="60781897" w14:textId="77777777" w:rsidR="00F21DB0" w:rsidRPr="00447B7B" w:rsidRDefault="00F21DB0" w:rsidP="00E44FF8">
            <w:pPr>
              <w:pStyle w:val="tabletext11"/>
              <w:tabs>
                <w:tab w:val="decimal" w:pos="200"/>
              </w:tabs>
              <w:rPr>
                <w:ins w:id="1783" w:author="Author"/>
              </w:rPr>
            </w:pPr>
            <w:ins w:id="1784" w:author="Author">
              <w:r w:rsidRPr="00447B7B">
                <w:t>41.54</w:t>
              </w:r>
            </w:ins>
          </w:p>
        </w:tc>
        <w:tc>
          <w:tcPr>
            <w:tcW w:w="300" w:type="dxa"/>
            <w:gridSpan w:val="2"/>
            <w:tcBorders>
              <w:left w:val="single" w:sz="6" w:space="0" w:color="auto"/>
            </w:tcBorders>
          </w:tcPr>
          <w:p w14:paraId="7A544E1D" w14:textId="77777777" w:rsidR="00F21DB0" w:rsidRPr="00447B7B" w:rsidRDefault="00F21DB0" w:rsidP="00E44FF8">
            <w:pPr>
              <w:pStyle w:val="tabletext11"/>
              <w:jc w:val="right"/>
              <w:rPr>
                <w:ins w:id="1785" w:author="Author"/>
              </w:rPr>
            </w:pPr>
          </w:p>
        </w:tc>
        <w:tc>
          <w:tcPr>
            <w:tcW w:w="790" w:type="dxa"/>
            <w:tcBorders>
              <w:left w:val="nil"/>
              <w:right w:val="single" w:sz="6" w:space="0" w:color="auto"/>
            </w:tcBorders>
          </w:tcPr>
          <w:p w14:paraId="0F45B902" w14:textId="77777777" w:rsidR="00F21DB0" w:rsidRPr="00447B7B" w:rsidRDefault="00F21DB0" w:rsidP="00E44FF8">
            <w:pPr>
              <w:pStyle w:val="tabletext11"/>
              <w:tabs>
                <w:tab w:val="left" w:pos="200"/>
              </w:tabs>
              <w:rPr>
                <w:ins w:id="1786" w:author="Author"/>
              </w:rPr>
            </w:pPr>
            <w:ins w:id="1787" w:author="Author">
              <w:r w:rsidRPr="00447B7B">
                <w:t>46.54</w:t>
              </w:r>
            </w:ins>
          </w:p>
        </w:tc>
      </w:tr>
      <w:tr w:rsidR="00F21DB0" w:rsidRPr="00447B7B" w14:paraId="1D880885" w14:textId="77777777" w:rsidTr="00E44FF8">
        <w:trPr>
          <w:cantSplit/>
          <w:trHeight w:val="190"/>
          <w:ins w:id="1788" w:author="Author"/>
        </w:trPr>
        <w:tc>
          <w:tcPr>
            <w:tcW w:w="200" w:type="dxa"/>
          </w:tcPr>
          <w:p w14:paraId="593DF34A" w14:textId="77777777" w:rsidR="00F21DB0" w:rsidRPr="00447B7B" w:rsidRDefault="00F21DB0" w:rsidP="00E44FF8">
            <w:pPr>
              <w:pStyle w:val="tabletext11"/>
              <w:rPr>
                <w:ins w:id="1789" w:author="Author"/>
              </w:rPr>
            </w:pPr>
          </w:p>
        </w:tc>
        <w:tc>
          <w:tcPr>
            <w:tcW w:w="300" w:type="dxa"/>
            <w:tcBorders>
              <w:left w:val="single" w:sz="6" w:space="0" w:color="auto"/>
            </w:tcBorders>
          </w:tcPr>
          <w:p w14:paraId="38AB3913" w14:textId="77777777" w:rsidR="00F21DB0" w:rsidRPr="00447B7B" w:rsidRDefault="00F21DB0" w:rsidP="00E44FF8">
            <w:pPr>
              <w:pStyle w:val="tabletext11"/>
              <w:jc w:val="right"/>
              <w:rPr>
                <w:ins w:id="1790" w:author="Author"/>
              </w:rPr>
            </w:pPr>
          </w:p>
        </w:tc>
        <w:tc>
          <w:tcPr>
            <w:tcW w:w="2100" w:type="dxa"/>
            <w:tcBorders>
              <w:left w:val="nil"/>
              <w:right w:val="single" w:sz="6" w:space="0" w:color="auto"/>
            </w:tcBorders>
          </w:tcPr>
          <w:p w14:paraId="1BB94F04" w14:textId="77777777" w:rsidR="00F21DB0" w:rsidRPr="00447B7B" w:rsidRDefault="00F21DB0" w:rsidP="00E44FF8">
            <w:pPr>
              <w:pStyle w:val="tabletext11"/>
              <w:rPr>
                <w:ins w:id="1791" w:author="Author"/>
              </w:rPr>
            </w:pPr>
            <w:ins w:id="1792" w:author="Author">
              <w:r w:rsidRPr="00447B7B">
                <w:t>220,001 to 230,000</w:t>
              </w:r>
            </w:ins>
          </w:p>
        </w:tc>
        <w:tc>
          <w:tcPr>
            <w:tcW w:w="400" w:type="dxa"/>
            <w:tcBorders>
              <w:left w:val="single" w:sz="6" w:space="0" w:color="auto"/>
            </w:tcBorders>
          </w:tcPr>
          <w:p w14:paraId="2F192060" w14:textId="77777777" w:rsidR="00F21DB0" w:rsidRPr="00447B7B" w:rsidRDefault="00F21DB0" w:rsidP="00E44FF8">
            <w:pPr>
              <w:pStyle w:val="tabletext11"/>
              <w:jc w:val="right"/>
              <w:rPr>
                <w:ins w:id="1793" w:author="Author"/>
              </w:rPr>
            </w:pPr>
          </w:p>
        </w:tc>
        <w:tc>
          <w:tcPr>
            <w:tcW w:w="910" w:type="dxa"/>
            <w:tcBorders>
              <w:left w:val="nil"/>
              <w:right w:val="single" w:sz="6" w:space="0" w:color="auto"/>
            </w:tcBorders>
          </w:tcPr>
          <w:p w14:paraId="71FBC722" w14:textId="77777777" w:rsidR="00F21DB0" w:rsidRPr="00447B7B" w:rsidRDefault="00F21DB0" w:rsidP="00E44FF8">
            <w:pPr>
              <w:pStyle w:val="tabletext11"/>
              <w:tabs>
                <w:tab w:val="decimal" w:pos="200"/>
              </w:tabs>
              <w:rPr>
                <w:ins w:id="1794" w:author="Author"/>
              </w:rPr>
            </w:pPr>
            <w:ins w:id="1795" w:author="Author">
              <w:r w:rsidRPr="00447B7B">
                <w:t>42.23</w:t>
              </w:r>
            </w:ins>
          </w:p>
        </w:tc>
        <w:tc>
          <w:tcPr>
            <w:tcW w:w="300" w:type="dxa"/>
            <w:gridSpan w:val="2"/>
            <w:tcBorders>
              <w:left w:val="single" w:sz="6" w:space="0" w:color="auto"/>
            </w:tcBorders>
          </w:tcPr>
          <w:p w14:paraId="63134F65" w14:textId="77777777" w:rsidR="00F21DB0" w:rsidRPr="00447B7B" w:rsidRDefault="00F21DB0" w:rsidP="00E44FF8">
            <w:pPr>
              <w:pStyle w:val="tabletext11"/>
              <w:jc w:val="right"/>
              <w:rPr>
                <w:ins w:id="1796" w:author="Author"/>
              </w:rPr>
            </w:pPr>
          </w:p>
        </w:tc>
        <w:tc>
          <w:tcPr>
            <w:tcW w:w="790" w:type="dxa"/>
            <w:tcBorders>
              <w:left w:val="nil"/>
              <w:right w:val="single" w:sz="6" w:space="0" w:color="auto"/>
            </w:tcBorders>
          </w:tcPr>
          <w:p w14:paraId="76D9D331" w14:textId="77777777" w:rsidR="00F21DB0" w:rsidRPr="00447B7B" w:rsidRDefault="00F21DB0" w:rsidP="00E44FF8">
            <w:pPr>
              <w:pStyle w:val="tabletext11"/>
              <w:tabs>
                <w:tab w:val="left" w:pos="200"/>
              </w:tabs>
              <w:rPr>
                <w:ins w:id="1797" w:author="Author"/>
              </w:rPr>
            </w:pPr>
            <w:ins w:id="1798" w:author="Author">
              <w:r w:rsidRPr="00447B7B">
                <w:t>47.23</w:t>
              </w:r>
            </w:ins>
          </w:p>
        </w:tc>
      </w:tr>
      <w:tr w:rsidR="00F21DB0" w:rsidRPr="00447B7B" w14:paraId="3249564D" w14:textId="77777777" w:rsidTr="00E44FF8">
        <w:trPr>
          <w:cantSplit/>
          <w:trHeight w:val="190"/>
          <w:ins w:id="1799" w:author="Author"/>
        </w:trPr>
        <w:tc>
          <w:tcPr>
            <w:tcW w:w="200" w:type="dxa"/>
          </w:tcPr>
          <w:p w14:paraId="06BBAAC4" w14:textId="77777777" w:rsidR="00F21DB0" w:rsidRPr="00447B7B" w:rsidRDefault="00F21DB0" w:rsidP="00E44FF8">
            <w:pPr>
              <w:pStyle w:val="tabletext11"/>
              <w:rPr>
                <w:ins w:id="1800" w:author="Author"/>
              </w:rPr>
            </w:pPr>
          </w:p>
        </w:tc>
        <w:tc>
          <w:tcPr>
            <w:tcW w:w="300" w:type="dxa"/>
            <w:tcBorders>
              <w:left w:val="single" w:sz="6" w:space="0" w:color="auto"/>
            </w:tcBorders>
          </w:tcPr>
          <w:p w14:paraId="6892C983" w14:textId="77777777" w:rsidR="00F21DB0" w:rsidRPr="00447B7B" w:rsidRDefault="00F21DB0" w:rsidP="00E44FF8">
            <w:pPr>
              <w:pStyle w:val="tabletext11"/>
              <w:jc w:val="right"/>
              <w:rPr>
                <w:ins w:id="1801" w:author="Author"/>
              </w:rPr>
            </w:pPr>
          </w:p>
        </w:tc>
        <w:tc>
          <w:tcPr>
            <w:tcW w:w="2100" w:type="dxa"/>
            <w:tcBorders>
              <w:left w:val="nil"/>
              <w:right w:val="single" w:sz="6" w:space="0" w:color="auto"/>
            </w:tcBorders>
          </w:tcPr>
          <w:p w14:paraId="62499C27" w14:textId="77777777" w:rsidR="00F21DB0" w:rsidRPr="00447B7B" w:rsidRDefault="00F21DB0" w:rsidP="00E44FF8">
            <w:pPr>
              <w:pStyle w:val="tabletext11"/>
              <w:rPr>
                <w:ins w:id="1802" w:author="Author"/>
              </w:rPr>
            </w:pPr>
            <w:ins w:id="1803" w:author="Author">
              <w:r w:rsidRPr="00447B7B">
                <w:t>230,001 to 240,000</w:t>
              </w:r>
            </w:ins>
          </w:p>
        </w:tc>
        <w:tc>
          <w:tcPr>
            <w:tcW w:w="400" w:type="dxa"/>
            <w:tcBorders>
              <w:left w:val="single" w:sz="6" w:space="0" w:color="auto"/>
            </w:tcBorders>
          </w:tcPr>
          <w:p w14:paraId="3CF85DC8" w14:textId="77777777" w:rsidR="00F21DB0" w:rsidRPr="00447B7B" w:rsidRDefault="00F21DB0" w:rsidP="00E44FF8">
            <w:pPr>
              <w:pStyle w:val="tabletext11"/>
              <w:jc w:val="right"/>
              <w:rPr>
                <w:ins w:id="1804" w:author="Author"/>
              </w:rPr>
            </w:pPr>
          </w:p>
        </w:tc>
        <w:tc>
          <w:tcPr>
            <w:tcW w:w="910" w:type="dxa"/>
            <w:tcBorders>
              <w:left w:val="nil"/>
              <w:right w:val="single" w:sz="6" w:space="0" w:color="auto"/>
            </w:tcBorders>
          </w:tcPr>
          <w:p w14:paraId="1F32A4CA" w14:textId="77777777" w:rsidR="00F21DB0" w:rsidRPr="00447B7B" w:rsidRDefault="00F21DB0" w:rsidP="00E44FF8">
            <w:pPr>
              <w:pStyle w:val="tabletext11"/>
              <w:tabs>
                <w:tab w:val="decimal" w:pos="200"/>
              </w:tabs>
              <w:rPr>
                <w:ins w:id="1805" w:author="Author"/>
              </w:rPr>
            </w:pPr>
            <w:ins w:id="1806" w:author="Author">
              <w:r w:rsidRPr="00447B7B">
                <w:t>42.86</w:t>
              </w:r>
            </w:ins>
          </w:p>
        </w:tc>
        <w:tc>
          <w:tcPr>
            <w:tcW w:w="300" w:type="dxa"/>
            <w:gridSpan w:val="2"/>
            <w:tcBorders>
              <w:left w:val="single" w:sz="6" w:space="0" w:color="auto"/>
            </w:tcBorders>
          </w:tcPr>
          <w:p w14:paraId="74E898C5" w14:textId="77777777" w:rsidR="00F21DB0" w:rsidRPr="00447B7B" w:rsidRDefault="00F21DB0" w:rsidP="00E44FF8">
            <w:pPr>
              <w:pStyle w:val="tabletext11"/>
              <w:jc w:val="right"/>
              <w:rPr>
                <w:ins w:id="1807" w:author="Author"/>
              </w:rPr>
            </w:pPr>
          </w:p>
        </w:tc>
        <w:tc>
          <w:tcPr>
            <w:tcW w:w="790" w:type="dxa"/>
            <w:tcBorders>
              <w:left w:val="nil"/>
              <w:right w:val="single" w:sz="6" w:space="0" w:color="auto"/>
            </w:tcBorders>
          </w:tcPr>
          <w:p w14:paraId="1A39B109" w14:textId="77777777" w:rsidR="00F21DB0" w:rsidRPr="00447B7B" w:rsidRDefault="00F21DB0" w:rsidP="00E44FF8">
            <w:pPr>
              <w:pStyle w:val="tabletext11"/>
              <w:tabs>
                <w:tab w:val="left" w:pos="200"/>
              </w:tabs>
              <w:rPr>
                <w:ins w:id="1808" w:author="Author"/>
              </w:rPr>
            </w:pPr>
            <w:ins w:id="1809" w:author="Author">
              <w:r w:rsidRPr="00447B7B">
                <w:t>47.86</w:t>
              </w:r>
            </w:ins>
          </w:p>
        </w:tc>
      </w:tr>
      <w:tr w:rsidR="00F21DB0" w:rsidRPr="00447B7B" w14:paraId="572DCCF0" w14:textId="77777777" w:rsidTr="00E44FF8">
        <w:trPr>
          <w:cantSplit/>
          <w:trHeight w:val="190"/>
          <w:ins w:id="1810" w:author="Author"/>
        </w:trPr>
        <w:tc>
          <w:tcPr>
            <w:tcW w:w="200" w:type="dxa"/>
          </w:tcPr>
          <w:p w14:paraId="42808C02" w14:textId="77777777" w:rsidR="00F21DB0" w:rsidRPr="00447B7B" w:rsidRDefault="00F21DB0" w:rsidP="00E44FF8">
            <w:pPr>
              <w:pStyle w:val="tabletext11"/>
              <w:rPr>
                <w:ins w:id="1811" w:author="Author"/>
              </w:rPr>
            </w:pPr>
          </w:p>
        </w:tc>
        <w:tc>
          <w:tcPr>
            <w:tcW w:w="300" w:type="dxa"/>
            <w:tcBorders>
              <w:left w:val="single" w:sz="6" w:space="0" w:color="auto"/>
            </w:tcBorders>
          </w:tcPr>
          <w:p w14:paraId="5887FFDE" w14:textId="77777777" w:rsidR="00F21DB0" w:rsidRPr="00447B7B" w:rsidRDefault="00F21DB0" w:rsidP="00E44FF8">
            <w:pPr>
              <w:pStyle w:val="tabletext11"/>
              <w:jc w:val="right"/>
              <w:rPr>
                <w:ins w:id="1812" w:author="Author"/>
              </w:rPr>
            </w:pPr>
          </w:p>
        </w:tc>
        <w:tc>
          <w:tcPr>
            <w:tcW w:w="2100" w:type="dxa"/>
            <w:tcBorders>
              <w:left w:val="nil"/>
              <w:right w:val="single" w:sz="6" w:space="0" w:color="auto"/>
            </w:tcBorders>
          </w:tcPr>
          <w:p w14:paraId="746FCB00" w14:textId="77777777" w:rsidR="00F21DB0" w:rsidRPr="00447B7B" w:rsidRDefault="00F21DB0" w:rsidP="00E44FF8">
            <w:pPr>
              <w:pStyle w:val="tabletext11"/>
              <w:rPr>
                <w:ins w:id="1813" w:author="Author"/>
              </w:rPr>
            </w:pPr>
            <w:ins w:id="1814" w:author="Author">
              <w:r w:rsidRPr="00447B7B">
                <w:t>240,001 to 250,000</w:t>
              </w:r>
            </w:ins>
          </w:p>
        </w:tc>
        <w:tc>
          <w:tcPr>
            <w:tcW w:w="400" w:type="dxa"/>
            <w:tcBorders>
              <w:left w:val="single" w:sz="6" w:space="0" w:color="auto"/>
            </w:tcBorders>
          </w:tcPr>
          <w:p w14:paraId="7FCBB9A7" w14:textId="77777777" w:rsidR="00F21DB0" w:rsidRPr="00447B7B" w:rsidRDefault="00F21DB0" w:rsidP="00E44FF8">
            <w:pPr>
              <w:pStyle w:val="tabletext11"/>
              <w:jc w:val="right"/>
              <w:rPr>
                <w:ins w:id="1815" w:author="Author"/>
              </w:rPr>
            </w:pPr>
          </w:p>
        </w:tc>
        <w:tc>
          <w:tcPr>
            <w:tcW w:w="910" w:type="dxa"/>
            <w:tcBorders>
              <w:left w:val="nil"/>
              <w:right w:val="single" w:sz="6" w:space="0" w:color="auto"/>
            </w:tcBorders>
          </w:tcPr>
          <w:p w14:paraId="459E4935" w14:textId="77777777" w:rsidR="00F21DB0" w:rsidRPr="00447B7B" w:rsidRDefault="00F21DB0" w:rsidP="00E44FF8">
            <w:pPr>
              <w:pStyle w:val="tabletext11"/>
              <w:tabs>
                <w:tab w:val="decimal" w:pos="200"/>
              </w:tabs>
              <w:rPr>
                <w:ins w:id="1816" w:author="Author"/>
              </w:rPr>
            </w:pPr>
            <w:ins w:id="1817" w:author="Author">
              <w:r w:rsidRPr="00447B7B">
                <w:t>43.45</w:t>
              </w:r>
            </w:ins>
          </w:p>
        </w:tc>
        <w:tc>
          <w:tcPr>
            <w:tcW w:w="300" w:type="dxa"/>
            <w:gridSpan w:val="2"/>
            <w:tcBorders>
              <w:left w:val="single" w:sz="6" w:space="0" w:color="auto"/>
            </w:tcBorders>
          </w:tcPr>
          <w:p w14:paraId="646B54BD" w14:textId="77777777" w:rsidR="00F21DB0" w:rsidRPr="00447B7B" w:rsidRDefault="00F21DB0" w:rsidP="00E44FF8">
            <w:pPr>
              <w:pStyle w:val="tabletext11"/>
              <w:jc w:val="right"/>
              <w:rPr>
                <w:ins w:id="1818" w:author="Author"/>
              </w:rPr>
            </w:pPr>
          </w:p>
        </w:tc>
        <w:tc>
          <w:tcPr>
            <w:tcW w:w="790" w:type="dxa"/>
            <w:tcBorders>
              <w:left w:val="nil"/>
              <w:right w:val="single" w:sz="6" w:space="0" w:color="auto"/>
            </w:tcBorders>
          </w:tcPr>
          <w:p w14:paraId="049EB260" w14:textId="77777777" w:rsidR="00F21DB0" w:rsidRPr="00447B7B" w:rsidRDefault="00F21DB0" w:rsidP="00E44FF8">
            <w:pPr>
              <w:pStyle w:val="tabletext11"/>
              <w:tabs>
                <w:tab w:val="left" w:pos="200"/>
              </w:tabs>
              <w:rPr>
                <w:ins w:id="1819" w:author="Author"/>
              </w:rPr>
            </w:pPr>
            <w:ins w:id="1820" w:author="Author">
              <w:r w:rsidRPr="00447B7B">
                <w:t>48.45</w:t>
              </w:r>
            </w:ins>
          </w:p>
        </w:tc>
      </w:tr>
      <w:tr w:rsidR="00F21DB0" w:rsidRPr="00447B7B" w14:paraId="1E5D7B10" w14:textId="77777777" w:rsidTr="00E44FF8">
        <w:trPr>
          <w:cantSplit/>
          <w:trHeight w:val="190"/>
          <w:ins w:id="1821" w:author="Author"/>
        </w:trPr>
        <w:tc>
          <w:tcPr>
            <w:tcW w:w="200" w:type="dxa"/>
          </w:tcPr>
          <w:p w14:paraId="131BF8A5" w14:textId="77777777" w:rsidR="00F21DB0" w:rsidRPr="00447B7B" w:rsidRDefault="00F21DB0" w:rsidP="00E44FF8">
            <w:pPr>
              <w:pStyle w:val="tabletext11"/>
              <w:rPr>
                <w:ins w:id="1822" w:author="Author"/>
              </w:rPr>
            </w:pPr>
          </w:p>
        </w:tc>
        <w:tc>
          <w:tcPr>
            <w:tcW w:w="300" w:type="dxa"/>
            <w:tcBorders>
              <w:left w:val="single" w:sz="6" w:space="0" w:color="auto"/>
            </w:tcBorders>
          </w:tcPr>
          <w:p w14:paraId="331E832C" w14:textId="77777777" w:rsidR="00F21DB0" w:rsidRPr="00447B7B" w:rsidRDefault="00F21DB0" w:rsidP="00E44FF8">
            <w:pPr>
              <w:pStyle w:val="tabletext11"/>
              <w:jc w:val="right"/>
              <w:rPr>
                <w:ins w:id="1823" w:author="Author"/>
              </w:rPr>
            </w:pPr>
          </w:p>
        </w:tc>
        <w:tc>
          <w:tcPr>
            <w:tcW w:w="2100" w:type="dxa"/>
            <w:tcBorders>
              <w:left w:val="nil"/>
              <w:right w:val="single" w:sz="6" w:space="0" w:color="auto"/>
            </w:tcBorders>
          </w:tcPr>
          <w:p w14:paraId="349AEF6C" w14:textId="77777777" w:rsidR="00F21DB0" w:rsidRPr="00447B7B" w:rsidRDefault="00F21DB0" w:rsidP="00E44FF8">
            <w:pPr>
              <w:pStyle w:val="tabletext11"/>
              <w:rPr>
                <w:ins w:id="1824" w:author="Author"/>
              </w:rPr>
            </w:pPr>
            <w:ins w:id="1825" w:author="Author">
              <w:r w:rsidRPr="00447B7B">
                <w:t>250,001 to 260,000</w:t>
              </w:r>
            </w:ins>
          </w:p>
        </w:tc>
        <w:tc>
          <w:tcPr>
            <w:tcW w:w="400" w:type="dxa"/>
            <w:tcBorders>
              <w:left w:val="single" w:sz="6" w:space="0" w:color="auto"/>
            </w:tcBorders>
          </w:tcPr>
          <w:p w14:paraId="36DFE42B" w14:textId="77777777" w:rsidR="00F21DB0" w:rsidRPr="00447B7B" w:rsidRDefault="00F21DB0" w:rsidP="00E44FF8">
            <w:pPr>
              <w:pStyle w:val="tabletext11"/>
              <w:jc w:val="right"/>
              <w:rPr>
                <w:ins w:id="1826" w:author="Author"/>
              </w:rPr>
            </w:pPr>
          </w:p>
        </w:tc>
        <w:tc>
          <w:tcPr>
            <w:tcW w:w="910" w:type="dxa"/>
            <w:tcBorders>
              <w:left w:val="nil"/>
              <w:right w:val="single" w:sz="6" w:space="0" w:color="auto"/>
            </w:tcBorders>
          </w:tcPr>
          <w:p w14:paraId="4641089B" w14:textId="77777777" w:rsidR="00F21DB0" w:rsidRPr="00447B7B" w:rsidRDefault="00F21DB0" w:rsidP="00E44FF8">
            <w:pPr>
              <w:pStyle w:val="tabletext11"/>
              <w:tabs>
                <w:tab w:val="decimal" w:pos="200"/>
              </w:tabs>
              <w:rPr>
                <w:ins w:id="1827" w:author="Author"/>
              </w:rPr>
            </w:pPr>
            <w:ins w:id="1828" w:author="Author">
              <w:r w:rsidRPr="00447B7B">
                <w:t>43.99</w:t>
              </w:r>
            </w:ins>
          </w:p>
        </w:tc>
        <w:tc>
          <w:tcPr>
            <w:tcW w:w="300" w:type="dxa"/>
            <w:gridSpan w:val="2"/>
            <w:tcBorders>
              <w:left w:val="single" w:sz="6" w:space="0" w:color="auto"/>
            </w:tcBorders>
          </w:tcPr>
          <w:p w14:paraId="47F40AFC" w14:textId="77777777" w:rsidR="00F21DB0" w:rsidRPr="00447B7B" w:rsidRDefault="00F21DB0" w:rsidP="00E44FF8">
            <w:pPr>
              <w:pStyle w:val="tabletext11"/>
              <w:jc w:val="right"/>
              <w:rPr>
                <w:ins w:id="1829" w:author="Author"/>
              </w:rPr>
            </w:pPr>
          </w:p>
        </w:tc>
        <w:tc>
          <w:tcPr>
            <w:tcW w:w="790" w:type="dxa"/>
            <w:tcBorders>
              <w:left w:val="nil"/>
              <w:right w:val="single" w:sz="6" w:space="0" w:color="auto"/>
            </w:tcBorders>
          </w:tcPr>
          <w:p w14:paraId="785635DE" w14:textId="77777777" w:rsidR="00F21DB0" w:rsidRPr="00447B7B" w:rsidRDefault="00F21DB0" w:rsidP="00E44FF8">
            <w:pPr>
              <w:pStyle w:val="tabletext11"/>
              <w:tabs>
                <w:tab w:val="left" w:pos="200"/>
              </w:tabs>
              <w:rPr>
                <w:ins w:id="1830" w:author="Author"/>
              </w:rPr>
            </w:pPr>
            <w:ins w:id="1831" w:author="Author">
              <w:r w:rsidRPr="00447B7B">
                <w:t>48.99</w:t>
              </w:r>
            </w:ins>
          </w:p>
        </w:tc>
      </w:tr>
      <w:tr w:rsidR="00F21DB0" w:rsidRPr="00447B7B" w14:paraId="44D366A0" w14:textId="77777777" w:rsidTr="00E44FF8">
        <w:trPr>
          <w:cantSplit/>
          <w:trHeight w:val="190"/>
          <w:ins w:id="1832" w:author="Author"/>
        </w:trPr>
        <w:tc>
          <w:tcPr>
            <w:tcW w:w="200" w:type="dxa"/>
          </w:tcPr>
          <w:p w14:paraId="0346E092" w14:textId="77777777" w:rsidR="00F21DB0" w:rsidRPr="00447B7B" w:rsidRDefault="00F21DB0" w:rsidP="00E44FF8">
            <w:pPr>
              <w:pStyle w:val="tabletext11"/>
              <w:rPr>
                <w:ins w:id="1833" w:author="Author"/>
              </w:rPr>
            </w:pPr>
          </w:p>
        </w:tc>
        <w:tc>
          <w:tcPr>
            <w:tcW w:w="300" w:type="dxa"/>
            <w:tcBorders>
              <w:left w:val="single" w:sz="6" w:space="0" w:color="auto"/>
            </w:tcBorders>
          </w:tcPr>
          <w:p w14:paraId="5121E6A7" w14:textId="77777777" w:rsidR="00F21DB0" w:rsidRPr="00447B7B" w:rsidRDefault="00F21DB0" w:rsidP="00E44FF8">
            <w:pPr>
              <w:pStyle w:val="tabletext11"/>
              <w:jc w:val="right"/>
              <w:rPr>
                <w:ins w:id="1834" w:author="Author"/>
              </w:rPr>
            </w:pPr>
          </w:p>
        </w:tc>
        <w:tc>
          <w:tcPr>
            <w:tcW w:w="2100" w:type="dxa"/>
            <w:tcBorders>
              <w:left w:val="nil"/>
              <w:right w:val="single" w:sz="6" w:space="0" w:color="auto"/>
            </w:tcBorders>
          </w:tcPr>
          <w:p w14:paraId="1C9A758E" w14:textId="77777777" w:rsidR="00F21DB0" w:rsidRPr="00447B7B" w:rsidRDefault="00F21DB0" w:rsidP="00E44FF8">
            <w:pPr>
              <w:pStyle w:val="tabletext11"/>
              <w:rPr>
                <w:ins w:id="1835" w:author="Author"/>
              </w:rPr>
            </w:pPr>
            <w:ins w:id="1836" w:author="Author">
              <w:r w:rsidRPr="00447B7B">
                <w:t>260,001 to 270,000</w:t>
              </w:r>
            </w:ins>
          </w:p>
        </w:tc>
        <w:tc>
          <w:tcPr>
            <w:tcW w:w="400" w:type="dxa"/>
            <w:tcBorders>
              <w:left w:val="single" w:sz="6" w:space="0" w:color="auto"/>
            </w:tcBorders>
          </w:tcPr>
          <w:p w14:paraId="6C9C8DBE" w14:textId="77777777" w:rsidR="00F21DB0" w:rsidRPr="00447B7B" w:rsidRDefault="00F21DB0" w:rsidP="00E44FF8">
            <w:pPr>
              <w:pStyle w:val="tabletext11"/>
              <w:jc w:val="right"/>
              <w:rPr>
                <w:ins w:id="1837" w:author="Author"/>
              </w:rPr>
            </w:pPr>
          </w:p>
        </w:tc>
        <w:tc>
          <w:tcPr>
            <w:tcW w:w="910" w:type="dxa"/>
            <w:tcBorders>
              <w:left w:val="nil"/>
              <w:right w:val="single" w:sz="6" w:space="0" w:color="auto"/>
            </w:tcBorders>
          </w:tcPr>
          <w:p w14:paraId="4CF6A4F7" w14:textId="77777777" w:rsidR="00F21DB0" w:rsidRPr="00447B7B" w:rsidRDefault="00F21DB0" w:rsidP="00E44FF8">
            <w:pPr>
              <w:pStyle w:val="tabletext11"/>
              <w:tabs>
                <w:tab w:val="decimal" w:pos="200"/>
              </w:tabs>
              <w:rPr>
                <w:ins w:id="1838" w:author="Author"/>
              </w:rPr>
            </w:pPr>
            <w:ins w:id="1839" w:author="Author">
              <w:r w:rsidRPr="00447B7B">
                <w:t>44.50</w:t>
              </w:r>
            </w:ins>
          </w:p>
        </w:tc>
        <w:tc>
          <w:tcPr>
            <w:tcW w:w="300" w:type="dxa"/>
            <w:gridSpan w:val="2"/>
            <w:tcBorders>
              <w:left w:val="single" w:sz="6" w:space="0" w:color="auto"/>
            </w:tcBorders>
          </w:tcPr>
          <w:p w14:paraId="2D2363C9" w14:textId="77777777" w:rsidR="00F21DB0" w:rsidRPr="00447B7B" w:rsidRDefault="00F21DB0" w:rsidP="00E44FF8">
            <w:pPr>
              <w:pStyle w:val="tabletext11"/>
              <w:jc w:val="right"/>
              <w:rPr>
                <w:ins w:id="1840" w:author="Author"/>
              </w:rPr>
            </w:pPr>
          </w:p>
        </w:tc>
        <w:tc>
          <w:tcPr>
            <w:tcW w:w="790" w:type="dxa"/>
            <w:tcBorders>
              <w:left w:val="nil"/>
              <w:right w:val="single" w:sz="6" w:space="0" w:color="auto"/>
            </w:tcBorders>
          </w:tcPr>
          <w:p w14:paraId="41B7D782" w14:textId="77777777" w:rsidR="00F21DB0" w:rsidRPr="00447B7B" w:rsidRDefault="00F21DB0" w:rsidP="00E44FF8">
            <w:pPr>
              <w:pStyle w:val="tabletext11"/>
              <w:tabs>
                <w:tab w:val="left" w:pos="200"/>
              </w:tabs>
              <w:rPr>
                <w:ins w:id="1841" w:author="Author"/>
              </w:rPr>
            </w:pPr>
            <w:ins w:id="1842" w:author="Author">
              <w:r w:rsidRPr="00447B7B">
                <w:t>49.50</w:t>
              </w:r>
            </w:ins>
          </w:p>
        </w:tc>
      </w:tr>
      <w:tr w:rsidR="00F21DB0" w:rsidRPr="00447B7B" w14:paraId="6D28BF7E" w14:textId="77777777" w:rsidTr="00E44FF8">
        <w:trPr>
          <w:cantSplit/>
          <w:trHeight w:val="190"/>
          <w:ins w:id="1843" w:author="Author"/>
        </w:trPr>
        <w:tc>
          <w:tcPr>
            <w:tcW w:w="200" w:type="dxa"/>
          </w:tcPr>
          <w:p w14:paraId="7D14DE24" w14:textId="77777777" w:rsidR="00F21DB0" w:rsidRPr="00447B7B" w:rsidRDefault="00F21DB0" w:rsidP="00E44FF8">
            <w:pPr>
              <w:pStyle w:val="tabletext11"/>
              <w:rPr>
                <w:ins w:id="1844" w:author="Author"/>
              </w:rPr>
            </w:pPr>
          </w:p>
        </w:tc>
        <w:tc>
          <w:tcPr>
            <w:tcW w:w="300" w:type="dxa"/>
            <w:tcBorders>
              <w:left w:val="single" w:sz="6" w:space="0" w:color="auto"/>
            </w:tcBorders>
          </w:tcPr>
          <w:p w14:paraId="249AF900" w14:textId="77777777" w:rsidR="00F21DB0" w:rsidRPr="00447B7B" w:rsidRDefault="00F21DB0" w:rsidP="00E44FF8">
            <w:pPr>
              <w:pStyle w:val="tabletext11"/>
              <w:jc w:val="right"/>
              <w:rPr>
                <w:ins w:id="1845" w:author="Author"/>
              </w:rPr>
            </w:pPr>
          </w:p>
        </w:tc>
        <w:tc>
          <w:tcPr>
            <w:tcW w:w="2100" w:type="dxa"/>
            <w:tcBorders>
              <w:left w:val="nil"/>
              <w:right w:val="single" w:sz="6" w:space="0" w:color="auto"/>
            </w:tcBorders>
          </w:tcPr>
          <w:p w14:paraId="684F3A75" w14:textId="77777777" w:rsidR="00F21DB0" w:rsidRPr="00447B7B" w:rsidRDefault="00F21DB0" w:rsidP="00E44FF8">
            <w:pPr>
              <w:pStyle w:val="tabletext11"/>
              <w:rPr>
                <w:ins w:id="1846" w:author="Author"/>
              </w:rPr>
            </w:pPr>
            <w:ins w:id="1847" w:author="Author">
              <w:r w:rsidRPr="00447B7B">
                <w:t>270,001 to 280,000</w:t>
              </w:r>
            </w:ins>
          </w:p>
        </w:tc>
        <w:tc>
          <w:tcPr>
            <w:tcW w:w="400" w:type="dxa"/>
            <w:tcBorders>
              <w:left w:val="single" w:sz="6" w:space="0" w:color="auto"/>
            </w:tcBorders>
          </w:tcPr>
          <w:p w14:paraId="428282F4" w14:textId="77777777" w:rsidR="00F21DB0" w:rsidRPr="00447B7B" w:rsidRDefault="00F21DB0" w:rsidP="00E44FF8">
            <w:pPr>
              <w:pStyle w:val="tabletext11"/>
              <w:jc w:val="right"/>
              <w:rPr>
                <w:ins w:id="1848" w:author="Author"/>
              </w:rPr>
            </w:pPr>
          </w:p>
        </w:tc>
        <w:tc>
          <w:tcPr>
            <w:tcW w:w="910" w:type="dxa"/>
            <w:tcBorders>
              <w:left w:val="nil"/>
              <w:right w:val="single" w:sz="6" w:space="0" w:color="auto"/>
            </w:tcBorders>
          </w:tcPr>
          <w:p w14:paraId="23E6AC6D" w14:textId="77777777" w:rsidR="00F21DB0" w:rsidRPr="00447B7B" w:rsidRDefault="00F21DB0" w:rsidP="00E44FF8">
            <w:pPr>
              <w:pStyle w:val="tabletext11"/>
              <w:tabs>
                <w:tab w:val="decimal" w:pos="200"/>
              </w:tabs>
              <w:rPr>
                <w:ins w:id="1849" w:author="Author"/>
              </w:rPr>
            </w:pPr>
            <w:ins w:id="1850" w:author="Author">
              <w:r w:rsidRPr="00447B7B">
                <w:t>44.96</w:t>
              </w:r>
            </w:ins>
          </w:p>
        </w:tc>
        <w:tc>
          <w:tcPr>
            <w:tcW w:w="300" w:type="dxa"/>
            <w:gridSpan w:val="2"/>
            <w:tcBorders>
              <w:left w:val="single" w:sz="6" w:space="0" w:color="auto"/>
            </w:tcBorders>
          </w:tcPr>
          <w:p w14:paraId="637186A5" w14:textId="77777777" w:rsidR="00F21DB0" w:rsidRPr="00447B7B" w:rsidRDefault="00F21DB0" w:rsidP="00E44FF8">
            <w:pPr>
              <w:pStyle w:val="tabletext11"/>
              <w:jc w:val="right"/>
              <w:rPr>
                <w:ins w:id="1851" w:author="Author"/>
              </w:rPr>
            </w:pPr>
          </w:p>
        </w:tc>
        <w:tc>
          <w:tcPr>
            <w:tcW w:w="790" w:type="dxa"/>
            <w:tcBorders>
              <w:left w:val="nil"/>
              <w:right w:val="single" w:sz="6" w:space="0" w:color="auto"/>
            </w:tcBorders>
          </w:tcPr>
          <w:p w14:paraId="154758DC" w14:textId="77777777" w:rsidR="00F21DB0" w:rsidRPr="00447B7B" w:rsidRDefault="00F21DB0" w:rsidP="00E44FF8">
            <w:pPr>
              <w:pStyle w:val="tabletext11"/>
              <w:tabs>
                <w:tab w:val="left" w:pos="200"/>
              </w:tabs>
              <w:rPr>
                <w:ins w:id="1852" w:author="Author"/>
              </w:rPr>
            </w:pPr>
            <w:ins w:id="1853" w:author="Author">
              <w:r w:rsidRPr="00447B7B">
                <w:t>49.96</w:t>
              </w:r>
            </w:ins>
          </w:p>
        </w:tc>
      </w:tr>
      <w:tr w:rsidR="00F21DB0" w:rsidRPr="00447B7B" w14:paraId="0872A914" w14:textId="77777777" w:rsidTr="00E44FF8">
        <w:trPr>
          <w:cantSplit/>
          <w:trHeight w:val="190"/>
          <w:ins w:id="1854" w:author="Author"/>
        </w:trPr>
        <w:tc>
          <w:tcPr>
            <w:tcW w:w="200" w:type="dxa"/>
          </w:tcPr>
          <w:p w14:paraId="4F47413B" w14:textId="77777777" w:rsidR="00F21DB0" w:rsidRPr="00447B7B" w:rsidRDefault="00F21DB0" w:rsidP="00E44FF8">
            <w:pPr>
              <w:pStyle w:val="tabletext11"/>
              <w:rPr>
                <w:ins w:id="1855" w:author="Author"/>
              </w:rPr>
            </w:pPr>
          </w:p>
        </w:tc>
        <w:tc>
          <w:tcPr>
            <w:tcW w:w="300" w:type="dxa"/>
            <w:tcBorders>
              <w:left w:val="single" w:sz="6" w:space="0" w:color="auto"/>
            </w:tcBorders>
          </w:tcPr>
          <w:p w14:paraId="7B9E4308" w14:textId="77777777" w:rsidR="00F21DB0" w:rsidRPr="00447B7B" w:rsidRDefault="00F21DB0" w:rsidP="00E44FF8">
            <w:pPr>
              <w:pStyle w:val="tabletext11"/>
              <w:jc w:val="right"/>
              <w:rPr>
                <w:ins w:id="1856" w:author="Author"/>
              </w:rPr>
            </w:pPr>
          </w:p>
        </w:tc>
        <w:tc>
          <w:tcPr>
            <w:tcW w:w="2100" w:type="dxa"/>
            <w:tcBorders>
              <w:left w:val="nil"/>
              <w:right w:val="single" w:sz="6" w:space="0" w:color="auto"/>
            </w:tcBorders>
          </w:tcPr>
          <w:p w14:paraId="017E7881" w14:textId="77777777" w:rsidR="00F21DB0" w:rsidRPr="00447B7B" w:rsidRDefault="00F21DB0" w:rsidP="00E44FF8">
            <w:pPr>
              <w:pStyle w:val="tabletext11"/>
              <w:rPr>
                <w:ins w:id="1857" w:author="Author"/>
              </w:rPr>
            </w:pPr>
            <w:ins w:id="1858" w:author="Author">
              <w:r w:rsidRPr="00447B7B">
                <w:t>280,001 to 290,000</w:t>
              </w:r>
            </w:ins>
          </w:p>
        </w:tc>
        <w:tc>
          <w:tcPr>
            <w:tcW w:w="400" w:type="dxa"/>
            <w:tcBorders>
              <w:left w:val="single" w:sz="6" w:space="0" w:color="auto"/>
            </w:tcBorders>
          </w:tcPr>
          <w:p w14:paraId="6BE1A43C" w14:textId="77777777" w:rsidR="00F21DB0" w:rsidRPr="00447B7B" w:rsidRDefault="00F21DB0" w:rsidP="00E44FF8">
            <w:pPr>
              <w:pStyle w:val="tabletext11"/>
              <w:jc w:val="right"/>
              <w:rPr>
                <w:ins w:id="1859" w:author="Author"/>
              </w:rPr>
            </w:pPr>
          </w:p>
        </w:tc>
        <w:tc>
          <w:tcPr>
            <w:tcW w:w="910" w:type="dxa"/>
            <w:tcBorders>
              <w:left w:val="nil"/>
              <w:right w:val="single" w:sz="6" w:space="0" w:color="auto"/>
            </w:tcBorders>
          </w:tcPr>
          <w:p w14:paraId="4A66748E" w14:textId="77777777" w:rsidR="00F21DB0" w:rsidRPr="00447B7B" w:rsidRDefault="00F21DB0" w:rsidP="00E44FF8">
            <w:pPr>
              <w:pStyle w:val="tabletext11"/>
              <w:tabs>
                <w:tab w:val="decimal" w:pos="200"/>
              </w:tabs>
              <w:rPr>
                <w:ins w:id="1860" w:author="Author"/>
              </w:rPr>
            </w:pPr>
            <w:ins w:id="1861" w:author="Author">
              <w:r w:rsidRPr="00447B7B">
                <w:t>45.39</w:t>
              </w:r>
            </w:ins>
          </w:p>
        </w:tc>
        <w:tc>
          <w:tcPr>
            <w:tcW w:w="300" w:type="dxa"/>
            <w:gridSpan w:val="2"/>
            <w:tcBorders>
              <w:left w:val="single" w:sz="6" w:space="0" w:color="auto"/>
            </w:tcBorders>
          </w:tcPr>
          <w:p w14:paraId="57923A09" w14:textId="77777777" w:rsidR="00F21DB0" w:rsidRPr="00447B7B" w:rsidRDefault="00F21DB0" w:rsidP="00E44FF8">
            <w:pPr>
              <w:pStyle w:val="tabletext11"/>
              <w:jc w:val="right"/>
              <w:rPr>
                <w:ins w:id="1862" w:author="Author"/>
              </w:rPr>
            </w:pPr>
          </w:p>
        </w:tc>
        <w:tc>
          <w:tcPr>
            <w:tcW w:w="790" w:type="dxa"/>
            <w:tcBorders>
              <w:left w:val="nil"/>
              <w:right w:val="single" w:sz="6" w:space="0" w:color="auto"/>
            </w:tcBorders>
          </w:tcPr>
          <w:p w14:paraId="1FC94BEE" w14:textId="77777777" w:rsidR="00F21DB0" w:rsidRPr="00447B7B" w:rsidRDefault="00F21DB0" w:rsidP="00E44FF8">
            <w:pPr>
              <w:pStyle w:val="tabletext11"/>
              <w:tabs>
                <w:tab w:val="left" w:pos="200"/>
              </w:tabs>
              <w:rPr>
                <w:ins w:id="1863" w:author="Author"/>
              </w:rPr>
            </w:pPr>
            <w:ins w:id="1864" w:author="Author">
              <w:r w:rsidRPr="00447B7B">
                <w:t>50.39</w:t>
              </w:r>
            </w:ins>
          </w:p>
        </w:tc>
      </w:tr>
      <w:tr w:rsidR="00F21DB0" w:rsidRPr="00447B7B" w14:paraId="7CC3629B" w14:textId="77777777" w:rsidTr="00E44FF8">
        <w:trPr>
          <w:cantSplit/>
          <w:trHeight w:val="190"/>
          <w:ins w:id="1865" w:author="Author"/>
        </w:trPr>
        <w:tc>
          <w:tcPr>
            <w:tcW w:w="200" w:type="dxa"/>
          </w:tcPr>
          <w:p w14:paraId="31CD1FE9" w14:textId="77777777" w:rsidR="00F21DB0" w:rsidRPr="00447B7B" w:rsidRDefault="00F21DB0" w:rsidP="00E44FF8">
            <w:pPr>
              <w:pStyle w:val="tabletext11"/>
              <w:rPr>
                <w:ins w:id="1866" w:author="Author"/>
              </w:rPr>
            </w:pPr>
          </w:p>
        </w:tc>
        <w:tc>
          <w:tcPr>
            <w:tcW w:w="300" w:type="dxa"/>
            <w:tcBorders>
              <w:left w:val="single" w:sz="6" w:space="0" w:color="auto"/>
            </w:tcBorders>
          </w:tcPr>
          <w:p w14:paraId="254DF79A" w14:textId="77777777" w:rsidR="00F21DB0" w:rsidRPr="00447B7B" w:rsidRDefault="00F21DB0" w:rsidP="00E44FF8">
            <w:pPr>
              <w:pStyle w:val="tabletext11"/>
              <w:jc w:val="right"/>
              <w:rPr>
                <w:ins w:id="1867" w:author="Author"/>
              </w:rPr>
            </w:pPr>
          </w:p>
        </w:tc>
        <w:tc>
          <w:tcPr>
            <w:tcW w:w="2100" w:type="dxa"/>
            <w:tcBorders>
              <w:left w:val="nil"/>
              <w:right w:val="single" w:sz="6" w:space="0" w:color="auto"/>
            </w:tcBorders>
          </w:tcPr>
          <w:p w14:paraId="3B208D23" w14:textId="77777777" w:rsidR="00F21DB0" w:rsidRPr="00447B7B" w:rsidRDefault="00F21DB0" w:rsidP="00E44FF8">
            <w:pPr>
              <w:pStyle w:val="tabletext11"/>
              <w:rPr>
                <w:ins w:id="1868" w:author="Author"/>
                <w:b/>
              </w:rPr>
            </w:pPr>
            <w:ins w:id="1869" w:author="Author">
              <w:r w:rsidRPr="00447B7B">
                <w:t xml:space="preserve">290,001 to 300,000 </w:t>
              </w:r>
            </w:ins>
          </w:p>
        </w:tc>
        <w:tc>
          <w:tcPr>
            <w:tcW w:w="400" w:type="dxa"/>
            <w:tcBorders>
              <w:left w:val="single" w:sz="6" w:space="0" w:color="auto"/>
            </w:tcBorders>
          </w:tcPr>
          <w:p w14:paraId="6AD34869" w14:textId="77777777" w:rsidR="00F21DB0" w:rsidRPr="00447B7B" w:rsidRDefault="00F21DB0" w:rsidP="00E44FF8">
            <w:pPr>
              <w:pStyle w:val="tabletext11"/>
              <w:jc w:val="right"/>
              <w:rPr>
                <w:ins w:id="1870" w:author="Author"/>
              </w:rPr>
            </w:pPr>
          </w:p>
        </w:tc>
        <w:tc>
          <w:tcPr>
            <w:tcW w:w="910" w:type="dxa"/>
            <w:tcBorders>
              <w:left w:val="nil"/>
              <w:right w:val="single" w:sz="6" w:space="0" w:color="auto"/>
            </w:tcBorders>
          </w:tcPr>
          <w:p w14:paraId="468DD609" w14:textId="77777777" w:rsidR="00F21DB0" w:rsidRPr="00447B7B" w:rsidRDefault="00F21DB0" w:rsidP="00E44FF8">
            <w:pPr>
              <w:pStyle w:val="tabletext11"/>
              <w:tabs>
                <w:tab w:val="decimal" w:pos="200"/>
              </w:tabs>
              <w:rPr>
                <w:ins w:id="1871" w:author="Author"/>
              </w:rPr>
            </w:pPr>
            <w:ins w:id="1872" w:author="Author">
              <w:r w:rsidRPr="00447B7B">
                <w:t>45.79</w:t>
              </w:r>
            </w:ins>
          </w:p>
        </w:tc>
        <w:tc>
          <w:tcPr>
            <w:tcW w:w="300" w:type="dxa"/>
            <w:gridSpan w:val="2"/>
            <w:tcBorders>
              <w:left w:val="single" w:sz="6" w:space="0" w:color="auto"/>
            </w:tcBorders>
          </w:tcPr>
          <w:p w14:paraId="4A58F4B4" w14:textId="77777777" w:rsidR="00F21DB0" w:rsidRPr="00447B7B" w:rsidRDefault="00F21DB0" w:rsidP="00E44FF8">
            <w:pPr>
              <w:pStyle w:val="tabletext11"/>
              <w:jc w:val="right"/>
              <w:rPr>
                <w:ins w:id="1873" w:author="Author"/>
              </w:rPr>
            </w:pPr>
          </w:p>
        </w:tc>
        <w:tc>
          <w:tcPr>
            <w:tcW w:w="790" w:type="dxa"/>
            <w:tcBorders>
              <w:left w:val="nil"/>
              <w:right w:val="single" w:sz="6" w:space="0" w:color="auto"/>
            </w:tcBorders>
          </w:tcPr>
          <w:p w14:paraId="51B08AA3" w14:textId="77777777" w:rsidR="00F21DB0" w:rsidRPr="00447B7B" w:rsidRDefault="00F21DB0" w:rsidP="00E44FF8">
            <w:pPr>
              <w:pStyle w:val="tabletext11"/>
              <w:tabs>
                <w:tab w:val="left" w:pos="200"/>
              </w:tabs>
              <w:rPr>
                <w:ins w:id="1874" w:author="Author"/>
              </w:rPr>
            </w:pPr>
            <w:ins w:id="1875" w:author="Author">
              <w:r w:rsidRPr="00447B7B">
                <w:t>50.79</w:t>
              </w:r>
            </w:ins>
          </w:p>
        </w:tc>
      </w:tr>
      <w:tr w:rsidR="00F21DB0" w:rsidRPr="00447B7B" w14:paraId="16A2B686" w14:textId="77777777" w:rsidTr="00E44FF8">
        <w:trPr>
          <w:cantSplit/>
          <w:trHeight w:val="190"/>
          <w:ins w:id="1876" w:author="Author"/>
        </w:trPr>
        <w:tc>
          <w:tcPr>
            <w:tcW w:w="200" w:type="dxa"/>
          </w:tcPr>
          <w:p w14:paraId="6EAADAE1" w14:textId="77777777" w:rsidR="00F21DB0" w:rsidRPr="00447B7B" w:rsidRDefault="00F21DB0" w:rsidP="00E44FF8">
            <w:pPr>
              <w:pStyle w:val="tabletext11"/>
              <w:rPr>
                <w:ins w:id="1877" w:author="Author"/>
              </w:rPr>
            </w:pPr>
          </w:p>
        </w:tc>
        <w:tc>
          <w:tcPr>
            <w:tcW w:w="300" w:type="dxa"/>
            <w:tcBorders>
              <w:left w:val="single" w:sz="6" w:space="0" w:color="auto"/>
            </w:tcBorders>
          </w:tcPr>
          <w:p w14:paraId="2B9BCC45" w14:textId="77777777" w:rsidR="00F21DB0" w:rsidRPr="00447B7B" w:rsidRDefault="00F21DB0" w:rsidP="00E44FF8">
            <w:pPr>
              <w:pStyle w:val="tabletext11"/>
              <w:jc w:val="right"/>
              <w:rPr>
                <w:ins w:id="1878" w:author="Author"/>
              </w:rPr>
            </w:pPr>
          </w:p>
        </w:tc>
        <w:tc>
          <w:tcPr>
            <w:tcW w:w="2100" w:type="dxa"/>
            <w:tcBorders>
              <w:left w:val="nil"/>
              <w:right w:val="single" w:sz="6" w:space="0" w:color="auto"/>
            </w:tcBorders>
          </w:tcPr>
          <w:p w14:paraId="12F84783" w14:textId="77777777" w:rsidR="00F21DB0" w:rsidRPr="00447B7B" w:rsidRDefault="00F21DB0" w:rsidP="00E44FF8">
            <w:pPr>
              <w:pStyle w:val="tabletext11"/>
              <w:rPr>
                <w:ins w:id="1879" w:author="Author"/>
              </w:rPr>
            </w:pPr>
            <w:ins w:id="1880" w:author="Author">
              <w:r w:rsidRPr="00447B7B">
                <w:t>300,001 to 310,000</w:t>
              </w:r>
            </w:ins>
          </w:p>
        </w:tc>
        <w:tc>
          <w:tcPr>
            <w:tcW w:w="400" w:type="dxa"/>
            <w:tcBorders>
              <w:left w:val="single" w:sz="6" w:space="0" w:color="auto"/>
            </w:tcBorders>
          </w:tcPr>
          <w:p w14:paraId="59DC3B43" w14:textId="77777777" w:rsidR="00F21DB0" w:rsidRPr="00447B7B" w:rsidRDefault="00F21DB0" w:rsidP="00E44FF8">
            <w:pPr>
              <w:pStyle w:val="tabletext11"/>
              <w:jc w:val="right"/>
              <w:rPr>
                <w:ins w:id="1881" w:author="Author"/>
              </w:rPr>
            </w:pPr>
          </w:p>
        </w:tc>
        <w:tc>
          <w:tcPr>
            <w:tcW w:w="910" w:type="dxa"/>
            <w:tcBorders>
              <w:left w:val="nil"/>
              <w:right w:val="single" w:sz="6" w:space="0" w:color="auto"/>
            </w:tcBorders>
          </w:tcPr>
          <w:p w14:paraId="70DA6EE6" w14:textId="77777777" w:rsidR="00F21DB0" w:rsidRPr="00447B7B" w:rsidRDefault="00F21DB0" w:rsidP="00E44FF8">
            <w:pPr>
              <w:pStyle w:val="tabletext11"/>
              <w:tabs>
                <w:tab w:val="decimal" w:pos="200"/>
              </w:tabs>
              <w:rPr>
                <w:ins w:id="1882" w:author="Author"/>
              </w:rPr>
            </w:pPr>
            <w:ins w:id="1883" w:author="Author">
              <w:r w:rsidRPr="00447B7B">
                <w:t>46.16</w:t>
              </w:r>
            </w:ins>
          </w:p>
        </w:tc>
        <w:tc>
          <w:tcPr>
            <w:tcW w:w="300" w:type="dxa"/>
            <w:gridSpan w:val="2"/>
            <w:tcBorders>
              <w:left w:val="single" w:sz="6" w:space="0" w:color="auto"/>
            </w:tcBorders>
          </w:tcPr>
          <w:p w14:paraId="06DD6D89" w14:textId="77777777" w:rsidR="00F21DB0" w:rsidRPr="00447B7B" w:rsidRDefault="00F21DB0" w:rsidP="00E44FF8">
            <w:pPr>
              <w:pStyle w:val="tabletext11"/>
              <w:jc w:val="right"/>
              <w:rPr>
                <w:ins w:id="1884" w:author="Author"/>
              </w:rPr>
            </w:pPr>
          </w:p>
        </w:tc>
        <w:tc>
          <w:tcPr>
            <w:tcW w:w="790" w:type="dxa"/>
            <w:tcBorders>
              <w:left w:val="nil"/>
              <w:right w:val="single" w:sz="6" w:space="0" w:color="auto"/>
            </w:tcBorders>
          </w:tcPr>
          <w:p w14:paraId="77BFDD89" w14:textId="77777777" w:rsidR="00F21DB0" w:rsidRPr="00447B7B" w:rsidRDefault="00F21DB0" w:rsidP="00E44FF8">
            <w:pPr>
              <w:pStyle w:val="tabletext11"/>
              <w:tabs>
                <w:tab w:val="left" w:pos="200"/>
              </w:tabs>
              <w:rPr>
                <w:ins w:id="1885" w:author="Author"/>
              </w:rPr>
            </w:pPr>
            <w:ins w:id="1886" w:author="Author">
              <w:r w:rsidRPr="00447B7B">
                <w:t>51.16</w:t>
              </w:r>
            </w:ins>
          </w:p>
        </w:tc>
      </w:tr>
      <w:tr w:rsidR="00F21DB0" w:rsidRPr="00447B7B" w14:paraId="556CB3F0" w14:textId="77777777" w:rsidTr="00E44FF8">
        <w:trPr>
          <w:cantSplit/>
          <w:trHeight w:val="190"/>
          <w:ins w:id="1887" w:author="Author"/>
        </w:trPr>
        <w:tc>
          <w:tcPr>
            <w:tcW w:w="200" w:type="dxa"/>
          </w:tcPr>
          <w:p w14:paraId="7B40FFED" w14:textId="77777777" w:rsidR="00F21DB0" w:rsidRPr="00447B7B" w:rsidRDefault="00F21DB0" w:rsidP="00E44FF8">
            <w:pPr>
              <w:pStyle w:val="tabletext11"/>
              <w:rPr>
                <w:ins w:id="1888" w:author="Author"/>
              </w:rPr>
            </w:pPr>
          </w:p>
        </w:tc>
        <w:tc>
          <w:tcPr>
            <w:tcW w:w="300" w:type="dxa"/>
            <w:tcBorders>
              <w:left w:val="single" w:sz="6" w:space="0" w:color="auto"/>
            </w:tcBorders>
          </w:tcPr>
          <w:p w14:paraId="07A731B8" w14:textId="77777777" w:rsidR="00F21DB0" w:rsidRPr="00447B7B" w:rsidRDefault="00F21DB0" w:rsidP="00E44FF8">
            <w:pPr>
              <w:pStyle w:val="tabletext11"/>
              <w:jc w:val="right"/>
              <w:rPr>
                <w:ins w:id="1889" w:author="Author"/>
              </w:rPr>
            </w:pPr>
          </w:p>
        </w:tc>
        <w:tc>
          <w:tcPr>
            <w:tcW w:w="2100" w:type="dxa"/>
            <w:tcBorders>
              <w:left w:val="nil"/>
              <w:right w:val="single" w:sz="6" w:space="0" w:color="auto"/>
            </w:tcBorders>
          </w:tcPr>
          <w:p w14:paraId="342B14D2" w14:textId="77777777" w:rsidR="00F21DB0" w:rsidRPr="00447B7B" w:rsidRDefault="00F21DB0" w:rsidP="00E44FF8">
            <w:pPr>
              <w:pStyle w:val="tabletext11"/>
              <w:rPr>
                <w:ins w:id="1890" w:author="Author"/>
              </w:rPr>
            </w:pPr>
            <w:ins w:id="1891" w:author="Author">
              <w:r w:rsidRPr="00447B7B">
                <w:t>310,001 to 320,000</w:t>
              </w:r>
            </w:ins>
          </w:p>
        </w:tc>
        <w:tc>
          <w:tcPr>
            <w:tcW w:w="400" w:type="dxa"/>
            <w:tcBorders>
              <w:left w:val="single" w:sz="6" w:space="0" w:color="auto"/>
            </w:tcBorders>
          </w:tcPr>
          <w:p w14:paraId="73CA7FDF" w14:textId="77777777" w:rsidR="00F21DB0" w:rsidRPr="00447B7B" w:rsidRDefault="00F21DB0" w:rsidP="00E44FF8">
            <w:pPr>
              <w:pStyle w:val="tabletext11"/>
              <w:jc w:val="right"/>
              <w:rPr>
                <w:ins w:id="1892" w:author="Author"/>
              </w:rPr>
            </w:pPr>
          </w:p>
        </w:tc>
        <w:tc>
          <w:tcPr>
            <w:tcW w:w="910" w:type="dxa"/>
            <w:tcBorders>
              <w:left w:val="nil"/>
              <w:right w:val="single" w:sz="6" w:space="0" w:color="auto"/>
            </w:tcBorders>
          </w:tcPr>
          <w:p w14:paraId="3A988812" w14:textId="77777777" w:rsidR="00F21DB0" w:rsidRPr="00447B7B" w:rsidRDefault="00F21DB0" w:rsidP="00E44FF8">
            <w:pPr>
              <w:pStyle w:val="tabletext11"/>
              <w:tabs>
                <w:tab w:val="decimal" w:pos="200"/>
              </w:tabs>
              <w:rPr>
                <w:ins w:id="1893" w:author="Author"/>
              </w:rPr>
            </w:pPr>
            <w:ins w:id="1894" w:author="Author">
              <w:r w:rsidRPr="00447B7B">
                <w:t>46.50</w:t>
              </w:r>
            </w:ins>
          </w:p>
        </w:tc>
        <w:tc>
          <w:tcPr>
            <w:tcW w:w="300" w:type="dxa"/>
            <w:gridSpan w:val="2"/>
            <w:tcBorders>
              <w:left w:val="single" w:sz="6" w:space="0" w:color="auto"/>
            </w:tcBorders>
          </w:tcPr>
          <w:p w14:paraId="08A8F056" w14:textId="77777777" w:rsidR="00F21DB0" w:rsidRPr="00447B7B" w:rsidRDefault="00F21DB0" w:rsidP="00E44FF8">
            <w:pPr>
              <w:pStyle w:val="tabletext11"/>
              <w:jc w:val="right"/>
              <w:rPr>
                <w:ins w:id="1895" w:author="Author"/>
              </w:rPr>
            </w:pPr>
          </w:p>
        </w:tc>
        <w:tc>
          <w:tcPr>
            <w:tcW w:w="790" w:type="dxa"/>
            <w:tcBorders>
              <w:left w:val="nil"/>
              <w:right w:val="single" w:sz="6" w:space="0" w:color="auto"/>
            </w:tcBorders>
          </w:tcPr>
          <w:p w14:paraId="5418C5E5" w14:textId="77777777" w:rsidR="00F21DB0" w:rsidRPr="00447B7B" w:rsidRDefault="00F21DB0" w:rsidP="00E44FF8">
            <w:pPr>
              <w:pStyle w:val="tabletext11"/>
              <w:tabs>
                <w:tab w:val="left" w:pos="200"/>
              </w:tabs>
              <w:rPr>
                <w:ins w:id="1896" w:author="Author"/>
              </w:rPr>
            </w:pPr>
            <w:ins w:id="1897" w:author="Author">
              <w:r w:rsidRPr="00447B7B">
                <w:t>51.50</w:t>
              </w:r>
            </w:ins>
          </w:p>
        </w:tc>
      </w:tr>
      <w:tr w:rsidR="00F21DB0" w:rsidRPr="00447B7B" w14:paraId="75AAD349" w14:textId="77777777" w:rsidTr="00E44FF8">
        <w:trPr>
          <w:cantSplit/>
          <w:trHeight w:val="190"/>
          <w:ins w:id="1898" w:author="Author"/>
        </w:trPr>
        <w:tc>
          <w:tcPr>
            <w:tcW w:w="200" w:type="dxa"/>
          </w:tcPr>
          <w:p w14:paraId="463FDE8C" w14:textId="77777777" w:rsidR="00F21DB0" w:rsidRPr="00447B7B" w:rsidRDefault="00F21DB0" w:rsidP="00E44FF8">
            <w:pPr>
              <w:pStyle w:val="tabletext11"/>
              <w:rPr>
                <w:ins w:id="1899" w:author="Author"/>
              </w:rPr>
            </w:pPr>
          </w:p>
        </w:tc>
        <w:tc>
          <w:tcPr>
            <w:tcW w:w="300" w:type="dxa"/>
            <w:tcBorders>
              <w:left w:val="single" w:sz="6" w:space="0" w:color="auto"/>
            </w:tcBorders>
          </w:tcPr>
          <w:p w14:paraId="1B496AF7" w14:textId="77777777" w:rsidR="00F21DB0" w:rsidRPr="00447B7B" w:rsidRDefault="00F21DB0" w:rsidP="00E44FF8">
            <w:pPr>
              <w:pStyle w:val="tabletext11"/>
              <w:jc w:val="right"/>
              <w:rPr>
                <w:ins w:id="1900" w:author="Author"/>
              </w:rPr>
            </w:pPr>
          </w:p>
        </w:tc>
        <w:tc>
          <w:tcPr>
            <w:tcW w:w="2100" w:type="dxa"/>
            <w:tcBorders>
              <w:left w:val="nil"/>
              <w:right w:val="single" w:sz="6" w:space="0" w:color="auto"/>
            </w:tcBorders>
          </w:tcPr>
          <w:p w14:paraId="6A9951DB" w14:textId="77777777" w:rsidR="00F21DB0" w:rsidRPr="00447B7B" w:rsidRDefault="00F21DB0" w:rsidP="00E44FF8">
            <w:pPr>
              <w:pStyle w:val="tabletext11"/>
              <w:rPr>
                <w:ins w:id="1901" w:author="Author"/>
              </w:rPr>
            </w:pPr>
            <w:ins w:id="1902" w:author="Author">
              <w:r w:rsidRPr="00447B7B">
                <w:t>320,001 to 330,000</w:t>
              </w:r>
            </w:ins>
          </w:p>
        </w:tc>
        <w:tc>
          <w:tcPr>
            <w:tcW w:w="400" w:type="dxa"/>
            <w:tcBorders>
              <w:left w:val="single" w:sz="6" w:space="0" w:color="auto"/>
            </w:tcBorders>
          </w:tcPr>
          <w:p w14:paraId="16E62D61" w14:textId="77777777" w:rsidR="00F21DB0" w:rsidRPr="00447B7B" w:rsidRDefault="00F21DB0" w:rsidP="00E44FF8">
            <w:pPr>
              <w:pStyle w:val="tabletext11"/>
              <w:jc w:val="right"/>
              <w:rPr>
                <w:ins w:id="1903" w:author="Author"/>
              </w:rPr>
            </w:pPr>
          </w:p>
        </w:tc>
        <w:tc>
          <w:tcPr>
            <w:tcW w:w="910" w:type="dxa"/>
            <w:tcBorders>
              <w:left w:val="nil"/>
              <w:right w:val="single" w:sz="6" w:space="0" w:color="auto"/>
            </w:tcBorders>
          </w:tcPr>
          <w:p w14:paraId="1767AE85" w14:textId="77777777" w:rsidR="00F21DB0" w:rsidRPr="00447B7B" w:rsidRDefault="00F21DB0" w:rsidP="00E44FF8">
            <w:pPr>
              <w:pStyle w:val="tabletext11"/>
              <w:tabs>
                <w:tab w:val="decimal" w:pos="200"/>
              </w:tabs>
              <w:rPr>
                <w:ins w:id="1904" w:author="Author"/>
              </w:rPr>
            </w:pPr>
            <w:ins w:id="1905" w:author="Author">
              <w:r w:rsidRPr="00447B7B">
                <w:t>46.82</w:t>
              </w:r>
            </w:ins>
          </w:p>
        </w:tc>
        <w:tc>
          <w:tcPr>
            <w:tcW w:w="300" w:type="dxa"/>
            <w:gridSpan w:val="2"/>
            <w:tcBorders>
              <w:left w:val="single" w:sz="6" w:space="0" w:color="auto"/>
            </w:tcBorders>
          </w:tcPr>
          <w:p w14:paraId="7F9ED458" w14:textId="77777777" w:rsidR="00F21DB0" w:rsidRPr="00447B7B" w:rsidRDefault="00F21DB0" w:rsidP="00E44FF8">
            <w:pPr>
              <w:pStyle w:val="tabletext11"/>
              <w:jc w:val="right"/>
              <w:rPr>
                <w:ins w:id="1906" w:author="Author"/>
              </w:rPr>
            </w:pPr>
          </w:p>
        </w:tc>
        <w:tc>
          <w:tcPr>
            <w:tcW w:w="790" w:type="dxa"/>
            <w:tcBorders>
              <w:left w:val="nil"/>
              <w:right w:val="single" w:sz="6" w:space="0" w:color="auto"/>
            </w:tcBorders>
          </w:tcPr>
          <w:p w14:paraId="0B451E5F" w14:textId="77777777" w:rsidR="00F21DB0" w:rsidRPr="00447B7B" w:rsidRDefault="00F21DB0" w:rsidP="00E44FF8">
            <w:pPr>
              <w:pStyle w:val="tabletext11"/>
              <w:tabs>
                <w:tab w:val="left" w:pos="200"/>
              </w:tabs>
              <w:rPr>
                <w:ins w:id="1907" w:author="Author"/>
              </w:rPr>
            </w:pPr>
            <w:ins w:id="1908" w:author="Author">
              <w:r w:rsidRPr="00447B7B">
                <w:t>51.82</w:t>
              </w:r>
            </w:ins>
          </w:p>
        </w:tc>
      </w:tr>
      <w:tr w:rsidR="00F21DB0" w:rsidRPr="00447B7B" w14:paraId="3158AEDD" w14:textId="77777777" w:rsidTr="00E44FF8">
        <w:trPr>
          <w:cantSplit/>
          <w:trHeight w:val="190"/>
          <w:ins w:id="1909" w:author="Author"/>
        </w:trPr>
        <w:tc>
          <w:tcPr>
            <w:tcW w:w="200" w:type="dxa"/>
          </w:tcPr>
          <w:p w14:paraId="3578A13D" w14:textId="77777777" w:rsidR="00F21DB0" w:rsidRPr="00447B7B" w:rsidRDefault="00F21DB0" w:rsidP="00E44FF8">
            <w:pPr>
              <w:pStyle w:val="tabletext11"/>
              <w:rPr>
                <w:ins w:id="1910" w:author="Author"/>
              </w:rPr>
            </w:pPr>
          </w:p>
        </w:tc>
        <w:tc>
          <w:tcPr>
            <w:tcW w:w="300" w:type="dxa"/>
            <w:tcBorders>
              <w:left w:val="single" w:sz="6" w:space="0" w:color="auto"/>
            </w:tcBorders>
          </w:tcPr>
          <w:p w14:paraId="6FCE759A" w14:textId="77777777" w:rsidR="00F21DB0" w:rsidRPr="00447B7B" w:rsidRDefault="00F21DB0" w:rsidP="00E44FF8">
            <w:pPr>
              <w:pStyle w:val="tabletext11"/>
              <w:jc w:val="right"/>
              <w:rPr>
                <w:ins w:id="1911" w:author="Author"/>
              </w:rPr>
            </w:pPr>
          </w:p>
        </w:tc>
        <w:tc>
          <w:tcPr>
            <w:tcW w:w="2100" w:type="dxa"/>
            <w:tcBorders>
              <w:left w:val="nil"/>
              <w:right w:val="single" w:sz="6" w:space="0" w:color="auto"/>
            </w:tcBorders>
          </w:tcPr>
          <w:p w14:paraId="5E8289FB" w14:textId="77777777" w:rsidR="00F21DB0" w:rsidRPr="00447B7B" w:rsidRDefault="00F21DB0" w:rsidP="00E44FF8">
            <w:pPr>
              <w:pStyle w:val="tabletext11"/>
              <w:rPr>
                <w:ins w:id="1912" w:author="Author"/>
              </w:rPr>
            </w:pPr>
            <w:ins w:id="1913" w:author="Author">
              <w:r w:rsidRPr="00447B7B">
                <w:t>330,001 to 340,000</w:t>
              </w:r>
            </w:ins>
          </w:p>
        </w:tc>
        <w:tc>
          <w:tcPr>
            <w:tcW w:w="400" w:type="dxa"/>
            <w:tcBorders>
              <w:left w:val="single" w:sz="6" w:space="0" w:color="auto"/>
            </w:tcBorders>
          </w:tcPr>
          <w:p w14:paraId="50F457E5" w14:textId="77777777" w:rsidR="00F21DB0" w:rsidRPr="00447B7B" w:rsidRDefault="00F21DB0" w:rsidP="00E44FF8">
            <w:pPr>
              <w:pStyle w:val="tabletext11"/>
              <w:jc w:val="right"/>
              <w:rPr>
                <w:ins w:id="1914" w:author="Author"/>
              </w:rPr>
            </w:pPr>
          </w:p>
        </w:tc>
        <w:tc>
          <w:tcPr>
            <w:tcW w:w="910" w:type="dxa"/>
            <w:tcBorders>
              <w:left w:val="nil"/>
              <w:right w:val="single" w:sz="6" w:space="0" w:color="auto"/>
            </w:tcBorders>
          </w:tcPr>
          <w:p w14:paraId="48DCD3BE" w14:textId="77777777" w:rsidR="00F21DB0" w:rsidRPr="00447B7B" w:rsidRDefault="00F21DB0" w:rsidP="00E44FF8">
            <w:pPr>
              <w:pStyle w:val="tabletext11"/>
              <w:tabs>
                <w:tab w:val="decimal" w:pos="200"/>
              </w:tabs>
              <w:rPr>
                <w:ins w:id="1915" w:author="Author"/>
              </w:rPr>
            </w:pPr>
            <w:ins w:id="1916" w:author="Author">
              <w:r w:rsidRPr="00447B7B">
                <w:t>47.11</w:t>
              </w:r>
            </w:ins>
          </w:p>
        </w:tc>
        <w:tc>
          <w:tcPr>
            <w:tcW w:w="300" w:type="dxa"/>
            <w:gridSpan w:val="2"/>
            <w:tcBorders>
              <w:left w:val="single" w:sz="6" w:space="0" w:color="auto"/>
            </w:tcBorders>
          </w:tcPr>
          <w:p w14:paraId="5AB3FAE9" w14:textId="77777777" w:rsidR="00F21DB0" w:rsidRPr="00447B7B" w:rsidRDefault="00F21DB0" w:rsidP="00E44FF8">
            <w:pPr>
              <w:pStyle w:val="tabletext11"/>
              <w:jc w:val="right"/>
              <w:rPr>
                <w:ins w:id="1917" w:author="Author"/>
              </w:rPr>
            </w:pPr>
          </w:p>
        </w:tc>
        <w:tc>
          <w:tcPr>
            <w:tcW w:w="790" w:type="dxa"/>
            <w:tcBorders>
              <w:left w:val="nil"/>
              <w:right w:val="single" w:sz="6" w:space="0" w:color="auto"/>
            </w:tcBorders>
          </w:tcPr>
          <w:p w14:paraId="45ADA325" w14:textId="77777777" w:rsidR="00F21DB0" w:rsidRPr="00447B7B" w:rsidRDefault="00F21DB0" w:rsidP="00E44FF8">
            <w:pPr>
              <w:pStyle w:val="tabletext11"/>
              <w:tabs>
                <w:tab w:val="left" w:pos="200"/>
              </w:tabs>
              <w:rPr>
                <w:ins w:id="1918" w:author="Author"/>
              </w:rPr>
            </w:pPr>
            <w:ins w:id="1919" w:author="Author">
              <w:r w:rsidRPr="00447B7B">
                <w:t>52.11</w:t>
              </w:r>
            </w:ins>
          </w:p>
        </w:tc>
      </w:tr>
      <w:tr w:rsidR="00F21DB0" w:rsidRPr="00447B7B" w14:paraId="61A86B91" w14:textId="77777777" w:rsidTr="00E44FF8">
        <w:trPr>
          <w:cantSplit/>
          <w:trHeight w:val="190"/>
          <w:ins w:id="1920" w:author="Author"/>
        </w:trPr>
        <w:tc>
          <w:tcPr>
            <w:tcW w:w="200" w:type="dxa"/>
          </w:tcPr>
          <w:p w14:paraId="323927C2" w14:textId="77777777" w:rsidR="00F21DB0" w:rsidRPr="00447B7B" w:rsidRDefault="00F21DB0" w:rsidP="00E44FF8">
            <w:pPr>
              <w:pStyle w:val="tabletext11"/>
              <w:rPr>
                <w:ins w:id="1921" w:author="Author"/>
              </w:rPr>
            </w:pPr>
          </w:p>
        </w:tc>
        <w:tc>
          <w:tcPr>
            <w:tcW w:w="300" w:type="dxa"/>
            <w:tcBorders>
              <w:left w:val="single" w:sz="6" w:space="0" w:color="auto"/>
            </w:tcBorders>
          </w:tcPr>
          <w:p w14:paraId="55B6FE4A" w14:textId="77777777" w:rsidR="00F21DB0" w:rsidRPr="00447B7B" w:rsidRDefault="00F21DB0" w:rsidP="00E44FF8">
            <w:pPr>
              <w:pStyle w:val="tabletext11"/>
              <w:jc w:val="right"/>
              <w:rPr>
                <w:ins w:id="1922" w:author="Author"/>
              </w:rPr>
            </w:pPr>
          </w:p>
        </w:tc>
        <w:tc>
          <w:tcPr>
            <w:tcW w:w="2100" w:type="dxa"/>
            <w:tcBorders>
              <w:left w:val="nil"/>
              <w:right w:val="single" w:sz="6" w:space="0" w:color="auto"/>
            </w:tcBorders>
          </w:tcPr>
          <w:p w14:paraId="68463B4A" w14:textId="77777777" w:rsidR="00F21DB0" w:rsidRPr="00447B7B" w:rsidRDefault="00F21DB0" w:rsidP="00E44FF8">
            <w:pPr>
              <w:pStyle w:val="tabletext11"/>
              <w:rPr>
                <w:ins w:id="1923" w:author="Author"/>
              </w:rPr>
            </w:pPr>
            <w:ins w:id="1924" w:author="Author">
              <w:r w:rsidRPr="00447B7B">
                <w:t>340,001 to 350,000</w:t>
              </w:r>
            </w:ins>
          </w:p>
        </w:tc>
        <w:tc>
          <w:tcPr>
            <w:tcW w:w="400" w:type="dxa"/>
            <w:tcBorders>
              <w:left w:val="single" w:sz="6" w:space="0" w:color="auto"/>
            </w:tcBorders>
          </w:tcPr>
          <w:p w14:paraId="695D80FD" w14:textId="77777777" w:rsidR="00F21DB0" w:rsidRPr="00447B7B" w:rsidRDefault="00F21DB0" w:rsidP="00E44FF8">
            <w:pPr>
              <w:pStyle w:val="tabletext11"/>
              <w:jc w:val="right"/>
              <w:rPr>
                <w:ins w:id="1925" w:author="Author"/>
              </w:rPr>
            </w:pPr>
          </w:p>
        </w:tc>
        <w:tc>
          <w:tcPr>
            <w:tcW w:w="910" w:type="dxa"/>
            <w:tcBorders>
              <w:left w:val="nil"/>
              <w:right w:val="single" w:sz="6" w:space="0" w:color="auto"/>
            </w:tcBorders>
          </w:tcPr>
          <w:p w14:paraId="432A5475" w14:textId="77777777" w:rsidR="00F21DB0" w:rsidRPr="00447B7B" w:rsidRDefault="00F21DB0" w:rsidP="00E44FF8">
            <w:pPr>
              <w:pStyle w:val="tabletext11"/>
              <w:tabs>
                <w:tab w:val="decimal" w:pos="200"/>
              </w:tabs>
              <w:rPr>
                <w:ins w:id="1926" w:author="Author"/>
              </w:rPr>
            </w:pPr>
            <w:ins w:id="1927" w:author="Author">
              <w:r w:rsidRPr="00447B7B">
                <w:t>47.38</w:t>
              </w:r>
            </w:ins>
          </w:p>
        </w:tc>
        <w:tc>
          <w:tcPr>
            <w:tcW w:w="300" w:type="dxa"/>
            <w:gridSpan w:val="2"/>
            <w:tcBorders>
              <w:left w:val="single" w:sz="6" w:space="0" w:color="auto"/>
            </w:tcBorders>
          </w:tcPr>
          <w:p w14:paraId="49F6F195" w14:textId="77777777" w:rsidR="00F21DB0" w:rsidRPr="00447B7B" w:rsidRDefault="00F21DB0" w:rsidP="00E44FF8">
            <w:pPr>
              <w:pStyle w:val="tabletext11"/>
              <w:jc w:val="right"/>
              <w:rPr>
                <w:ins w:id="1928" w:author="Author"/>
              </w:rPr>
            </w:pPr>
          </w:p>
        </w:tc>
        <w:tc>
          <w:tcPr>
            <w:tcW w:w="790" w:type="dxa"/>
            <w:tcBorders>
              <w:left w:val="nil"/>
              <w:right w:val="single" w:sz="6" w:space="0" w:color="auto"/>
            </w:tcBorders>
          </w:tcPr>
          <w:p w14:paraId="219EBC3E" w14:textId="77777777" w:rsidR="00F21DB0" w:rsidRPr="00447B7B" w:rsidRDefault="00F21DB0" w:rsidP="00E44FF8">
            <w:pPr>
              <w:pStyle w:val="tabletext11"/>
              <w:tabs>
                <w:tab w:val="left" w:pos="200"/>
              </w:tabs>
              <w:rPr>
                <w:ins w:id="1929" w:author="Author"/>
              </w:rPr>
            </w:pPr>
            <w:ins w:id="1930" w:author="Author">
              <w:r w:rsidRPr="00447B7B">
                <w:t>52.38</w:t>
              </w:r>
            </w:ins>
          </w:p>
        </w:tc>
      </w:tr>
      <w:tr w:rsidR="00F21DB0" w:rsidRPr="00447B7B" w14:paraId="372FC40E" w14:textId="77777777" w:rsidTr="00E44FF8">
        <w:trPr>
          <w:cantSplit/>
          <w:trHeight w:val="190"/>
          <w:ins w:id="1931" w:author="Author"/>
        </w:trPr>
        <w:tc>
          <w:tcPr>
            <w:tcW w:w="200" w:type="dxa"/>
          </w:tcPr>
          <w:p w14:paraId="153379BD" w14:textId="77777777" w:rsidR="00F21DB0" w:rsidRPr="00447B7B" w:rsidRDefault="00F21DB0" w:rsidP="00E44FF8">
            <w:pPr>
              <w:pStyle w:val="tabletext11"/>
              <w:rPr>
                <w:ins w:id="1932" w:author="Author"/>
              </w:rPr>
            </w:pPr>
          </w:p>
        </w:tc>
        <w:tc>
          <w:tcPr>
            <w:tcW w:w="300" w:type="dxa"/>
            <w:tcBorders>
              <w:left w:val="single" w:sz="6" w:space="0" w:color="auto"/>
            </w:tcBorders>
          </w:tcPr>
          <w:p w14:paraId="72D1F5E3" w14:textId="77777777" w:rsidR="00F21DB0" w:rsidRPr="00447B7B" w:rsidRDefault="00F21DB0" w:rsidP="00E44FF8">
            <w:pPr>
              <w:pStyle w:val="tabletext11"/>
              <w:jc w:val="right"/>
              <w:rPr>
                <w:ins w:id="1933" w:author="Author"/>
              </w:rPr>
            </w:pPr>
          </w:p>
        </w:tc>
        <w:tc>
          <w:tcPr>
            <w:tcW w:w="2100" w:type="dxa"/>
            <w:tcBorders>
              <w:left w:val="nil"/>
              <w:right w:val="single" w:sz="6" w:space="0" w:color="auto"/>
            </w:tcBorders>
          </w:tcPr>
          <w:p w14:paraId="7BD30870" w14:textId="77777777" w:rsidR="00F21DB0" w:rsidRPr="00447B7B" w:rsidRDefault="00F21DB0" w:rsidP="00E44FF8">
            <w:pPr>
              <w:pStyle w:val="tabletext11"/>
              <w:rPr>
                <w:ins w:id="1934" w:author="Author"/>
              </w:rPr>
            </w:pPr>
            <w:ins w:id="1935" w:author="Author">
              <w:r w:rsidRPr="00447B7B">
                <w:t>350,001 to 360,000</w:t>
              </w:r>
            </w:ins>
          </w:p>
        </w:tc>
        <w:tc>
          <w:tcPr>
            <w:tcW w:w="400" w:type="dxa"/>
            <w:tcBorders>
              <w:left w:val="single" w:sz="6" w:space="0" w:color="auto"/>
            </w:tcBorders>
          </w:tcPr>
          <w:p w14:paraId="69F79E01" w14:textId="77777777" w:rsidR="00F21DB0" w:rsidRPr="00447B7B" w:rsidRDefault="00F21DB0" w:rsidP="00E44FF8">
            <w:pPr>
              <w:pStyle w:val="tabletext11"/>
              <w:jc w:val="right"/>
              <w:rPr>
                <w:ins w:id="1936" w:author="Author"/>
              </w:rPr>
            </w:pPr>
          </w:p>
        </w:tc>
        <w:tc>
          <w:tcPr>
            <w:tcW w:w="910" w:type="dxa"/>
            <w:tcBorders>
              <w:left w:val="nil"/>
              <w:right w:val="single" w:sz="6" w:space="0" w:color="auto"/>
            </w:tcBorders>
          </w:tcPr>
          <w:p w14:paraId="5B758D2A" w14:textId="77777777" w:rsidR="00F21DB0" w:rsidRPr="00447B7B" w:rsidRDefault="00F21DB0" w:rsidP="00E44FF8">
            <w:pPr>
              <w:pStyle w:val="tabletext11"/>
              <w:tabs>
                <w:tab w:val="decimal" w:pos="200"/>
              </w:tabs>
              <w:rPr>
                <w:ins w:id="1937" w:author="Author"/>
              </w:rPr>
            </w:pPr>
            <w:ins w:id="1938" w:author="Author">
              <w:r w:rsidRPr="00447B7B">
                <w:t>47.63</w:t>
              </w:r>
            </w:ins>
          </w:p>
        </w:tc>
        <w:tc>
          <w:tcPr>
            <w:tcW w:w="300" w:type="dxa"/>
            <w:gridSpan w:val="2"/>
            <w:tcBorders>
              <w:left w:val="single" w:sz="6" w:space="0" w:color="auto"/>
            </w:tcBorders>
          </w:tcPr>
          <w:p w14:paraId="47B56750" w14:textId="77777777" w:rsidR="00F21DB0" w:rsidRPr="00447B7B" w:rsidRDefault="00F21DB0" w:rsidP="00E44FF8">
            <w:pPr>
              <w:pStyle w:val="tabletext11"/>
              <w:jc w:val="right"/>
              <w:rPr>
                <w:ins w:id="1939" w:author="Author"/>
              </w:rPr>
            </w:pPr>
          </w:p>
        </w:tc>
        <w:tc>
          <w:tcPr>
            <w:tcW w:w="790" w:type="dxa"/>
            <w:tcBorders>
              <w:left w:val="nil"/>
              <w:right w:val="single" w:sz="6" w:space="0" w:color="auto"/>
            </w:tcBorders>
          </w:tcPr>
          <w:p w14:paraId="154946DA" w14:textId="77777777" w:rsidR="00F21DB0" w:rsidRPr="00447B7B" w:rsidRDefault="00F21DB0" w:rsidP="00E44FF8">
            <w:pPr>
              <w:pStyle w:val="tabletext11"/>
              <w:tabs>
                <w:tab w:val="left" w:pos="200"/>
              </w:tabs>
              <w:rPr>
                <w:ins w:id="1940" w:author="Author"/>
              </w:rPr>
            </w:pPr>
            <w:ins w:id="1941" w:author="Author">
              <w:r w:rsidRPr="00447B7B">
                <w:t>52.63</w:t>
              </w:r>
            </w:ins>
          </w:p>
        </w:tc>
      </w:tr>
      <w:tr w:rsidR="00F21DB0" w:rsidRPr="00447B7B" w14:paraId="087D395E" w14:textId="77777777" w:rsidTr="00E44FF8">
        <w:trPr>
          <w:cantSplit/>
          <w:trHeight w:val="190"/>
          <w:ins w:id="1942" w:author="Author"/>
        </w:trPr>
        <w:tc>
          <w:tcPr>
            <w:tcW w:w="200" w:type="dxa"/>
          </w:tcPr>
          <w:p w14:paraId="3E812307" w14:textId="77777777" w:rsidR="00F21DB0" w:rsidRPr="00447B7B" w:rsidRDefault="00F21DB0" w:rsidP="00E44FF8">
            <w:pPr>
              <w:pStyle w:val="tabletext11"/>
              <w:rPr>
                <w:ins w:id="1943" w:author="Author"/>
              </w:rPr>
            </w:pPr>
          </w:p>
        </w:tc>
        <w:tc>
          <w:tcPr>
            <w:tcW w:w="300" w:type="dxa"/>
            <w:tcBorders>
              <w:left w:val="single" w:sz="6" w:space="0" w:color="auto"/>
            </w:tcBorders>
          </w:tcPr>
          <w:p w14:paraId="7B29AA7E" w14:textId="77777777" w:rsidR="00F21DB0" w:rsidRPr="00447B7B" w:rsidRDefault="00F21DB0" w:rsidP="00E44FF8">
            <w:pPr>
              <w:pStyle w:val="tabletext11"/>
              <w:jc w:val="right"/>
              <w:rPr>
                <w:ins w:id="1944" w:author="Author"/>
              </w:rPr>
            </w:pPr>
          </w:p>
        </w:tc>
        <w:tc>
          <w:tcPr>
            <w:tcW w:w="2100" w:type="dxa"/>
            <w:tcBorders>
              <w:left w:val="nil"/>
              <w:right w:val="single" w:sz="6" w:space="0" w:color="auto"/>
            </w:tcBorders>
          </w:tcPr>
          <w:p w14:paraId="087E93A5" w14:textId="77777777" w:rsidR="00F21DB0" w:rsidRPr="00447B7B" w:rsidRDefault="00F21DB0" w:rsidP="00E44FF8">
            <w:pPr>
              <w:pStyle w:val="tabletext11"/>
              <w:rPr>
                <w:ins w:id="1945" w:author="Author"/>
              </w:rPr>
            </w:pPr>
            <w:ins w:id="1946" w:author="Author">
              <w:r w:rsidRPr="00447B7B">
                <w:t>360,001 to 370,000</w:t>
              </w:r>
            </w:ins>
          </w:p>
        </w:tc>
        <w:tc>
          <w:tcPr>
            <w:tcW w:w="400" w:type="dxa"/>
            <w:tcBorders>
              <w:left w:val="single" w:sz="6" w:space="0" w:color="auto"/>
            </w:tcBorders>
          </w:tcPr>
          <w:p w14:paraId="7AF2DBC2" w14:textId="77777777" w:rsidR="00F21DB0" w:rsidRPr="00447B7B" w:rsidRDefault="00F21DB0" w:rsidP="00E44FF8">
            <w:pPr>
              <w:pStyle w:val="tabletext11"/>
              <w:jc w:val="right"/>
              <w:rPr>
                <w:ins w:id="1947" w:author="Author"/>
              </w:rPr>
            </w:pPr>
          </w:p>
        </w:tc>
        <w:tc>
          <w:tcPr>
            <w:tcW w:w="910" w:type="dxa"/>
            <w:tcBorders>
              <w:left w:val="nil"/>
              <w:right w:val="single" w:sz="6" w:space="0" w:color="auto"/>
            </w:tcBorders>
          </w:tcPr>
          <w:p w14:paraId="51E591DE" w14:textId="77777777" w:rsidR="00F21DB0" w:rsidRPr="00447B7B" w:rsidRDefault="00F21DB0" w:rsidP="00E44FF8">
            <w:pPr>
              <w:pStyle w:val="tabletext11"/>
              <w:tabs>
                <w:tab w:val="decimal" w:pos="200"/>
              </w:tabs>
              <w:rPr>
                <w:ins w:id="1948" w:author="Author"/>
              </w:rPr>
            </w:pPr>
            <w:ins w:id="1949" w:author="Author">
              <w:r w:rsidRPr="00447B7B">
                <w:t>47.86</w:t>
              </w:r>
            </w:ins>
          </w:p>
        </w:tc>
        <w:tc>
          <w:tcPr>
            <w:tcW w:w="300" w:type="dxa"/>
            <w:gridSpan w:val="2"/>
            <w:tcBorders>
              <w:left w:val="single" w:sz="6" w:space="0" w:color="auto"/>
            </w:tcBorders>
          </w:tcPr>
          <w:p w14:paraId="6F19DD2B" w14:textId="77777777" w:rsidR="00F21DB0" w:rsidRPr="00447B7B" w:rsidRDefault="00F21DB0" w:rsidP="00E44FF8">
            <w:pPr>
              <w:pStyle w:val="tabletext11"/>
              <w:jc w:val="right"/>
              <w:rPr>
                <w:ins w:id="1950" w:author="Author"/>
              </w:rPr>
            </w:pPr>
          </w:p>
        </w:tc>
        <w:tc>
          <w:tcPr>
            <w:tcW w:w="790" w:type="dxa"/>
            <w:tcBorders>
              <w:left w:val="nil"/>
              <w:right w:val="single" w:sz="6" w:space="0" w:color="auto"/>
            </w:tcBorders>
          </w:tcPr>
          <w:p w14:paraId="4E46AD90" w14:textId="77777777" w:rsidR="00F21DB0" w:rsidRPr="00447B7B" w:rsidRDefault="00F21DB0" w:rsidP="00E44FF8">
            <w:pPr>
              <w:pStyle w:val="tabletext11"/>
              <w:tabs>
                <w:tab w:val="left" w:pos="200"/>
              </w:tabs>
              <w:rPr>
                <w:ins w:id="1951" w:author="Author"/>
              </w:rPr>
            </w:pPr>
            <w:ins w:id="1952" w:author="Author">
              <w:r w:rsidRPr="00447B7B">
                <w:t>52.86</w:t>
              </w:r>
            </w:ins>
          </w:p>
        </w:tc>
      </w:tr>
      <w:tr w:rsidR="00F21DB0" w:rsidRPr="00447B7B" w14:paraId="6EF95118" w14:textId="77777777" w:rsidTr="00E44FF8">
        <w:trPr>
          <w:cantSplit/>
          <w:trHeight w:val="190"/>
          <w:ins w:id="1953" w:author="Author"/>
        </w:trPr>
        <w:tc>
          <w:tcPr>
            <w:tcW w:w="200" w:type="dxa"/>
          </w:tcPr>
          <w:p w14:paraId="470E8CA3" w14:textId="77777777" w:rsidR="00F21DB0" w:rsidRPr="00447B7B" w:rsidRDefault="00F21DB0" w:rsidP="00E44FF8">
            <w:pPr>
              <w:pStyle w:val="tabletext11"/>
              <w:rPr>
                <w:ins w:id="1954" w:author="Author"/>
              </w:rPr>
            </w:pPr>
          </w:p>
        </w:tc>
        <w:tc>
          <w:tcPr>
            <w:tcW w:w="300" w:type="dxa"/>
            <w:tcBorders>
              <w:left w:val="single" w:sz="6" w:space="0" w:color="auto"/>
            </w:tcBorders>
          </w:tcPr>
          <w:p w14:paraId="1436199E" w14:textId="77777777" w:rsidR="00F21DB0" w:rsidRPr="00447B7B" w:rsidRDefault="00F21DB0" w:rsidP="00E44FF8">
            <w:pPr>
              <w:pStyle w:val="tabletext11"/>
              <w:jc w:val="right"/>
              <w:rPr>
                <w:ins w:id="1955" w:author="Author"/>
              </w:rPr>
            </w:pPr>
          </w:p>
        </w:tc>
        <w:tc>
          <w:tcPr>
            <w:tcW w:w="2100" w:type="dxa"/>
            <w:tcBorders>
              <w:left w:val="nil"/>
              <w:right w:val="single" w:sz="6" w:space="0" w:color="auto"/>
            </w:tcBorders>
          </w:tcPr>
          <w:p w14:paraId="7A81720D" w14:textId="77777777" w:rsidR="00F21DB0" w:rsidRPr="00447B7B" w:rsidRDefault="00F21DB0" w:rsidP="00E44FF8">
            <w:pPr>
              <w:pStyle w:val="tabletext11"/>
              <w:rPr>
                <w:ins w:id="1956" w:author="Author"/>
              </w:rPr>
            </w:pPr>
            <w:ins w:id="1957" w:author="Author">
              <w:r w:rsidRPr="00447B7B">
                <w:t>370,001 to 380,000</w:t>
              </w:r>
            </w:ins>
          </w:p>
        </w:tc>
        <w:tc>
          <w:tcPr>
            <w:tcW w:w="400" w:type="dxa"/>
            <w:tcBorders>
              <w:left w:val="single" w:sz="6" w:space="0" w:color="auto"/>
            </w:tcBorders>
          </w:tcPr>
          <w:p w14:paraId="53014AA4" w14:textId="77777777" w:rsidR="00F21DB0" w:rsidRPr="00447B7B" w:rsidRDefault="00F21DB0" w:rsidP="00E44FF8">
            <w:pPr>
              <w:pStyle w:val="tabletext11"/>
              <w:jc w:val="right"/>
              <w:rPr>
                <w:ins w:id="1958" w:author="Author"/>
              </w:rPr>
            </w:pPr>
          </w:p>
        </w:tc>
        <w:tc>
          <w:tcPr>
            <w:tcW w:w="910" w:type="dxa"/>
            <w:tcBorders>
              <w:left w:val="nil"/>
              <w:right w:val="single" w:sz="6" w:space="0" w:color="auto"/>
            </w:tcBorders>
          </w:tcPr>
          <w:p w14:paraId="73996166" w14:textId="77777777" w:rsidR="00F21DB0" w:rsidRPr="00447B7B" w:rsidRDefault="00F21DB0" w:rsidP="00E44FF8">
            <w:pPr>
              <w:pStyle w:val="tabletext11"/>
              <w:tabs>
                <w:tab w:val="decimal" w:pos="200"/>
              </w:tabs>
              <w:rPr>
                <w:ins w:id="1959" w:author="Author"/>
              </w:rPr>
            </w:pPr>
            <w:ins w:id="1960" w:author="Author">
              <w:r w:rsidRPr="00447B7B">
                <w:t>48.07</w:t>
              </w:r>
            </w:ins>
          </w:p>
        </w:tc>
        <w:tc>
          <w:tcPr>
            <w:tcW w:w="300" w:type="dxa"/>
            <w:gridSpan w:val="2"/>
            <w:tcBorders>
              <w:left w:val="single" w:sz="6" w:space="0" w:color="auto"/>
            </w:tcBorders>
          </w:tcPr>
          <w:p w14:paraId="5E3A6E81" w14:textId="77777777" w:rsidR="00F21DB0" w:rsidRPr="00447B7B" w:rsidRDefault="00F21DB0" w:rsidP="00E44FF8">
            <w:pPr>
              <w:pStyle w:val="tabletext11"/>
              <w:jc w:val="right"/>
              <w:rPr>
                <w:ins w:id="1961" w:author="Author"/>
              </w:rPr>
            </w:pPr>
          </w:p>
        </w:tc>
        <w:tc>
          <w:tcPr>
            <w:tcW w:w="790" w:type="dxa"/>
            <w:tcBorders>
              <w:left w:val="nil"/>
              <w:right w:val="single" w:sz="6" w:space="0" w:color="auto"/>
            </w:tcBorders>
          </w:tcPr>
          <w:p w14:paraId="02AE2CCC" w14:textId="77777777" w:rsidR="00F21DB0" w:rsidRPr="00447B7B" w:rsidRDefault="00F21DB0" w:rsidP="00E44FF8">
            <w:pPr>
              <w:pStyle w:val="tabletext11"/>
              <w:tabs>
                <w:tab w:val="left" w:pos="200"/>
              </w:tabs>
              <w:rPr>
                <w:ins w:id="1962" w:author="Author"/>
              </w:rPr>
            </w:pPr>
            <w:ins w:id="1963" w:author="Author">
              <w:r w:rsidRPr="00447B7B">
                <w:t>53.07</w:t>
              </w:r>
            </w:ins>
          </w:p>
        </w:tc>
      </w:tr>
      <w:tr w:rsidR="00F21DB0" w:rsidRPr="00447B7B" w14:paraId="33E72485" w14:textId="77777777" w:rsidTr="00E44FF8">
        <w:trPr>
          <w:cantSplit/>
          <w:trHeight w:val="190"/>
          <w:ins w:id="1964" w:author="Author"/>
        </w:trPr>
        <w:tc>
          <w:tcPr>
            <w:tcW w:w="200" w:type="dxa"/>
          </w:tcPr>
          <w:p w14:paraId="6DA8EE65" w14:textId="77777777" w:rsidR="00F21DB0" w:rsidRPr="00447B7B" w:rsidRDefault="00F21DB0" w:rsidP="00E44FF8">
            <w:pPr>
              <w:pStyle w:val="tabletext11"/>
              <w:rPr>
                <w:ins w:id="1965" w:author="Author"/>
              </w:rPr>
            </w:pPr>
          </w:p>
        </w:tc>
        <w:tc>
          <w:tcPr>
            <w:tcW w:w="300" w:type="dxa"/>
            <w:tcBorders>
              <w:left w:val="single" w:sz="6" w:space="0" w:color="auto"/>
            </w:tcBorders>
          </w:tcPr>
          <w:p w14:paraId="04CE8005" w14:textId="77777777" w:rsidR="00F21DB0" w:rsidRPr="00447B7B" w:rsidRDefault="00F21DB0" w:rsidP="00E44FF8">
            <w:pPr>
              <w:pStyle w:val="tabletext11"/>
              <w:jc w:val="right"/>
              <w:rPr>
                <w:ins w:id="1966" w:author="Author"/>
              </w:rPr>
            </w:pPr>
          </w:p>
        </w:tc>
        <w:tc>
          <w:tcPr>
            <w:tcW w:w="2100" w:type="dxa"/>
            <w:tcBorders>
              <w:left w:val="nil"/>
              <w:right w:val="single" w:sz="6" w:space="0" w:color="auto"/>
            </w:tcBorders>
          </w:tcPr>
          <w:p w14:paraId="011205E1" w14:textId="77777777" w:rsidR="00F21DB0" w:rsidRPr="00447B7B" w:rsidRDefault="00F21DB0" w:rsidP="00E44FF8">
            <w:pPr>
              <w:pStyle w:val="tabletext11"/>
              <w:rPr>
                <w:ins w:id="1967" w:author="Author"/>
              </w:rPr>
            </w:pPr>
            <w:ins w:id="1968" w:author="Author">
              <w:r w:rsidRPr="00447B7B">
                <w:t>380,001 to 390,000</w:t>
              </w:r>
            </w:ins>
          </w:p>
        </w:tc>
        <w:tc>
          <w:tcPr>
            <w:tcW w:w="400" w:type="dxa"/>
            <w:tcBorders>
              <w:left w:val="single" w:sz="6" w:space="0" w:color="auto"/>
            </w:tcBorders>
          </w:tcPr>
          <w:p w14:paraId="2B7835D9" w14:textId="77777777" w:rsidR="00F21DB0" w:rsidRPr="00447B7B" w:rsidRDefault="00F21DB0" w:rsidP="00E44FF8">
            <w:pPr>
              <w:pStyle w:val="tabletext11"/>
              <w:jc w:val="right"/>
              <w:rPr>
                <w:ins w:id="1969" w:author="Author"/>
              </w:rPr>
            </w:pPr>
          </w:p>
        </w:tc>
        <w:tc>
          <w:tcPr>
            <w:tcW w:w="910" w:type="dxa"/>
            <w:tcBorders>
              <w:left w:val="nil"/>
              <w:right w:val="single" w:sz="6" w:space="0" w:color="auto"/>
            </w:tcBorders>
          </w:tcPr>
          <w:p w14:paraId="3DB686A6" w14:textId="77777777" w:rsidR="00F21DB0" w:rsidRPr="00447B7B" w:rsidRDefault="00F21DB0" w:rsidP="00E44FF8">
            <w:pPr>
              <w:pStyle w:val="tabletext11"/>
              <w:tabs>
                <w:tab w:val="decimal" w:pos="200"/>
              </w:tabs>
              <w:rPr>
                <w:ins w:id="1970" w:author="Author"/>
              </w:rPr>
            </w:pPr>
            <w:ins w:id="1971" w:author="Author">
              <w:r w:rsidRPr="00447B7B">
                <w:t>48.27</w:t>
              </w:r>
            </w:ins>
          </w:p>
        </w:tc>
        <w:tc>
          <w:tcPr>
            <w:tcW w:w="300" w:type="dxa"/>
            <w:gridSpan w:val="2"/>
            <w:tcBorders>
              <w:left w:val="single" w:sz="6" w:space="0" w:color="auto"/>
            </w:tcBorders>
          </w:tcPr>
          <w:p w14:paraId="1E5851DB" w14:textId="77777777" w:rsidR="00F21DB0" w:rsidRPr="00447B7B" w:rsidRDefault="00F21DB0" w:rsidP="00E44FF8">
            <w:pPr>
              <w:pStyle w:val="tabletext11"/>
              <w:jc w:val="right"/>
              <w:rPr>
                <w:ins w:id="1972" w:author="Author"/>
              </w:rPr>
            </w:pPr>
          </w:p>
        </w:tc>
        <w:tc>
          <w:tcPr>
            <w:tcW w:w="790" w:type="dxa"/>
            <w:tcBorders>
              <w:left w:val="nil"/>
              <w:right w:val="single" w:sz="6" w:space="0" w:color="auto"/>
            </w:tcBorders>
          </w:tcPr>
          <w:p w14:paraId="3D48FB8D" w14:textId="77777777" w:rsidR="00F21DB0" w:rsidRPr="00447B7B" w:rsidRDefault="00F21DB0" w:rsidP="00E44FF8">
            <w:pPr>
              <w:pStyle w:val="tabletext11"/>
              <w:tabs>
                <w:tab w:val="left" w:pos="200"/>
              </w:tabs>
              <w:rPr>
                <w:ins w:id="1973" w:author="Author"/>
              </w:rPr>
            </w:pPr>
            <w:ins w:id="1974" w:author="Author">
              <w:r w:rsidRPr="00447B7B">
                <w:t>53.27</w:t>
              </w:r>
            </w:ins>
          </w:p>
        </w:tc>
      </w:tr>
      <w:tr w:rsidR="00F21DB0" w:rsidRPr="00447B7B" w14:paraId="229F4B73" w14:textId="77777777" w:rsidTr="00E44FF8">
        <w:trPr>
          <w:cantSplit/>
          <w:trHeight w:val="190"/>
          <w:ins w:id="1975" w:author="Author"/>
        </w:trPr>
        <w:tc>
          <w:tcPr>
            <w:tcW w:w="200" w:type="dxa"/>
          </w:tcPr>
          <w:p w14:paraId="4570C30E" w14:textId="77777777" w:rsidR="00F21DB0" w:rsidRPr="00447B7B" w:rsidRDefault="00F21DB0" w:rsidP="00E44FF8">
            <w:pPr>
              <w:pStyle w:val="tabletext11"/>
              <w:rPr>
                <w:ins w:id="1976" w:author="Author"/>
              </w:rPr>
            </w:pPr>
          </w:p>
        </w:tc>
        <w:tc>
          <w:tcPr>
            <w:tcW w:w="300" w:type="dxa"/>
            <w:tcBorders>
              <w:left w:val="single" w:sz="6" w:space="0" w:color="auto"/>
            </w:tcBorders>
          </w:tcPr>
          <w:p w14:paraId="11F7C788" w14:textId="77777777" w:rsidR="00F21DB0" w:rsidRPr="00447B7B" w:rsidRDefault="00F21DB0" w:rsidP="00E44FF8">
            <w:pPr>
              <w:pStyle w:val="tabletext11"/>
              <w:jc w:val="right"/>
              <w:rPr>
                <w:ins w:id="1977" w:author="Author"/>
              </w:rPr>
            </w:pPr>
          </w:p>
        </w:tc>
        <w:tc>
          <w:tcPr>
            <w:tcW w:w="2100" w:type="dxa"/>
            <w:tcBorders>
              <w:left w:val="nil"/>
              <w:right w:val="single" w:sz="6" w:space="0" w:color="auto"/>
            </w:tcBorders>
          </w:tcPr>
          <w:p w14:paraId="69AE5EE8" w14:textId="77777777" w:rsidR="00F21DB0" w:rsidRPr="00447B7B" w:rsidRDefault="00F21DB0" w:rsidP="00E44FF8">
            <w:pPr>
              <w:pStyle w:val="tabletext11"/>
              <w:rPr>
                <w:ins w:id="1978" w:author="Author"/>
              </w:rPr>
            </w:pPr>
            <w:ins w:id="1979" w:author="Author">
              <w:r w:rsidRPr="00447B7B">
                <w:t>390,001 to 400,000</w:t>
              </w:r>
            </w:ins>
          </w:p>
        </w:tc>
        <w:tc>
          <w:tcPr>
            <w:tcW w:w="400" w:type="dxa"/>
            <w:tcBorders>
              <w:left w:val="single" w:sz="6" w:space="0" w:color="auto"/>
            </w:tcBorders>
          </w:tcPr>
          <w:p w14:paraId="617BD474" w14:textId="77777777" w:rsidR="00F21DB0" w:rsidRPr="00447B7B" w:rsidRDefault="00F21DB0" w:rsidP="00E44FF8">
            <w:pPr>
              <w:pStyle w:val="tabletext11"/>
              <w:jc w:val="right"/>
              <w:rPr>
                <w:ins w:id="1980" w:author="Author"/>
              </w:rPr>
            </w:pPr>
          </w:p>
        </w:tc>
        <w:tc>
          <w:tcPr>
            <w:tcW w:w="910" w:type="dxa"/>
            <w:tcBorders>
              <w:left w:val="nil"/>
              <w:right w:val="single" w:sz="6" w:space="0" w:color="auto"/>
            </w:tcBorders>
          </w:tcPr>
          <w:p w14:paraId="66924EBD" w14:textId="77777777" w:rsidR="00F21DB0" w:rsidRPr="00447B7B" w:rsidRDefault="00F21DB0" w:rsidP="00E44FF8">
            <w:pPr>
              <w:pStyle w:val="tabletext11"/>
              <w:tabs>
                <w:tab w:val="decimal" w:pos="200"/>
              </w:tabs>
              <w:rPr>
                <w:ins w:id="1981" w:author="Author"/>
              </w:rPr>
            </w:pPr>
            <w:ins w:id="1982" w:author="Author">
              <w:r w:rsidRPr="00447B7B">
                <w:t>48.45</w:t>
              </w:r>
            </w:ins>
          </w:p>
        </w:tc>
        <w:tc>
          <w:tcPr>
            <w:tcW w:w="300" w:type="dxa"/>
            <w:gridSpan w:val="2"/>
            <w:tcBorders>
              <w:left w:val="single" w:sz="6" w:space="0" w:color="auto"/>
            </w:tcBorders>
          </w:tcPr>
          <w:p w14:paraId="15E39862" w14:textId="77777777" w:rsidR="00F21DB0" w:rsidRPr="00447B7B" w:rsidRDefault="00F21DB0" w:rsidP="00E44FF8">
            <w:pPr>
              <w:pStyle w:val="tabletext11"/>
              <w:jc w:val="right"/>
              <w:rPr>
                <w:ins w:id="1983" w:author="Author"/>
              </w:rPr>
            </w:pPr>
          </w:p>
        </w:tc>
        <w:tc>
          <w:tcPr>
            <w:tcW w:w="790" w:type="dxa"/>
            <w:tcBorders>
              <w:left w:val="nil"/>
              <w:right w:val="single" w:sz="6" w:space="0" w:color="auto"/>
            </w:tcBorders>
          </w:tcPr>
          <w:p w14:paraId="57599468" w14:textId="77777777" w:rsidR="00F21DB0" w:rsidRPr="00447B7B" w:rsidRDefault="00F21DB0" w:rsidP="00E44FF8">
            <w:pPr>
              <w:pStyle w:val="tabletext11"/>
              <w:tabs>
                <w:tab w:val="left" w:pos="200"/>
              </w:tabs>
              <w:rPr>
                <w:ins w:id="1984" w:author="Author"/>
              </w:rPr>
            </w:pPr>
            <w:ins w:id="1985" w:author="Author">
              <w:r w:rsidRPr="00447B7B">
                <w:t>53.45</w:t>
              </w:r>
            </w:ins>
          </w:p>
        </w:tc>
      </w:tr>
      <w:tr w:rsidR="00F21DB0" w:rsidRPr="00447B7B" w14:paraId="01B12756" w14:textId="77777777" w:rsidTr="00E44FF8">
        <w:trPr>
          <w:cantSplit/>
          <w:trHeight w:val="190"/>
          <w:ins w:id="1986" w:author="Author"/>
        </w:trPr>
        <w:tc>
          <w:tcPr>
            <w:tcW w:w="200" w:type="dxa"/>
          </w:tcPr>
          <w:p w14:paraId="541E434F" w14:textId="77777777" w:rsidR="00F21DB0" w:rsidRPr="00447B7B" w:rsidRDefault="00F21DB0" w:rsidP="00E44FF8">
            <w:pPr>
              <w:pStyle w:val="tabletext11"/>
              <w:rPr>
                <w:ins w:id="1987" w:author="Author"/>
              </w:rPr>
            </w:pPr>
          </w:p>
        </w:tc>
        <w:tc>
          <w:tcPr>
            <w:tcW w:w="300" w:type="dxa"/>
            <w:tcBorders>
              <w:left w:val="single" w:sz="6" w:space="0" w:color="auto"/>
            </w:tcBorders>
          </w:tcPr>
          <w:p w14:paraId="280900F2" w14:textId="77777777" w:rsidR="00F21DB0" w:rsidRPr="00447B7B" w:rsidRDefault="00F21DB0" w:rsidP="00E44FF8">
            <w:pPr>
              <w:pStyle w:val="tabletext11"/>
              <w:jc w:val="right"/>
              <w:rPr>
                <w:ins w:id="1988" w:author="Author"/>
              </w:rPr>
            </w:pPr>
          </w:p>
        </w:tc>
        <w:tc>
          <w:tcPr>
            <w:tcW w:w="2100" w:type="dxa"/>
            <w:tcBorders>
              <w:left w:val="nil"/>
              <w:right w:val="single" w:sz="6" w:space="0" w:color="auto"/>
            </w:tcBorders>
          </w:tcPr>
          <w:p w14:paraId="7C76162F" w14:textId="77777777" w:rsidR="00F21DB0" w:rsidRPr="00447B7B" w:rsidRDefault="00F21DB0" w:rsidP="00E44FF8">
            <w:pPr>
              <w:pStyle w:val="tabletext11"/>
              <w:rPr>
                <w:ins w:id="1989" w:author="Author"/>
              </w:rPr>
            </w:pPr>
            <w:ins w:id="1990" w:author="Author">
              <w:r w:rsidRPr="00447B7B">
                <w:t>400,001 to 410,000</w:t>
              </w:r>
            </w:ins>
          </w:p>
        </w:tc>
        <w:tc>
          <w:tcPr>
            <w:tcW w:w="400" w:type="dxa"/>
            <w:tcBorders>
              <w:left w:val="single" w:sz="6" w:space="0" w:color="auto"/>
            </w:tcBorders>
          </w:tcPr>
          <w:p w14:paraId="593DF3D9" w14:textId="77777777" w:rsidR="00F21DB0" w:rsidRPr="00447B7B" w:rsidRDefault="00F21DB0" w:rsidP="00E44FF8">
            <w:pPr>
              <w:pStyle w:val="tabletext11"/>
              <w:jc w:val="right"/>
              <w:rPr>
                <w:ins w:id="1991" w:author="Author"/>
              </w:rPr>
            </w:pPr>
          </w:p>
        </w:tc>
        <w:tc>
          <w:tcPr>
            <w:tcW w:w="910" w:type="dxa"/>
            <w:tcBorders>
              <w:left w:val="nil"/>
              <w:right w:val="single" w:sz="6" w:space="0" w:color="auto"/>
            </w:tcBorders>
          </w:tcPr>
          <w:p w14:paraId="38C09F87" w14:textId="77777777" w:rsidR="00F21DB0" w:rsidRPr="00447B7B" w:rsidRDefault="00F21DB0" w:rsidP="00E44FF8">
            <w:pPr>
              <w:pStyle w:val="tabletext11"/>
              <w:tabs>
                <w:tab w:val="decimal" w:pos="200"/>
              </w:tabs>
              <w:rPr>
                <w:ins w:id="1992" w:author="Author"/>
              </w:rPr>
            </w:pPr>
            <w:ins w:id="1993" w:author="Author">
              <w:r w:rsidRPr="00447B7B">
                <w:t>48.62</w:t>
              </w:r>
            </w:ins>
          </w:p>
        </w:tc>
        <w:tc>
          <w:tcPr>
            <w:tcW w:w="300" w:type="dxa"/>
            <w:gridSpan w:val="2"/>
            <w:tcBorders>
              <w:left w:val="single" w:sz="6" w:space="0" w:color="auto"/>
            </w:tcBorders>
          </w:tcPr>
          <w:p w14:paraId="50B4D3C3" w14:textId="77777777" w:rsidR="00F21DB0" w:rsidRPr="00447B7B" w:rsidRDefault="00F21DB0" w:rsidP="00E44FF8">
            <w:pPr>
              <w:pStyle w:val="tabletext11"/>
              <w:jc w:val="right"/>
              <w:rPr>
                <w:ins w:id="1994" w:author="Author"/>
              </w:rPr>
            </w:pPr>
          </w:p>
        </w:tc>
        <w:tc>
          <w:tcPr>
            <w:tcW w:w="790" w:type="dxa"/>
            <w:tcBorders>
              <w:left w:val="nil"/>
              <w:right w:val="single" w:sz="6" w:space="0" w:color="auto"/>
            </w:tcBorders>
          </w:tcPr>
          <w:p w14:paraId="442CB1E3" w14:textId="77777777" w:rsidR="00F21DB0" w:rsidRPr="00447B7B" w:rsidRDefault="00F21DB0" w:rsidP="00E44FF8">
            <w:pPr>
              <w:pStyle w:val="tabletext11"/>
              <w:tabs>
                <w:tab w:val="left" w:pos="200"/>
              </w:tabs>
              <w:rPr>
                <w:ins w:id="1995" w:author="Author"/>
              </w:rPr>
            </w:pPr>
            <w:ins w:id="1996" w:author="Author">
              <w:r w:rsidRPr="00447B7B">
                <w:t>53.62</w:t>
              </w:r>
            </w:ins>
          </w:p>
        </w:tc>
      </w:tr>
      <w:tr w:rsidR="00F21DB0" w:rsidRPr="00447B7B" w14:paraId="07901F08" w14:textId="77777777" w:rsidTr="00E44FF8">
        <w:trPr>
          <w:cantSplit/>
          <w:trHeight w:val="190"/>
          <w:ins w:id="1997" w:author="Author"/>
        </w:trPr>
        <w:tc>
          <w:tcPr>
            <w:tcW w:w="200" w:type="dxa"/>
          </w:tcPr>
          <w:p w14:paraId="043EC7DE" w14:textId="77777777" w:rsidR="00F21DB0" w:rsidRPr="00447B7B" w:rsidRDefault="00F21DB0" w:rsidP="00E44FF8">
            <w:pPr>
              <w:pStyle w:val="tabletext11"/>
              <w:rPr>
                <w:ins w:id="1998" w:author="Author"/>
              </w:rPr>
            </w:pPr>
          </w:p>
        </w:tc>
        <w:tc>
          <w:tcPr>
            <w:tcW w:w="300" w:type="dxa"/>
            <w:tcBorders>
              <w:left w:val="single" w:sz="6" w:space="0" w:color="auto"/>
            </w:tcBorders>
          </w:tcPr>
          <w:p w14:paraId="778636E9" w14:textId="77777777" w:rsidR="00F21DB0" w:rsidRPr="00447B7B" w:rsidRDefault="00F21DB0" w:rsidP="00E44FF8">
            <w:pPr>
              <w:pStyle w:val="tabletext11"/>
              <w:jc w:val="right"/>
              <w:rPr>
                <w:ins w:id="1999" w:author="Author"/>
              </w:rPr>
            </w:pPr>
          </w:p>
        </w:tc>
        <w:tc>
          <w:tcPr>
            <w:tcW w:w="2100" w:type="dxa"/>
            <w:tcBorders>
              <w:left w:val="nil"/>
              <w:right w:val="single" w:sz="6" w:space="0" w:color="auto"/>
            </w:tcBorders>
          </w:tcPr>
          <w:p w14:paraId="72F5805E" w14:textId="77777777" w:rsidR="00F21DB0" w:rsidRPr="00447B7B" w:rsidRDefault="00F21DB0" w:rsidP="00E44FF8">
            <w:pPr>
              <w:pStyle w:val="tabletext11"/>
              <w:rPr>
                <w:ins w:id="2000" w:author="Author"/>
              </w:rPr>
            </w:pPr>
            <w:ins w:id="2001" w:author="Author">
              <w:r w:rsidRPr="00447B7B">
                <w:t>410,001 to 420,000</w:t>
              </w:r>
            </w:ins>
          </w:p>
        </w:tc>
        <w:tc>
          <w:tcPr>
            <w:tcW w:w="400" w:type="dxa"/>
            <w:tcBorders>
              <w:left w:val="single" w:sz="6" w:space="0" w:color="auto"/>
            </w:tcBorders>
          </w:tcPr>
          <w:p w14:paraId="4F4A9141" w14:textId="77777777" w:rsidR="00F21DB0" w:rsidRPr="00447B7B" w:rsidRDefault="00F21DB0" w:rsidP="00E44FF8">
            <w:pPr>
              <w:pStyle w:val="tabletext11"/>
              <w:jc w:val="right"/>
              <w:rPr>
                <w:ins w:id="2002" w:author="Author"/>
              </w:rPr>
            </w:pPr>
          </w:p>
        </w:tc>
        <w:tc>
          <w:tcPr>
            <w:tcW w:w="910" w:type="dxa"/>
            <w:tcBorders>
              <w:left w:val="nil"/>
              <w:right w:val="single" w:sz="6" w:space="0" w:color="auto"/>
            </w:tcBorders>
          </w:tcPr>
          <w:p w14:paraId="7AB3553C" w14:textId="77777777" w:rsidR="00F21DB0" w:rsidRPr="00447B7B" w:rsidRDefault="00F21DB0" w:rsidP="00E44FF8">
            <w:pPr>
              <w:pStyle w:val="tabletext11"/>
              <w:tabs>
                <w:tab w:val="decimal" w:pos="200"/>
              </w:tabs>
              <w:rPr>
                <w:ins w:id="2003" w:author="Author"/>
              </w:rPr>
            </w:pPr>
            <w:ins w:id="2004" w:author="Author">
              <w:r w:rsidRPr="00447B7B">
                <w:t>48.78</w:t>
              </w:r>
            </w:ins>
          </w:p>
        </w:tc>
        <w:tc>
          <w:tcPr>
            <w:tcW w:w="300" w:type="dxa"/>
            <w:gridSpan w:val="2"/>
            <w:tcBorders>
              <w:left w:val="single" w:sz="6" w:space="0" w:color="auto"/>
            </w:tcBorders>
          </w:tcPr>
          <w:p w14:paraId="4CD9CAD8" w14:textId="77777777" w:rsidR="00F21DB0" w:rsidRPr="00447B7B" w:rsidRDefault="00F21DB0" w:rsidP="00E44FF8">
            <w:pPr>
              <w:pStyle w:val="tabletext11"/>
              <w:jc w:val="right"/>
              <w:rPr>
                <w:ins w:id="2005" w:author="Author"/>
              </w:rPr>
            </w:pPr>
          </w:p>
        </w:tc>
        <w:tc>
          <w:tcPr>
            <w:tcW w:w="790" w:type="dxa"/>
            <w:tcBorders>
              <w:left w:val="nil"/>
              <w:right w:val="single" w:sz="6" w:space="0" w:color="auto"/>
            </w:tcBorders>
          </w:tcPr>
          <w:p w14:paraId="5A47979C" w14:textId="77777777" w:rsidR="00F21DB0" w:rsidRPr="00447B7B" w:rsidRDefault="00F21DB0" w:rsidP="00E44FF8">
            <w:pPr>
              <w:pStyle w:val="tabletext11"/>
              <w:tabs>
                <w:tab w:val="left" w:pos="200"/>
              </w:tabs>
              <w:rPr>
                <w:ins w:id="2006" w:author="Author"/>
              </w:rPr>
            </w:pPr>
            <w:ins w:id="2007" w:author="Author">
              <w:r w:rsidRPr="00447B7B">
                <w:t>53.78</w:t>
              </w:r>
            </w:ins>
          </w:p>
        </w:tc>
      </w:tr>
      <w:tr w:rsidR="00F21DB0" w:rsidRPr="00447B7B" w14:paraId="36138B60" w14:textId="77777777" w:rsidTr="00E44FF8">
        <w:trPr>
          <w:cantSplit/>
          <w:trHeight w:val="190"/>
          <w:ins w:id="2008" w:author="Author"/>
        </w:trPr>
        <w:tc>
          <w:tcPr>
            <w:tcW w:w="200" w:type="dxa"/>
          </w:tcPr>
          <w:p w14:paraId="3F0323D6" w14:textId="77777777" w:rsidR="00F21DB0" w:rsidRPr="00447B7B" w:rsidRDefault="00F21DB0" w:rsidP="00E44FF8">
            <w:pPr>
              <w:pStyle w:val="tabletext11"/>
              <w:rPr>
                <w:ins w:id="2009" w:author="Author"/>
              </w:rPr>
            </w:pPr>
          </w:p>
        </w:tc>
        <w:tc>
          <w:tcPr>
            <w:tcW w:w="300" w:type="dxa"/>
            <w:tcBorders>
              <w:left w:val="single" w:sz="6" w:space="0" w:color="auto"/>
            </w:tcBorders>
          </w:tcPr>
          <w:p w14:paraId="7682AFD7" w14:textId="77777777" w:rsidR="00F21DB0" w:rsidRPr="00447B7B" w:rsidRDefault="00F21DB0" w:rsidP="00E44FF8">
            <w:pPr>
              <w:pStyle w:val="tabletext11"/>
              <w:jc w:val="right"/>
              <w:rPr>
                <w:ins w:id="2010" w:author="Author"/>
              </w:rPr>
            </w:pPr>
          </w:p>
        </w:tc>
        <w:tc>
          <w:tcPr>
            <w:tcW w:w="2100" w:type="dxa"/>
            <w:tcBorders>
              <w:left w:val="nil"/>
              <w:right w:val="single" w:sz="6" w:space="0" w:color="auto"/>
            </w:tcBorders>
          </w:tcPr>
          <w:p w14:paraId="0EA0C8EA" w14:textId="77777777" w:rsidR="00F21DB0" w:rsidRPr="00447B7B" w:rsidRDefault="00F21DB0" w:rsidP="00E44FF8">
            <w:pPr>
              <w:pStyle w:val="tabletext11"/>
              <w:rPr>
                <w:ins w:id="2011" w:author="Author"/>
              </w:rPr>
            </w:pPr>
            <w:ins w:id="2012" w:author="Author">
              <w:r w:rsidRPr="00447B7B">
                <w:t>420,001 to 430,000</w:t>
              </w:r>
            </w:ins>
          </w:p>
        </w:tc>
        <w:tc>
          <w:tcPr>
            <w:tcW w:w="400" w:type="dxa"/>
            <w:tcBorders>
              <w:left w:val="single" w:sz="6" w:space="0" w:color="auto"/>
            </w:tcBorders>
          </w:tcPr>
          <w:p w14:paraId="49486B96" w14:textId="77777777" w:rsidR="00F21DB0" w:rsidRPr="00447B7B" w:rsidRDefault="00F21DB0" w:rsidP="00E44FF8">
            <w:pPr>
              <w:pStyle w:val="tabletext11"/>
              <w:jc w:val="right"/>
              <w:rPr>
                <w:ins w:id="2013" w:author="Author"/>
              </w:rPr>
            </w:pPr>
          </w:p>
        </w:tc>
        <w:tc>
          <w:tcPr>
            <w:tcW w:w="910" w:type="dxa"/>
            <w:tcBorders>
              <w:left w:val="nil"/>
              <w:right w:val="single" w:sz="6" w:space="0" w:color="auto"/>
            </w:tcBorders>
          </w:tcPr>
          <w:p w14:paraId="7A542444" w14:textId="77777777" w:rsidR="00F21DB0" w:rsidRPr="00447B7B" w:rsidRDefault="00F21DB0" w:rsidP="00E44FF8">
            <w:pPr>
              <w:pStyle w:val="tabletext11"/>
              <w:tabs>
                <w:tab w:val="decimal" w:pos="200"/>
              </w:tabs>
              <w:rPr>
                <w:ins w:id="2014" w:author="Author"/>
              </w:rPr>
            </w:pPr>
            <w:ins w:id="2015" w:author="Author">
              <w:r w:rsidRPr="00447B7B">
                <w:t>48.92</w:t>
              </w:r>
            </w:ins>
          </w:p>
        </w:tc>
        <w:tc>
          <w:tcPr>
            <w:tcW w:w="300" w:type="dxa"/>
            <w:gridSpan w:val="2"/>
            <w:tcBorders>
              <w:left w:val="single" w:sz="6" w:space="0" w:color="auto"/>
            </w:tcBorders>
          </w:tcPr>
          <w:p w14:paraId="09004F8D" w14:textId="77777777" w:rsidR="00F21DB0" w:rsidRPr="00447B7B" w:rsidRDefault="00F21DB0" w:rsidP="00E44FF8">
            <w:pPr>
              <w:pStyle w:val="tabletext11"/>
              <w:jc w:val="right"/>
              <w:rPr>
                <w:ins w:id="2016" w:author="Author"/>
              </w:rPr>
            </w:pPr>
          </w:p>
        </w:tc>
        <w:tc>
          <w:tcPr>
            <w:tcW w:w="790" w:type="dxa"/>
            <w:tcBorders>
              <w:left w:val="nil"/>
              <w:right w:val="single" w:sz="6" w:space="0" w:color="auto"/>
            </w:tcBorders>
          </w:tcPr>
          <w:p w14:paraId="6BF877A9" w14:textId="77777777" w:rsidR="00F21DB0" w:rsidRPr="00447B7B" w:rsidRDefault="00F21DB0" w:rsidP="00E44FF8">
            <w:pPr>
              <w:pStyle w:val="tabletext11"/>
              <w:tabs>
                <w:tab w:val="left" w:pos="200"/>
              </w:tabs>
              <w:rPr>
                <w:ins w:id="2017" w:author="Author"/>
              </w:rPr>
            </w:pPr>
            <w:ins w:id="2018" w:author="Author">
              <w:r w:rsidRPr="00447B7B">
                <w:t>53.92</w:t>
              </w:r>
            </w:ins>
          </w:p>
        </w:tc>
      </w:tr>
      <w:tr w:rsidR="00F21DB0" w:rsidRPr="00447B7B" w14:paraId="61855B3B" w14:textId="77777777" w:rsidTr="00E44FF8">
        <w:trPr>
          <w:cantSplit/>
          <w:trHeight w:val="190"/>
          <w:ins w:id="2019" w:author="Author"/>
        </w:trPr>
        <w:tc>
          <w:tcPr>
            <w:tcW w:w="200" w:type="dxa"/>
          </w:tcPr>
          <w:p w14:paraId="26D6BAD1" w14:textId="77777777" w:rsidR="00F21DB0" w:rsidRPr="00447B7B" w:rsidRDefault="00F21DB0" w:rsidP="00E44FF8">
            <w:pPr>
              <w:pStyle w:val="tabletext11"/>
              <w:rPr>
                <w:ins w:id="2020" w:author="Author"/>
              </w:rPr>
            </w:pPr>
          </w:p>
        </w:tc>
        <w:tc>
          <w:tcPr>
            <w:tcW w:w="300" w:type="dxa"/>
            <w:tcBorders>
              <w:left w:val="single" w:sz="6" w:space="0" w:color="auto"/>
            </w:tcBorders>
          </w:tcPr>
          <w:p w14:paraId="16C9AEB5" w14:textId="77777777" w:rsidR="00F21DB0" w:rsidRPr="00447B7B" w:rsidRDefault="00F21DB0" w:rsidP="00E44FF8">
            <w:pPr>
              <w:pStyle w:val="tabletext11"/>
              <w:jc w:val="right"/>
              <w:rPr>
                <w:ins w:id="2021" w:author="Author"/>
              </w:rPr>
            </w:pPr>
          </w:p>
        </w:tc>
        <w:tc>
          <w:tcPr>
            <w:tcW w:w="2100" w:type="dxa"/>
            <w:tcBorders>
              <w:left w:val="nil"/>
              <w:right w:val="single" w:sz="6" w:space="0" w:color="auto"/>
            </w:tcBorders>
          </w:tcPr>
          <w:p w14:paraId="524013DE" w14:textId="77777777" w:rsidR="00F21DB0" w:rsidRPr="00447B7B" w:rsidRDefault="00F21DB0" w:rsidP="00E44FF8">
            <w:pPr>
              <w:pStyle w:val="tabletext11"/>
              <w:rPr>
                <w:ins w:id="2022" w:author="Author"/>
              </w:rPr>
            </w:pPr>
            <w:ins w:id="2023" w:author="Author">
              <w:r w:rsidRPr="00447B7B">
                <w:t>430,001 to 440,000</w:t>
              </w:r>
            </w:ins>
          </w:p>
        </w:tc>
        <w:tc>
          <w:tcPr>
            <w:tcW w:w="400" w:type="dxa"/>
            <w:tcBorders>
              <w:left w:val="single" w:sz="6" w:space="0" w:color="auto"/>
            </w:tcBorders>
          </w:tcPr>
          <w:p w14:paraId="7F471BBD" w14:textId="77777777" w:rsidR="00F21DB0" w:rsidRPr="00447B7B" w:rsidRDefault="00F21DB0" w:rsidP="00E44FF8">
            <w:pPr>
              <w:pStyle w:val="tabletext11"/>
              <w:jc w:val="right"/>
              <w:rPr>
                <w:ins w:id="2024" w:author="Author"/>
              </w:rPr>
            </w:pPr>
          </w:p>
        </w:tc>
        <w:tc>
          <w:tcPr>
            <w:tcW w:w="910" w:type="dxa"/>
            <w:tcBorders>
              <w:left w:val="nil"/>
              <w:right w:val="single" w:sz="6" w:space="0" w:color="auto"/>
            </w:tcBorders>
          </w:tcPr>
          <w:p w14:paraId="660017AC" w14:textId="77777777" w:rsidR="00F21DB0" w:rsidRPr="00447B7B" w:rsidRDefault="00F21DB0" w:rsidP="00E44FF8">
            <w:pPr>
              <w:pStyle w:val="tabletext11"/>
              <w:tabs>
                <w:tab w:val="decimal" w:pos="200"/>
              </w:tabs>
              <w:rPr>
                <w:ins w:id="2025" w:author="Author"/>
              </w:rPr>
            </w:pPr>
            <w:ins w:id="2026" w:author="Author">
              <w:r w:rsidRPr="00447B7B">
                <w:t>49.06</w:t>
              </w:r>
            </w:ins>
          </w:p>
        </w:tc>
        <w:tc>
          <w:tcPr>
            <w:tcW w:w="300" w:type="dxa"/>
            <w:gridSpan w:val="2"/>
            <w:tcBorders>
              <w:left w:val="single" w:sz="6" w:space="0" w:color="auto"/>
            </w:tcBorders>
          </w:tcPr>
          <w:p w14:paraId="2C98FE9F" w14:textId="77777777" w:rsidR="00F21DB0" w:rsidRPr="00447B7B" w:rsidRDefault="00F21DB0" w:rsidP="00E44FF8">
            <w:pPr>
              <w:pStyle w:val="tabletext11"/>
              <w:jc w:val="right"/>
              <w:rPr>
                <w:ins w:id="2027" w:author="Author"/>
              </w:rPr>
            </w:pPr>
          </w:p>
        </w:tc>
        <w:tc>
          <w:tcPr>
            <w:tcW w:w="790" w:type="dxa"/>
            <w:tcBorders>
              <w:left w:val="nil"/>
              <w:right w:val="single" w:sz="6" w:space="0" w:color="auto"/>
            </w:tcBorders>
          </w:tcPr>
          <w:p w14:paraId="046CEB23" w14:textId="77777777" w:rsidR="00F21DB0" w:rsidRPr="00447B7B" w:rsidRDefault="00F21DB0" w:rsidP="00E44FF8">
            <w:pPr>
              <w:pStyle w:val="tabletext11"/>
              <w:tabs>
                <w:tab w:val="left" w:pos="200"/>
              </w:tabs>
              <w:rPr>
                <w:ins w:id="2028" w:author="Author"/>
              </w:rPr>
            </w:pPr>
            <w:ins w:id="2029" w:author="Author">
              <w:r w:rsidRPr="00447B7B">
                <w:t>54.06</w:t>
              </w:r>
            </w:ins>
          </w:p>
        </w:tc>
      </w:tr>
      <w:tr w:rsidR="00F21DB0" w:rsidRPr="00447B7B" w14:paraId="290D7527" w14:textId="77777777" w:rsidTr="00E44FF8">
        <w:trPr>
          <w:cantSplit/>
          <w:trHeight w:val="190"/>
          <w:ins w:id="2030" w:author="Author"/>
        </w:trPr>
        <w:tc>
          <w:tcPr>
            <w:tcW w:w="200" w:type="dxa"/>
          </w:tcPr>
          <w:p w14:paraId="5409C524" w14:textId="77777777" w:rsidR="00F21DB0" w:rsidRPr="00447B7B" w:rsidRDefault="00F21DB0" w:rsidP="00E44FF8">
            <w:pPr>
              <w:pStyle w:val="tabletext11"/>
              <w:rPr>
                <w:ins w:id="2031" w:author="Author"/>
              </w:rPr>
            </w:pPr>
          </w:p>
        </w:tc>
        <w:tc>
          <w:tcPr>
            <w:tcW w:w="300" w:type="dxa"/>
            <w:tcBorders>
              <w:left w:val="single" w:sz="6" w:space="0" w:color="auto"/>
            </w:tcBorders>
          </w:tcPr>
          <w:p w14:paraId="15DCE6B3" w14:textId="77777777" w:rsidR="00F21DB0" w:rsidRPr="00447B7B" w:rsidRDefault="00F21DB0" w:rsidP="00E44FF8">
            <w:pPr>
              <w:pStyle w:val="tabletext11"/>
              <w:jc w:val="right"/>
              <w:rPr>
                <w:ins w:id="2032" w:author="Author"/>
              </w:rPr>
            </w:pPr>
          </w:p>
        </w:tc>
        <w:tc>
          <w:tcPr>
            <w:tcW w:w="2100" w:type="dxa"/>
            <w:tcBorders>
              <w:left w:val="nil"/>
              <w:right w:val="single" w:sz="6" w:space="0" w:color="auto"/>
            </w:tcBorders>
          </w:tcPr>
          <w:p w14:paraId="568B14BA" w14:textId="77777777" w:rsidR="00F21DB0" w:rsidRPr="00447B7B" w:rsidRDefault="00F21DB0" w:rsidP="00E44FF8">
            <w:pPr>
              <w:pStyle w:val="tabletext11"/>
              <w:rPr>
                <w:ins w:id="2033" w:author="Author"/>
              </w:rPr>
            </w:pPr>
            <w:ins w:id="2034" w:author="Author">
              <w:r w:rsidRPr="00447B7B">
                <w:t>440,001 to 450,000</w:t>
              </w:r>
            </w:ins>
          </w:p>
        </w:tc>
        <w:tc>
          <w:tcPr>
            <w:tcW w:w="400" w:type="dxa"/>
            <w:tcBorders>
              <w:left w:val="single" w:sz="6" w:space="0" w:color="auto"/>
            </w:tcBorders>
          </w:tcPr>
          <w:p w14:paraId="30A70A26" w14:textId="77777777" w:rsidR="00F21DB0" w:rsidRPr="00447B7B" w:rsidRDefault="00F21DB0" w:rsidP="00E44FF8">
            <w:pPr>
              <w:pStyle w:val="tabletext11"/>
              <w:jc w:val="right"/>
              <w:rPr>
                <w:ins w:id="2035" w:author="Author"/>
              </w:rPr>
            </w:pPr>
          </w:p>
        </w:tc>
        <w:tc>
          <w:tcPr>
            <w:tcW w:w="910" w:type="dxa"/>
            <w:tcBorders>
              <w:left w:val="nil"/>
              <w:right w:val="single" w:sz="6" w:space="0" w:color="auto"/>
            </w:tcBorders>
          </w:tcPr>
          <w:p w14:paraId="133D20D6" w14:textId="77777777" w:rsidR="00F21DB0" w:rsidRPr="00447B7B" w:rsidRDefault="00F21DB0" w:rsidP="00E44FF8">
            <w:pPr>
              <w:pStyle w:val="tabletext11"/>
              <w:tabs>
                <w:tab w:val="decimal" w:pos="200"/>
              </w:tabs>
              <w:rPr>
                <w:ins w:id="2036" w:author="Author"/>
              </w:rPr>
            </w:pPr>
            <w:ins w:id="2037" w:author="Author">
              <w:r w:rsidRPr="00447B7B">
                <w:t>49.18</w:t>
              </w:r>
            </w:ins>
          </w:p>
        </w:tc>
        <w:tc>
          <w:tcPr>
            <w:tcW w:w="300" w:type="dxa"/>
            <w:gridSpan w:val="2"/>
            <w:tcBorders>
              <w:left w:val="single" w:sz="6" w:space="0" w:color="auto"/>
            </w:tcBorders>
          </w:tcPr>
          <w:p w14:paraId="2B215ABB" w14:textId="77777777" w:rsidR="00F21DB0" w:rsidRPr="00447B7B" w:rsidRDefault="00F21DB0" w:rsidP="00E44FF8">
            <w:pPr>
              <w:pStyle w:val="tabletext11"/>
              <w:jc w:val="right"/>
              <w:rPr>
                <w:ins w:id="2038" w:author="Author"/>
              </w:rPr>
            </w:pPr>
          </w:p>
        </w:tc>
        <w:tc>
          <w:tcPr>
            <w:tcW w:w="790" w:type="dxa"/>
            <w:tcBorders>
              <w:left w:val="nil"/>
              <w:right w:val="single" w:sz="6" w:space="0" w:color="auto"/>
            </w:tcBorders>
          </w:tcPr>
          <w:p w14:paraId="39A2791F" w14:textId="77777777" w:rsidR="00F21DB0" w:rsidRPr="00447B7B" w:rsidRDefault="00F21DB0" w:rsidP="00E44FF8">
            <w:pPr>
              <w:pStyle w:val="tabletext11"/>
              <w:tabs>
                <w:tab w:val="left" w:pos="200"/>
              </w:tabs>
              <w:rPr>
                <w:ins w:id="2039" w:author="Author"/>
              </w:rPr>
            </w:pPr>
            <w:ins w:id="2040" w:author="Author">
              <w:r w:rsidRPr="00447B7B">
                <w:t>54.18</w:t>
              </w:r>
            </w:ins>
          </w:p>
        </w:tc>
      </w:tr>
      <w:tr w:rsidR="00F21DB0" w:rsidRPr="00447B7B" w14:paraId="719549F1" w14:textId="77777777" w:rsidTr="00E44FF8">
        <w:trPr>
          <w:cantSplit/>
          <w:trHeight w:val="190"/>
          <w:ins w:id="2041" w:author="Author"/>
        </w:trPr>
        <w:tc>
          <w:tcPr>
            <w:tcW w:w="200" w:type="dxa"/>
          </w:tcPr>
          <w:p w14:paraId="04541950" w14:textId="77777777" w:rsidR="00F21DB0" w:rsidRPr="00447B7B" w:rsidRDefault="00F21DB0" w:rsidP="00E44FF8">
            <w:pPr>
              <w:pStyle w:val="tabletext11"/>
              <w:rPr>
                <w:ins w:id="2042" w:author="Author"/>
              </w:rPr>
            </w:pPr>
          </w:p>
        </w:tc>
        <w:tc>
          <w:tcPr>
            <w:tcW w:w="300" w:type="dxa"/>
            <w:tcBorders>
              <w:left w:val="single" w:sz="6" w:space="0" w:color="auto"/>
            </w:tcBorders>
          </w:tcPr>
          <w:p w14:paraId="295BB1C2" w14:textId="77777777" w:rsidR="00F21DB0" w:rsidRPr="00447B7B" w:rsidRDefault="00F21DB0" w:rsidP="00E44FF8">
            <w:pPr>
              <w:pStyle w:val="tabletext11"/>
              <w:jc w:val="right"/>
              <w:rPr>
                <w:ins w:id="2043" w:author="Author"/>
              </w:rPr>
            </w:pPr>
          </w:p>
        </w:tc>
        <w:tc>
          <w:tcPr>
            <w:tcW w:w="2100" w:type="dxa"/>
            <w:tcBorders>
              <w:left w:val="nil"/>
              <w:right w:val="single" w:sz="6" w:space="0" w:color="auto"/>
            </w:tcBorders>
          </w:tcPr>
          <w:p w14:paraId="3DBF32F2" w14:textId="77777777" w:rsidR="00F21DB0" w:rsidRPr="00447B7B" w:rsidRDefault="00F21DB0" w:rsidP="00E44FF8">
            <w:pPr>
              <w:pStyle w:val="tabletext11"/>
              <w:rPr>
                <w:ins w:id="2044" w:author="Author"/>
              </w:rPr>
            </w:pPr>
            <w:ins w:id="2045" w:author="Author">
              <w:r w:rsidRPr="00447B7B">
                <w:t>450,001 to 460,000</w:t>
              </w:r>
            </w:ins>
          </w:p>
        </w:tc>
        <w:tc>
          <w:tcPr>
            <w:tcW w:w="400" w:type="dxa"/>
            <w:tcBorders>
              <w:left w:val="single" w:sz="6" w:space="0" w:color="auto"/>
            </w:tcBorders>
          </w:tcPr>
          <w:p w14:paraId="6B125517" w14:textId="77777777" w:rsidR="00F21DB0" w:rsidRPr="00447B7B" w:rsidRDefault="00F21DB0" w:rsidP="00E44FF8">
            <w:pPr>
              <w:pStyle w:val="tabletext11"/>
              <w:jc w:val="right"/>
              <w:rPr>
                <w:ins w:id="2046" w:author="Author"/>
              </w:rPr>
            </w:pPr>
          </w:p>
        </w:tc>
        <w:tc>
          <w:tcPr>
            <w:tcW w:w="910" w:type="dxa"/>
            <w:tcBorders>
              <w:left w:val="nil"/>
              <w:right w:val="single" w:sz="6" w:space="0" w:color="auto"/>
            </w:tcBorders>
          </w:tcPr>
          <w:p w14:paraId="395731C4" w14:textId="77777777" w:rsidR="00F21DB0" w:rsidRPr="00447B7B" w:rsidRDefault="00F21DB0" w:rsidP="00E44FF8">
            <w:pPr>
              <w:pStyle w:val="tabletext11"/>
              <w:tabs>
                <w:tab w:val="decimal" w:pos="200"/>
              </w:tabs>
              <w:rPr>
                <w:ins w:id="2047" w:author="Author"/>
              </w:rPr>
            </w:pPr>
            <w:ins w:id="2048" w:author="Author">
              <w:r w:rsidRPr="00447B7B">
                <w:t>49.30</w:t>
              </w:r>
            </w:ins>
          </w:p>
        </w:tc>
        <w:tc>
          <w:tcPr>
            <w:tcW w:w="300" w:type="dxa"/>
            <w:gridSpan w:val="2"/>
            <w:tcBorders>
              <w:left w:val="single" w:sz="6" w:space="0" w:color="auto"/>
            </w:tcBorders>
          </w:tcPr>
          <w:p w14:paraId="611D00F2" w14:textId="77777777" w:rsidR="00F21DB0" w:rsidRPr="00447B7B" w:rsidRDefault="00F21DB0" w:rsidP="00E44FF8">
            <w:pPr>
              <w:pStyle w:val="tabletext11"/>
              <w:jc w:val="right"/>
              <w:rPr>
                <w:ins w:id="2049" w:author="Author"/>
              </w:rPr>
            </w:pPr>
          </w:p>
        </w:tc>
        <w:tc>
          <w:tcPr>
            <w:tcW w:w="790" w:type="dxa"/>
            <w:tcBorders>
              <w:left w:val="nil"/>
              <w:right w:val="single" w:sz="6" w:space="0" w:color="auto"/>
            </w:tcBorders>
          </w:tcPr>
          <w:p w14:paraId="30BA2E77" w14:textId="77777777" w:rsidR="00F21DB0" w:rsidRPr="00447B7B" w:rsidRDefault="00F21DB0" w:rsidP="00E44FF8">
            <w:pPr>
              <w:pStyle w:val="tabletext11"/>
              <w:tabs>
                <w:tab w:val="left" w:pos="200"/>
              </w:tabs>
              <w:rPr>
                <w:ins w:id="2050" w:author="Author"/>
              </w:rPr>
            </w:pPr>
            <w:ins w:id="2051" w:author="Author">
              <w:r w:rsidRPr="00447B7B">
                <w:t>54.30</w:t>
              </w:r>
            </w:ins>
          </w:p>
        </w:tc>
      </w:tr>
      <w:tr w:rsidR="00F21DB0" w:rsidRPr="00447B7B" w14:paraId="482B9215" w14:textId="77777777" w:rsidTr="00E44FF8">
        <w:trPr>
          <w:cantSplit/>
          <w:trHeight w:val="190"/>
          <w:ins w:id="2052" w:author="Author"/>
        </w:trPr>
        <w:tc>
          <w:tcPr>
            <w:tcW w:w="200" w:type="dxa"/>
          </w:tcPr>
          <w:p w14:paraId="0742A408" w14:textId="77777777" w:rsidR="00F21DB0" w:rsidRPr="00447B7B" w:rsidRDefault="00F21DB0" w:rsidP="00E44FF8">
            <w:pPr>
              <w:pStyle w:val="tabletext11"/>
              <w:rPr>
                <w:ins w:id="2053" w:author="Author"/>
              </w:rPr>
            </w:pPr>
          </w:p>
        </w:tc>
        <w:tc>
          <w:tcPr>
            <w:tcW w:w="300" w:type="dxa"/>
            <w:tcBorders>
              <w:left w:val="single" w:sz="6" w:space="0" w:color="auto"/>
            </w:tcBorders>
          </w:tcPr>
          <w:p w14:paraId="229B7597" w14:textId="77777777" w:rsidR="00F21DB0" w:rsidRPr="00447B7B" w:rsidRDefault="00F21DB0" w:rsidP="00E44FF8">
            <w:pPr>
              <w:pStyle w:val="tabletext11"/>
              <w:jc w:val="right"/>
              <w:rPr>
                <w:ins w:id="2054" w:author="Author"/>
              </w:rPr>
            </w:pPr>
          </w:p>
        </w:tc>
        <w:tc>
          <w:tcPr>
            <w:tcW w:w="2100" w:type="dxa"/>
            <w:tcBorders>
              <w:left w:val="nil"/>
              <w:right w:val="single" w:sz="6" w:space="0" w:color="auto"/>
            </w:tcBorders>
          </w:tcPr>
          <w:p w14:paraId="40FADB8D" w14:textId="77777777" w:rsidR="00F21DB0" w:rsidRPr="00447B7B" w:rsidRDefault="00F21DB0" w:rsidP="00E44FF8">
            <w:pPr>
              <w:pStyle w:val="tabletext11"/>
              <w:rPr>
                <w:ins w:id="2055" w:author="Author"/>
              </w:rPr>
            </w:pPr>
            <w:ins w:id="2056" w:author="Author">
              <w:r w:rsidRPr="00447B7B">
                <w:t>460,001 to 470,000</w:t>
              </w:r>
            </w:ins>
          </w:p>
        </w:tc>
        <w:tc>
          <w:tcPr>
            <w:tcW w:w="400" w:type="dxa"/>
            <w:tcBorders>
              <w:left w:val="single" w:sz="6" w:space="0" w:color="auto"/>
            </w:tcBorders>
          </w:tcPr>
          <w:p w14:paraId="72C584D0" w14:textId="77777777" w:rsidR="00F21DB0" w:rsidRPr="00447B7B" w:rsidRDefault="00F21DB0" w:rsidP="00E44FF8">
            <w:pPr>
              <w:pStyle w:val="tabletext11"/>
              <w:jc w:val="right"/>
              <w:rPr>
                <w:ins w:id="2057" w:author="Author"/>
              </w:rPr>
            </w:pPr>
          </w:p>
        </w:tc>
        <w:tc>
          <w:tcPr>
            <w:tcW w:w="910" w:type="dxa"/>
            <w:tcBorders>
              <w:left w:val="nil"/>
              <w:right w:val="single" w:sz="6" w:space="0" w:color="auto"/>
            </w:tcBorders>
          </w:tcPr>
          <w:p w14:paraId="1E85228A" w14:textId="77777777" w:rsidR="00F21DB0" w:rsidRPr="00447B7B" w:rsidRDefault="00F21DB0" w:rsidP="00E44FF8">
            <w:pPr>
              <w:pStyle w:val="tabletext11"/>
              <w:tabs>
                <w:tab w:val="decimal" w:pos="200"/>
              </w:tabs>
              <w:rPr>
                <w:ins w:id="2058" w:author="Author"/>
              </w:rPr>
            </w:pPr>
            <w:ins w:id="2059" w:author="Author">
              <w:r w:rsidRPr="00447B7B">
                <w:t>49.40</w:t>
              </w:r>
            </w:ins>
          </w:p>
        </w:tc>
        <w:tc>
          <w:tcPr>
            <w:tcW w:w="300" w:type="dxa"/>
            <w:gridSpan w:val="2"/>
            <w:tcBorders>
              <w:left w:val="single" w:sz="6" w:space="0" w:color="auto"/>
            </w:tcBorders>
          </w:tcPr>
          <w:p w14:paraId="748ACF16" w14:textId="77777777" w:rsidR="00F21DB0" w:rsidRPr="00447B7B" w:rsidRDefault="00F21DB0" w:rsidP="00E44FF8">
            <w:pPr>
              <w:pStyle w:val="tabletext11"/>
              <w:jc w:val="right"/>
              <w:rPr>
                <w:ins w:id="2060" w:author="Author"/>
              </w:rPr>
            </w:pPr>
          </w:p>
        </w:tc>
        <w:tc>
          <w:tcPr>
            <w:tcW w:w="790" w:type="dxa"/>
            <w:tcBorders>
              <w:left w:val="nil"/>
              <w:right w:val="single" w:sz="6" w:space="0" w:color="auto"/>
            </w:tcBorders>
          </w:tcPr>
          <w:p w14:paraId="0C377FB9" w14:textId="77777777" w:rsidR="00F21DB0" w:rsidRPr="00447B7B" w:rsidRDefault="00F21DB0" w:rsidP="00E44FF8">
            <w:pPr>
              <w:pStyle w:val="tabletext11"/>
              <w:tabs>
                <w:tab w:val="left" w:pos="200"/>
              </w:tabs>
              <w:rPr>
                <w:ins w:id="2061" w:author="Author"/>
              </w:rPr>
            </w:pPr>
            <w:ins w:id="2062" w:author="Author">
              <w:r w:rsidRPr="00447B7B">
                <w:t>54.40</w:t>
              </w:r>
            </w:ins>
          </w:p>
        </w:tc>
      </w:tr>
      <w:tr w:rsidR="00F21DB0" w:rsidRPr="00447B7B" w14:paraId="431F8303" w14:textId="77777777" w:rsidTr="00E44FF8">
        <w:trPr>
          <w:cantSplit/>
          <w:trHeight w:val="190"/>
          <w:ins w:id="2063" w:author="Author"/>
        </w:trPr>
        <w:tc>
          <w:tcPr>
            <w:tcW w:w="200" w:type="dxa"/>
          </w:tcPr>
          <w:p w14:paraId="4A8FFA1B" w14:textId="77777777" w:rsidR="00F21DB0" w:rsidRPr="00447B7B" w:rsidRDefault="00F21DB0" w:rsidP="00E44FF8">
            <w:pPr>
              <w:pStyle w:val="tabletext11"/>
              <w:rPr>
                <w:ins w:id="2064" w:author="Author"/>
              </w:rPr>
            </w:pPr>
          </w:p>
        </w:tc>
        <w:tc>
          <w:tcPr>
            <w:tcW w:w="300" w:type="dxa"/>
            <w:tcBorders>
              <w:left w:val="single" w:sz="6" w:space="0" w:color="auto"/>
            </w:tcBorders>
          </w:tcPr>
          <w:p w14:paraId="107ACCC8" w14:textId="77777777" w:rsidR="00F21DB0" w:rsidRPr="00447B7B" w:rsidRDefault="00F21DB0" w:rsidP="00E44FF8">
            <w:pPr>
              <w:pStyle w:val="tabletext11"/>
              <w:jc w:val="right"/>
              <w:rPr>
                <w:ins w:id="2065" w:author="Author"/>
              </w:rPr>
            </w:pPr>
          </w:p>
        </w:tc>
        <w:tc>
          <w:tcPr>
            <w:tcW w:w="2100" w:type="dxa"/>
            <w:tcBorders>
              <w:left w:val="nil"/>
              <w:right w:val="single" w:sz="6" w:space="0" w:color="auto"/>
            </w:tcBorders>
          </w:tcPr>
          <w:p w14:paraId="520EC881" w14:textId="77777777" w:rsidR="00F21DB0" w:rsidRPr="00447B7B" w:rsidRDefault="00F21DB0" w:rsidP="00E44FF8">
            <w:pPr>
              <w:pStyle w:val="tabletext11"/>
              <w:rPr>
                <w:ins w:id="2066" w:author="Author"/>
              </w:rPr>
            </w:pPr>
            <w:ins w:id="2067" w:author="Author">
              <w:r w:rsidRPr="00447B7B">
                <w:t>470,001 to 480,000</w:t>
              </w:r>
            </w:ins>
          </w:p>
        </w:tc>
        <w:tc>
          <w:tcPr>
            <w:tcW w:w="400" w:type="dxa"/>
            <w:tcBorders>
              <w:left w:val="single" w:sz="6" w:space="0" w:color="auto"/>
            </w:tcBorders>
          </w:tcPr>
          <w:p w14:paraId="1C2EF161" w14:textId="77777777" w:rsidR="00F21DB0" w:rsidRPr="00447B7B" w:rsidRDefault="00F21DB0" w:rsidP="00E44FF8">
            <w:pPr>
              <w:pStyle w:val="tabletext11"/>
              <w:jc w:val="right"/>
              <w:rPr>
                <w:ins w:id="2068" w:author="Author"/>
              </w:rPr>
            </w:pPr>
          </w:p>
        </w:tc>
        <w:tc>
          <w:tcPr>
            <w:tcW w:w="910" w:type="dxa"/>
            <w:tcBorders>
              <w:left w:val="nil"/>
              <w:right w:val="single" w:sz="6" w:space="0" w:color="auto"/>
            </w:tcBorders>
          </w:tcPr>
          <w:p w14:paraId="4FEEDB06" w14:textId="77777777" w:rsidR="00F21DB0" w:rsidRPr="00447B7B" w:rsidRDefault="00F21DB0" w:rsidP="00E44FF8">
            <w:pPr>
              <w:pStyle w:val="tabletext11"/>
              <w:tabs>
                <w:tab w:val="decimal" w:pos="200"/>
              </w:tabs>
              <w:rPr>
                <w:ins w:id="2069" w:author="Author"/>
              </w:rPr>
            </w:pPr>
            <w:ins w:id="2070" w:author="Author">
              <w:r w:rsidRPr="00447B7B">
                <w:t>49.50</w:t>
              </w:r>
            </w:ins>
          </w:p>
        </w:tc>
        <w:tc>
          <w:tcPr>
            <w:tcW w:w="300" w:type="dxa"/>
            <w:gridSpan w:val="2"/>
            <w:tcBorders>
              <w:left w:val="single" w:sz="6" w:space="0" w:color="auto"/>
            </w:tcBorders>
          </w:tcPr>
          <w:p w14:paraId="19554548" w14:textId="77777777" w:rsidR="00F21DB0" w:rsidRPr="00447B7B" w:rsidRDefault="00F21DB0" w:rsidP="00E44FF8">
            <w:pPr>
              <w:pStyle w:val="tabletext11"/>
              <w:jc w:val="right"/>
              <w:rPr>
                <w:ins w:id="2071" w:author="Author"/>
              </w:rPr>
            </w:pPr>
          </w:p>
        </w:tc>
        <w:tc>
          <w:tcPr>
            <w:tcW w:w="790" w:type="dxa"/>
            <w:tcBorders>
              <w:left w:val="nil"/>
              <w:right w:val="single" w:sz="6" w:space="0" w:color="auto"/>
            </w:tcBorders>
          </w:tcPr>
          <w:p w14:paraId="774F954C" w14:textId="77777777" w:rsidR="00F21DB0" w:rsidRPr="00447B7B" w:rsidRDefault="00F21DB0" w:rsidP="00E44FF8">
            <w:pPr>
              <w:pStyle w:val="tabletext11"/>
              <w:tabs>
                <w:tab w:val="left" w:pos="200"/>
              </w:tabs>
              <w:rPr>
                <w:ins w:id="2072" w:author="Author"/>
              </w:rPr>
            </w:pPr>
            <w:ins w:id="2073" w:author="Author">
              <w:r w:rsidRPr="00447B7B">
                <w:t>54.50</w:t>
              </w:r>
            </w:ins>
          </w:p>
        </w:tc>
      </w:tr>
      <w:tr w:rsidR="00F21DB0" w:rsidRPr="00447B7B" w14:paraId="1F0C452F" w14:textId="77777777" w:rsidTr="00E44FF8">
        <w:trPr>
          <w:cantSplit/>
          <w:trHeight w:val="190"/>
          <w:ins w:id="2074" w:author="Author"/>
        </w:trPr>
        <w:tc>
          <w:tcPr>
            <w:tcW w:w="200" w:type="dxa"/>
          </w:tcPr>
          <w:p w14:paraId="2AF1F46A" w14:textId="77777777" w:rsidR="00F21DB0" w:rsidRPr="00447B7B" w:rsidRDefault="00F21DB0" w:rsidP="00E44FF8">
            <w:pPr>
              <w:pStyle w:val="tabletext11"/>
              <w:rPr>
                <w:ins w:id="2075" w:author="Author"/>
              </w:rPr>
            </w:pPr>
          </w:p>
        </w:tc>
        <w:tc>
          <w:tcPr>
            <w:tcW w:w="300" w:type="dxa"/>
            <w:tcBorders>
              <w:left w:val="single" w:sz="6" w:space="0" w:color="auto"/>
            </w:tcBorders>
          </w:tcPr>
          <w:p w14:paraId="1F3A56AF" w14:textId="77777777" w:rsidR="00F21DB0" w:rsidRPr="00447B7B" w:rsidRDefault="00F21DB0" w:rsidP="00E44FF8">
            <w:pPr>
              <w:pStyle w:val="tabletext11"/>
              <w:jc w:val="right"/>
              <w:rPr>
                <w:ins w:id="2076" w:author="Author"/>
              </w:rPr>
            </w:pPr>
          </w:p>
        </w:tc>
        <w:tc>
          <w:tcPr>
            <w:tcW w:w="2100" w:type="dxa"/>
            <w:tcBorders>
              <w:left w:val="nil"/>
              <w:right w:val="single" w:sz="6" w:space="0" w:color="auto"/>
            </w:tcBorders>
          </w:tcPr>
          <w:p w14:paraId="1C1C38B0" w14:textId="77777777" w:rsidR="00F21DB0" w:rsidRPr="00447B7B" w:rsidRDefault="00F21DB0" w:rsidP="00E44FF8">
            <w:pPr>
              <w:pStyle w:val="tabletext11"/>
              <w:rPr>
                <w:ins w:id="2077" w:author="Author"/>
              </w:rPr>
            </w:pPr>
            <w:ins w:id="2078" w:author="Author">
              <w:r w:rsidRPr="00447B7B">
                <w:t>480,001 to 490,000</w:t>
              </w:r>
            </w:ins>
          </w:p>
        </w:tc>
        <w:tc>
          <w:tcPr>
            <w:tcW w:w="400" w:type="dxa"/>
            <w:tcBorders>
              <w:left w:val="single" w:sz="6" w:space="0" w:color="auto"/>
            </w:tcBorders>
          </w:tcPr>
          <w:p w14:paraId="01B78BDC" w14:textId="77777777" w:rsidR="00F21DB0" w:rsidRPr="00447B7B" w:rsidRDefault="00F21DB0" w:rsidP="00E44FF8">
            <w:pPr>
              <w:pStyle w:val="tabletext11"/>
              <w:jc w:val="right"/>
              <w:rPr>
                <w:ins w:id="2079" w:author="Author"/>
              </w:rPr>
            </w:pPr>
          </w:p>
        </w:tc>
        <w:tc>
          <w:tcPr>
            <w:tcW w:w="910" w:type="dxa"/>
            <w:tcBorders>
              <w:left w:val="nil"/>
              <w:right w:val="single" w:sz="6" w:space="0" w:color="auto"/>
            </w:tcBorders>
          </w:tcPr>
          <w:p w14:paraId="797D3B2E" w14:textId="77777777" w:rsidR="00F21DB0" w:rsidRPr="00447B7B" w:rsidRDefault="00F21DB0" w:rsidP="00E44FF8">
            <w:pPr>
              <w:pStyle w:val="tabletext11"/>
              <w:tabs>
                <w:tab w:val="decimal" w:pos="200"/>
              </w:tabs>
              <w:rPr>
                <w:ins w:id="2080" w:author="Author"/>
              </w:rPr>
            </w:pPr>
            <w:ins w:id="2081" w:author="Author">
              <w:r w:rsidRPr="00447B7B">
                <w:t>49.59</w:t>
              </w:r>
            </w:ins>
          </w:p>
        </w:tc>
        <w:tc>
          <w:tcPr>
            <w:tcW w:w="300" w:type="dxa"/>
            <w:gridSpan w:val="2"/>
            <w:tcBorders>
              <w:left w:val="single" w:sz="6" w:space="0" w:color="auto"/>
            </w:tcBorders>
          </w:tcPr>
          <w:p w14:paraId="54543FC2" w14:textId="77777777" w:rsidR="00F21DB0" w:rsidRPr="00447B7B" w:rsidRDefault="00F21DB0" w:rsidP="00E44FF8">
            <w:pPr>
              <w:pStyle w:val="tabletext11"/>
              <w:jc w:val="right"/>
              <w:rPr>
                <w:ins w:id="2082" w:author="Author"/>
              </w:rPr>
            </w:pPr>
          </w:p>
        </w:tc>
        <w:tc>
          <w:tcPr>
            <w:tcW w:w="790" w:type="dxa"/>
            <w:tcBorders>
              <w:left w:val="nil"/>
              <w:right w:val="single" w:sz="6" w:space="0" w:color="auto"/>
            </w:tcBorders>
          </w:tcPr>
          <w:p w14:paraId="3F1EE38C" w14:textId="77777777" w:rsidR="00F21DB0" w:rsidRPr="00447B7B" w:rsidRDefault="00F21DB0" w:rsidP="00E44FF8">
            <w:pPr>
              <w:pStyle w:val="tabletext11"/>
              <w:tabs>
                <w:tab w:val="left" w:pos="200"/>
              </w:tabs>
              <w:rPr>
                <w:ins w:id="2083" w:author="Author"/>
              </w:rPr>
            </w:pPr>
            <w:ins w:id="2084" w:author="Author">
              <w:r w:rsidRPr="00447B7B">
                <w:t>54.59</w:t>
              </w:r>
            </w:ins>
          </w:p>
        </w:tc>
      </w:tr>
      <w:tr w:rsidR="00F21DB0" w:rsidRPr="00447B7B" w14:paraId="0B540F55" w14:textId="77777777" w:rsidTr="00E44FF8">
        <w:trPr>
          <w:cantSplit/>
          <w:trHeight w:val="190"/>
          <w:ins w:id="2085" w:author="Author"/>
        </w:trPr>
        <w:tc>
          <w:tcPr>
            <w:tcW w:w="200" w:type="dxa"/>
          </w:tcPr>
          <w:p w14:paraId="34C6CEF4" w14:textId="77777777" w:rsidR="00F21DB0" w:rsidRPr="00447B7B" w:rsidRDefault="00F21DB0" w:rsidP="00E44FF8">
            <w:pPr>
              <w:pStyle w:val="tabletext11"/>
              <w:rPr>
                <w:ins w:id="2086" w:author="Author"/>
              </w:rPr>
            </w:pPr>
          </w:p>
        </w:tc>
        <w:tc>
          <w:tcPr>
            <w:tcW w:w="300" w:type="dxa"/>
            <w:tcBorders>
              <w:left w:val="single" w:sz="6" w:space="0" w:color="auto"/>
            </w:tcBorders>
          </w:tcPr>
          <w:p w14:paraId="49FE26EE" w14:textId="77777777" w:rsidR="00F21DB0" w:rsidRPr="00447B7B" w:rsidRDefault="00F21DB0" w:rsidP="00E44FF8">
            <w:pPr>
              <w:pStyle w:val="tabletext11"/>
              <w:jc w:val="right"/>
              <w:rPr>
                <w:ins w:id="2087" w:author="Author"/>
              </w:rPr>
            </w:pPr>
          </w:p>
        </w:tc>
        <w:tc>
          <w:tcPr>
            <w:tcW w:w="2100" w:type="dxa"/>
            <w:tcBorders>
              <w:left w:val="nil"/>
              <w:right w:val="single" w:sz="6" w:space="0" w:color="auto"/>
            </w:tcBorders>
          </w:tcPr>
          <w:p w14:paraId="36284C75" w14:textId="77777777" w:rsidR="00F21DB0" w:rsidRPr="00447B7B" w:rsidRDefault="00F21DB0" w:rsidP="00E44FF8">
            <w:pPr>
              <w:pStyle w:val="tabletext11"/>
              <w:rPr>
                <w:ins w:id="2088" w:author="Author"/>
              </w:rPr>
            </w:pPr>
            <w:ins w:id="2089" w:author="Author">
              <w:r w:rsidRPr="00447B7B">
                <w:t xml:space="preserve">490,001 to 500,000 </w:t>
              </w:r>
            </w:ins>
          </w:p>
        </w:tc>
        <w:tc>
          <w:tcPr>
            <w:tcW w:w="400" w:type="dxa"/>
            <w:tcBorders>
              <w:left w:val="single" w:sz="6" w:space="0" w:color="auto"/>
            </w:tcBorders>
          </w:tcPr>
          <w:p w14:paraId="4309EFBB" w14:textId="77777777" w:rsidR="00F21DB0" w:rsidRPr="00447B7B" w:rsidRDefault="00F21DB0" w:rsidP="00E44FF8">
            <w:pPr>
              <w:pStyle w:val="tabletext11"/>
              <w:jc w:val="right"/>
              <w:rPr>
                <w:ins w:id="2090" w:author="Author"/>
              </w:rPr>
            </w:pPr>
          </w:p>
        </w:tc>
        <w:tc>
          <w:tcPr>
            <w:tcW w:w="910" w:type="dxa"/>
            <w:tcBorders>
              <w:left w:val="nil"/>
              <w:right w:val="single" w:sz="6" w:space="0" w:color="auto"/>
            </w:tcBorders>
          </w:tcPr>
          <w:p w14:paraId="6F3EC0DB" w14:textId="77777777" w:rsidR="00F21DB0" w:rsidRPr="00447B7B" w:rsidRDefault="00F21DB0" w:rsidP="00E44FF8">
            <w:pPr>
              <w:pStyle w:val="tabletext11"/>
              <w:tabs>
                <w:tab w:val="decimal" w:pos="200"/>
              </w:tabs>
              <w:rPr>
                <w:ins w:id="2091" w:author="Author"/>
              </w:rPr>
            </w:pPr>
            <w:ins w:id="2092" w:author="Author">
              <w:r w:rsidRPr="00447B7B">
                <w:t>49.68</w:t>
              </w:r>
            </w:ins>
          </w:p>
        </w:tc>
        <w:tc>
          <w:tcPr>
            <w:tcW w:w="300" w:type="dxa"/>
            <w:gridSpan w:val="2"/>
            <w:tcBorders>
              <w:left w:val="single" w:sz="6" w:space="0" w:color="auto"/>
            </w:tcBorders>
          </w:tcPr>
          <w:p w14:paraId="55798F4A" w14:textId="77777777" w:rsidR="00F21DB0" w:rsidRPr="00447B7B" w:rsidRDefault="00F21DB0" w:rsidP="00E44FF8">
            <w:pPr>
              <w:pStyle w:val="tabletext11"/>
              <w:jc w:val="right"/>
              <w:rPr>
                <w:ins w:id="2093" w:author="Author"/>
              </w:rPr>
            </w:pPr>
          </w:p>
        </w:tc>
        <w:tc>
          <w:tcPr>
            <w:tcW w:w="790" w:type="dxa"/>
            <w:tcBorders>
              <w:left w:val="nil"/>
              <w:right w:val="single" w:sz="6" w:space="0" w:color="auto"/>
            </w:tcBorders>
          </w:tcPr>
          <w:p w14:paraId="337ADBEE" w14:textId="77777777" w:rsidR="00F21DB0" w:rsidRPr="00447B7B" w:rsidRDefault="00F21DB0" w:rsidP="00E44FF8">
            <w:pPr>
              <w:pStyle w:val="tabletext11"/>
              <w:tabs>
                <w:tab w:val="left" w:pos="200"/>
              </w:tabs>
              <w:rPr>
                <w:ins w:id="2094" w:author="Author"/>
              </w:rPr>
            </w:pPr>
            <w:ins w:id="2095" w:author="Author">
              <w:r w:rsidRPr="00447B7B">
                <w:t>54.68</w:t>
              </w:r>
            </w:ins>
          </w:p>
        </w:tc>
      </w:tr>
      <w:tr w:rsidR="00F21DB0" w:rsidRPr="00447B7B" w14:paraId="7BBD4CA3" w14:textId="77777777" w:rsidTr="00E44FF8">
        <w:trPr>
          <w:cantSplit/>
          <w:trHeight w:val="190"/>
          <w:ins w:id="2096" w:author="Author"/>
        </w:trPr>
        <w:tc>
          <w:tcPr>
            <w:tcW w:w="200" w:type="dxa"/>
          </w:tcPr>
          <w:p w14:paraId="32DCE980" w14:textId="77777777" w:rsidR="00F21DB0" w:rsidRPr="00447B7B" w:rsidRDefault="00F21DB0" w:rsidP="00E44FF8">
            <w:pPr>
              <w:pStyle w:val="tabletext11"/>
              <w:rPr>
                <w:ins w:id="2097" w:author="Author"/>
              </w:rPr>
            </w:pPr>
          </w:p>
        </w:tc>
        <w:tc>
          <w:tcPr>
            <w:tcW w:w="300" w:type="dxa"/>
            <w:tcBorders>
              <w:left w:val="single" w:sz="6" w:space="0" w:color="auto"/>
              <w:bottom w:val="single" w:sz="6" w:space="0" w:color="auto"/>
            </w:tcBorders>
          </w:tcPr>
          <w:p w14:paraId="5FF6A120" w14:textId="77777777" w:rsidR="00F21DB0" w:rsidRPr="00447B7B" w:rsidRDefault="00F21DB0" w:rsidP="00E44FF8">
            <w:pPr>
              <w:pStyle w:val="tabletext11"/>
              <w:jc w:val="right"/>
              <w:rPr>
                <w:ins w:id="2098" w:author="Author"/>
              </w:rPr>
            </w:pPr>
          </w:p>
        </w:tc>
        <w:tc>
          <w:tcPr>
            <w:tcW w:w="2100" w:type="dxa"/>
            <w:tcBorders>
              <w:left w:val="nil"/>
              <w:bottom w:val="single" w:sz="6" w:space="0" w:color="auto"/>
              <w:right w:val="single" w:sz="6" w:space="0" w:color="auto"/>
            </w:tcBorders>
          </w:tcPr>
          <w:p w14:paraId="1390295C" w14:textId="77777777" w:rsidR="00F21DB0" w:rsidRPr="00447B7B" w:rsidRDefault="00F21DB0" w:rsidP="00E44FF8">
            <w:pPr>
              <w:pStyle w:val="tabletext11"/>
              <w:rPr>
                <w:ins w:id="2099" w:author="Author"/>
              </w:rPr>
            </w:pPr>
            <w:ins w:id="2100" w:author="Author">
              <w:r w:rsidRPr="00447B7B">
                <w:t>Each Additional $10,000</w:t>
              </w:r>
            </w:ins>
          </w:p>
        </w:tc>
        <w:tc>
          <w:tcPr>
            <w:tcW w:w="400" w:type="dxa"/>
            <w:tcBorders>
              <w:left w:val="single" w:sz="6" w:space="0" w:color="auto"/>
              <w:bottom w:val="single" w:sz="6" w:space="0" w:color="auto"/>
            </w:tcBorders>
          </w:tcPr>
          <w:p w14:paraId="1C8F7502" w14:textId="77777777" w:rsidR="00F21DB0" w:rsidRPr="00447B7B" w:rsidRDefault="00F21DB0" w:rsidP="00E44FF8">
            <w:pPr>
              <w:pStyle w:val="tabletext11"/>
              <w:jc w:val="right"/>
              <w:rPr>
                <w:ins w:id="2101" w:author="Author"/>
              </w:rPr>
            </w:pPr>
          </w:p>
        </w:tc>
        <w:tc>
          <w:tcPr>
            <w:tcW w:w="910" w:type="dxa"/>
            <w:tcBorders>
              <w:left w:val="nil"/>
              <w:bottom w:val="single" w:sz="6" w:space="0" w:color="auto"/>
              <w:right w:val="single" w:sz="6" w:space="0" w:color="auto"/>
            </w:tcBorders>
          </w:tcPr>
          <w:p w14:paraId="46888540" w14:textId="77777777" w:rsidR="00F21DB0" w:rsidRPr="00447B7B" w:rsidRDefault="00F21DB0">
            <w:pPr>
              <w:pStyle w:val="tabletext11"/>
              <w:tabs>
                <w:tab w:val="decimal" w:pos="520"/>
              </w:tabs>
              <w:rPr>
                <w:ins w:id="2102" w:author="Author"/>
              </w:rPr>
              <w:pPrChange w:id="2103" w:author="Author">
                <w:pPr>
                  <w:pStyle w:val="tabletext11"/>
                  <w:tabs>
                    <w:tab w:val="decimal" w:pos="320"/>
                  </w:tabs>
                </w:pPr>
              </w:pPrChange>
            </w:pPr>
            <w:ins w:id="2104" w:author="Author">
              <w:r w:rsidRPr="00447B7B">
                <w:t>Refer to Company</w:t>
              </w:r>
            </w:ins>
          </w:p>
        </w:tc>
        <w:tc>
          <w:tcPr>
            <w:tcW w:w="200" w:type="dxa"/>
            <w:tcBorders>
              <w:left w:val="single" w:sz="6" w:space="0" w:color="auto"/>
              <w:bottom w:val="single" w:sz="6" w:space="0" w:color="auto"/>
            </w:tcBorders>
          </w:tcPr>
          <w:p w14:paraId="7E6CB293" w14:textId="77777777" w:rsidR="00F21DB0" w:rsidRPr="00447B7B" w:rsidRDefault="00F21DB0" w:rsidP="00E44FF8">
            <w:pPr>
              <w:pStyle w:val="tabletext11"/>
              <w:tabs>
                <w:tab w:val="decimal" w:pos="320"/>
              </w:tabs>
              <w:jc w:val="center"/>
              <w:rPr>
                <w:ins w:id="2105" w:author="Author"/>
              </w:rPr>
            </w:pPr>
          </w:p>
        </w:tc>
        <w:tc>
          <w:tcPr>
            <w:tcW w:w="890" w:type="dxa"/>
            <w:gridSpan w:val="2"/>
            <w:tcBorders>
              <w:left w:val="nil"/>
              <w:bottom w:val="single" w:sz="6" w:space="0" w:color="auto"/>
              <w:right w:val="single" w:sz="6" w:space="0" w:color="auto"/>
            </w:tcBorders>
          </w:tcPr>
          <w:p w14:paraId="2B0BB8CD" w14:textId="77777777" w:rsidR="00F21DB0" w:rsidRPr="00447B7B" w:rsidRDefault="00F21DB0" w:rsidP="00E44FF8">
            <w:pPr>
              <w:pStyle w:val="tabletext11"/>
              <w:tabs>
                <w:tab w:val="decimal" w:pos="320"/>
              </w:tabs>
              <w:rPr>
                <w:ins w:id="2106" w:author="Author"/>
              </w:rPr>
            </w:pPr>
            <w:ins w:id="2107" w:author="Author">
              <w:r w:rsidRPr="00447B7B">
                <w:t>Refer to Company</w:t>
              </w:r>
            </w:ins>
          </w:p>
        </w:tc>
      </w:tr>
    </w:tbl>
    <w:p w14:paraId="283203F3" w14:textId="77777777" w:rsidR="00F21DB0" w:rsidRPr="00447B7B" w:rsidRDefault="00F21DB0" w:rsidP="00F21DB0">
      <w:pPr>
        <w:pStyle w:val="tablecaption"/>
        <w:rPr>
          <w:ins w:id="2108" w:author="Author"/>
        </w:rPr>
      </w:pPr>
      <w:ins w:id="2109" w:author="Author">
        <w:r w:rsidRPr="00447B7B">
          <w:t>Table A1.E.1. Mine Subsidence Premiums</w:t>
        </w:r>
      </w:ins>
    </w:p>
    <w:p w14:paraId="21CE4923" w14:textId="77777777" w:rsidR="00F21DB0" w:rsidRPr="00447B7B" w:rsidRDefault="00F21DB0" w:rsidP="00F21DB0">
      <w:pPr>
        <w:pStyle w:val="isonormal"/>
        <w:rPr>
          <w:ins w:id="2110" w:author="Author"/>
        </w:rPr>
      </w:pPr>
    </w:p>
    <w:p w14:paraId="01D87E9D" w14:textId="77777777" w:rsidR="00F21DB0" w:rsidRPr="00447B7B" w:rsidRDefault="00F21DB0" w:rsidP="00F21DB0">
      <w:pPr>
        <w:pStyle w:val="outlinetxt3"/>
        <w:rPr>
          <w:ins w:id="2111" w:author="Author"/>
        </w:rPr>
      </w:pPr>
      <w:ins w:id="2112" w:author="Author">
        <w:r w:rsidRPr="00447B7B">
          <w:rPr>
            <w:b/>
          </w:rPr>
          <w:lastRenderedPageBreak/>
          <w:tab/>
          <w:t>2.</w:t>
        </w:r>
        <w:r w:rsidRPr="00447B7B">
          <w:tab/>
          <w:t>A Non-dwelling Structure is defined, for rating purposes, as a building that is not used principally for residential purposes or houses more than four family units.</w:t>
        </w:r>
      </w:ins>
    </w:p>
    <w:p w14:paraId="2C510E6D" w14:textId="6AB43791" w:rsidR="00F21DB0" w:rsidRDefault="00F21DB0" w:rsidP="00F21DB0">
      <w:pPr>
        <w:pStyle w:val="outlinetxt3"/>
      </w:pPr>
      <w:ins w:id="2113" w:author="Author">
        <w:r w:rsidRPr="00447B7B">
          <w:tab/>
        </w:r>
        <w:r w:rsidRPr="00447B7B">
          <w:rPr>
            <w:b/>
          </w:rPr>
          <w:t>3.</w:t>
        </w:r>
        <w:r w:rsidRPr="00447B7B">
          <w:rPr>
            <w:b/>
          </w:rPr>
          <w:tab/>
        </w:r>
        <w:r w:rsidRPr="00447B7B">
          <w:t>$500,000 per structure is the maximum amount of insurance reinsured by the Kentucky Coal Mine Subsidence Fund.</w:t>
        </w:r>
      </w:ins>
      <w:bookmarkEnd w:id="1568"/>
    </w:p>
    <w:p w14:paraId="34F65B94" w14:textId="77777777" w:rsidR="00F21DB0" w:rsidRDefault="00F21DB0" w:rsidP="00F21DB0">
      <w:pPr>
        <w:pStyle w:val="isonormal"/>
        <w:jc w:val="left"/>
      </w:pPr>
    </w:p>
    <w:p w14:paraId="02E6481E" w14:textId="77777777" w:rsidR="00F21DB0" w:rsidRDefault="00F21DB0" w:rsidP="00F21DB0">
      <w:pPr>
        <w:pStyle w:val="isonormal"/>
        <w:jc w:val="left"/>
      </w:pPr>
    </w:p>
    <w:p w14:paraId="5A4BE19C" w14:textId="7374A013" w:rsidR="008E678A" w:rsidRDefault="00042613" w:rsidP="008E678A">
      <w:pPr>
        <w:pStyle w:val="isonormal"/>
        <w:jc w:val="center"/>
        <w:rPr>
          <w:b/>
          <w:sz w:val="24"/>
        </w:rPr>
      </w:pPr>
      <w:r>
        <w:rPr>
          <w:b/>
          <w:sz w:val="24"/>
        </w:rPr>
        <w:br w:type="page"/>
      </w:r>
      <w:r w:rsidR="008E678A" w:rsidRPr="008E678A">
        <w:rPr>
          <w:b/>
          <w:sz w:val="24"/>
        </w:rPr>
        <w:lastRenderedPageBreak/>
        <w:t xml:space="preserve"> </w:t>
      </w:r>
      <w:r w:rsidR="008E678A">
        <w:rPr>
          <w:b/>
          <w:sz w:val="24"/>
        </w:rPr>
        <w:t xml:space="preserve">DIVISION FOURTEEN – CAPITAL ASSETS – </w:t>
      </w:r>
    </w:p>
    <w:p w14:paraId="2C1AF7D0" w14:textId="77777777" w:rsidR="008E678A" w:rsidRDefault="008E678A" w:rsidP="008E678A">
      <w:pPr>
        <w:pStyle w:val="isonormal"/>
        <w:jc w:val="center"/>
        <w:rPr>
          <w:b/>
          <w:sz w:val="24"/>
        </w:rPr>
      </w:pPr>
      <w:r>
        <w:rPr>
          <w:b/>
          <w:sz w:val="24"/>
        </w:rPr>
        <w:t>AGRICULTURAL CAPITAL ASSETS (OUTPUT POLICY) SECTION</w:t>
      </w:r>
    </w:p>
    <w:p w14:paraId="7FD6C562" w14:textId="21A1ADBF" w:rsidR="00F21DB0" w:rsidRDefault="00F21DB0" w:rsidP="00F21DB0">
      <w:pPr>
        <w:pStyle w:val="isonormal"/>
        <w:jc w:val="center"/>
        <w:rPr>
          <w:b/>
          <w:sz w:val="24"/>
        </w:rPr>
      </w:pPr>
    </w:p>
    <w:p w14:paraId="49EF66AC" w14:textId="77777777" w:rsidR="00F21DB0" w:rsidRDefault="00F21DB0" w:rsidP="00F21DB0">
      <w:pPr>
        <w:pStyle w:val="isonormal"/>
        <w:jc w:val="left"/>
      </w:pPr>
    </w:p>
    <w:p w14:paraId="13751723" w14:textId="77777777" w:rsidR="00F21DB0" w:rsidRPr="00B70256" w:rsidRDefault="00F21DB0" w:rsidP="00F21DB0">
      <w:pPr>
        <w:pStyle w:val="boxrule"/>
      </w:pPr>
      <w:bookmarkStart w:id="2114" w:name="_Hlk163646973"/>
      <w:bookmarkStart w:id="2115" w:name="_Hlk173227123"/>
      <w:r w:rsidRPr="00B70256">
        <w:t>A1.  MINE SUBSIDENCE INSURANCE</w:t>
      </w:r>
    </w:p>
    <w:p w14:paraId="0E055A96" w14:textId="77777777" w:rsidR="00F21DB0" w:rsidRPr="00B70256" w:rsidRDefault="00F21DB0" w:rsidP="00F21DB0">
      <w:pPr>
        <w:pStyle w:val="outlinehd2"/>
      </w:pPr>
      <w:r w:rsidRPr="00B70256">
        <w:tab/>
        <w:t>A.</w:t>
      </w:r>
      <w:r w:rsidRPr="00B70256">
        <w:tab/>
        <w:t>Explanation</w:t>
      </w:r>
    </w:p>
    <w:p w14:paraId="7E70F35A" w14:textId="77777777" w:rsidR="00F21DB0" w:rsidRPr="00B70256" w:rsidRDefault="00F21DB0" w:rsidP="00F21DB0">
      <w:pPr>
        <w:pStyle w:val="blocktext3"/>
      </w:pPr>
      <w:r w:rsidRPr="00B70256">
        <w:t>The Kentucky Mine Subsidence Act requires Mine Subsidence Insurance to be available for certain structures in Kentucky. "Structure" is defined as a dwelling, building or fixture permanently affixed to realty.</w:t>
      </w:r>
    </w:p>
    <w:p w14:paraId="4E34C54D" w14:textId="77777777" w:rsidR="00F21DB0" w:rsidRPr="00B70256" w:rsidRDefault="00F21DB0" w:rsidP="00F21DB0">
      <w:pPr>
        <w:pStyle w:val="outlinehd2"/>
      </w:pPr>
      <w:r w:rsidRPr="00B70256">
        <w:tab/>
        <w:t>B.</w:t>
      </w:r>
      <w:r w:rsidRPr="00B70256">
        <w:tab/>
        <w:t>Description Of Coverage</w:t>
      </w:r>
    </w:p>
    <w:p w14:paraId="598205E5" w14:textId="77777777" w:rsidR="00F21DB0" w:rsidRPr="00B70256" w:rsidRDefault="00F21DB0" w:rsidP="00F21DB0">
      <w:pPr>
        <w:pStyle w:val="blocktext3"/>
      </w:pPr>
      <w:r w:rsidRPr="00B70256">
        <w:t>Property damage policies may be extended to provide coverage on structures for loss caused by or resulting from mine subsidence. The form provides for a maximum limit of insurance of $500,000 per structure and up to $50,000 additional limit of insurance to pay for additional living expenses reasonably and necessarily incurred by the insured when temporarily displaced as the direct result of loss of or damage to the insured's residence caused by or resulting from mine subsidence. A 2% deductible (minimum of $250; maximum of $500) applies to each loss. Refer to company if higher limits are desired.</w:t>
      </w:r>
    </w:p>
    <w:p w14:paraId="6C2903BF" w14:textId="77777777" w:rsidR="00F21DB0" w:rsidRPr="00B70256" w:rsidRDefault="00F21DB0" w:rsidP="00F21DB0">
      <w:pPr>
        <w:pStyle w:val="outlinehd2"/>
      </w:pPr>
      <w:r w:rsidRPr="00B70256">
        <w:tab/>
        <w:t>C.</w:t>
      </w:r>
      <w:r w:rsidRPr="00B70256">
        <w:tab/>
        <w:t>Forms</w:t>
      </w:r>
    </w:p>
    <w:p w14:paraId="7C81A341" w14:textId="77777777" w:rsidR="00F21DB0" w:rsidRPr="00B70256" w:rsidRDefault="00F21DB0" w:rsidP="00F21DB0">
      <w:pPr>
        <w:pStyle w:val="blocktext3"/>
      </w:pPr>
      <w:r w:rsidRPr="00B70256">
        <w:t xml:space="preserve">Use Kentucky Changes – Mine Subsidence Endorsement </w:t>
      </w:r>
      <w:r w:rsidRPr="00B70256">
        <w:rPr>
          <w:rStyle w:val="formlink"/>
          <w:color w:val="000000"/>
        </w:rPr>
        <w:t>AG 08 04</w:t>
      </w:r>
      <w:r w:rsidRPr="00B70256">
        <w:rPr>
          <w:b/>
          <w:color w:val="000000"/>
        </w:rPr>
        <w:t>.</w:t>
      </w:r>
    </w:p>
    <w:p w14:paraId="1460F1F9" w14:textId="77777777" w:rsidR="00F21DB0" w:rsidRPr="00B70256" w:rsidRDefault="00F21DB0" w:rsidP="00F21DB0">
      <w:pPr>
        <w:pStyle w:val="outlinehd2"/>
      </w:pPr>
      <w:r w:rsidRPr="00B70256">
        <w:tab/>
        <w:t>D.</w:t>
      </w:r>
      <w:r w:rsidRPr="00B70256">
        <w:tab/>
        <w:t>Rules</w:t>
      </w:r>
    </w:p>
    <w:p w14:paraId="662F8C96" w14:textId="77777777" w:rsidR="00F21DB0" w:rsidRPr="00B70256" w:rsidRDefault="00F21DB0" w:rsidP="00F21DB0">
      <w:pPr>
        <w:pStyle w:val="outlinehd3"/>
      </w:pPr>
      <w:r w:rsidRPr="00B70256">
        <w:tab/>
        <w:t>1.</w:t>
      </w:r>
      <w:r w:rsidRPr="00B70256">
        <w:tab/>
        <w:t>Eligibility</w:t>
      </w:r>
    </w:p>
    <w:p w14:paraId="493139FF" w14:textId="77777777" w:rsidR="00F21DB0" w:rsidRPr="00B70256" w:rsidRDefault="00F21DB0" w:rsidP="00F21DB0">
      <w:pPr>
        <w:pStyle w:val="blocktext4"/>
      </w:pPr>
      <w:r w:rsidRPr="00B70256">
        <w:t>Coverage must be provided for new or renewal policies insuring direct loss to "structures" located in certain specific counties in Kentucky.</w:t>
      </w:r>
    </w:p>
    <w:p w14:paraId="008ACDDF" w14:textId="77777777" w:rsidR="00F21DB0" w:rsidRPr="00B70256" w:rsidRDefault="00F21DB0" w:rsidP="00F21DB0">
      <w:pPr>
        <w:pStyle w:val="outlinehd3"/>
      </w:pPr>
      <w:r w:rsidRPr="00B70256">
        <w:tab/>
        <w:t>2.</w:t>
      </w:r>
      <w:r w:rsidRPr="00B70256">
        <w:tab/>
        <w:t>Ineligibility</w:t>
      </w:r>
    </w:p>
    <w:p w14:paraId="68089C81" w14:textId="77777777" w:rsidR="00F21DB0" w:rsidRPr="00B70256" w:rsidRDefault="00F21DB0" w:rsidP="00F21DB0">
      <w:pPr>
        <w:pStyle w:val="blocktext4"/>
      </w:pPr>
      <w:r w:rsidRPr="00B70256">
        <w:t>The following coverages are not applicable:</w:t>
      </w:r>
    </w:p>
    <w:p w14:paraId="2D68FF6B" w14:textId="77777777" w:rsidR="00F21DB0" w:rsidRPr="00B70256" w:rsidRDefault="00F21DB0" w:rsidP="00F21DB0">
      <w:pPr>
        <w:pStyle w:val="outlinetxt4"/>
      </w:pPr>
      <w:r w:rsidRPr="00B70256">
        <w:tab/>
      </w:r>
      <w:r w:rsidRPr="00B70256">
        <w:rPr>
          <w:b/>
        </w:rPr>
        <w:t>a.</w:t>
      </w:r>
      <w:r w:rsidRPr="00B70256">
        <w:rPr>
          <w:b/>
        </w:rPr>
        <w:tab/>
      </w:r>
      <w:r w:rsidRPr="00B70256">
        <w:t>Business Personal Property Coverage, except to the extent that improvements and betterments would be considered structures;</w:t>
      </w:r>
    </w:p>
    <w:p w14:paraId="301B8928" w14:textId="77777777" w:rsidR="00F21DB0" w:rsidRPr="00B70256" w:rsidRDefault="00F21DB0" w:rsidP="00F21DB0">
      <w:pPr>
        <w:pStyle w:val="outlinetxt4"/>
      </w:pPr>
      <w:r w:rsidRPr="00B70256">
        <w:tab/>
      </w:r>
      <w:r w:rsidRPr="00B70256">
        <w:rPr>
          <w:b/>
        </w:rPr>
        <w:t>b.</w:t>
      </w:r>
      <w:r w:rsidRPr="00B70256">
        <w:rPr>
          <w:b/>
        </w:rPr>
        <w:tab/>
      </w:r>
      <w:r w:rsidRPr="00B70256">
        <w:t xml:space="preserve">Coverage for indirect or consequential loss, except for additional living expense coverage provided in Paragraph </w:t>
      </w:r>
      <w:r w:rsidRPr="00B70256">
        <w:rPr>
          <w:b/>
        </w:rPr>
        <w:t>B.</w:t>
      </w:r>
      <w:r w:rsidRPr="00B70256">
        <w:t xml:space="preserve"> of this rule;</w:t>
      </w:r>
    </w:p>
    <w:p w14:paraId="2B69A2D7" w14:textId="77777777" w:rsidR="00F21DB0" w:rsidRPr="00B70256" w:rsidRDefault="00F21DB0" w:rsidP="00F21DB0">
      <w:pPr>
        <w:pStyle w:val="outlinetxt4"/>
      </w:pPr>
      <w:r w:rsidRPr="00B70256">
        <w:tab/>
      </w:r>
      <w:r w:rsidRPr="00B70256">
        <w:rPr>
          <w:b/>
        </w:rPr>
        <w:t>c.</w:t>
      </w:r>
      <w:r w:rsidRPr="00B70256">
        <w:rPr>
          <w:b/>
        </w:rPr>
        <w:tab/>
      </w:r>
      <w:r w:rsidRPr="00B70256">
        <w:t>Dwellings, buildings or fixtures designed to be mobile or portable from location to location whether or not then located on a temporary foundation.</w:t>
      </w:r>
    </w:p>
    <w:p w14:paraId="0E98EDBF" w14:textId="77777777" w:rsidR="00F21DB0" w:rsidRPr="00B70256" w:rsidRDefault="00F21DB0" w:rsidP="00F21DB0">
      <w:pPr>
        <w:pStyle w:val="outlinehd3"/>
      </w:pPr>
      <w:r w:rsidRPr="00B70256">
        <w:tab/>
        <w:t>3.</w:t>
      </w:r>
      <w:r w:rsidRPr="00B70256">
        <w:tab/>
        <w:t>Coverage</w:t>
      </w:r>
    </w:p>
    <w:p w14:paraId="1BE5717C" w14:textId="77777777" w:rsidR="00F21DB0" w:rsidRPr="00B70256" w:rsidRDefault="00F21DB0" w:rsidP="00F21DB0">
      <w:pPr>
        <w:pStyle w:val="outlinetxt4"/>
      </w:pPr>
      <w:r w:rsidRPr="00B70256">
        <w:tab/>
      </w:r>
      <w:r w:rsidRPr="00B70256">
        <w:rPr>
          <w:b/>
        </w:rPr>
        <w:t>a.</w:t>
      </w:r>
      <w:r w:rsidRPr="00B70256">
        <w:rPr>
          <w:b/>
        </w:rPr>
        <w:tab/>
      </w:r>
      <w:r w:rsidRPr="00B70256">
        <w:t>The coverage must be provided unless waived in writing by the insured in the counties listed as follows:</w:t>
      </w:r>
    </w:p>
    <w:p w14:paraId="4C3F6542" w14:textId="77777777" w:rsidR="00F21DB0" w:rsidRPr="00B70256" w:rsidRDefault="00F21DB0" w:rsidP="00F21DB0">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210"/>
        <w:gridCol w:w="1210"/>
        <w:gridCol w:w="1210"/>
        <w:gridCol w:w="1180"/>
      </w:tblGrid>
      <w:tr w:rsidR="00F21DB0" w:rsidRPr="00B70256" w14:paraId="4122E2C5" w14:textId="77777777" w:rsidTr="00E44FF8">
        <w:trPr>
          <w:cantSplit/>
          <w:trHeight w:val="230"/>
        </w:trPr>
        <w:tc>
          <w:tcPr>
            <w:tcW w:w="200" w:type="dxa"/>
          </w:tcPr>
          <w:p w14:paraId="371C6C32" w14:textId="77777777" w:rsidR="00F21DB0" w:rsidRPr="00B70256" w:rsidRDefault="00F21DB0" w:rsidP="00E44FF8">
            <w:pPr>
              <w:pStyle w:val="tabletext11"/>
            </w:pPr>
          </w:p>
        </w:tc>
        <w:tc>
          <w:tcPr>
            <w:tcW w:w="1210" w:type="dxa"/>
            <w:tcBorders>
              <w:top w:val="single" w:sz="6" w:space="0" w:color="auto"/>
              <w:left w:val="single" w:sz="6" w:space="0" w:color="auto"/>
              <w:bottom w:val="nil"/>
              <w:right w:val="nil"/>
            </w:tcBorders>
            <w:hideMark/>
          </w:tcPr>
          <w:p w14:paraId="586F7E1F" w14:textId="77777777" w:rsidR="00F21DB0" w:rsidRPr="00B70256" w:rsidRDefault="00F21DB0" w:rsidP="00E44FF8">
            <w:pPr>
              <w:pStyle w:val="tabletext11"/>
            </w:pPr>
            <w:r w:rsidRPr="00B70256">
              <w:t>Bell</w:t>
            </w:r>
          </w:p>
        </w:tc>
        <w:tc>
          <w:tcPr>
            <w:tcW w:w="1210" w:type="dxa"/>
            <w:tcBorders>
              <w:top w:val="single" w:sz="6" w:space="0" w:color="auto"/>
              <w:left w:val="single" w:sz="6" w:space="0" w:color="auto"/>
              <w:bottom w:val="nil"/>
              <w:right w:val="nil"/>
            </w:tcBorders>
            <w:hideMark/>
          </w:tcPr>
          <w:p w14:paraId="484661CC" w14:textId="77777777" w:rsidR="00F21DB0" w:rsidRPr="00B70256" w:rsidRDefault="00F21DB0" w:rsidP="00E44FF8">
            <w:pPr>
              <w:pStyle w:val="tabletext11"/>
            </w:pPr>
            <w:r w:rsidRPr="00B70256">
              <w:t>Floyd</w:t>
            </w:r>
          </w:p>
        </w:tc>
        <w:tc>
          <w:tcPr>
            <w:tcW w:w="1210" w:type="dxa"/>
            <w:tcBorders>
              <w:top w:val="single" w:sz="6" w:space="0" w:color="auto"/>
              <w:left w:val="single" w:sz="6" w:space="0" w:color="auto"/>
              <w:bottom w:val="nil"/>
              <w:right w:val="single" w:sz="6" w:space="0" w:color="auto"/>
            </w:tcBorders>
          </w:tcPr>
          <w:p w14:paraId="4F22B696" w14:textId="77777777" w:rsidR="00F21DB0" w:rsidRPr="00B70256" w:rsidRDefault="00F21DB0" w:rsidP="00E44FF8">
            <w:pPr>
              <w:pStyle w:val="tabletext11"/>
            </w:pPr>
            <w:r w:rsidRPr="00B70256">
              <w:t>Knox</w:t>
            </w:r>
          </w:p>
        </w:tc>
        <w:tc>
          <w:tcPr>
            <w:tcW w:w="1180" w:type="dxa"/>
            <w:tcBorders>
              <w:top w:val="single" w:sz="6" w:space="0" w:color="auto"/>
              <w:left w:val="single" w:sz="6" w:space="0" w:color="auto"/>
              <w:bottom w:val="nil"/>
              <w:right w:val="single" w:sz="6" w:space="0" w:color="auto"/>
            </w:tcBorders>
            <w:hideMark/>
          </w:tcPr>
          <w:p w14:paraId="01C36C6A" w14:textId="77777777" w:rsidR="00F21DB0" w:rsidRPr="00B70256" w:rsidRDefault="00F21DB0" w:rsidP="00E44FF8">
            <w:pPr>
              <w:pStyle w:val="tabletext11"/>
            </w:pPr>
            <w:r w:rsidRPr="00B70256">
              <w:t>Morgan</w:t>
            </w:r>
          </w:p>
        </w:tc>
      </w:tr>
      <w:tr w:rsidR="00F21DB0" w:rsidRPr="00B70256" w14:paraId="5FCCB2BC" w14:textId="77777777" w:rsidTr="00E44FF8">
        <w:trPr>
          <w:cantSplit/>
          <w:trHeight w:val="230"/>
        </w:trPr>
        <w:tc>
          <w:tcPr>
            <w:tcW w:w="200" w:type="dxa"/>
          </w:tcPr>
          <w:p w14:paraId="72626540" w14:textId="77777777" w:rsidR="00F21DB0" w:rsidRPr="00B70256" w:rsidRDefault="00F21DB0" w:rsidP="00E44FF8">
            <w:pPr>
              <w:pStyle w:val="tabletext11"/>
            </w:pPr>
          </w:p>
        </w:tc>
        <w:tc>
          <w:tcPr>
            <w:tcW w:w="1210" w:type="dxa"/>
            <w:tcBorders>
              <w:top w:val="nil"/>
              <w:left w:val="single" w:sz="6" w:space="0" w:color="auto"/>
              <w:bottom w:val="nil"/>
              <w:right w:val="nil"/>
            </w:tcBorders>
            <w:hideMark/>
          </w:tcPr>
          <w:p w14:paraId="43D3363F" w14:textId="77777777" w:rsidR="00F21DB0" w:rsidRPr="00B70256" w:rsidRDefault="00F21DB0" w:rsidP="00E44FF8">
            <w:pPr>
              <w:pStyle w:val="tabletext11"/>
            </w:pPr>
            <w:r w:rsidRPr="00B70256">
              <w:t>Boyd</w:t>
            </w:r>
          </w:p>
        </w:tc>
        <w:tc>
          <w:tcPr>
            <w:tcW w:w="1210" w:type="dxa"/>
            <w:tcBorders>
              <w:top w:val="nil"/>
              <w:left w:val="single" w:sz="6" w:space="0" w:color="auto"/>
              <w:bottom w:val="nil"/>
              <w:right w:val="nil"/>
            </w:tcBorders>
          </w:tcPr>
          <w:p w14:paraId="18D4DB3E" w14:textId="77777777" w:rsidR="00F21DB0" w:rsidRPr="00B70256" w:rsidRDefault="00F21DB0" w:rsidP="00E44FF8">
            <w:pPr>
              <w:pStyle w:val="tabletext11"/>
            </w:pPr>
            <w:r w:rsidRPr="00B70256">
              <w:t>Greenup</w:t>
            </w:r>
          </w:p>
        </w:tc>
        <w:tc>
          <w:tcPr>
            <w:tcW w:w="1210" w:type="dxa"/>
            <w:tcBorders>
              <w:top w:val="nil"/>
              <w:left w:val="single" w:sz="6" w:space="0" w:color="auto"/>
              <w:bottom w:val="nil"/>
              <w:right w:val="single" w:sz="6" w:space="0" w:color="auto"/>
            </w:tcBorders>
          </w:tcPr>
          <w:p w14:paraId="38EB9086" w14:textId="77777777" w:rsidR="00F21DB0" w:rsidRPr="00B70256" w:rsidRDefault="00F21DB0" w:rsidP="00E44FF8">
            <w:pPr>
              <w:pStyle w:val="tabletext11"/>
            </w:pPr>
            <w:r w:rsidRPr="00B70256">
              <w:t>Lawrence</w:t>
            </w:r>
          </w:p>
        </w:tc>
        <w:tc>
          <w:tcPr>
            <w:tcW w:w="1180" w:type="dxa"/>
            <w:tcBorders>
              <w:top w:val="nil"/>
              <w:left w:val="single" w:sz="6" w:space="0" w:color="auto"/>
              <w:bottom w:val="nil"/>
              <w:right w:val="single" w:sz="6" w:space="0" w:color="auto"/>
            </w:tcBorders>
          </w:tcPr>
          <w:p w14:paraId="40142498" w14:textId="77777777" w:rsidR="00F21DB0" w:rsidRPr="00B70256" w:rsidRDefault="00F21DB0" w:rsidP="00E44FF8">
            <w:pPr>
              <w:pStyle w:val="tabletext11"/>
            </w:pPr>
            <w:r w:rsidRPr="00B70256">
              <w:t>Muhlenberg</w:t>
            </w:r>
          </w:p>
        </w:tc>
      </w:tr>
      <w:tr w:rsidR="00F21DB0" w:rsidRPr="00B70256" w14:paraId="7734A1FE" w14:textId="77777777" w:rsidTr="00E44FF8">
        <w:trPr>
          <w:cantSplit/>
          <w:trHeight w:val="230"/>
        </w:trPr>
        <w:tc>
          <w:tcPr>
            <w:tcW w:w="200" w:type="dxa"/>
          </w:tcPr>
          <w:p w14:paraId="4AF1B621" w14:textId="77777777" w:rsidR="00F21DB0" w:rsidRPr="00B70256" w:rsidRDefault="00F21DB0" w:rsidP="00E44FF8">
            <w:pPr>
              <w:pStyle w:val="tabletext11"/>
            </w:pPr>
          </w:p>
        </w:tc>
        <w:tc>
          <w:tcPr>
            <w:tcW w:w="1210" w:type="dxa"/>
            <w:tcBorders>
              <w:top w:val="nil"/>
              <w:left w:val="single" w:sz="6" w:space="0" w:color="auto"/>
              <w:bottom w:val="nil"/>
              <w:right w:val="nil"/>
            </w:tcBorders>
            <w:hideMark/>
          </w:tcPr>
          <w:p w14:paraId="35E4F60B" w14:textId="77777777" w:rsidR="00F21DB0" w:rsidRPr="00B70256" w:rsidRDefault="00F21DB0" w:rsidP="00E44FF8">
            <w:pPr>
              <w:pStyle w:val="tabletext11"/>
            </w:pPr>
            <w:r w:rsidRPr="00B70256">
              <w:t>Breathitt</w:t>
            </w:r>
          </w:p>
        </w:tc>
        <w:tc>
          <w:tcPr>
            <w:tcW w:w="1210" w:type="dxa"/>
            <w:tcBorders>
              <w:top w:val="nil"/>
              <w:left w:val="single" w:sz="6" w:space="0" w:color="auto"/>
              <w:bottom w:val="nil"/>
              <w:right w:val="nil"/>
            </w:tcBorders>
          </w:tcPr>
          <w:p w14:paraId="2BBFC69C" w14:textId="77777777" w:rsidR="00F21DB0" w:rsidRPr="00B70256" w:rsidRDefault="00F21DB0" w:rsidP="00E44FF8">
            <w:pPr>
              <w:pStyle w:val="tabletext11"/>
            </w:pPr>
            <w:r w:rsidRPr="00B70256">
              <w:t>Hancock</w:t>
            </w:r>
          </w:p>
        </w:tc>
        <w:tc>
          <w:tcPr>
            <w:tcW w:w="1210" w:type="dxa"/>
            <w:tcBorders>
              <w:top w:val="nil"/>
              <w:left w:val="single" w:sz="6" w:space="0" w:color="auto"/>
              <w:bottom w:val="nil"/>
              <w:right w:val="single" w:sz="6" w:space="0" w:color="auto"/>
            </w:tcBorders>
          </w:tcPr>
          <w:p w14:paraId="77331481" w14:textId="77777777" w:rsidR="00F21DB0" w:rsidRPr="00B70256" w:rsidRDefault="00F21DB0" w:rsidP="00E44FF8">
            <w:pPr>
              <w:pStyle w:val="tabletext11"/>
            </w:pPr>
            <w:r w:rsidRPr="00B70256">
              <w:t>Laurel</w:t>
            </w:r>
          </w:p>
        </w:tc>
        <w:tc>
          <w:tcPr>
            <w:tcW w:w="1180" w:type="dxa"/>
            <w:tcBorders>
              <w:top w:val="nil"/>
              <w:left w:val="single" w:sz="6" w:space="0" w:color="auto"/>
              <w:bottom w:val="nil"/>
              <w:right w:val="single" w:sz="6" w:space="0" w:color="auto"/>
            </w:tcBorders>
          </w:tcPr>
          <w:p w14:paraId="7DA67DCA" w14:textId="77777777" w:rsidR="00F21DB0" w:rsidRPr="00B70256" w:rsidRDefault="00F21DB0" w:rsidP="00E44FF8">
            <w:pPr>
              <w:pStyle w:val="tabletext11"/>
            </w:pPr>
            <w:r w:rsidRPr="00B70256">
              <w:t>Ohio</w:t>
            </w:r>
          </w:p>
        </w:tc>
      </w:tr>
      <w:tr w:rsidR="00F21DB0" w:rsidRPr="00B70256" w14:paraId="6328F538" w14:textId="77777777" w:rsidTr="00E44FF8">
        <w:trPr>
          <w:cantSplit/>
          <w:trHeight w:val="230"/>
        </w:trPr>
        <w:tc>
          <w:tcPr>
            <w:tcW w:w="200" w:type="dxa"/>
          </w:tcPr>
          <w:p w14:paraId="393797F7" w14:textId="77777777" w:rsidR="00F21DB0" w:rsidRPr="00B70256" w:rsidRDefault="00F21DB0" w:rsidP="00E44FF8">
            <w:pPr>
              <w:pStyle w:val="tabletext11"/>
            </w:pPr>
          </w:p>
        </w:tc>
        <w:tc>
          <w:tcPr>
            <w:tcW w:w="1210" w:type="dxa"/>
            <w:tcBorders>
              <w:top w:val="nil"/>
              <w:left w:val="single" w:sz="6" w:space="0" w:color="auto"/>
              <w:bottom w:val="nil"/>
              <w:right w:val="nil"/>
            </w:tcBorders>
            <w:hideMark/>
          </w:tcPr>
          <w:p w14:paraId="24CDC0F7" w14:textId="77777777" w:rsidR="00F21DB0" w:rsidRPr="00B70256" w:rsidRDefault="00F21DB0" w:rsidP="00E44FF8">
            <w:pPr>
              <w:pStyle w:val="tabletext11"/>
            </w:pPr>
            <w:r w:rsidRPr="00B70256">
              <w:t>Butler</w:t>
            </w:r>
          </w:p>
        </w:tc>
        <w:tc>
          <w:tcPr>
            <w:tcW w:w="1210" w:type="dxa"/>
            <w:tcBorders>
              <w:top w:val="nil"/>
              <w:left w:val="single" w:sz="6" w:space="0" w:color="auto"/>
              <w:bottom w:val="nil"/>
              <w:right w:val="nil"/>
            </w:tcBorders>
          </w:tcPr>
          <w:p w14:paraId="04707C3B" w14:textId="77777777" w:rsidR="00F21DB0" w:rsidRPr="00B70256" w:rsidRDefault="00F21DB0" w:rsidP="00E44FF8">
            <w:pPr>
              <w:pStyle w:val="tabletext11"/>
            </w:pPr>
            <w:r w:rsidRPr="00B70256">
              <w:t>Harlan</w:t>
            </w:r>
          </w:p>
        </w:tc>
        <w:tc>
          <w:tcPr>
            <w:tcW w:w="1210" w:type="dxa"/>
            <w:tcBorders>
              <w:top w:val="nil"/>
              <w:left w:val="single" w:sz="6" w:space="0" w:color="auto"/>
              <w:bottom w:val="nil"/>
              <w:right w:val="single" w:sz="6" w:space="0" w:color="auto"/>
            </w:tcBorders>
          </w:tcPr>
          <w:p w14:paraId="6A5A9542" w14:textId="77777777" w:rsidR="00F21DB0" w:rsidRPr="00B70256" w:rsidRDefault="00F21DB0" w:rsidP="00E44FF8">
            <w:pPr>
              <w:pStyle w:val="tabletext11"/>
            </w:pPr>
            <w:r w:rsidRPr="00B70256">
              <w:t>Lee</w:t>
            </w:r>
          </w:p>
        </w:tc>
        <w:tc>
          <w:tcPr>
            <w:tcW w:w="1180" w:type="dxa"/>
            <w:tcBorders>
              <w:top w:val="nil"/>
              <w:left w:val="single" w:sz="6" w:space="0" w:color="auto"/>
              <w:bottom w:val="nil"/>
              <w:right w:val="single" w:sz="6" w:space="0" w:color="auto"/>
            </w:tcBorders>
          </w:tcPr>
          <w:p w14:paraId="301CFD2A" w14:textId="77777777" w:rsidR="00F21DB0" w:rsidRPr="00B70256" w:rsidRDefault="00F21DB0" w:rsidP="00E44FF8">
            <w:pPr>
              <w:pStyle w:val="tabletext11"/>
            </w:pPr>
            <w:r w:rsidRPr="00B70256">
              <w:t>Owsley</w:t>
            </w:r>
          </w:p>
        </w:tc>
      </w:tr>
      <w:tr w:rsidR="00F21DB0" w:rsidRPr="00B70256" w14:paraId="565D8568" w14:textId="77777777" w:rsidTr="00E44FF8">
        <w:trPr>
          <w:cantSplit/>
          <w:trHeight w:val="230"/>
        </w:trPr>
        <w:tc>
          <w:tcPr>
            <w:tcW w:w="200" w:type="dxa"/>
          </w:tcPr>
          <w:p w14:paraId="355451B1" w14:textId="77777777" w:rsidR="00F21DB0" w:rsidRPr="00B70256" w:rsidRDefault="00F21DB0" w:rsidP="00E44FF8">
            <w:pPr>
              <w:pStyle w:val="tabletext11"/>
            </w:pPr>
          </w:p>
        </w:tc>
        <w:tc>
          <w:tcPr>
            <w:tcW w:w="1210" w:type="dxa"/>
            <w:tcBorders>
              <w:top w:val="nil"/>
              <w:left w:val="single" w:sz="6" w:space="0" w:color="auto"/>
              <w:bottom w:val="nil"/>
              <w:right w:val="nil"/>
            </w:tcBorders>
            <w:hideMark/>
          </w:tcPr>
          <w:p w14:paraId="7ECEBFCD" w14:textId="77777777" w:rsidR="00F21DB0" w:rsidRPr="00B70256" w:rsidRDefault="00F21DB0" w:rsidP="00E44FF8">
            <w:pPr>
              <w:pStyle w:val="tabletext11"/>
            </w:pPr>
            <w:r w:rsidRPr="00B70256">
              <w:t>Carter</w:t>
            </w:r>
          </w:p>
        </w:tc>
        <w:tc>
          <w:tcPr>
            <w:tcW w:w="1210" w:type="dxa"/>
            <w:tcBorders>
              <w:top w:val="nil"/>
              <w:left w:val="single" w:sz="6" w:space="0" w:color="auto"/>
              <w:bottom w:val="nil"/>
              <w:right w:val="nil"/>
            </w:tcBorders>
          </w:tcPr>
          <w:p w14:paraId="5CA106C5" w14:textId="77777777" w:rsidR="00F21DB0" w:rsidRPr="00B70256" w:rsidRDefault="00F21DB0" w:rsidP="00E44FF8">
            <w:pPr>
              <w:pStyle w:val="tabletext11"/>
            </w:pPr>
            <w:r w:rsidRPr="00B70256">
              <w:t>Henderson</w:t>
            </w:r>
          </w:p>
        </w:tc>
        <w:tc>
          <w:tcPr>
            <w:tcW w:w="1210" w:type="dxa"/>
            <w:tcBorders>
              <w:top w:val="nil"/>
              <w:left w:val="single" w:sz="6" w:space="0" w:color="auto"/>
              <w:bottom w:val="nil"/>
              <w:right w:val="single" w:sz="6" w:space="0" w:color="auto"/>
            </w:tcBorders>
          </w:tcPr>
          <w:p w14:paraId="288D919A" w14:textId="77777777" w:rsidR="00F21DB0" w:rsidRPr="00B70256" w:rsidRDefault="00F21DB0" w:rsidP="00E44FF8">
            <w:pPr>
              <w:pStyle w:val="tabletext11"/>
            </w:pPr>
            <w:r w:rsidRPr="00B70256">
              <w:t>Leslie</w:t>
            </w:r>
          </w:p>
        </w:tc>
        <w:tc>
          <w:tcPr>
            <w:tcW w:w="1180" w:type="dxa"/>
            <w:tcBorders>
              <w:top w:val="nil"/>
              <w:left w:val="single" w:sz="6" w:space="0" w:color="auto"/>
              <w:bottom w:val="nil"/>
              <w:right w:val="single" w:sz="6" w:space="0" w:color="auto"/>
            </w:tcBorders>
          </w:tcPr>
          <w:p w14:paraId="5A179936" w14:textId="77777777" w:rsidR="00F21DB0" w:rsidRPr="00B70256" w:rsidRDefault="00F21DB0" w:rsidP="00E44FF8">
            <w:pPr>
              <w:pStyle w:val="tabletext11"/>
            </w:pPr>
            <w:r w:rsidRPr="00B70256">
              <w:t>Perry</w:t>
            </w:r>
          </w:p>
        </w:tc>
      </w:tr>
      <w:tr w:rsidR="00F21DB0" w:rsidRPr="00B70256" w14:paraId="73DAB782" w14:textId="77777777" w:rsidTr="00E44FF8">
        <w:trPr>
          <w:cantSplit/>
          <w:trHeight w:val="230"/>
        </w:trPr>
        <w:tc>
          <w:tcPr>
            <w:tcW w:w="200" w:type="dxa"/>
          </w:tcPr>
          <w:p w14:paraId="5CD3C9FC" w14:textId="77777777" w:rsidR="00F21DB0" w:rsidRPr="00B70256" w:rsidRDefault="00F21DB0" w:rsidP="00E44FF8">
            <w:pPr>
              <w:pStyle w:val="tabletext11"/>
            </w:pPr>
          </w:p>
        </w:tc>
        <w:tc>
          <w:tcPr>
            <w:tcW w:w="1210" w:type="dxa"/>
            <w:tcBorders>
              <w:top w:val="nil"/>
              <w:left w:val="single" w:sz="6" w:space="0" w:color="auto"/>
              <w:bottom w:val="nil"/>
              <w:right w:val="nil"/>
            </w:tcBorders>
            <w:hideMark/>
          </w:tcPr>
          <w:p w14:paraId="43F8B545" w14:textId="77777777" w:rsidR="00F21DB0" w:rsidRPr="00B70256" w:rsidRDefault="00F21DB0" w:rsidP="00E44FF8">
            <w:pPr>
              <w:pStyle w:val="tabletext11"/>
            </w:pPr>
            <w:r w:rsidRPr="00B70256">
              <w:t>Christian</w:t>
            </w:r>
          </w:p>
        </w:tc>
        <w:tc>
          <w:tcPr>
            <w:tcW w:w="1210" w:type="dxa"/>
            <w:tcBorders>
              <w:top w:val="nil"/>
              <w:left w:val="single" w:sz="6" w:space="0" w:color="auto"/>
              <w:bottom w:val="nil"/>
              <w:right w:val="nil"/>
            </w:tcBorders>
          </w:tcPr>
          <w:p w14:paraId="374EE10C" w14:textId="77777777" w:rsidR="00F21DB0" w:rsidRPr="00B70256" w:rsidRDefault="00F21DB0" w:rsidP="00E44FF8">
            <w:pPr>
              <w:pStyle w:val="tabletext11"/>
            </w:pPr>
            <w:r w:rsidRPr="00B70256">
              <w:t>Hopkins</w:t>
            </w:r>
          </w:p>
        </w:tc>
        <w:tc>
          <w:tcPr>
            <w:tcW w:w="1210" w:type="dxa"/>
            <w:tcBorders>
              <w:top w:val="nil"/>
              <w:left w:val="single" w:sz="6" w:space="0" w:color="auto"/>
              <w:bottom w:val="nil"/>
              <w:right w:val="single" w:sz="6" w:space="0" w:color="auto"/>
            </w:tcBorders>
          </w:tcPr>
          <w:p w14:paraId="681C600D" w14:textId="77777777" w:rsidR="00F21DB0" w:rsidRPr="00B70256" w:rsidRDefault="00F21DB0" w:rsidP="00E44FF8">
            <w:pPr>
              <w:pStyle w:val="tabletext11"/>
            </w:pPr>
            <w:r w:rsidRPr="00B70256">
              <w:t>Letcher</w:t>
            </w:r>
          </w:p>
        </w:tc>
        <w:tc>
          <w:tcPr>
            <w:tcW w:w="1180" w:type="dxa"/>
            <w:tcBorders>
              <w:top w:val="nil"/>
              <w:left w:val="single" w:sz="6" w:space="0" w:color="auto"/>
              <w:bottom w:val="nil"/>
              <w:right w:val="single" w:sz="6" w:space="0" w:color="auto"/>
            </w:tcBorders>
          </w:tcPr>
          <w:p w14:paraId="239DB2A2" w14:textId="77777777" w:rsidR="00F21DB0" w:rsidRPr="00B70256" w:rsidRDefault="00F21DB0" w:rsidP="00E44FF8">
            <w:pPr>
              <w:pStyle w:val="tabletext11"/>
            </w:pPr>
            <w:r w:rsidRPr="00B70256">
              <w:t>Union</w:t>
            </w:r>
          </w:p>
        </w:tc>
      </w:tr>
      <w:tr w:rsidR="00F21DB0" w:rsidRPr="00B70256" w14:paraId="13572ABB" w14:textId="77777777" w:rsidTr="00E44FF8">
        <w:trPr>
          <w:cantSplit/>
          <w:trHeight w:val="230"/>
        </w:trPr>
        <w:tc>
          <w:tcPr>
            <w:tcW w:w="200" w:type="dxa"/>
          </w:tcPr>
          <w:p w14:paraId="28BEDB15" w14:textId="77777777" w:rsidR="00F21DB0" w:rsidRPr="00B70256" w:rsidRDefault="00F21DB0" w:rsidP="00E44FF8">
            <w:pPr>
              <w:pStyle w:val="tabletext11"/>
            </w:pPr>
          </w:p>
        </w:tc>
        <w:tc>
          <w:tcPr>
            <w:tcW w:w="1210" w:type="dxa"/>
            <w:tcBorders>
              <w:top w:val="nil"/>
              <w:left w:val="single" w:sz="6" w:space="0" w:color="auto"/>
              <w:bottom w:val="nil"/>
              <w:right w:val="nil"/>
            </w:tcBorders>
            <w:hideMark/>
          </w:tcPr>
          <w:p w14:paraId="3CE77AFD" w14:textId="77777777" w:rsidR="00F21DB0" w:rsidRPr="00B70256" w:rsidRDefault="00F21DB0" w:rsidP="00E44FF8">
            <w:pPr>
              <w:pStyle w:val="tabletext11"/>
            </w:pPr>
            <w:r w:rsidRPr="00B70256">
              <w:t>Clay</w:t>
            </w:r>
          </w:p>
        </w:tc>
        <w:tc>
          <w:tcPr>
            <w:tcW w:w="1210" w:type="dxa"/>
            <w:tcBorders>
              <w:top w:val="nil"/>
              <w:left w:val="single" w:sz="6" w:space="0" w:color="auto"/>
              <w:bottom w:val="nil"/>
              <w:right w:val="nil"/>
            </w:tcBorders>
          </w:tcPr>
          <w:p w14:paraId="176604E5" w14:textId="77777777" w:rsidR="00F21DB0" w:rsidRPr="00B70256" w:rsidRDefault="00F21DB0" w:rsidP="00E44FF8">
            <w:pPr>
              <w:pStyle w:val="tabletext11"/>
            </w:pPr>
            <w:r w:rsidRPr="00B70256">
              <w:t>Jackson</w:t>
            </w:r>
          </w:p>
        </w:tc>
        <w:tc>
          <w:tcPr>
            <w:tcW w:w="1210" w:type="dxa"/>
            <w:tcBorders>
              <w:top w:val="nil"/>
              <w:left w:val="single" w:sz="6" w:space="0" w:color="auto"/>
              <w:bottom w:val="nil"/>
              <w:right w:val="single" w:sz="6" w:space="0" w:color="auto"/>
            </w:tcBorders>
          </w:tcPr>
          <w:p w14:paraId="3FD67585" w14:textId="77777777" w:rsidR="00F21DB0" w:rsidRPr="00B70256" w:rsidRDefault="00F21DB0" w:rsidP="00E44FF8">
            <w:pPr>
              <w:pStyle w:val="tabletext11"/>
            </w:pPr>
            <w:r w:rsidRPr="00B70256">
              <w:t>Martin</w:t>
            </w:r>
          </w:p>
        </w:tc>
        <w:tc>
          <w:tcPr>
            <w:tcW w:w="1180" w:type="dxa"/>
            <w:tcBorders>
              <w:top w:val="nil"/>
              <w:left w:val="single" w:sz="6" w:space="0" w:color="auto"/>
              <w:bottom w:val="nil"/>
              <w:right w:val="single" w:sz="6" w:space="0" w:color="auto"/>
            </w:tcBorders>
          </w:tcPr>
          <w:p w14:paraId="21674F3A" w14:textId="77777777" w:rsidR="00F21DB0" w:rsidRPr="00B70256" w:rsidRDefault="00F21DB0" w:rsidP="00E44FF8">
            <w:pPr>
              <w:pStyle w:val="tabletext11"/>
            </w:pPr>
            <w:r w:rsidRPr="00B70256">
              <w:t>Webster</w:t>
            </w:r>
          </w:p>
        </w:tc>
      </w:tr>
      <w:tr w:rsidR="00F21DB0" w:rsidRPr="00B70256" w14:paraId="32F23C9C" w14:textId="77777777" w:rsidTr="00E44FF8">
        <w:trPr>
          <w:cantSplit/>
          <w:trHeight w:val="230"/>
        </w:trPr>
        <w:tc>
          <w:tcPr>
            <w:tcW w:w="200" w:type="dxa"/>
          </w:tcPr>
          <w:p w14:paraId="120F066D" w14:textId="77777777" w:rsidR="00F21DB0" w:rsidRPr="00B70256" w:rsidRDefault="00F21DB0" w:rsidP="00E44FF8">
            <w:pPr>
              <w:pStyle w:val="tabletext11"/>
            </w:pPr>
          </w:p>
        </w:tc>
        <w:tc>
          <w:tcPr>
            <w:tcW w:w="1210" w:type="dxa"/>
            <w:tcBorders>
              <w:top w:val="nil"/>
              <w:left w:val="single" w:sz="6" w:space="0" w:color="auto"/>
              <w:bottom w:val="nil"/>
              <w:right w:val="nil"/>
            </w:tcBorders>
            <w:hideMark/>
          </w:tcPr>
          <w:p w14:paraId="657649CE" w14:textId="77777777" w:rsidR="00F21DB0" w:rsidRPr="00B70256" w:rsidRDefault="00F21DB0" w:rsidP="00E44FF8">
            <w:pPr>
              <w:pStyle w:val="tabletext11"/>
            </w:pPr>
            <w:r w:rsidRPr="00B70256">
              <w:t>Daviess</w:t>
            </w:r>
          </w:p>
        </w:tc>
        <w:tc>
          <w:tcPr>
            <w:tcW w:w="1210" w:type="dxa"/>
            <w:tcBorders>
              <w:top w:val="nil"/>
              <w:left w:val="single" w:sz="6" w:space="0" w:color="auto"/>
              <w:bottom w:val="nil"/>
              <w:right w:val="nil"/>
            </w:tcBorders>
          </w:tcPr>
          <w:p w14:paraId="05FA453F" w14:textId="77777777" w:rsidR="00F21DB0" w:rsidRPr="00B70256" w:rsidRDefault="00F21DB0" w:rsidP="00E44FF8">
            <w:pPr>
              <w:pStyle w:val="tabletext11"/>
            </w:pPr>
            <w:r w:rsidRPr="00B70256">
              <w:t>Johnson</w:t>
            </w:r>
          </w:p>
        </w:tc>
        <w:tc>
          <w:tcPr>
            <w:tcW w:w="1210" w:type="dxa"/>
            <w:tcBorders>
              <w:top w:val="nil"/>
              <w:left w:val="single" w:sz="6" w:space="0" w:color="auto"/>
              <w:bottom w:val="nil"/>
              <w:right w:val="single" w:sz="6" w:space="0" w:color="auto"/>
            </w:tcBorders>
          </w:tcPr>
          <w:p w14:paraId="6D3F3A75" w14:textId="77777777" w:rsidR="00F21DB0" w:rsidRPr="00B70256" w:rsidRDefault="00F21DB0" w:rsidP="00E44FF8">
            <w:pPr>
              <w:pStyle w:val="tabletext11"/>
            </w:pPr>
            <w:r w:rsidRPr="00B70256">
              <w:t>McCreary</w:t>
            </w:r>
          </w:p>
        </w:tc>
        <w:tc>
          <w:tcPr>
            <w:tcW w:w="1180" w:type="dxa"/>
            <w:tcBorders>
              <w:top w:val="nil"/>
              <w:left w:val="single" w:sz="6" w:space="0" w:color="auto"/>
              <w:bottom w:val="nil"/>
              <w:right w:val="single" w:sz="6" w:space="0" w:color="auto"/>
            </w:tcBorders>
          </w:tcPr>
          <w:p w14:paraId="2DB279AA" w14:textId="77777777" w:rsidR="00F21DB0" w:rsidRPr="00B70256" w:rsidRDefault="00F21DB0" w:rsidP="00E44FF8">
            <w:pPr>
              <w:pStyle w:val="tabletext11"/>
            </w:pPr>
            <w:r w:rsidRPr="00B70256">
              <w:t>Whitley</w:t>
            </w:r>
          </w:p>
        </w:tc>
      </w:tr>
      <w:tr w:rsidR="00F21DB0" w:rsidRPr="00B70256" w14:paraId="36FD567A" w14:textId="77777777" w:rsidTr="00E44FF8">
        <w:trPr>
          <w:cantSplit/>
          <w:trHeight w:val="230"/>
        </w:trPr>
        <w:tc>
          <w:tcPr>
            <w:tcW w:w="200" w:type="dxa"/>
          </w:tcPr>
          <w:p w14:paraId="120BFBF3" w14:textId="77777777" w:rsidR="00F21DB0" w:rsidRPr="00B70256" w:rsidRDefault="00F21DB0" w:rsidP="00E44FF8">
            <w:pPr>
              <w:pStyle w:val="tabletext11"/>
            </w:pPr>
          </w:p>
        </w:tc>
        <w:tc>
          <w:tcPr>
            <w:tcW w:w="1210" w:type="dxa"/>
            <w:tcBorders>
              <w:top w:val="nil"/>
              <w:left w:val="single" w:sz="6" w:space="0" w:color="auto"/>
              <w:bottom w:val="nil"/>
              <w:right w:val="nil"/>
            </w:tcBorders>
            <w:hideMark/>
          </w:tcPr>
          <w:p w14:paraId="70CD537E" w14:textId="77777777" w:rsidR="00F21DB0" w:rsidRPr="00B70256" w:rsidRDefault="00F21DB0" w:rsidP="00E44FF8">
            <w:pPr>
              <w:pStyle w:val="tabletext11"/>
            </w:pPr>
            <w:r w:rsidRPr="00B70256">
              <w:t>Edmonson</w:t>
            </w:r>
          </w:p>
        </w:tc>
        <w:tc>
          <w:tcPr>
            <w:tcW w:w="1210" w:type="dxa"/>
            <w:tcBorders>
              <w:top w:val="nil"/>
              <w:left w:val="single" w:sz="6" w:space="0" w:color="auto"/>
              <w:bottom w:val="nil"/>
              <w:right w:val="nil"/>
            </w:tcBorders>
          </w:tcPr>
          <w:p w14:paraId="10090E26" w14:textId="77777777" w:rsidR="00F21DB0" w:rsidRPr="00B70256" w:rsidRDefault="00F21DB0" w:rsidP="00E44FF8">
            <w:pPr>
              <w:pStyle w:val="tabletext11"/>
            </w:pPr>
            <w:r w:rsidRPr="00B70256">
              <w:t>Knott</w:t>
            </w:r>
          </w:p>
        </w:tc>
        <w:tc>
          <w:tcPr>
            <w:tcW w:w="1210" w:type="dxa"/>
            <w:tcBorders>
              <w:top w:val="nil"/>
              <w:left w:val="single" w:sz="6" w:space="0" w:color="auto"/>
              <w:bottom w:val="nil"/>
              <w:right w:val="single" w:sz="6" w:space="0" w:color="auto"/>
            </w:tcBorders>
          </w:tcPr>
          <w:p w14:paraId="46708792" w14:textId="77777777" w:rsidR="00F21DB0" w:rsidRPr="00B70256" w:rsidRDefault="00F21DB0" w:rsidP="00E44FF8">
            <w:pPr>
              <w:pStyle w:val="tabletext11"/>
            </w:pPr>
            <w:r w:rsidRPr="00B70256">
              <w:t>McLean</w:t>
            </w:r>
          </w:p>
        </w:tc>
        <w:tc>
          <w:tcPr>
            <w:tcW w:w="1180" w:type="dxa"/>
            <w:tcBorders>
              <w:top w:val="nil"/>
              <w:left w:val="single" w:sz="6" w:space="0" w:color="auto"/>
              <w:bottom w:val="nil"/>
              <w:right w:val="single" w:sz="6" w:space="0" w:color="auto"/>
            </w:tcBorders>
          </w:tcPr>
          <w:p w14:paraId="660DB59E" w14:textId="77777777" w:rsidR="00F21DB0" w:rsidRPr="00B70256" w:rsidRDefault="00F21DB0" w:rsidP="00E44FF8">
            <w:pPr>
              <w:pStyle w:val="tabletext11"/>
            </w:pPr>
            <w:r w:rsidRPr="00B70256">
              <w:t>Wolfe</w:t>
            </w:r>
          </w:p>
        </w:tc>
      </w:tr>
      <w:tr w:rsidR="00F21DB0" w:rsidRPr="00B70256" w14:paraId="2EE51755" w14:textId="77777777" w:rsidTr="00E44FF8">
        <w:trPr>
          <w:cantSplit/>
          <w:trHeight w:val="230"/>
        </w:trPr>
        <w:tc>
          <w:tcPr>
            <w:tcW w:w="200" w:type="dxa"/>
          </w:tcPr>
          <w:p w14:paraId="2FEB4543" w14:textId="77777777" w:rsidR="00F21DB0" w:rsidRPr="00B70256" w:rsidRDefault="00F21DB0" w:rsidP="00E44FF8">
            <w:pPr>
              <w:pStyle w:val="tabletext11"/>
            </w:pPr>
          </w:p>
        </w:tc>
        <w:tc>
          <w:tcPr>
            <w:tcW w:w="1210" w:type="dxa"/>
            <w:tcBorders>
              <w:top w:val="nil"/>
              <w:left w:val="single" w:sz="6" w:space="0" w:color="auto"/>
              <w:bottom w:val="single" w:sz="6" w:space="0" w:color="auto"/>
              <w:right w:val="nil"/>
            </w:tcBorders>
          </w:tcPr>
          <w:p w14:paraId="6FCCE4FE" w14:textId="77777777" w:rsidR="00F21DB0" w:rsidRPr="00B70256" w:rsidRDefault="00F21DB0" w:rsidP="00E44FF8">
            <w:pPr>
              <w:pStyle w:val="tabletext11"/>
            </w:pPr>
            <w:r w:rsidRPr="00B70256">
              <w:t>Elliott</w:t>
            </w:r>
          </w:p>
        </w:tc>
        <w:tc>
          <w:tcPr>
            <w:tcW w:w="1210" w:type="dxa"/>
            <w:tcBorders>
              <w:top w:val="nil"/>
              <w:left w:val="single" w:sz="6" w:space="0" w:color="auto"/>
              <w:bottom w:val="single" w:sz="6" w:space="0" w:color="auto"/>
              <w:right w:val="nil"/>
            </w:tcBorders>
          </w:tcPr>
          <w:p w14:paraId="2279D352" w14:textId="77777777" w:rsidR="00F21DB0" w:rsidRPr="00B70256" w:rsidRDefault="00F21DB0" w:rsidP="00E44FF8">
            <w:pPr>
              <w:pStyle w:val="tabletext11"/>
            </w:pPr>
          </w:p>
        </w:tc>
        <w:tc>
          <w:tcPr>
            <w:tcW w:w="1210" w:type="dxa"/>
            <w:tcBorders>
              <w:top w:val="nil"/>
              <w:left w:val="single" w:sz="6" w:space="0" w:color="auto"/>
              <w:bottom w:val="single" w:sz="6" w:space="0" w:color="auto"/>
              <w:right w:val="single" w:sz="6" w:space="0" w:color="auto"/>
            </w:tcBorders>
          </w:tcPr>
          <w:p w14:paraId="36ACABC2" w14:textId="77777777" w:rsidR="00F21DB0" w:rsidRPr="00B70256" w:rsidRDefault="00F21DB0" w:rsidP="00E44FF8">
            <w:pPr>
              <w:pStyle w:val="tabletext11"/>
            </w:pPr>
          </w:p>
        </w:tc>
        <w:tc>
          <w:tcPr>
            <w:tcW w:w="1180" w:type="dxa"/>
            <w:tcBorders>
              <w:top w:val="nil"/>
              <w:left w:val="single" w:sz="6" w:space="0" w:color="auto"/>
              <w:bottom w:val="single" w:sz="6" w:space="0" w:color="auto"/>
              <w:right w:val="single" w:sz="6" w:space="0" w:color="auto"/>
            </w:tcBorders>
          </w:tcPr>
          <w:p w14:paraId="19460972" w14:textId="77777777" w:rsidR="00F21DB0" w:rsidRPr="00B70256" w:rsidRDefault="00F21DB0" w:rsidP="00E44FF8">
            <w:pPr>
              <w:pStyle w:val="tabletext11"/>
            </w:pPr>
          </w:p>
        </w:tc>
      </w:tr>
    </w:tbl>
    <w:p w14:paraId="25BCE535" w14:textId="77777777" w:rsidR="00F21DB0" w:rsidRPr="00B70256" w:rsidRDefault="00F21DB0" w:rsidP="00F21DB0">
      <w:pPr>
        <w:pStyle w:val="tablecaption"/>
      </w:pPr>
      <w:r w:rsidRPr="00B70256">
        <w:t>Table A1.D.3.a. Counties</w:t>
      </w:r>
    </w:p>
    <w:p w14:paraId="5AB1E71D" w14:textId="77777777" w:rsidR="00F21DB0" w:rsidRPr="00B70256" w:rsidRDefault="00F21DB0" w:rsidP="00F21DB0">
      <w:pPr>
        <w:pStyle w:val="isonormal"/>
      </w:pPr>
    </w:p>
    <w:p w14:paraId="75FC1A99" w14:textId="77777777" w:rsidR="00F21DB0" w:rsidRPr="00B70256" w:rsidRDefault="00F21DB0" w:rsidP="00F21DB0">
      <w:pPr>
        <w:pStyle w:val="outlinetxt4"/>
      </w:pPr>
      <w:r w:rsidRPr="00B70256">
        <w:tab/>
      </w:r>
      <w:r w:rsidRPr="00B70256">
        <w:rPr>
          <w:b/>
        </w:rPr>
        <w:t>b.</w:t>
      </w:r>
      <w:r w:rsidRPr="00B70256">
        <w:rPr>
          <w:b/>
        </w:rPr>
        <w:tab/>
      </w:r>
      <w:r w:rsidRPr="00B70256">
        <w:t>Companies are not precluded from offering coverage in excess of $500,000 per structure and $50,000 for additional living expense</w:t>
      </w:r>
      <w:r w:rsidRPr="00B70256">
        <w:rPr>
          <w:bCs/>
        </w:rPr>
        <w:t>.</w:t>
      </w:r>
    </w:p>
    <w:p w14:paraId="63956254" w14:textId="77777777" w:rsidR="00F21DB0" w:rsidRPr="00B70256" w:rsidRDefault="00F21DB0" w:rsidP="00F21DB0">
      <w:pPr>
        <w:pStyle w:val="outlinehd3"/>
      </w:pPr>
      <w:r w:rsidRPr="00B70256">
        <w:tab/>
        <w:t>4.</w:t>
      </w:r>
      <w:r w:rsidRPr="00B70256">
        <w:tab/>
        <w:t>Separate Premium</w:t>
      </w:r>
    </w:p>
    <w:p w14:paraId="74EA2F5E" w14:textId="77777777" w:rsidR="00F21DB0" w:rsidRPr="00B70256" w:rsidRDefault="00F21DB0" w:rsidP="00F21DB0">
      <w:pPr>
        <w:pStyle w:val="blocktext4"/>
      </w:pPr>
      <w:r w:rsidRPr="00B70256">
        <w:t>Show premium for Mine Subsidence Insurance separately.</w:t>
      </w:r>
    </w:p>
    <w:p w14:paraId="572816D8" w14:textId="77777777" w:rsidR="00F21DB0" w:rsidRPr="00B70256" w:rsidRDefault="00F21DB0" w:rsidP="00F21DB0">
      <w:pPr>
        <w:pStyle w:val="outlinehd2"/>
      </w:pPr>
      <w:r w:rsidRPr="00B70256">
        <w:tab/>
        <w:t>E.</w:t>
      </w:r>
      <w:r w:rsidRPr="00B70256">
        <w:tab/>
        <w:t>Premiums</w:t>
      </w:r>
    </w:p>
    <w:p w14:paraId="38013350" w14:textId="77777777" w:rsidR="00F21DB0" w:rsidRPr="00B70256" w:rsidDel="00DC1013" w:rsidRDefault="00F21DB0" w:rsidP="00F21DB0">
      <w:pPr>
        <w:pStyle w:val="blocktext3"/>
        <w:rPr>
          <w:del w:id="2116" w:author="Author"/>
        </w:rPr>
      </w:pPr>
      <w:del w:id="2117" w:author="Author">
        <w:r w:rsidRPr="00B70256" w:rsidDel="00DC1013">
          <w:delText>Refer to company.</w:delText>
        </w:r>
      </w:del>
    </w:p>
    <w:bookmarkEnd w:id="2114"/>
    <w:p w14:paraId="211A4B8C" w14:textId="77777777" w:rsidR="00F21DB0" w:rsidRPr="00B70256" w:rsidRDefault="00F21DB0" w:rsidP="00F21DB0">
      <w:pPr>
        <w:pStyle w:val="blocktext3"/>
        <w:rPr>
          <w:ins w:id="2118" w:author="Author"/>
        </w:rPr>
      </w:pPr>
      <w:ins w:id="2119" w:author="Author">
        <w:r w:rsidRPr="00B70256">
          <w:t>The annual premiums per structure are as follows:</w:t>
        </w:r>
      </w:ins>
    </w:p>
    <w:p w14:paraId="08D0F847" w14:textId="77777777" w:rsidR="00F21DB0" w:rsidRPr="00B70256" w:rsidRDefault="00F21DB0" w:rsidP="00F21DB0">
      <w:pPr>
        <w:pStyle w:val="space4"/>
        <w:rPr>
          <w:ins w:id="21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00"/>
        <w:gridCol w:w="60"/>
        <w:gridCol w:w="370"/>
        <w:gridCol w:w="1670"/>
        <w:gridCol w:w="400"/>
        <w:gridCol w:w="910"/>
        <w:gridCol w:w="200"/>
        <w:gridCol w:w="100"/>
        <w:gridCol w:w="790"/>
      </w:tblGrid>
      <w:tr w:rsidR="00F21DB0" w:rsidRPr="00B70256" w14:paraId="65D8FDF6" w14:textId="77777777" w:rsidTr="00E44FF8">
        <w:trPr>
          <w:cantSplit/>
          <w:trHeight w:val="190"/>
          <w:ins w:id="2121" w:author="Author"/>
        </w:trPr>
        <w:tc>
          <w:tcPr>
            <w:tcW w:w="200" w:type="dxa"/>
          </w:tcPr>
          <w:p w14:paraId="53D17B08" w14:textId="77777777" w:rsidR="00F21DB0" w:rsidRPr="00B70256" w:rsidRDefault="00F21DB0" w:rsidP="00E44FF8">
            <w:pPr>
              <w:pStyle w:val="tablehead"/>
              <w:rPr>
                <w:ins w:id="2122" w:author="Author"/>
              </w:rPr>
            </w:pPr>
            <w:ins w:id="2123" w:author="Author">
              <w:r w:rsidRPr="00B70256">
                <w:lastRenderedPageBreak/>
                <w:br/>
              </w:r>
              <w:r w:rsidRPr="00B70256">
                <w:br/>
              </w:r>
              <w:r w:rsidRPr="00B70256">
                <w:br/>
              </w:r>
            </w:ins>
          </w:p>
        </w:tc>
        <w:tc>
          <w:tcPr>
            <w:tcW w:w="2400" w:type="dxa"/>
            <w:gridSpan w:val="4"/>
            <w:tcBorders>
              <w:top w:val="single" w:sz="6" w:space="0" w:color="auto"/>
              <w:left w:val="single" w:sz="6" w:space="0" w:color="auto"/>
              <w:bottom w:val="single" w:sz="6" w:space="0" w:color="auto"/>
              <w:right w:val="single" w:sz="6" w:space="0" w:color="auto"/>
            </w:tcBorders>
          </w:tcPr>
          <w:p w14:paraId="2669C770" w14:textId="77777777" w:rsidR="00F21DB0" w:rsidRPr="00B70256" w:rsidRDefault="00F21DB0" w:rsidP="00E44FF8">
            <w:pPr>
              <w:pStyle w:val="tablehead"/>
              <w:rPr>
                <w:ins w:id="2124" w:author="Author"/>
              </w:rPr>
            </w:pPr>
            <w:ins w:id="2125" w:author="Author">
              <w:r w:rsidRPr="00B70256">
                <w:br/>
              </w:r>
              <w:r w:rsidRPr="00B70256">
                <w:br/>
              </w:r>
              <w:r w:rsidRPr="00B70256">
                <w:br/>
                <w:t>First</w:t>
              </w:r>
            </w:ins>
          </w:p>
        </w:tc>
        <w:tc>
          <w:tcPr>
            <w:tcW w:w="1310" w:type="dxa"/>
            <w:gridSpan w:val="2"/>
            <w:tcBorders>
              <w:top w:val="single" w:sz="6" w:space="0" w:color="auto"/>
              <w:left w:val="single" w:sz="6" w:space="0" w:color="auto"/>
              <w:bottom w:val="single" w:sz="6" w:space="0" w:color="auto"/>
              <w:right w:val="single" w:sz="6" w:space="0" w:color="auto"/>
            </w:tcBorders>
          </w:tcPr>
          <w:p w14:paraId="4314CBE2" w14:textId="77777777" w:rsidR="00F21DB0" w:rsidRPr="00B70256" w:rsidRDefault="00F21DB0" w:rsidP="00E44FF8">
            <w:pPr>
              <w:pStyle w:val="tablehead"/>
              <w:rPr>
                <w:ins w:id="2126" w:author="Author"/>
              </w:rPr>
            </w:pPr>
            <w:ins w:id="2127" w:author="Author">
              <w:r w:rsidRPr="00B70256">
                <w:br/>
                <w:t>Dwelling</w:t>
              </w:r>
              <w:r w:rsidRPr="00B70256">
                <w:br/>
                <w:t>Structure</w:t>
              </w:r>
              <w:r w:rsidRPr="00B70256">
                <w:br/>
                <w:t>(3)</w:t>
              </w:r>
            </w:ins>
          </w:p>
        </w:tc>
        <w:tc>
          <w:tcPr>
            <w:tcW w:w="1090" w:type="dxa"/>
            <w:gridSpan w:val="3"/>
            <w:tcBorders>
              <w:top w:val="single" w:sz="6" w:space="0" w:color="auto"/>
              <w:left w:val="single" w:sz="6" w:space="0" w:color="auto"/>
              <w:bottom w:val="single" w:sz="6" w:space="0" w:color="auto"/>
              <w:right w:val="single" w:sz="6" w:space="0" w:color="auto"/>
            </w:tcBorders>
          </w:tcPr>
          <w:p w14:paraId="0FDE7FC9" w14:textId="77777777" w:rsidR="00F21DB0" w:rsidRPr="00B70256" w:rsidRDefault="00F21DB0" w:rsidP="00E44FF8">
            <w:pPr>
              <w:pStyle w:val="tablehead"/>
              <w:rPr>
                <w:ins w:id="2128" w:author="Author"/>
              </w:rPr>
            </w:pPr>
            <w:ins w:id="2129" w:author="Author">
              <w:r w:rsidRPr="00B70256">
                <w:t>Non-dwelling</w:t>
              </w:r>
              <w:r w:rsidRPr="00B70256">
                <w:br/>
                <w:t>Structure</w:t>
              </w:r>
              <w:r w:rsidRPr="00B70256">
                <w:br/>
                <w:t>(1)</w:t>
              </w:r>
            </w:ins>
          </w:p>
        </w:tc>
      </w:tr>
      <w:tr w:rsidR="00F21DB0" w:rsidRPr="00B70256" w14:paraId="05C8C087" w14:textId="77777777" w:rsidTr="00E44FF8">
        <w:trPr>
          <w:cantSplit/>
          <w:trHeight w:val="190"/>
          <w:ins w:id="2130" w:author="Author"/>
        </w:trPr>
        <w:tc>
          <w:tcPr>
            <w:tcW w:w="200" w:type="dxa"/>
          </w:tcPr>
          <w:p w14:paraId="5093AC32" w14:textId="77777777" w:rsidR="00F21DB0" w:rsidRPr="00B70256" w:rsidRDefault="00F21DB0" w:rsidP="00E44FF8">
            <w:pPr>
              <w:pStyle w:val="tabletext11"/>
              <w:rPr>
                <w:ins w:id="2131" w:author="Author"/>
              </w:rPr>
            </w:pPr>
          </w:p>
        </w:tc>
        <w:tc>
          <w:tcPr>
            <w:tcW w:w="300" w:type="dxa"/>
            <w:tcBorders>
              <w:left w:val="single" w:sz="6" w:space="0" w:color="auto"/>
            </w:tcBorders>
          </w:tcPr>
          <w:p w14:paraId="4C41CE3C" w14:textId="77777777" w:rsidR="00F21DB0" w:rsidRPr="00B70256" w:rsidRDefault="00F21DB0" w:rsidP="00E44FF8">
            <w:pPr>
              <w:pStyle w:val="tabletext11"/>
              <w:jc w:val="right"/>
              <w:rPr>
                <w:ins w:id="2132" w:author="Author"/>
              </w:rPr>
            </w:pPr>
            <w:ins w:id="2133" w:author="Author">
              <w:r w:rsidRPr="00B70256">
                <w:t>$</w:t>
              </w:r>
            </w:ins>
          </w:p>
        </w:tc>
        <w:tc>
          <w:tcPr>
            <w:tcW w:w="2100" w:type="dxa"/>
            <w:gridSpan w:val="3"/>
            <w:tcBorders>
              <w:left w:val="nil"/>
              <w:right w:val="single" w:sz="6" w:space="0" w:color="auto"/>
            </w:tcBorders>
          </w:tcPr>
          <w:p w14:paraId="1391A5FF" w14:textId="77777777" w:rsidR="00F21DB0" w:rsidRPr="00B70256" w:rsidRDefault="00F21DB0" w:rsidP="00E44FF8">
            <w:pPr>
              <w:pStyle w:val="tabletext11"/>
              <w:tabs>
                <w:tab w:val="decimal" w:pos="640"/>
              </w:tabs>
              <w:rPr>
                <w:ins w:id="2134" w:author="Author"/>
              </w:rPr>
            </w:pPr>
            <w:ins w:id="2135" w:author="Author">
              <w:r w:rsidRPr="00B70256">
                <w:t>50,000 or less</w:t>
              </w:r>
            </w:ins>
          </w:p>
        </w:tc>
        <w:tc>
          <w:tcPr>
            <w:tcW w:w="400" w:type="dxa"/>
            <w:tcBorders>
              <w:top w:val="single" w:sz="6" w:space="0" w:color="auto"/>
              <w:left w:val="single" w:sz="6" w:space="0" w:color="auto"/>
            </w:tcBorders>
          </w:tcPr>
          <w:p w14:paraId="5599E514" w14:textId="77777777" w:rsidR="00F21DB0" w:rsidRPr="00B70256" w:rsidRDefault="00F21DB0" w:rsidP="00E44FF8">
            <w:pPr>
              <w:pStyle w:val="tabletext11"/>
              <w:jc w:val="right"/>
              <w:rPr>
                <w:ins w:id="2136" w:author="Author"/>
              </w:rPr>
            </w:pPr>
            <w:ins w:id="2137" w:author="Author">
              <w:r w:rsidRPr="00B70256">
                <w:t>$</w:t>
              </w:r>
            </w:ins>
          </w:p>
        </w:tc>
        <w:tc>
          <w:tcPr>
            <w:tcW w:w="910" w:type="dxa"/>
            <w:tcBorders>
              <w:top w:val="single" w:sz="6" w:space="0" w:color="auto"/>
              <w:left w:val="nil"/>
              <w:right w:val="single" w:sz="6" w:space="0" w:color="auto"/>
            </w:tcBorders>
          </w:tcPr>
          <w:p w14:paraId="0BF60803" w14:textId="77777777" w:rsidR="00F21DB0" w:rsidRPr="00B70256" w:rsidRDefault="00F21DB0" w:rsidP="00E44FF8">
            <w:pPr>
              <w:pStyle w:val="tabletext11"/>
              <w:tabs>
                <w:tab w:val="decimal" w:pos="200"/>
                <w:tab w:val="decimal" w:pos="240"/>
              </w:tabs>
              <w:rPr>
                <w:ins w:id="2138" w:author="Author"/>
              </w:rPr>
            </w:pPr>
            <w:ins w:id="2139" w:author="Author">
              <w:r w:rsidRPr="00B70256">
                <w:t>16.33</w:t>
              </w:r>
            </w:ins>
          </w:p>
        </w:tc>
        <w:tc>
          <w:tcPr>
            <w:tcW w:w="300" w:type="dxa"/>
            <w:gridSpan w:val="2"/>
            <w:tcBorders>
              <w:top w:val="single" w:sz="6" w:space="0" w:color="auto"/>
              <w:left w:val="single" w:sz="6" w:space="0" w:color="auto"/>
            </w:tcBorders>
          </w:tcPr>
          <w:p w14:paraId="789E0319" w14:textId="77777777" w:rsidR="00F21DB0" w:rsidRPr="00B70256" w:rsidRDefault="00F21DB0" w:rsidP="00E44FF8">
            <w:pPr>
              <w:pStyle w:val="tabletext11"/>
              <w:jc w:val="right"/>
              <w:rPr>
                <w:ins w:id="2140" w:author="Author"/>
              </w:rPr>
            </w:pPr>
            <w:ins w:id="2141" w:author="Author">
              <w:r w:rsidRPr="00B70256">
                <w:t>$</w:t>
              </w:r>
            </w:ins>
          </w:p>
        </w:tc>
        <w:tc>
          <w:tcPr>
            <w:tcW w:w="790" w:type="dxa"/>
            <w:tcBorders>
              <w:top w:val="single" w:sz="6" w:space="0" w:color="auto"/>
              <w:left w:val="nil"/>
              <w:right w:val="single" w:sz="6" w:space="0" w:color="auto"/>
            </w:tcBorders>
          </w:tcPr>
          <w:p w14:paraId="60E9D622" w14:textId="77777777" w:rsidR="00F21DB0" w:rsidRPr="00B70256" w:rsidRDefault="00F21DB0" w:rsidP="00E44FF8">
            <w:pPr>
              <w:pStyle w:val="tabletext11"/>
              <w:tabs>
                <w:tab w:val="decimal" w:pos="200"/>
              </w:tabs>
              <w:rPr>
                <w:ins w:id="2142" w:author="Author"/>
              </w:rPr>
            </w:pPr>
            <w:ins w:id="2143" w:author="Author">
              <w:r w:rsidRPr="00B70256">
                <w:t>21.33</w:t>
              </w:r>
            </w:ins>
          </w:p>
        </w:tc>
      </w:tr>
      <w:tr w:rsidR="00F21DB0" w:rsidRPr="00B70256" w14:paraId="39799C63" w14:textId="77777777" w:rsidTr="00E44FF8">
        <w:trPr>
          <w:cantSplit/>
          <w:trHeight w:val="190"/>
          <w:ins w:id="2144" w:author="Author"/>
        </w:trPr>
        <w:tc>
          <w:tcPr>
            <w:tcW w:w="200" w:type="dxa"/>
          </w:tcPr>
          <w:p w14:paraId="018EBD49" w14:textId="77777777" w:rsidR="00F21DB0" w:rsidRPr="00B70256" w:rsidRDefault="00F21DB0" w:rsidP="00E44FF8">
            <w:pPr>
              <w:pStyle w:val="tabletext11"/>
              <w:rPr>
                <w:ins w:id="2145" w:author="Author"/>
              </w:rPr>
            </w:pPr>
          </w:p>
        </w:tc>
        <w:tc>
          <w:tcPr>
            <w:tcW w:w="300" w:type="dxa"/>
            <w:tcBorders>
              <w:left w:val="single" w:sz="6" w:space="0" w:color="auto"/>
            </w:tcBorders>
          </w:tcPr>
          <w:p w14:paraId="5C003C82" w14:textId="77777777" w:rsidR="00F21DB0" w:rsidRPr="00B70256" w:rsidRDefault="00F21DB0" w:rsidP="00E44FF8">
            <w:pPr>
              <w:pStyle w:val="tabletext11"/>
              <w:jc w:val="right"/>
              <w:rPr>
                <w:ins w:id="2146" w:author="Author"/>
              </w:rPr>
            </w:pPr>
          </w:p>
        </w:tc>
        <w:tc>
          <w:tcPr>
            <w:tcW w:w="2100" w:type="dxa"/>
            <w:gridSpan w:val="3"/>
            <w:tcBorders>
              <w:left w:val="nil"/>
              <w:right w:val="single" w:sz="6" w:space="0" w:color="auto"/>
            </w:tcBorders>
          </w:tcPr>
          <w:p w14:paraId="101E40C4" w14:textId="77777777" w:rsidR="00F21DB0" w:rsidRPr="00B70256" w:rsidRDefault="00F21DB0" w:rsidP="00E44FF8">
            <w:pPr>
              <w:pStyle w:val="tabletext11"/>
              <w:tabs>
                <w:tab w:val="decimal" w:pos="640"/>
              </w:tabs>
              <w:rPr>
                <w:ins w:id="2147" w:author="Author"/>
              </w:rPr>
            </w:pPr>
            <w:ins w:id="2148" w:author="Author">
              <w:r w:rsidRPr="00B70256">
                <w:t>50,001 to 60,000</w:t>
              </w:r>
            </w:ins>
          </w:p>
        </w:tc>
        <w:tc>
          <w:tcPr>
            <w:tcW w:w="400" w:type="dxa"/>
            <w:tcBorders>
              <w:left w:val="single" w:sz="6" w:space="0" w:color="auto"/>
            </w:tcBorders>
          </w:tcPr>
          <w:p w14:paraId="73A74F9B" w14:textId="77777777" w:rsidR="00F21DB0" w:rsidRPr="00B70256" w:rsidRDefault="00F21DB0" w:rsidP="00E44FF8">
            <w:pPr>
              <w:pStyle w:val="tabletext11"/>
              <w:jc w:val="right"/>
              <w:rPr>
                <w:ins w:id="2149" w:author="Author"/>
              </w:rPr>
            </w:pPr>
          </w:p>
        </w:tc>
        <w:tc>
          <w:tcPr>
            <w:tcW w:w="910" w:type="dxa"/>
            <w:tcBorders>
              <w:left w:val="nil"/>
              <w:right w:val="single" w:sz="6" w:space="0" w:color="auto"/>
            </w:tcBorders>
          </w:tcPr>
          <w:p w14:paraId="74A5D42F" w14:textId="77777777" w:rsidR="00F21DB0" w:rsidRPr="00B70256" w:rsidRDefault="00F21DB0" w:rsidP="00E44FF8">
            <w:pPr>
              <w:pStyle w:val="tabletext11"/>
              <w:tabs>
                <w:tab w:val="decimal" w:pos="200"/>
                <w:tab w:val="decimal" w:pos="240"/>
              </w:tabs>
              <w:rPr>
                <w:ins w:id="2150" w:author="Author"/>
              </w:rPr>
            </w:pPr>
            <w:ins w:id="2151" w:author="Author">
              <w:r w:rsidRPr="00B70256">
                <w:t>18.90</w:t>
              </w:r>
            </w:ins>
          </w:p>
        </w:tc>
        <w:tc>
          <w:tcPr>
            <w:tcW w:w="300" w:type="dxa"/>
            <w:gridSpan w:val="2"/>
            <w:tcBorders>
              <w:left w:val="single" w:sz="6" w:space="0" w:color="auto"/>
            </w:tcBorders>
          </w:tcPr>
          <w:p w14:paraId="18C9F80D" w14:textId="77777777" w:rsidR="00F21DB0" w:rsidRPr="00B70256" w:rsidRDefault="00F21DB0" w:rsidP="00E44FF8">
            <w:pPr>
              <w:pStyle w:val="tabletext11"/>
              <w:jc w:val="right"/>
              <w:rPr>
                <w:ins w:id="2152" w:author="Author"/>
              </w:rPr>
            </w:pPr>
          </w:p>
        </w:tc>
        <w:tc>
          <w:tcPr>
            <w:tcW w:w="790" w:type="dxa"/>
            <w:tcBorders>
              <w:left w:val="nil"/>
              <w:right w:val="single" w:sz="6" w:space="0" w:color="auto"/>
            </w:tcBorders>
          </w:tcPr>
          <w:p w14:paraId="173DD0A2" w14:textId="77777777" w:rsidR="00F21DB0" w:rsidRPr="00B70256" w:rsidRDefault="00F21DB0" w:rsidP="00E44FF8">
            <w:pPr>
              <w:pStyle w:val="tabletext11"/>
              <w:tabs>
                <w:tab w:val="decimal" w:pos="200"/>
              </w:tabs>
              <w:rPr>
                <w:ins w:id="2153" w:author="Author"/>
              </w:rPr>
            </w:pPr>
            <w:ins w:id="2154" w:author="Author">
              <w:r w:rsidRPr="00B70256">
                <w:t>23.90</w:t>
              </w:r>
            </w:ins>
          </w:p>
        </w:tc>
      </w:tr>
      <w:tr w:rsidR="00F21DB0" w:rsidRPr="00B70256" w14:paraId="52D9F887" w14:textId="77777777" w:rsidTr="00E44FF8">
        <w:trPr>
          <w:cantSplit/>
          <w:trHeight w:val="190"/>
          <w:ins w:id="2155" w:author="Author"/>
        </w:trPr>
        <w:tc>
          <w:tcPr>
            <w:tcW w:w="200" w:type="dxa"/>
          </w:tcPr>
          <w:p w14:paraId="09714B06" w14:textId="77777777" w:rsidR="00F21DB0" w:rsidRPr="00B70256" w:rsidRDefault="00F21DB0" w:rsidP="00E44FF8">
            <w:pPr>
              <w:pStyle w:val="tabletext11"/>
              <w:rPr>
                <w:ins w:id="2156" w:author="Author"/>
              </w:rPr>
            </w:pPr>
          </w:p>
        </w:tc>
        <w:tc>
          <w:tcPr>
            <w:tcW w:w="300" w:type="dxa"/>
            <w:tcBorders>
              <w:left w:val="single" w:sz="6" w:space="0" w:color="auto"/>
            </w:tcBorders>
          </w:tcPr>
          <w:p w14:paraId="5A57DC7A" w14:textId="77777777" w:rsidR="00F21DB0" w:rsidRPr="00B70256" w:rsidRDefault="00F21DB0" w:rsidP="00E44FF8">
            <w:pPr>
              <w:pStyle w:val="tabletext11"/>
              <w:jc w:val="right"/>
              <w:rPr>
                <w:ins w:id="2157" w:author="Author"/>
              </w:rPr>
            </w:pPr>
          </w:p>
        </w:tc>
        <w:tc>
          <w:tcPr>
            <w:tcW w:w="2100" w:type="dxa"/>
            <w:gridSpan w:val="3"/>
            <w:tcBorders>
              <w:left w:val="nil"/>
              <w:right w:val="single" w:sz="6" w:space="0" w:color="auto"/>
            </w:tcBorders>
          </w:tcPr>
          <w:p w14:paraId="77B2101B" w14:textId="77777777" w:rsidR="00F21DB0" w:rsidRPr="00B70256" w:rsidRDefault="00F21DB0" w:rsidP="00E44FF8">
            <w:pPr>
              <w:pStyle w:val="tabletext11"/>
              <w:tabs>
                <w:tab w:val="decimal" w:pos="640"/>
              </w:tabs>
              <w:rPr>
                <w:ins w:id="2158" w:author="Author"/>
              </w:rPr>
            </w:pPr>
            <w:ins w:id="2159" w:author="Author">
              <w:r w:rsidRPr="00B70256">
                <w:t>60,001 to 70,000</w:t>
              </w:r>
            </w:ins>
          </w:p>
        </w:tc>
        <w:tc>
          <w:tcPr>
            <w:tcW w:w="400" w:type="dxa"/>
            <w:tcBorders>
              <w:left w:val="single" w:sz="6" w:space="0" w:color="auto"/>
            </w:tcBorders>
          </w:tcPr>
          <w:p w14:paraId="0520C935" w14:textId="77777777" w:rsidR="00F21DB0" w:rsidRPr="00B70256" w:rsidRDefault="00F21DB0" w:rsidP="00E44FF8">
            <w:pPr>
              <w:pStyle w:val="tabletext11"/>
              <w:jc w:val="right"/>
              <w:rPr>
                <w:ins w:id="2160" w:author="Author"/>
              </w:rPr>
            </w:pPr>
          </w:p>
        </w:tc>
        <w:tc>
          <w:tcPr>
            <w:tcW w:w="910" w:type="dxa"/>
            <w:tcBorders>
              <w:left w:val="nil"/>
              <w:right w:val="single" w:sz="6" w:space="0" w:color="auto"/>
            </w:tcBorders>
          </w:tcPr>
          <w:p w14:paraId="55D3B139" w14:textId="77777777" w:rsidR="00F21DB0" w:rsidRPr="00B70256" w:rsidRDefault="00F21DB0" w:rsidP="00E44FF8">
            <w:pPr>
              <w:pStyle w:val="tabletext11"/>
              <w:tabs>
                <w:tab w:val="decimal" w:pos="200"/>
                <w:tab w:val="decimal" w:pos="240"/>
              </w:tabs>
              <w:rPr>
                <w:ins w:id="2161" w:author="Author"/>
              </w:rPr>
            </w:pPr>
            <w:ins w:id="2162" w:author="Author">
              <w:r w:rsidRPr="00B70256">
                <w:t>21.28</w:t>
              </w:r>
            </w:ins>
          </w:p>
        </w:tc>
        <w:tc>
          <w:tcPr>
            <w:tcW w:w="300" w:type="dxa"/>
            <w:gridSpan w:val="2"/>
            <w:tcBorders>
              <w:left w:val="single" w:sz="6" w:space="0" w:color="auto"/>
            </w:tcBorders>
          </w:tcPr>
          <w:p w14:paraId="3542AFAC" w14:textId="77777777" w:rsidR="00F21DB0" w:rsidRPr="00B70256" w:rsidRDefault="00F21DB0" w:rsidP="00E44FF8">
            <w:pPr>
              <w:pStyle w:val="tabletext11"/>
              <w:jc w:val="right"/>
              <w:rPr>
                <w:ins w:id="2163" w:author="Author"/>
              </w:rPr>
            </w:pPr>
          </w:p>
        </w:tc>
        <w:tc>
          <w:tcPr>
            <w:tcW w:w="790" w:type="dxa"/>
            <w:tcBorders>
              <w:left w:val="nil"/>
              <w:right w:val="single" w:sz="6" w:space="0" w:color="auto"/>
            </w:tcBorders>
          </w:tcPr>
          <w:p w14:paraId="5A5A3CC3" w14:textId="77777777" w:rsidR="00F21DB0" w:rsidRPr="00B70256" w:rsidRDefault="00F21DB0" w:rsidP="00E44FF8">
            <w:pPr>
              <w:pStyle w:val="tabletext11"/>
              <w:tabs>
                <w:tab w:val="decimal" w:pos="200"/>
              </w:tabs>
              <w:rPr>
                <w:ins w:id="2164" w:author="Author"/>
              </w:rPr>
            </w:pPr>
            <w:ins w:id="2165" w:author="Author">
              <w:r w:rsidRPr="00B70256">
                <w:t>26.28</w:t>
              </w:r>
            </w:ins>
          </w:p>
        </w:tc>
      </w:tr>
      <w:tr w:rsidR="00F21DB0" w:rsidRPr="00B70256" w14:paraId="2EA2502E" w14:textId="77777777" w:rsidTr="00E44FF8">
        <w:trPr>
          <w:cantSplit/>
          <w:trHeight w:val="190"/>
          <w:ins w:id="2166" w:author="Author"/>
        </w:trPr>
        <w:tc>
          <w:tcPr>
            <w:tcW w:w="200" w:type="dxa"/>
          </w:tcPr>
          <w:p w14:paraId="0F203E45" w14:textId="77777777" w:rsidR="00F21DB0" w:rsidRPr="00B70256" w:rsidRDefault="00F21DB0" w:rsidP="00E44FF8">
            <w:pPr>
              <w:pStyle w:val="tabletext11"/>
              <w:rPr>
                <w:ins w:id="2167" w:author="Author"/>
              </w:rPr>
            </w:pPr>
          </w:p>
        </w:tc>
        <w:tc>
          <w:tcPr>
            <w:tcW w:w="300" w:type="dxa"/>
            <w:tcBorders>
              <w:left w:val="single" w:sz="6" w:space="0" w:color="auto"/>
            </w:tcBorders>
          </w:tcPr>
          <w:p w14:paraId="63018DC5" w14:textId="77777777" w:rsidR="00F21DB0" w:rsidRPr="00B70256" w:rsidRDefault="00F21DB0" w:rsidP="00E44FF8">
            <w:pPr>
              <w:pStyle w:val="tabletext11"/>
              <w:jc w:val="right"/>
              <w:rPr>
                <w:ins w:id="2168" w:author="Author"/>
              </w:rPr>
            </w:pPr>
          </w:p>
        </w:tc>
        <w:tc>
          <w:tcPr>
            <w:tcW w:w="2100" w:type="dxa"/>
            <w:gridSpan w:val="3"/>
            <w:tcBorders>
              <w:left w:val="nil"/>
              <w:right w:val="single" w:sz="6" w:space="0" w:color="auto"/>
            </w:tcBorders>
          </w:tcPr>
          <w:p w14:paraId="4DA89AF4" w14:textId="77777777" w:rsidR="00F21DB0" w:rsidRPr="00B70256" w:rsidRDefault="00F21DB0" w:rsidP="00E44FF8">
            <w:pPr>
              <w:pStyle w:val="tabletext11"/>
              <w:tabs>
                <w:tab w:val="decimal" w:pos="640"/>
              </w:tabs>
              <w:rPr>
                <w:ins w:id="2169" w:author="Author"/>
              </w:rPr>
            </w:pPr>
            <w:ins w:id="2170" w:author="Author">
              <w:r w:rsidRPr="00B70256">
                <w:t>70,001 to 80,000</w:t>
              </w:r>
            </w:ins>
          </w:p>
        </w:tc>
        <w:tc>
          <w:tcPr>
            <w:tcW w:w="400" w:type="dxa"/>
            <w:tcBorders>
              <w:left w:val="single" w:sz="6" w:space="0" w:color="auto"/>
            </w:tcBorders>
          </w:tcPr>
          <w:p w14:paraId="584D5B0E" w14:textId="77777777" w:rsidR="00F21DB0" w:rsidRPr="00B70256" w:rsidRDefault="00F21DB0" w:rsidP="00E44FF8">
            <w:pPr>
              <w:pStyle w:val="tabletext11"/>
              <w:jc w:val="right"/>
              <w:rPr>
                <w:ins w:id="2171" w:author="Author"/>
              </w:rPr>
            </w:pPr>
          </w:p>
        </w:tc>
        <w:tc>
          <w:tcPr>
            <w:tcW w:w="910" w:type="dxa"/>
            <w:tcBorders>
              <w:left w:val="nil"/>
              <w:right w:val="single" w:sz="6" w:space="0" w:color="auto"/>
            </w:tcBorders>
          </w:tcPr>
          <w:p w14:paraId="2AAB0ED0" w14:textId="77777777" w:rsidR="00F21DB0" w:rsidRPr="00B70256" w:rsidRDefault="00F21DB0" w:rsidP="00E44FF8">
            <w:pPr>
              <w:pStyle w:val="tabletext11"/>
              <w:tabs>
                <w:tab w:val="decimal" w:pos="200"/>
                <w:tab w:val="decimal" w:pos="240"/>
              </w:tabs>
              <w:rPr>
                <w:ins w:id="2172" w:author="Author"/>
              </w:rPr>
            </w:pPr>
            <w:ins w:id="2173" w:author="Author">
              <w:r w:rsidRPr="00B70256">
                <w:t>23.48</w:t>
              </w:r>
            </w:ins>
          </w:p>
        </w:tc>
        <w:tc>
          <w:tcPr>
            <w:tcW w:w="300" w:type="dxa"/>
            <w:gridSpan w:val="2"/>
            <w:tcBorders>
              <w:left w:val="single" w:sz="6" w:space="0" w:color="auto"/>
            </w:tcBorders>
          </w:tcPr>
          <w:p w14:paraId="7F641C86" w14:textId="77777777" w:rsidR="00F21DB0" w:rsidRPr="00B70256" w:rsidRDefault="00F21DB0" w:rsidP="00E44FF8">
            <w:pPr>
              <w:pStyle w:val="tabletext11"/>
              <w:jc w:val="right"/>
              <w:rPr>
                <w:ins w:id="2174" w:author="Author"/>
              </w:rPr>
            </w:pPr>
          </w:p>
        </w:tc>
        <w:tc>
          <w:tcPr>
            <w:tcW w:w="790" w:type="dxa"/>
            <w:tcBorders>
              <w:left w:val="nil"/>
              <w:right w:val="single" w:sz="6" w:space="0" w:color="auto"/>
            </w:tcBorders>
          </w:tcPr>
          <w:p w14:paraId="3EA72E26" w14:textId="77777777" w:rsidR="00F21DB0" w:rsidRPr="00B70256" w:rsidRDefault="00F21DB0" w:rsidP="00E44FF8">
            <w:pPr>
              <w:pStyle w:val="tabletext11"/>
              <w:tabs>
                <w:tab w:val="decimal" w:pos="200"/>
              </w:tabs>
              <w:rPr>
                <w:ins w:id="2175" w:author="Author"/>
              </w:rPr>
            </w:pPr>
            <w:ins w:id="2176" w:author="Author">
              <w:r w:rsidRPr="00B70256">
                <w:t>28.48</w:t>
              </w:r>
            </w:ins>
          </w:p>
        </w:tc>
      </w:tr>
      <w:tr w:rsidR="00F21DB0" w:rsidRPr="00B70256" w14:paraId="63E7C771" w14:textId="77777777" w:rsidTr="00E44FF8">
        <w:trPr>
          <w:cantSplit/>
          <w:trHeight w:val="253"/>
          <w:ins w:id="2177" w:author="Author"/>
        </w:trPr>
        <w:tc>
          <w:tcPr>
            <w:tcW w:w="200" w:type="dxa"/>
          </w:tcPr>
          <w:p w14:paraId="23EACF87" w14:textId="77777777" w:rsidR="00F21DB0" w:rsidRPr="00B70256" w:rsidRDefault="00F21DB0" w:rsidP="00E44FF8">
            <w:pPr>
              <w:pStyle w:val="tabletext11"/>
              <w:rPr>
                <w:ins w:id="2178" w:author="Author"/>
              </w:rPr>
            </w:pPr>
          </w:p>
        </w:tc>
        <w:tc>
          <w:tcPr>
            <w:tcW w:w="300" w:type="dxa"/>
            <w:tcBorders>
              <w:left w:val="single" w:sz="6" w:space="0" w:color="auto"/>
            </w:tcBorders>
          </w:tcPr>
          <w:p w14:paraId="02282738" w14:textId="77777777" w:rsidR="00F21DB0" w:rsidRPr="00B70256" w:rsidRDefault="00F21DB0" w:rsidP="00E44FF8">
            <w:pPr>
              <w:pStyle w:val="tabletext11"/>
              <w:jc w:val="right"/>
              <w:rPr>
                <w:ins w:id="2179" w:author="Author"/>
              </w:rPr>
            </w:pPr>
          </w:p>
        </w:tc>
        <w:tc>
          <w:tcPr>
            <w:tcW w:w="2100" w:type="dxa"/>
            <w:gridSpan w:val="3"/>
            <w:tcBorders>
              <w:left w:val="nil"/>
              <w:right w:val="single" w:sz="6" w:space="0" w:color="auto"/>
            </w:tcBorders>
          </w:tcPr>
          <w:p w14:paraId="59753329" w14:textId="77777777" w:rsidR="00F21DB0" w:rsidRPr="00B70256" w:rsidRDefault="00F21DB0" w:rsidP="00E44FF8">
            <w:pPr>
              <w:pStyle w:val="tabletext11"/>
              <w:tabs>
                <w:tab w:val="decimal" w:pos="640"/>
              </w:tabs>
              <w:rPr>
                <w:ins w:id="2180" w:author="Author"/>
              </w:rPr>
            </w:pPr>
            <w:ins w:id="2181" w:author="Author">
              <w:r w:rsidRPr="00B70256">
                <w:t>80,001 to 90,000</w:t>
              </w:r>
            </w:ins>
          </w:p>
        </w:tc>
        <w:tc>
          <w:tcPr>
            <w:tcW w:w="400" w:type="dxa"/>
            <w:tcBorders>
              <w:left w:val="single" w:sz="6" w:space="0" w:color="auto"/>
            </w:tcBorders>
          </w:tcPr>
          <w:p w14:paraId="00387EFF" w14:textId="77777777" w:rsidR="00F21DB0" w:rsidRPr="00B70256" w:rsidRDefault="00F21DB0" w:rsidP="00E44FF8">
            <w:pPr>
              <w:pStyle w:val="tabletext11"/>
              <w:jc w:val="right"/>
              <w:rPr>
                <w:ins w:id="2182" w:author="Author"/>
              </w:rPr>
            </w:pPr>
          </w:p>
        </w:tc>
        <w:tc>
          <w:tcPr>
            <w:tcW w:w="910" w:type="dxa"/>
            <w:tcBorders>
              <w:left w:val="nil"/>
              <w:right w:val="single" w:sz="6" w:space="0" w:color="auto"/>
            </w:tcBorders>
          </w:tcPr>
          <w:p w14:paraId="126CB19D" w14:textId="77777777" w:rsidR="00F21DB0" w:rsidRPr="00B70256" w:rsidRDefault="00F21DB0" w:rsidP="00E44FF8">
            <w:pPr>
              <w:pStyle w:val="tabletext11"/>
              <w:tabs>
                <w:tab w:val="decimal" w:pos="200"/>
                <w:tab w:val="decimal" w:pos="240"/>
              </w:tabs>
              <w:rPr>
                <w:ins w:id="2183" w:author="Author"/>
              </w:rPr>
            </w:pPr>
            <w:ins w:id="2184" w:author="Author">
              <w:r w:rsidRPr="00B70256">
                <w:t>25.52</w:t>
              </w:r>
            </w:ins>
          </w:p>
        </w:tc>
        <w:tc>
          <w:tcPr>
            <w:tcW w:w="300" w:type="dxa"/>
            <w:gridSpan w:val="2"/>
            <w:tcBorders>
              <w:left w:val="single" w:sz="6" w:space="0" w:color="auto"/>
            </w:tcBorders>
          </w:tcPr>
          <w:p w14:paraId="6EE6979F" w14:textId="77777777" w:rsidR="00F21DB0" w:rsidRPr="00B70256" w:rsidRDefault="00F21DB0" w:rsidP="00E44FF8">
            <w:pPr>
              <w:pStyle w:val="tabletext11"/>
              <w:jc w:val="right"/>
              <w:rPr>
                <w:ins w:id="2185" w:author="Author"/>
              </w:rPr>
            </w:pPr>
          </w:p>
        </w:tc>
        <w:tc>
          <w:tcPr>
            <w:tcW w:w="790" w:type="dxa"/>
            <w:tcBorders>
              <w:left w:val="nil"/>
              <w:right w:val="single" w:sz="6" w:space="0" w:color="auto"/>
            </w:tcBorders>
          </w:tcPr>
          <w:p w14:paraId="1F5390D4" w14:textId="77777777" w:rsidR="00F21DB0" w:rsidRPr="00B70256" w:rsidRDefault="00F21DB0" w:rsidP="00E44FF8">
            <w:pPr>
              <w:pStyle w:val="tabletext11"/>
              <w:tabs>
                <w:tab w:val="decimal" w:pos="200"/>
              </w:tabs>
              <w:rPr>
                <w:ins w:id="2186" w:author="Author"/>
              </w:rPr>
            </w:pPr>
            <w:ins w:id="2187" w:author="Author">
              <w:r w:rsidRPr="00B70256">
                <w:t>30.52</w:t>
              </w:r>
            </w:ins>
          </w:p>
        </w:tc>
      </w:tr>
      <w:tr w:rsidR="00F21DB0" w:rsidRPr="00B70256" w14:paraId="74B39A7E" w14:textId="77777777" w:rsidTr="00E44FF8">
        <w:trPr>
          <w:cantSplit/>
          <w:trHeight w:val="190"/>
          <w:ins w:id="2188" w:author="Author"/>
        </w:trPr>
        <w:tc>
          <w:tcPr>
            <w:tcW w:w="200" w:type="dxa"/>
          </w:tcPr>
          <w:p w14:paraId="4DDB1D41" w14:textId="77777777" w:rsidR="00F21DB0" w:rsidRPr="00B70256" w:rsidRDefault="00F21DB0" w:rsidP="00E44FF8">
            <w:pPr>
              <w:pStyle w:val="tabletext11"/>
              <w:rPr>
                <w:ins w:id="2189" w:author="Author"/>
              </w:rPr>
            </w:pPr>
          </w:p>
        </w:tc>
        <w:tc>
          <w:tcPr>
            <w:tcW w:w="300" w:type="dxa"/>
            <w:tcBorders>
              <w:left w:val="single" w:sz="6" w:space="0" w:color="auto"/>
            </w:tcBorders>
          </w:tcPr>
          <w:p w14:paraId="69FE3355" w14:textId="77777777" w:rsidR="00F21DB0" w:rsidRPr="00B70256" w:rsidRDefault="00F21DB0" w:rsidP="00E44FF8">
            <w:pPr>
              <w:pStyle w:val="tabletext11"/>
              <w:jc w:val="right"/>
              <w:rPr>
                <w:ins w:id="2190" w:author="Author"/>
              </w:rPr>
            </w:pPr>
          </w:p>
        </w:tc>
        <w:tc>
          <w:tcPr>
            <w:tcW w:w="2100" w:type="dxa"/>
            <w:gridSpan w:val="3"/>
            <w:tcBorders>
              <w:left w:val="nil"/>
              <w:right w:val="single" w:sz="6" w:space="0" w:color="auto"/>
            </w:tcBorders>
          </w:tcPr>
          <w:p w14:paraId="58043339" w14:textId="77777777" w:rsidR="00F21DB0" w:rsidRPr="00B70256" w:rsidRDefault="00F21DB0" w:rsidP="00E44FF8">
            <w:pPr>
              <w:pStyle w:val="tabletext11"/>
              <w:tabs>
                <w:tab w:val="decimal" w:pos="640"/>
              </w:tabs>
              <w:rPr>
                <w:ins w:id="2191" w:author="Author"/>
              </w:rPr>
            </w:pPr>
            <w:ins w:id="2192" w:author="Author">
              <w:r w:rsidRPr="00B70256">
                <w:t>90,001 to 100,000</w:t>
              </w:r>
            </w:ins>
          </w:p>
        </w:tc>
        <w:tc>
          <w:tcPr>
            <w:tcW w:w="400" w:type="dxa"/>
            <w:tcBorders>
              <w:left w:val="single" w:sz="6" w:space="0" w:color="auto"/>
            </w:tcBorders>
          </w:tcPr>
          <w:p w14:paraId="342DE866" w14:textId="77777777" w:rsidR="00F21DB0" w:rsidRPr="00B70256" w:rsidRDefault="00F21DB0" w:rsidP="00E44FF8">
            <w:pPr>
              <w:pStyle w:val="tabletext11"/>
              <w:jc w:val="right"/>
              <w:rPr>
                <w:ins w:id="2193" w:author="Author"/>
              </w:rPr>
            </w:pPr>
          </w:p>
        </w:tc>
        <w:tc>
          <w:tcPr>
            <w:tcW w:w="910" w:type="dxa"/>
            <w:tcBorders>
              <w:left w:val="nil"/>
              <w:right w:val="single" w:sz="6" w:space="0" w:color="auto"/>
            </w:tcBorders>
          </w:tcPr>
          <w:p w14:paraId="603970F6" w14:textId="77777777" w:rsidR="00F21DB0" w:rsidRPr="00B70256" w:rsidRDefault="00F21DB0" w:rsidP="00E44FF8">
            <w:pPr>
              <w:pStyle w:val="tabletext11"/>
              <w:tabs>
                <w:tab w:val="decimal" w:pos="200"/>
                <w:tab w:val="decimal" w:pos="240"/>
              </w:tabs>
              <w:rPr>
                <w:ins w:id="2194" w:author="Author"/>
              </w:rPr>
            </w:pPr>
            <w:ins w:id="2195" w:author="Author">
              <w:r w:rsidRPr="00B70256">
                <w:t>27.40</w:t>
              </w:r>
            </w:ins>
          </w:p>
        </w:tc>
        <w:tc>
          <w:tcPr>
            <w:tcW w:w="300" w:type="dxa"/>
            <w:gridSpan w:val="2"/>
            <w:tcBorders>
              <w:left w:val="single" w:sz="6" w:space="0" w:color="auto"/>
            </w:tcBorders>
          </w:tcPr>
          <w:p w14:paraId="16AF7A64" w14:textId="77777777" w:rsidR="00F21DB0" w:rsidRPr="00B70256" w:rsidRDefault="00F21DB0" w:rsidP="00E44FF8">
            <w:pPr>
              <w:pStyle w:val="tabletext11"/>
              <w:jc w:val="right"/>
              <w:rPr>
                <w:ins w:id="2196" w:author="Author"/>
              </w:rPr>
            </w:pPr>
          </w:p>
        </w:tc>
        <w:tc>
          <w:tcPr>
            <w:tcW w:w="790" w:type="dxa"/>
            <w:tcBorders>
              <w:left w:val="nil"/>
              <w:right w:val="single" w:sz="6" w:space="0" w:color="auto"/>
            </w:tcBorders>
          </w:tcPr>
          <w:p w14:paraId="64F70CD1" w14:textId="77777777" w:rsidR="00F21DB0" w:rsidRPr="00B70256" w:rsidRDefault="00F21DB0" w:rsidP="00E44FF8">
            <w:pPr>
              <w:pStyle w:val="tabletext11"/>
              <w:tabs>
                <w:tab w:val="decimal" w:pos="200"/>
              </w:tabs>
              <w:rPr>
                <w:ins w:id="2197" w:author="Author"/>
              </w:rPr>
            </w:pPr>
            <w:ins w:id="2198" w:author="Author">
              <w:r w:rsidRPr="00B70256">
                <w:t>32.40</w:t>
              </w:r>
            </w:ins>
          </w:p>
        </w:tc>
      </w:tr>
      <w:tr w:rsidR="00F21DB0" w:rsidRPr="00B70256" w14:paraId="075FD006" w14:textId="77777777" w:rsidTr="00E44FF8">
        <w:trPr>
          <w:cantSplit/>
          <w:trHeight w:val="190"/>
          <w:ins w:id="2199" w:author="Author"/>
        </w:trPr>
        <w:tc>
          <w:tcPr>
            <w:tcW w:w="200" w:type="dxa"/>
          </w:tcPr>
          <w:p w14:paraId="293ADB8C" w14:textId="77777777" w:rsidR="00F21DB0" w:rsidRPr="00B70256" w:rsidRDefault="00F21DB0" w:rsidP="00E44FF8">
            <w:pPr>
              <w:pStyle w:val="tabletext11"/>
              <w:rPr>
                <w:ins w:id="2200" w:author="Author"/>
              </w:rPr>
            </w:pPr>
          </w:p>
        </w:tc>
        <w:tc>
          <w:tcPr>
            <w:tcW w:w="300" w:type="dxa"/>
            <w:tcBorders>
              <w:left w:val="single" w:sz="6" w:space="0" w:color="auto"/>
            </w:tcBorders>
          </w:tcPr>
          <w:p w14:paraId="5205426E" w14:textId="77777777" w:rsidR="00F21DB0" w:rsidRPr="00B70256" w:rsidRDefault="00F21DB0" w:rsidP="00E44FF8">
            <w:pPr>
              <w:pStyle w:val="tabletext11"/>
              <w:jc w:val="right"/>
              <w:rPr>
                <w:ins w:id="2201" w:author="Author"/>
              </w:rPr>
            </w:pPr>
          </w:p>
        </w:tc>
        <w:tc>
          <w:tcPr>
            <w:tcW w:w="2100" w:type="dxa"/>
            <w:gridSpan w:val="3"/>
            <w:tcBorders>
              <w:left w:val="nil"/>
              <w:right w:val="single" w:sz="6" w:space="0" w:color="auto"/>
            </w:tcBorders>
          </w:tcPr>
          <w:p w14:paraId="2ED2551F" w14:textId="77777777" w:rsidR="00F21DB0" w:rsidRPr="00B70256" w:rsidRDefault="00F21DB0" w:rsidP="00E44FF8">
            <w:pPr>
              <w:pStyle w:val="tabletext11"/>
              <w:rPr>
                <w:ins w:id="2202" w:author="Author"/>
              </w:rPr>
            </w:pPr>
            <w:ins w:id="2203" w:author="Author">
              <w:r w:rsidRPr="00B70256">
                <w:t>100,001 to 110,000</w:t>
              </w:r>
            </w:ins>
          </w:p>
        </w:tc>
        <w:tc>
          <w:tcPr>
            <w:tcW w:w="400" w:type="dxa"/>
            <w:tcBorders>
              <w:left w:val="single" w:sz="6" w:space="0" w:color="auto"/>
            </w:tcBorders>
          </w:tcPr>
          <w:p w14:paraId="561853F6" w14:textId="77777777" w:rsidR="00F21DB0" w:rsidRPr="00B70256" w:rsidRDefault="00F21DB0" w:rsidP="00E44FF8">
            <w:pPr>
              <w:pStyle w:val="tabletext11"/>
              <w:jc w:val="right"/>
              <w:rPr>
                <w:ins w:id="2204" w:author="Author"/>
              </w:rPr>
            </w:pPr>
          </w:p>
        </w:tc>
        <w:tc>
          <w:tcPr>
            <w:tcW w:w="910" w:type="dxa"/>
            <w:tcBorders>
              <w:left w:val="nil"/>
              <w:right w:val="single" w:sz="6" w:space="0" w:color="auto"/>
            </w:tcBorders>
          </w:tcPr>
          <w:p w14:paraId="7E59EC11" w14:textId="77777777" w:rsidR="00F21DB0" w:rsidRPr="00B70256" w:rsidRDefault="00F21DB0" w:rsidP="00E44FF8">
            <w:pPr>
              <w:pStyle w:val="tabletext11"/>
              <w:tabs>
                <w:tab w:val="decimal" w:pos="200"/>
                <w:tab w:val="decimal" w:pos="240"/>
              </w:tabs>
              <w:rPr>
                <w:ins w:id="2205" w:author="Author"/>
              </w:rPr>
            </w:pPr>
            <w:ins w:id="2206" w:author="Author">
              <w:r w:rsidRPr="00B70256">
                <w:t>29.15</w:t>
              </w:r>
            </w:ins>
          </w:p>
        </w:tc>
        <w:tc>
          <w:tcPr>
            <w:tcW w:w="300" w:type="dxa"/>
            <w:gridSpan w:val="2"/>
            <w:tcBorders>
              <w:left w:val="single" w:sz="6" w:space="0" w:color="auto"/>
            </w:tcBorders>
          </w:tcPr>
          <w:p w14:paraId="5AC23100" w14:textId="77777777" w:rsidR="00F21DB0" w:rsidRPr="00B70256" w:rsidRDefault="00F21DB0" w:rsidP="00E44FF8">
            <w:pPr>
              <w:pStyle w:val="tabletext11"/>
              <w:jc w:val="right"/>
              <w:rPr>
                <w:ins w:id="2207" w:author="Author"/>
              </w:rPr>
            </w:pPr>
          </w:p>
        </w:tc>
        <w:tc>
          <w:tcPr>
            <w:tcW w:w="790" w:type="dxa"/>
            <w:tcBorders>
              <w:left w:val="nil"/>
              <w:right w:val="single" w:sz="6" w:space="0" w:color="auto"/>
            </w:tcBorders>
          </w:tcPr>
          <w:p w14:paraId="66DEAB55" w14:textId="77777777" w:rsidR="00F21DB0" w:rsidRPr="00B70256" w:rsidRDefault="00F21DB0" w:rsidP="00E44FF8">
            <w:pPr>
              <w:pStyle w:val="tabletext11"/>
              <w:tabs>
                <w:tab w:val="decimal" w:pos="200"/>
              </w:tabs>
              <w:rPr>
                <w:ins w:id="2208" w:author="Author"/>
              </w:rPr>
            </w:pPr>
            <w:ins w:id="2209" w:author="Author">
              <w:r w:rsidRPr="00B70256">
                <w:t>34.15</w:t>
              </w:r>
            </w:ins>
          </w:p>
        </w:tc>
      </w:tr>
      <w:tr w:rsidR="00F21DB0" w:rsidRPr="00B70256" w14:paraId="21CB8656" w14:textId="77777777" w:rsidTr="00E44FF8">
        <w:trPr>
          <w:cantSplit/>
          <w:trHeight w:val="190"/>
          <w:ins w:id="2210" w:author="Author"/>
        </w:trPr>
        <w:tc>
          <w:tcPr>
            <w:tcW w:w="200" w:type="dxa"/>
          </w:tcPr>
          <w:p w14:paraId="01BC1820" w14:textId="77777777" w:rsidR="00F21DB0" w:rsidRPr="00B70256" w:rsidRDefault="00F21DB0" w:rsidP="00E44FF8">
            <w:pPr>
              <w:pStyle w:val="tabletext11"/>
              <w:rPr>
                <w:ins w:id="2211" w:author="Author"/>
              </w:rPr>
            </w:pPr>
          </w:p>
        </w:tc>
        <w:tc>
          <w:tcPr>
            <w:tcW w:w="300" w:type="dxa"/>
            <w:tcBorders>
              <w:left w:val="single" w:sz="6" w:space="0" w:color="auto"/>
            </w:tcBorders>
          </w:tcPr>
          <w:p w14:paraId="27F641F8" w14:textId="77777777" w:rsidR="00F21DB0" w:rsidRPr="00B70256" w:rsidRDefault="00F21DB0" w:rsidP="00E44FF8">
            <w:pPr>
              <w:pStyle w:val="tabletext11"/>
              <w:jc w:val="right"/>
              <w:rPr>
                <w:ins w:id="2212" w:author="Author"/>
              </w:rPr>
            </w:pPr>
          </w:p>
        </w:tc>
        <w:tc>
          <w:tcPr>
            <w:tcW w:w="2100" w:type="dxa"/>
            <w:gridSpan w:val="3"/>
            <w:tcBorders>
              <w:left w:val="nil"/>
              <w:right w:val="single" w:sz="6" w:space="0" w:color="auto"/>
            </w:tcBorders>
          </w:tcPr>
          <w:p w14:paraId="2D4D7F5E" w14:textId="77777777" w:rsidR="00F21DB0" w:rsidRPr="00B70256" w:rsidRDefault="00F21DB0" w:rsidP="00E44FF8">
            <w:pPr>
              <w:pStyle w:val="tabletext11"/>
              <w:rPr>
                <w:ins w:id="2213" w:author="Author"/>
              </w:rPr>
            </w:pPr>
            <w:ins w:id="2214" w:author="Author">
              <w:r w:rsidRPr="00B70256">
                <w:t>110,001 to 120,000</w:t>
              </w:r>
            </w:ins>
          </w:p>
        </w:tc>
        <w:tc>
          <w:tcPr>
            <w:tcW w:w="400" w:type="dxa"/>
            <w:tcBorders>
              <w:left w:val="single" w:sz="6" w:space="0" w:color="auto"/>
            </w:tcBorders>
          </w:tcPr>
          <w:p w14:paraId="111C1371" w14:textId="77777777" w:rsidR="00F21DB0" w:rsidRPr="00B70256" w:rsidRDefault="00F21DB0" w:rsidP="00E44FF8">
            <w:pPr>
              <w:pStyle w:val="tabletext11"/>
              <w:jc w:val="right"/>
              <w:rPr>
                <w:ins w:id="2215" w:author="Author"/>
              </w:rPr>
            </w:pPr>
          </w:p>
        </w:tc>
        <w:tc>
          <w:tcPr>
            <w:tcW w:w="910" w:type="dxa"/>
            <w:tcBorders>
              <w:left w:val="nil"/>
              <w:right w:val="single" w:sz="6" w:space="0" w:color="auto"/>
            </w:tcBorders>
          </w:tcPr>
          <w:p w14:paraId="7D2284CD" w14:textId="77777777" w:rsidR="00F21DB0" w:rsidRPr="00B70256" w:rsidRDefault="00F21DB0" w:rsidP="00E44FF8">
            <w:pPr>
              <w:pStyle w:val="tabletext11"/>
              <w:tabs>
                <w:tab w:val="decimal" w:pos="200"/>
                <w:tab w:val="decimal" w:pos="240"/>
              </w:tabs>
              <w:rPr>
                <w:ins w:id="2216" w:author="Author"/>
              </w:rPr>
            </w:pPr>
            <w:ins w:id="2217" w:author="Author">
              <w:r w:rsidRPr="00B70256">
                <w:t>30.76</w:t>
              </w:r>
            </w:ins>
          </w:p>
        </w:tc>
        <w:tc>
          <w:tcPr>
            <w:tcW w:w="300" w:type="dxa"/>
            <w:gridSpan w:val="2"/>
            <w:tcBorders>
              <w:left w:val="single" w:sz="6" w:space="0" w:color="auto"/>
            </w:tcBorders>
          </w:tcPr>
          <w:p w14:paraId="304DB9DD" w14:textId="77777777" w:rsidR="00F21DB0" w:rsidRPr="00B70256" w:rsidRDefault="00F21DB0" w:rsidP="00E44FF8">
            <w:pPr>
              <w:pStyle w:val="tabletext11"/>
              <w:jc w:val="right"/>
              <w:rPr>
                <w:ins w:id="2218" w:author="Author"/>
              </w:rPr>
            </w:pPr>
          </w:p>
        </w:tc>
        <w:tc>
          <w:tcPr>
            <w:tcW w:w="790" w:type="dxa"/>
            <w:tcBorders>
              <w:left w:val="nil"/>
              <w:right w:val="single" w:sz="6" w:space="0" w:color="auto"/>
            </w:tcBorders>
          </w:tcPr>
          <w:p w14:paraId="30E023D6" w14:textId="77777777" w:rsidR="00F21DB0" w:rsidRPr="00B70256" w:rsidRDefault="00F21DB0" w:rsidP="00E44FF8">
            <w:pPr>
              <w:pStyle w:val="tabletext11"/>
              <w:tabs>
                <w:tab w:val="decimal" w:pos="200"/>
              </w:tabs>
              <w:rPr>
                <w:ins w:id="2219" w:author="Author"/>
              </w:rPr>
            </w:pPr>
            <w:ins w:id="2220" w:author="Author">
              <w:r w:rsidRPr="00B70256">
                <w:t>35.76</w:t>
              </w:r>
            </w:ins>
          </w:p>
        </w:tc>
      </w:tr>
      <w:tr w:rsidR="00F21DB0" w:rsidRPr="00B70256" w14:paraId="1E8EBC3E" w14:textId="77777777" w:rsidTr="00E44FF8">
        <w:trPr>
          <w:cantSplit/>
          <w:trHeight w:val="190"/>
          <w:ins w:id="2221" w:author="Author"/>
        </w:trPr>
        <w:tc>
          <w:tcPr>
            <w:tcW w:w="200" w:type="dxa"/>
          </w:tcPr>
          <w:p w14:paraId="17ED508F" w14:textId="77777777" w:rsidR="00F21DB0" w:rsidRPr="00B70256" w:rsidRDefault="00F21DB0" w:rsidP="00E44FF8">
            <w:pPr>
              <w:pStyle w:val="tabletext11"/>
              <w:rPr>
                <w:ins w:id="2222" w:author="Author"/>
              </w:rPr>
            </w:pPr>
          </w:p>
        </w:tc>
        <w:tc>
          <w:tcPr>
            <w:tcW w:w="300" w:type="dxa"/>
            <w:tcBorders>
              <w:left w:val="single" w:sz="6" w:space="0" w:color="auto"/>
            </w:tcBorders>
          </w:tcPr>
          <w:p w14:paraId="06384416" w14:textId="77777777" w:rsidR="00F21DB0" w:rsidRPr="00B70256" w:rsidRDefault="00F21DB0" w:rsidP="00E44FF8">
            <w:pPr>
              <w:pStyle w:val="tabletext11"/>
              <w:jc w:val="right"/>
              <w:rPr>
                <w:ins w:id="2223" w:author="Author"/>
              </w:rPr>
            </w:pPr>
          </w:p>
        </w:tc>
        <w:tc>
          <w:tcPr>
            <w:tcW w:w="2100" w:type="dxa"/>
            <w:gridSpan w:val="3"/>
            <w:tcBorders>
              <w:left w:val="nil"/>
              <w:right w:val="single" w:sz="6" w:space="0" w:color="auto"/>
            </w:tcBorders>
          </w:tcPr>
          <w:p w14:paraId="3798B411" w14:textId="77777777" w:rsidR="00F21DB0" w:rsidRPr="00B70256" w:rsidRDefault="00F21DB0" w:rsidP="00E44FF8">
            <w:pPr>
              <w:pStyle w:val="tabletext11"/>
              <w:rPr>
                <w:ins w:id="2224" w:author="Author"/>
              </w:rPr>
            </w:pPr>
            <w:ins w:id="2225" w:author="Author">
              <w:r w:rsidRPr="00B70256">
                <w:t>120,001 to 130,000</w:t>
              </w:r>
            </w:ins>
          </w:p>
        </w:tc>
        <w:tc>
          <w:tcPr>
            <w:tcW w:w="400" w:type="dxa"/>
            <w:tcBorders>
              <w:left w:val="single" w:sz="6" w:space="0" w:color="auto"/>
            </w:tcBorders>
          </w:tcPr>
          <w:p w14:paraId="7840D33A" w14:textId="77777777" w:rsidR="00F21DB0" w:rsidRPr="00B70256" w:rsidRDefault="00F21DB0" w:rsidP="00E44FF8">
            <w:pPr>
              <w:pStyle w:val="tabletext11"/>
              <w:jc w:val="right"/>
              <w:rPr>
                <w:ins w:id="2226" w:author="Author"/>
              </w:rPr>
            </w:pPr>
          </w:p>
        </w:tc>
        <w:tc>
          <w:tcPr>
            <w:tcW w:w="910" w:type="dxa"/>
            <w:tcBorders>
              <w:left w:val="nil"/>
              <w:right w:val="single" w:sz="6" w:space="0" w:color="auto"/>
            </w:tcBorders>
          </w:tcPr>
          <w:p w14:paraId="69F45D37" w14:textId="77777777" w:rsidR="00F21DB0" w:rsidRPr="00B70256" w:rsidRDefault="00F21DB0" w:rsidP="00E44FF8">
            <w:pPr>
              <w:pStyle w:val="tabletext11"/>
              <w:tabs>
                <w:tab w:val="decimal" w:pos="200"/>
                <w:tab w:val="decimal" w:pos="240"/>
              </w:tabs>
              <w:rPr>
                <w:ins w:id="2227" w:author="Author"/>
              </w:rPr>
            </w:pPr>
            <w:ins w:id="2228" w:author="Author">
              <w:r w:rsidRPr="00B70256">
                <w:t>32.25</w:t>
              </w:r>
            </w:ins>
          </w:p>
        </w:tc>
        <w:tc>
          <w:tcPr>
            <w:tcW w:w="300" w:type="dxa"/>
            <w:gridSpan w:val="2"/>
            <w:tcBorders>
              <w:left w:val="single" w:sz="6" w:space="0" w:color="auto"/>
            </w:tcBorders>
          </w:tcPr>
          <w:p w14:paraId="5EA8FEA4" w14:textId="77777777" w:rsidR="00F21DB0" w:rsidRPr="00B70256" w:rsidRDefault="00F21DB0" w:rsidP="00E44FF8">
            <w:pPr>
              <w:pStyle w:val="tabletext11"/>
              <w:jc w:val="right"/>
              <w:rPr>
                <w:ins w:id="2229" w:author="Author"/>
              </w:rPr>
            </w:pPr>
          </w:p>
        </w:tc>
        <w:tc>
          <w:tcPr>
            <w:tcW w:w="790" w:type="dxa"/>
            <w:tcBorders>
              <w:left w:val="nil"/>
              <w:right w:val="single" w:sz="6" w:space="0" w:color="auto"/>
            </w:tcBorders>
          </w:tcPr>
          <w:p w14:paraId="143DB67E" w14:textId="77777777" w:rsidR="00F21DB0" w:rsidRPr="00B70256" w:rsidRDefault="00F21DB0" w:rsidP="00E44FF8">
            <w:pPr>
              <w:pStyle w:val="tabletext11"/>
              <w:tabs>
                <w:tab w:val="decimal" w:pos="200"/>
              </w:tabs>
              <w:rPr>
                <w:ins w:id="2230" w:author="Author"/>
              </w:rPr>
            </w:pPr>
            <w:ins w:id="2231" w:author="Author">
              <w:r w:rsidRPr="00B70256">
                <w:t>37.25</w:t>
              </w:r>
            </w:ins>
          </w:p>
        </w:tc>
      </w:tr>
      <w:tr w:rsidR="00F21DB0" w:rsidRPr="00B70256" w14:paraId="09D6175D" w14:textId="77777777" w:rsidTr="00E44FF8">
        <w:trPr>
          <w:cantSplit/>
          <w:trHeight w:val="190"/>
          <w:ins w:id="2232" w:author="Author"/>
        </w:trPr>
        <w:tc>
          <w:tcPr>
            <w:tcW w:w="200" w:type="dxa"/>
          </w:tcPr>
          <w:p w14:paraId="64D86067" w14:textId="77777777" w:rsidR="00F21DB0" w:rsidRPr="00B70256" w:rsidRDefault="00F21DB0" w:rsidP="00E44FF8">
            <w:pPr>
              <w:pStyle w:val="tabletext11"/>
              <w:rPr>
                <w:ins w:id="2233" w:author="Author"/>
              </w:rPr>
            </w:pPr>
          </w:p>
        </w:tc>
        <w:tc>
          <w:tcPr>
            <w:tcW w:w="300" w:type="dxa"/>
            <w:tcBorders>
              <w:left w:val="single" w:sz="6" w:space="0" w:color="auto"/>
            </w:tcBorders>
          </w:tcPr>
          <w:p w14:paraId="5BF72D01" w14:textId="77777777" w:rsidR="00F21DB0" w:rsidRPr="00B70256" w:rsidRDefault="00F21DB0" w:rsidP="00E44FF8">
            <w:pPr>
              <w:pStyle w:val="tabletext11"/>
              <w:jc w:val="right"/>
              <w:rPr>
                <w:ins w:id="2234" w:author="Author"/>
              </w:rPr>
            </w:pPr>
          </w:p>
        </w:tc>
        <w:tc>
          <w:tcPr>
            <w:tcW w:w="2100" w:type="dxa"/>
            <w:gridSpan w:val="3"/>
            <w:tcBorders>
              <w:left w:val="nil"/>
              <w:right w:val="single" w:sz="6" w:space="0" w:color="auto"/>
            </w:tcBorders>
          </w:tcPr>
          <w:p w14:paraId="3486542F" w14:textId="77777777" w:rsidR="00F21DB0" w:rsidRPr="00B70256" w:rsidRDefault="00F21DB0" w:rsidP="00E44FF8">
            <w:pPr>
              <w:pStyle w:val="tabletext11"/>
              <w:rPr>
                <w:ins w:id="2235" w:author="Author"/>
              </w:rPr>
            </w:pPr>
            <w:ins w:id="2236" w:author="Author">
              <w:r w:rsidRPr="00B70256">
                <w:t>130,001 to 140,000</w:t>
              </w:r>
            </w:ins>
          </w:p>
        </w:tc>
        <w:tc>
          <w:tcPr>
            <w:tcW w:w="400" w:type="dxa"/>
            <w:tcBorders>
              <w:left w:val="single" w:sz="6" w:space="0" w:color="auto"/>
            </w:tcBorders>
          </w:tcPr>
          <w:p w14:paraId="20585A3B" w14:textId="77777777" w:rsidR="00F21DB0" w:rsidRPr="00B70256" w:rsidRDefault="00F21DB0" w:rsidP="00E44FF8">
            <w:pPr>
              <w:pStyle w:val="tabletext11"/>
              <w:jc w:val="right"/>
              <w:rPr>
                <w:ins w:id="2237" w:author="Author"/>
              </w:rPr>
            </w:pPr>
          </w:p>
        </w:tc>
        <w:tc>
          <w:tcPr>
            <w:tcW w:w="910" w:type="dxa"/>
            <w:tcBorders>
              <w:left w:val="nil"/>
              <w:right w:val="single" w:sz="6" w:space="0" w:color="auto"/>
            </w:tcBorders>
          </w:tcPr>
          <w:p w14:paraId="788A4406" w14:textId="77777777" w:rsidR="00F21DB0" w:rsidRPr="00B70256" w:rsidRDefault="00F21DB0" w:rsidP="00E44FF8">
            <w:pPr>
              <w:pStyle w:val="tabletext11"/>
              <w:tabs>
                <w:tab w:val="decimal" w:pos="200"/>
                <w:tab w:val="decimal" w:pos="240"/>
              </w:tabs>
              <w:rPr>
                <w:ins w:id="2238" w:author="Author"/>
              </w:rPr>
            </w:pPr>
            <w:ins w:id="2239" w:author="Author">
              <w:r w:rsidRPr="00B70256">
                <w:t>33.63</w:t>
              </w:r>
            </w:ins>
          </w:p>
        </w:tc>
        <w:tc>
          <w:tcPr>
            <w:tcW w:w="300" w:type="dxa"/>
            <w:gridSpan w:val="2"/>
            <w:tcBorders>
              <w:left w:val="single" w:sz="6" w:space="0" w:color="auto"/>
            </w:tcBorders>
          </w:tcPr>
          <w:p w14:paraId="6B609C07" w14:textId="77777777" w:rsidR="00F21DB0" w:rsidRPr="00B70256" w:rsidRDefault="00F21DB0" w:rsidP="00E44FF8">
            <w:pPr>
              <w:pStyle w:val="tabletext11"/>
              <w:jc w:val="right"/>
              <w:rPr>
                <w:ins w:id="2240" w:author="Author"/>
              </w:rPr>
            </w:pPr>
          </w:p>
        </w:tc>
        <w:tc>
          <w:tcPr>
            <w:tcW w:w="790" w:type="dxa"/>
            <w:tcBorders>
              <w:left w:val="nil"/>
              <w:right w:val="single" w:sz="6" w:space="0" w:color="auto"/>
            </w:tcBorders>
          </w:tcPr>
          <w:p w14:paraId="744EB080" w14:textId="77777777" w:rsidR="00F21DB0" w:rsidRPr="00B70256" w:rsidRDefault="00F21DB0" w:rsidP="00E44FF8">
            <w:pPr>
              <w:pStyle w:val="tabletext11"/>
              <w:tabs>
                <w:tab w:val="decimal" w:pos="200"/>
              </w:tabs>
              <w:rPr>
                <w:ins w:id="2241" w:author="Author"/>
              </w:rPr>
            </w:pPr>
            <w:ins w:id="2242" w:author="Author">
              <w:r w:rsidRPr="00B70256">
                <w:t>38.63</w:t>
              </w:r>
            </w:ins>
          </w:p>
        </w:tc>
      </w:tr>
      <w:tr w:rsidR="00F21DB0" w:rsidRPr="00B70256" w14:paraId="37AFA85D" w14:textId="77777777" w:rsidTr="00E44FF8">
        <w:trPr>
          <w:cantSplit/>
          <w:trHeight w:val="190"/>
          <w:ins w:id="2243" w:author="Author"/>
        </w:trPr>
        <w:tc>
          <w:tcPr>
            <w:tcW w:w="200" w:type="dxa"/>
          </w:tcPr>
          <w:p w14:paraId="754AFDCF" w14:textId="77777777" w:rsidR="00F21DB0" w:rsidRPr="00B70256" w:rsidRDefault="00F21DB0" w:rsidP="00E44FF8">
            <w:pPr>
              <w:pStyle w:val="tabletext11"/>
              <w:rPr>
                <w:ins w:id="2244" w:author="Author"/>
              </w:rPr>
            </w:pPr>
          </w:p>
        </w:tc>
        <w:tc>
          <w:tcPr>
            <w:tcW w:w="300" w:type="dxa"/>
            <w:tcBorders>
              <w:left w:val="single" w:sz="6" w:space="0" w:color="auto"/>
            </w:tcBorders>
          </w:tcPr>
          <w:p w14:paraId="58F7E2C9" w14:textId="77777777" w:rsidR="00F21DB0" w:rsidRPr="00B70256" w:rsidRDefault="00F21DB0" w:rsidP="00E44FF8">
            <w:pPr>
              <w:pStyle w:val="tabletext11"/>
              <w:jc w:val="right"/>
              <w:rPr>
                <w:ins w:id="2245" w:author="Author"/>
              </w:rPr>
            </w:pPr>
          </w:p>
        </w:tc>
        <w:tc>
          <w:tcPr>
            <w:tcW w:w="2100" w:type="dxa"/>
            <w:gridSpan w:val="3"/>
            <w:tcBorders>
              <w:left w:val="nil"/>
              <w:right w:val="single" w:sz="6" w:space="0" w:color="auto"/>
            </w:tcBorders>
          </w:tcPr>
          <w:p w14:paraId="38C42B23" w14:textId="77777777" w:rsidR="00F21DB0" w:rsidRPr="00B70256" w:rsidRDefault="00F21DB0" w:rsidP="00E44FF8">
            <w:pPr>
              <w:pStyle w:val="tabletext11"/>
              <w:rPr>
                <w:ins w:id="2246" w:author="Author"/>
              </w:rPr>
            </w:pPr>
            <w:ins w:id="2247" w:author="Author">
              <w:r w:rsidRPr="00B70256">
                <w:t>140,001 to 150,000</w:t>
              </w:r>
            </w:ins>
          </w:p>
        </w:tc>
        <w:tc>
          <w:tcPr>
            <w:tcW w:w="400" w:type="dxa"/>
            <w:tcBorders>
              <w:left w:val="single" w:sz="6" w:space="0" w:color="auto"/>
            </w:tcBorders>
          </w:tcPr>
          <w:p w14:paraId="58B7A9B1" w14:textId="77777777" w:rsidR="00F21DB0" w:rsidRPr="00B70256" w:rsidRDefault="00F21DB0" w:rsidP="00E44FF8">
            <w:pPr>
              <w:pStyle w:val="tabletext11"/>
              <w:jc w:val="right"/>
              <w:rPr>
                <w:ins w:id="2248" w:author="Author"/>
              </w:rPr>
            </w:pPr>
          </w:p>
        </w:tc>
        <w:tc>
          <w:tcPr>
            <w:tcW w:w="910" w:type="dxa"/>
            <w:tcBorders>
              <w:left w:val="nil"/>
              <w:right w:val="single" w:sz="6" w:space="0" w:color="auto"/>
            </w:tcBorders>
          </w:tcPr>
          <w:p w14:paraId="18F5CC30" w14:textId="77777777" w:rsidR="00F21DB0" w:rsidRPr="00B70256" w:rsidRDefault="00F21DB0" w:rsidP="00E44FF8">
            <w:pPr>
              <w:pStyle w:val="tabletext11"/>
              <w:tabs>
                <w:tab w:val="decimal" w:pos="200"/>
                <w:tab w:val="decimal" w:pos="240"/>
              </w:tabs>
              <w:rPr>
                <w:ins w:id="2249" w:author="Author"/>
              </w:rPr>
            </w:pPr>
            <w:ins w:id="2250" w:author="Author">
              <w:r w:rsidRPr="00B70256">
                <w:t>34.91</w:t>
              </w:r>
            </w:ins>
          </w:p>
        </w:tc>
        <w:tc>
          <w:tcPr>
            <w:tcW w:w="300" w:type="dxa"/>
            <w:gridSpan w:val="2"/>
            <w:tcBorders>
              <w:left w:val="single" w:sz="6" w:space="0" w:color="auto"/>
            </w:tcBorders>
          </w:tcPr>
          <w:p w14:paraId="28A6FB98" w14:textId="77777777" w:rsidR="00F21DB0" w:rsidRPr="00B70256" w:rsidRDefault="00F21DB0" w:rsidP="00E44FF8">
            <w:pPr>
              <w:pStyle w:val="tabletext11"/>
              <w:jc w:val="right"/>
              <w:rPr>
                <w:ins w:id="2251" w:author="Author"/>
              </w:rPr>
            </w:pPr>
          </w:p>
        </w:tc>
        <w:tc>
          <w:tcPr>
            <w:tcW w:w="790" w:type="dxa"/>
            <w:tcBorders>
              <w:left w:val="nil"/>
              <w:right w:val="single" w:sz="6" w:space="0" w:color="auto"/>
            </w:tcBorders>
          </w:tcPr>
          <w:p w14:paraId="290ECBDD" w14:textId="77777777" w:rsidR="00F21DB0" w:rsidRPr="00B70256" w:rsidRDefault="00F21DB0" w:rsidP="00E44FF8">
            <w:pPr>
              <w:pStyle w:val="tabletext11"/>
              <w:tabs>
                <w:tab w:val="decimal" w:pos="200"/>
              </w:tabs>
              <w:rPr>
                <w:ins w:id="2252" w:author="Author"/>
              </w:rPr>
            </w:pPr>
            <w:ins w:id="2253" w:author="Author">
              <w:r w:rsidRPr="00B70256">
                <w:t>39.91</w:t>
              </w:r>
            </w:ins>
          </w:p>
        </w:tc>
      </w:tr>
      <w:tr w:rsidR="00F21DB0" w:rsidRPr="00B70256" w14:paraId="00B31962" w14:textId="77777777" w:rsidTr="00E44FF8">
        <w:trPr>
          <w:cantSplit/>
          <w:trHeight w:val="190"/>
          <w:ins w:id="2254" w:author="Author"/>
        </w:trPr>
        <w:tc>
          <w:tcPr>
            <w:tcW w:w="200" w:type="dxa"/>
          </w:tcPr>
          <w:p w14:paraId="68DAD1C6" w14:textId="77777777" w:rsidR="00F21DB0" w:rsidRPr="00B70256" w:rsidRDefault="00F21DB0" w:rsidP="00E44FF8">
            <w:pPr>
              <w:pStyle w:val="tabletext11"/>
              <w:rPr>
                <w:ins w:id="2255" w:author="Author"/>
              </w:rPr>
            </w:pPr>
          </w:p>
        </w:tc>
        <w:tc>
          <w:tcPr>
            <w:tcW w:w="300" w:type="dxa"/>
            <w:tcBorders>
              <w:left w:val="single" w:sz="6" w:space="0" w:color="auto"/>
            </w:tcBorders>
          </w:tcPr>
          <w:p w14:paraId="2DAE788A" w14:textId="77777777" w:rsidR="00F21DB0" w:rsidRPr="00B70256" w:rsidRDefault="00F21DB0" w:rsidP="00E44FF8">
            <w:pPr>
              <w:pStyle w:val="tabletext11"/>
              <w:jc w:val="right"/>
              <w:rPr>
                <w:ins w:id="2256" w:author="Author"/>
              </w:rPr>
            </w:pPr>
          </w:p>
        </w:tc>
        <w:tc>
          <w:tcPr>
            <w:tcW w:w="2100" w:type="dxa"/>
            <w:gridSpan w:val="3"/>
            <w:tcBorders>
              <w:left w:val="nil"/>
              <w:right w:val="single" w:sz="6" w:space="0" w:color="auto"/>
            </w:tcBorders>
          </w:tcPr>
          <w:p w14:paraId="19531748" w14:textId="77777777" w:rsidR="00F21DB0" w:rsidRPr="00B70256" w:rsidRDefault="00F21DB0" w:rsidP="00E44FF8">
            <w:pPr>
              <w:pStyle w:val="tabletext11"/>
              <w:rPr>
                <w:ins w:id="2257" w:author="Author"/>
              </w:rPr>
            </w:pPr>
            <w:ins w:id="2258" w:author="Author">
              <w:r w:rsidRPr="00B70256">
                <w:t>150,001 to 160,000</w:t>
              </w:r>
            </w:ins>
          </w:p>
        </w:tc>
        <w:tc>
          <w:tcPr>
            <w:tcW w:w="400" w:type="dxa"/>
            <w:tcBorders>
              <w:left w:val="single" w:sz="6" w:space="0" w:color="auto"/>
            </w:tcBorders>
          </w:tcPr>
          <w:p w14:paraId="23B0F422" w14:textId="77777777" w:rsidR="00F21DB0" w:rsidRPr="00B70256" w:rsidRDefault="00F21DB0" w:rsidP="00E44FF8">
            <w:pPr>
              <w:pStyle w:val="tabletext11"/>
              <w:jc w:val="right"/>
              <w:rPr>
                <w:ins w:id="2259" w:author="Author"/>
              </w:rPr>
            </w:pPr>
          </w:p>
        </w:tc>
        <w:tc>
          <w:tcPr>
            <w:tcW w:w="910" w:type="dxa"/>
            <w:tcBorders>
              <w:left w:val="nil"/>
              <w:right w:val="single" w:sz="6" w:space="0" w:color="auto"/>
            </w:tcBorders>
          </w:tcPr>
          <w:p w14:paraId="5692810F" w14:textId="77777777" w:rsidR="00F21DB0" w:rsidRPr="00B70256" w:rsidRDefault="00F21DB0" w:rsidP="00E44FF8">
            <w:pPr>
              <w:pStyle w:val="tabletext11"/>
              <w:tabs>
                <w:tab w:val="decimal" w:pos="200"/>
                <w:tab w:val="decimal" w:pos="240"/>
              </w:tabs>
              <w:rPr>
                <w:ins w:id="2260" w:author="Author"/>
              </w:rPr>
            </w:pPr>
            <w:ins w:id="2261" w:author="Author">
              <w:r w:rsidRPr="00B70256">
                <w:t>36.09</w:t>
              </w:r>
            </w:ins>
          </w:p>
        </w:tc>
        <w:tc>
          <w:tcPr>
            <w:tcW w:w="300" w:type="dxa"/>
            <w:gridSpan w:val="2"/>
            <w:tcBorders>
              <w:left w:val="single" w:sz="6" w:space="0" w:color="auto"/>
            </w:tcBorders>
          </w:tcPr>
          <w:p w14:paraId="4D6E0BF1" w14:textId="77777777" w:rsidR="00F21DB0" w:rsidRPr="00B70256" w:rsidRDefault="00F21DB0" w:rsidP="00E44FF8">
            <w:pPr>
              <w:pStyle w:val="tabletext11"/>
              <w:jc w:val="right"/>
              <w:rPr>
                <w:ins w:id="2262" w:author="Author"/>
              </w:rPr>
            </w:pPr>
          </w:p>
        </w:tc>
        <w:tc>
          <w:tcPr>
            <w:tcW w:w="790" w:type="dxa"/>
            <w:tcBorders>
              <w:left w:val="nil"/>
              <w:right w:val="single" w:sz="6" w:space="0" w:color="auto"/>
            </w:tcBorders>
          </w:tcPr>
          <w:p w14:paraId="11CD012F" w14:textId="77777777" w:rsidR="00F21DB0" w:rsidRPr="00B70256" w:rsidRDefault="00F21DB0" w:rsidP="00E44FF8">
            <w:pPr>
              <w:pStyle w:val="tabletext11"/>
              <w:tabs>
                <w:tab w:val="decimal" w:pos="200"/>
              </w:tabs>
              <w:rPr>
                <w:ins w:id="2263" w:author="Author"/>
              </w:rPr>
            </w:pPr>
            <w:ins w:id="2264" w:author="Author">
              <w:r w:rsidRPr="00B70256">
                <w:t>41.09</w:t>
              </w:r>
            </w:ins>
          </w:p>
        </w:tc>
      </w:tr>
      <w:tr w:rsidR="00F21DB0" w:rsidRPr="00B70256" w14:paraId="76921EEC" w14:textId="77777777" w:rsidTr="00E44FF8">
        <w:trPr>
          <w:cantSplit/>
          <w:trHeight w:val="190"/>
          <w:ins w:id="2265" w:author="Author"/>
        </w:trPr>
        <w:tc>
          <w:tcPr>
            <w:tcW w:w="200" w:type="dxa"/>
          </w:tcPr>
          <w:p w14:paraId="71E165A4" w14:textId="77777777" w:rsidR="00F21DB0" w:rsidRPr="00B70256" w:rsidRDefault="00F21DB0" w:rsidP="00E44FF8">
            <w:pPr>
              <w:pStyle w:val="tabletext11"/>
              <w:rPr>
                <w:ins w:id="2266" w:author="Author"/>
              </w:rPr>
            </w:pPr>
          </w:p>
        </w:tc>
        <w:tc>
          <w:tcPr>
            <w:tcW w:w="300" w:type="dxa"/>
            <w:tcBorders>
              <w:left w:val="single" w:sz="6" w:space="0" w:color="auto"/>
            </w:tcBorders>
          </w:tcPr>
          <w:p w14:paraId="6F0548C0" w14:textId="77777777" w:rsidR="00F21DB0" w:rsidRPr="00B70256" w:rsidRDefault="00F21DB0" w:rsidP="00E44FF8">
            <w:pPr>
              <w:pStyle w:val="tabletext11"/>
              <w:jc w:val="right"/>
              <w:rPr>
                <w:ins w:id="2267" w:author="Author"/>
              </w:rPr>
            </w:pPr>
          </w:p>
        </w:tc>
        <w:tc>
          <w:tcPr>
            <w:tcW w:w="2100" w:type="dxa"/>
            <w:gridSpan w:val="3"/>
            <w:tcBorders>
              <w:left w:val="nil"/>
              <w:right w:val="single" w:sz="6" w:space="0" w:color="auto"/>
            </w:tcBorders>
          </w:tcPr>
          <w:p w14:paraId="38C4E303" w14:textId="77777777" w:rsidR="00F21DB0" w:rsidRPr="00B70256" w:rsidRDefault="00F21DB0" w:rsidP="00E44FF8">
            <w:pPr>
              <w:pStyle w:val="tabletext11"/>
              <w:rPr>
                <w:ins w:id="2268" w:author="Author"/>
              </w:rPr>
            </w:pPr>
            <w:ins w:id="2269" w:author="Author">
              <w:r w:rsidRPr="00B70256">
                <w:t>160,001 to 170,000</w:t>
              </w:r>
            </w:ins>
          </w:p>
        </w:tc>
        <w:tc>
          <w:tcPr>
            <w:tcW w:w="400" w:type="dxa"/>
            <w:tcBorders>
              <w:left w:val="single" w:sz="6" w:space="0" w:color="auto"/>
            </w:tcBorders>
          </w:tcPr>
          <w:p w14:paraId="7445CE44" w14:textId="77777777" w:rsidR="00F21DB0" w:rsidRPr="00B70256" w:rsidRDefault="00F21DB0" w:rsidP="00E44FF8">
            <w:pPr>
              <w:pStyle w:val="tabletext11"/>
              <w:jc w:val="right"/>
              <w:rPr>
                <w:ins w:id="2270" w:author="Author"/>
              </w:rPr>
            </w:pPr>
          </w:p>
        </w:tc>
        <w:tc>
          <w:tcPr>
            <w:tcW w:w="910" w:type="dxa"/>
            <w:tcBorders>
              <w:left w:val="nil"/>
              <w:right w:val="single" w:sz="6" w:space="0" w:color="auto"/>
            </w:tcBorders>
          </w:tcPr>
          <w:p w14:paraId="35070149" w14:textId="77777777" w:rsidR="00F21DB0" w:rsidRPr="00B70256" w:rsidRDefault="00F21DB0" w:rsidP="00E44FF8">
            <w:pPr>
              <w:pStyle w:val="tabletext11"/>
              <w:tabs>
                <w:tab w:val="decimal" w:pos="200"/>
                <w:tab w:val="decimal" w:pos="240"/>
              </w:tabs>
              <w:rPr>
                <w:ins w:id="2271" w:author="Author"/>
              </w:rPr>
            </w:pPr>
            <w:ins w:id="2272" w:author="Author">
              <w:r w:rsidRPr="00B70256">
                <w:t>37.19</w:t>
              </w:r>
            </w:ins>
          </w:p>
        </w:tc>
        <w:tc>
          <w:tcPr>
            <w:tcW w:w="300" w:type="dxa"/>
            <w:gridSpan w:val="2"/>
            <w:tcBorders>
              <w:left w:val="single" w:sz="6" w:space="0" w:color="auto"/>
            </w:tcBorders>
          </w:tcPr>
          <w:p w14:paraId="68C92DA6" w14:textId="77777777" w:rsidR="00F21DB0" w:rsidRPr="00B70256" w:rsidRDefault="00F21DB0" w:rsidP="00E44FF8">
            <w:pPr>
              <w:pStyle w:val="tabletext11"/>
              <w:jc w:val="right"/>
              <w:rPr>
                <w:ins w:id="2273" w:author="Author"/>
              </w:rPr>
            </w:pPr>
          </w:p>
        </w:tc>
        <w:tc>
          <w:tcPr>
            <w:tcW w:w="790" w:type="dxa"/>
            <w:tcBorders>
              <w:left w:val="nil"/>
              <w:right w:val="single" w:sz="6" w:space="0" w:color="auto"/>
            </w:tcBorders>
          </w:tcPr>
          <w:p w14:paraId="08E93B3C" w14:textId="77777777" w:rsidR="00F21DB0" w:rsidRPr="00B70256" w:rsidRDefault="00F21DB0" w:rsidP="00E44FF8">
            <w:pPr>
              <w:pStyle w:val="tabletext11"/>
              <w:tabs>
                <w:tab w:val="decimal" w:pos="200"/>
              </w:tabs>
              <w:rPr>
                <w:ins w:id="2274" w:author="Author"/>
              </w:rPr>
            </w:pPr>
            <w:ins w:id="2275" w:author="Author">
              <w:r w:rsidRPr="00B70256">
                <w:t>42.19</w:t>
              </w:r>
            </w:ins>
          </w:p>
        </w:tc>
      </w:tr>
      <w:tr w:rsidR="00F21DB0" w:rsidRPr="00B70256" w14:paraId="3474F168" w14:textId="77777777" w:rsidTr="00E44FF8">
        <w:trPr>
          <w:cantSplit/>
          <w:trHeight w:val="190"/>
          <w:ins w:id="2276" w:author="Author"/>
        </w:trPr>
        <w:tc>
          <w:tcPr>
            <w:tcW w:w="200" w:type="dxa"/>
          </w:tcPr>
          <w:p w14:paraId="5EB9316E" w14:textId="77777777" w:rsidR="00F21DB0" w:rsidRPr="00B70256" w:rsidRDefault="00F21DB0" w:rsidP="00E44FF8">
            <w:pPr>
              <w:pStyle w:val="tabletext11"/>
              <w:rPr>
                <w:ins w:id="2277" w:author="Author"/>
              </w:rPr>
            </w:pPr>
          </w:p>
        </w:tc>
        <w:tc>
          <w:tcPr>
            <w:tcW w:w="300" w:type="dxa"/>
            <w:tcBorders>
              <w:left w:val="single" w:sz="6" w:space="0" w:color="auto"/>
            </w:tcBorders>
          </w:tcPr>
          <w:p w14:paraId="01AA1FCF" w14:textId="77777777" w:rsidR="00F21DB0" w:rsidRPr="00B70256" w:rsidRDefault="00F21DB0" w:rsidP="00E44FF8">
            <w:pPr>
              <w:pStyle w:val="tabletext11"/>
              <w:jc w:val="right"/>
              <w:rPr>
                <w:ins w:id="2278" w:author="Author"/>
              </w:rPr>
            </w:pPr>
          </w:p>
        </w:tc>
        <w:tc>
          <w:tcPr>
            <w:tcW w:w="2100" w:type="dxa"/>
            <w:gridSpan w:val="3"/>
            <w:tcBorders>
              <w:left w:val="nil"/>
              <w:right w:val="single" w:sz="6" w:space="0" w:color="auto"/>
            </w:tcBorders>
          </w:tcPr>
          <w:p w14:paraId="7692E951" w14:textId="77777777" w:rsidR="00F21DB0" w:rsidRPr="00B70256" w:rsidRDefault="00F21DB0" w:rsidP="00E44FF8">
            <w:pPr>
              <w:pStyle w:val="tabletext11"/>
              <w:rPr>
                <w:ins w:id="2279" w:author="Author"/>
              </w:rPr>
            </w:pPr>
            <w:ins w:id="2280" w:author="Author">
              <w:r w:rsidRPr="00B70256">
                <w:t>170,001 to 180,000</w:t>
              </w:r>
            </w:ins>
          </w:p>
        </w:tc>
        <w:tc>
          <w:tcPr>
            <w:tcW w:w="400" w:type="dxa"/>
            <w:tcBorders>
              <w:left w:val="single" w:sz="6" w:space="0" w:color="auto"/>
            </w:tcBorders>
          </w:tcPr>
          <w:p w14:paraId="7D0DAD34" w14:textId="77777777" w:rsidR="00F21DB0" w:rsidRPr="00B70256" w:rsidRDefault="00F21DB0" w:rsidP="00E44FF8">
            <w:pPr>
              <w:pStyle w:val="tabletext11"/>
              <w:jc w:val="right"/>
              <w:rPr>
                <w:ins w:id="2281" w:author="Author"/>
              </w:rPr>
            </w:pPr>
          </w:p>
        </w:tc>
        <w:tc>
          <w:tcPr>
            <w:tcW w:w="910" w:type="dxa"/>
            <w:tcBorders>
              <w:left w:val="nil"/>
              <w:right w:val="single" w:sz="6" w:space="0" w:color="auto"/>
            </w:tcBorders>
          </w:tcPr>
          <w:p w14:paraId="10BA951C" w14:textId="77777777" w:rsidR="00F21DB0" w:rsidRPr="00B70256" w:rsidRDefault="00F21DB0" w:rsidP="00E44FF8">
            <w:pPr>
              <w:pStyle w:val="tabletext11"/>
              <w:tabs>
                <w:tab w:val="decimal" w:pos="200"/>
                <w:tab w:val="decimal" w:pos="240"/>
              </w:tabs>
              <w:rPr>
                <w:ins w:id="2282" w:author="Author"/>
              </w:rPr>
            </w:pPr>
            <w:ins w:id="2283" w:author="Author">
              <w:r w:rsidRPr="00B70256">
                <w:t>38.20</w:t>
              </w:r>
            </w:ins>
          </w:p>
        </w:tc>
        <w:tc>
          <w:tcPr>
            <w:tcW w:w="300" w:type="dxa"/>
            <w:gridSpan w:val="2"/>
            <w:tcBorders>
              <w:left w:val="single" w:sz="6" w:space="0" w:color="auto"/>
            </w:tcBorders>
          </w:tcPr>
          <w:p w14:paraId="60F71854" w14:textId="77777777" w:rsidR="00F21DB0" w:rsidRPr="00B70256" w:rsidRDefault="00F21DB0" w:rsidP="00E44FF8">
            <w:pPr>
              <w:pStyle w:val="tabletext11"/>
              <w:jc w:val="right"/>
              <w:rPr>
                <w:ins w:id="2284" w:author="Author"/>
              </w:rPr>
            </w:pPr>
          </w:p>
        </w:tc>
        <w:tc>
          <w:tcPr>
            <w:tcW w:w="790" w:type="dxa"/>
            <w:tcBorders>
              <w:left w:val="nil"/>
              <w:right w:val="single" w:sz="6" w:space="0" w:color="auto"/>
            </w:tcBorders>
          </w:tcPr>
          <w:p w14:paraId="026D4176" w14:textId="77777777" w:rsidR="00F21DB0" w:rsidRPr="00B70256" w:rsidRDefault="00F21DB0" w:rsidP="00E44FF8">
            <w:pPr>
              <w:pStyle w:val="tabletext11"/>
              <w:tabs>
                <w:tab w:val="decimal" w:pos="200"/>
              </w:tabs>
              <w:rPr>
                <w:ins w:id="2285" w:author="Author"/>
              </w:rPr>
            </w:pPr>
            <w:ins w:id="2286" w:author="Author">
              <w:r w:rsidRPr="00B70256">
                <w:t>43.20</w:t>
              </w:r>
            </w:ins>
          </w:p>
        </w:tc>
      </w:tr>
      <w:tr w:rsidR="00F21DB0" w:rsidRPr="00B70256" w14:paraId="6EDD923D" w14:textId="77777777" w:rsidTr="00E44FF8">
        <w:trPr>
          <w:cantSplit/>
          <w:trHeight w:val="190"/>
          <w:ins w:id="2287" w:author="Author"/>
        </w:trPr>
        <w:tc>
          <w:tcPr>
            <w:tcW w:w="200" w:type="dxa"/>
          </w:tcPr>
          <w:p w14:paraId="055DFCB4" w14:textId="77777777" w:rsidR="00F21DB0" w:rsidRPr="00B70256" w:rsidRDefault="00F21DB0" w:rsidP="00E44FF8">
            <w:pPr>
              <w:pStyle w:val="tabletext11"/>
              <w:rPr>
                <w:ins w:id="2288" w:author="Author"/>
              </w:rPr>
            </w:pPr>
          </w:p>
        </w:tc>
        <w:tc>
          <w:tcPr>
            <w:tcW w:w="300" w:type="dxa"/>
            <w:tcBorders>
              <w:left w:val="single" w:sz="6" w:space="0" w:color="auto"/>
            </w:tcBorders>
          </w:tcPr>
          <w:p w14:paraId="01B42850" w14:textId="77777777" w:rsidR="00F21DB0" w:rsidRPr="00B70256" w:rsidRDefault="00F21DB0" w:rsidP="00E44FF8">
            <w:pPr>
              <w:pStyle w:val="tabletext11"/>
              <w:jc w:val="right"/>
              <w:rPr>
                <w:ins w:id="2289" w:author="Author"/>
              </w:rPr>
            </w:pPr>
          </w:p>
        </w:tc>
        <w:tc>
          <w:tcPr>
            <w:tcW w:w="2100" w:type="dxa"/>
            <w:gridSpan w:val="3"/>
            <w:tcBorders>
              <w:left w:val="nil"/>
              <w:right w:val="single" w:sz="6" w:space="0" w:color="auto"/>
            </w:tcBorders>
          </w:tcPr>
          <w:p w14:paraId="777B2AE6" w14:textId="77777777" w:rsidR="00F21DB0" w:rsidRPr="00B70256" w:rsidRDefault="00F21DB0" w:rsidP="00E44FF8">
            <w:pPr>
              <w:pStyle w:val="tabletext11"/>
              <w:rPr>
                <w:ins w:id="2290" w:author="Author"/>
              </w:rPr>
            </w:pPr>
            <w:ins w:id="2291" w:author="Author">
              <w:r w:rsidRPr="00B70256">
                <w:t>180,001 to 190,000</w:t>
              </w:r>
            </w:ins>
          </w:p>
        </w:tc>
        <w:tc>
          <w:tcPr>
            <w:tcW w:w="400" w:type="dxa"/>
            <w:tcBorders>
              <w:left w:val="single" w:sz="6" w:space="0" w:color="auto"/>
            </w:tcBorders>
          </w:tcPr>
          <w:p w14:paraId="4B29AF58" w14:textId="77777777" w:rsidR="00F21DB0" w:rsidRPr="00B70256" w:rsidRDefault="00F21DB0" w:rsidP="00E44FF8">
            <w:pPr>
              <w:pStyle w:val="tabletext11"/>
              <w:jc w:val="right"/>
              <w:rPr>
                <w:ins w:id="2292" w:author="Author"/>
              </w:rPr>
            </w:pPr>
          </w:p>
        </w:tc>
        <w:tc>
          <w:tcPr>
            <w:tcW w:w="910" w:type="dxa"/>
            <w:tcBorders>
              <w:left w:val="nil"/>
              <w:right w:val="single" w:sz="6" w:space="0" w:color="auto"/>
            </w:tcBorders>
          </w:tcPr>
          <w:p w14:paraId="1938A235" w14:textId="77777777" w:rsidR="00F21DB0" w:rsidRPr="00B70256" w:rsidRDefault="00F21DB0" w:rsidP="00E44FF8">
            <w:pPr>
              <w:pStyle w:val="tabletext11"/>
              <w:tabs>
                <w:tab w:val="decimal" w:pos="200"/>
                <w:tab w:val="decimal" w:pos="240"/>
              </w:tabs>
              <w:rPr>
                <w:ins w:id="2293" w:author="Author"/>
              </w:rPr>
            </w:pPr>
            <w:ins w:id="2294" w:author="Author">
              <w:r w:rsidRPr="00B70256">
                <w:t>39.13</w:t>
              </w:r>
            </w:ins>
          </w:p>
        </w:tc>
        <w:tc>
          <w:tcPr>
            <w:tcW w:w="300" w:type="dxa"/>
            <w:gridSpan w:val="2"/>
            <w:tcBorders>
              <w:left w:val="single" w:sz="6" w:space="0" w:color="auto"/>
            </w:tcBorders>
          </w:tcPr>
          <w:p w14:paraId="2CB37990" w14:textId="77777777" w:rsidR="00F21DB0" w:rsidRPr="00B70256" w:rsidRDefault="00F21DB0" w:rsidP="00E44FF8">
            <w:pPr>
              <w:pStyle w:val="tabletext11"/>
              <w:jc w:val="right"/>
              <w:rPr>
                <w:ins w:id="2295" w:author="Author"/>
              </w:rPr>
            </w:pPr>
          </w:p>
        </w:tc>
        <w:tc>
          <w:tcPr>
            <w:tcW w:w="790" w:type="dxa"/>
            <w:tcBorders>
              <w:left w:val="nil"/>
              <w:right w:val="single" w:sz="6" w:space="0" w:color="auto"/>
            </w:tcBorders>
          </w:tcPr>
          <w:p w14:paraId="7C4B4687" w14:textId="77777777" w:rsidR="00F21DB0" w:rsidRPr="00B70256" w:rsidRDefault="00F21DB0" w:rsidP="00E44FF8">
            <w:pPr>
              <w:pStyle w:val="tabletext11"/>
              <w:tabs>
                <w:tab w:val="decimal" w:pos="200"/>
              </w:tabs>
              <w:rPr>
                <w:ins w:id="2296" w:author="Author"/>
              </w:rPr>
            </w:pPr>
            <w:ins w:id="2297" w:author="Author">
              <w:r w:rsidRPr="00B70256">
                <w:t>44.13</w:t>
              </w:r>
            </w:ins>
          </w:p>
        </w:tc>
      </w:tr>
      <w:tr w:rsidR="00F21DB0" w:rsidRPr="00B70256" w14:paraId="69D394C4" w14:textId="77777777" w:rsidTr="00E44FF8">
        <w:trPr>
          <w:cantSplit/>
          <w:trHeight w:val="190"/>
          <w:ins w:id="2298" w:author="Author"/>
        </w:trPr>
        <w:tc>
          <w:tcPr>
            <w:tcW w:w="200" w:type="dxa"/>
          </w:tcPr>
          <w:p w14:paraId="45402F43" w14:textId="77777777" w:rsidR="00F21DB0" w:rsidRPr="00B70256" w:rsidRDefault="00F21DB0" w:rsidP="00E44FF8">
            <w:pPr>
              <w:pStyle w:val="tabletext11"/>
              <w:rPr>
                <w:ins w:id="2299" w:author="Author"/>
              </w:rPr>
            </w:pPr>
          </w:p>
        </w:tc>
        <w:tc>
          <w:tcPr>
            <w:tcW w:w="300" w:type="dxa"/>
            <w:tcBorders>
              <w:left w:val="single" w:sz="6" w:space="0" w:color="auto"/>
            </w:tcBorders>
          </w:tcPr>
          <w:p w14:paraId="4A61F5FB" w14:textId="77777777" w:rsidR="00F21DB0" w:rsidRPr="00B70256" w:rsidRDefault="00F21DB0" w:rsidP="00E44FF8">
            <w:pPr>
              <w:pStyle w:val="tabletext11"/>
              <w:jc w:val="right"/>
              <w:rPr>
                <w:ins w:id="2300" w:author="Author"/>
              </w:rPr>
            </w:pPr>
          </w:p>
        </w:tc>
        <w:tc>
          <w:tcPr>
            <w:tcW w:w="2100" w:type="dxa"/>
            <w:gridSpan w:val="3"/>
            <w:tcBorders>
              <w:left w:val="nil"/>
              <w:right w:val="single" w:sz="6" w:space="0" w:color="auto"/>
            </w:tcBorders>
          </w:tcPr>
          <w:p w14:paraId="2B267374" w14:textId="77777777" w:rsidR="00F21DB0" w:rsidRPr="00B70256" w:rsidRDefault="00F21DB0" w:rsidP="00E44FF8">
            <w:pPr>
              <w:pStyle w:val="tabletext11"/>
              <w:rPr>
                <w:ins w:id="2301" w:author="Author"/>
              </w:rPr>
            </w:pPr>
            <w:ins w:id="2302" w:author="Author">
              <w:r w:rsidRPr="00B70256">
                <w:t>190,001 to 200,000</w:t>
              </w:r>
            </w:ins>
          </w:p>
        </w:tc>
        <w:tc>
          <w:tcPr>
            <w:tcW w:w="400" w:type="dxa"/>
            <w:tcBorders>
              <w:left w:val="single" w:sz="6" w:space="0" w:color="auto"/>
            </w:tcBorders>
          </w:tcPr>
          <w:p w14:paraId="7D27F7BD" w14:textId="77777777" w:rsidR="00F21DB0" w:rsidRPr="00B70256" w:rsidRDefault="00F21DB0" w:rsidP="00E44FF8">
            <w:pPr>
              <w:pStyle w:val="tabletext11"/>
              <w:jc w:val="right"/>
              <w:rPr>
                <w:ins w:id="2303" w:author="Author"/>
              </w:rPr>
            </w:pPr>
          </w:p>
        </w:tc>
        <w:tc>
          <w:tcPr>
            <w:tcW w:w="910" w:type="dxa"/>
            <w:tcBorders>
              <w:left w:val="nil"/>
              <w:right w:val="single" w:sz="6" w:space="0" w:color="auto"/>
            </w:tcBorders>
          </w:tcPr>
          <w:p w14:paraId="0157FC42" w14:textId="77777777" w:rsidR="00F21DB0" w:rsidRPr="00B70256" w:rsidRDefault="00F21DB0" w:rsidP="00E44FF8">
            <w:pPr>
              <w:pStyle w:val="tabletext11"/>
              <w:tabs>
                <w:tab w:val="decimal" w:pos="200"/>
                <w:tab w:val="decimal" w:pos="240"/>
              </w:tabs>
              <w:rPr>
                <w:ins w:id="2304" w:author="Author"/>
              </w:rPr>
            </w:pPr>
            <w:ins w:id="2305" w:author="Author">
              <w:r w:rsidRPr="00B70256">
                <w:t>40.00</w:t>
              </w:r>
            </w:ins>
          </w:p>
        </w:tc>
        <w:tc>
          <w:tcPr>
            <w:tcW w:w="300" w:type="dxa"/>
            <w:gridSpan w:val="2"/>
            <w:tcBorders>
              <w:left w:val="single" w:sz="6" w:space="0" w:color="auto"/>
            </w:tcBorders>
          </w:tcPr>
          <w:p w14:paraId="2775275A" w14:textId="77777777" w:rsidR="00F21DB0" w:rsidRPr="00B70256" w:rsidRDefault="00F21DB0" w:rsidP="00E44FF8">
            <w:pPr>
              <w:pStyle w:val="tabletext11"/>
              <w:jc w:val="right"/>
              <w:rPr>
                <w:ins w:id="2306" w:author="Author"/>
              </w:rPr>
            </w:pPr>
          </w:p>
        </w:tc>
        <w:tc>
          <w:tcPr>
            <w:tcW w:w="790" w:type="dxa"/>
            <w:tcBorders>
              <w:left w:val="nil"/>
              <w:right w:val="single" w:sz="6" w:space="0" w:color="auto"/>
            </w:tcBorders>
          </w:tcPr>
          <w:p w14:paraId="54736416" w14:textId="77777777" w:rsidR="00F21DB0" w:rsidRPr="00B70256" w:rsidRDefault="00F21DB0" w:rsidP="00E44FF8">
            <w:pPr>
              <w:pStyle w:val="tabletext11"/>
              <w:tabs>
                <w:tab w:val="decimal" w:pos="200"/>
              </w:tabs>
              <w:rPr>
                <w:ins w:id="2307" w:author="Author"/>
              </w:rPr>
            </w:pPr>
            <w:ins w:id="2308" w:author="Author">
              <w:r w:rsidRPr="00B70256">
                <w:t>45.00</w:t>
              </w:r>
            </w:ins>
          </w:p>
        </w:tc>
      </w:tr>
      <w:tr w:rsidR="00F21DB0" w:rsidRPr="00B70256" w14:paraId="7BE6C06F" w14:textId="77777777" w:rsidTr="00E44FF8">
        <w:trPr>
          <w:cantSplit/>
          <w:trHeight w:val="190"/>
          <w:ins w:id="2309" w:author="Author"/>
        </w:trPr>
        <w:tc>
          <w:tcPr>
            <w:tcW w:w="200" w:type="dxa"/>
          </w:tcPr>
          <w:p w14:paraId="74FF1398" w14:textId="77777777" w:rsidR="00F21DB0" w:rsidRPr="00B70256" w:rsidRDefault="00F21DB0" w:rsidP="00E44FF8">
            <w:pPr>
              <w:pStyle w:val="tabletext11"/>
              <w:rPr>
                <w:ins w:id="2310" w:author="Author"/>
              </w:rPr>
            </w:pPr>
          </w:p>
        </w:tc>
        <w:tc>
          <w:tcPr>
            <w:tcW w:w="300" w:type="dxa"/>
            <w:tcBorders>
              <w:left w:val="single" w:sz="6" w:space="0" w:color="auto"/>
            </w:tcBorders>
          </w:tcPr>
          <w:p w14:paraId="789F99BD" w14:textId="77777777" w:rsidR="00F21DB0" w:rsidRPr="00B70256" w:rsidRDefault="00F21DB0" w:rsidP="00E44FF8">
            <w:pPr>
              <w:pStyle w:val="tabletext11"/>
              <w:jc w:val="right"/>
              <w:rPr>
                <w:ins w:id="2311" w:author="Author"/>
              </w:rPr>
            </w:pPr>
          </w:p>
        </w:tc>
        <w:tc>
          <w:tcPr>
            <w:tcW w:w="2100" w:type="dxa"/>
            <w:gridSpan w:val="3"/>
            <w:tcBorders>
              <w:left w:val="nil"/>
              <w:right w:val="single" w:sz="6" w:space="0" w:color="auto"/>
            </w:tcBorders>
          </w:tcPr>
          <w:p w14:paraId="1DD9DAAD" w14:textId="77777777" w:rsidR="00F21DB0" w:rsidRPr="00B70256" w:rsidRDefault="00F21DB0" w:rsidP="00E44FF8">
            <w:pPr>
              <w:pStyle w:val="tabletext11"/>
              <w:rPr>
                <w:ins w:id="2312" w:author="Author"/>
              </w:rPr>
            </w:pPr>
            <w:ins w:id="2313" w:author="Author">
              <w:r w:rsidRPr="00B70256">
                <w:t>200,001 to 210,000</w:t>
              </w:r>
            </w:ins>
          </w:p>
        </w:tc>
        <w:tc>
          <w:tcPr>
            <w:tcW w:w="400" w:type="dxa"/>
            <w:tcBorders>
              <w:left w:val="single" w:sz="6" w:space="0" w:color="auto"/>
            </w:tcBorders>
          </w:tcPr>
          <w:p w14:paraId="49A6F1CB" w14:textId="77777777" w:rsidR="00F21DB0" w:rsidRPr="00B70256" w:rsidRDefault="00F21DB0" w:rsidP="00E44FF8">
            <w:pPr>
              <w:pStyle w:val="tabletext11"/>
              <w:jc w:val="right"/>
              <w:rPr>
                <w:ins w:id="2314" w:author="Author"/>
              </w:rPr>
            </w:pPr>
          </w:p>
        </w:tc>
        <w:tc>
          <w:tcPr>
            <w:tcW w:w="910" w:type="dxa"/>
            <w:tcBorders>
              <w:left w:val="nil"/>
              <w:right w:val="single" w:sz="6" w:space="0" w:color="auto"/>
            </w:tcBorders>
          </w:tcPr>
          <w:p w14:paraId="2496D582" w14:textId="77777777" w:rsidR="00F21DB0" w:rsidRPr="00B70256" w:rsidRDefault="00F21DB0" w:rsidP="00E44FF8">
            <w:pPr>
              <w:pStyle w:val="tabletext11"/>
              <w:tabs>
                <w:tab w:val="decimal" w:pos="200"/>
                <w:tab w:val="decimal" w:pos="240"/>
              </w:tabs>
              <w:rPr>
                <w:ins w:id="2315" w:author="Author"/>
              </w:rPr>
            </w:pPr>
            <w:ins w:id="2316" w:author="Author">
              <w:r w:rsidRPr="00B70256">
                <w:t>40.80</w:t>
              </w:r>
            </w:ins>
          </w:p>
        </w:tc>
        <w:tc>
          <w:tcPr>
            <w:tcW w:w="300" w:type="dxa"/>
            <w:gridSpan w:val="2"/>
            <w:tcBorders>
              <w:left w:val="single" w:sz="6" w:space="0" w:color="auto"/>
            </w:tcBorders>
          </w:tcPr>
          <w:p w14:paraId="4989B11F" w14:textId="77777777" w:rsidR="00F21DB0" w:rsidRPr="00B70256" w:rsidRDefault="00F21DB0" w:rsidP="00E44FF8">
            <w:pPr>
              <w:pStyle w:val="tabletext11"/>
              <w:jc w:val="right"/>
              <w:rPr>
                <w:ins w:id="2317" w:author="Author"/>
              </w:rPr>
            </w:pPr>
          </w:p>
        </w:tc>
        <w:tc>
          <w:tcPr>
            <w:tcW w:w="790" w:type="dxa"/>
            <w:tcBorders>
              <w:left w:val="nil"/>
              <w:right w:val="single" w:sz="6" w:space="0" w:color="auto"/>
            </w:tcBorders>
          </w:tcPr>
          <w:p w14:paraId="425CC462" w14:textId="77777777" w:rsidR="00F21DB0" w:rsidRPr="00B70256" w:rsidRDefault="00F21DB0" w:rsidP="00E44FF8">
            <w:pPr>
              <w:pStyle w:val="tabletext11"/>
              <w:tabs>
                <w:tab w:val="decimal" w:pos="200"/>
              </w:tabs>
              <w:rPr>
                <w:ins w:id="2318" w:author="Author"/>
              </w:rPr>
            </w:pPr>
            <w:ins w:id="2319" w:author="Author">
              <w:r w:rsidRPr="00B70256">
                <w:t>45.80</w:t>
              </w:r>
            </w:ins>
          </w:p>
        </w:tc>
      </w:tr>
      <w:tr w:rsidR="00F21DB0" w:rsidRPr="00B70256" w14:paraId="60B4715C" w14:textId="77777777" w:rsidTr="00E44FF8">
        <w:trPr>
          <w:cantSplit/>
          <w:trHeight w:val="190"/>
          <w:ins w:id="2320" w:author="Author"/>
        </w:trPr>
        <w:tc>
          <w:tcPr>
            <w:tcW w:w="200" w:type="dxa"/>
          </w:tcPr>
          <w:p w14:paraId="5E71648C" w14:textId="77777777" w:rsidR="00F21DB0" w:rsidRPr="00B70256" w:rsidRDefault="00F21DB0" w:rsidP="00E44FF8">
            <w:pPr>
              <w:pStyle w:val="tabletext11"/>
              <w:rPr>
                <w:ins w:id="2321" w:author="Author"/>
              </w:rPr>
            </w:pPr>
          </w:p>
        </w:tc>
        <w:tc>
          <w:tcPr>
            <w:tcW w:w="300" w:type="dxa"/>
            <w:tcBorders>
              <w:left w:val="single" w:sz="6" w:space="0" w:color="auto"/>
            </w:tcBorders>
          </w:tcPr>
          <w:p w14:paraId="3F2B4360" w14:textId="77777777" w:rsidR="00F21DB0" w:rsidRPr="00B70256" w:rsidRDefault="00F21DB0" w:rsidP="00E44FF8">
            <w:pPr>
              <w:pStyle w:val="tabletext11"/>
              <w:jc w:val="right"/>
              <w:rPr>
                <w:ins w:id="2322" w:author="Author"/>
              </w:rPr>
            </w:pPr>
          </w:p>
        </w:tc>
        <w:tc>
          <w:tcPr>
            <w:tcW w:w="2100" w:type="dxa"/>
            <w:gridSpan w:val="3"/>
            <w:tcBorders>
              <w:left w:val="nil"/>
              <w:right w:val="single" w:sz="6" w:space="0" w:color="auto"/>
            </w:tcBorders>
          </w:tcPr>
          <w:p w14:paraId="79C47EA8" w14:textId="77777777" w:rsidR="00F21DB0" w:rsidRPr="00B70256" w:rsidRDefault="00F21DB0" w:rsidP="00E44FF8">
            <w:pPr>
              <w:pStyle w:val="tabletext11"/>
              <w:rPr>
                <w:ins w:id="2323" w:author="Author"/>
              </w:rPr>
            </w:pPr>
            <w:ins w:id="2324" w:author="Author">
              <w:r w:rsidRPr="00B70256">
                <w:t>210,001 to 220,000</w:t>
              </w:r>
            </w:ins>
          </w:p>
        </w:tc>
        <w:tc>
          <w:tcPr>
            <w:tcW w:w="400" w:type="dxa"/>
            <w:tcBorders>
              <w:left w:val="single" w:sz="6" w:space="0" w:color="auto"/>
            </w:tcBorders>
          </w:tcPr>
          <w:p w14:paraId="023BE97F" w14:textId="77777777" w:rsidR="00F21DB0" w:rsidRPr="00B70256" w:rsidRDefault="00F21DB0" w:rsidP="00E44FF8">
            <w:pPr>
              <w:pStyle w:val="tabletext11"/>
              <w:jc w:val="right"/>
              <w:rPr>
                <w:ins w:id="2325" w:author="Author"/>
              </w:rPr>
            </w:pPr>
          </w:p>
        </w:tc>
        <w:tc>
          <w:tcPr>
            <w:tcW w:w="910" w:type="dxa"/>
            <w:tcBorders>
              <w:left w:val="nil"/>
              <w:right w:val="single" w:sz="6" w:space="0" w:color="auto"/>
            </w:tcBorders>
          </w:tcPr>
          <w:p w14:paraId="4F79675B" w14:textId="77777777" w:rsidR="00F21DB0" w:rsidRPr="00B70256" w:rsidRDefault="00F21DB0" w:rsidP="00E44FF8">
            <w:pPr>
              <w:pStyle w:val="tabletext11"/>
              <w:tabs>
                <w:tab w:val="decimal" w:pos="200"/>
                <w:tab w:val="decimal" w:pos="240"/>
              </w:tabs>
              <w:rPr>
                <w:ins w:id="2326" w:author="Author"/>
              </w:rPr>
            </w:pPr>
            <w:ins w:id="2327" w:author="Author">
              <w:r w:rsidRPr="00B70256">
                <w:t>41.54</w:t>
              </w:r>
            </w:ins>
          </w:p>
        </w:tc>
        <w:tc>
          <w:tcPr>
            <w:tcW w:w="300" w:type="dxa"/>
            <w:gridSpan w:val="2"/>
            <w:tcBorders>
              <w:left w:val="single" w:sz="6" w:space="0" w:color="auto"/>
            </w:tcBorders>
          </w:tcPr>
          <w:p w14:paraId="7F7EED11" w14:textId="77777777" w:rsidR="00F21DB0" w:rsidRPr="00B70256" w:rsidRDefault="00F21DB0" w:rsidP="00E44FF8">
            <w:pPr>
              <w:pStyle w:val="tabletext11"/>
              <w:jc w:val="right"/>
              <w:rPr>
                <w:ins w:id="2328" w:author="Author"/>
              </w:rPr>
            </w:pPr>
          </w:p>
        </w:tc>
        <w:tc>
          <w:tcPr>
            <w:tcW w:w="790" w:type="dxa"/>
            <w:tcBorders>
              <w:left w:val="nil"/>
              <w:right w:val="single" w:sz="6" w:space="0" w:color="auto"/>
            </w:tcBorders>
          </w:tcPr>
          <w:p w14:paraId="4359A24E" w14:textId="77777777" w:rsidR="00F21DB0" w:rsidRPr="00B70256" w:rsidRDefault="00F21DB0" w:rsidP="00E44FF8">
            <w:pPr>
              <w:pStyle w:val="tabletext11"/>
              <w:tabs>
                <w:tab w:val="decimal" w:pos="200"/>
              </w:tabs>
              <w:rPr>
                <w:ins w:id="2329" w:author="Author"/>
              </w:rPr>
            </w:pPr>
            <w:ins w:id="2330" w:author="Author">
              <w:r w:rsidRPr="00B70256">
                <w:t>46.54</w:t>
              </w:r>
            </w:ins>
          </w:p>
        </w:tc>
      </w:tr>
      <w:tr w:rsidR="00F21DB0" w:rsidRPr="00B70256" w14:paraId="7A86B924" w14:textId="77777777" w:rsidTr="00E44FF8">
        <w:trPr>
          <w:cantSplit/>
          <w:trHeight w:val="190"/>
          <w:ins w:id="2331" w:author="Author"/>
        </w:trPr>
        <w:tc>
          <w:tcPr>
            <w:tcW w:w="200" w:type="dxa"/>
          </w:tcPr>
          <w:p w14:paraId="056DCD43" w14:textId="77777777" w:rsidR="00F21DB0" w:rsidRPr="00B70256" w:rsidRDefault="00F21DB0" w:rsidP="00E44FF8">
            <w:pPr>
              <w:pStyle w:val="tabletext11"/>
              <w:rPr>
                <w:ins w:id="2332" w:author="Author"/>
              </w:rPr>
            </w:pPr>
          </w:p>
        </w:tc>
        <w:tc>
          <w:tcPr>
            <w:tcW w:w="300" w:type="dxa"/>
            <w:tcBorders>
              <w:left w:val="single" w:sz="6" w:space="0" w:color="auto"/>
            </w:tcBorders>
          </w:tcPr>
          <w:p w14:paraId="606839F6" w14:textId="77777777" w:rsidR="00F21DB0" w:rsidRPr="00B70256" w:rsidRDefault="00F21DB0" w:rsidP="00E44FF8">
            <w:pPr>
              <w:pStyle w:val="tabletext11"/>
              <w:jc w:val="right"/>
              <w:rPr>
                <w:ins w:id="2333" w:author="Author"/>
              </w:rPr>
            </w:pPr>
          </w:p>
        </w:tc>
        <w:tc>
          <w:tcPr>
            <w:tcW w:w="2100" w:type="dxa"/>
            <w:gridSpan w:val="3"/>
            <w:tcBorders>
              <w:left w:val="nil"/>
              <w:right w:val="single" w:sz="6" w:space="0" w:color="auto"/>
            </w:tcBorders>
          </w:tcPr>
          <w:p w14:paraId="19847C2B" w14:textId="77777777" w:rsidR="00F21DB0" w:rsidRPr="00B70256" w:rsidRDefault="00F21DB0" w:rsidP="00E44FF8">
            <w:pPr>
              <w:pStyle w:val="tabletext11"/>
              <w:rPr>
                <w:ins w:id="2334" w:author="Author"/>
              </w:rPr>
            </w:pPr>
            <w:ins w:id="2335" w:author="Author">
              <w:r w:rsidRPr="00B70256">
                <w:t>220,001 to 230,000</w:t>
              </w:r>
            </w:ins>
          </w:p>
        </w:tc>
        <w:tc>
          <w:tcPr>
            <w:tcW w:w="400" w:type="dxa"/>
            <w:tcBorders>
              <w:left w:val="single" w:sz="6" w:space="0" w:color="auto"/>
            </w:tcBorders>
          </w:tcPr>
          <w:p w14:paraId="0A9C4362" w14:textId="77777777" w:rsidR="00F21DB0" w:rsidRPr="00B70256" w:rsidRDefault="00F21DB0" w:rsidP="00E44FF8">
            <w:pPr>
              <w:pStyle w:val="tabletext11"/>
              <w:jc w:val="right"/>
              <w:rPr>
                <w:ins w:id="2336" w:author="Author"/>
              </w:rPr>
            </w:pPr>
          </w:p>
        </w:tc>
        <w:tc>
          <w:tcPr>
            <w:tcW w:w="910" w:type="dxa"/>
            <w:tcBorders>
              <w:left w:val="nil"/>
              <w:right w:val="single" w:sz="6" w:space="0" w:color="auto"/>
            </w:tcBorders>
          </w:tcPr>
          <w:p w14:paraId="27D1BE33" w14:textId="77777777" w:rsidR="00F21DB0" w:rsidRPr="00B70256" w:rsidRDefault="00F21DB0" w:rsidP="00E44FF8">
            <w:pPr>
              <w:pStyle w:val="tabletext11"/>
              <w:tabs>
                <w:tab w:val="decimal" w:pos="200"/>
                <w:tab w:val="decimal" w:pos="240"/>
              </w:tabs>
              <w:rPr>
                <w:ins w:id="2337" w:author="Author"/>
              </w:rPr>
            </w:pPr>
            <w:ins w:id="2338" w:author="Author">
              <w:r w:rsidRPr="00B70256">
                <w:t>42.23</w:t>
              </w:r>
            </w:ins>
          </w:p>
        </w:tc>
        <w:tc>
          <w:tcPr>
            <w:tcW w:w="300" w:type="dxa"/>
            <w:gridSpan w:val="2"/>
            <w:tcBorders>
              <w:left w:val="single" w:sz="6" w:space="0" w:color="auto"/>
            </w:tcBorders>
          </w:tcPr>
          <w:p w14:paraId="347A7BD3" w14:textId="77777777" w:rsidR="00F21DB0" w:rsidRPr="00B70256" w:rsidRDefault="00F21DB0" w:rsidP="00E44FF8">
            <w:pPr>
              <w:pStyle w:val="tabletext11"/>
              <w:jc w:val="right"/>
              <w:rPr>
                <w:ins w:id="2339" w:author="Author"/>
              </w:rPr>
            </w:pPr>
          </w:p>
        </w:tc>
        <w:tc>
          <w:tcPr>
            <w:tcW w:w="790" w:type="dxa"/>
            <w:tcBorders>
              <w:left w:val="nil"/>
              <w:right w:val="single" w:sz="6" w:space="0" w:color="auto"/>
            </w:tcBorders>
          </w:tcPr>
          <w:p w14:paraId="59ED2A90" w14:textId="77777777" w:rsidR="00F21DB0" w:rsidRPr="00B70256" w:rsidRDefault="00F21DB0" w:rsidP="00E44FF8">
            <w:pPr>
              <w:pStyle w:val="tabletext11"/>
              <w:tabs>
                <w:tab w:val="decimal" w:pos="200"/>
              </w:tabs>
              <w:rPr>
                <w:ins w:id="2340" w:author="Author"/>
              </w:rPr>
            </w:pPr>
            <w:ins w:id="2341" w:author="Author">
              <w:r w:rsidRPr="00B70256">
                <w:t>47.23</w:t>
              </w:r>
            </w:ins>
          </w:p>
        </w:tc>
      </w:tr>
      <w:tr w:rsidR="00F21DB0" w:rsidRPr="00B70256" w14:paraId="79A4ACFF" w14:textId="77777777" w:rsidTr="00E44FF8">
        <w:trPr>
          <w:cantSplit/>
          <w:trHeight w:val="190"/>
          <w:ins w:id="2342" w:author="Author"/>
        </w:trPr>
        <w:tc>
          <w:tcPr>
            <w:tcW w:w="200" w:type="dxa"/>
          </w:tcPr>
          <w:p w14:paraId="1D798A53" w14:textId="77777777" w:rsidR="00F21DB0" w:rsidRPr="00B70256" w:rsidRDefault="00F21DB0" w:rsidP="00E44FF8">
            <w:pPr>
              <w:pStyle w:val="tabletext11"/>
              <w:rPr>
                <w:ins w:id="2343" w:author="Author"/>
              </w:rPr>
            </w:pPr>
          </w:p>
        </w:tc>
        <w:tc>
          <w:tcPr>
            <w:tcW w:w="300" w:type="dxa"/>
            <w:tcBorders>
              <w:left w:val="single" w:sz="6" w:space="0" w:color="auto"/>
            </w:tcBorders>
          </w:tcPr>
          <w:p w14:paraId="5ABC4986" w14:textId="77777777" w:rsidR="00F21DB0" w:rsidRPr="00B70256" w:rsidRDefault="00F21DB0" w:rsidP="00E44FF8">
            <w:pPr>
              <w:pStyle w:val="tabletext11"/>
              <w:jc w:val="right"/>
              <w:rPr>
                <w:ins w:id="2344" w:author="Author"/>
              </w:rPr>
            </w:pPr>
          </w:p>
        </w:tc>
        <w:tc>
          <w:tcPr>
            <w:tcW w:w="2100" w:type="dxa"/>
            <w:gridSpan w:val="3"/>
            <w:tcBorders>
              <w:left w:val="nil"/>
              <w:right w:val="single" w:sz="6" w:space="0" w:color="auto"/>
            </w:tcBorders>
          </w:tcPr>
          <w:p w14:paraId="045D7C70" w14:textId="77777777" w:rsidR="00F21DB0" w:rsidRPr="00B70256" w:rsidRDefault="00F21DB0" w:rsidP="00E44FF8">
            <w:pPr>
              <w:pStyle w:val="tabletext11"/>
              <w:rPr>
                <w:ins w:id="2345" w:author="Author"/>
              </w:rPr>
            </w:pPr>
            <w:ins w:id="2346" w:author="Author">
              <w:r w:rsidRPr="00B70256">
                <w:t>230,001 to 240,000</w:t>
              </w:r>
            </w:ins>
          </w:p>
        </w:tc>
        <w:tc>
          <w:tcPr>
            <w:tcW w:w="400" w:type="dxa"/>
            <w:tcBorders>
              <w:left w:val="single" w:sz="6" w:space="0" w:color="auto"/>
            </w:tcBorders>
          </w:tcPr>
          <w:p w14:paraId="117B979A" w14:textId="77777777" w:rsidR="00F21DB0" w:rsidRPr="00B70256" w:rsidRDefault="00F21DB0" w:rsidP="00E44FF8">
            <w:pPr>
              <w:pStyle w:val="tabletext11"/>
              <w:jc w:val="right"/>
              <w:rPr>
                <w:ins w:id="2347" w:author="Author"/>
              </w:rPr>
            </w:pPr>
          </w:p>
        </w:tc>
        <w:tc>
          <w:tcPr>
            <w:tcW w:w="910" w:type="dxa"/>
            <w:tcBorders>
              <w:left w:val="nil"/>
              <w:right w:val="single" w:sz="6" w:space="0" w:color="auto"/>
            </w:tcBorders>
          </w:tcPr>
          <w:p w14:paraId="4D73AA4A" w14:textId="77777777" w:rsidR="00F21DB0" w:rsidRPr="00B70256" w:rsidRDefault="00F21DB0" w:rsidP="00E44FF8">
            <w:pPr>
              <w:pStyle w:val="tabletext11"/>
              <w:tabs>
                <w:tab w:val="decimal" w:pos="200"/>
                <w:tab w:val="decimal" w:pos="240"/>
              </w:tabs>
              <w:rPr>
                <w:ins w:id="2348" w:author="Author"/>
              </w:rPr>
            </w:pPr>
            <w:ins w:id="2349" w:author="Author">
              <w:r w:rsidRPr="00B70256">
                <w:t>42.86</w:t>
              </w:r>
            </w:ins>
          </w:p>
        </w:tc>
        <w:tc>
          <w:tcPr>
            <w:tcW w:w="300" w:type="dxa"/>
            <w:gridSpan w:val="2"/>
            <w:tcBorders>
              <w:left w:val="single" w:sz="6" w:space="0" w:color="auto"/>
            </w:tcBorders>
          </w:tcPr>
          <w:p w14:paraId="6958AD53" w14:textId="77777777" w:rsidR="00F21DB0" w:rsidRPr="00B70256" w:rsidRDefault="00F21DB0" w:rsidP="00E44FF8">
            <w:pPr>
              <w:pStyle w:val="tabletext11"/>
              <w:jc w:val="right"/>
              <w:rPr>
                <w:ins w:id="2350" w:author="Author"/>
              </w:rPr>
            </w:pPr>
          </w:p>
        </w:tc>
        <w:tc>
          <w:tcPr>
            <w:tcW w:w="790" w:type="dxa"/>
            <w:tcBorders>
              <w:left w:val="nil"/>
              <w:right w:val="single" w:sz="6" w:space="0" w:color="auto"/>
            </w:tcBorders>
          </w:tcPr>
          <w:p w14:paraId="09FE3E32" w14:textId="77777777" w:rsidR="00F21DB0" w:rsidRPr="00B70256" w:rsidRDefault="00F21DB0" w:rsidP="00E44FF8">
            <w:pPr>
              <w:pStyle w:val="tabletext11"/>
              <w:tabs>
                <w:tab w:val="decimal" w:pos="200"/>
              </w:tabs>
              <w:rPr>
                <w:ins w:id="2351" w:author="Author"/>
              </w:rPr>
            </w:pPr>
            <w:ins w:id="2352" w:author="Author">
              <w:r w:rsidRPr="00B70256">
                <w:t>47.86</w:t>
              </w:r>
            </w:ins>
          </w:p>
        </w:tc>
      </w:tr>
      <w:tr w:rsidR="00F21DB0" w:rsidRPr="00B70256" w14:paraId="7252302D" w14:textId="77777777" w:rsidTr="00E44FF8">
        <w:trPr>
          <w:cantSplit/>
          <w:trHeight w:val="190"/>
          <w:ins w:id="2353" w:author="Author"/>
        </w:trPr>
        <w:tc>
          <w:tcPr>
            <w:tcW w:w="200" w:type="dxa"/>
          </w:tcPr>
          <w:p w14:paraId="3D8DB29D" w14:textId="77777777" w:rsidR="00F21DB0" w:rsidRPr="00B70256" w:rsidRDefault="00F21DB0" w:rsidP="00E44FF8">
            <w:pPr>
              <w:pStyle w:val="tabletext11"/>
              <w:rPr>
                <w:ins w:id="2354" w:author="Author"/>
              </w:rPr>
            </w:pPr>
          </w:p>
        </w:tc>
        <w:tc>
          <w:tcPr>
            <w:tcW w:w="300" w:type="dxa"/>
            <w:tcBorders>
              <w:left w:val="single" w:sz="6" w:space="0" w:color="auto"/>
            </w:tcBorders>
          </w:tcPr>
          <w:p w14:paraId="000A142B" w14:textId="77777777" w:rsidR="00F21DB0" w:rsidRPr="00B70256" w:rsidRDefault="00F21DB0" w:rsidP="00E44FF8">
            <w:pPr>
              <w:pStyle w:val="tabletext11"/>
              <w:jc w:val="right"/>
              <w:rPr>
                <w:ins w:id="2355" w:author="Author"/>
              </w:rPr>
            </w:pPr>
          </w:p>
        </w:tc>
        <w:tc>
          <w:tcPr>
            <w:tcW w:w="2100" w:type="dxa"/>
            <w:gridSpan w:val="3"/>
            <w:tcBorders>
              <w:left w:val="nil"/>
              <w:right w:val="single" w:sz="6" w:space="0" w:color="auto"/>
            </w:tcBorders>
          </w:tcPr>
          <w:p w14:paraId="1DB47503" w14:textId="77777777" w:rsidR="00F21DB0" w:rsidRPr="00B70256" w:rsidRDefault="00F21DB0" w:rsidP="00E44FF8">
            <w:pPr>
              <w:pStyle w:val="tabletext11"/>
              <w:rPr>
                <w:ins w:id="2356" w:author="Author"/>
              </w:rPr>
            </w:pPr>
            <w:ins w:id="2357" w:author="Author">
              <w:r w:rsidRPr="00B70256">
                <w:t>240,001 to 250,000</w:t>
              </w:r>
            </w:ins>
          </w:p>
        </w:tc>
        <w:tc>
          <w:tcPr>
            <w:tcW w:w="400" w:type="dxa"/>
            <w:tcBorders>
              <w:left w:val="single" w:sz="6" w:space="0" w:color="auto"/>
            </w:tcBorders>
          </w:tcPr>
          <w:p w14:paraId="2EF9C132" w14:textId="77777777" w:rsidR="00F21DB0" w:rsidRPr="00B70256" w:rsidRDefault="00F21DB0" w:rsidP="00E44FF8">
            <w:pPr>
              <w:pStyle w:val="tabletext11"/>
              <w:jc w:val="right"/>
              <w:rPr>
                <w:ins w:id="2358" w:author="Author"/>
              </w:rPr>
            </w:pPr>
          </w:p>
        </w:tc>
        <w:tc>
          <w:tcPr>
            <w:tcW w:w="910" w:type="dxa"/>
            <w:tcBorders>
              <w:left w:val="nil"/>
              <w:right w:val="single" w:sz="6" w:space="0" w:color="auto"/>
            </w:tcBorders>
          </w:tcPr>
          <w:p w14:paraId="3E7558C1" w14:textId="77777777" w:rsidR="00F21DB0" w:rsidRPr="00B70256" w:rsidRDefault="00F21DB0" w:rsidP="00E44FF8">
            <w:pPr>
              <w:pStyle w:val="tabletext11"/>
              <w:tabs>
                <w:tab w:val="decimal" w:pos="200"/>
                <w:tab w:val="decimal" w:pos="240"/>
              </w:tabs>
              <w:rPr>
                <w:ins w:id="2359" w:author="Author"/>
              </w:rPr>
            </w:pPr>
            <w:ins w:id="2360" w:author="Author">
              <w:r w:rsidRPr="00B70256">
                <w:t>43.45</w:t>
              </w:r>
            </w:ins>
          </w:p>
        </w:tc>
        <w:tc>
          <w:tcPr>
            <w:tcW w:w="300" w:type="dxa"/>
            <w:gridSpan w:val="2"/>
            <w:tcBorders>
              <w:left w:val="single" w:sz="6" w:space="0" w:color="auto"/>
            </w:tcBorders>
          </w:tcPr>
          <w:p w14:paraId="36DAC9CB" w14:textId="77777777" w:rsidR="00F21DB0" w:rsidRPr="00B70256" w:rsidRDefault="00F21DB0" w:rsidP="00E44FF8">
            <w:pPr>
              <w:pStyle w:val="tabletext11"/>
              <w:jc w:val="right"/>
              <w:rPr>
                <w:ins w:id="2361" w:author="Author"/>
              </w:rPr>
            </w:pPr>
          </w:p>
        </w:tc>
        <w:tc>
          <w:tcPr>
            <w:tcW w:w="790" w:type="dxa"/>
            <w:tcBorders>
              <w:left w:val="nil"/>
              <w:right w:val="single" w:sz="6" w:space="0" w:color="auto"/>
            </w:tcBorders>
          </w:tcPr>
          <w:p w14:paraId="027C36E2" w14:textId="77777777" w:rsidR="00F21DB0" w:rsidRPr="00B70256" w:rsidRDefault="00F21DB0" w:rsidP="00E44FF8">
            <w:pPr>
              <w:pStyle w:val="tabletext11"/>
              <w:tabs>
                <w:tab w:val="decimal" w:pos="200"/>
              </w:tabs>
              <w:rPr>
                <w:ins w:id="2362" w:author="Author"/>
              </w:rPr>
            </w:pPr>
            <w:ins w:id="2363" w:author="Author">
              <w:r w:rsidRPr="00B70256">
                <w:t>48.45</w:t>
              </w:r>
            </w:ins>
          </w:p>
        </w:tc>
      </w:tr>
      <w:tr w:rsidR="00F21DB0" w:rsidRPr="00B70256" w14:paraId="7A31EE74" w14:textId="77777777" w:rsidTr="00E44FF8">
        <w:trPr>
          <w:cantSplit/>
          <w:trHeight w:val="190"/>
          <w:ins w:id="2364" w:author="Author"/>
        </w:trPr>
        <w:tc>
          <w:tcPr>
            <w:tcW w:w="200" w:type="dxa"/>
          </w:tcPr>
          <w:p w14:paraId="560F1167" w14:textId="77777777" w:rsidR="00F21DB0" w:rsidRPr="00B70256" w:rsidRDefault="00F21DB0" w:rsidP="00E44FF8">
            <w:pPr>
              <w:pStyle w:val="tabletext11"/>
              <w:rPr>
                <w:ins w:id="2365" w:author="Author"/>
              </w:rPr>
            </w:pPr>
          </w:p>
        </w:tc>
        <w:tc>
          <w:tcPr>
            <w:tcW w:w="300" w:type="dxa"/>
            <w:tcBorders>
              <w:left w:val="single" w:sz="6" w:space="0" w:color="auto"/>
            </w:tcBorders>
          </w:tcPr>
          <w:p w14:paraId="1B1B9248" w14:textId="77777777" w:rsidR="00F21DB0" w:rsidRPr="00B70256" w:rsidRDefault="00F21DB0" w:rsidP="00E44FF8">
            <w:pPr>
              <w:pStyle w:val="tabletext11"/>
              <w:jc w:val="right"/>
              <w:rPr>
                <w:ins w:id="2366" w:author="Author"/>
              </w:rPr>
            </w:pPr>
          </w:p>
        </w:tc>
        <w:tc>
          <w:tcPr>
            <w:tcW w:w="2100" w:type="dxa"/>
            <w:gridSpan w:val="3"/>
            <w:tcBorders>
              <w:left w:val="nil"/>
              <w:right w:val="single" w:sz="6" w:space="0" w:color="auto"/>
            </w:tcBorders>
          </w:tcPr>
          <w:p w14:paraId="0BC7A349" w14:textId="77777777" w:rsidR="00F21DB0" w:rsidRPr="00B70256" w:rsidRDefault="00F21DB0" w:rsidP="00E44FF8">
            <w:pPr>
              <w:pStyle w:val="tabletext11"/>
              <w:rPr>
                <w:ins w:id="2367" w:author="Author"/>
              </w:rPr>
            </w:pPr>
            <w:ins w:id="2368" w:author="Author">
              <w:r w:rsidRPr="00B70256">
                <w:t>250,001 to 260,000</w:t>
              </w:r>
            </w:ins>
          </w:p>
        </w:tc>
        <w:tc>
          <w:tcPr>
            <w:tcW w:w="400" w:type="dxa"/>
            <w:tcBorders>
              <w:left w:val="single" w:sz="6" w:space="0" w:color="auto"/>
            </w:tcBorders>
          </w:tcPr>
          <w:p w14:paraId="04CFD3CE" w14:textId="77777777" w:rsidR="00F21DB0" w:rsidRPr="00B70256" w:rsidRDefault="00F21DB0" w:rsidP="00E44FF8">
            <w:pPr>
              <w:pStyle w:val="tabletext11"/>
              <w:jc w:val="right"/>
              <w:rPr>
                <w:ins w:id="2369" w:author="Author"/>
              </w:rPr>
            </w:pPr>
          </w:p>
        </w:tc>
        <w:tc>
          <w:tcPr>
            <w:tcW w:w="910" w:type="dxa"/>
            <w:tcBorders>
              <w:left w:val="nil"/>
              <w:right w:val="single" w:sz="6" w:space="0" w:color="auto"/>
            </w:tcBorders>
          </w:tcPr>
          <w:p w14:paraId="33FD46BA" w14:textId="77777777" w:rsidR="00F21DB0" w:rsidRPr="00B70256" w:rsidRDefault="00F21DB0" w:rsidP="00E44FF8">
            <w:pPr>
              <w:pStyle w:val="tabletext11"/>
              <w:tabs>
                <w:tab w:val="decimal" w:pos="200"/>
                <w:tab w:val="decimal" w:pos="240"/>
              </w:tabs>
              <w:rPr>
                <w:ins w:id="2370" w:author="Author"/>
              </w:rPr>
            </w:pPr>
            <w:ins w:id="2371" w:author="Author">
              <w:r w:rsidRPr="00B70256">
                <w:t>43.99</w:t>
              </w:r>
            </w:ins>
          </w:p>
        </w:tc>
        <w:tc>
          <w:tcPr>
            <w:tcW w:w="300" w:type="dxa"/>
            <w:gridSpan w:val="2"/>
            <w:tcBorders>
              <w:left w:val="single" w:sz="6" w:space="0" w:color="auto"/>
            </w:tcBorders>
          </w:tcPr>
          <w:p w14:paraId="168F0C96" w14:textId="77777777" w:rsidR="00F21DB0" w:rsidRPr="00B70256" w:rsidRDefault="00F21DB0" w:rsidP="00E44FF8">
            <w:pPr>
              <w:pStyle w:val="tabletext11"/>
              <w:jc w:val="right"/>
              <w:rPr>
                <w:ins w:id="2372" w:author="Author"/>
              </w:rPr>
            </w:pPr>
          </w:p>
        </w:tc>
        <w:tc>
          <w:tcPr>
            <w:tcW w:w="790" w:type="dxa"/>
            <w:tcBorders>
              <w:left w:val="nil"/>
              <w:right w:val="single" w:sz="6" w:space="0" w:color="auto"/>
            </w:tcBorders>
          </w:tcPr>
          <w:p w14:paraId="08E2A71E" w14:textId="77777777" w:rsidR="00F21DB0" w:rsidRPr="00B70256" w:rsidRDefault="00F21DB0" w:rsidP="00E44FF8">
            <w:pPr>
              <w:pStyle w:val="tabletext11"/>
              <w:tabs>
                <w:tab w:val="decimal" w:pos="200"/>
              </w:tabs>
              <w:rPr>
                <w:ins w:id="2373" w:author="Author"/>
              </w:rPr>
            </w:pPr>
            <w:ins w:id="2374" w:author="Author">
              <w:r w:rsidRPr="00B70256">
                <w:t>48.99</w:t>
              </w:r>
            </w:ins>
          </w:p>
        </w:tc>
      </w:tr>
      <w:tr w:rsidR="00F21DB0" w:rsidRPr="00B70256" w14:paraId="197907E3" w14:textId="77777777" w:rsidTr="00E44FF8">
        <w:trPr>
          <w:cantSplit/>
          <w:trHeight w:val="190"/>
          <w:ins w:id="2375" w:author="Author"/>
        </w:trPr>
        <w:tc>
          <w:tcPr>
            <w:tcW w:w="200" w:type="dxa"/>
          </w:tcPr>
          <w:p w14:paraId="6895E00F" w14:textId="77777777" w:rsidR="00F21DB0" w:rsidRPr="00B70256" w:rsidRDefault="00F21DB0" w:rsidP="00E44FF8">
            <w:pPr>
              <w:pStyle w:val="tabletext11"/>
              <w:rPr>
                <w:ins w:id="2376" w:author="Author"/>
              </w:rPr>
            </w:pPr>
          </w:p>
        </w:tc>
        <w:tc>
          <w:tcPr>
            <w:tcW w:w="300" w:type="dxa"/>
            <w:tcBorders>
              <w:left w:val="single" w:sz="6" w:space="0" w:color="auto"/>
            </w:tcBorders>
          </w:tcPr>
          <w:p w14:paraId="58C18C78" w14:textId="77777777" w:rsidR="00F21DB0" w:rsidRPr="00B70256" w:rsidRDefault="00F21DB0" w:rsidP="00E44FF8">
            <w:pPr>
              <w:pStyle w:val="tabletext11"/>
              <w:jc w:val="right"/>
              <w:rPr>
                <w:ins w:id="2377" w:author="Author"/>
              </w:rPr>
            </w:pPr>
          </w:p>
        </w:tc>
        <w:tc>
          <w:tcPr>
            <w:tcW w:w="2100" w:type="dxa"/>
            <w:gridSpan w:val="3"/>
            <w:tcBorders>
              <w:left w:val="nil"/>
              <w:right w:val="single" w:sz="6" w:space="0" w:color="auto"/>
            </w:tcBorders>
          </w:tcPr>
          <w:p w14:paraId="1436BC73" w14:textId="77777777" w:rsidR="00F21DB0" w:rsidRPr="00B70256" w:rsidRDefault="00F21DB0" w:rsidP="00E44FF8">
            <w:pPr>
              <w:pStyle w:val="tabletext11"/>
              <w:rPr>
                <w:ins w:id="2378" w:author="Author"/>
              </w:rPr>
            </w:pPr>
            <w:ins w:id="2379" w:author="Author">
              <w:r w:rsidRPr="00B70256">
                <w:t>260,001 to 270,000</w:t>
              </w:r>
            </w:ins>
          </w:p>
        </w:tc>
        <w:tc>
          <w:tcPr>
            <w:tcW w:w="400" w:type="dxa"/>
            <w:tcBorders>
              <w:left w:val="single" w:sz="6" w:space="0" w:color="auto"/>
            </w:tcBorders>
          </w:tcPr>
          <w:p w14:paraId="12E84DFD" w14:textId="77777777" w:rsidR="00F21DB0" w:rsidRPr="00B70256" w:rsidRDefault="00F21DB0" w:rsidP="00E44FF8">
            <w:pPr>
              <w:pStyle w:val="tabletext11"/>
              <w:jc w:val="right"/>
              <w:rPr>
                <w:ins w:id="2380" w:author="Author"/>
              </w:rPr>
            </w:pPr>
          </w:p>
        </w:tc>
        <w:tc>
          <w:tcPr>
            <w:tcW w:w="910" w:type="dxa"/>
            <w:tcBorders>
              <w:left w:val="nil"/>
              <w:right w:val="single" w:sz="6" w:space="0" w:color="auto"/>
            </w:tcBorders>
          </w:tcPr>
          <w:p w14:paraId="75049DF3" w14:textId="77777777" w:rsidR="00F21DB0" w:rsidRPr="00B70256" w:rsidRDefault="00F21DB0" w:rsidP="00E44FF8">
            <w:pPr>
              <w:pStyle w:val="tabletext11"/>
              <w:tabs>
                <w:tab w:val="decimal" w:pos="200"/>
                <w:tab w:val="decimal" w:pos="240"/>
              </w:tabs>
              <w:rPr>
                <w:ins w:id="2381" w:author="Author"/>
              </w:rPr>
            </w:pPr>
            <w:ins w:id="2382" w:author="Author">
              <w:r w:rsidRPr="00B70256">
                <w:t>44.50</w:t>
              </w:r>
            </w:ins>
          </w:p>
        </w:tc>
        <w:tc>
          <w:tcPr>
            <w:tcW w:w="300" w:type="dxa"/>
            <w:gridSpan w:val="2"/>
            <w:tcBorders>
              <w:left w:val="single" w:sz="6" w:space="0" w:color="auto"/>
            </w:tcBorders>
          </w:tcPr>
          <w:p w14:paraId="4D2C7893" w14:textId="77777777" w:rsidR="00F21DB0" w:rsidRPr="00B70256" w:rsidRDefault="00F21DB0" w:rsidP="00E44FF8">
            <w:pPr>
              <w:pStyle w:val="tabletext11"/>
              <w:jc w:val="right"/>
              <w:rPr>
                <w:ins w:id="2383" w:author="Author"/>
              </w:rPr>
            </w:pPr>
          </w:p>
        </w:tc>
        <w:tc>
          <w:tcPr>
            <w:tcW w:w="790" w:type="dxa"/>
            <w:tcBorders>
              <w:left w:val="nil"/>
              <w:right w:val="single" w:sz="6" w:space="0" w:color="auto"/>
            </w:tcBorders>
          </w:tcPr>
          <w:p w14:paraId="3E1A7EA3" w14:textId="77777777" w:rsidR="00F21DB0" w:rsidRPr="00B70256" w:rsidRDefault="00F21DB0" w:rsidP="00E44FF8">
            <w:pPr>
              <w:pStyle w:val="tabletext11"/>
              <w:tabs>
                <w:tab w:val="decimal" w:pos="200"/>
              </w:tabs>
              <w:rPr>
                <w:ins w:id="2384" w:author="Author"/>
              </w:rPr>
            </w:pPr>
            <w:ins w:id="2385" w:author="Author">
              <w:r w:rsidRPr="00B70256">
                <w:t>49.50</w:t>
              </w:r>
            </w:ins>
          </w:p>
        </w:tc>
      </w:tr>
      <w:tr w:rsidR="00F21DB0" w:rsidRPr="00B70256" w14:paraId="4AF101C0" w14:textId="77777777" w:rsidTr="00E44FF8">
        <w:trPr>
          <w:cantSplit/>
          <w:trHeight w:val="190"/>
          <w:ins w:id="2386" w:author="Author"/>
        </w:trPr>
        <w:tc>
          <w:tcPr>
            <w:tcW w:w="200" w:type="dxa"/>
          </w:tcPr>
          <w:p w14:paraId="53304CAE" w14:textId="77777777" w:rsidR="00F21DB0" w:rsidRPr="00B70256" w:rsidRDefault="00F21DB0" w:rsidP="00E44FF8">
            <w:pPr>
              <w:pStyle w:val="tabletext11"/>
              <w:rPr>
                <w:ins w:id="2387" w:author="Author"/>
              </w:rPr>
            </w:pPr>
          </w:p>
        </w:tc>
        <w:tc>
          <w:tcPr>
            <w:tcW w:w="300" w:type="dxa"/>
            <w:tcBorders>
              <w:left w:val="single" w:sz="6" w:space="0" w:color="auto"/>
            </w:tcBorders>
          </w:tcPr>
          <w:p w14:paraId="7EFA9868" w14:textId="77777777" w:rsidR="00F21DB0" w:rsidRPr="00B70256" w:rsidRDefault="00F21DB0" w:rsidP="00E44FF8">
            <w:pPr>
              <w:pStyle w:val="tabletext11"/>
              <w:jc w:val="right"/>
              <w:rPr>
                <w:ins w:id="2388" w:author="Author"/>
              </w:rPr>
            </w:pPr>
          </w:p>
        </w:tc>
        <w:tc>
          <w:tcPr>
            <w:tcW w:w="2100" w:type="dxa"/>
            <w:gridSpan w:val="3"/>
            <w:tcBorders>
              <w:left w:val="nil"/>
              <w:right w:val="single" w:sz="6" w:space="0" w:color="auto"/>
            </w:tcBorders>
          </w:tcPr>
          <w:p w14:paraId="6EB5CEE1" w14:textId="77777777" w:rsidR="00F21DB0" w:rsidRPr="00B70256" w:rsidRDefault="00F21DB0" w:rsidP="00E44FF8">
            <w:pPr>
              <w:pStyle w:val="tabletext11"/>
              <w:rPr>
                <w:ins w:id="2389" w:author="Author"/>
              </w:rPr>
            </w:pPr>
            <w:ins w:id="2390" w:author="Author">
              <w:r w:rsidRPr="00B70256">
                <w:t>270,001 to 280,000</w:t>
              </w:r>
            </w:ins>
          </w:p>
        </w:tc>
        <w:tc>
          <w:tcPr>
            <w:tcW w:w="400" w:type="dxa"/>
            <w:tcBorders>
              <w:left w:val="single" w:sz="6" w:space="0" w:color="auto"/>
            </w:tcBorders>
          </w:tcPr>
          <w:p w14:paraId="4FCE8CBE" w14:textId="77777777" w:rsidR="00F21DB0" w:rsidRPr="00B70256" w:rsidRDefault="00F21DB0" w:rsidP="00E44FF8">
            <w:pPr>
              <w:pStyle w:val="tabletext11"/>
              <w:jc w:val="right"/>
              <w:rPr>
                <w:ins w:id="2391" w:author="Author"/>
              </w:rPr>
            </w:pPr>
          </w:p>
        </w:tc>
        <w:tc>
          <w:tcPr>
            <w:tcW w:w="910" w:type="dxa"/>
            <w:tcBorders>
              <w:left w:val="nil"/>
              <w:right w:val="single" w:sz="6" w:space="0" w:color="auto"/>
            </w:tcBorders>
          </w:tcPr>
          <w:p w14:paraId="41FA2A5E" w14:textId="77777777" w:rsidR="00F21DB0" w:rsidRPr="00B70256" w:rsidRDefault="00F21DB0" w:rsidP="00E44FF8">
            <w:pPr>
              <w:pStyle w:val="tabletext11"/>
              <w:tabs>
                <w:tab w:val="decimal" w:pos="200"/>
                <w:tab w:val="decimal" w:pos="240"/>
              </w:tabs>
              <w:rPr>
                <w:ins w:id="2392" w:author="Author"/>
              </w:rPr>
            </w:pPr>
            <w:ins w:id="2393" w:author="Author">
              <w:r w:rsidRPr="00B70256">
                <w:t>44.96</w:t>
              </w:r>
            </w:ins>
          </w:p>
        </w:tc>
        <w:tc>
          <w:tcPr>
            <w:tcW w:w="300" w:type="dxa"/>
            <w:gridSpan w:val="2"/>
            <w:tcBorders>
              <w:left w:val="single" w:sz="6" w:space="0" w:color="auto"/>
            </w:tcBorders>
          </w:tcPr>
          <w:p w14:paraId="35382DB8" w14:textId="77777777" w:rsidR="00F21DB0" w:rsidRPr="00B70256" w:rsidRDefault="00F21DB0" w:rsidP="00E44FF8">
            <w:pPr>
              <w:pStyle w:val="tabletext11"/>
              <w:jc w:val="right"/>
              <w:rPr>
                <w:ins w:id="2394" w:author="Author"/>
              </w:rPr>
            </w:pPr>
          </w:p>
        </w:tc>
        <w:tc>
          <w:tcPr>
            <w:tcW w:w="790" w:type="dxa"/>
            <w:tcBorders>
              <w:left w:val="nil"/>
              <w:right w:val="single" w:sz="6" w:space="0" w:color="auto"/>
            </w:tcBorders>
          </w:tcPr>
          <w:p w14:paraId="473EAFF4" w14:textId="77777777" w:rsidR="00F21DB0" w:rsidRPr="00B70256" w:rsidRDefault="00F21DB0" w:rsidP="00E44FF8">
            <w:pPr>
              <w:pStyle w:val="tabletext11"/>
              <w:tabs>
                <w:tab w:val="decimal" w:pos="200"/>
              </w:tabs>
              <w:rPr>
                <w:ins w:id="2395" w:author="Author"/>
              </w:rPr>
            </w:pPr>
            <w:ins w:id="2396" w:author="Author">
              <w:r w:rsidRPr="00B70256">
                <w:t>49.96</w:t>
              </w:r>
            </w:ins>
          </w:p>
        </w:tc>
      </w:tr>
      <w:tr w:rsidR="00F21DB0" w:rsidRPr="00B70256" w14:paraId="56EC2141" w14:textId="77777777" w:rsidTr="00E44FF8">
        <w:trPr>
          <w:cantSplit/>
          <w:trHeight w:val="190"/>
          <w:ins w:id="2397" w:author="Author"/>
        </w:trPr>
        <w:tc>
          <w:tcPr>
            <w:tcW w:w="200" w:type="dxa"/>
          </w:tcPr>
          <w:p w14:paraId="1ADD01FD" w14:textId="77777777" w:rsidR="00F21DB0" w:rsidRPr="00B70256" w:rsidRDefault="00F21DB0" w:rsidP="00E44FF8">
            <w:pPr>
              <w:pStyle w:val="tabletext11"/>
              <w:rPr>
                <w:ins w:id="2398" w:author="Author"/>
              </w:rPr>
            </w:pPr>
          </w:p>
        </w:tc>
        <w:tc>
          <w:tcPr>
            <w:tcW w:w="300" w:type="dxa"/>
            <w:tcBorders>
              <w:left w:val="single" w:sz="6" w:space="0" w:color="auto"/>
            </w:tcBorders>
          </w:tcPr>
          <w:p w14:paraId="2BA1F538" w14:textId="77777777" w:rsidR="00F21DB0" w:rsidRPr="00B70256" w:rsidRDefault="00F21DB0" w:rsidP="00E44FF8">
            <w:pPr>
              <w:pStyle w:val="tabletext11"/>
              <w:jc w:val="right"/>
              <w:rPr>
                <w:ins w:id="2399" w:author="Author"/>
              </w:rPr>
            </w:pPr>
          </w:p>
        </w:tc>
        <w:tc>
          <w:tcPr>
            <w:tcW w:w="2100" w:type="dxa"/>
            <w:gridSpan w:val="3"/>
            <w:tcBorders>
              <w:left w:val="nil"/>
              <w:right w:val="single" w:sz="6" w:space="0" w:color="auto"/>
            </w:tcBorders>
          </w:tcPr>
          <w:p w14:paraId="7F49228E" w14:textId="77777777" w:rsidR="00F21DB0" w:rsidRPr="00B70256" w:rsidRDefault="00F21DB0" w:rsidP="00E44FF8">
            <w:pPr>
              <w:pStyle w:val="tabletext11"/>
              <w:rPr>
                <w:ins w:id="2400" w:author="Author"/>
              </w:rPr>
            </w:pPr>
            <w:ins w:id="2401" w:author="Author">
              <w:r w:rsidRPr="00B70256">
                <w:t>280,001 to 290,000</w:t>
              </w:r>
            </w:ins>
          </w:p>
        </w:tc>
        <w:tc>
          <w:tcPr>
            <w:tcW w:w="400" w:type="dxa"/>
            <w:tcBorders>
              <w:left w:val="single" w:sz="6" w:space="0" w:color="auto"/>
            </w:tcBorders>
          </w:tcPr>
          <w:p w14:paraId="33BFB126" w14:textId="77777777" w:rsidR="00F21DB0" w:rsidRPr="00B70256" w:rsidRDefault="00F21DB0" w:rsidP="00E44FF8">
            <w:pPr>
              <w:pStyle w:val="tabletext11"/>
              <w:jc w:val="right"/>
              <w:rPr>
                <w:ins w:id="2402" w:author="Author"/>
              </w:rPr>
            </w:pPr>
          </w:p>
        </w:tc>
        <w:tc>
          <w:tcPr>
            <w:tcW w:w="910" w:type="dxa"/>
            <w:tcBorders>
              <w:left w:val="nil"/>
              <w:right w:val="single" w:sz="6" w:space="0" w:color="auto"/>
            </w:tcBorders>
          </w:tcPr>
          <w:p w14:paraId="5BFBD98B" w14:textId="77777777" w:rsidR="00F21DB0" w:rsidRPr="00B70256" w:rsidRDefault="00F21DB0" w:rsidP="00E44FF8">
            <w:pPr>
              <w:pStyle w:val="tabletext11"/>
              <w:tabs>
                <w:tab w:val="decimal" w:pos="200"/>
                <w:tab w:val="decimal" w:pos="240"/>
              </w:tabs>
              <w:rPr>
                <w:ins w:id="2403" w:author="Author"/>
              </w:rPr>
            </w:pPr>
            <w:ins w:id="2404" w:author="Author">
              <w:r w:rsidRPr="00B70256">
                <w:t>45.39</w:t>
              </w:r>
            </w:ins>
          </w:p>
        </w:tc>
        <w:tc>
          <w:tcPr>
            <w:tcW w:w="300" w:type="dxa"/>
            <w:gridSpan w:val="2"/>
            <w:tcBorders>
              <w:left w:val="single" w:sz="6" w:space="0" w:color="auto"/>
            </w:tcBorders>
          </w:tcPr>
          <w:p w14:paraId="67D5820F" w14:textId="77777777" w:rsidR="00F21DB0" w:rsidRPr="00B70256" w:rsidRDefault="00F21DB0" w:rsidP="00E44FF8">
            <w:pPr>
              <w:pStyle w:val="tabletext11"/>
              <w:jc w:val="right"/>
              <w:rPr>
                <w:ins w:id="2405" w:author="Author"/>
              </w:rPr>
            </w:pPr>
          </w:p>
        </w:tc>
        <w:tc>
          <w:tcPr>
            <w:tcW w:w="790" w:type="dxa"/>
            <w:tcBorders>
              <w:left w:val="nil"/>
              <w:right w:val="single" w:sz="6" w:space="0" w:color="auto"/>
            </w:tcBorders>
          </w:tcPr>
          <w:p w14:paraId="04EB6E1E" w14:textId="77777777" w:rsidR="00F21DB0" w:rsidRPr="00B70256" w:rsidRDefault="00F21DB0" w:rsidP="00E44FF8">
            <w:pPr>
              <w:pStyle w:val="tabletext11"/>
              <w:tabs>
                <w:tab w:val="decimal" w:pos="200"/>
              </w:tabs>
              <w:rPr>
                <w:ins w:id="2406" w:author="Author"/>
              </w:rPr>
            </w:pPr>
            <w:ins w:id="2407" w:author="Author">
              <w:r w:rsidRPr="00B70256">
                <w:t>50.39</w:t>
              </w:r>
            </w:ins>
          </w:p>
        </w:tc>
      </w:tr>
      <w:tr w:rsidR="00F21DB0" w:rsidRPr="00B70256" w14:paraId="6E0C1041" w14:textId="77777777" w:rsidTr="00E44FF8">
        <w:trPr>
          <w:cantSplit/>
          <w:trHeight w:val="190"/>
          <w:ins w:id="2408" w:author="Author"/>
        </w:trPr>
        <w:tc>
          <w:tcPr>
            <w:tcW w:w="200" w:type="dxa"/>
          </w:tcPr>
          <w:p w14:paraId="3BC4A8D5" w14:textId="77777777" w:rsidR="00F21DB0" w:rsidRPr="00B70256" w:rsidRDefault="00F21DB0" w:rsidP="00E44FF8">
            <w:pPr>
              <w:pStyle w:val="tabletext11"/>
              <w:rPr>
                <w:ins w:id="2409" w:author="Author"/>
              </w:rPr>
            </w:pPr>
          </w:p>
        </w:tc>
        <w:tc>
          <w:tcPr>
            <w:tcW w:w="300" w:type="dxa"/>
            <w:tcBorders>
              <w:left w:val="single" w:sz="6" w:space="0" w:color="auto"/>
            </w:tcBorders>
          </w:tcPr>
          <w:p w14:paraId="028DD4A4" w14:textId="77777777" w:rsidR="00F21DB0" w:rsidRPr="00B70256" w:rsidRDefault="00F21DB0" w:rsidP="00E44FF8">
            <w:pPr>
              <w:pStyle w:val="tabletext11"/>
              <w:jc w:val="right"/>
              <w:rPr>
                <w:ins w:id="2410" w:author="Author"/>
              </w:rPr>
            </w:pPr>
          </w:p>
        </w:tc>
        <w:tc>
          <w:tcPr>
            <w:tcW w:w="2100" w:type="dxa"/>
            <w:gridSpan w:val="3"/>
            <w:tcBorders>
              <w:left w:val="nil"/>
              <w:right w:val="single" w:sz="6" w:space="0" w:color="auto"/>
            </w:tcBorders>
          </w:tcPr>
          <w:p w14:paraId="16234237" w14:textId="77777777" w:rsidR="00F21DB0" w:rsidRPr="00B70256" w:rsidRDefault="00F21DB0" w:rsidP="00E44FF8">
            <w:pPr>
              <w:pStyle w:val="tabletext11"/>
              <w:rPr>
                <w:ins w:id="2411" w:author="Author"/>
                <w:b/>
              </w:rPr>
            </w:pPr>
            <w:ins w:id="2412" w:author="Author">
              <w:r w:rsidRPr="00B70256">
                <w:t xml:space="preserve">290,001 to 300,000 </w:t>
              </w:r>
            </w:ins>
          </w:p>
        </w:tc>
        <w:tc>
          <w:tcPr>
            <w:tcW w:w="400" w:type="dxa"/>
            <w:tcBorders>
              <w:left w:val="single" w:sz="6" w:space="0" w:color="auto"/>
            </w:tcBorders>
          </w:tcPr>
          <w:p w14:paraId="61AFF905" w14:textId="77777777" w:rsidR="00F21DB0" w:rsidRPr="00B70256" w:rsidRDefault="00F21DB0" w:rsidP="00E44FF8">
            <w:pPr>
              <w:pStyle w:val="tabletext11"/>
              <w:jc w:val="right"/>
              <w:rPr>
                <w:ins w:id="2413" w:author="Author"/>
              </w:rPr>
            </w:pPr>
          </w:p>
        </w:tc>
        <w:tc>
          <w:tcPr>
            <w:tcW w:w="910" w:type="dxa"/>
            <w:tcBorders>
              <w:left w:val="nil"/>
              <w:right w:val="single" w:sz="6" w:space="0" w:color="auto"/>
            </w:tcBorders>
          </w:tcPr>
          <w:p w14:paraId="36F118C6" w14:textId="77777777" w:rsidR="00F21DB0" w:rsidRPr="00B70256" w:rsidRDefault="00F21DB0" w:rsidP="00E44FF8">
            <w:pPr>
              <w:pStyle w:val="tabletext11"/>
              <w:tabs>
                <w:tab w:val="decimal" w:pos="200"/>
                <w:tab w:val="decimal" w:pos="240"/>
              </w:tabs>
              <w:rPr>
                <w:ins w:id="2414" w:author="Author"/>
              </w:rPr>
            </w:pPr>
            <w:ins w:id="2415" w:author="Author">
              <w:r w:rsidRPr="00B70256">
                <w:t>45.79</w:t>
              </w:r>
            </w:ins>
          </w:p>
        </w:tc>
        <w:tc>
          <w:tcPr>
            <w:tcW w:w="300" w:type="dxa"/>
            <w:gridSpan w:val="2"/>
            <w:tcBorders>
              <w:left w:val="single" w:sz="6" w:space="0" w:color="auto"/>
            </w:tcBorders>
          </w:tcPr>
          <w:p w14:paraId="5A50233E" w14:textId="77777777" w:rsidR="00F21DB0" w:rsidRPr="00B70256" w:rsidRDefault="00F21DB0" w:rsidP="00E44FF8">
            <w:pPr>
              <w:pStyle w:val="tabletext11"/>
              <w:jc w:val="right"/>
              <w:rPr>
                <w:ins w:id="2416" w:author="Author"/>
              </w:rPr>
            </w:pPr>
          </w:p>
        </w:tc>
        <w:tc>
          <w:tcPr>
            <w:tcW w:w="790" w:type="dxa"/>
            <w:tcBorders>
              <w:left w:val="nil"/>
              <w:right w:val="single" w:sz="6" w:space="0" w:color="auto"/>
            </w:tcBorders>
          </w:tcPr>
          <w:p w14:paraId="4F64EE05" w14:textId="77777777" w:rsidR="00F21DB0" w:rsidRPr="00B70256" w:rsidRDefault="00F21DB0" w:rsidP="00E44FF8">
            <w:pPr>
              <w:pStyle w:val="tabletext11"/>
              <w:tabs>
                <w:tab w:val="decimal" w:pos="200"/>
              </w:tabs>
              <w:rPr>
                <w:ins w:id="2417" w:author="Author"/>
              </w:rPr>
            </w:pPr>
            <w:ins w:id="2418" w:author="Author">
              <w:r w:rsidRPr="00B70256">
                <w:t>50.79</w:t>
              </w:r>
            </w:ins>
          </w:p>
        </w:tc>
      </w:tr>
      <w:tr w:rsidR="00F21DB0" w:rsidRPr="00B70256" w14:paraId="534F0BC5" w14:textId="77777777" w:rsidTr="00E44FF8">
        <w:trPr>
          <w:cantSplit/>
          <w:trHeight w:val="190"/>
          <w:ins w:id="2419" w:author="Author"/>
        </w:trPr>
        <w:tc>
          <w:tcPr>
            <w:tcW w:w="200" w:type="dxa"/>
          </w:tcPr>
          <w:p w14:paraId="5FD870AB" w14:textId="77777777" w:rsidR="00F21DB0" w:rsidRPr="00B70256" w:rsidRDefault="00F21DB0" w:rsidP="00E44FF8">
            <w:pPr>
              <w:pStyle w:val="tabletext11"/>
              <w:rPr>
                <w:ins w:id="2420" w:author="Author"/>
              </w:rPr>
            </w:pPr>
          </w:p>
        </w:tc>
        <w:tc>
          <w:tcPr>
            <w:tcW w:w="300" w:type="dxa"/>
            <w:tcBorders>
              <w:left w:val="single" w:sz="6" w:space="0" w:color="auto"/>
            </w:tcBorders>
          </w:tcPr>
          <w:p w14:paraId="0D672F0F" w14:textId="77777777" w:rsidR="00F21DB0" w:rsidRPr="00B70256" w:rsidRDefault="00F21DB0" w:rsidP="00E44FF8">
            <w:pPr>
              <w:pStyle w:val="tabletext11"/>
              <w:jc w:val="right"/>
              <w:rPr>
                <w:ins w:id="2421" w:author="Author"/>
              </w:rPr>
            </w:pPr>
          </w:p>
        </w:tc>
        <w:tc>
          <w:tcPr>
            <w:tcW w:w="2100" w:type="dxa"/>
            <w:gridSpan w:val="3"/>
            <w:tcBorders>
              <w:left w:val="nil"/>
              <w:right w:val="single" w:sz="6" w:space="0" w:color="auto"/>
            </w:tcBorders>
          </w:tcPr>
          <w:p w14:paraId="4A850B3F" w14:textId="77777777" w:rsidR="00F21DB0" w:rsidRPr="00B70256" w:rsidRDefault="00F21DB0" w:rsidP="00E44FF8">
            <w:pPr>
              <w:pStyle w:val="tabletext11"/>
              <w:rPr>
                <w:ins w:id="2422" w:author="Author"/>
              </w:rPr>
            </w:pPr>
            <w:ins w:id="2423" w:author="Author">
              <w:r w:rsidRPr="00B70256">
                <w:t>300,001 to 310,000</w:t>
              </w:r>
            </w:ins>
          </w:p>
        </w:tc>
        <w:tc>
          <w:tcPr>
            <w:tcW w:w="400" w:type="dxa"/>
            <w:tcBorders>
              <w:left w:val="single" w:sz="6" w:space="0" w:color="auto"/>
            </w:tcBorders>
          </w:tcPr>
          <w:p w14:paraId="6D0D3D96" w14:textId="77777777" w:rsidR="00F21DB0" w:rsidRPr="00B70256" w:rsidRDefault="00F21DB0" w:rsidP="00E44FF8">
            <w:pPr>
              <w:pStyle w:val="tabletext11"/>
              <w:jc w:val="right"/>
              <w:rPr>
                <w:ins w:id="2424" w:author="Author"/>
              </w:rPr>
            </w:pPr>
          </w:p>
        </w:tc>
        <w:tc>
          <w:tcPr>
            <w:tcW w:w="910" w:type="dxa"/>
            <w:tcBorders>
              <w:left w:val="nil"/>
              <w:right w:val="single" w:sz="6" w:space="0" w:color="auto"/>
            </w:tcBorders>
          </w:tcPr>
          <w:p w14:paraId="30008B32" w14:textId="77777777" w:rsidR="00F21DB0" w:rsidRPr="00B70256" w:rsidRDefault="00F21DB0" w:rsidP="00E44FF8">
            <w:pPr>
              <w:pStyle w:val="tabletext11"/>
              <w:tabs>
                <w:tab w:val="decimal" w:pos="200"/>
                <w:tab w:val="decimal" w:pos="240"/>
              </w:tabs>
              <w:rPr>
                <w:ins w:id="2425" w:author="Author"/>
              </w:rPr>
            </w:pPr>
            <w:ins w:id="2426" w:author="Author">
              <w:r w:rsidRPr="00B70256">
                <w:t>46.16</w:t>
              </w:r>
            </w:ins>
          </w:p>
        </w:tc>
        <w:tc>
          <w:tcPr>
            <w:tcW w:w="300" w:type="dxa"/>
            <w:gridSpan w:val="2"/>
            <w:tcBorders>
              <w:left w:val="single" w:sz="6" w:space="0" w:color="auto"/>
            </w:tcBorders>
          </w:tcPr>
          <w:p w14:paraId="1FE8BFA1" w14:textId="77777777" w:rsidR="00F21DB0" w:rsidRPr="00B70256" w:rsidRDefault="00F21DB0" w:rsidP="00E44FF8">
            <w:pPr>
              <w:pStyle w:val="tabletext11"/>
              <w:jc w:val="right"/>
              <w:rPr>
                <w:ins w:id="2427" w:author="Author"/>
              </w:rPr>
            </w:pPr>
          </w:p>
        </w:tc>
        <w:tc>
          <w:tcPr>
            <w:tcW w:w="790" w:type="dxa"/>
            <w:tcBorders>
              <w:left w:val="nil"/>
              <w:right w:val="single" w:sz="6" w:space="0" w:color="auto"/>
            </w:tcBorders>
          </w:tcPr>
          <w:p w14:paraId="3F0C3B63" w14:textId="77777777" w:rsidR="00F21DB0" w:rsidRPr="00B70256" w:rsidRDefault="00F21DB0" w:rsidP="00E44FF8">
            <w:pPr>
              <w:pStyle w:val="tabletext11"/>
              <w:tabs>
                <w:tab w:val="decimal" w:pos="200"/>
              </w:tabs>
              <w:rPr>
                <w:ins w:id="2428" w:author="Author"/>
              </w:rPr>
            </w:pPr>
            <w:ins w:id="2429" w:author="Author">
              <w:r w:rsidRPr="00B70256">
                <w:t>51.16</w:t>
              </w:r>
            </w:ins>
          </w:p>
        </w:tc>
      </w:tr>
      <w:tr w:rsidR="00F21DB0" w:rsidRPr="00B70256" w14:paraId="103CFED6" w14:textId="77777777" w:rsidTr="00E44FF8">
        <w:trPr>
          <w:cantSplit/>
          <w:trHeight w:val="190"/>
          <w:ins w:id="2430" w:author="Author"/>
        </w:trPr>
        <w:tc>
          <w:tcPr>
            <w:tcW w:w="200" w:type="dxa"/>
          </w:tcPr>
          <w:p w14:paraId="1A83775C" w14:textId="77777777" w:rsidR="00F21DB0" w:rsidRPr="00B70256" w:rsidRDefault="00F21DB0" w:rsidP="00E44FF8">
            <w:pPr>
              <w:pStyle w:val="tabletext11"/>
              <w:rPr>
                <w:ins w:id="2431" w:author="Author"/>
              </w:rPr>
            </w:pPr>
          </w:p>
        </w:tc>
        <w:tc>
          <w:tcPr>
            <w:tcW w:w="300" w:type="dxa"/>
            <w:tcBorders>
              <w:left w:val="single" w:sz="6" w:space="0" w:color="auto"/>
            </w:tcBorders>
          </w:tcPr>
          <w:p w14:paraId="4086C263" w14:textId="77777777" w:rsidR="00F21DB0" w:rsidRPr="00B70256" w:rsidRDefault="00F21DB0" w:rsidP="00E44FF8">
            <w:pPr>
              <w:pStyle w:val="tabletext11"/>
              <w:jc w:val="right"/>
              <w:rPr>
                <w:ins w:id="2432" w:author="Author"/>
              </w:rPr>
            </w:pPr>
          </w:p>
        </w:tc>
        <w:tc>
          <w:tcPr>
            <w:tcW w:w="2100" w:type="dxa"/>
            <w:gridSpan w:val="3"/>
            <w:tcBorders>
              <w:left w:val="nil"/>
              <w:right w:val="single" w:sz="6" w:space="0" w:color="auto"/>
            </w:tcBorders>
          </w:tcPr>
          <w:p w14:paraId="0CDC3220" w14:textId="77777777" w:rsidR="00F21DB0" w:rsidRPr="00B70256" w:rsidRDefault="00F21DB0" w:rsidP="00E44FF8">
            <w:pPr>
              <w:pStyle w:val="tabletext11"/>
              <w:rPr>
                <w:ins w:id="2433" w:author="Author"/>
              </w:rPr>
            </w:pPr>
            <w:ins w:id="2434" w:author="Author">
              <w:r w:rsidRPr="00B70256">
                <w:t>310,001 to 320,000</w:t>
              </w:r>
            </w:ins>
          </w:p>
        </w:tc>
        <w:tc>
          <w:tcPr>
            <w:tcW w:w="400" w:type="dxa"/>
            <w:tcBorders>
              <w:left w:val="single" w:sz="6" w:space="0" w:color="auto"/>
            </w:tcBorders>
          </w:tcPr>
          <w:p w14:paraId="767BA726" w14:textId="77777777" w:rsidR="00F21DB0" w:rsidRPr="00B70256" w:rsidRDefault="00F21DB0" w:rsidP="00E44FF8">
            <w:pPr>
              <w:pStyle w:val="tabletext11"/>
              <w:jc w:val="right"/>
              <w:rPr>
                <w:ins w:id="2435" w:author="Author"/>
              </w:rPr>
            </w:pPr>
          </w:p>
        </w:tc>
        <w:tc>
          <w:tcPr>
            <w:tcW w:w="910" w:type="dxa"/>
            <w:tcBorders>
              <w:left w:val="nil"/>
              <w:right w:val="single" w:sz="6" w:space="0" w:color="auto"/>
            </w:tcBorders>
          </w:tcPr>
          <w:p w14:paraId="00C85F7C" w14:textId="77777777" w:rsidR="00F21DB0" w:rsidRPr="00B70256" w:rsidRDefault="00F21DB0" w:rsidP="00E44FF8">
            <w:pPr>
              <w:pStyle w:val="tabletext11"/>
              <w:tabs>
                <w:tab w:val="decimal" w:pos="200"/>
                <w:tab w:val="decimal" w:pos="240"/>
              </w:tabs>
              <w:rPr>
                <w:ins w:id="2436" w:author="Author"/>
              </w:rPr>
            </w:pPr>
            <w:ins w:id="2437" w:author="Author">
              <w:r w:rsidRPr="00B70256">
                <w:t>46.50</w:t>
              </w:r>
            </w:ins>
          </w:p>
        </w:tc>
        <w:tc>
          <w:tcPr>
            <w:tcW w:w="300" w:type="dxa"/>
            <w:gridSpan w:val="2"/>
            <w:tcBorders>
              <w:left w:val="single" w:sz="6" w:space="0" w:color="auto"/>
            </w:tcBorders>
          </w:tcPr>
          <w:p w14:paraId="2203C322" w14:textId="77777777" w:rsidR="00F21DB0" w:rsidRPr="00B70256" w:rsidRDefault="00F21DB0" w:rsidP="00E44FF8">
            <w:pPr>
              <w:pStyle w:val="tabletext11"/>
              <w:jc w:val="right"/>
              <w:rPr>
                <w:ins w:id="2438" w:author="Author"/>
              </w:rPr>
            </w:pPr>
          </w:p>
        </w:tc>
        <w:tc>
          <w:tcPr>
            <w:tcW w:w="790" w:type="dxa"/>
            <w:tcBorders>
              <w:left w:val="nil"/>
              <w:right w:val="single" w:sz="6" w:space="0" w:color="auto"/>
            </w:tcBorders>
          </w:tcPr>
          <w:p w14:paraId="0561B3D7" w14:textId="77777777" w:rsidR="00F21DB0" w:rsidRPr="00B70256" w:rsidRDefault="00F21DB0" w:rsidP="00E44FF8">
            <w:pPr>
              <w:pStyle w:val="tabletext11"/>
              <w:tabs>
                <w:tab w:val="decimal" w:pos="200"/>
              </w:tabs>
              <w:rPr>
                <w:ins w:id="2439" w:author="Author"/>
              </w:rPr>
            </w:pPr>
            <w:ins w:id="2440" w:author="Author">
              <w:r w:rsidRPr="00B70256">
                <w:t>51.50</w:t>
              </w:r>
            </w:ins>
          </w:p>
        </w:tc>
      </w:tr>
      <w:tr w:rsidR="00F21DB0" w:rsidRPr="00B70256" w14:paraId="7DDE6477" w14:textId="77777777" w:rsidTr="00E44FF8">
        <w:trPr>
          <w:cantSplit/>
          <w:trHeight w:val="190"/>
          <w:ins w:id="2441" w:author="Author"/>
        </w:trPr>
        <w:tc>
          <w:tcPr>
            <w:tcW w:w="200" w:type="dxa"/>
          </w:tcPr>
          <w:p w14:paraId="0F090AA9" w14:textId="77777777" w:rsidR="00F21DB0" w:rsidRPr="00B70256" w:rsidRDefault="00F21DB0" w:rsidP="00E44FF8">
            <w:pPr>
              <w:pStyle w:val="tabletext11"/>
              <w:rPr>
                <w:ins w:id="2442" w:author="Author"/>
              </w:rPr>
            </w:pPr>
          </w:p>
        </w:tc>
        <w:tc>
          <w:tcPr>
            <w:tcW w:w="300" w:type="dxa"/>
            <w:tcBorders>
              <w:left w:val="single" w:sz="6" w:space="0" w:color="auto"/>
            </w:tcBorders>
          </w:tcPr>
          <w:p w14:paraId="68EAA5FC" w14:textId="77777777" w:rsidR="00F21DB0" w:rsidRPr="00B70256" w:rsidRDefault="00F21DB0" w:rsidP="00E44FF8">
            <w:pPr>
              <w:pStyle w:val="tabletext11"/>
              <w:jc w:val="right"/>
              <w:rPr>
                <w:ins w:id="2443" w:author="Author"/>
              </w:rPr>
            </w:pPr>
          </w:p>
        </w:tc>
        <w:tc>
          <w:tcPr>
            <w:tcW w:w="2100" w:type="dxa"/>
            <w:gridSpan w:val="3"/>
            <w:tcBorders>
              <w:left w:val="nil"/>
              <w:right w:val="single" w:sz="6" w:space="0" w:color="auto"/>
            </w:tcBorders>
          </w:tcPr>
          <w:p w14:paraId="0CEE99AB" w14:textId="77777777" w:rsidR="00F21DB0" w:rsidRPr="00B70256" w:rsidRDefault="00F21DB0" w:rsidP="00E44FF8">
            <w:pPr>
              <w:pStyle w:val="tabletext11"/>
              <w:rPr>
                <w:ins w:id="2444" w:author="Author"/>
              </w:rPr>
            </w:pPr>
            <w:ins w:id="2445" w:author="Author">
              <w:r w:rsidRPr="00B70256">
                <w:t>320,001 to 330,000</w:t>
              </w:r>
            </w:ins>
          </w:p>
        </w:tc>
        <w:tc>
          <w:tcPr>
            <w:tcW w:w="400" w:type="dxa"/>
            <w:tcBorders>
              <w:left w:val="single" w:sz="6" w:space="0" w:color="auto"/>
            </w:tcBorders>
          </w:tcPr>
          <w:p w14:paraId="3889DA23" w14:textId="77777777" w:rsidR="00F21DB0" w:rsidRPr="00B70256" w:rsidRDefault="00F21DB0" w:rsidP="00E44FF8">
            <w:pPr>
              <w:pStyle w:val="tabletext11"/>
              <w:jc w:val="right"/>
              <w:rPr>
                <w:ins w:id="2446" w:author="Author"/>
              </w:rPr>
            </w:pPr>
          </w:p>
        </w:tc>
        <w:tc>
          <w:tcPr>
            <w:tcW w:w="910" w:type="dxa"/>
            <w:tcBorders>
              <w:left w:val="nil"/>
              <w:right w:val="single" w:sz="6" w:space="0" w:color="auto"/>
            </w:tcBorders>
          </w:tcPr>
          <w:p w14:paraId="1B824037" w14:textId="77777777" w:rsidR="00F21DB0" w:rsidRPr="00B70256" w:rsidRDefault="00F21DB0" w:rsidP="00E44FF8">
            <w:pPr>
              <w:pStyle w:val="tabletext11"/>
              <w:tabs>
                <w:tab w:val="decimal" w:pos="200"/>
                <w:tab w:val="decimal" w:pos="240"/>
              </w:tabs>
              <w:rPr>
                <w:ins w:id="2447" w:author="Author"/>
              </w:rPr>
            </w:pPr>
            <w:ins w:id="2448" w:author="Author">
              <w:r w:rsidRPr="00B70256">
                <w:t>46.82</w:t>
              </w:r>
            </w:ins>
          </w:p>
        </w:tc>
        <w:tc>
          <w:tcPr>
            <w:tcW w:w="300" w:type="dxa"/>
            <w:gridSpan w:val="2"/>
            <w:tcBorders>
              <w:left w:val="single" w:sz="6" w:space="0" w:color="auto"/>
            </w:tcBorders>
          </w:tcPr>
          <w:p w14:paraId="6EE64D1A" w14:textId="77777777" w:rsidR="00F21DB0" w:rsidRPr="00B70256" w:rsidRDefault="00F21DB0" w:rsidP="00E44FF8">
            <w:pPr>
              <w:pStyle w:val="tabletext11"/>
              <w:jc w:val="right"/>
              <w:rPr>
                <w:ins w:id="2449" w:author="Author"/>
              </w:rPr>
            </w:pPr>
          </w:p>
        </w:tc>
        <w:tc>
          <w:tcPr>
            <w:tcW w:w="790" w:type="dxa"/>
            <w:tcBorders>
              <w:left w:val="nil"/>
              <w:right w:val="single" w:sz="6" w:space="0" w:color="auto"/>
            </w:tcBorders>
          </w:tcPr>
          <w:p w14:paraId="1428D775" w14:textId="77777777" w:rsidR="00F21DB0" w:rsidRPr="00B70256" w:rsidRDefault="00F21DB0" w:rsidP="00E44FF8">
            <w:pPr>
              <w:pStyle w:val="tabletext11"/>
              <w:tabs>
                <w:tab w:val="decimal" w:pos="200"/>
              </w:tabs>
              <w:rPr>
                <w:ins w:id="2450" w:author="Author"/>
              </w:rPr>
            </w:pPr>
            <w:ins w:id="2451" w:author="Author">
              <w:r w:rsidRPr="00B70256">
                <w:t>51.82</w:t>
              </w:r>
            </w:ins>
          </w:p>
        </w:tc>
      </w:tr>
      <w:tr w:rsidR="00F21DB0" w:rsidRPr="00B70256" w14:paraId="6A043411" w14:textId="77777777" w:rsidTr="00E44FF8">
        <w:trPr>
          <w:cantSplit/>
          <w:trHeight w:val="190"/>
          <w:ins w:id="2452" w:author="Author"/>
        </w:trPr>
        <w:tc>
          <w:tcPr>
            <w:tcW w:w="200" w:type="dxa"/>
          </w:tcPr>
          <w:p w14:paraId="57C11593" w14:textId="77777777" w:rsidR="00F21DB0" w:rsidRPr="00B70256" w:rsidRDefault="00F21DB0" w:rsidP="00E44FF8">
            <w:pPr>
              <w:pStyle w:val="tabletext11"/>
              <w:rPr>
                <w:ins w:id="2453" w:author="Author"/>
              </w:rPr>
            </w:pPr>
          </w:p>
        </w:tc>
        <w:tc>
          <w:tcPr>
            <w:tcW w:w="300" w:type="dxa"/>
            <w:tcBorders>
              <w:left w:val="single" w:sz="6" w:space="0" w:color="auto"/>
            </w:tcBorders>
          </w:tcPr>
          <w:p w14:paraId="25659B6B" w14:textId="77777777" w:rsidR="00F21DB0" w:rsidRPr="00B70256" w:rsidRDefault="00F21DB0" w:rsidP="00E44FF8">
            <w:pPr>
              <w:pStyle w:val="tabletext11"/>
              <w:jc w:val="right"/>
              <w:rPr>
                <w:ins w:id="2454" w:author="Author"/>
              </w:rPr>
            </w:pPr>
          </w:p>
        </w:tc>
        <w:tc>
          <w:tcPr>
            <w:tcW w:w="2100" w:type="dxa"/>
            <w:gridSpan w:val="3"/>
            <w:tcBorders>
              <w:left w:val="nil"/>
              <w:right w:val="single" w:sz="6" w:space="0" w:color="auto"/>
            </w:tcBorders>
          </w:tcPr>
          <w:p w14:paraId="46082ABE" w14:textId="77777777" w:rsidR="00F21DB0" w:rsidRPr="00B70256" w:rsidRDefault="00F21DB0" w:rsidP="00E44FF8">
            <w:pPr>
              <w:pStyle w:val="tabletext11"/>
              <w:rPr>
                <w:ins w:id="2455" w:author="Author"/>
              </w:rPr>
            </w:pPr>
            <w:ins w:id="2456" w:author="Author">
              <w:r w:rsidRPr="00B70256">
                <w:t>330,001 to 340,000</w:t>
              </w:r>
            </w:ins>
          </w:p>
        </w:tc>
        <w:tc>
          <w:tcPr>
            <w:tcW w:w="400" w:type="dxa"/>
            <w:tcBorders>
              <w:left w:val="single" w:sz="6" w:space="0" w:color="auto"/>
            </w:tcBorders>
          </w:tcPr>
          <w:p w14:paraId="425C90D1" w14:textId="77777777" w:rsidR="00F21DB0" w:rsidRPr="00B70256" w:rsidRDefault="00F21DB0" w:rsidP="00E44FF8">
            <w:pPr>
              <w:pStyle w:val="tabletext11"/>
              <w:jc w:val="right"/>
              <w:rPr>
                <w:ins w:id="2457" w:author="Author"/>
              </w:rPr>
            </w:pPr>
          </w:p>
        </w:tc>
        <w:tc>
          <w:tcPr>
            <w:tcW w:w="910" w:type="dxa"/>
            <w:tcBorders>
              <w:left w:val="nil"/>
              <w:right w:val="single" w:sz="6" w:space="0" w:color="auto"/>
            </w:tcBorders>
          </w:tcPr>
          <w:p w14:paraId="742C7AF0" w14:textId="77777777" w:rsidR="00F21DB0" w:rsidRPr="00B70256" w:rsidRDefault="00F21DB0" w:rsidP="00E44FF8">
            <w:pPr>
              <w:pStyle w:val="tabletext11"/>
              <w:tabs>
                <w:tab w:val="decimal" w:pos="200"/>
                <w:tab w:val="decimal" w:pos="240"/>
              </w:tabs>
              <w:rPr>
                <w:ins w:id="2458" w:author="Author"/>
              </w:rPr>
            </w:pPr>
            <w:ins w:id="2459" w:author="Author">
              <w:r w:rsidRPr="00B70256">
                <w:t>47.11</w:t>
              </w:r>
            </w:ins>
          </w:p>
        </w:tc>
        <w:tc>
          <w:tcPr>
            <w:tcW w:w="300" w:type="dxa"/>
            <w:gridSpan w:val="2"/>
            <w:tcBorders>
              <w:left w:val="single" w:sz="6" w:space="0" w:color="auto"/>
            </w:tcBorders>
          </w:tcPr>
          <w:p w14:paraId="6975414C" w14:textId="77777777" w:rsidR="00F21DB0" w:rsidRPr="00B70256" w:rsidRDefault="00F21DB0" w:rsidP="00E44FF8">
            <w:pPr>
              <w:pStyle w:val="tabletext11"/>
              <w:jc w:val="right"/>
              <w:rPr>
                <w:ins w:id="2460" w:author="Author"/>
              </w:rPr>
            </w:pPr>
          </w:p>
        </w:tc>
        <w:tc>
          <w:tcPr>
            <w:tcW w:w="790" w:type="dxa"/>
            <w:tcBorders>
              <w:left w:val="nil"/>
              <w:right w:val="single" w:sz="6" w:space="0" w:color="auto"/>
            </w:tcBorders>
          </w:tcPr>
          <w:p w14:paraId="5256E10B" w14:textId="77777777" w:rsidR="00F21DB0" w:rsidRPr="00B70256" w:rsidRDefault="00F21DB0" w:rsidP="00E44FF8">
            <w:pPr>
              <w:pStyle w:val="tabletext11"/>
              <w:tabs>
                <w:tab w:val="decimal" w:pos="200"/>
              </w:tabs>
              <w:rPr>
                <w:ins w:id="2461" w:author="Author"/>
              </w:rPr>
            </w:pPr>
            <w:ins w:id="2462" w:author="Author">
              <w:r w:rsidRPr="00B70256">
                <w:t>52.11</w:t>
              </w:r>
            </w:ins>
          </w:p>
        </w:tc>
      </w:tr>
      <w:tr w:rsidR="00F21DB0" w:rsidRPr="00B70256" w14:paraId="0A40FA8F" w14:textId="77777777" w:rsidTr="00E44FF8">
        <w:trPr>
          <w:cantSplit/>
          <w:trHeight w:val="190"/>
          <w:ins w:id="2463" w:author="Author"/>
        </w:trPr>
        <w:tc>
          <w:tcPr>
            <w:tcW w:w="200" w:type="dxa"/>
          </w:tcPr>
          <w:p w14:paraId="3E4E5E8C" w14:textId="77777777" w:rsidR="00F21DB0" w:rsidRPr="00B70256" w:rsidRDefault="00F21DB0" w:rsidP="00E44FF8">
            <w:pPr>
              <w:pStyle w:val="tabletext11"/>
              <w:rPr>
                <w:ins w:id="2464" w:author="Author"/>
              </w:rPr>
            </w:pPr>
          </w:p>
        </w:tc>
        <w:tc>
          <w:tcPr>
            <w:tcW w:w="300" w:type="dxa"/>
            <w:tcBorders>
              <w:left w:val="single" w:sz="6" w:space="0" w:color="auto"/>
            </w:tcBorders>
          </w:tcPr>
          <w:p w14:paraId="5F8DE9B0" w14:textId="77777777" w:rsidR="00F21DB0" w:rsidRPr="00B70256" w:rsidRDefault="00F21DB0" w:rsidP="00E44FF8">
            <w:pPr>
              <w:pStyle w:val="tabletext11"/>
              <w:jc w:val="right"/>
              <w:rPr>
                <w:ins w:id="2465" w:author="Author"/>
              </w:rPr>
            </w:pPr>
          </w:p>
        </w:tc>
        <w:tc>
          <w:tcPr>
            <w:tcW w:w="2100" w:type="dxa"/>
            <w:gridSpan w:val="3"/>
            <w:tcBorders>
              <w:left w:val="nil"/>
              <w:right w:val="single" w:sz="6" w:space="0" w:color="auto"/>
            </w:tcBorders>
          </w:tcPr>
          <w:p w14:paraId="624AF40E" w14:textId="77777777" w:rsidR="00F21DB0" w:rsidRPr="00B70256" w:rsidRDefault="00F21DB0" w:rsidP="00E44FF8">
            <w:pPr>
              <w:pStyle w:val="tabletext11"/>
              <w:rPr>
                <w:ins w:id="2466" w:author="Author"/>
              </w:rPr>
            </w:pPr>
            <w:ins w:id="2467" w:author="Author">
              <w:r w:rsidRPr="00B70256">
                <w:t>340,001 to 350,000</w:t>
              </w:r>
            </w:ins>
          </w:p>
        </w:tc>
        <w:tc>
          <w:tcPr>
            <w:tcW w:w="400" w:type="dxa"/>
            <w:tcBorders>
              <w:left w:val="single" w:sz="6" w:space="0" w:color="auto"/>
            </w:tcBorders>
          </w:tcPr>
          <w:p w14:paraId="7081A53C" w14:textId="77777777" w:rsidR="00F21DB0" w:rsidRPr="00B70256" w:rsidRDefault="00F21DB0" w:rsidP="00E44FF8">
            <w:pPr>
              <w:pStyle w:val="tabletext11"/>
              <w:jc w:val="right"/>
              <w:rPr>
                <w:ins w:id="2468" w:author="Author"/>
              </w:rPr>
            </w:pPr>
          </w:p>
        </w:tc>
        <w:tc>
          <w:tcPr>
            <w:tcW w:w="910" w:type="dxa"/>
            <w:tcBorders>
              <w:left w:val="nil"/>
              <w:right w:val="single" w:sz="6" w:space="0" w:color="auto"/>
            </w:tcBorders>
          </w:tcPr>
          <w:p w14:paraId="38ACDB12" w14:textId="77777777" w:rsidR="00F21DB0" w:rsidRPr="00B70256" w:rsidRDefault="00F21DB0" w:rsidP="00E44FF8">
            <w:pPr>
              <w:pStyle w:val="tabletext11"/>
              <w:tabs>
                <w:tab w:val="decimal" w:pos="200"/>
                <w:tab w:val="decimal" w:pos="240"/>
              </w:tabs>
              <w:rPr>
                <w:ins w:id="2469" w:author="Author"/>
              </w:rPr>
            </w:pPr>
            <w:ins w:id="2470" w:author="Author">
              <w:r w:rsidRPr="00B70256">
                <w:t>47.38</w:t>
              </w:r>
            </w:ins>
          </w:p>
        </w:tc>
        <w:tc>
          <w:tcPr>
            <w:tcW w:w="300" w:type="dxa"/>
            <w:gridSpan w:val="2"/>
            <w:tcBorders>
              <w:left w:val="single" w:sz="6" w:space="0" w:color="auto"/>
            </w:tcBorders>
          </w:tcPr>
          <w:p w14:paraId="5A5D0725" w14:textId="77777777" w:rsidR="00F21DB0" w:rsidRPr="00B70256" w:rsidRDefault="00F21DB0" w:rsidP="00E44FF8">
            <w:pPr>
              <w:pStyle w:val="tabletext11"/>
              <w:jc w:val="right"/>
              <w:rPr>
                <w:ins w:id="2471" w:author="Author"/>
              </w:rPr>
            </w:pPr>
          </w:p>
        </w:tc>
        <w:tc>
          <w:tcPr>
            <w:tcW w:w="790" w:type="dxa"/>
            <w:tcBorders>
              <w:left w:val="nil"/>
              <w:right w:val="single" w:sz="6" w:space="0" w:color="auto"/>
            </w:tcBorders>
          </w:tcPr>
          <w:p w14:paraId="3DE80CD4" w14:textId="77777777" w:rsidR="00F21DB0" w:rsidRPr="00B70256" w:rsidRDefault="00F21DB0" w:rsidP="00E44FF8">
            <w:pPr>
              <w:pStyle w:val="tabletext11"/>
              <w:tabs>
                <w:tab w:val="decimal" w:pos="200"/>
              </w:tabs>
              <w:rPr>
                <w:ins w:id="2472" w:author="Author"/>
              </w:rPr>
            </w:pPr>
            <w:ins w:id="2473" w:author="Author">
              <w:r w:rsidRPr="00B70256">
                <w:t>52.38</w:t>
              </w:r>
            </w:ins>
          </w:p>
        </w:tc>
      </w:tr>
      <w:tr w:rsidR="00F21DB0" w:rsidRPr="00B70256" w14:paraId="56ACBB9C" w14:textId="77777777" w:rsidTr="00E44FF8">
        <w:trPr>
          <w:cantSplit/>
          <w:trHeight w:val="190"/>
          <w:ins w:id="2474" w:author="Author"/>
        </w:trPr>
        <w:tc>
          <w:tcPr>
            <w:tcW w:w="200" w:type="dxa"/>
          </w:tcPr>
          <w:p w14:paraId="79D8F5BF" w14:textId="77777777" w:rsidR="00F21DB0" w:rsidRPr="00B70256" w:rsidRDefault="00F21DB0" w:rsidP="00E44FF8">
            <w:pPr>
              <w:pStyle w:val="tabletext11"/>
              <w:rPr>
                <w:ins w:id="2475" w:author="Author"/>
              </w:rPr>
            </w:pPr>
          </w:p>
        </w:tc>
        <w:tc>
          <w:tcPr>
            <w:tcW w:w="300" w:type="dxa"/>
            <w:tcBorders>
              <w:left w:val="single" w:sz="6" w:space="0" w:color="auto"/>
            </w:tcBorders>
          </w:tcPr>
          <w:p w14:paraId="13588A43" w14:textId="77777777" w:rsidR="00F21DB0" w:rsidRPr="00B70256" w:rsidRDefault="00F21DB0" w:rsidP="00E44FF8">
            <w:pPr>
              <w:pStyle w:val="tabletext11"/>
              <w:jc w:val="right"/>
              <w:rPr>
                <w:ins w:id="2476" w:author="Author"/>
              </w:rPr>
            </w:pPr>
          </w:p>
        </w:tc>
        <w:tc>
          <w:tcPr>
            <w:tcW w:w="2100" w:type="dxa"/>
            <w:gridSpan w:val="3"/>
            <w:tcBorders>
              <w:left w:val="nil"/>
              <w:right w:val="single" w:sz="6" w:space="0" w:color="auto"/>
            </w:tcBorders>
          </w:tcPr>
          <w:p w14:paraId="46BCF924" w14:textId="77777777" w:rsidR="00F21DB0" w:rsidRPr="00B70256" w:rsidRDefault="00F21DB0" w:rsidP="00E44FF8">
            <w:pPr>
              <w:pStyle w:val="tabletext11"/>
              <w:rPr>
                <w:ins w:id="2477" w:author="Author"/>
              </w:rPr>
            </w:pPr>
            <w:ins w:id="2478" w:author="Author">
              <w:r w:rsidRPr="00B70256">
                <w:t>350,001 to 360,000</w:t>
              </w:r>
            </w:ins>
          </w:p>
        </w:tc>
        <w:tc>
          <w:tcPr>
            <w:tcW w:w="400" w:type="dxa"/>
            <w:tcBorders>
              <w:left w:val="single" w:sz="6" w:space="0" w:color="auto"/>
            </w:tcBorders>
          </w:tcPr>
          <w:p w14:paraId="5AAEBAE2" w14:textId="77777777" w:rsidR="00F21DB0" w:rsidRPr="00B70256" w:rsidRDefault="00F21DB0" w:rsidP="00E44FF8">
            <w:pPr>
              <w:pStyle w:val="tabletext11"/>
              <w:jc w:val="right"/>
              <w:rPr>
                <w:ins w:id="2479" w:author="Author"/>
              </w:rPr>
            </w:pPr>
          </w:p>
        </w:tc>
        <w:tc>
          <w:tcPr>
            <w:tcW w:w="910" w:type="dxa"/>
            <w:tcBorders>
              <w:left w:val="nil"/>
              <w:right w:val="single" w:sz="6" w:space="0" w:color="auto"/>
            </w:tcBorders>
          </w:tcPr>
          <w:p w14:paraId="7C446403" w14:textId="77777777" w:rsidR="00F21DB0" w:rsidRPr="00B70256" w:rsidRDefault="00F21DB0" w:rsidP="00E44FF8">
            <w:pPr>
              <w:pStyle w:val="tabletext11"/>
              <w:tabs>
                <w:tab w:val="decimal" w:pos="200"/>
                <w:tab w:val="decimal" w:pos="240"/>
              </w:tabs>
              <w:rPr>
                <w:ins w:id="2480" w:author="Author"/>
              </w:rPr>
            </w:pPr>
            <w:ins w:id="2481" w:author="Author">
              <w:r w:rsidRPr="00B70256">
                <w:t>47.63</w:t>
              </w:r>
            </w:ins>
          </w:p>
        </w:tc>
        <w:tc>
          <w:tcPr>
            <w:tcW w:w="300" w:type="dxa"/>
            <w:gridSpan w:val="2"/>
            <w:tcBorders>
              <w:left w:val="single" w:sz="6" w:space="0" w:color="auto"/>
            </w:tcBorders>
          </w:tcPr>
          <w:p w14:paraId="66BDC737" w14:textId="77777777" w:rsidR="00F21DB0" w:rsidRPr="00B70256" w:rsidRDefault="00F21DB0" w:rsidP="00E44FF8">
            <w:pPr>
              <w:pStyle w:val="tabletext11"/>
              <w:jc w:val="right"/>
              <w:rPr>
                <w:ins w:id="2482" w:author="Author"/>
              </w:rPr>
            </w:pPr>
          </w:p>
        </w:tc>
        <w:tc>
          <w:tcPr>
            <w:tcW w:w="790" w:type="dxa"/>
            <w:tcBorders>
              <w:left w:val="nil"/>
              <w:right w:val="single" w:sz="6" w:space="0" w:color="auto"/>
            </w:tcBorders>
          </w:tcPr>
          <w:p w14:paraId="19907A33" w14:textId="77777777" w:rsidR="00F21DB0" w:rsidRPr="00B70256" w:rsidRDefault="00F21DB0" w:rsidP="00E44FF8">
            <w:pPr>
              <w:pStyle w:val="tabletext11"/>
              <w:tabs>
                <w:tab w:val="decimal" w:pos="200"/>
              </w:tabs>
              <w:rPr>
                <w:ins w:id="2483" w:author="Author"/>
              </w:rPr>
            </w:pPr>
            <w:ins w:id="2484" w:author="Author">
              <w:r w:rsidRPr="00B70256">
                <w:t>52.63</w:t>
              </w:r>
            </w:ins>
          </w:p>
        </w:tc>
      </w:tr>
      <w:tr w:rsidR="00F21DB0" w:rsidRPr="00B70256" w14:paraId="3D5350EA" w14:textId="77777777" w:rsidTr="00E44FF8">
        <w:trPr>
          <w:cantSplit/>
          <w:trHeight w:val="190"/>
          <w:ins w:id="2485" w:author="Author"/>
        </w:trPr>
        <w:tc>
          <w:tcPr>
            <w:tcW w:w="200" w:type="dxa"/>
          </w:tcPr>
          <w:p w14:paraId="3BA63BA5" w14:textId="77777777" w:rsidR="00F21DB0" w:rsidRPr="00B70256" w:rsidRDefault="00F21DB0" w:rsidP="00E44FF8">
            <w:pPr>
              <w:pStyle w:val="tabletext11"/>
              <w:rPr>
                <w:ins w:id="2486" w:author="Author"/>
              </w:rPr>
            </w:pPr>
          </w:p>
        </w:tc>
        <w:tc>
          <w:tcPr>
            <w:tcW w:w="300" w:type="dxa"/>
            <w:tcBorders>
              <w:left w:val="single" w:sz="6" w:space="0" w:color="auto"/>
            </w:tcBorders>
          </w:tcPr>
          <w:p w14:paraId="734AF8F6" w14:textId="77777777" w:rsidR="00F21DB0" w:rsidRPr="00B70256" w:rsidRDefault="00F21DB0" w:rsidP="00E44FF8">
            <w:pPr>
              <w:pStyle w:val="tabletext11"/>
              <w:jc w:val="right"/>
              <w:rPr>
                <w:ins w:id="2487" w:author="Author"/>
              </w:rPr>
            </w:pPr>
          </w:p>
        </w:tc>
        <w:tc>
          <w:tcPr>
            <w:tcW w:w="2100" w:type="dxa"/>
            <w:gridSpan w:val="3"/>
            <w:tcBorders>
              <w:left w:val="nil"/>
              <w:right w:val="single" w:sz="6" w:space="0" w:color="auto"/>
            </w:tcBorders>
          </w:tcPr>
          <w:p w14:paraId="1E3DF546" w14:textId="77777777" w:rsidR="00F21DB0" w:rsidRPr="00B70256" w:rsidRDefault="00F21DB0" w:rsidP="00E44FF8">
            <w:pPr>
              <w:pStyle w:val="tabletext11"/>
              <w:rPr>
                <w:ins w:id="2488" w:author="Author"/>
              </w:rPr>
            </w:pPr>
            <w:ins w:id="2489" w:author="Author">
              <w:r w:rsidRPr="00B70256">
                <w:t>360,001 to 370,000</w:t>
              </w:r>
            </w:ins>
          </w:p>
        </w:tc>
        <w:tc>
          <w:tcPr>
            <w:tcW w:w="400" w:type="dxa"/>
            <w:tcBorders>
              <w:left w:val="single" w:sz="6" w:space="0" w:color="auto"/>
            </w:tcBorders>
          </w:tcPr>
          <w:p w14:paraId="49F7344E" w14:textId="77777777" w:rsidR="00F21DB0" w:rsidRPr="00B70256" w:rsidRDefault="00F21DB0" w:rsidP="00E44FF8">
            <w:pPr>
              <w:pStyle w:val="tabletext11"/>
              <w:jc w:val="right"/>
              <w:rPr>
                <w:ins w:id="2490" w:author="Author"/>
              </w:rPr>
            </w:pPr>
          </w:p>
        </w:tc>
        <w:tc>
          <w:tcPr>
            <w:tcW w:w="910" w:type="dxa"/>
            <w:tcBorders>
              <w:left w:val="nil"/>
              <w:right w:val="single" w:sz="6" w:space="0" w:color="auto"/>
            </w:tcBorders>
          </w:tcPr>
          <w:p w14:paraId="2B9E5ED1" w14:textId="77777777" w:rsidR="00F21DB0" w:rsidRPr="00B70256" w:rsidRDefault="00F21DB0" w:rsidP="00E44FF8">
            <w:pPr>
              <w:pStyle w:val="tabletext11"/>
              <w:tabs>
                <w:tab w:val="decimal" w:pos="200"/>
                <w:tab w:val="decimal" w:pos="240"/>
              </w:tabs>
              <w:rPr>
                <w:ins w:id="2491" w:author="Author"/>
              </w:rPr>
            </w:pPr>
            <w:ins w:id="2492" w:author="Author">
              <w:r w:rsidRPr="00B70256">
                <w:t>47.86</w:t>
              </w:r>
            </w:ins>
          </w:p>
        </w:tc>
        <w:tc>
          <w:tcPr>
            <w:tcW w:w="300" w:type="dxa"/>
            <w:gridSpan w:val="2"/>
            <w:tcBorders>
              <w:left w:val="single" w:sz="6" w:space="0" w:color="auto"/>
            </w:tcBorders>
          </w:tcPr>
          <w:p w14:paraId="75A84087" w14:textId="77777777" w:rsidR="00F21DB0" w:rsidRPr="00B70256" w:rsidRDefault="00F21DB0" w:rsidP="00E44FF8">
            <w:pPr>
              <w:pStyle w:val="tabletext11"/>
              <w:jc w:val="right"/>
              <w:rPr>
                <w:ins w:id="2493" w:author="Author"/>
              </w:rPr>
            </w:pPr>
          </w:p>
        </w:tc>
        <w:tc>
          <w:tcPr>
            <w:tcW w:w="790" w:type="dxa"/>
            <w:tcBorders>
              <w:left w:val="nil"/>
              <w:right w:val="single" w:sz="6" w:space="0" w:color="auto"/>
            </w:tcBorders>
          </w:tcPr>
          <w:p w14:paraId="52C07B9E" w14:textId="77777777" w:rsidR="00F21DB0" w:rsidRPr="00B70256" w:rsidRDefault="00F21DB0" w:rsidP="00E44FF8">
            <w:pPr>
              <w:pStyle w:val="tabletext11"/>
              <w:tabs>
                <w:tab w:val="decimal" w:pos="200"/>
              </w:tabs>
              <w:rPr>
                <w:ins w:id="2494" w:author="Author"/>
              </w:rPr>
            </w:pPr>
            <w:ins w:id="2495" w:author="Author">
              <w:r w:rsidRPr="00B70256">
                <w:t>52.86</w:t>
              </w:r>
            </w:ins>
          </w:p>
        </w:tc>
      </w:tr>
      <w:tr w:rsidR="00F21DB0" w:rsidRPr="00B70256" w14:paraId="57FA611C" w14:textId="77777777" w:rsidTr="00E44FF8">
        <w:trPr>
          <w:cantSplit/>
          <w:trHeight w:val="190"/>
          <w:ins w:id="2496" w:author="Author"/>
        </w:trPr>
        <w:tc>
          <w:tcPr>
            <w:tcW w:w="200" w:type="dxa"/>
          </w:tcPr>
          <w:p w14:paraId="4053E5CB" w14:textId="77777777" w:rsidR="00F21DB0" w:rsidRPr="00B70256" w:rsidRDefault="00F21DB0" w:rsidP="00E44FF8">
            <w:pPr>
              <w:pStyle w:val="tabletext11"/>
              <w:rPr>
                <w:ins w:id="2497" w:author="Author"/>
              </w:rPr>
            </w:pPr>
          </w:p>
        </w:tc>
        <w:tc>
          <w:tcPr>
            <w:tcW w:w="300" w:type="dxa"/>
            <w:tcBorders>
              <w:left w:val="single" w:sz="6" w:space="0" w:color="auto"/>
            </w:tcBorders>
          </w:tcPr>
          <w:p w14:paraId="6DA36CD8" w14:textId="77777777" w:rsidR="00F21DB0" w:rsidRPr="00B70256" w:rsidRDefault="00F21DB0" w:rsidP="00E44FF8">
            <w:pPr>
              <w:pStyle w:val="tabletext11"/>
              <w:jc w:val="right"/>
              <w:rPr>
                <w:ins w:id="2498" w:author="Author"/>
              </w:rPr>
            </w:pPr>
          </w:p>
        </w:tc>
        <w:tc>
          <w:tcPr>
            <w:tcW w:w="2100" w:type="dxa"/>
            <w:gridSpan w:val="3"/>
            <w:tcBorders>
              <w:left w:val="nil"/>
              <w:right w:val="single" w:sz="6" w:space="0" w:color="auto"/>
            </w:tcBorders>
          </w:tcPr>
          <w:p w14:paraId="31937AFA" w14:textId="77777777" w:rsidR="00F21DB0" w:rsidRPr="00B70256" w:rsidRDefault="00F21DB0" w:rsidP="00E44FF8">
            <w:pPr>
              <w:pStyle w:val="tabletext11"/>
              <w:rPr>
                <w:ins w:id="2499" w:author="Author"/>
              </w:rPr>
            </w:pPr>
            <w:ins w:id="2500" w:author="Author">
              <w:r w:rsidRPr="00B70256">
                <w:t>370,001 to 380,000</w:t>
              </w:r>
            </w:ins>
          </w:p>
        </w:tc>
        <w:tc>
          <w:tcPr>
            <w:tcW w:w="400" w:type="dxa"/>
            <w:tcBorders>
              <w:left w:val="single" w:sz="6" w:space="0" w:color="auto"/>
            </w:tcBorders>
          </w:tcPr>
          <w:p w14:paraId="01E1A0DD" w14:textId="77777777" w:rsidR="00F21DB0" w:rsidRPr="00B70256" w:rsidRDefault="00F21DB0" w:rsidP="00E44FF8">
            <w:pPr>
              <w:pStyle w:val="tabletext11"/>
              <w:jc w:val="right"/>
              <w:rPr>
                <w:ins w:id="2501" w:author="Author"/>
              </w:rPr>
            </w:pPr>
          </w:p>
        </w:tc>
        <w:tc>
          <w:tcPr>
            <w:tcW w:w="910" w:type="dxa"/>
            <w:tcBorders>
              <w:left w:val="nil"/>
              <w:right w:val="single" w:sz="6" w:space="0" w:color="auto"/>
            </w:tcBorders>
          </w:tcPr>
          <w:p w14:paraId="47E5022C" w14:textId="77777777" w:rsidR="00F21DB0" w:rsidRPr="00B70256" w:rsidRDefault="00F21DB0" w:rsidP="00E44FF8">
            <w:pPr>
              <w:pStyle w:val="tabletext11"/>
              <w:tabs>
                <w:tab w:val="decimal" w:pos="200"/>
                <w:tab w:val="decimal" w:pos="240"/>
              </w:tabs>
              <w:rPr>
                <w:ins w:id="2502" w:author="Author"/>
              </w:rPr>
            </w:pPr>
            <w:ins w:id="2503" w:author="Author">
              <w:r w:rsidRPr="00B70256">
                <w:t>48.07</w:t>
              </w:r>
            </w:ins>
          </w:p>
        </w:tc>
        <w:tc>
          <w:tcPr>
            <w:tcW w:w="300" w:type="dxa"/>
            <w:gridSpan w:val="2"/>
            <w:tcBorders>
              <w:left w:val="single" w:sz="6" w:space="0" w:color="auto"/>
            </w:tcBorders>
          </w:tcPr>
          <w:p w14:paraId="37911B31" w14:textId="77777777" w:rsidR="00F21DB0" w:rsidRPr="00B70256" w:rsidRDefault="00F21DB0" w:rsidP="00E44FF8">
            <w:pPr>
              <w:pStyle w:val="tabletext11"/>
              <w:jc w:val="right"/>
              <w:rPr>
                <w:ins w:id="2504" w:author="Author"/>
              </w:rPr>
            </w:pPr>
          </w:p>
        </w:tc>
        <w:tc>
          <w:tcPr>
            <w:tcW w:w="790" w:type="dxa"/>
            <w:tcBorders>
              <w:left w:val="nil"/>
              <w:right w:val="single" w:sz="6" w:space="0" w:color="auto"/>
            </w:tcBorders>
          </w:tcPr>
          <w:p w14:paraId="54CD0309" w14:textId="77777777" w:rsidR="00F21DB0" w:rsidRPr="00B70256" w:rsidRDefault="00F21DB0" w:rsidP="00E44FF8">
            <w:pPr>
              <w:pStyle w:val="tabletext11"/>
              <w:tabs>
                <w:tab w:val="decimal" w:pos="200"/>
              </w:tabs>
              <w:rPr>
                <w:ins w:id="2505" w:author="Author"/>
              </w:rPr>
            </w:pPr>
            <w:ins w:id="2506" w:author="Author">
              <w:r w:rsidRPr="00B70256">
                <w:t>53.07</w:t>
              </w:r>
            </w:ins>
          </w:p>
        </w:tc>
      </w:tr>
      <w:tr w:rsidR="00F21DB0" w:rsidRPr="00B70256" w14:paraId="56BCF41D" w14:textId="77777777" w:rsidTr="00E44FF8">
        <w:trPr>
          <w:cantSplit/>
          <w:trHeight w:val="190"/>
          <w:ins w:id="2507" w:author="Author"/>
        </w:trPr>
        <w:tc>
          <w:tcPr>
            <w:tcW w:w="200" w:type="dxa"/>
          </w:tcPr>
          <w:p w14:paraId="3B6C5E24" w14:textId="77777777" w:rsidR="00F21DB0" w:rsidRPr="00B70256" w:rsidRDefault="00F21DB0" w:rsidP="00E44FF8">
            <w:pPr>
              <w:pStyle w:val="tabletext11"/>
              <w:rPr>
                <w:ins w:id="2508" w:author="Author"/>
              </w:rPr>
            </w:pPr>
          </w:p>
        </w:tc>
        <w:tc>
          <w:tcPr>
            <w:tcW w:w="300" w:type="dxa"/>
            <w:tcBorders>
              <w:left w:val="single" w:sz="6" w:space="0" w:color="auto"/>
            </w:tcBorders>
          </w:tcPr>
          <w:p w14:paraId="4764654B" w14:textId="77777777" w:rsidR="00F21DB0" w:rsidRPr="00B70256" w:rsidRDefault="00F21DB0" w:rsidP="00E44FF8">
            <w:pPr>
              <w:pStyle w:val="tabletext11"/>
              <w:jc w:val="right"/>
              <w:rPr>
                <w:ins w:id="2509" w:author="Author"/>
              </w:rPr>
            </w:pPr>
          </w:p>
        </w:tc>
        <w:tc>
          <w:tcPr>
            <w:tcW w:w="2100" w:type="dxa"/>
            <w:gridSpan w:val="3"/>
            <w:tcBorders>
              <w:left w:val="nil"/>
              <w:right w:val="single" w:sz="6" w:space="0" w:color="auto"/>
            </w:tcBorders>
          </w:tcPr>
          <w:p w14:paraId="718EBC65" w14:textId="77777777" w:rsidR="00F21DB0" w:rsidRPr="00B70256" w:rsidRDefault="00F21DB0" w:rsidP="00E44FF8">
            <w:pPr>
              <w:pStyle w:val="tabletext11"/>
              <w:rPr>
                <w:ins w:id="2510" w:author="Author"/>
              </w:rPr>
            </w:pPr>
            <w:ins w:id="2511" w:author="Author">
              <w:r w:rsidRPr="00B70256">
                <w:t>380,001 to 390,000</w:t>
              </w:r>
            </w:ins>
          </w:p>
        </w:tc>
        <w:tc>
          <w:tcPr>
            <w:tcW w:w="400" w:type="dxa"/>
            <w:tcBorders>
              <w:left w:val="single" w:sz="6" w:space="0" w:color="auto"/>
            </w:tcBorders>
          </w:tcPr>
          <w:p w14:paraId="0BDE59D8" w14:textId="77777777" w:rsidR="00F21DB0" w:rsidRPr="00B70256" w:rsidRDefault="00F21DB0" w:rsidP="00E44FF8">
            <w:pPr>
              <w:pStyle w:val="tabletext11"/>
              <w:jc w:val="right"/>
              <w:rPr>
                <w:ins w:id="2512" w:author="Author"/>
              </w:rPr>
            </w:pPr>
          </w:p>
        </w:tc>
        <w:tc>
          <w:tcPr>
            <w:tcW w:w="910" w:type="dxa"/>
            <w:tcBorders>
              <w:left w:val="nil"/>
              <w:right w:val="single" w:sz="6" w:space="0" w:color="auto"/>
            </w:tcBorders>
          </w:tcPr>
          <w:p w14:paraId="6C295D5A" w14:textId="77777777" w:rsidR="00F21DB0" w:rsidRPr="00B70256" w:rsidRDefault="00F21DB0" w:rsidP="00E44FF8">
            <w:pPr>
              <w:pStyle w:val="tabletext11"/>
              <w:tabs>
                <w:tab w:val="decimal" w:pos="200"/>
                <w:tab w:val="decimal" w:pos="240"/>
              </w:tabs>
              <w:rPr>
                <w:ins w:id="2513" w:author="Author"/>
              </w:rPr>
            </w:pPr>
            <w:ins w:id="2514" w:author="Author">
              <w:r w:rsidRPr="00B70256">
                <w:t>48.27</w:t>
              </w:r>
            </w:ins>
          </w:p>
        </w:tc>
        <w:tc>
          <w:tcPr>
            <w:tcW w:w="300" w:type="dxa"/>
            <w:gridSpan w:val="2"/>
            <w:tcBorders>
              <w:left w:val="single" w:sz="6" w:space="0" w:color="auto"/>
            </w:tcBorders>
          </w:tcPr>
          <w:p w14:paraId="09EF3425" w14:textId="77777777" w:rsidR="00F21DB0" w:rsidRPr="00B70256" w:rsidRDefault="00F21DB0" w:rsidP="00E44FF8">
            <w:pPr>
              <w:pStyle w:val="tabletext11"/>
              <w:jc w:val="right"/>
              <w:rPr>
                <w:ins w:id="2515" w:author="Author"/>
              </w:rPr>
            </w:pPr>
          </w:p>
        </w:tc>
        <w:tc>
          <w:tcPr>
            <w:tcW w:w="790" w:type="dxa"/>
            <w:tcBorders>
              <w:left w:val="nil"/>
              <w:right w:val="single" w:sz="6" w:space="0" w:color="auto"/>
            </w:tcBorders>
          </w:tcPr>
          <w:p w14:paraId="38B01907" w14:textId="77777777" w:rsidR="00F21DB0" w:rsidRPr="00B70256" w:rsidRDefault="00F21DB0" w:rsidP="00E44FF8">
            <w:pPr>
              <w:pStyle w:val="tabletext11"/>
              <w:tabs>
                <w:tab w:val="decimal" w:pos="200"/>
              </w:tabs>
              <w:rPr>
                <w:ins w:id="2516" w:author="Author"/>
              </w:rPr>
            </w:pPr>
            <w:ins w:id="2517" w:author="Author">
              <w:r w:rsidRPr="00B70256">
                <w:t>53.27</w:t>
              </w:r>
            </w:ins>
          </w:p>
        </w:tc>
      </w:tr>
      <w:tr w:rsidR="00F21DB0" w:rsidRPr="00B70256" w14:paraId="76DE7AAA" w14:textId="77777777" w:rsidTr="00E44FF8">
        <w:trPr>
          <w:cantSplit/>
          <w:trHeight w:val="190"/>
          <w:ins w:id="2518" w:author="Author"/>
        </w:trPr>
        <w:tc>
          <w:tcPr>
            <w:tcW w:w="200" w:type="dxa"/>
          </w:tcPr>
          <w:p w14:paraId="29EDDCD2" w14:textId="77777777" w:rsidR="00F21DB0" w:rsidRPr="00B70256" w:rsidRDefault="00F21DB0" w:rsidP="00E44FF8">
            <w:pPr>
              <w:pStyle w:val="tabletext11"/>
              <w:rPr>
                <w:ins w:id="2519" w:author="Author"/>
              </w:rPr>
            </w:pPr>
          </w:p>
        </w:tc>
        <w:tc>
          <w:tcPr>
            <w:tcW w:w="300" w:type="dxa"/>
            <w:tcBorders>
              <w:left w:val="single" w:sz="6" w:space="0" w:color="auto"/>
            </w:tcBorders>
          </w:tcPr>
          <w:p w14:paraId="253D276D" w14:textId="77777777" w:rsidR="00F21DB0" w:rsidRPr="00B70256" w:rsidRDefault="00F21DB0" w:rsidP="00E44FF8">
            <w:pPr>
              <w:pStyle w:val="tabletext11"/>
              <w:jc w:val="right"/>
              <w:rPr>
                <w:ins w:id="2520" w:author="Author"/>
              </w:rPr>
            </w:pPr>
          </w:p>
        </w:tc>
        <w:tc>
          <w:tcPr>
            <w:tcW w:w="2100" w:type="dxa"/>
            <w:gridSpan w:val="3"/>
            <w:tcBorders>
              <w:left w:val="nil"/>
              <w:right w:val="single" w:sz="6" w:space="0" w:color="auto"/>
            </w:tcBorders>
          </w:tcPr>
          <w:p w14:paraId="361E50D9" w14:textId="77777777" w:rsidR="00F21DB0" w:rsidRPr="00B70256" w:rsidRDefault="00F21DB0" w:rsidP="00E44FF8">
            <w:pPr>
              <w:pStyle w:val="tabletext11"/>
              <w:rPr>
                <w:ins w:id="2521" w:author="Author"/>
              </w:rPr>
            </w:pPr>
            <w:ins w:id="2522" w:author="Author">
              <w:r w:rsidRPr="00B70256">
                <w:t>390,001 to 400,000</w:t>
              </w:r>
            </w:ins>
          </w:p>
        </w:tc>
        <w:tc>
          <w:tcPr>
            <w:tcW w:w="400" w:type="dxa"/>
            <w:tcBorders>
              <w:left w:val="single" w:sz="6" w:space="0" w:color="auto"/>
            </w:tcBorders>
          </w:tcPr>
          <w:p w14:paraId="44105CEA" w14:textId="77777777" w:rsidR="00F21DB0" w:rsidRPr="00B70256" w:rsidRDefault="00F21DB0" w:rsidP="00E44FF8">
            <w:pPr>
              <w:pStyle w:val="tabletext11"/>
              <w:jc w:val="right"/>
              <w:rPr>
                <w:ins w:id="2523" w:author="Author"/>
              </w:rPr>
            </w:pPr>
          </w:p>
        </w:tc>
        <w:tc>
          <w:tcPr>
            <w:tcW w:w="910" w:type="dxa"/>
            <w:tcBorders>
              <w:left w:val="nil"/>
              <w:right w:val="single" w:sz="6" w:space="0" w:color="auto"/>
            </w:tcBorders>
          </w:tcPr>
          <w:p w14:paraId="42C94CCE" w14:textId="77777777" w:rsidR="00F21DB0" w:rsidRPr="00B70256" w:rsidRDefault="00F21DB0" w:rsidP="00E44FF8">
            <w:pPr>
              <w:pStyle w:val="tabletext11"/>
              <w:tabs>
                <w:tab w:val="decimal" w:pos="200"/>
                <w:tab w:val="decimal" w:pos="240"/>
              </w:tabs>
              <w:rPr>
                <w:ins w:id="2524" w:author="Author"/>
              </w:rPr>
            </w:pPr>
            <w:ins w:id="2525" w:author="Author">
              <w:r w:rsidRPr="00B70256">
                <w:t>48.45</w:t>
              </w:r>
            </w:ins>
          </w:p>
        </w:tc>
        <w:tc>
          <w:tcPr>
            <w:tcW w:w="300" w:type="dxa"/>
            <w:gridSpan w:val="2"/>
            <w:tcBorders>
              <w:left w:val="single" w:sz="6" w:space="0" w:color="auto"/>
            </w:tcBorders>
          </w:tcPr>
          <w:p w14:paraId="3F9465D5" w14:textId="77777777" w:rsidR="00F21DB0" w:rsidRPr="00B70256" w:rsidRDefault="00F21DB0" w:rsidP="00E44FF8">
            <w:pPr>
              <w:pStyle w:val="tabletext11"/>
              <w:jc w:val="right"/>
              <w:rPr>
                <w:ins w:id="2526" w:author="Author"/>
              </w:rPr>
            </w:pPr>
          </w:p>
        </w:tc>
        <w:tc>
          <w:tcPr>
            <w:tcW w:w="790" w:type="dxa"/>
            <w:tcBorders>
              <w:left w:val="nil"/>
              <w:right w:val="single" w:sz="6" w:space="0" w:color="auto"/>
            </w:tcBorders>
          </w:tcPr>
          <w:p w14:paraId="3B1384E8" w14:textId="77777777" w:rsidR="00F21DB0" w:rsidRPr="00B70256" w:rsidRDefault="00F21DB0" w:rsidP="00E44FF8">
            <w:pPr>
              <w:pStyle w:val="tabletext11"/>
              <w:tabs>
                <w:tab w:val="decimal" w:pos="200"/>
              </w:tabs>
              <w:rPr>
                <w:ins w:id="2527" w:author="Author"/>
              </w:rPr>
            </w:pPr>
            <w:ins w:id="2528" w:author="Author">
              <w:r w:rsidRPr="00B70256">
                <w:t>53.45</w:t>
              </w:r>
            </w:ins>
          </w:p>
        </w:tc>
      </w:tr>
      <w:tr w:rsidR="00F21DB0" w:rsidRPr="00B70256" w14:paraId="3A959B5B" w14:textId="77777777" w:rsidTr="00E44FF8">
        <w:trPr>
          <w:cantSplit/>
          <w:trHeight w:val="190"/>
          <w:ins w:id="2529" w:author="Author"/>
        </w:trPr>
        <w:tc>
          <w:tcPr>
            <w:tcW w:w="200" w:type="dxa"/>
          </w:tcPr>
          <w:p w14:paraId="5014C969" w14:textId="77777777" w:rsidR="00F21DB0" w:rsidRPr="00B70256" w:rsidRDefault="00F21DB0" w:rsidP="00E44FF8">
            <w:pPr>
              <w:pStyle w:val="tabletext11"/>
              <w:rPr>
                <w:ins w:id="2530" w:author="Author"/>
              </w:rPr>
            </w:pPr>
          </w:p>
        </w:tc>
        <w:tc>
          <w:tcPr>
            <w:tcW w:w="300" w:type="dxa"/>
            <w:tcBorders>
              <w:left w:val="single" w:sz="6" w:space="0" w:color="auto"/>
            </w:tcBorders>
          </w:tcPr>
          <w:p w14:paraId="487FB283" w14:textId="77777777" w:rsidR="00F21DB0" w:rsidRPr="00B70256" w:rsidRDefault="00F21DB0" w:rsidP="00E44FF8">
            <w:pPr>
              <w:pStyle w:val="tabletext11"/>
              <w:jc w:val="right"/>
              <w:rPr>
                <w:ins w:id="2531" w:author="Author"/>
              </w:rPr>
            </w:pPr>
          </w:p>
        </w:tc>
        <w:tc>
          <w:tcPr>
            <w:tcW w:w="2100" w:type="dxa"/>
            <w:gridSpan w:val="3"/>
            <w:tcBorders>
              <w:left w:val="nil"/>
              <w:right w:val="single" w:sz="6" w:space="0" w:color="auto"/>
            </w:tcBorders>
          </w:tcPr>
          <w:p w14:paraId="65F01E9C" w14:textId="77777777" w:rsidR="00F21DB0" w:rsidRPr="00B70256" w:rsidRDefault="00F21DB0" w:rsidP="00E44FF8">
            <w:pPr>
              <w:pStyle w:val="tabletext11"/>
              <w:rPr>
                <w:ins w:id="2532" w:author="Author"/>
              </w:rPr>
            </w:pPr>
            <w:ins w:id="2533" w:author="Author">
              <w:r w:rsidRPr="00B70256">
                <w:t>400,001 to 410,000</w:t>
              </w:r>
            </w:ins>
          </w:p>
        </w:tc>
        <w:tc>
          <w:tcPr>
            <w:tcW w:w="400" w:type="dxa"/>
            <w:tcBorders>
              <w:left w:val="single" w:sz="6" w:space="0" w:color="auto"/>
            </w:tcBorders>
          </w:tcPr>
          <w:p w14:paraId="47D32A67" w14:textId="77777777" w:rsidR="00F21DB0" w:rsidRPr="00B70256" w:rsidRDefault="00F21DB0" w:rsidP="00E44FF8">
            <w:pPr>
              <w:pStyle w:val="tabletext11"/>
              <w:jc w:val="right"/>
              <w:rPr>
                <w:ins w:id="2534" w:author="Author"/>
              </w:rPr>
            </w:pPr>
          </w:p>
        </w:tc>
        <w:tc>
          <w:tcPr>
            <w:tcW w:w="910" w:type="dxa"/>
            <w:tcBorders>
              <w:left w:val="nil"/>
              <w:right w:val="single" w:sz="6" w:space="0" w:color="auto"/>
            </w:tcBorders>
          </w:tcPr>
          <w:p w14:paraId="0B0E8232" w14:textId="77777777" w:rsidR="00F21DB0" w:rsidRPr="00B70256" w:rsidRDefault="00F21DB0" w:rsidP="00E44FF8">
            <w:pPr>
              <w:pStyle w:val="tabletext11"/>
              <w:tabs>
                <w:tab w:val="decimal" w:pos="200"/>
                <w:tab w:val="decimal" w:pos="240"/>
              </w:tabs>
              <w:rPr>
                <w:ins w:id="2535" w:author="Author"/>
              </w:rPr>
            </w:pPr>
            <w:ins w:id="2536" w:author="Author">
              <w:r w:rsidRPr="00B70256">
                <w:t>48.62</w:t>
              </w:r>
            </w:ins>
          </w:p>
        </w:tc>
        <w:tc>
          <w:tcPr>
            <w:tcW w:w="300" w:type="dxa"/>
            <w:gridSpan w:val="2"/>
            <w:tcBorders>
              <w:left w:val="single" w:sz="6" w:space="0" w:color="auto"/>
            </w:tcBorders>
          </w:tcPr>
          <w:p w14:paraId="46A5644C" w14:textId="77777777" w:rsidR="00F21DB0" w:rsidRPr="00B70256" w:rsidRDefault="00F21DB0" w:rsidP="00E44FF8">
            <w:pPr>
              <w:pStyle w:val="tabletext11"/>
              <w:jc w:val="right"/>
              <w:rPr>
                <w:ins w:id="2537" w:author="Author"/>
              </w:rPr>
            </w:pPr>
          </w:p>
        </w:tc>
        <w:tc>
          <w:tcPr>
            <w:tcW w:w="790" w:type="dxa"/>
            <w:tcBorders>
              <w:left w:val="nil"/>
              <w:right w:val="single" w:sz="6" w:space="0" w:color="auto"/>
            </w:tcBorders>
          </w:tcPr>
          <w:p w14:paraId="520590EC" w14:textId="77777777" w:rsidR="00F21DB0" w:rsidRPr="00B70256" w:rsidRDefault="00F21DB0" w:rsidP="00E44FF8">
            <w:pPr>
              <w:pStyle w:val="tabletext11"/>
              <w:tabs>
                <w:tab w:val="decimal" w:pos="200"/>
              </w:tabs>
              <w:rPr>
                <w:ins w:id="2538" w:author="Author"/>
              </w:rPr>
            </w:pPr>
            <w:ins w:id="2539" w:author="Author">
              <w:r w:rsidRPr="00B70256">
                <w:t>53.62</w:t>
              </w:r>
            </w:ins>
          </w:p>
        </w:tc>
      </w:tr>
      <w:tr w:rsidR="00F21DB0" w:rsidRPr="00B70256" w14:paraId="5BEDDE48" w14:textId="77777777" w:rsidTr="00E44FF8">
        <w:trPr>
          <w:cantSplit/>
          <w:trHeight w:val="190"/>
          <w:ins w:id="2540" w:author="Author"/>
        </w:trPr>
        <w:tc>
          <w:tcPr>
            <w:tcW w:w="200" w:type="dxa"/>
          </w:tcPr>
          <w:p w14:paraId="1875C1EF" w14:textId="77777777" w:rsidR="00F21DB0" w:rsidRPr="00B70256" w:rsidRDefault="00F21DB0" w:rsidP="00E44FF8">
            <w:pPr>
              <w:pStyle w:val="tabletext11"/>
              <w:rPr>
                <w:ins w:id="2541" w:author="Author"/>
              </w:rPr>
            </w:pPr>
          </w:p>
        </w:tc>
        <w:tc>
          <w:tcPr>
            <w:tcW w:w="300" w:type="dxa"/>
            <w:tcBorders>
              <w:left w:val="single" w:sz="6" w:space="0" w:color="auto"/>
            </w:tcBorders>
          </w:tcPr>
          <w:p w14:paraId="789DB96C" w14:textId="77777777" w:rsidR="00F21DB0" w:rsidRPr="00B70256" w:rsidRDefault="00F21DB0" w:rsidP="00E44FF8">
            <w:pPr>
              <w:pStyle w:val="tabletext11"/>
              <w:jc w:val="right"/>
              <w:rPr>
                <w:ins w:id="2542" w:author="Author"/>
              </w:rPr>
            </w:pPr>
          </w:p>
        </w:tc>
        <w:tc>
          <w:tcPr>
            <w:tcW w:w="2100" w:type="dxa"/>
            <w:gridSpan w:val="3"/>
            <w:tcBorders>
              <w:left w:val="nil"/>
              <w:right w:val="single" w:sz="6" w:space="0" w:color="auto"/>
            </w:tcBorders>
          </w:tcPr>
          <w:p w14:paraId="55DF6F00" w14:textId="77777777" w:rsidR="00F21DB0" w:rsidRPr="00B70256" w:rsidRDefault="00F21DB0" w:rsidP="00E44FF8">
            <w:pPr>
              <w:pStyle w:val="tabletext11"/>
              <w:rPr>
                <w:ins w:id="2543" w:author="Author"/>
              </w:rPr>
            </w:pPr>
            <w:ins w:id="2544" w:author="Author">
              <w:r w:rsidRPr="00B70256">
                <w:t>410,001 to 420,000</w:t>
              </w:r>
            </w:ins>
          </w:p>
        </w:tc>
        <w:tc>
          <w:tcPr>
            <w:tcW w:w="400" w:type="dxa"/>
            <w:tcBorders>
              <w:left w:val="single" w:sz="6" w:space="0" w:color="auto"/>
            </w:tcBorders>
          </w:tcPr>
          <w:p w14:paraId="77B23C1F" w14:textId="77777777" w:rsidR="00F21DB0" w:rsidRPr="00B70256" w:rsidRDefault="00F21DB0" w:rsidP="00E44FF8">
            <w:pPr>
              <w:pStyle w:val="tabletext11"/>
              <w:jc w:val="right"/>
              <w:rPr>
                <w:ins w:id="2545" w:author="Author"/>
              </w:rPr>
            </w:pPr>
          </w:p>
        </w:tc>
        <w:tc>
          <w:tcPr>
            <w:tcW w:w="910" w:type="dxa"/>
            <w:tcBorders>
              <w:left w:val="nil"/>
              <w:right w:val="single" w:sz="6" w:space="0" w:color="auto"/>
            </w:tcBorders>
          </w:tcPr>
          <w:p w14:paraId="0BB96B66" w14:textId="77777777" w:rsidR="00F21DB0" w:rsidRPr="00B70256" w:rsidRDefault="00F21DB0" w:rsidP="00E44FF8">
            <w:pPr>
              <w:pStyle w:val="tabletext11"/>
              <w:tabs>
                <w:tab w:val="decimal" w:pos="200"/>
                <w:tab w:val="decimal" w:pos="240"/>
              </w:tabs>
              <w:rPr>
                <w:ins w:id="2546" w:author="Author"/>
              </w:rPr>
            </w:pPr>
            <w:ins w:id="2547" w:author="Author">
              <w:r w:rsidRPr="00B70256">
                <w:t>48.78</w:t>
              </w:r>
            </w:ins>
          </w:p>
        </w:tc>
        <w:tc>
          <w:tcPr>
            <w:tcW w:w="300" w:type="dxa"/>
            <w:gridSpan w:val="2"/>
            <w:tcBorders>
              <w:left w:val="single" w:sz="6" w:space="0" w:color="auto"/>
            </w:tcBorders>
          </w:tcPr>
          <w:p w14:paraId="6359DE87" w14:textId="77777777" w:rsidR="00F21DB0" w:rsidRPr="00B70256" w:rsidRDefault="00F21DB0" w:rsidP="00E44FF8">
            <w:pPr>
              <w:pStyle w:val="tabletext11"/>
              <w:jc w:val="right"/>
              <w:rPr>
                <w:ins w:id="2548" w:author="Author"/>
              </w:rPr>
            </w:pPr>
          </w:p>
        </w:tc>
        <w:tc>
          <w:tcPr>
            <w:tcW w:w="790" w:type="dxa"/>
            <w:tcBorders>
              <w:left w:val="nil"/>
              <w:right w:val="single" w:sz="6" w:space="0" w:color="auto"/>
            </w:tcBorders>
          </w:tcPr>
          <w:p w14:paraId="09BABCE9" w14:textId="77777777" w:rsidR="00F21DB0" w:rsidRPr="00B70256" w:rsidRDefault="00F21DB0" w:rsidP="00E44FF8">
            <w:pPr>
              <w:pStyle w:val="tabletext11"/>
              <w:tabs>
                <w:tab w:val="decimal" w:pos="200"/>
              </w:tabs>
              <w:rPr>
                <w:ins w:id="2549" w:author="Author"/>
              </w:rPr>
            </w:pPr>
            <w:ins w:id="2550" w:author="Author">
              <w:r w:rsidRPr="00B70256">
                <w:t>53.78</w:t>
              </w:r>
            </w:ins>
          </w:p>
        </w:tc>
      </w:tr>
      <w:tr w:rsidR="00F21DB0" w:rsidRPr="00B70256" w14:paraId="18A66155" w14:textId="77777777" w:rsidTr="00E44FF8">
        <w:trPr>
          <w:cantSplit/>
          <w:trHeight w:val="190"/>
          <w:ins w:id="2551" w:author="Author"/>
        </w:trPr>
        <w:tc>
          <w:tcPr>
            <w:tcW w:w="200" w:type="dxa"/>
          </w:tcPr>
          <w:p w14:paraId="4F754D5E" w14:textId="77777777" w:rsidR="00F21DB0" w:rsidRPr="00B70256" w:rsidRDefault="00F21DB0" w:rsidP="00E44FF8">
            <w:pPr>
              <w:pStyle w:val="tabletext11"/>
              <w:rPr>
                <w:ins w:id="2552" w:author="Author"/>
              </w:rPr>
            </w:pPr>
          </w:p>
        </w:tc>
        <w:tc>
          <w:tcPr>
            <w:tcW w:w="300" w:type="dxa"/>
            <w:tcBorders>
              <w:left w:val="single" w:sz="6" w:space="0" w:color="auto"/>
            </w:tcBorders>
          </w:tcPr>
          <w:p w14:paraId="6225E77D" w14:textId="77777777" w:rsidR="00F21DB0" w:rsidRPr="00B70256" w:rsidRDefault="00F21DB0" w:rsidP="00E44FF8">
            <w:pPr>
              <w:pStyle w:val="tabletext11"/>
              <w:jc w:val="right"/>
              <w:rPr>
                <w:ins w:id="2553" w:author="Author"/>
              </w:rPr>
            </w:pPr>
          </w:p>
        </w:tc>
        <w:tc>
          <w:tcPr>
            <w:tcW w:w="2100" w:type="dxa"/>
            <w:gridSpan w:val="3"/>
            <w:tcBorders>
              <w:left w:val="nil"/>
              <w:right w:val="single" w:sz="6" w:space="0" w:color="auto"/>
            </w:tcBorders>
          </w:tcPr>
          <w:p w14:paraId="632E862B" w14:textId="77777777" w:rsidR="00F21DB0" w:rsidRPr="00B70256" w:rsidRDefault="00F21DB0" w:rsidP="00E44FF8">
            <w:pPr>
              <w:pStyle w:val="tabletext11"/>
              <w:rPr>
                <w:ins w:id="2554" w:author="Author"/>
              </w:rPr>
            </w:pPr>
            <w:ins w:id="2555" w:author="Author">
              <w:r w:rsidRPr="00B70256">
                <w:t>420,001 to 430,000</w:t>
              </w:r>
            </w:ins>
          </w:p>
        </w:tc>
        <w:tc>
          <w:tcPr>
            <w:tcW w:w="400" w:type="dxa"/>
            <w:tcBorders>
              <w:left w:val="single" w:sz="6" w:space="0" w:color="auto"/>
            </w:tcBorders>
          </w:tcPr>
          <w:p w14:paraId="0ADDFEB5" w14:textId="77777777" w:rsidR="00F21DB0" w:rsidRPr="00B70256" w:rsidRDefault="00F21DB0" w:rsidP="00E44FF8">
            <w:pPr>
              <w:pStyle w:val="tabletext11"/>
              <w:jc w:val="right"/>
              <w:rPr>
                <w:ins w:id="2556" w:author="Author"/>
              </w:rPr>
            </w:pPr>
          </w:p>
        </w:tc>
        <w:tc>
          <w:tcPr>
            <w:tcW w:w="910" w:type="dxa"/>
            <w:tcBorders>
              <w:left w:val="nil"/>
              <w:right w:val="single" w:sz="6" w:space="0" w:color="auto"/>
            </w:tcBorders>
          </w:tcPr>
          <w:p w14:paraId="01812C7E" w14:textId="77777777" w:rsidR="00F21DB0" w:rsidRPr="00B70256" w:rsidRDefault="00F21DB0" w:rsidP="00E44FF8">
            <w:pPr>
              <w:pStyle w:val="tabletext11"/>
              <w:tabs>
                <w:tab w:val="decimal" w:pos="200"/>
                <w:tab w:val="decimal" w:pos="240"/>
              </w:tabs>
              <w:rPr>
                <w:ins w:id="2557" w:author="Author"/>
              </w:rPr>
            </w:pPr>
            <w:ins w:id="2558" w:author="Author">
              <w:r w:rsidRPr="00B70256">
                <w:t>48.92</w:t>
              </w:r>
            </w:ins>
          </w:p>
        </w:tc>
        <w:tc>
          <w:tcPr>
            <w:tcW w:w="300" w:type="dxa"/>
            <w:gridSpan w:val="2"/>
            <w:tcBorders>
              <w:left w:val="single" w:sz="6" w:space="0" w:color="auto"/>
            </w:tcBorders>
          </w:tcPr>
          <w:p w14:paraId="53947CDE" w14:textId="77777777" w:rsidR="00F21DB0" w:rsidRPr="00B70256" w:rsidRDefault="00F21DB0" w:rsidP="00E44FF8">
            <w:pPr>
              <w:pStyle w:val="tabletext11"/>
              <w:jc w:val="right"/>
              <w:rPr>
                <w:ins w:id="2559" w:author="Author"/>
              </w:rPr>
            </w:pPr>
          </w:p>
        </w:tc>
        <w:tc>
          <w:tcPr>
            <w:tcW w:w="790" w:type="dxa"/>
            <w:tcBorders>
              <w:left w:val="nil"/>
              <w:right w:val="single" w:sz="6" w:space="0" w:color="auto"/>
            </w:tcBorders>
          </w:tcPr>
          <w:p w14:paraId="0287391B" w14:textId="77777777" w:rsidR="00F21DB0" w:rsidRPr="00B70256" w:rsidRDefault="00F21DB0" w:rsidP="00E44FF8">
            <w:pPr>
              <w:pStyle w:val="tabletext11"/>
              <w:tabs>
                <w:tab w:val="decimal" w:pos="200"/>
              </w:tabs>
              <w:rPr>
                <w:ins w:id="2560" w:author="Author"/>
              </w:rPr>
            </w:pPr>
            <w:ins w:id="2561" w:author="Author">
              <w:r w:rsidRPr="00B70256">
                <w:t>53.92</w:t>
              </w:r>
            </w:ins>
          </w:p>
        </w:tc>
      </w:tr>
      <w:tr w:rsidR="00F21DB0" w:rsidRPr="00B70256" w14:paraId="2B4BD2E7" w14:textId="77777777" w:rsidTr="00E44FF8">
        <w:trPr>
          <w:cantSplit/>
          <w:trHeight w:val="190"/>
          <w:ins w:id="2562" w:author="Author"/>
        </w:trPr>
        <w:tc>
          <w:tcPr>
            <w:tcW w:w="200" w:type="dxa"/>
          </w:tcPr>
          <w:p w14:paraId="41F0A6EA" w14:textId="77777777" w:rsidR="00F21DB0" w:rsidRPr="00B70256" w:rsidRDefault="00F21DB0" w:rsidP="00E44FF8">
            <w:pPr>
              <w:pStyle w:val="tabletext11"/>
              <w:rPr>
                <w:ins w:id="2563" w:author="Author"/>
              </w:rPr>
            </w:pPr>
          </w:p>
        </w:tc>
        <w:tc>
          <w:tcPr>
            <w:tcW w:w="300" w:type="dxa"/>
            <w:tcBorders>
              <w:left w:val="single" w:sz="6" w:space="0" w:color="auto"/>
            </w:tcBorders>
          </w:tcPr>
          <w:p w14:paraId="48402FDB" w14:textId="77777777" w:rsidR="00F21DB0" w:rsidRPr="00B70256" w:rsidRDefault="00F21DB0" w:rsidP="00E44FF8">
            <w:pPr>
              <w:pStyle w:val="tabletext11"/>
              <w:jc w:val="right"/>
              <w:rPr>
                <w:ins w:id="2564" w:author="Author"/>
              </w:rPr>
            </w:pPr>
          </w:p>
        </w:tc>
        <w:tc>
          <w:tcPr>
            <w:tcW w:w="2100" w:type="dxa"/>
            <w:gridSpan w:val="3"/>
            <w:tcBorders>
              <w:left w:val="nil"/>
              <w:right w:val="single" w:sz="6" w:space="0" w:color="auto"/>
            </w:tcBorders>
          </w:tcPr>
          <w:p w14:paraId="6178BE05" w14:textId="77777777" w:rsidR="00F21DB0" w:rsidRPr="00B70256" w:rsidRDefault="00F21DB0" w:rsidP="00E44FF8">
            <w:pPr>
              <w:pStyle w:val="tabletext11"/>
              <w:rPr>
                <w:ins w:id="2565" w:author="Author"/>
              </w:rPr>
            </w:pPr>
            <w:ins w:id="2566" w:author="Author">
              <w:r w:rsidRPr="00B70256">
                <w:t>430,001 to 440,000</w:t>
              </w:r>
            </w:ins>
          </w:p>
        </w:tc>
        <w:tc>
          <w:tcPr>
            <w:tcW w:w="400" w:type="dxa"/>
            <w:tcBorders>
              <w:left w:val="single" w:sz="6" w:space="0" w:color="auto"/>
            </w:tcBorders>
          </w:tcPr>
          <w:p w14:paraId="701EC15F" w14:textId="77777777" w:rsidR="00F21DB0" w:rsidRPr="00B70256" w:rsidRDefault="00F21DB0" w:rsidP="00E44FF8">
            <w:pPr>
              <w:pStyle w:val="tabletext11"/>
              <w:jc w:val="right"/>
              <w:rPr>
                <w:ins w:id="2567" w:author="Author"/>
              </w:rPr>
            </w:pPr>
          </w:p>
        </w:tc>
        <w:tc>
          <w:tcPr>
            <w:tcW w:w="910" w:type="dxa"/>
            <w:tcBorders>
              <w:left w:val="nil"/>
              <w:right w:val="single" w:sz="6" w:space="0" w:color="auto"/>
            </w:tcBorders>
          </w:tcPr>
          <w:p w14:paraId="66ED4781" w14:textId="77777777" w:rsidR="00F21DB0" w:rsidRPr="00B70256" w:rsidRDefault="00F21DB0" w:rsidP="00E44FF8">
            <w:pPr>
              <w:pStyle w:val="tabletext11"/>
              <w:tabs>
                <w:tab w:val="decimal" w:pos="200"/>
                <w:tab w:val="decimal" w:pos="240"/>
              </w:tabs>
              <w:rPr>
                <w:ins w:id="2568" w:author="Author"/>
              </w:rPr>
            </w:pPr>
            <w:ins w:id="2569" w:author="Author">
              <w:r w:rsidRPr="00B70256">
                <w:t>49.06</w:t>
              </w:r>
            </w:ins>
          </w:p>
        </w:tc>
        <w:tc>
          <w:tcPr>
            <w:tcW w:w="300" w:type="dxa"/>
            <w:gridSpan w:val="2"/>
            <w:tcBorders>
              <w:left w:val="single" w:sz="6" w:space="0" w:color="auto"/>
            </w:tcBorders>
          </w:tcPr>
          <w:p w14:paraId="37DD1294" w14:textId="77777777" w:rsidR="00F21DB0" w:rsidRPr="00B70256" w:rsidRDefault="00F21DB0" w:rsidP="00E44FF8">
            <w:pPr>
              <w:pStyle w:val="tabletext11"/>
              <w:jc w:val="right"/>
              <w:rPr>
                <w:ins w:id="2570" w:author="Author"/>
              </w:rPr>
            </w:pPr>
          </w:p>
        </w:tc>
        <w:tc>
          <w:tcPr>
            <w:tcW w:w="790" w:type="dxa"/>
            <w:tcBorders>
              <w:left w:val="nil"/>
              <w:right w:val="single" w:sz="6" w:space="0" w:color="auto"/>
            </w:tcBorders>
          </w:tcPr>
          <w:p w14:paraId="371E9521" w14:textId="77777777" w:rsidR="00F21DB0" w:rsidRPr="00B70256" w:rsidRDefault="00F21DB0" w:rsidP="00E44FF8">
            <w:pPr>
              <w:pStyle w:val="tabletext11"/>
              <w:tabs>
                <w:tab w:val="decimal" w:pos="200"/>
              </w:tabs>
              <w:rPr>
                <w:ins w:id="2571" w:author="Author"/>
              </w:rPr>
            </w:pPr>
            <w:ins w:id="2572" w:author="Author">
              <w:r w:rsidRPr="00B70256">
                <w:t>54.06</w:t>
              </w:r>
            </w:ins>
          </w:p>
        </w:tc>
      </w:tr>
      <w:tr w:rsidR="00F21DB0" w:rsidRPr="00B70256" w14:paraId="4CC2FFB4" w14:textId="77777777" w:rsidTr="00E44FF8">
        <w:trPr>
          <w:cantSplit/>
          <w:trHeight w:val="190"/>
          <w:ins w:id="2573" w:author="Author"/>
        </w:trPr>
        <w:tc>
          <w:tcPr>
            <w:tcW w:w="200" w:type="dxa"/>
          </w:tcPr>
          <w:p w14:paraId="16E6BF70" w14:textId="77777777" w:rsidR="00F21DB0" w:rsidRPr="00B70256" w:rsidRDefault="00F21DB0" w:rsidP="00E44FF8">
            <w:pPr>
              <w:pStyle w:val="tabletext11"/>
              <w:rPr>
                <w:ins w:id="2574" w:author="Author"/>
              </w:rPr>
            </w:pPr>
          </w:p>
        </w:tc>
        <w:tc>
          <w:tcPr>
            <w:tcW w:w="300" w:type="dxa"/>
            <w:tcBorders>
              <w:left w:val="single" w:sz="6" w:space="0" w:color="auto"/>
            </w:tcBorders>
          </w:tcPr>
          <w:p w14:paraId="2D4AE529" w14:textId="77777777" w:rsidR="00F21DB0" w:rsidRPr="00B70256" w:rsidRDefault="00F21DB0" w:rsidP="00E44FF8">
            <w:pPr>
              <w:pStyle w:val="tabletext11"/>
              <w:jc w:val="right"/>
              <w:rPr>
                <w:ins w:id="2575" w:author="Author"/>
              </w:rPr>
            </w:pPr>
          </w:p>
        </w:tc>
        <w:tc>
          <w:tcPr>
            <w:tcW w:w="2100" w:type="dxa"/>
            <w:gridSpan w:val="3"/>
            <w:tcBorders>
              <w:left w:val="nil"/>
              <w:right w:val="single" w:sz="6" w:space="0" w:color="auto"/>
            </w:tcBorders>
          </w:tcPr>
          <w:p w14:paraId="2D461596" w14:textId="77777777" w:rsidR="00F21DB0" w:rsidRPr="00B70256" w:rsidRDefault="00F21DB0" w:rsidP="00E44FF8">
            <w:pPr>
              <w:pStyle w:val="tabletext11"/>
              <w:rPr>
                <w:ins w:id="2576" w:author="Author"/>
              </w:rPr>
            </w:pPr>
            <w:ins w:id="2577" w:author="Author">
              <w:r w:rsidRPr="00B70256">
                <w:t>440,001 to 450,000</w:t>
              </w:r>
            </w:ins>
          </w:p>
        </w:tc>
        <w:tc>
          <w:tcPr>
            <w:tcW w:w="400" w:type="dxa"/>
            <w:tcBorders>
              <w:left w:val="single" w:sz="6" w:space="0" w:color="auto"/>
            </w:tcBorders>
          </w:tcPr>
          <w:p w14:paraId="74B6DE1A" w14:textId="77777777" w:rsidR="00F21DB0" w:rsidRPr="00B70256" w:rsidRDefault="00F21DB0" w:rsidP="00E44FF8">
            <w:pPr>
              <w:pStyle w:val="tabletext11"/>
              <w:jc w:val="right"/>
              <w:rPr>
                <w:ins w:id="2578" w:author="Author"/>
              </w:rPr>
            </w:pPr>
          </w:p>
        </w:tc>
        <w:tc>
          <w:tcPr>
            <w:tcW w:w="910" w:type="dxa"/>
            <w:tcBorders>
              <w:left w:val="nil"/>
              <w:right w:val="single" w:sz="6" w:space="0" w:color="auto"/>
            </w:tcBorders>
          </w:tcPr>
          <w:p w14:paraId="267377A5" w14:textId="77777777" w:rsidR="00F21DB0" w:rsidRPr="00B70256" w:rsidRDefault="00F21DB0" w:rsidP="00E44FF8">
            <w:pPr>
              <w:pStyle w:val="tabletext11"/>
              <w:tabs>
                <w:tab w:val="decimal" w:pos="200"/>
                <w:tab w:val="decimal" w:pos="240"/>
              </w:tabs>
              <w:rPr>
                <w:ins w:id="2579" w:author="Author"/>
              </w:rPr>
            </w:pPr>
            <w:ins w:id="2580" w:author="Author">
              <w:r w:rsidRPr="00B70256">
                <w:t>49.18</w:t>
              </w:r>
            </w:ins>
          </w:p>
        </w:tc>
        <w:tc>
          <w:tcPr>
            <w:tcW w:w="300" w:type="dxa"/>
            <w:gridSpan w:val="2"/>
            <w:tcBorders>
              <w:left w:val="single" w:sz="6" w:space="0" w:color="auto"/>
            </w:tcBorders>
          </w:tcPr>
          <w:p w14:paraId="36C1B382" w14:textId="77777777" w:rsidR="00F21DB0" w:rsidRPr="00B70256" w:rsidRDefault="00F21DB0" w:rsidP="00E44FF8">
            <w:pPr>
              <w:pStyle w:val="tabletext11"/>
              <w:jc w:val="right"/>
              <w:rPr>
                <w:ins w:id="2581" w:author="Author"/>
              </w:rPr>
            </w:pPr>
          </w:p>
        </w:tc>
        <w:tc>
          <w:tcPr>
            <w:tcW w:w="790" w:type="dxa"/>
            <w:tcBorders>
              <w:left w:val="nil"/>
              <w:right w:val="single" w:sz="6" w:space="0" w:color="auto"/>
            </w:tcBorders>
          </w:tcPr>
          <w:p w14:paraId="40104F67" w14:textId="77777777" w:rsidR="00F21DB0" w:rsidRPr="00B70256" w:rsidRDefault="00F21DB0" w:rsidP="00E44FF8">
            <w:pPr>
              <w:pStyle w:val="tabletext11"/>
              <w:tabs>
                <w:tab w:val="decimal" w:pos="200"/>
              </w:tabs>
              <w:rPr>
                <w:ins w:id="2582" w:author="Author"/>
              </w:rPr>
            </w:pPr>
            <w:ins w:id="2583" w:author="Author">
              <w:r w:rsidRPr="00B70256">
                <w:t>54.18</w:t>
              </w:r>
            </w:ins>
          </w:p>
        </w:tc>
      </w:tr>
      <w:tr w:rsidR="00F21DB0" w:rsidRPr="00B70256" w14:paraId="138CA78B" w14:textId="77777777" w:rsidTr="00E44FF8">
        <w:trPr>
          <w:cantSplit/>
          <w:trHeight w:val="190"/>
          <w:ins w:id="2584" w:author="Author"/>
        </w:trPr>
        <w:tc>
          <w:tcPr>
            <w:tcW w:w="200" w:type="dxa"/>
          </w:tcPr>
          <w:p w14:paraId="6FD87BB2" w14:textId="77777777" w:rsidR="00F21DB0" w:rsidRPr="00B70256" w:rsidRDefault="00F21DB0" w:rsidP="00E44FF8">
            <w:pPr>
              <w:pStyle w:val="tabletext11"/>
              <w:rPr>
                <w:ins w:id="2585" w:author="Author"/>
              </w:rPr>
            </w:pPr>
          </w:p>
        </w:tc>
        <w:tc>
          <w:tcPr>
            <w:tcW w:w="300" w:type="dxa"/>
            <w:tcBorders>
              <w:left w:val="single" w:sz="6" w:space="0" w:color="auto"/>
            </w:tcBorders>
          </w:tcPr>
          <w:p w14:paraId="5F0E5DAA" w14:textId="77777777" w:rsidR="00F21DB0" w:rsidRPr="00B70256" w:rsidRDefault="00F21DB0" w:rsidP="00E44FF8">
            <w:pPr>
              <w:pStyle w:val="tabletext11"/>
              <w:jc w:val="right"/>
              <w:rPr>
                <w:ins w:id="2586" w:author="Author"/>
              </w:rPr>
            </w:pPr>
          </w:p>
        </w:tc>
        <w:tc>
          <w:tcPr>
            <w:tcW w:w="2100" w:type="dxa"/>
            <w:gridSpan w:val="3"/>
            <w:tcBorders>
              <w:left w:val="nil"/>
              <w:right w:val="single" w:sz="6" w:space="0" w:color="auto"/>
            </w:tcBorders>
          </w:tcPr>
          <w:p w14:paraId="452C224B" w14:textId="77777777" w:rsidR="00F21DB0" w:rsidRPr="00B70256" w:rsidRDefault="00F21DB0" w:rsidP="00E44FF8">
            <w:pPr>
              <w:pStyle w:val="tabletext11"/>
              <w:rPr>
                <w:ins w:id="2587" w:author="Author"/>
              </w:rPr>
            </w:pPr>
            <w:ins w:id="2588" w:author="Author">
              <w:r w:rsidRPr="00B70256">
                <w:t>450,001 to 460,000</w:t>
              </w:r>
            </w:ins>
          </w:p>
        </w:tc>
        <w:tc>
          <w:tcPr>
            <w:tcW w:w="400" w:type="dxa"/>
            <w:tcBorders>
              <w:left w:val="single" w:sz="6" w:space="0" w:color="auto"/>
            </w:tcBorders>
          </w:tcPr>
          <w:p w14:paraId="492C616D" w14:textId="77777777" w:rsidR="00F21DB0" w:rsidRPr="00B70256" w:rsidRDefault="00F21DB0" w:rsidP="00E44FF8">
            <w:pPr>
              <w:pStyle w:val="tabletext11"/>
              <w:jc w:val="right"/>
              <w:rPr>
                <w:ins w:id="2589" w:author="Author"/>
              </w:rPr>
            </w:pPr>
          </w:p>
        </w:tc>
        <w:tc>
          <w:tcPr>
            <w:tcW w:w="910" w:type="dxa"/>
            <w:tcBorders>
              <w:left w:val="nil"/>
              <w:right w:val="single" w:sz="6" w:space="0" w:color="auto"/>
            </w:tcBorders>
          </w:tcPr>
          <w:p w14:paraId="46A265B1" w14:textId="77777777" w:rsidR="00F21DB0" w:rsidRPr="00B70256" w:rsidRDefault="00F21DB0" w:rsidP="00E44FF8">
            <w:pPr>
              <w:pStyle w:val="tabletext11"/>
              <w:tabs>
                <w:tab w:val="decimal" w:pos="200"/>
                <w:tab w:val="decimal" w:pos="240"/>
              </w:tabs>
              <w:rPr>
                <w:ins w:id="2590" w:author="Author"/>
              </w:rPr>
            </w:pPr>
            <w:ins w:id="2591" w:author="Author">
              <w:r w:rsidRPr="00B70256">
                <w:t>49.30</w:t>
              </w:r>
            </w:ins>
          </w:p>
        </w:tc>
        <w:tc>
          <w:tcPr>
            <w:tcW w:w="300" w:type="dxa"/>
            <w:gridSpan w:val="2"/>
            <w:tcBorders>
              <w:left w:val="single" w:sz="6" w:space="0" w:color="auto"/>
            </w:tcBorders>
          </w:tcPr>
          <w:p w14:paraId="5F2421FF" w14:textId="77777777" w:rsidR="00F21DB0" w:rsidRPr="00B70256" w:rsidRDefault="00F21DB0" w:rsidP="00E44FF8">
            <w:pPr>
              <w:pStyle w:val="tabletext11"/>
              <w:jc w:val="right"/>
              <w:rPr>
                <w:ins w:id="2592" w:author="Author"/>
              </w:rPr>
            </w:pPr>
          </w:p>
        </w:tc>
        <w:tc>
          <w:tcPr>
            <w:tcW w:w="790" w:type="dxa"/>
            <w:tcBorders>
              <w:left w:val="nil"/>
              <w:right w:val="single" w:sz="6" w:space="0" w:color="auto"/>
            </w:tcBorders>
          </w:tcPr>
          <w:p w14:paraId="083926A8" w14:textId="77777777" w:rsidR="00F21DB0" w:rsidRPr="00B70256" w:rsidRDefault="00F21DB0" w:rsidP="00E44FF8">
            <w:pPr>
              <w:pStyle w:val="tabletext11"/>
              <w:tabs>
                <w:tab w:val="decimal" w:pos="200"/>
              </w:tabs>
              <w:rPr>
                <w:ins w:id="2593" w:author="Author"/>
              </w:rPr>
            </w:pPr>
            <w:ins w:id="2594" w:author="Author">
              <w:r w:rsidRPr="00B70256">
                <w:t>54.30</w:t>
              </w:r>
            </w:ins>
          </w:p>
        </w:tc>
      </w:tr>
      <w:tr w:rsidR="00F21DB0" w:rsidRPr="00B70256" w14:paraId="7C34B90E" w14:textId="77777777" w:rsidTr="00E44FF8">
        <w:trPr>
          <w:cantSplit/>
          <w:trHeight w:val="190"/>
          <w:ins w:id="2595" w:author="Author"/>
        </w:trPr>
        <w:tc>
          <w:tcPr>
            <w:tcW w:w="200" w:type="dxa"/>
          </w:tcPr>
          <w:p w14:paraId="16042EEE" w14:textId="77777777" w:rsidR="00F21DB0" w:rsidRPr="00B70256" w:rsidRDefault="00F21DB0" w:rsidP="00E44FF8">
            <w:pPr>
              <w:pStyle w:val="tabletext11"/>
              <w:rPr>
                <w:ins w:id="2596" w:author="Author"/>
              </w:rPr>
            </w:pPr>
          </w:p>
        </w:tc>
        <w:tc>
          <w:tcPr>
            <w:tcW w:w="300" w:type="dxa"/>
            <w:tcBorders>
              <w:left w:val="single" w:sz="6" w:space="0" w:color="auto"/>
            </w:tcBorders>
          </w:tcPr>
          <w:p w14:paraId="3989131D" w14:textId="77777777" w:rsidR="00F21DB0" w:rsidRPr="00B70256" w:rsidRDefault="00F21DB0" w:rsidP="00E44FF8">
            <w:pPr>
              <w:pStyle w:val="tabletext11"/>
              <w:jc w:val="right"/>
              <w:rPr>
                <w:ins w:id="2597" w:author="Author"/>
              </w:rPr>
            </w:pPr>
          </w:p>
        </w:tc>
        <w:tc>
          <w:tcPr>
            <w:tcW w:w="2100" w:type="dxa"/>
            <w:gridSpan w:val="3"/>
            <w:tcBorders>
              <w:left w:val="nil"/>
              <w:right w:val="single" w:sz="6" w:space="0" w:color="auto"/>
            </w:tcBorders>
          </w:tcPr>
          <w:p w14:paraId="5AAF1148" w14:textId="77777777" w:rsidR="00F21DB0" w:rsidRPr="00B70256" w:rsidRDefault="00F21DB0" w:rsidP="00E44FF8">
            <w:pPr>
              <w:pStyle w:val="tabletext11"/>
              <w:rPr>
                <w:ins w:id="2598" w:author="Author"/>
              </w:rPr>
            </w:pPr>
            <w:ins w:id="2599" w:author="Author">
              <w:r w:rsidRPr="00B70256">
                <w:t>460,001 to 470,000</w:t>
              </w:r>
            </w:ins>
          </w:p>
        </w:tc>
        <w:tc>
          <w:tcPr>
            <w:tcW w:w="400" w:type="dxa"/>
            <w:tcBorders>
              <w:left w:val="single" w:sz="6" w:space="0" w:color="auto"/>
            </w:tcBorders>
          </w:tcPr>
          <w:p w14:paraId="0936D785" w14:textId="77777777" w:rsidR="00F21DB0" w:rsidRPr="00B70256" w:rsidRDefault="00F21DB0" w:rsidP="00E44FF8">
            <w:pPr>
              <w:pStyle w:val="tabletext11"/>
              <w:jc w:val="right"/>
              <w:rPr>
                <w:ins w:id="2600" w:author="Author"/>
              </w:rPr>
            </w:pPr>
          </w:p>
        </w:tc>
        <w:tc>
          <w:tcPr>
            <w:tcW w:w="910" w:type="dxa"/>
            <w:tcBorders>
              <w:left w:val="nil"/>
              <w:right w:val="single" w:sz="6" w:space="0" w:color="auto"/>
            </w:tcBorders>
          </w:tcPr>
          <w:p w14:paraId="17F6AD0F" w14:textId="77777777" w:rsidR="00F21DB0" w:rsidRPr="00B70256" w:rsidRDefault="00F21DB0" w:rsidP="00E44FF8">
            <w:pPr>
              <w:pStyle w:val="tabletext11"/>
              <w:tabs>
                <w:tab w:val="decimal" w:pos="200"/>
                <w:tab w:val="decimal" w:pos="240"/>
              </w:tabs>
              <w:rPr>
                <w:ins w:id="2601" w:author="Author"/>
              </w:rPr>
            </w:pPr>
            <w:ins w:id="2602" w:author="Author">
              <w:r w:rsidRPr="00B70256">
                <w:t>49.40</w:t>
              </w:r>
            </w:ins>
          </w:p>
        </w:tc>
        <w:tc>
          <w:tcPr>
            <w:tcW w:w="300" w:type="dxa"/>
            <w:gridSpan w:val="2"/>
            <w:tcBorders>
              <w:left w:val="single" w:sz="6" w:space="0" w:color="auto"/>
            </w:tcBorders>
          </w:tcPr>
          <w:p w14:paraId="6D59E493" w14:textId="77777777" w:rsidR="00F21DB0" w:rsidRPr="00B70256" w:rsidRDefault="00F21DB0" w:rsidP="00E44FF8">
            <w:pPr>
              <w:pStyle w:val="tabletext11"/>
              <w:jc w:val="right"/>
              <w:rPr>
                <w:ins w:id="2603" w:author="Author"/>
              </w:rPr>
            </w:pPr>
          </w:p>
        </w:tc>
        <w:tc>
          <w:tcPr>
            <w:tcW w:w="790" w:type="dxa"/>
            <w:tcBorders>
              <w:left w:val="nil"/>
              <w:right w:val="single" w:sz="6" w:space="0" w:color="auto"/>
            </w:tcBorders>
          </w:tcPr>
          <w:p w14:paraId="2CA2CA39" w14:textId="77777777" w:rsidR="00F21DB0" w:rsidRPr="00B70256" w:rsidRDefault="00F21DB0" w:rsidP="00E44FF8">
            <w:pPr>
              <w:pStyle w:val="tabletext11"/>
              <w:tabs>
                <w:tab w:val="decimal" w:pos="200"/>
              </w:tabs>
              <w:rPr>
                <w:ins w:id="2604" w:author="Author"/>
              </w:rPr>
            </w:pPr>
            <w:ins w:id="2605" w:author="Author">
              <w:r w:rsidRPr="00B70256">
                <w:t>54.40</w:t>
              </w:r>
            </w:ins>
          </w:p>
        </w:tc>
      </w:tr>
      <w:tr w:rsidR="00F21DB0" w:rsidRPr="00B70256" w14:paraId="6245AF2B" w14:textId="77777777" w:rsidTr="00E44FF8">
        <w:trPr>
          <w:cantSplit/>
          <w:trHeight w:val="190"/>
          <w:ins w:id="2606" w:author="Author"/>
        </w:trPr>
        <w:tc>
          <w:tcPr>
            <w:tcW w:w="200" w:type="dxa"/>
          </w:tcPr>
          <w:p w14:paraId="0DAC51D0" w14:textId="77777777" w:rsidR="00F21DB0" w:rsidRPr="00B70256" w:rsidRDefault="00F21DB0" w:rsidP="00E44FF8">
            <w:pPr>
              <w:pStyle w:val="tabletext11"/>
              <w:rPr>
                <w:ins w:id="2607" w:author="Author"/>
              </w:rPr>
            </w:pPr>
          </w:p>
        </w:tc>
        <w:tc>
          <w:tcPr>
            <w:tcW w:w="300" w:type="dxa"/>
            <w:tcBorders>
              <w:left w:val="single" w:sz="6" w:space="0" w:color="auto"/>
            </w:tcBorders>
          </w:tcPr>
          <w:p w14:paraId="26CB58A1" w14:textId="77777777" w:rsidR="00F21DB0" w:rsidRPr="00B70256" w:rsidRDefault="00F21DB0" w:rsidP="00E44FF8">
            <w:pPr>
              <w:pStyle w:val="tabletext11"/>
              <w:jc w:val="right"/>
              <w:rPr>
                <w:ins w:id="2608" w:author="Author"/>
              </w:rPr>
            </w:pPr>
          </w:p>
        </w:tc>
        <w:tc>
          <w:tcPr>
            <w:tcW w:w="2100" w:type="dxa"/>
            <w:gridSpan w:val="3"/>
            <w:tcBorders>
              <w:left w:val="nil"/>
              <w:right w:val="single" w:sz="6" w:space="0" w:color="auto"/>
            </w:tcBorders>
          </w:tcPr>
          <w:p w14:paraId="6213D793" w14:textId="77777777" w:rsidR="00F21DB0" w:rsidRPr="00B70256" w:rsidRDefault="00F21DB0" w:rsidP="00E44FF8">
            <w:pPr>
              <w:pStyle w:val="tabletext11"/>
              <w:rPr>
                <w:ins w:id="2609" w:author="Author"/>
              </w:rPr>
            </w:pPr>
            <w:ins w:id="2610" w:author="Author">
              <w:r w:rsidRPr="00B70256">
                <w:t>470,001 to 480,000</w:t>
              </w:r>
            </w:ins>
          </w:p>
        </w:tc>
        <w:tc>
          <w:tcPr>
            <w:tcW w:w="400" w:type="dxa"/>
            <w:tcBorders>
              <w:left w:val="single" w:sz="6" w:space="0" w:color="auto"/>
            </w:tcBorders>
          </w:tcPr>
          <w:p w14:paraId="2E42205C" w14:textId="77777777" w:rsidR="00F21DB0" w:rsidRPr="00B70256" w:rsidRDefault="00F21DB0" w:rsidP="00E44FF8">
            <w:pPr>
              <w:pStyle w:val="tabletext11"/>
              <w:jc w:val="right"/>
              <w:rPr>
                <w:ins w:id="2611" w:author="Author"/>
              </w:rPr>
            </w:pPr>
          </w:p>
        </w:tc>
        <w:tc>
          <w:tcPr>
            <w:tcW w:w="910" w:type="dxa"/>
            <w:tcBorders>
              <w:left w:val="nil"/>
              <w:right w:val="single" w:sz="6" w:space="0" w:color="auto"/>
            </w:tcBorders>
          </w:tcPr>
          <w:p w14:paraId="39E029DC" w14:textId="77777777" w:rsidR="00F21DB0" w:rsidRPr="00B70256" w:rsidRDefault="00F21DB0" w:rsidP="00E44FF8">
            <w:pPr>
              <w:pStyle w:val="tabletext11"/>
              <w:tabs>
                <w:tab w:val="decimal" w:pos="200"/>
                <w:tab w:val="decimal" w:pos="240"/>
              </w:tabs>
              <w:rPr>
                <w:ins w:id="2612" w:author="Author"/>
              </w:rPr>
            </w:pPr>
            <w:ins w:id="2613" w:author="Author">
              <w:r w:rsidRPr="00B70256">
                <w:t>49.50</w:t>
              </w:r>
            </w:ins>
          </w:p>
        </w:tc>
        <w:tc>
          <w:tcPr>
            <w:tcW w:w="300" w:type="dxa"/>
            <w:gridSpan w:val="2"/>
            <w:tcBorders>
              <w:left w:val="single" w:sz="6" w:space="0" w:color="auto"/>
            </w:tcBorders>
          </w:tcPr>
          <w:p w14:paraId="67B2BEDA" w14:textId="77777777" w:rsidR="00F21DB0" w:rsidRPr="00B70256" w:rsidRDefault="00F21DB0" w:rsidP="00E44FF8">
            <w:pPr>
              <w:pStyle w:val="tabletext11"/>
              <w:jc w:val="right"/>
              <w:rPr>
                <w:ins w:id="2614" w:author="Author"/>
              </w:rPr>
            </w:pPr>
          </w:p>
        </w:tc>
        <w:tc>
          <w:tcPr>
            <w:tcW w:w="790" w:type="dxa"/>
            <w:tcBorders>
              <w:left w:val="nil"/>
              <w:right w:val="single" w:sz="6" w:space="0" w:color="auto"/>
            </w:tcBorders>
          </w:tcPr>
          <w:p w14:paraId="4F509A8B" w14:textId="77777777" w:rsidR="00F21DB0" w:rsidRPr="00B70256" w:rsidRDefault="00F21DB0" w:rsidP="00E44FF8">
            <w:pPr>
              <w:pStyle w:val="tabletext11"/>
              <w:tabs>
                <w:tab w:val="decimal" w:pos="200"/>
              </w:tabs>
              <w:rPr>
                <w:ins w:id="2615" w:author="Author"/>
              </w:rPr>
            </w:pPr>
            <w:ins w:id="2616" w:author="Author">
              <w:r w:rsidRPr="00B70256">
                <w:t>54.50</w:t>
              </w:r>
            </w:ins>
          </w:p>
        </w:tc>
      </w:tr>
      <w:tr w:rsidR="00F21DB0" w:rsidRPr="00B70256" w14:paraId="081E9539" w14:textId="77777777" w:rsidTr="00E44FF8">
        <w:trPr>
          <w:cantSplit/>
          <w:trHeight w:val="190"/>
          <w:ins w:id="2617" w:author="Author"/>
        </w:trPr>
        <w:tc>
          <w:tcPr>
            <w:tcW w:w="200" w:type="dxa"/>
          </w:tcPr>
          <w:p w14:paraId="265DFB4F" w14:textId="77777777" w:rsidR="00F21DB0" w:rsidRPr="00B70256" w:rsidRDefault="00F21DB0" w:rsidP="00E44FF8">
            <w:pPr>
              <w:pStyle w:val="tabletext11"/>
              <w:rPr>
                <w:ins w:id="2618" w:author="Author"/>
              </w:rPr>
            </w:pPr>
          </w:p>
        </w:tc>
        <w:tc>
          <w:tcPr>
            <w:tcW w:w="300" w:type="dxa"/>
            <w:tcBorders>
              <w:left w:val="single" w:sz="6" w:space="0" w:color="auto"/>
            </w:tcBorders>
          </w:tcPr>
          <w:p w14:paraId="7E7ED4BF" w14:textId="77777777" w:rsidR="00F21DB0" w:rsidRPr="00B70256" w:rsidRDefault="00F21DB0" w:rsidP="00E44FF8">
            <w:pPr>
              <w:pStyle w:val="tabletext11"/>
              <w:jc w:val="right"/>
              <w:rPr>
                <w:ins w:id="2619" w:author="Author"/>
              </w:rPr>
            </w:pPr>
          </w:p>
        </w:tc>
        <w:tc>
          <w:tcPr>
            <w:tcW w:w="2100" w:type="dxa"/>
            <w:gridSpan w:val="3"/>
            <w:tcBorders>
              <w:left w:val="nil"/>
              <w:right w:val="single" w:sz="6" w:space="0" w:color="auto"/>
            </w:tcBorders>
          </w:tcPr>
          <w:p w14:paraId="62B4956D" w14:textId="77777777" w:rsidR="00F21DB0" w:rsidRPr="00B70256" w:rsidRDefault="00F21DB0" w:rsidP="00E44FF8">
            <w:pPr>
              <w:pStyle w:val="tabletext11"/>
              <w:rPr>
                <w:ins w:id="2620" w:author="Author"/>
              </w:rPr>
            </w:pPr>
            <w:ins w:id="2621" w:author="Author">
              <w:r w:rsidRPr="00B70256">
                <w:t>480,001 to 490,000</w:t>
              </w:r>
            </w:ins>
          </w:p>
        </w:tc>
        <w:tc>
          <w:tcPr>
            <w:tcW w:w="400" w:type="dxa"/>
            <w:tcBorders>
              <w:left w:val="single" w:sz="6" w:space="0" w:color="auto"/>
            </w:tcBorders>
          </w:tcPr>
          <w:p w14:paraId="44D5621F" w14:textId="77777777" w:rsidR="00F21DB0" w:rsidRPr="00B70256" w:rsidRDefault="00F21DB0" w:rsidP="00E44FF8">
            <w:pPr>
              <w:pStyle w:val="tabletext11"/>
              <w:jc w:val="right"/>
              <w:rPr>
                <w:ins w:id="2622" w:author="Author"/>
              </w:rPr>
            </w:pPr>
          </w:p>
        </w:tc>
        <w:tc>
          <w:tcPr>
            <w:tcW w:w="910" w:type="dxa"/>
            <w:tcBorders>
              <w:left w:val="nil"/>
              <w:right w:val="single" w:sz="6" w:space="0" w:color="auto"/>
            </w:tcBorders>
          </w:tcPr>
          <w:p w14:paraId="49220BD7" w14:textId="77777777" w:rsidR="00F21DB0" w:rsidRPr="00B70256" w:rsidRDefault="00F21DB0" w:rsidP="00E44FF8">
            <w:pPr>
              <w:pStyle w:val="tabletext11"/>
              <w:tabs>
                <w:tab w:val="decimal" w:pos="200"/>
                <w:tab w:val="decimal" w:pos="240"/>
              </w:tabs>
              <w:rPr>
                <w:ins w:id="2623" w:author="Author"/>
              </w:rPr>
            </w:pPr>
            <w:ins w:id="2624" w:author="Author">
              <w:r w:rsidRPr="00B70256">
                <w:t>49.59</w:t>
              </w:r>
            </w:ins>
          </w:p>
        </w:tc>
        <w:tc>
          <w:tcPr>
            <w:tcW w:w="300" w:type="dxa"/>
            <w:gridSpan w:val="2"/>
            <w:tcBorders>
              <w:left w:val="single" w:sz="6" w:space="0" w:color="auto"/>
            </w:tcBorders>
          </w:tcPr>
          <w:p w14:paraId="3A2D0302" w14:textId="77777777" w:rsidR="00F21DB0" w:rsidRPr="00B70256" w:rsidRDefault="00F21DB0" w:rsidP="00E44FF8">
            <w:pPr>
              <w:pStyle w:val="tabletext11"/>
              <w:jc w:val="right"/>
              <w:rPr>
                <w:ins w:id="2625" w:author="Author"/>
              </w:rPr>
            </w:pPr>
          </w:p>
        </w:tc>
        <w:tc>
          <w:tcPr>
            <w:tcW w:w="790" w:type="dxa"/>
            <w:tcBorders>
              <w:left w:val="nil"/>
              <w:right w:val="single" w:sz="6" w:space="0" w:color="auto"/>
            </w:tcBorders>
          </w:tcPr>
          <w:p w14:paraId="6BD93DA3" w14:textId="77777777" w:rsidR="00F21DB0" w:rsidRPr="00B70256" w:rsidRDefault="00F21DB0" w:rsidP="00E44FF8">
            <w:pPr>
              <w:pStyle w:val="tabletext11"/>
              <w:tabs>
                <w:tab w:val="decimal" w:pos="200"/>
              </w:tabs>
              <w:rPr>
                <w:ins w:id="2626" w:author="Author"/>
              </w:rPr>
            </w:pPr>
            <w:ins w:id="2627" w:author="Author">
              <w:r w:rsidRPr="00B70256">
                <w:t>54.59</w:t>
              </w:r>
            </w:ins>
          </w:p>
        </w:tc>
      </w:tr>
      <w:tr w:rsidR="00F21DB0" w:rsidRPr="00B70256" w14:paraId="5DA5F5E0" w14:textId="77777777" w:rsidTr="00E44FF8">
        <w:trPr>
          <w:cantSplit/>
          <w:trHeight w:val="190"/>
          <w:ins w:id="2628" w:author="Author"/>
        </w:trPr>
        <w:tc>
          <w:tcPr>
            <w:tcW w:w="200" w:type="dxa"/>
          </w:tcPr>
          <w:p w14:paraId="184F5AB1" w14:textId="77777777" w:rsidR="00F21DB0" w:rsidRPr="00B70256" w:rsidRDefault="00F21DB0" w:rsidP="00E44FF8">
            <w:pPr>
              <w:pStyle w:val="tabletext11"/>
              <w:rPr>
                <w:ins w:id="2629" w:author="Author"/>
              </w:rPr>
            </w:pPr>
          </w:p>
        </w:tc>
        <w:tc>
          <w:tcPr>
            <w:tcW w:w="300" w:type="dxa"/>
            <w:tcBorders>
              <w:left w:val="single" w:sz="6" w:space="0" w:color="auto"/>
            </w:tcBorders>
          </w:tcPr>
          <w:p w14:paraId="3756E782" w14:textId="77777777" w:rsidR="00F21DB0" w:rsidRPr="00B70256" w:rsidRDefault="00F21DB0" w:rsidP="00E44FF8">
            <w:pPr>
              <w:pStyle w:val="tabletext11"/>
              <w:jc w:val="right"/>
              <w:rPr>
                <w:ins w:id="2630" w:author="Author"/>
              </w:rPr>
            </w:pPr>
          </w:p>
        </w:tc>
        <w:tc>
          <w:tcPr>
            <w:tcW w:w="2100" w:type="dxa"/>
            <w:gridSpan w:val="3"/>
            <w:tcBorders>
              <w:left w:val="nil"/>
              <w:right w:val="single" w:sz="6" w:space="0" w:color="auto"/>
            </w:tcBorders>
          </w:tcPr>
          <w:p w14:paraId="1BFC2A57" w14:textId="77777777" w:rsidR="00F21DB0" w:rsidRPr="00B70256" w:rsidRDefault="00F21DB0" w:rsidP="00E44FF8">
            <w:pPr>
              <w:pStyle w:val="tabletext11"/>
              <w:rPr>
                <w:ins w:id="2631" w:author="Author"/>
              </w:rPr>
            </w:pPr>
            <w:ins w:id="2632" w:author="Author">
              <w:r w:rsidRPr="00B70256">
                <w:t xml:space="preserve">490,001 to 500,000 </w:t>
              </w:r>
              <w:r w:rsidRPr="00B70256">
                <w:rPr>
                  <w:b/>
                  <w:bCs/>
                </w:rPr>
                <w:t>(2)</w:t>
              </w:r>
            </w:ins>
          </w:p>
        </w:tc>
        <w:tc>
          <w:tcPr>
            <w:tcW w:w="400" w:type="dxa"/>
            <w:tcBorders>
              <w:left w:val="single" w:sz="6" w:space="0" w:color="auto"/>
            </w:tcBorders>
          </w:tcPr>
          <w:p w14:paraId="33F1035A" w14:textId="77777777" w:rsidR="00F21DB0" w:rsidRPr="00B70256" w:rsidRDefault="00F21DB0" w:rsidP="00E44FF8">
            <w:pPr>
              <w:pStyle w:val="tabletext11"/>
              <w:jc w:val="right"/>
              <w:rPr>
                <w:ins w:id="2633" w:author="Author"/>
              </w:rPr>
            </w:pPr>
          </w:p>
        </w:tc>
        <w:tc>
          <w:tcPr>
            <w:tcW w:w="910" w:type="dxa"/>
            <w:tcBorders>
              <w:left w:val="nil"/>
              <w:right w:val="single" w:sz="6" w:space="0" w:color="auto"/>
            </w:tcBorders>
          </w:tcPr>
          <w:p w14:paraId="401A72EE" w14:textId="77777777" w:rsidR="00F21DB0" w:rsidRPr="00B70256" w:rsidRDefault="00F21DB0" w:rsidP="00E44FF8">
            <w:pPr>
              <w:pStyle w:val="tabletext11"/>
              <w:tabs>
                <w:tab w:val="decimal" w:pos="200"/>
                <w:tab w:val="decimal" w:pos="240"/>
              </w:tabs>
              <w:rPr>
                <w:ins w:id="2634" w:author="Author"/>
              </w:rPr>
            </w:pPr>
            <w:ins w:id="2635" w:author="Author">
              <w:r w:rsidRPr="00B70256">
                <w:t>49.68</w:t>
              </w:r>
            </w:ins>
          </w:p>
        </w:tc>
        <w:tc>
          <w:tcPr>
            <w:tcW w:w="300" w:type="dxa"/>
            <w:gridSpan w:val="2"/>
            <w:tcBorders>
              <w:left w:val="single" w:sz="6" w:space="0" w:color="auto"/>
            </w:tcBorders>
          </w:tcPr>
          <w:p w14:paraId="51B7E921" w14:textId="77777777" w:rsidR="00F21DB0" w:rsidRPr="00B70256" w:rsidRDefault="00F21DB0" w:rsidP="00E44FF8">
            <w:pPr>
              <w:pStyle w:val="tabletext11"/>
              <w:jc w:val="right"/>
              <w:rPr>
                <w:ins w:id="2636" w:author="Author"/>
              </w:rPr>
            </w:pPr>
          </w:p>
        </w:tc>
        <w:tc>
          <w:tcPr>
            <w:tcW w:w="790" w:type="dxa"/>
            <w:tcBorders>
              <w:left w:val="nil"/>
              <w:right w:val="single" w:sz="6" w:space="0" w:color="auto"/>
            </w:tcBorders>
          </w:tcPr>
          <w:p w14:paraId="17777A92" w14:textId="77777777" w:rsidR="00F21DB0" w:rsidRPr="00B70256" w:rsidRDefault="00F21DB0" w:rsidP="00E44FF8">
            <w:pPr>
              <w:pStyle w:val="tabletext11"/>
              <w:tabs>
                <w:tab w:val="decimal" w:pos="200"/>
              </w:tabs>
              <w:rPr>
                <w:ins w:id="2637" w:author="Author"/>
              </w:rPr>
            </w:pPr>
            <w:ins w:id="2638" w:author="Author">
              <w:r w:rsidRPr="00B70256">
                <w:t>54.68</w:t>
              </w:r>
            </w:ins>
          </w:p>
        </w:tc>
      </w:tr>
      <w:tr w:rsidR="00F21DB0" w:rsidRPr="00B70256" w14:paraId="702821FE" w14:textId="77777777" w:rsidTr="00E44FF8">
        <w:trPr>
          <w:cantSplit/>
          <w:trHeight w:val="190"/>
          <w:ins w:id="2639" w:author="Author"/>
        </w:trPr>
        <w:tc>
          <w:tcPr>
            <w:tcW w:w="200" w:type="dxa"/>
          </w:tcPr>
          <w:p w14:paraId="42D66D1D" w14:textId="77777777" w:rsidR="00F21DB0" w:rsidRPr="00B70256" w:rsidRDefault="00F21DB0" w:rsidP="00E44FF8">
            <w:pPr>
              <w:pStyle w:val="tabletext11"/>
              <w:rPr>
                <w:ins w:id="2640" w:author="Author"/>
              </w:rPr>
            </w:pPr>
          </w:p>
        </w:tc>
        <w:tc>
          <w:tcPr>
            <w:tcW w:w="300" w:type="dxa"/>
            <w:tcBorders>
              <w:left w:val="single" w:sz="6" w:space="0" w:color="auto"/>
            </w:tcBorders>
          </w:tcPr>
          <w:p w14:paraId="3724CA1A" w14:textId="77777777" w:rsidR="00F21DB0" w:rsidRPr="00B70256" w:rsidRDefault="00F21DB0" w:rsidP="00E44FF8">
            <w:pPr>
              <w:pStyle w:val="tabletext11"/>
              <w:jc w:val="right"/>
              <w:rPr>
                <w:ins w:id="2641" w:author="Author"/>
              </w:rPr>
            </w:pPr>
          </w:p>
        </w:tc>
        <w:tc>
          <w:tcPr>
            <w:tcW w:w="2100" w:type="dxa"/>
            <w:gridSpan w:val="3"/>
            <w:tcBorders>
              <w:left w:val="nil"/>
              <w:right w:val="single" w:sz="6" w:space="0" w:color="auto"/>
            </w:tcBorders>
          </w:tcPr>
          <w:p w14:paraId="196A15C0" w14:textId="77777777" w:rsidR="00F21DB0" w:rsidRPr="00B70256" w:rsidRDefault="00F21DB0" w:rsidP="00E44FF8">
            <w:pPr>
              <w:pStyle w:val="tabletext11"/>
              <w:rPr>
                <w:ins w:id="2642" w:author="Author"/>
              </w:rPr>
            </w:pPr>
            <w:ins w:id="2643" w:author="Author">
              <w:r w:rsidRPr="00B70256">
                <w:t>Each Additional $10,000</w:t>
              </w:r>
            </w:ins>
          </w:p>
        </w:tc>
        <w:tc>
          <w:tcPr>
            <w:tcW w:w="400" w:type="dxa"/>
            <w:tcBorders>
              <w:left w:val="single" w:sz="6" w:space="0" w:color="auto"/>
            </w:tcBorders>
          </w:tcPr>
          <w:p w14:paraId="15D1131C" w14:textId="77777777" w:rsidR="00F21DB0" w:rsidRPr="00B70256" w:rsidRDefault="00F21DB0" w:rsidP="00E44FF8">
            <w:pPr>
              <w:pStyle w:val="tabletext11"/>
              <w:jc w:val="right"/>
              <w:rPr>
                <w:ins w:id="2644" w:author="Author"/>
              </w:rPr>
            </w:pPr>
          </w:p>
        </w:tc>
        <w:tc>
          <w:tcPr>
            <w:tcW w:w="910" w:type="dxa"/>
            <w:tcBorders>
              <w:left w:val="nil"/>
              <w:right w:val="single" w:sz="6" w:space="0" w:color="auto"/>
            </w:tcBorders>
          </w:tcPr>
          <w:p w14:paraId="10D6E108" w14:textId="77777777" w:rsidR="00F21DB0" w:rsidRPr="00B70256" w:rsidRDefault="00F21DB0" w:rsidP="00E44FF8">
            <w:pPr>
              <w:pStyle w:val="tabletext11"/>
              <w:tabs>
                <w:tab w:val="decimal" w:pos="520"/>
              </w:tabs>
              <w:rPr>
                <w:ins w:id="2645" w:author="Author"/>
              </w:rPr>
            </w:pPr>
            <w:ins w:id="2646" w:author="Author">
              <w:r w:rsidRPr="00B70256">
                <w:t>Refer to Company</w:t>
              </w:r>
            </w:ins>
          </w:p>
        </w:tc>
        <w:tc>
          <w:tcPr>
            <w:tcW w:w="200" w:type="dxa"/>
            <w:tcBorders>
              <w:left w:val="single" w:sz="6" w:space="0" w:color="auto"/>
            </w:tcBorders>
          </w:tcPr>
          <w:p w14:paraId="1E83AACD" w14:textId="77777777" w:rsidR="00F21DB0" w:rsidRPr="00B70256" w:rsidRDefault="00F21DB0" w:rsidP="00E44FF8">
            <w:pPr>
              <w:pStyle w:val="tabletext11"/>
              <w:jc w:val="right"/>
              <w:rPr>
                <w:ins w:id="2647" w:author="Author"/>
              </w:rPr>
            </w:pPr>
          </w:p>
        </w:tc>
        <w:tc>
          <w:tcPr>
            <w:tcW w:w="890" w:type="dxa"/>
            <w:gridSpan w:val="2"/>
            <w:tcBorders>
              <w:left w:val="nil"/>
              <w:right w:val="single" w:sz="6" w:space="0" w:color="auto"/>
            </w:tcBorders>
          </w:tcPr>
          <w:p w14:paraId="3C3C4B78" w14:textId="77777777" w:rsidR="00F21DB0" w:rsidRPr="00B70256" w:rsidRDefault="00F21DB0" w:rsidP="00E44FF8">
            <w:pPr>
              <w:pStyle w:val="tabletext11"/>
              <w:tabs>
                <w:tab w:val="decimal" w:pos="200"/>
              </w:tabs>
              <w:rPr>
                <w:ins w:id="2648" w:author="Author"/>
              </w:rPr>
            </w:pPr>
            <w:ins w:id="2649" w:author="Author">
              <w:r w:rsidRPr="00B70256">
                <w:t>Refer to Company</w:t>
              </w:r>
            </w:ins>
          </w:p>
        </w:tc>
      </w:tr>
      <w:tr w:rsidR="00F21DB0" w:rsidRPr="00B70256" w14:paraId="1CA45600" w14:textId="77777777" w:rsidTr="00E44FF8">
        <w:trPr>
          <w:cantSplit/>
          <w:trHeight w:val="190"/>
          <w:ins w:id="2650" w:author="Author"/>
        </w:trPr>
        <w:tc>
          <w:tcPr>
            <w:tcW w:w="200" w:type="dxa"/>
          </w:tcPr>
          <w:p w14:paraId="4EAD0096" w14:textId="77777777" w:rsidR="00F21DB0" w:rsidRPr="00B70256" w:rsidRDefault="00F21DB0" w:rsidP="00E44FF8">
            <w:pPr>
              <w:pStyle w:val="tabletext11"/>
              <w:rPr>
                <w:ins w:id="2651" w:author="Author"/>
              </w:rPr>
            </w:pPr>
          </w:p>
        </w:tc>
        <w:tc>
          <w:tcPr>
            <w:tcW w:w="360" w:type="dxa"/>
            <w:gridSpan w:val="2"/>
            <w:tcBorders>
              <w:top w:val="single" w:sz="6" w:space="0" w:color="auto"/>
              <w:left w:val="single" w:sz="6" w:space="0" w:color="auto"/>
            </w:tcBorders>
          </w:tcPr>
          <w:p w14:paraId="5DFC694F" w14:textId="77777777" w:rsidR="00F21DB0" w:rsidRPr="00B70256" w:rsidRDefault="00F21DB0" w:rsidP="00E44FF8">
            <w:pPr>
              <w:pStyle w:val="tabletext11"/>
              <w:rPr>
                <w:ins w:id="2652" w:author="Author"/>
                <w:b/>
              </w:rPr>
            </w:pPr>
            <w:ins w:id="2653" w:author="Author">
              <w:r w:rsidRPr="00B70256">
                <w:rPr>
                  <w:b/>
                </w:rPr>
                <w:t>(1)</w:t>
              </w:r>
            </w:ins>
          </w:p>
        </w:tc>
        <w:tc>
          <w:tcPr>
            <w:tcW w:w="4440" w:type="dxa"/>
            <w:gridSpan w:val="7"/>
            <w:tcBorders>
              <w:top w:val="single" w:sz="6" w:space="0" w:color="auto"/>
              <w:left w:val="nil"/>
              <w:bottom w:val="single" w:sz="6" w:space="0" w:color="auto"/>
              <w:right w:val="single" w:sz="6" w:space="0" w:color="auto"/>
            </w:tcBorders>
          </w:tcPr>
          <w:p w14:paraId="3760EE57" w14:textId="77777777" w:rsidR="00F21DB0" w:rsidRPr="00B70256" w:rsidRDefault="00F21DB0" w:rsidP="00E44FF8">
            <w:pPr>
              <w:pStyle w:val="tabletext11"/>
              <w:rPr>
                <w:ins w:id="2654" w:author="Author"/>
              </w:rPr>
            </w:pPr>
            <w:ins w:id="2655" w:author="Author">
              <w:r w:rsidRPr="00B70256">
                <w:t>A Non-dwelling Structure is defined, for rating purposes, as a building that is not used principally for residential purposes or houses more than four family units.</w:t>
              </w:r>
            </w:ins>
          </w:p>
        </w:tc>
      </w:tr>
      <w:tr w:rsidR="00F21DB0" w:rsidRPr="00B70256" w14:paraId="08D77FCC" w14:textId="77777777" w:rsidTr="00E44FF8">
        <w:trPr>
          <w:cantSplit/>
          <w:trHeight w:val="190"/>
          <w:ins w:id="2656" w:author="Author"/>
        </w:trPr>
        <w:tc>
          <w:tcPr>
            <w:tcW w:w="200" w:type="dxa"/>
          </w:tcPr>
          <w:p w14:paraId="67840208" w14:textId="77777777" w:rsidR="00F21DB0" w:rsidRPr="00B70256" w:rsidRDefault="00F21DB0" w:rsidP="00E44FF8">
            <w:pPr>
              <w:pStyle w:val="tabletext11"/>
              <w:rPr>
                <w:ins w:id="2657" w:author="Author"/>
              </w:rPr>
            </w:pPr>
          </w:p>
        </w:tc>
        <w:tc>
          <w:tcPr>
            <w:tcW w:w="360" w:type="dxa"/>
            <w:gridSpan w:val="2"/>
            <w:tcBorders>
              <w:top w:val="single" w:sz="6" w:space="0" w:color="auto"/>
              <w:left w:val="single" w:sz="6" w:space="0" w:color="auto"/>
            </w:tcBorders>
          </w:tcPr>
          <w:p w14:paraId="4E4EEA69" w14:textId="77777777" w:rsidR="00F21DB0" w:rsidRPr="00B70256" w:rsidRDefault="00F21DB0" w:rsidP="00E44FF8">
            <w:pPr>
              <w:pStyle w:val="tabletext11"/>
              <w:rPr>
                <w:ins w:id="2658" w:author="Author"/>
                <w:b/>
              </w:rPr>
            </w:pPr>
            <w:ins w:id="2659" w:author="Author">
              <w:r w:rsidRPr="00B70256">
                <w:rPr>
                  <w:b/>
                </w:rPr>
                <w:t>(2)</w:t>
              </w:r>
            </w:ins>
          </w:p>
        </w:tc>
        <w:tc>
          <w:tcPr>
            <w:tcW w:w="4440" w:type="dxa"/>
            <w:gridSpan w:val="7"/>
            <w:tcBorders>
              <w:left w:val="nil"/>
              <w:right w:val="single" w:sz="6" w:space="0" w:color="auto"/>
            </w:tcBorders>
          </w:tcPr>
          <w:p w14:paraId="4483A180" w14:textId="77777777" w:rsidR="00F21DB0" w:rsidRPr="00B70256" w:rsidRDefault="00F21DB0" w:rsidP="00E44FF8">
            <w:pPr>
              <w:pStyle w:val="tabletext11"/>
              <w:rPr>
                <w:ins w:id="2660" w:author="Author"/>
              </w:rPr>
            </w:pPr>
            <w:ins w:id="2661" w:author="Author">
              <w:r w:rsidRPr="00B70256">
                <w:t xml:space="preserve">A total limit of: </w:t>
              </w:r>
            </w:ins>
          </w:p>
        </w:tc>
      </w:tr>
      <w:tr w:rsidR="00F21DB0" w:rsidRPr="00B70256" w14:paraId="1D60F379" w14:textId="77777777" w:rsidTr="00E44FF8">
        <w:trPr>
          <w:cantSplit/>
          <w:trHeight w:val="190"/>
          <w:ins w:id="2662" w:author="Author"/>
        </w:trPr>
        <w:tc>
          <w:tcPr>
            <w:tcW w:w="200" w:type="dxa"/>
          </w:tcPr>
          <w:p w14:paraId="4E4E75D9" w14:textId="77777777" w:rsidR="00F21DB0" w:rsidRPr="00B70256" w:rsidRDefault="00F21DB0" w:rsidP="00E44FF8">
            <w:pPr>
              <w:pStyle w:val="tabletext11"/>
              <w:rPr>
                <w:ins w:id="2663" w:author="Author"/>
              </w:rPr>
            </w:pPr>
          </w:p>
        </w:tc>
        <w:tc>
          <w:tcPr>
            <w:tcW w:w="360" w:type="dxa"/>
            <w:gridSpan w:val="2"/>
            <w:tcBorders>
              <w:left w:val="single" w:sz="6" w:space="0" w:color="auto"/>
            </w:tcBorders>
          </w:tcPr>
          <w:p w14:paraId="330BDD46" w14:textId="77777777" w:rsidR="00F21DB0" w:rsidRPr="00B70256" w:rsidRDefault="00F21DB0" w:rsidP="00E44FF8">
            <w:pPr>
              <w:pStyle w:val="tabletext11"/>
              <w:rPr>
                <w:ins w:id="2664" w:author="Author"/>
                <w:b/>
              </w:rPr>
            </w:pPr>
          </w:p>
        </w:tc>
        <w:tc>
          <w:tcPr>
            <w:tcW w:w="370" w:type="dxa"/>
            <w:tcBorders>
              <w:left w:val="nil"/>
            </w:tcBorders>
          </w:tcPr>
          <w:p w14:paraId="69349F4B" w14:textId="77777777" w:rsidR="00F21DB0" w:rsidRPr="00B70256" w:rsidRDefault="00F21DB0" w:rsidP="00E44FF8">
            <w:pPr>
              <w:pStyle w:val="tabletext11"/>
              <w:rPr>
                <w:ins w:id="2665" w:author="Author"/>
                <w:b/>
              </w:rPr>
            </w:pPr>
            <w:ins w:id="2666" w:author="Author">
              <w:r w:rsidRPr="00B70256">
                <w:rPr>
                  <w:b/>
                </w:rPr>
                <w:t>(a)</w:t>
              </w:r>
            </w:ins>
          </w:p>
        </w:tc>
        <w:tc>
          <w:tcPr>
            <w:tcW w:w="4070" w:type="dxa"/>
            <w:gridSpan w:val="6"/>
            <w:tcBorders>
              <w:right w:val="single" w:sz="6" w:space="0" w:color="auto"/>
            </w:tcBorders>
          </w:tcPr>
          <w:p w14:paraId="22CFEA6C" w14:textId="77777777" w:rsidR="00F21DB0" w:rsidRPr="00B70256" w:rsidRDefault="00F21DB0" w:rsidP="00E44FF8">
            <w:pPr>
              <w:pStyle w:val="tabletext11"/>
              <w:rPr>
                <w:ins w:id="2667" w:author="Author"/>
                <w:b/>
              </w:rPr>
            </w:pPr>
            <w:ins w:id="2668" w:author="Author">
              <w:r w:rsidRPr="00B70256">
                <w:t>$500,000 per Non-dwelling Structure; or</w:t>
              </w:r>
            </w:ins>
          </w:p>
        </w:tc>
      </w:tr>
      <w:tr w:rsidR="00F21DB0" w:rsidRPr="00B70256" w14:paraId="186DB5F0" w14:textId="77777777" w:rsidTr="00E44FF8">
        <w:trPr>
          <w:cantSplit/>
          <w:trHeight w:val="190"/>
          <w:ins w:id="2669" w:author="Author"/>
        </w:trPr>
        <w:tc>
          <w:tcPr>
            <w:tcW w:w="200" w:type="dxa"/>
          </w:tcPr>
          <w:p w14:paraId="2B693250" w14:textId="77777777" w:rsidR="00F21DB0" w:rsidRPr="00B70256" w:rsidRDefault="00F21DB0" w:rsidP="00E44FF8">
            <w:pPr>
              <w:pStyle w:val="tabletext11"/>
              <w:rPr>
                <w:ins w:id="2670" w:author="Author"/>
              </w:rPr>
            </w:pPr>
          </w:p>
        </w:tc>
        <w:tc>
          <w:tcPr>
            <w:tcW w:w="360" w:type="dxa"/>
            <w:gridSpan w:val="2"/>
            <w:tcBorders>
              <w:left w:val="single" w:sz="6" w:space="0" w:color="auto"/>
            </w:tcBorders>
          </w:tcPr>
          <w:p w14:paraId="7DBBFA3B" w14:textId="77777777" w:rsidR="00F21DB0" w:rsidRPr="00B70256" w:rsidRDefault="00F21DB0" w:rsidP="00E44FF8">
            <w:pPr>
              <w:pStyle w:val="tabletext11"/>
              <w:rPr>
                <w:ins w:id="2671" w:author="Author"/>
                <w:b/>
              </w:rPr>
            </w:pPr>
          </w:p>
        </w:tc>
        <w:tc>
          <w:tcPr>
            <w:tcW w:w="370" w:type="dxa"/>
            <w:tcBorders>
              <w:left w:val="nil"/>
            </w:tcBorders>
          </w:tcPr>
          <w:p w14:paraId="2F7B9B1A" w14:textId="77777777" w:rsidR="00F21DB0" w:rsidRPr="00B70256" w:rsidRDefault="00F21DB0" w:rsidP="00E44FF8">
            <w:pPr>
              <w:pStyle w:val="tabletext11"/>
              <w:rPr>
                <w:ins w:id="2672" w:author="Author"/>
                <w:b/>
              </w:rPr>
            </w:pPr>
            <w:ins w:id="2673" w:author="Author">
              <w:r w:rsidRPr="00B70256">
                <w:rPr>
                  <w:b/>
                </w:rPr>
                <w:t>(b)</w:t>
              </w:r>
            </w:ins>
          </w:p>
        </w:tc>
        <w:tc>
          <w:tcPr>
            <w:tcW w:w="4070" w:type="dxa"/>
            <w:gridSpan w:val="6"/>
            <w:tcBorders>
              <w:right w:val="single" w:sz="6" w:space="0" w:color="auto"/>
            </w:tcBorders>
          </w:tcPr>
          <w:p w14:paraId="33F9FD0D" w14:textId="77777777" w:rsidR="00F21DB0" w:rsidRPr="00B70256" w:rsidRDefault="00F21DB0" w:rsidP="00E44FF8">
            <w:pPr>
              <w:pStyle w:val="tabletext11"/>
              <w:rPr>
                <w:ins w:id="2674" w:author="Author"/>
                <w:b/>
              </w:rPr>
            </w:pPr>
            <w:ins w:id="2675" w:author="Author">
              <w:r w:rsidRPr="00B70256">
                <w:t>$550,000 per Dwelling Structure, which includes a maximum limit of $500,000 for the Dwelling Structure and a maximum limit of $50,000 for additional living expenses;</w:t>
              </w:r>
            </w:ins>
          </w:p>
        </w:tc>
      </w:tr>
      <w:tr w:rsidR="00F21DB0" w:rsidRPr="00B70256" w14:paraId="5116AE2E" w14:textId="77777777" w:rsidTr="00E44FF8">
        <w:trPr>
          <w:cantSplit/>
          <w:trHeight w:val="190"/>
          <w:ins w:id="2676" w:author="Author"/>
        </w:trPr>
        <w:tc>
          <w:tcPr>
            <w:tcW w:w="200" w:type="dxa"/>
          </w:tcPr>
          <w:p w14:paraId="43E98656" w14:textId="77777777" w:rsidR="00F21DB0" w:rsidRPr="00B70256" w:rsidRDefault="00F21DB0" w:rsidP="00E44FF8">
            <w:pPr>
              <w:pStyle w:val="tabletext11"/>
              <w:rPr>
                <w:ins w:id="2677" w:author="Author"/>
              </w:rPr>
            </w:pPr>
          </w:p>
        </w:tc>
        <w:tc>
          <w:tcPr>
            <w:tcW w:w="360" w:type="dxa"/>
            <w:gridSpan w:val="2"/>
            <w:tcBorders>
              <w:left w:val="single" w:sz="6" w:space="0" w:color="auto"/>
              <w:bottom w:val="single" w:sz="6" w:space="0" w:color="auto"/>
            </w:tcBorders>
          </w:tcPr>
          <w:p w14:paraId="70D37C63" w14:textId="77777777" w:rsidR="00F21DB0" w:rsidRPr="00B70256" w:rsidRDefault="00F21DB0" w:rsidP="00E44FF8">
            <w:pPr>
              <w:pStyle w:val="tabletext11"/>
              <w:rPr>
                <w:ins w:id="2678" w:author="Author"/>
                <w:b/>
              </w:rPr>
            </w:pPr>
          </w:p>
        </w:tc>
        <w:tc>
          <w:tcPr>
            <w:tcW w:w="4440" w:type="dxa"/>
            <w:gridSpan w:val="7"/>
            <w:tcBorders>
              <w:left w:val="nil"/>
              <w:bottom w:val="single" w:sz="6" w:space="0" w:color="auto"/>
              <w:right w:val="single" w:sz="6" w:space="0" w:color="auto"/>
            </w:tcBorders>
          </w:tcPr>
          <w:p w14:paraId="7C57D86C" w14:textId="77777777" w:rsidR="00F21DB0" w:rsidRPr="00B70256" w:rsidRDefault="00F21DB0" w:rsidP="00E44FF8">
            <w:pPr>
              <w:pStyle w:val="tabletext11"/>
              <w:rPr>
                <w:ins w:id="2679" w:author="Author"/>
              </w:rPr>
            </w:pPr>
            <w:ins w:id="2680" w:author="Author">
              <w:r w:rsidRPr="00B70256">
                <w:t>is the maximum amount of insurance reinsured by the Kentucky Coal Mine Subsidence Fund.</w:t>
              </w:r>
            </w:ins>
          </w:p>
        </w:tc>
      </w:tr>
      <w:tr w:rsidR="00F21DB0" w:rsidRPr="00B70256" w14:paraId="6F09188C" w14:textId="77777777" w:rsidTr="00E44FF8">
        <w:trPr>
          <w:cantSplit/>
          <w:trHeight w:val="190"/>
          <w:ins w:id="2681" w:author="Author"/>
        </w:trPr>
        <w:tc>
          <w:tcPr>
            <w:tcW w:w="200" w:type="dxa"/>
          </w:tcPr>
          <w:p w14:paraId="6E24F9CB" w14:textId="77777777" w:rsidR="00F21DB0" w:rsidRPr="00B70256" w:rsidRDefault="00F21DB0" w:rsidP="00E44FF8">
            <w:pPr>
              <w:pStyle w:val="tabletext11"/>
              <w:rPr>
                <w:ins w:id="2682" w:author="Author"/>
              </w:rPr>
            </w:pPr>
          </w:p>
        </w:tc>
        <w:tc>
          <w:tcPr>
            <w:tcW w:w="360" w:type="dxa"/>
            <w:gridSpan w:val="2"/>
            <w:tcBorders>
              <w:top w:val="single" w:sz="6" w:space="0" w:color="auto"/>
              <w:left w:val="single" w:sz="6" w:space="0" w:color="auto"/>
              <w:bottom w:val="single" w:sz="6" w:space="0" w:color="auto"/>
            </w:tcBorders>
          </w:tcPr>
          <w:p w14:paraId="1B8FCDD8" w14:textId="77777777" w:rsidR="00F21DB0" w:rsidRPr="00B70256" w:rsidRDefault="00F21DB0" w:rsidP="00E44FF8">
            <w:pPr>
              <w:pStyle w:val="tabletext11"/>
              <w:rPr>
                <w:ins w:id="2683" w:author="Author"/>
                <w:b/>
              </w:rPr>
            </w:pPr>
            <w:ins w:id="2684" w:author="Author">
              <w:r w:rsidRPr="00B70256">
                <w:rPr>
                  <w:b/>
                </w:rPr>
                <w:t>(3)</w:t>
              </w:r>
            </w:ins>
          </w:p>
        </w:tc>
        <w:tc>
          <w:tcPr>
            <w:tcW w:w="4440" w:type="dxa"/>
            <w:gridSpan w:val="7"/>
            <w:tcBorders>
              <w:top w:val="single" w:sz="6" w:space="0" w:color="auto"/>
              <w:left w:val="nil"/>
              <w:bottom w:val="single" w:sz="6" w:space="0" w:color="auto"/>
              <w:right w:val="single" w:sz="6" w:space="0" w:color="auto"/>
            </w:tcBorders>
          </w:tcPr>
          <w:p w14:paraId="76D89CED" w14:textId="77777777" w:rsidR="00F21DB0" w:rsidRPr="00B70256" w:rsidRDefault="00F21DB0" w:rsidP="00E44FF8">
            <w:pPr>
              <w:pStyle w:val="tabletext11"/>
              <w:rPr>
                <w:ins w:id="2685" w:author="Author"/>
              </w:rPr>
            </w:pPr>
            <w:ins w:id="2686" w:author="Author">
              <w:r w:rsidRPr="00B70256">
                <w:t>Additional living expense premium is included in the premium for structures.</w:t>
              </w:r>
            </w:ins>
          </w:p>
        </w:tc>
      </w:tr>
    </w:tbl>
    <w:p w14:paraId="1851C166" w14:textId="7F3F4764" w:rsidR="00F21DB0" w:rsidRDefault="00F21DB0" w:rsidP="00F21DB0">
      <w:pPr>
        <w:pStyle w:val="tablecaption"/>
      </w:pPr>
      <w:ins w:id="2687" w:author="Author">
        <w:r w:rsidRPr="00B70256">
          <w:t>Table A1.E. Premiums</w:t>
        </w:r>
      </w:ins>
      <w:bookmarkEnd w:id="2115"/>
    </w:p>
    <w:p w14:paraId="72CD0BF5" w14:textId="77777777" w:rsidR="00F21DB0" w:rsidRDefault="00F21DB0" w:rsidP="00F21DB0">
      <w:pPr>
        <w:pStyle w:val="isonormal"/>
        <w:jc w:val="left"/>
      </w:pPr>
    </w:p>
    <w:p w14:paraId="124070E9" w14:textId="77777777" w:rsidR="00F21DB0" w:rsidRDefault="00F21DB0" w:rsidP="00F21DB0">
      <w:pPr>
        <w:pStyle w:val="isonormal"/>
        <w:jc w:val="left"/>
      </w:pPr>
    </w:p>
    <w:p w14:paraId="0330F76A" w14:textId="2F5F6283" w:rsidR="00F21DB0" w:rsidRDefault="00042613" w:rsidP="008E678A">
      <w:pPr>
        <w:pStyle w:val="isonormal"/>
        <w:jc w:val="center"/>
        <w:rPr>
          <w:b/>
          <w:sz w:val="24"/>
        </w:rPr>
      </w:pPr>
      <w:r>
        <w:rPr>
          <w:b/>
          <w:sz w:val="24"/>
        </w:rPr>
        <w:br w:type="page"/>
      </w:r>
      <w:r w:rsidR="008E678A">
        <w:rPr>
          <w:b/>
          <w:sz w:val="24"/>
        </w:rPr>
        <w:lastRenderedPageBreak/>
        <w:t>DIVISION FOURTEEN – CAPITAL ASSETS PROGRAM (OUTPUT POLICY)</w:t>
      </w:r>
      <w:r w:rsidR="008E678A" w:rsidRPr="008E678A">
        <w:rPr>
          <w:b/>
          <w:sz w:val="24"/>
        </w:rPr>
        <w:t xml:space="preserve"> </w:t>
      </w:r>
    </w:p>
    <w:p w14:paraId="7A728D3F" w14:textId="77777777" w:rsidR="00F21DB0" w:rsidRDefault="00F21DB0" w:rsidP="00F21DB0">
      <w:pPr>
        <w:pStyle w:val="isonormal"/>
        <w:jc w:val="left"/>
      </w:pPr>
    </w:p>
    <w:p w14:paraId="3E74B5C0" w14:textId="77777777" w:rsidR="00F21DB0" w:rsidRPr="0067004F" w:rsidRDefault="00F21DB0" w:rsidP="00F21DB0">
      <w:pPr>
        <w:pStyle w:val="boxrule"/>
      </w:pPr>
      <w:bookmarkStart w:id="2688" w:name="_Hlk173234336"/>
      <w:r w:rsidRPr="0067004F">
        <w:t>A2.  MINE SUBSIDENCE INSURANCE</w:t>
      </w:r>
    </w:p>
    <w:p w14:paraId="1E6D5B0C" w14:textId="77777777" w:rsidR="00F21DB0" w:rsidRPr="0067004F" w:rsidRDefault="00F21DB0" w:rsidP="00F21DB0">
      <w:pPr>
        <w:pStyle w:val="outlinehd2"/>
      </w:pPr>
      <w:r w:rsidRPr="0067004F">
        <w:tab/>
        <w:t>A.</w:t>
      </w:r>
      <w:r w:rsidRPr="0067004F">
        <w:tab/>
        <w:t>Explanation</w:t>
      </w:r>
    </w:p>
    <w:p w14:paraId="644A9C18" w14:textId="77777777" w:rsidR="00F21DB0" w:rsidRPr="0067004F" w:rsidRDefault="00F21DB0" w:rsidP="00F21DB0">
      <w:pPr>
        <w:pStyle w:val="blocktext3"/>
      </w:pPr>
      <w:r w:rsidRPr="0067004F">
        <w:t>The Kentucky Mine Subsidence Act requires Mine Subsidence Insurance to be available for certain structures in Kentucky. "Structure" is defined as a dwelling, building or fixture permanently affixed to realty.</w:t>
      </w:r>
    </w:p>
    <w:p w14:paraId="1D534287" w14:textId="77777777" w:rsidR="00F21DB0" w:rsidRPr="0067004F" w:rsidRDefault="00F21DB0" w:rsidP="00F21DB0">
      <w:pPr>
        <w:pStyle w:val="outlinehd2"/>
      </w:pPr>
      <w:r w:rsidRPr="0067004F">
        <w:tab/>
        <w:t>B.</w:t>
      </w:r>
      <w:r w:rsidRPr="0067004F">
        <w:tab/>
        <w:t>Description Of Coverage</w:t>
      </w:r>
    </w:p>
    <w:p w14:paraId="1E2BE78C" w14:textId="77777777" w:rsidR="00F21DB0" w:rsidRPr="0067004F" w:rsidRDefault="00F21DB0" w:rsidP="00F21DB0">
      <w:pPr>
        <w:pStyle w:val="blocktext3"/>
      </w:pPr>
      <w:r w:rsidRPr="0067004F">
        <w:t>Property damage policies may be extended to provide coverage on structures for loss caused by or resulting from mine subsidence. The form provides for a maximum limit of insurance of $500,000 per structure. A 2% deductible (minimum of $250; maximum of $500) applies to each loss. Refer to company if higher limits are desired.</w:t>
      </w:r>
    </w:p>
    <w:p w14:paraId="155EA9AC" w14:textId="77777777" w:rsidR="00F21DB0" w:rsidRPr="0067004F" w:rsidRDefault="00F21DB0" w:rsidP="00F21DB0">
      <w:pPr>
        <w:pStyle w:val="outlinehd2"/>
      </w:pPr>
      <w:r w:rsidRPr="0067004F">
        <w:tab/>
        <w:t>C.</w:t>
      </w:r>
      <w:r w:rsidRPr="0067004F">
        <w:tab/>
        <w:t>Forms</w:t>
      </w:r>
    </w:p>
    <w:p w14:paraId="6B9FEDB8" w14:textId="77777777" w:rsidR="00F21DB0" w:rsidRPr="0067004F" w:rsidRDefault="00F21DB0" w:rsidP="00F21DB0">
      <w:pPr>
        <w:pStyle w:val="blocktext3"/>
      </w:pPr>
      <w:r w:rsidRPr="0067004F">
        <w:t>Use:</w:t>
      </w:r>
    </w:p>
    <w:p w14:paraId="716F9B8F" w14:textId="77777777" w:rsidR="00F21DB0" w:rsidRPr="0067004F" w:rsidRDefault="00F21DB0" w:rsidP="00F21DB0">
      <w:pPr>
        <w:pStyle w:val="outlinetxt3"/>
        <w:rPr>
          <w:bCs/>
        </w:rPr>
      </w:pPr>
      <w:r w:rsidRPr="0067004F">
        <w:tab/>
      </w:r>
      <w:r w:rsidRPr="0067004F">
        <w:rPr>
          <w:b/>
        </w:rPr>
        <w:t>1.</w:t>
      </w:r>
      <w:r w:rsidRPr="0067004F">
        <w:rPr>
          <w:b/>
        </w:rPr>
        <w:tab/>
      </w:r>
      <w:r w:rsidRPr="0067004F">
        <w:rPr>
          <w:bCs/>
        </w:rPr>
        <w:t xml:space="preserve">Kentucky Changes </w:t>
      </w:r>
      <w:r w:rsidRPr="0067004F">
        <w:rPr>
          <w:rFonts w:cs="Arial"/>
          <w:bCs/>
        </w:rPr>
        <w:t>–</w:t>
      </w:r>
      <w:r w:rsidRPr="0067004F">
        <w:rPr>
          <w:bCs/>
        </w:rPr>
        <w:t xml:space="preserve"> </w:t>
      </w:r>
      <w:r w:rsidRPr="0067004F">
        <w:t xml:space="preserve">Mine Subsidence Endorsement </w:t>
      </w:r>
      <w:r w:rsidRPr="0067004F">
        <w:rPr>
          <w:rStyle w:val="formlink"/>
        </w:rPr>
        <w:t>IL 09 25</w:t>
      </w:r>
      <w:r w:rsidRPr="0067004F">
        <w:rPr>
          <w:b/>
        </w:rPr>
        <w:t>.</w:t>
      </w:r>
    </w:p>
    <w:p w14:paraId="61AFB68E" w14:textId="77777777" w:rsidR="00F21DB0" w:rsidRPr="0067004F" w:rsidRDefault="00F21DB0" w:rsidP="00F21DB0">
      <w:pPr>
        <w:pStyle w:val="outlinetxt3"/>
      </w:pPr>
      <w:r w:rsidRPr="0067004F">
        <w:tab/>
      </w:r>
      <w:r w:rsidRPr="0067004F">
        <w:rPr>
          <w:b/>
        </w:rPr>
        <w:t>2.</w:t>
      </w:r>
      <w:r w:rsidRPr="0067004F">
        <w:rPr>
          <w:b/>
        </w:rPr>
        <w:tab/>
      </w:r>
      <w:r w:rsidRPr="0067004F">
        <w:t xml:space="preserve">Mine Subsidence Schedule Endorsement </w:t>
      </w:r>
      <w:r w:rsidRPr="0067004F">
        <w:rPr>
          <w:rStyle w:val="formlink"/>
        </w:rPr>
        <w:t>IL 09 03</w:t>
      </w:r>
      <w:r w:rsidRPr="0067004F">
        <w:t xml:space="preserve"> when coverage does not apply to all locations.</w:t>
      </w:r>
    </w:p>
    <w:p w14:paraId="2CFB5E4C" w14:textId="77777777" w:rsidR="00F21DB0" w:rsidRPr="0067004F" w:rsidRDefault="00F21DB0" w:rsidP="00F21DB0">
      <w:pPr>
        <w:pStyle w:val="outlinehd2"/>
      </w:pPr>
      <w:r w:rsidRPr="0067004F">
        <w:tab/>
        <w:t>D.</w:t>
      </w:r>
      <w:r w:rsidRPr="0067004F">
        <w:tab/>
        <w:t>Rules</w:t>
      </w:r>
    </w:p>
    <w:p w14:paraId="425D54FD" w14:textId="77777777" w:rsidR="00F21DB0" w:rsidRPr="0067004F" w:rsidRDefault="00F21DB0" w:rsidP="00F21DB0">
      <w:pPr>
        <w:pStyle w:val="outlinehd3"/>
      </w:pPr>
      <w:r w:rsidRPr="0067004F">
        <w:tab/>
        <w:t>1.</w:t>
      </w:r>
      <w:r w:rsidRPr="0067004F">
        <w:tab/>
        <w:t>Eligibility</w:t>
      </w:r>
    </w:p>
    <w:p w14:paraId="11923D6A" w14:textId="77777777" w:rsidR="00F21DB0" w:rsidRPr="0067004F" w:rsidRDefault="00F21DB0" w:rsidP="00F21DB0">
      <w:pPr>
        <w:pStyle w:val="blocktext4"/>
      </w:pPr>
      <w:r w:rsidRPr="0067004F">
        <w:t>Coverage must be provided for new or renewal policies insuring direct loss to "structures" located in certain specific counties in Kentucky.</w:t>
      </w:r>
    </w:p>
    <w:p w14:paraId="324AB445" w14:textId="77777777" w:rsidR="00F21DB0" w:rsidRPr="0067004F" w:rsidRDefault="00F21DB0" w:rsidP="00F21DB0">
      <w:pPr>
        <w:pStyle w:val="outlinehd3"/>
      </w:pPr>
      <w:r w:rsidRPr="0067004F">
        <w:tab/>
        <w:t>2.</w:t>
      </w:r>
      <w:r w:rsidRPr="0067004F">
        <w:tab/>
        <w:t>Ineligibility</w:t>
      </w:r>
    </w:p>
    <w:p w14:paraId="76F28DB6" w14:textId="77777777" w:rsidR="00F21DB0" w:rsidRPr="0067004F" w:rsidRDefault="00F21DB0" w:rsidP="00F21DB0">
      <w:pPr>
        <w:pStyle w:val="blocktext4"/>
      </w:pPr>
      <w:r w:rsidRPr="0067004F">
        <w:t>The following coverages are not applicable:</w:t>
      </w:r>
    </w:p>
    <w:p w14:paraId="5233665E" w14:textId="77777777" w:rsidR="00F21DB0" w:rsidRPr="0067004F" w:rsidRDefault="00F21DB0" w:rsidP="00F21DB0">
      <w:pPr>
        <w:pStyle w:val="outlinetxt4"/>
      </w:pPr>
      <w:r w:rsidRPr="0067004F">
        <w:tab/>
      </w:r>
      <w:r w:rsidRPr="0067004F">
        <w:rPr>
          <w:b/>
        </w:rPr>
        <w:t>a.</w:t>
      </w:r>
      <w:r w:rsidRPr="0067004F">
        <w:rPr>
          <w:b/>
        </w:rPr>
        <w:tab/>
      </w:r>
      <w:r w:rsidRPr="0067004F">
        <w:t>Business Personal Property Coverage, except to the extent that improvements and betterments would be considered structures;</w:t>
      </w:r>
    </w:p>
    <w:p w14:paraId="18EB09AE" w14:textId="77777777" w:rsidR="00F21DB0" w:rsidRPr="0067004F" w:rsidRDefault="00F21DB0" w:rsidP="00F21DB0">
      <w:pPr>
        <w:pStyle w:val="outlinetxt4"/>
      </w:pPr>
      <w:r w:rsidRPr="0067004F">
        <w:tab/>
      </w:r>
      <w:r w:rsidRPr="0067004F">
        <w:rPr>
          <w:b/>
        </w:rPr>
        <w:t>b.</w:t>
      </w:r>
      <w:r w:rsidRPr="0067004F">
        <w:rPr>
          <w:b/>
        </w:rPr>
        <w:tab/>
      </w:r>
      <w:r w:rsidRPr="0067004F">
        <w:t>Coverage for indirect or consequential loss;</w:t>
      </w:r>
    </w:p>
    <w:p w14:paraId="0BDF1069" w14:textId="77777777" w:rsidR="00F21DB0" w:rsidRPr="0067004F" w:rsidRDefault="00F21DB0" w:rsidP="00F21DB0">
      <w:pPr>
        <w:pStyle w:val="outlinetxt4"/>
      </w:pPr>
      <w:r w:rsidRPr="0067004F">
        <w:tab/>
      </w:r>
      <w:r w:rsidRPr="0067004F">
        <w:rPr>
          <w:b/>
        </w:rPr>
        <w:t>c.</w:t>
      </w:r>
      <w:r w:rsidRPr="0067004F">
        <w:rPr>
          <w:b/>
        </w:rPr>
        <w:tab/>
      </w:r>
      <w:r w:rsidRPr="0067004F">
        <w:t>Dwellings, buildings or fixtures designed to be mobile or portable from location to location whether or not then located on a temporary foundation.</w:t>
      </w:r>
    </w:p>
    <w:p w14:paraId="07854877" w14:textId="77777777" w:rsidR="00F21DB0" w:rsidRPr="0067004F" w:rsidRDefault="00F21DB0" w:rsidP="00F21DB0">
      <w:pPr>
        <w:pStyle w:val="outlinehd3"/>
      </w:pPr>
      <w:r w:rsidRPr="0067004F">
        <w:tab/>
        <w:t>3.</w:t>
      </w:r>
      <w:r w:rsidRPr="0067004F">
        <w:tab/>
        <w:t>Coverage</w:t>
      </w:r>
    </w:p>
    <w:p w14:paraId="1F39B92D" w14:textId="77777777" w:rsidR="00F21DB0" w:rsidRPr="0067004F" w:rsidRDefault="00F21DB0" w:rsidP="00F21DB0">
      <w:pPr>
        <w:pStyle w:val="outlinetxt4"/>
      </w:pPr>
      <w:r w:rsidRPr="0067004F">
        <w:tab/>
      </w:r>
      <w:r w:rsidRPr="0067004F">
        <w:rPr>
          <w:b/>
        </w:rPr>
        <w:t>a.</w:t>
      </w:r>
      <w:r w:rsidRPr="0067004F">
        <w:rPr>
          <w:b/>
        </w:rPr>
        <w:tab/>
      </w:r>
      <w:r w:rsidRPr="0067004F">
        <w:t>The coverage must be provided unless waived in writing by the insured in the counties listed as follows:</w:t>
      </w:r>
    </w:p>
    <w:p w14:paraId="0481B2D1" w14:textId="77777777" w:rsidR="00F21DB0" w:rsidRPr="0067004F" w:rsidRDefault="00F21DB0" w:rsidP="00F21DB0">
      <w:pPr>
        <w:pStyle w:val="space4"/>
      </w:pPr>
    </w:p>
    <w:tbl>
      <w:tblPr>
        <w:tblW w:w="0" w:type="auto"/>
        <w:tblInd w:w="-160" w:type="dxa"/>
        <w:tblCellMar>
          <w:left w:w="50" w:type="dxa"/>
          <w:right w:w="50" w:type="dxa"/>
        </w:tblCellMar>
        <w:tblLook w:val="04A0" w:firstRow="1" w:lastRow="0" w:firstColumn="1" w:lastColumn="0" w:noHBand="0" w:noVBand="1"/>
      </w:tblPr>
      <w:tblGrid>
        <w:gridCol w:w="210"/>
        <w:gridCol w:w="1200"/>
        <w:gridCol w:w="1200"/>
        <w:gridCol w:w="1200"/>
        <w:gridCol w:w="1200"/>
      </w:tblGrid>
      <w:tr w:rsidR="00F21DB0" w:rsidRPr="0067004F" w14:paraId="33EB2BC5" w14:textId="77777777" w:rsidTr="00E44FF8">
        <w:trPr>
          <w:cantSplit/>
          <w:trHeight w:val="190"/>
        </w:trPr>
        <w:tc>
          <w:tcPr>
            <w:tcW w:w="210" w:type="dxa"/>
          </w:tcPr>
          <w:p w14:paraId="7EB5A9A1" w14:textId="77777777" w:rsidR="00F21DB0" w:rsidRPr="0067004F" w:rsidRDefault="00F21DB0" w:rsidP="00E44FF8">
            <w:pPr>
              <w:pStyle w:val="tabletext11"/>
            </w:pPr>
          </w:p>
        </w:tc>
        <w:tc>
          <w:tcPr>
            <w:tcW w:w="1200" w:type="dxa"/>
            <w:tcBorders>
              <w:top w:val="single" w:sz="6" w:space="0" w:color="auto"/>
              <w:left w:val="single" w:sz="6" w:space="0" w:color="auto"/>
              <w:bottom w:val="nil"/>
              <w:right w:val="nil"/>
            </w:tcBorders>
            <w:hideMark/>
          </w:tcPr>
          <w:p w14:paraId="1A397E0D" w14:textId="77777777" w:rsidR="00F21DB0" w:rsidRPr="0067004F" w:rsidRDefault="00F21DB0" w:rsidP="00E44FF8">
            <w:pPr>
              <w:pStyle w:val="tabletext11"/>
            </w:pPr>
            <w:r w:rsidRPr="0067004F">
              <w:t>Bell</w:t>
            </w:r>
          </w:p>
        </w:tc>
        <w:tc>
          <w:tcPr>
            <w:tcW w:w="1200" w:type="dxa"/>
            <w:tcBorders>
              <w:top w:val="single" w:sz="6" w:space="0" w:color="auto"/>
              <w:left w:val="single" w:sz="6" w:space="0" w:color="auto"/>
              <w:bottom w:val="nil"/>
              <w:right w:val="nil"/>
            </w:tcBorders>
            <w:hideMark/>
          </w:tcPr>
          <w:p w14:paraId="2AA5763E" w14:textId="77777777" w:rsidR="00F21DB0" w:rsidRPr="0067004F" w:rsidRDefault="00F21DB0" w:rsidP="00E44FF8">
            <w:pPr>
              <w:pStyle w:val="tabletext11"/>
            </w:pPr>
            <w:r w:rsidRPr="0067004F">
              <w:t>Hancock</w:t>
            </w:r>
          </w:p>
        </w:tc>
        <w:tc>
          <w:tcPr>
            <w:tcW w:w="1200" w:type="dxa"/>
            <w:tcBorders>
              <w:top w:val="single" w:sz="6" w:space="0" w:color="auto"/>
              <w:left w:val="single" w:sz="6" w:space="0" w:color="auto"/>
              <w:bottom w:val="nil"/>
              <w:right w:val="single" w:sz="6" w:space="0" w:color="auto"/>
            </w:tcBorders>
            <w:hideMark/>
          </w:tcPr>
          <w:p w14:paraId="28B5E0DF" w14:textId="77777777" w:rsidR="00F21DB0" w:rsidRPr="0067004F" w:rsidRDefault="00F21DB0" w:rsidP="00E44FF8">
            <w:pPr>
              <w:pStyle w:val="tabletext11"/>
            </w:pPr>
            <w:r w:rsidRPr="0067004F">
              <w:t>Letcher</w:t>
            </w:r>
          </w:p>
        </w:tc>
        <w:tc>
          <w:tcPr>
            <w:tcW w:w="1200" w:type="dxa"/>
            <w:tcBorders>
              <w:top w:val="single" w:sz="6" w:space="0" w:color="auto"/>
              <w:left w:val="single" w:sz="6" w:space="0" w:color="auto"/>
              <w:bottom w:val="nil"/>
              <w:right w:val="single" w:sz="6" w:space="0" w:color="auto"/>
            </w:tcBorders>
            <w:hideMark/>
          </w:tcPr>
          <w:p w14:paraId="64809544" w14:textId="77777777" w:rsidR="00F21DB0" w:rsidRPr="0067004F" w:rsidRDefault="00F21DB0" w:rsidP="00E44FF8">
            <w:pPr>
              <w:pStyle w:val="tabletext11"/>
            </w:pPr>
            <w:r w:rsidRPr="0067004F">
              <w:t>Wolfe</w:t>
            </w:r>
          </w:p>
        </w:tc>
      </w:tr>
      <w:tr w:rsidR="00F21DB0" w:rsidRPr="0067004F" w14:paraId="25A0795C" w14:textId="77777777" w:rsidTr="00E44FF8">
        <w:trPr>
          <w:cantSplit/>
          <w:trHeight w:val="190"/>
        </w:trPr>
        <w:tc>
          <w:tcPr>
            <w:tcW w:w="210" w:type="dxa"/>
          </w:tcPr>
          <w:p w14:paraId="5FFAE4C7" w14:textId="77777777" w:rsidR="00F21DB0" w:rsidRPr="0067004F" w:rsidRDefault="00F21DB0" w:rsidP="00E44FF8">
            <w:pPr>
              <w:pStyle w:val="tabletext11"/>
            </w:pPr>
          </w:p>
        </w:tc>
        <w:tc>
          <w:tcPr>
            <w:tcW w:w="1200" w:type="dxa"/>
            <w:tcBorders>
              <w:top w:val="nil"/>
              <w:left w:val="single" w:sz="6" w:space="0" w:color="auto"/>
              <w:bottom w:val="nil"/>
              <w:right w:val="nil"/>
            </w:tcBorders>
            <w:hideMark/>
          </w:tcPr>
          <w:p w14:paraId="372799AF" w14:textId="77777777" w:rsidR="00F21DB0" w:rsidRPr="0067004F" w:rsidRDefault="00F21DB0" w:rsidP="00E44FF8">
            <w:pPr>
              <w:pStyle w:val="tabletext11"/>
            </w:pPr>
            <w:r w:rsidRPr="0067004F">
              <w:t>Boyd</w:t>
            </w:r>
          </w:p>
        </w:tc>
        <w:tc>
          <w:tcPr>
            <w:tcW w:w="1200" w:type="dxa"/>
            <w:tcBorders>
              <w:top w:val="nil"/>
              <w:left w:val="single" w:sz="6" w:space="0" w:color="auto"/>
              <w:bottom w:val="nil"/>
              <w:right w:val="nil"/>
            </w:tcBorders>
            <w:hideMark/>
          </w:tcPr>
          <w:p w14:paraId="053F9DED" w14:textId="77777777" w:rsidR="00F21DB0" w:rsidRPr="0067004F" w:rsidRDefault="00F21DB0" w:rsidP="00E44FF8">
            <w:pPr>
              <w:pStyle w:val="tabletext11"/>
            </w:pPr>
            <w:r w:rsidRPr="0067004F">
              <w:t>Harlan</w:t>
            </w:r>
          </w:p>
        </w:tc>
        <w:tc>
          <w:tcPr>
            <w:tcW w:w="1200" w:type="dxa"/>
            <w:tcBorders>
              <w:top w:val="nil"/>
              <w:left w:val="single" w:sz="6" w:space="0" w:color="auto"/>
              <w:bottom w:val="nil"/>
              <w:right w:val="single" w:sz="6" w:space="0" w:color="auto"/>
            </w:tcBorders>
            <w:hideMark/>
          </w:tcPr>
          <w:p w14:paraId="749A4E48" w14:textId="77777777" w:rsidR="00F21DB0" w:rsidRPr="0067004F" w:rsidRDefault="00F21DB0" w:rsidP="00E44FF8">
            <w:pPr>
              <w:pStyle w:val="tabletext11"/>
            </w:pPr>
            <w:r w:rsidRPr="0067004F">
              <w:t>Martin</w:t>
            </w:r>
          </w:p>
        </w:tc>
        <w:tc>
          <w:tcPr>
            <w:tcW w:w="1200" w:type="dxa"/>
            <w:tcBorders>
              <w:top w:val="nil"/>
              <w:left w:val="single" w:sz="6" w:space="0" w:color="auto"/>
              <w:bottom w:val="nil"/>
              <w:right w:val="single" w:sz="6" w:space="0" w:color="auto"/>
            </w:tcBorders>
            <w:hideMark/>
          </w:tcPr>
          <w:p w14:paraId="5EBA2168" w14:textId="77777777" w:rsidR="00F21DB0" w:rsidRPr="0067004F" w:rsidRDefault="00F21DB0" w:rsidP="00E44FF8">
            <w:pPr>
              <w:pStyle w:val="tabletext11"/>
            </w:pPr>
          </w:p>
        </w:tc>
      </w:tr>
      <w:tr w:rsidR="00F21DB0" w:rsidRPr="0067004F" w14:paraId="0F216E09" w14:textId="77777777" w:rsidTr="00E44FF8">
        <w:trPr>
          <w:cantSplit/>
          <w:trHeight w:val="190"/>
        </w:trPr>
        <w:tc>
          <w:tcPr>
            <w:tcW w:w="210" w:type="dxa"/>
          </w:tcPr>
          <w:p w14:paraId="185C8B73" w14:textId="77777777" w:rsidR="00F21DB0" w:rsidRPr="0067004F" w:rsidRDefault="00F21DB0" w:rsidP="00E44FF8">
            <w:pPr>
              <w:pStyle w:val="tabletext11"/>
            </w:pPr>
          </w:p>
        </w:tc>
        <w:tc>
          <w:tcPr>
            <w:tcW w:w="1200" w:type="dxa"/>
            <w:tcBorders>
              <w:top w:val="nil"/>
              <w:left w:val="single" w:sz="6" w:space="0" w:color="auto"/>
              <w:bottom w:val="nil"/>
              <w:right w:val="nil"/>
            </w:tcBorders>
            <w:hideMark/>
          </w:tcPr>
          <w:p w14:paraId="315E8A21" w14:textId="77777777" w:rsidR="00F21DB0" w:rsidRPr="0067004F" w:rsidRDefault="00F21DB0" w:rsidP="00E44FF8">
            <w:pPr>
              <w:pStyle w:val="tabletext11"/>
            </w:pPr>
            <w:r w:rsidRPr="0067004F">
              <w:t>Breathitt</w:t>
            </w:r>
          </w:p>
        </w:tc>
        <w:tc>
          <w:tcPr>
            <w:tcW w:w="1200" w:type="dxa"/>
            <w:tcBorders>
              <w:top w:val="nil"/>
              <w:left w:val="single" w:sz="6" w:space="0" w:color="auto"/>
              <w:bottom w:val="nil"/>
              <w:right w:val="nil"/>
            </w:tcBorders>
            <w:hideMark/>
          </w:tcPr>
          <w:p w14:paraId="12E5D52E" w14:textId="77777777" w:rsidR="00F21DB0" w:rsidRPr="0067004F" w:rsidRDefault="00F21DB0" w:rsidP="00E44FF8">
            <w:pPr>
              <w:pStyle w:val="tabletext11"/>
            </w:pPr>
            <w:r w:rsidRPr="0067004F">
              <w:t>Henderson</w:t>
            </w:r>
          </w:p>
        </w:tc>
        <w:tc>
          <w:tcPr>
            <w:tcW w:w="1200" w:type="dxa"/>
            <w:tcBorders>
              <w:top w:val="nil"/>
              <w:left w:val="single" w:sz="6" w:space="0" w:color="auto"/>
              <w:bottom w:val="nil"/>
              <w:right w:val="single" w:sz="6" w:space="0" w:color="auto"/>
            </w:tcBorders>
            <w:hideMark/>
          </w:tcPr>
          <w:p w14:paraId="162FFA3D" w14:textId="77777777" w:rsidR="00F21DB0" w:rsidRPr="0067004F" w:rsidRDefault="00F21DB0" w:rsidP="00E44FF8">
            <w:pPr>
              <w:pStyle w:val="tabletext11"/>
            </w:pPr>
            <w:r w:rsidRPr="0067004F">
              <w:t>McCreary</w:t>
            </w:r>
          </w:p>
        </w:tc>
        <w:tc>
          <w:tcPr>
            <w:tcW w:w="1200" w:type="dxa"/>
            <w:tcBorders>
              <w:top w:val="nil"/>
              <w:left w:val="single" w:sz="6" w:space="0" w:color="auto"/>
              <w:bottom w:val="nil"/>
              <w:right w:val="single" w:sz="6" w:space="0" w:color="auto"/>
            </w:tcBorders>
          </w:tcPr>
          <w:p w14:paraId="499FB64C" w14:textId="77777777" w:rsidR="00F21DB0" w:rsidRPr="0067004F" w:rsidRDefault="00F21DB0" w:rsidP="00E44FF8">
            <w:pPr>
              <w:pStyle w:val="tabletext11"/>
            </w:pPr>
          </w:p>
        </w:tc>
      </w:tr>
      <w:tr w:rsidR="00F21DB0" w:rsidRPr="0067004F" w14:paraId="233B8CC9" w14:textId="77777777" w:rsidTr="00E44FF8">
        <w:trPr>
          <w:cantSplit/>
          <w:trHeight w:val="190"/>
        </w:trPr>
        <w:tc>
          <w:tcPr>
            <w:tcW w:w="210" w:type="dxa"/>
          </w:tcPr>
          <w:p w14:paraId="1086FC61" w14:textId="77777777" w:rsidR="00F21DB0" w:rsidRPr="0067004F" w:rsidRDefault="00F21DB0" w:rsidP="00E44FF8">
            <w:pPr>
              <w:pStyle w:val="tabletext11"/>
            </w:pPr>
          </w:p>
        </w:tc>
        <w:tc>
          <w:tcPr>
            <w:tcW w:w="1200" w:type="dxa"/>
            <w:tcBorders>
              <w:top w:val="nil"/>
              <w:left w:val="single" w:sz="6" w:space="0" w:color="auto"/>
              <w:bottom w:val="nil"/>
              <w:right w:val="nil"/>
            </w:tcBorders>
            <w:hideMark/>
          </w:tcPr>
          <w:p w14:paraId="258CD60E" w14:textId="77777777" w:rsidR="00F21DB0" w:rsidRPr="0067004F" w:rsidRDefault="00F21DB0" w:rsidP="00E44FF8">
            <w:pPr>
              <w:pStyle w:val="tabletext11"/>
            </w:pPr>
            <w:r w:rsidRPr="0067004F">
              <w:t>Butler</w:t>
            </w:r>
          </w:p>
        </w:tc>
        <w:tc>
          <w:tcPr>
            <w:tcW w:w="1200" w:type="dxa"/>
            <w:tcBorders>
              <w:top w:val="nil"/>
              <w:left w:val="single" w:sz="6" w:space="0" w:color="auto"/>
              <w:bottom w:val="nil"/>
              <w:right w:val="nil"/>
            </w:tcBorders>
            <w:hideMark/>
          </w:tcPr>
          <w:p w14:paraId="26FC8F22" w14:textId="77777777" w:rsidR="00F21DB0" w:rsidRPr="0067004F" w:rsidRDefault="00F21DB0" w:rsidP="00E44FF8">
            <w:pPr>
              <w:pStyle w:val="tabletext11"/>
            </w:pPr>
            <w:r w:rsidRPr="0067004F">
              <w:t>Hopkins</w:t>
            </w:r>
          </w:p>
        </w:tc>
        <w:tc>
          <w:tcPr>
            <w:tcW w:w="1200" w:type="dxa"/>
            <w:tcBorders>
              <w:top w:val="nil"/>
              <w:left w:val="single" w:sz="6" w:space="0" w:color="auto"/>
              <w:bottom w:val="nil"/>
              <w:right w:val="single" w:sz="6" w:space="0" w:color="auto"/>
            </w:tcBorders>
            <w:hideMark/>
          </w:tcPr>
          <w:p w14:paraId="420BE018" w14:textId="77777777" w:rsidR="00F21DB0" w:rsidRPr="0067004F" w:rsidRDefault="00F21DB0" w:rsidP="00E44FF8">
            <w:pPr>
              <w:pStyle w:val="tabletext11"/>
            </w:pPr>
            <w:r w:rsidRPr="0067004F">
              <w:t>McLean</w:t>
            </w:r>
          </w:p>
        </w:tc>
        <w:tc>
          <w:tcPr>
            <w:tcW w:w="1200" w:type="dxa"/>
            <w:tcBorders>
              <w:top w:val="nil"/>
              <w:left w:val="single" w:sz="6" w:space="0" w:color="auto"/>
              <w:bottom w:val="nil"/>
              <w:right w:val="single" w:sz="6" w:space="0" w:color="auto"/>
            </w:tcBorders>
          </w:tcPr>
          <w:p w14:paraId="5CA0E344" w14:textId="77777777" w:rsidR="00F21DB0" w:rsidRPr="0067004F" w:rsidRDefault="00F21DB0" w:rsidP="00E44FF8">
            <w:pPr>
              <w:pStyle w:val="tabletext11"/>
            </w:pPr>
          </w:p>
        </w:tc>
      </w:tr>
      <w:tr w:rsidR="00F21DB0" w:rsidRPr="0067004F" w14:paraId="254335FE" w14:textId="77777777" w:rsidTr="00E44FF8">
        <w:trPr>
          <w:cantSplit/>
          <w:trHeight w:val="190"/>
        </w:trPr>
        <w:tc>
          <w:tcPr>
            <w:tcW w:w="210" w:type="dxa"/>
          </w:tcPr>
          <w:p w14:paraId="3E94AFC5" w14:textId="77777777" w:rsidR="00F21DB0" w:rsidRPr="0067004F" w:rsidRDefault="00F21DB0" w:rsidP="00E44FF8">
            <w:pPr>
              <w:pStyle w:val="tabletext11"/>
            </w:pPr>
          </w:p>
        </w:tc>
        <w:tc>
          <w:tcPr>
            <w:tcW w:w="1200" w:type="dxa"/>
            <w:tcBorders>
              <w:top w:val="nil"/>
              <w:left w:val="single" w:sz="6" w:space="0" w:color="auto"/>
              <w:bottom w:val="nil"/>
              <w:right w:val="nil"/>
            </w:tcBorders>
            <w:hideMark/>
          </w:tcPr>
          <w:p w14:paraId="6927ED9C" w14:textId="77777777" w:rsidR="00F21DB0" w:rsidRPr="0067004F" w:rsidRDefault="00F21DB0" w:rsidP="00E44FF8">
            <w:pPr>
              <w:pStyle w:val="tabletext11"/>
            </w:pPr>
            <w:r w:rsidRPr="0067004F">
              <w:t>Carter</w:t>
            </w:r>
          </w:p>
        </w:tc>
        <w:tc>
          <w:tcPr>
            <w:tcW w:w="1200" w:type="dxa"/>
            <w:tcBorders>
              <w:top w:val="nil"/>
              <w:left w:val="single" w:sz="6" w:space="0" w:color="auto"/>
              <w:bottom w:val="nil"/>
              <w:right w:val="nil"/>
            </w:tcBorders>
            <w:hideMark/>
          </w:tcPr>
          <w:p w14:paraId="3BD359BB" w14:textId="77777777" w:rsidR="00F21DB0" w:rsidRPr="0067004F" w:rsidRDefault="00F21DB0" w:rsidP="00E44FF8">
            <w:pPr>
              <w:pStyle w:val="tabletext11"/>
            </w:pPr>
            <w:r w:rsidRPr="0067004F">
              <w:t>Jackson</w:t>
            </w:r>
          </w:p>
        </w:tc>
        <w:tc>
          <w:tcPr>
            <w:tcW w:w="1200" w:type="dxa"/>
            <w:tcBorders>
              <w:top w:val="nil"/>
              <w:left w:val="single" w:sz="6" w:space="0" w:color="auto"/>
              <w:bottom w:val="nil"/>
              <w:right w:val="single" w:sz="6" w:space="0" w:color="auto"/>
            </w:tcBorders>
            <w:hideMark/>
          </w:tcPr>
          <w:p w14:paraId="36262F87" w14:textId="77777777" w:rsidR="00F21DB0" w:rsidRPr="0067004F" w:rsidRDefault="00F21DB0" w:rsidP="00E44FF8">
            <w:pPr>
              <w:pStyle w:val="tabletext11"/>
            </w:pPr>
            <w:r w:rsidRPr="0067004F">
              <w:t>Morgan</w:t>
            </w:r>
          </w:p>
        </w:tc>
        <w:tc>
          <w:tcPr>
            <w:tcW w:w="1200" w:type="dxa"/>
            <w:tcBorders>
              <w:top w:val="nil"/>
              <w:left w:val="single" w:sz="6" w:space="0" w:color="auto"/>
              <w:bottom w:val="nil"/>
              <w:right w:val="single" w:sz="6" w:space="0" w:color="auto"/>
            </w:tcBorders>
          </w:tcPr>
          <w:p w14:paraId="71FA2AA7" w14:textId="77777777" w:rsidR="00F21DB0" w:rsidRPr="0067004F" w:rsidRDefault="00F21DB0" w:rsidP="00E44FF8">
            <w:pPr>
              <w:pStyle w:val="tabletext11"/>
            </w:pPr>
          </w:p>
        </w:tc>
      </w:tr>
      <w:tr w:rsidR="00F21DB0" w:rsidRPr="0067004F" w14:paraId="18B4DBE6" w14:textId="77777777" w:rsidTr="00E44FF8">
        <w:trPr>
          <w:cantSplit/>
          <w:trHeight w:val="190"/>
        </w:trPr>
        <w:tc>
          <w:tcPr>
            <w:tcW w:w="210" w:type="dxa"/>
          </w:tcPr>
          <w:p w14:paraId="1E7B055A" w14:textId="77777777" w:rsidR="00F21DB0" w:rsidRPr="0067004F" w:rsidRDefault="00F21DB0" w:rsidP="00E44FF8">
            <w:pPr>
              <w:pStyle w:val="tabletext11"/>
            </w:pPr>
          </w:p>
        </w:tc>
        <w:tc>
          <w:tcPr>
            <w:tcW w:w="1200" w:type="dxa"/>
            <w:tcBorders>
              <w:top w:val="nil"/>
              <w:left w:val="single" w:sz="6" w:space="0" w:color="auto"/>
              <w:bottom w:val="nil"/>
              <w:right w:val="nil"/>
            </w:tcBorders>
            <w:hideMark/>
          </w:tcPr>
          <w:p w14:paraId="70890A62" w14:textId="77777777" w:rsidR="00F21DB0" w:rsidRPr="0067004F" w:rsidRDefault="00F21DB0" w:rsidP="00E44FF8">
            <w:pPr>
              <w:pStyle w:val="tabletext11"/>
            </w:pPr>
            <w:r w:rsidRPr="0067004F">
              <w:t>Christian</w:t>
            </w:r>
          </w:p>
        </w:tc>
        <w:tc>
          <w:tcPr>
            <w:tcW w:w="1200" w:type="dxa"/>
            <w:tcBorders>
              <w:top w:val="nil"/>
              <w:left w:val="single" w:sz="6" w:space="0" w:color="auto"/>
              <w:bottom w:val="nil"/>
              <w:right w:val="nil"/>
            </w:tcBorders>
            <w:hideMark/>
          </w:tcPr>
          <w:p w14:paraId="546056C0" w14:textId="77777777" w:rsidR="00F21DB0" w:rsidRPr="0067004F" w:rsidRDefault="00F21DB0" w:rsidP="00E44FF8">
            <w:pPr>
              <w:pStyle w:val="tabletext11"/>
            </w:pPr>
            <w:r w:rsidRPr="0067004F">
              <w:t>Johnson</w:t>
            </w:r>
          </w:p>
        </w:tc>
        <w:tc>
          <w:tcPr>
            <w:tcW w:w="1200" w:type="dxa"/>
            <w:tcBorders>
              <w:top w:val="nil"/>
              <w:left w:val="single" w:sz="6" w:space="0" w:color="auto"/>
              <w:bottom w:val="nil"/>
              <w:right w:val="single" w:sz="6" w:space="0" w:color="auto"/>
            </w:tcBorders>
            <w:hideMark/>
          </w:tcPr>
          <w:p w14:paraId="0EECD50D" w14:textId="77777777" w:rsidR="00F21DB0" w:rsidRPr="0067004F" w:rsidRDefault="00F21DB0" w:rsidP="00E44FF8">
            <w:pPr>
              <w:pStyle w:val="tabletext11"/>
            </w:pPr>
            <w:r w:rsidRPr="0067004F">
              <w:t>Muhlenberg</w:t>
            </w:r>
          </w:p>
        </w:tc>
        <w:tc>
          <w:tcPr>
            <w:tcW w:w="1200" w:type="dxa"/>
            <w:tcBorders>
              <w:top w:val="nil"/>
              <w:left w:val="single" w:sz="6" w:space="0" w:color="auto"/>
              <w:bottom w:val="nil"/>
              <w:right w:val="single" w:sz="6" w:space="0" w:color="auto"/>
            </w:tcBorders>
          </w:tcPr>
          <w:p w14:paraId="2EB60A46" w14:textId="77777777" w:rsidR="00F21DB0" w:rsidRPr="0067004F" w:rsidRDefault="00F21DB0" w:rsidP="00E44FF8">
            <w:pPr>
              <w:pStyle w:val="tabletext11"/>
            </w:pPr>
          </w:p>
        </w:tc>
      </w:tr>
      <w:tr w:rsidR="00F21DB0" w:rsidRPr="0067004F" w14:paraId="286683A4" w14:textId="77777777" w:rsidTr="00E44FF8">
        <w:trPr>
          <w:cantSplit/>
          <w:trHeight w:val="190"/>
        </w:trPr>
        <w:tc>
          <w:tcPr>
            <w:tcW w:w="210" w:type="dxa"/>
          </w:tcPr>
          <w:p w14:paraId="6D64D06E" w14:textId="77777777" w:rsidR="00F21DB0" w:rsidRPr="0067004F" w:rsidRDefault="00F21DB0" w:rsidP="00E44FF8">
            <w:pPr>
              <w:pStyle w:val="tabletext11"/>
            </w:pPr>
          </w:p>
        </w:tc>
        <w:tc>
          <w:tcPr>
            <w:tcW w:w="1200" w:type="dxa"/>
            <w:tcBorders>
              <w:top w:val="nil"/>
              <w:left w:val="single" w:sz="6" w:space="0" w:color="auto"/>
              <w:bottom w:val="nil"/>
              <w:right w:val="nil"/>
            </w:tcBorders>
            <w:hideMark/>
          </w:tcPr>
          <w:p w14:paraId="4F9D0FE9" w14:textId="77777777" w:rsidR="00F21DB0" w:rsidRPr="0067004F" w:rsidRDefault="00F21DB0" w:rsidP="00E44FF8">
            <w:pPr>
              <w:pStyle w:val="tabletext11"/>
            </w:pPr>
            <w:r w:rsidRPr="0067004F">
              <w:t>Clay</w:t>
            </w:r>
          </w:p>
        </w:tc>
        <w:tc>
          <w:tcPr>
            <w:tcW w:w="1200" w:type="dxa"/>
            <w:tcBorders>
              <w:top w:val="nil"/>
              <w:left w:val="single" w:sz="6" w:space="0" w:color="auto"/>
              <w:bottom w:val="nil"/>
              <w:right w:val="nil"/>
            </w:tcBorders>
            <w:hideMark/>
          </w:tcPr>
          <w:p w14:paraId="5778328A" w14:textId="77777777" w:rsidR="00F21DB0" w:rsidRPr="0067004F" w:rsidRDefault="00F21DB0" w:rsidP="00E44FF8">
            <w:pPr>
              <w:pStyle w:val="tabletext11"/>
            </w:pPr>
            <w:r w:rsidRPr="0067004F">
              <w:t>Knott</w:t>
            </w:r>
          </w:p>
        </w:tc>
        <w:tc>
          <w:tcPr>
            <w:tcW w:w="1200" w:type="dxa"/>
            <w:tcBorders>
              <w:top w:val="nil"/>
              <w:left w:val="single" w:sz="6" w:space="0" w:color="auto"/>
              <w:bottom w:val="nil"/>
              <w:right w:val="single" w:sz="6" w:space="0" w:color="auto"/>
            </w:tcBorders>
            <w:hideMark/>
          </w:tcPr>
          <w:p w14:paraId="3937AA41" w14:textId="77777777" w:rsidR="00F21DB0" w:rsidRPr="0067004F" w:rsidRDefault="00F21DB0" w:rsidP="00E44FF8">
            <w:pPr>
              <w:pStyle w:val="tabletext11"/>
            </w:pPr>
            <w:r w:rsidRPr="0067004F">
              <w:t>Ohio</w:t>
            </w:r>
          </w:p>
        </w:tc>
        <w:tc>
          <w:tcPr>
            <w:tcW w:w="1200" w:type="dxa"/>
            <w:tcBorders>
              <w:top w:val="nil"/>
              <w:left w:val="single" w:sz="6" w:space="0" w:color="auto"/>
              <w:bottom w:val="nil"/>
              <w:right w:val="single" w:sz="6" w:space="0" w:color="auto"/>
            </w:tcBorders>
          </w:tcPr>
          <w:p w14:paraId="278B5C74" w14:textId="77777777" w:rsidR="00F21DB0" w:rsidRPr="0067004F" w:rsidRDefault="00F21DB0" w:rsidP="00E44FF8">
            <w:pPr>
              <w:pStyle w:val="tabletext11"/>
            </w:pPr>
          </w:p>
        </w:tc>
      </w:tr>
      <w:tr w:rsidR="00F21DB0" w:rsidRPr="0067004F" w14:paraId="216C54D9" w14:textId="77777777" w:rsidTr="00E44FF8">
        <w:trPr>
          <w:cantSplit/>
          <w:trHeight w:val="190"/>
        </w:trPr>
        <w:tc>
          <w:tcPr>
            <w:tcW w:w="210" w:type="dxa"/>
          </w:tcPr>
          <w:p w14:paraId="7FD4F893" w14:textId="77777777" w:rsidR="00F21DB0" w:rsidRPr="0067004F" w:rsidRDefault="00F21DB0" w:rsidP="00E44FF8">
            <w:pPr>
              <w:pStyle w:val="tabletext11"/>
            </w:pPr>
          </w:p>
        </w:tc>
        <w:tc>
          <w:tcPr>
            <w:tcW w:w="1200" w:type="dxa"/>
            <w:tcBorders>
              <w:top w:val="nil"/>
              <w:left w:val="single" w:sz="6" w:space="0" w:color="auto"/>
              <w:bottom w:val="nil"/>
              <w:right w:val="nil"/>
            </w:tcBorders>
            <w:hideMark/>
          </w:tcPr>
          <w:p w14:paraId="285122FA" w14:textId="77777777" w:rsidR="00F21DB0" w:rsidRPr="0067004F" w:rsidRDefault="00F21DB0" w:rsidP="00E44FF8">
            <w:pPr>
              <w:pStyle w:val="tabletext11"/>
            </w:pPr>
            <w:r w:rsidRPr="0067004F">
              <w:t>Daviess</w:t>
            </w:r>
          </w:p>
        </w:tc>
        <w:tc>
          <w:tcPr>
            <w:tcW w:w="1200" w:type="dxa"/>
            <w:tcBorders>
              <w:top w:val="nil"/>
              <w:left w:val="single" w:sz="6" w:space="0" w:color="auto"/>
              <w:bottom w:val="nil"/>
              <w:right w:val="nil"/>
            </w:tcBorders>
            <w:hideMark/>
          </w:tcPr>
          <w:p w14:paraId="4BB7A929" w14:textId="77777777" w:rsidR="00F21DB0" w:rsidRPr="0067004F" w:rsidRDefault="00F21DB0" w:rsidP="00E44FF8">
            <w:pPr>
              <w:pStyle w:val="tabletext11"/>
            </w:pPr>
            <w:r w:rsidRPr="0067004F">
              <w:t>Knox</w:t>
            </w:r>
          </w:p>
        </w:tc>
        <w:tc>
          <w:tcPr>
            <w:tcW w:w="1200" w:type="dxa"/>
            <w:tcBorders>
              <w:top w:val="nil"/>
              <w:left w:val="single" w:sz="6" w:space="0" w:color="auto"/>
              <w:bottom w:val="nil"/>
              <w:right w:val="single" w:sz="6" w:space="0" w:color="auto"/>
            </w:tcBorders>
            <w:hideMark/>
          </w:tcPr>
          <w:p w14:paraId="5FE169A7" w14:textId="77777777" w:rsidR="00F21DB0" w:rsidRPr="0067004F" w:rsidRDefault="00F21DB0" w:rsidP="00E44FF8">
            <w:pPr>
              <w:pStyle w:val="tabletext11"/>
            </w:pPr>
            <w:r w:rsidRPr="0067004F">
              <w:t>Owsley</w:t>
            </w:r>
          </w:p>
        </w:tc>
        <w:tc>
          <w:tcPr>
            <w:tcW w:w="1200" w:type="dxa"/>
            <w:tcBorders>
              <w:top w:val="nil"/>
              <w:left w:val="single" w:sz="6" w:space="0" w:color="auto"/>
              <w:bottom w:val="nil"/>
              <w:right w:val="single" w:sz="6" w:space="0" w:color="auto"/>
            </w:tcBorders>
          </w:tcPr>
          <w:p w14:paraId="659F0AC0" w14:textId="77777777" w:rsidR="00F21DB0" w:rsidRPr="0067004F" w:rsidRDefault="00F21DB0" w:rsidP="00E44FF8">
            <w:pPr>
              <w:pStyle w:val="tabletext11"/>
            </w:pPr>
          </w:p>
        </w:tc>
      </w:tr>
      <w:tr w:rsidR="00F21DB0" w:rsidRPr="0067004F" w14:paraId="5BF807B0" w14:textId="77777777" w:rsidTr="00E44FF8">
        <w:trPr>
          <w:cantSplit/>
          <w:trHeight w:val="190"/>
        </w:trPr>
        <w:tc>
          <w:tcPr>
            <w:tcW w:w="210" w:type="dxa"/>
          </w:tcPr>
          <w:p w14:paraId="53FFCE4A" w14:textId="77777777" w:rsidR="00F21DB0" w:rsidRPr="0067004F" w:rsidRDefault="00F21DB0" w:rsidP="00E44FF8">
            <w:pPr>
              <w:pStyle w:val="tabletext11"/>
            </w:pPr>
          </w:p>
        </w:tc>
        <w:tc>
          <w:tcPr>
            <w:tcW w:w="1200" w:type="dxa"/>
            <w:tcBorders>
              <w:top w:val="nil"/>
              <w:left w:val="single" w:sz="6" w:space="0" w:color="auto"/>
              <w:bottom w:val="nil"/>
              <w:right w:val="nil"/>
            </w:tcBorders>
            <w:hideMark/>
          </w:tcPr>
          <w:p w14:paraId="1799D556" w14:textId="77777777" w:rsidR="00F21DB0" w:rsidRPr="0067004F" w:rsidRDefault="00F21DB0" w:rsidP="00E44FF8">
            <w:pPr>
              <w:pStyle w:val="tabletext11"/>
            </w:pPr>
            <w:r w:rsidRPr="0067004F">
              <w:t>Edmonson</w:t>
            </w:r>
          </w:p>
        </w:tc>
        <w:tc>
          <w:tcPr>
            <w:tcW w:w="1200" w:type="dxa"/>
            <w:tcBorders>
              <w:top w:val="nil"/>
              <w:left w:val="single" w:sz="6" w:space="0" w:color="auto"/>
              <w:bottom w:val="nil"/>
              <w:right w:val="nil"/>
            </w:tcBorders>
            <w:hideMark/>
          </w:tcPr>
          <w:p w14:paraId="0399FFAA" w14:textId="77777777" w:rsidR="00F21DB0" w:rsidRPr="0067004F" w:rsidRDefault="00F21DB0" w:rsidP="00E44FF8">
            <w:pPr>
              <w:pStyle w:val="tabletext11"/>
            </w:pPr>
            <w:r w:rsidRPr="0067004F">
              <w:t>Laurel</w:t>
            </w:r>
          </w:p>
        </w:tc>
        <w:tc>
          <w:tcPr>
            <w:tcW w:w="1200" w:type="dxa"/>
            <w:tcBorders>
              <w:top w:val="nil"/>
              <w:left w:val="single" w:sz="6" w:space="0" w:color="auto"/>
              <w:bottom w:val="nil"/>
              <w:right w:val="single" w:sz="6" w:space="0" w:color="auto"/>
            </w:tcBorders>
            <w:hideMark/>
          </w:tcPr>
          <w:p w14:paraId="45F1D1CF" w14:textId="77777777" w:rsidR="00F21DB0" w:rsidRPr="0067004F" w:rsidRDefault="00F21DB0" w:rsidP="00E44FF8">
            <w:pPr>
              <w:pStyle w:val="tabletext11"/>
            </w:pPr>
            <w:r w:rsidRPr="0067004F">
              <w:t>Perry</w:t>
            </w:r>
          </w:p>
        </w:tc>
        <w:tc>
          <w:tcPr>
            <w:tcW w:w="1200" w:type="dxa"/>
            <w:tcBorders>
              <w:top w:val="nil"/>
              <w:left w:val="single" w:sz="6" w:space="0" w:color="auto"/>
              <w:bottom w:val="nil"/>
              <w:right w:val="single" w:sz="6" w:space="0" w:color="auto"/>
            </w:tcBorders>
          </w:tcPr>
          <w:p w14:paraId="690ABCC0" w14:textId="77777777" w:rsidR="00F21DB0" w:rsidRPr="0067004F" w:rsidRDefault="00F21DB0" w:rsidP="00E44FF8">
            <w:pPr>
              <w:pStyle w:val="tabletext11"/>
            </w:pPr>
          </w:p>
        </w:tc>
      </w:tr>
      <w:tr w:rsidR="00F21DB0" w:rsidRPr="0067004F" w14:paraId="1B4C33EA" w14:textId="77777777" w:rsidTr="00E44FF8">
        <w:trPr>
          <w:cantSplit/>
          <w:trHeight w:val="190"/>
        </w:trPr>
        <w:tc>
          <w:tcPr>
            <w:tcW w:w="210" w:type="dxa"/>
          </w:tcPr>
          <w:p w14:paraId="554BC107" w14:textId="77777777" w:rsidR="00F21DB0" w:rsidRPr="0067004F" w:rsidRDefault="00F21DB0" w:rsidP="00E44FF8">
            <w:pPr>
              <w:pStyle w:val="tabletext11"/>
            </w:pPr>
          </w:p>
        </w:tc>
        <w:tc>
          <w:tcPr>
            <w:tcW w:w="1200" w:type="dxa"/>
            <w:tcBorders>
              <w:top w:val="nil"/>
              <w:left w:val="single" w:sz="6" w:space="0" w:color="auto"/>
              <w:bottom w:val="nil"/>
              <w:right w:val="nil"/>
            </w:tcBorders>
            <w:hideMark/>
          </w:tcPr>
          <w:p w14:paraId="56391E6E" w14:textId="77777777" w:rsidR="00F21DB0" w:rsidRPr="0067004F" w:rsidRDefault="00F21DB0" w:rsidP="00E44FF8">
            <w:pPr>
              <w:pStyle w:val="tabletext11"/>
            </w:pPr>
            <w:r w:rsidRPr="0067004F">
              <w:t>Elliott</w:t>
            </w:r>
          </w:p>
        </w:tc>
        <w:tc>
          <w:tcPr>
            <w:tcW w:w="1200" w:type="dxa"/>
            <w:tcBorders>
              <w:top w:val="nil"/>
              <w:left w:val="single" w:sz="6" w:space="0" w:color="auto"/>
              <w:bottom w:val="nil"/>
              <w:right w:val="nil"/>
            </w:tcBorders>
            <w:hideMark/>
          </w:tcPr>
          <w:p w14:paraId="68514996" w14:textId="77777777" w:rsidR="00F21DB0" w:rsidRPr="0067004F" w:rsidRDefault="00F21DB0" w:rsidP="00E44FF8">
            <w:pPr>
              <w:pStyle w:val="tabletext11"/>
            </w:pPr>
            <w:r w:rsidRPr="0067004F">
              <w:t>Lawrence</w:t>
            </w:r>
          </w:p>
        </w:tc>
        <w:tc>
          <w:tcPr>
            <w:tcW w:w="1200" w:type="dxa"/>
            <w:tcBorders>
              <w:top w:val="nil"/>
              <w:left w:val="single" w:sz="6" w:space="0" w:color="auto"/>
              <w:bottom w:val="nil"/>
              <w:right w:val="single" w:sz="6" w:space="0" w:color="auto"/>
            </w:tcBorders>
            <w:hideMark/>
          </w:tcPr>
          <w:p w14:paraId="1180E15A" w14:textId="77777777" w:rsidR="00F21DB0" w:rsidRPr="0067004F" w:rsidRDefault="00F21DB0" w:rsidP="00E44FF8">
            <w:pPr>
              <w:pStyle w:val="tabletext11"/>
            </w:pPr>
            <w:r w:rsidRPr="0067004F">
              <w:t>Union</w:t>
            </w:r>
          </w:p>
        </w:tc>
        <w:tc>
          <w:tcPr>
            <w:tcW w:w="1200" w:type="dxa"/>
            <w:tcBorders>
              <w:top w:val="nil"/>
              <w:left w:val="single" w:sz="6" w:space="0" w:color="auto"/>
              <w:bottom w:val="nil"/>
              <w:right w:val="single" w:sz="6" w:space="0" w:color="auto"/>
            </w:tcBorders>
          </w:tcPr>
          <w:p w14:paraId="1851F5B7" w14:textId="77777777" w:rsidR="00F21DB0" w:rsidRPr="0067004F" w:rsidRDefault="00F21DB0" w:rsidP="00E44FF8">
            <w:pPr>
              <w:pStyle w:val="tabletext11"/>
            </w:pPr>
          </w:p>
        </w:tc>
      </w:tr>
      <w:tr w:rsidR="00F21DB0" w:rsidRPr="0067004F" w14:paraId="2FD43740" w14:textId="77777777" w:rsidTr="00E44FF8">
        <w:trPr>
          <w:cantSplit/>
          <w:trHeight w:val="190"/>
        </w:trPr>
        <w:tc>
          <w:tcPr>
            <w:tcW w:w="210" w:type="dxa"/>
          </w:tcPr>
          <w:p w14:paraId="557067F5" w14:textId="77777777" w:rsidR="00F21DB0" w:rsidRPr="0067004F" w:rsidRDefault="00F21DB0" w:rsidP="00E44FF8">
            <w:pPr>
              <w:pStyle w:val="tabletext11"/>
            </w:pPr>
          </w:p>
        </w:tc>
        <w:tc>
          <w:tcPr>
            <w:tcW w:w="1200" w:type="dxa"/>
            <w:tcBorders>
              <w:top w:val="nil"/>
              <w:left w:val="single" w:sz="6" w:space="0" w:color="auto"/>
              <w:bottom w:val="nil"/>
              <w:right w:val="nil"/>
            </w:tcBorders>
            <w:hideMark/>
          </w:tcPr>
          <w:p w14:paraId="5450F493" w14:textId="77777777" w:rsidR="00F21DB0" w:rsidRPr="0067004F" w:rsidRDefault="00F21DB0" w:rsidP="00E44FF8">
            <w:pPr>
              <w:pStyle w:val="tabletext11"/>
            </w:pPr>
            <w:r w:rsidRPr="0067004F">
              <w:t>Floyd</w:t>
            </w:r>
          </w:p>
        </w:tc>
        <w:tc>
          <w:tcPr>
            <w:tcW w:w="1200" w:type="dxa"/>
            <w:tcBorders>
              <w:top w:val="nil"/>
              <w:left w:val="single" w:sz="6" w:space="0" w:color="auto"/>
              <w:bottom w:val="nil"/>
              <w:right w:val="nil"/>
            </w:tcBorders>
            <w:hideMark/>
          </w:tcPr>
          <w:p w14:paraId="40C38BAF" w14:textId="77777777" w:rsidR="00F21DB0" w:rsidRPr="0067004F" w:rsidRDefault="00F21DB0" w:rsidP="00E44FF8">
            <w:pPr>
              <w:pStyle w:val="tabletext11"/>
            </w:pPr>
            <w:r w:rsidRPr="0067004F">
              <w:t>Lee</w:t>
            </w:r>
          </w:p>
        </w:tc>
        <w:tc>
          <w:tcPr>
            <w:tcW w:w="1200" w:type="dxa"/>
            <w:tcBorders>
              <w:top w:val="nil"/>
              <w:left w:val="single" w:sz="6" w:space="0" w:color="auto"/>
              <w:bottom w:val="nil"/>
              <w:right w:val="single" w:sz="6" w:space="0" w:color="auto"/>
            </w:tcBorders>
          </w:tcPr>
          <w:p w14:paraId="28D2A213" w14:textId="77777777" w:rsidR="00F21DB0" w:rsidRPr="0067004F" w:rsidRDefault="00F21DB0" w:rsidP="00E44FF8">
            <w:pPr>
              <w:pStyle w:val="tabletext11"/>
            </w:pPr>
            <w:r w:rsidRPr="0067004F">
              <w:t>Webster</w:t>
            </w:r>
          </w:p>
        </w:tc>
        <w:tc>
          <w:tcPr>
            <w:tcW w:w="1200" w:type="dxa"/>
            <w:tcBorders>
              <w:top w:val="nil"/>
              <w:left w:val="single" w:sz="6" w:space="0" w:color="auto"/>
              <w:bottom w:val="nil"/>
              <w:right w:val="single" w:sz="6" w:space="0" w:color="auto"/>
            </w:tcBorders>
          </w:tcPr>
          <w:p w14:paraId="33A08327" w14:textId="77777777" w:rsidR="00F21DB0" w:rsidRPr="0067004F" w:rsidRDefault="00F21DB0" w:rsidP="00E44FF8">
            <w:pPr>
              <w:pStyle w:val="tabletext11"/>
            </w:pPr>
          </w:p>
        </w:tc>
      </w:tr>
      <w:tr w:rsidR="00F21DB0" w:rsidRPr="0067004F" w14:paraId="66B3E4D5" w14:textId="77777777" w:rsidTr="00E44FF8">
        <w:trPr>
          <w:cantSplit/>
          <w:trHeight w:val="190"/>
        </w:trPr>
        <w:tc>
          <w:tcPr>
            <w:tcW w:w="210" w:type="dxa"/>
          </w:tcPr>
          <w:p w14:paraId="7B58620C" w14:textId="77777777" w:rsidR="00F21DB0" w:rsidRPr="0067004F" w:rsidRDefault="00F21DB0" w:rsidP="00E44FF8">
            <w:pPr>
              <w:pStyle w:val="tabletext11"/>
            </w:pPr>
          </w:p>
        </w:tc>
        <w:tc>
          <w:tcPr>
            <w:tcW w:w="1200" w:type="dxa"/>
            <w:tcBorders>
              <w:top w:val="nil"/>
              <w:left w:val="single" w:sz="6" w:space="0" w:color="auto"/>
              <w:bottom w:val="single" w:sz="6" w:space="0" w:color="auto"/>
              <w:right w:val="nil"/>
            </w:tcBorders>
            <w:hideMark/>
          </w:tcPr>
          <w:p w14:paraId="08B6515C" w14:textId="77777777" w:rsidR="00F21DB0" w:rsidRPr="0067004F" w:rsidRDefault="00F21DB0" w:rsidP="00E44FF8">
            <w:pPr>
              <w:pStyle w:val="tabletext11"/>
            </w:pPr>
            <w:r w:rsidRPr="0067004F">
              <w:t>Greenup</w:t>
            </w:r>
          </w:p>
        </w:tc>
        <w:tc>
          <w:tcPr>
            <w:tcW w:w="1200" w:type="dxa"/>
            <w:tcBorders>
              <w:top w:val="nil"/>
              <w:left w:val="single" w:sz="6" w:space="0" w:color="auto"/>
              <w:bottom w:val="single" w:sz="6" w:space="0" w:color="auto"/>
              <w:right w:val="nil"/>
            </w:tcBorders>
            <w:hideMark/>
          </w:tcPr>
          <w:p w14:paraId="555BF895" w14:textId="77777777" w:rsidR="00F21DB0" w:rsidRPr="0067004F" w:rsidRDefault="00F21DB0" w:rsidP="00E44FF8">
            <w:pPr>
              <w:pStyle w:val="tabletext11"/>
            </w:pPr>
            <w:r w:rsidRPr="0067004F">
              <w:t>Leslie</w:t>
            </w:r>
          </w:p>
        </w:tc>
        <w:tc>
          <w:tcPr>
            <w:tcW w:w="1200" w:type="dxa"/>
            <w:tcBorders>
              <w:top w:val="nil"/>
              <w:left w:val="single" w:sz="6" w:space="0" w:color="auto"/>
              <w:bottom w:val="single" w:sz="6" w:space="0" w:color="auto"/>
              <w:right w:val="single" w:sz="6" w:space="0" w:color="auto"/>
            </w:tcBorders>
            <w:hideMark/>
          </w:tcPr>
          <w:p w14:paraId="445C54E1" w14:textId="77777777" w:rsidR="00F21DB0" w:rsidRPr="0067004F" w:rsidRDefault="00F21DB0" w:rsidP="00E44FF8">
            <w:pPr>
              <w:pStyle w:val="tabletext11"/>
            </w:pPr>
            <w:r w:rsidRPr="0067004F">
              <w:t>Whitley</w:t>
            </w:r>
          </w:p>
        </w:tc>
        <w:tc>
          <w:tcPr>
            <w:tcW w:w="1200" w:type="dxa"/>
            <w:tcBorders>
              <w:top w:val="nil"/>
              <w:left w:val="single" w:sz="6" w:space="0" w:color="auto"/>
              <w:bottom w:val="single" w:sz="6" w:space="0" w:color="auto"/>
              <w:right w:val="single" w:sz="6" w:space="0" w:color="auto"/>
            </w:tcBorders>
          </w:tcPr>
          <w:p w14:paraId="25311308" w14:textId="77777777" w:rsidR="00F21DB0" w:rsidRPr="0067004F" w:rsidRDefault="00F21DB0" w:rsidP="00E44FF8">
            <w:pPr>
              <w:pStyle w:val="tabletext11"/>
            </w:pPr>
          </w:p>
        </w:tc>
      </w:tr>
    </w:tbl>
    <w:p w14:paraId="1E5EB1CC" w14:textId="77777777" w:rsidR="00F21DB0" w:rsidRPr="0067004F" w:rsidRDefault="00F21DB0" w:rsidP="00F21DB0">
      <w:pPr>
        <w:pStyle w:val="tablecaption"/>
      </w:pPr>
      <w:r w:rsidRPr="0067004F">
        <w:t>Table A2.D.3.a. Counties</w:t>
      </w:r>
    </w:p>
    <w:p w14:paraId="31D7A099" w14:textId="77777777" w:rsidR="00F21DB0" w:rsidRPr="0067004F" w:rsidRDefault="00F21DB0" w:rsidP="00F21DB0">
      <w:pPr>
        <w:pStyle w:val="isonormal"/>
      </w:pPr>
    </w:p>
    <w:p w14:paraId="3838DDFB" w14:textId="77777777" w:rsidR="00F21DB0" w:rsidRPr="0067004F" w:rsidRDefault="00F21DB0" w:rsidP="00F21DB0">
      <w:pPr>
        <w:pStyle w:val="outlinetxt4"/>
      </w:pPr>
      <w:r w:rsidRPr="0067004F">
        <w:tab/>
      </w:r>
      <w:r w:rsidRPr="0067004F">
        <w:rPr>
          <w:b/>
        </w:rPr>
        <w:t>b.</w:t>
      </w:r>
      <w:r w:rsidRPr="0067004F">
        <w:rPr>
          <w:b/>
        </w:rPr>
        <w:tab/>
      </w:r>
      <w:r w:rsidRPr="0067004F">
        <w:t>Companies are not precluded from offering coverage in excess of $500,000.</w:t>
      </w:r>
    </w:p>
    <w:p w14:paraId="78A8BC33" w14:textId="77777777" w:rsidR="00F21DB0" w:rsidRPr="0067004F" w:rsidRDefault="00F21DB0" w:rsidP="00F21DB0">
      <w:pPr>
        <w:pStyle w:val="outlinehd3"/>
      </w:pPr>
      <w:r w:rsidRPr="0067004F">
        <w:tab/>
        <w:t>4.</w:t>
      </w:r>
      <w:r w:rsidRPr="0067004F">
        <w:tab/>
        <w:t>Separate Premium</w:t>
      </w:r>
    </w:p>
    <w:p w14:paraId="7C48DE72" w14:textId="77777777" w:rsidR="00F21DB0" w:rsidRPr="0067004F" w:rsidRDefault="00F21DB0" w:rsidP="00F21DB0">
      <w:pPr>
        <w:pStyle w:val="blocktext4"/>
      </w:pPr>
      <w:r w:rsidRPr="0067004F">
        <w:t>Show premium for Mine Subsidence Insurance separately.</w:t>
      </w:r>
    </w:p>
    <w:p w14:paraId="128AA73D" w14:textId="77777777" w:rsidR="00F21DB0" w:rsidRPr="0067004F" w:rsidRDefault="00F21DB0" w:rsidP="00F21DB0">
      <w:pPr>
        <w:pStyle w:val="outlinehd2"/>
      </w:pPr>
      <w:r w:rsidRPr="0067004F">
        <w:tab/>
        <w:t>E.</w:t>
      </w:r>
      <w:r w:rsidRPr="0067004F">
        <w:tab/>
        <w:t>Premiums</w:t>
      </w:r>
    </w:p>
    <w:p w14:paraId="6C3E9152" w14:textId="77777777" w:rsidR="00F21DB0" w:rsidRPr="0067004F" w:rsidDel="00424A1C" w:rsidRDefault="00F21DB0" w:rsidP="00F21DB0">
      <w:pPr>
        <w:pStyle w:val="blocktext3"/>
        <w:rPr>
          <w:del w:id="2689" w:author="Author"/>
        </w:rPr>
      </w:pPr>
      <w:del w:id="2690" w:author="Author">
        <w:r w:rsidRPr="0067004F" w:rsidDel="00424A1C">
          <w:delText>Refer to company.</w:delText>
        </w:r>
      </w:del>
    </w:p>
    <w:p w14:paraId="3759DF8A" w14:textId="77777777" w:rsidR="00F21DB0" w:rsidRPr="0067004F" w:rsidRDefault="00F21DB0" w:rsidP="00F21DB0">
      <w:pPr>
        <w:pStyle w:val="blocktext3"/>
        <w:rPr>
          <w:ins w:id="2691" w:author="Author"/>
        </w:rPr>
      </w:pPr>
      <w:ins w:id="2692" w:author="Author">
        <w:r w:rsidRPr="0067004F">
          <w:t>The annual premiums per structure are as follows:</w:t>
        </w:r>
      </w:ins>
    </w:p>
    <w:p w14:paraId="0DE18894" w14:textId="77777777" w:rsidR="00F21DB0" w:rsidRPr="0067004F" w:rsidRDefault="00F21DB0" w:rsidP="00F21DB0">
      <w:pPr>
        <w:pStyle w:val="space4"/>
        <w:rPr>
          <w:ins w:id="26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00"/>
        <w:gridCol w:w="60"/>
        <w:gridCol w:w="2040"/>
        <w:gridCol w:w="400"/>
        <w:gridCol w:w="910"/>
        <w:gridCol w:w="200"/>
        <w:gridCol w:w="100"/>
        <w:gridCol w:w="790"/>
      </w:tblGrid>
      <w:tr w:rsidR="00F21DB0" w:rsidRPr="0067004F" w14:paraId="7AAE1C84" w14:textId="77777777" w:rsidTr="00E44FF8">
        <w:trPr>
          <w:cantSplit/>
          <w:trHeight w:val="190"/>
          <w:ins w:id="2694" w:author="Author"/>
        </w:trPr>
        <w:tc>
          <w:tcPr>
            <w:tcW w:w="200" w:type="dxa"/>
          </w:tcPr>
          <w:p w14:paraId="20414845" w14:textId="77777777" w:rsidR="00F21DB0" w:rsidRPr="0067004F" w:rsidRDefault="00F21DB0" w:rsidP="00E44FF8">
            <w:pPr>
              <w:pStyle w:val="tablehead"/>
              <w:rPr>
                <w:ins w:id="2695" w:author="Author"/>
              </w:rPr>
            </w:pPr>
            <w:ins w:id="2696" w:author="Author">
              <w:r w:rsidRPr="0067004F">
                <w:lastRenderedPageBreak/>
                <w:br/>
              </w:r>
              <w:r w:rsidRPr="0067004F">
                <w:br/>
              </w:r>
              <w:r w:rsidRPr="0067004F">
                <w:br/>
              </w:r>
            </w:ins>
          </w:p>
        </w:tc>
        <w:tc>
          <w:tcPr>
            <w:tcW w:w="2400" w:type="dxa"/>
            <w:gridSpan w:val="3"/>
            <w:tcBorders>
              <w:top w:val="single" w:sz="6" w:space="0" w:color="auto"/>
              <w:left w:val="single" w:sz="6" w:space="0" w:color="auto"/>
              <w:bottom w:val="single" w:sz="6" w:space="0" w:color="auto"/>
              <w:right w:val="single" w:sz="6" w:space="0" w:color="auto"/>
            </w:tcBorders>
          </w:tcPr>
          <w:p w14:paraId="037E42E1" w14:textId="77777777" w:rsidR="00F21DB0" w:rsidRPr="0067004F" w:rsidRDefault="00F21DB0" w:rsidP="00E44FF8">
            <w:pPr>
              <w:pStyle w:val="tablehead"/>
              <w:rPr>
                <w:ins w:id="2697" w:author="Author"/>
              </w:rPr>
            </w:pPr>
            <w:ins w:id="2698" w:author="Author">
              <w:r w:rsidRPr="0067004F">
                <w:br/>
              </w:r>
              <w:r w:rsidRPr="0067004F">
                <w:br/>
              </w:r>
              <w:r w:rsidRPr="0067004F">
                <w:br/>
                <w:t>First</w:t>
              </w:r>
            </w:ins>
          </w:p>
        </w:tc>
        <w:tc>
          <w:tcPr>
            <w:tcW w:w="1310" w:type="dxa"/>
            <w:gridSpan w:val="2"/>
            <w:tcBorders>
              <w:top w:val="single" w:sz="6" w:space="0" w:color="auto"/>
              <w:left w:val="single" w:sz="6" w:space="0" w:color="auto"/>
              <w:bottom w:val="single" w:sz="6" w:space="0" w:color="auto"/>
              <w:right w:val="single" w:sz="6" w:space="0" w:color="auto"/>
            </w:tcBorders>
          </w:tcPr>
          <w:p w14:paraId="1DD873FA" w14:textId="77777777" w:rsidR="00F21DB0" w:rsidRPr="0067004F" w:rsidRDefault="00F21DB0" w:rsidP="00E44FF8">
            <w:pPr>
              <w:pStyle w:val="tablehead"/>
              <w:rPr>
                <w:ins w:id="2699" w:author="Author"/>
              </w:rPr>
            </w:pPr>
            <w:r w:rsidRPr="0067004F">
              <w:br/>
            </w:r>
            <w:ins w:id="2700" w:author="Author">
              <w:r w:rsidRPr="0067004F">
                <w:br/>
                <w:t>Dwelling</w:t>
              </w:r>
              <w:r w:rsidRPr="0067004F">
                <w:br/>
                <w:t>Structure</w:t>
              </w:r>
            </w:ins>
          </w:p>
        </w:tc>
        <w:tc>
          <w:tcPr>
            <w:tcW w:w="1090" w:type="dxa"/>
            <w:gridSpan w:val="3"/>
            <w:tcBorders>
              <w:top w:val="single" w:sz="6" w:space="0" w:color="auto"/>
              <w:left w:val="single" w:sz="6" w:space="0" w:color="auto"/>
              <w:bottom w:val="single" w:sz="6" w:space="0" w:color="auto"/>
              <w:right w:val="single" w:sz="6" w:space="0" w:color="auto"/>
            </w:tcBorders>
          </w:tcPr>
          <w:p w14:paraId="13E6072E" w14:textId="77777777" w:rsidR="00F21DB0" w:rsidRPr="0067004F" w:rsidRDefault="00F21DB0" w:rsidP="00E44FF8">
            <w:pPr>
              <w:pStyle w:val="tablehead"/>
              <w:rPr>
                <w:ins w:id="2701" w:author="Author"/>
              </w:rPr>
            </w:pPr>
            <w:ins w:id="2702" w:author="Author">
              <w:r w:rsidRPr="0067004F">
                <w:t>Non-dwelling</w:t>
              </w:r>
              <w:r w:rsidRPr="0067004F">
                <w:br/>
                <w:t>Structure</w:t>
              </w:r>
              <w:r w:rsidRPr="0067004F">
                <w:br/>
                <w:t>(1)</w:t>
              </w:r>
            </w:ins>
          </w:p>
        </w:tc>
      </w:tr>
      <w:tr w:rsidR="00F21DB0" w:rsidRPr="0067004F" w14:paraId="6E45158A" w14:textId="77777777" w:rsidTr="00E44FF8">
        <w:trPr>
          <w:cantSplit/>
          <w:trHeight w:val="190"/>
          <w:ins w:id="2703" w:author="Author"/>
        </w:trPr>
        <w:tc>
          <w:tcPr>
            <w:tcW w:w="200" w:type="dxa"/>
          </w:tcPr>
          <w:p w14:paraId="0488E5A0" w14:textId="77777777" w:rsidR="00F21DB0" w:rsidRPr="0067004F" w:rsidRDefault="00F21DB0" w:rsidP="00E44FF8">
            <w:pPr>
              <w:pStyle w:val="tabletext11"/>
              <w:rPr>
                <w:ins w:id="2704" w:author="Author"/>
              </w:rPr>
            </w:pPr>
          </w:p>
        </w:tc>
        <w:tc>
          <w:tcPr>
            <w:tcW w:w="300" w:type="dxa"/>
            <w:tcBorders>
              <w:left w:val="single" w:sz="6" w:space="0" w:color="auto"/>
            </w:tcBorders>
          </w:tcPr>
          <w:p w14:paraId="12DDCD5F" w14:textId="77777777" w:rsidR="00F21DB0" w:rsidRPr="0067004F" w:rsidRDefault="00F21DB0" w:rsidP="00E44FF8">
            <w:pPr>
              <w:pStyle w:val="tabletext11"/>
              <w:jc w:val="right"/>
              <w:rPr>
                <w:ins w:id="2705" w:author="Author"/>
              </w:rPr>
            </w:pPr>
            <w:ins w:id="2706" w:author="Author">
              <w:r w:rsidRPr="0067004F">
                <w:t>$</w:t>
              </w:r>
            </w:ins>
          </w:p>
        </w:tc>
        <w:tc>
          <w:tcPr>
            <w:tcW w:w="2100" w:type="dxa"/>
            <w:gridSpan w:val="2"/>
            <w:tcBorders>
              <w:left w:val="nil"/>
              <w:right w:val="single" w:sz="6" w:space="0" w:color="auto"/>
            </w:tcBorders>
          </w:tcPr>
          <w:p w14:paraId="621C695C" w14:textId="77777777" w:rsidR="00F21DB0" w:rsidRPr="0067004F" w:rsidRDefault="00F21DB0" w:rsidP="00E44FF8">
            <w:pPr>
              <w:pStyle w:val="tabletext11"/>
              <w:tabs>
                <w:tab w:val="decimal" w:pos="640"/>
              </w:tabs>
              <w:rPr>
                <w:ins w:id="2707" w:author="Author"/>
              </w:rPr>
            </w:pPr>
            <w:ins w:id="2708" w:author="Author">
              <w:r w:rsidRPr="0067004F">
                <w:t>50,000 or less</w:t>
              </w:r>
            </w:ins>
          </w:p>
        </w:tc>
        <w:tc>
          <w:tcPr>
            <w:tcW w:w="400" w:type="dxa"/>
            <w:tcBorders>
              <w:top w:val="single" w:sz="6" w:space="0" w:color="auto"/>
              <w:left w:val="single" w:sz="6" w:space="0" w:color="auto"/>
            </w:tcBorders>
          </w:tcPr>
          <w:p w14:paraId="7702E2EF" w14:textId="77777777" w:rsidR="00F21DB0" w:rsidRPr="0067004F" w:rsidRDefault="00F21DB0" w:rsidP="00E44FF8">
            <w:pPr>
              <w:pStyle w:val="tabletext11"/>
              <w:jc w:val="right"/>
              <w:rPr>
                <w:ins w:id="2709" w:author="Author"/>
              </w:rPr>
            </w:pPr>
            <w:ins w:id="2710" w:author="Author">
              <w:r w:rsidRPr="0067004F">
                <w:t>$</w:t>
              </w:r>
            </w:ins>
          </w:p>
        </w:tc>
        <w:tc>
          <w:tcPr>
            <w:tcW w:w="910" w:type="dxa"/>
            <w:tcBorders>
              <w:top w:val="single" w:sz="6" w:space="0" w:color="auto"/>
              <w:left w:val="nil"/>
              <w:right w:val="single" w:sz="6" w:space="0" w:color="auto"/>
            </w:tcBorders>
          </w:tcPr>
          <w:p w14:paraId="44C8D5F9" w14:textId="77777777" w:rsidR="00F21DB0" w:rsidRPr="0067004F" w:rsidRDefault="00F21DB0" w:rsidP="00E44FF8">
            <w:pPr>
              <w:pStyle w:val="tabletext11"/>
              <w:tabs>
                <w:tab w:val="decimal" w:pos="200"/>
              </w:tabs>
              <w:rPr>
                <w:ins w:id="2711" w:author="Author"/>
              </w:rPr>
            </w:pPr>
            <w:ins w:id="2712" w:author="Author">
              <w:r w:rsidRPr="0067004F">
                <w:t>16.33</w:t>
              </w:r>
            </w:ins>
          </w:p>
        </w:tc>
        <w:tc>
          <w:tcPr>
            <w:tcW w:w="300" w:type="dxa"/>
            <w:gridSpan w:val="2"/>
            <w:tcBorders>
              <w:top w:val="single" w:sz="6" w:space="0" w:color="auto"/>
              <w:left w:val="single" w:sz="6" w:space="0" w:color="auto"/>
            </w:tcBorders>
          </w:tcPr>
          <w:p w14:paraId="67C581B4" w14:textId="77777777" w:rsidR="00F21DB0" w:rsidRPr="0067004F" w:rsidRDefault="00F21DB0" w:rsidP="00E44FF8">
            <w:pPr>
              <w:pStyle w:val="tabletext11"/>
              <w:jc w:val="right"/>
              <w:rPr>
                <w:ins w:id="2713" w:author="Author"/>
              </w:rPr>
            </w:pPr>
            <w:ins w:id="2714" w:author="Author">
              <w:r w:rsidRPr="0067004F">
                <w:t>$</w:t>
              </w:r>
            </w:ins>
          </w:p>
        </w:tc>
        <w:tc>
          <w:tcPr>
            <w:tcW w:w="790" w:type="dxa"/>
            <w:tcBorders>
              <w:top w:val="single" w:sz="6" w:space="0" w:color="auto"/>
              <w:left w:val="nil"/>
              <w:right w:val="single" w:sz="6" w:space="0" w:color="auto"/>
            </w:tcBorders>
          </w:tcPr>
          <w:p w14:paraId="1F0DC4D6" w14:textId="77777777" w:rsidR="00F21DB0" w:rsidRPr="0067004F" w:rsidRDefault="00F21DB0" w:rsidP="00E44FF8">
            <w:pPr>
              <w:pStyle w:val="tabletext11"/>
              <w:tabs>
                <w:tab w:val="decimal" w:pos="200"/>
              </w:tabs>
              <w:rPr>
                <w:ins w:id="2715" w:author="Author"/>
              </w:rPr>
            </w:pPr>
            <w:ins w:id="2716" w:author="Author">
              <w:r w:rsidRPr="0067004F">
                <w:t>21.33</w:t>
              </w:r>
            </w:ins>
          </w:p>
        </w:tc>
      </w:tr>
      <w:tr w:rsidR="00F21DB0" w:rsidRPr="0067004F" w14:paraId="27BC5321" w14:textId="77777777" w:rsidTr="00E44FF8">
        <w:trPr>
          <w:cantSplit/>
          <w:trHeight w:val="190"/>
          <w:ins w:id="2717" w:author="Author"/>
        </w:trPr>
        <w:tc>
          <w:tcPr>
            <w:tcW w:w="200" w:type="dxa"/>
          </w:tcPr>
          <w:p w14:paraId="6B583A21" w14:textId="77777777" w:rsidR="00F21DB0" w:rsidRPr="0067004F" w:rsidRDefault="00F21DB0" w:rsidP="00E44FF8">
            <w:pPr>
              <w:pStyle w:val="tabletext11"/>
              <w:rPr>
                <w:ins w:id="2718" w:author="Author"/>
              </w:rPr>
            </w:pPr>
          </w:p>
        </w:tc>
        <w:tc>
          <w:tcPr>
            <w:tcW w:w="300" w:type="dxa"/>
            <w:tcBorders>
              <w:left w:val="single" w:sz="6" w:space="0" w:color="auto"/>
            </w:tcBorders>
          </w:tcPr>
          <w:p w14:paraId="32BAEC84" w14:textId="77777777" w:rsidR="00F21DB0" w:rsidRPr="0067004F" w:rsidRDefault="00F21DB0" w:rsidP="00E44FF8">
            <w:pPr>
              <w:pStyle w:val="tabletext11"/>
              <w:jc w:val="right"/>
              <w:rPr>
                <w:ins w:id="2719" w:author="Author"/>
              </w:rPr>
            </w:pPr>
          </w:p>
        </w:tc>
        <w:tc>
          <w:tcPr>
            <w:tcW w:w="2100" w:type="dxa"/>
            <w:gridSpan w:val="2"/>
            <w:tcBorders>
              <w:left w:val="nil"/>
              <w:right w:val="single" w:sz="6" w:space="0" w:color="auto"/>
            </w:tcBorders>
          </w:tcPr>
          <w:p w14:paraId="4810466A" w14:textId="77777777" w:rsidR="00F21DB0" w:rsidRPr="0067004F" w:rsidRDefault="00F21DB0" w:rsidP="00E44FF8">
            <w:pPr>
              <w:pStyle w:val="tabletext11"/>
              <w:tabs>
                <w:tab w:val="decimal" w:pos="640"/>
              </w:tabs>
              <w:rPr>
                <w:ins w:id="2720" w:author="Author"/>
              </w:rPr>
            </w:pPr>
            <w:ins w:id="2721" w:author="Author">
              <w:r w:rsidRPr="0067004F">
                <w:t>50,001 to 60,000</w:t>
              </w:r>
            </w:ins>
          </w:p>
        </w:tc>
        <w:tc>
          <w:tcPr>
            <w:tcW w:w="400" w:type="dxa"/>
            <w:tcBorders>
              <w:left w:val="single" w:sz="6" w:space="0" w:color="auto"/>
            </w:tcBorders>
          </w:tcPr>
          <w:p w14:paraId="336A2EC5" w14:textId="77777777" w:rsidR="00F21DB0" w:rsidRPr="0067004F" w:rsidRDefault="00F21DB0" w:rsidP="00E44FF8">
            <w:pPr>
              <w:pStyle w:val="tabletext11"/>
              <w:jc w:val="right"/>
              <w:rPr>
                <w:ins w:id="2722" w:author="Author"/>
              </w:rPr>
            </w:pPr>
          </w:p>
        </w:tc>
        <w:tc>
          <w:tcPr>
            <w:tcW w:w="910" w:type="dxa"/>
            <w:tcBorders>
              <w:left w:val="nil"/>
              <w:right w:val="single" w:sz="6" w:space="0" w:color="auto"/>
            </w:tcBorders>
          </w:tcPr>
          <w:p w14:paraId="0B910261" w14:textId="77777777" w:rsidR="00F21DB0" w:rsidRPr="0067004F" w:rsidRDefault="00F21DB0" w:rsidP="00E44FF8">
            <w:pPr>
              <w:pStyle w:val="tabletext11"/>
              <w:tabs>
                <w:tab w:val="decimal" w:pos="200"/>
              </w:tabs>
              <w:rPr>
                <w:ins w:id="2723" w:author="Author"/>
              </w:rPr>
            </w:pPr>
            <w:ins w:id="2724" w:author="Author">
              <w:r w:rsidRPr="0067004F">
                <w:t>18.90</w:t>
              </w:r>
            </w:ins>
          </w:p>
        </w:tc>
        <w:tc>
          <w:tcPr>
            <w:tcW w:w="300" w:type="dxa"/>
            <w:gridSpan w:val="2"/>
            <w:tcBorders>
              <w:left w:val="single" w:sz="6" w:space="0" w:color="auto"/>
            </w:tcBorders>
          </w:tcPr>
          <w:p w14:paraId="5514E94D" w14:textId="77777777" w:rsidR="00F21DB0" w:rsidRPr="0067004F" w:rsidRDefault="00F21DB0" w:rsidP="00E44FF8">
            <w:pPr>
              <w:pStyle w:val="tabletext11"/>
              <w:jc w:val="right"/>
              <w:rPr>
                <w:ins w:id="2725" w:author="Author"/>
              </w:rPr>
            </w:pPr>
          </w:p>
        </w:tc>
        <w:tc>
          <w:tcPr>
            <w:tcW w:w="790" w:type="dxa"/>
            <w:tcBorders>
              <w:left w:val="nil"/>
              <w:right w:val="single" w:sz="6" w:space="0" w:color="auto"/>
            </w:tcBorders>
          </w:tcPr>
          <w:p w14:paraId="1E47134E" w14:textId="77777777" w:rsidR="00F21DB0" w:rsidRPr="0067004F" w:rsidRDefault="00F21DB0" w:rsidP="00E44FF8">
            <w:pPr>
              <w:pStyle w:val="tabletext11"/>
              <w:tabs>
                <w:tab w:val="decimal" w:pos="200"/>
              </w:tabs>
              <w:rPr>
                <w:ins w:id="2726" w:author="Author"/>
              </w:rPr>
            </w:pPr>
            <w:ins w:id="2727" w:author="Author">
              <w:r w:rsidRPr="0067004F">
                <w:t>23.90</w:t>
              </w:r>
            </w:ins>
          </w:p>
        </w:tc>
      </w:tr>
      <w:tr w:rsidR="00F21DB0" w:rsidRPr="0067004F" w14:paraId="7B763E8E" w14:textId="77777777" w:rsidTr="00E44FF8">
        <w:trPr>
          <w:cantSplit/>
          <w:trHeight w:val="190"/>
          <w:ins w:id="2728" w:author="Author"/>
        </w:trPr>
        <w:tc>
          <w:tcPr>
            <w:tcW w:w="200" w:type="dxa"/>
          </w:tcPr>
          <w:p w14:paraId="7ECDF0E0" w14:textId="77777777" w:rsidR="00F21DB0" w:rsidRPr="0067004F" w:rsidRDefault="00F21DB0" w:rsidP="00E44FF8">
            <w:pPr>
              <w:pStyle w:val="tabletext11"/>
              <w:rPr>
                <w:ins w:id="2729" w:author="Author"/>
              </w:rPr>
            </w:pPr>
          </w:p>
        </w:tc>
        <w:tc>
          <w:tcPr>
            <w:tcW w:w="300" w:type="dxa"/>
            <w:tcBorders>
              <w:left w:val="single" w:sz="6" w:space="0" w:color="auto"/>
            </w:tcBorders>
          </w:tcPr>
          <w:p w14:paraId="3D9EC40D" w14:textId="77777777" w:rsidR="00F21DB0" w:rsidRPr="0067004F" w:rsidRDefault="00F21DB0" w:rsidP="00E44FF8">
            <w:pPr>
              <w:pStyle w:val="tabletext11"/>
              <w:jc w:val="right"/>
              <w:rPr>
                <w:ins w:id="2730" w:author="Author"/>
              </w:rPr>
            </w:pPr>
          </w:p>
        </w:tc>
        <w:tc>
          <w:tcPr>
            <w:tcW w:w="2100" w:type="dxa"/>
            <w:gridSpan w:val="2"/>
            <w:tcBorders>
              <w:left w:val="nil"/>
              <w:right w:val="single" w:sz="6" w:space="0" w:color="auto"/>
            </w:tcBorders>
          </w:tcPr>
          <w:p w14:paraId="0ED3F82C" w14:textId="77777777" w:rsidR="00F21DB0" w:rsidRPr="0067004F" w:rsidRDefault="00F21DB0" w:rsidP="00E44FF8">
            <w:pPr>
              <w:pStyle w:val="tabletext11"/>
              <w:tabs>
                <w:tab w:val="decimal" w:pos="640"/>
              </w:tabs>
              <w:rPr>
                <w:ins w:id="2731" w:author="Author"/>
              </w:rPr>
            </w:pPr>
            <w:ins w:id="2732" w:author="Author">
              <w:r w:rsidRPr="0067004F">
                <w:t>60,001 to 70,000</w:t>
              </w:r>
            </w:ins>
          </w:p>
        </w:tc>
        <w:tc>
          <w:tcPr>
            <w:tcW w:w="400" w:type="dxa"/>
            <w:tcBorders>
              <w:left w:val="single" w:sz="6" w:space="0" w:color="auto"/>
            </w:tcBorders>
          </w:tcPr>
          <w:p w14:paraId="74E47477" w14:textId="77777777" w:rsidR="00F21DB0" w:rsidRPr="0067004F" w:rsidRDefault="00F21DB0" w:rsidP="00E44FF8">
            <w:pPr>
              <w:pStyle w:val="tabletext11"/>
              <w:jc w:val="right"/>
              <w:rPr>
                <w:ins w:id="2733" w:author="Author"/>
              </w:rPr>
            </w:pPr>
          </w:p>
        </w:tc>
        <w:tc>
          <w:tcPr>
            <w:tcW w:w="910" w:type="dxa"/>
            <w:tcBorders>
              <w:left w:val="nil"/>
              <w:right w:val="single" w:sz="6" w:space="0" w:color="auto"/>
            </w:tcBorders>
          </w:tcPr>
          <w:p w14:paraId="7B54FA2E" w14:textId="77777777" w:rsidR="00F21DB0" w:rsidRPr="0067004F" w:rsidRDefault="00F21DB0" w:rsidP="00E44FF8">
            <w:pPr>
              <w:pStyle w:val="tabletext11"/>
              <w:tabs>
                <w:tab w:val="decimal" w:pos="200"/>
              </w:tabs>
              <w:rPr>
                <w:ins w:id="2734" w:author="Author"/>
              </w:rPr>
            </w:pPr>
            <w:ins w:id="2735" w:author="Author">
              <w:r w:rsidRPr="0067004F">
                <w:t>21.28</w:t>
              </w:r>
            </w:ins>
          </w:p>
        </w:tc>
        <w:tc>
          <w:tcPr>
            <w:tcW w:w="300" w:type="dxa"/>
            <w:gridSpan w:val="2"/>
            <w:tcBorders>
              <w:left w:val="single" w:sz="6" w:space="0" w:color="auto"/>
            </w:tcBorders>
          </w:tcPr>
          <w:p w14:paraId="060EA7C8" w14:textId="77777777" w:rsidR="00F21DB0" w:rsidRPr="0067004F" w:rsidRDefault="00F21DB0" w:rsidP="00E44FF8">
            <w:pPr>
              <w:pStyle w:val="tabletext11"/>
              <w:jc w:val="right"/>
              <w:rPr>
                <w:ins w:id="2736" w:author="Author"/>
              </w:rPr>
            </w:pPr>
          </w:p>
        </w:tc>
        <w:tc>
          <w:tcPr>
            <w:tcW w:w="790" w:type="dxa"/>
            <w:tcBorders>
              <w:left w:val="nil"/>
              <w:right w:val="single" w:sz="6" w:space="0" w:color="auto"/>
            </w:tcBorders>
          </w:tcPr>
          <w:p w14:paraId="7B475AE0" w14:textId="77777777" w:rsidR="00F21DB0" w:rsidRPr="0067004F" w:rsidRDefault="00F21DB0" w:rsidP="00E44FF8">
            <w:pPr>
              <w:pStyle w:val="tabletext11"/>
              <w:tabs>
                <w:tab w:val="decimal" w:pos="200"/>
              </w:tabs>
              <w:rPr>
                <w:ins w:id="2737" w:author="Author"/>
              </w:rPr>
            </w:pPr>
            <w:ins w:id="2738" w:author="Author">
              <w:r w:rsidRPr="0067004F">
                <w:t>26.28</w:t>
              </w:r>
            </w:ins>
          </w:p>
        </w:tc>
      </w:tr>
      <w:tr w:rsidR="00F21DB0" w:rsidRPr="0067004F" w14:paraId="027A4D7E" w14:textId="77777777" w:rsidTr="00E44FF8">
        <w:trPr>
          <w:cantSplit/>
          <w:trHeight w:val="190"/>
          <w:ins w:id="2739" w:author="Author"/>
        </w:trPr>
        <w:tc>
          <w:tcPr>
            <w:tcW w:w="200" w:type="dxa"/>
          </w:tcPr>
          <w:p w14:paraId="024ABF1B" w14:textId="77777777" w:rsidR="00F21DB0" w:rsidRPr="0067004F" w:rsidRDefault="00F21DB0" w:rsidP="00E44FF8">
            <w:pPr>
              <w:pStyle w:val="tabletext11"/>
              <w:rPr>
                <w:ins w:id="2740" w:author="Author"/>
              </w:rPr>
            </w:pPr>
          </w:p>
        </w:tc>
        <w:tc>
          <w:tcPr>
            <w:tcW w:w="300" w:type="dxa"/>
            <w:tcBorders>
              <w:left w:val="single" w:sz="6" w:space="0" w:color="auto"/>
            </w:tcBorders>
          </w:tcPr>
          <w:p w14:paraId="0892297B" w14:textId="77777777" w:rsidR="00F21DB0" w:rsidRPr="0067004F" w:rsidRDefault="00F21DB0" w:rsidP="00E44FF8">
            <w:pPr>
              <w:pStyle w:val="tabletext11"/>
              <w:jc w:val="right"/>
              <w:rPr>
                <w:ins w:id="2741" w:author="Author"/>
              </w:rPr>
            </w:pPr>
          </w:p>
        </w:tc>
        <w:tc>
          <w:tcPr>
            <w:tcW w:w="2100" w:type="dxa"/>
            <w:gridSpan w:val="2"/>
            <w:tcBorders>
              <w:left w:val="nil"/>
              <w:right w:val="single" w:sz="6" w:space="0" w:color="auto"/>
            </w:tcBorders>
          </w:tcPr>
          <w:p w14:paraId="6A4E0FC7" w14:textId="77777777" w:rsidR="00F21DB0" w:rsidRPr="0067004F" w:rsidRDefault="00F21DB0" w:rsidP="00E44FF8">
            <w:pPr>
              <w:pStyle w:val="tabletext11"/>
              <w:tabs>
                <w:tab w:val="decimal" w:pos="640"/>
              </w:tabs>
              <w:rPr>
                <w:ins w:id="2742" w:author="Author"/>
              </w:rPr>
            </w:pPr>
            <w:ins w:id="2743" w:author="Author">
              <w:r w:rsidRPr="0067004F">
                <w:t>70,001 to 80,000</w:t>
              </w:r>
            </w:ins>
          </w:p>
        </w:tc>
        <w:tc>
          <w:tcPr>
            <w:tcW w:w="400" w:type="dxa"/>
            <w:tcBorders>
              <w:left w:val="single" w:sz="6" w:space="0" w:color="auto"/>
            </w:tcBorders>
          </w:tcPr>
          <w:p w14:paraId="4FC029B0" w14:textId="77777777" w:rsidR="00F21DB0" w:rsidRPr="0067004F" w:rsidRDefault="00F21DB0" w:rsidP="00E44FF8">
            <w:pPr>
              <w:pStyle w:val="tabletext11"/>
              <w:jc w:val="right"/>
              <w:rPr>
                <w:ins w:id="2744" w:author="Author"/>
              </w:rPr>
            </w:pPr>
          </w:p>
        </w:tc>
        <w:tc>
          <w:tcPr>
            <w:tcW w:w="910" w:type="dxa"/>
            <w:tcBorders>
              <w:left w:val="nil"/>
              <w:right w:val="single" w:sz="6" w:space="0" w:color="auto"/>
            </w:tcBorders>
          </w:tcPr>
          <w:p w14:paraId="1A0C1EC7" w14:textId="77777777" w:rsidR="00F21DB0" w:rsidRPr="0067004F" w:rsidRDefault="00F21DB0" w:rsidP="00E44FF8">
            <w:pPr>
              <w:pStyle w:val="tabletext11"/>
              <w:tabs>
                <w:tab w:val="decimal" w:pos="200"/>
              </w:tabs>
              <w:rPr>
                <w:ins w:id="2745" w:author="Author"/>
              </w:rPr>
            </w:pPr>
            <w:ins w:id="2746" w:author="Author">
              <w:r w:rsidRPr="0067004F">
                <w:t>23.48</w:t>
              </w:r>
            </w:ins>
          </w:p>
        </w:tc>
        <w:tc>
          <w:tcPr>
            <w:tcW w:w="300" w:type="dxa"/>
            <w:gridSpan w:val="2"/>
            <w:tcBorders>
              <w:left w:val="single" w:sz="6" w:space="0" w:color="auto"/>
            </w:tcBorders>
          </w:tcPr>
          <w:p w14:paraId="5E0589F7" w14:textId="77777777" w:rsidR="00F21DB0" w:rsidRPr="0067004F" w:rsidRDefault="00F21DB0" w:rsidP="00E44FF8">
            <w:pPr>
              <w:pStyle w:val="tabletext11"/>
              <w:jc w:val="right"/>
              <w:rPr>
                <w:ins w:id="2747" w:author="Author"/>
              </w:rPr>
            </w:pPr>
          </w:p>
        </w:tc>
        <w:tc>
          <w:tcPr>
            <w:tcW w:w="790" w:type="dxa"/>
            <w:tcBorders>
              <w:left w:val="nil"/>
              <w:right w:val="single" w:sz="6" w:space="0" w:color="auto"/>
            </w:tcBorders>
          </w:tcPr>
          <w:p w14:paraId="158AA21F" w14:textId="77777777" w:rsidR="00F21DB0" w:rsidRPr="0067004F" w:rsidRDefault="00F21DB0" w:rsidP="00E44FF8">
            <w:pPr>
              <w:pStyle w:val="tabletext11"/>
              <w:tabs>
                <w:tab w:val="decimal" w:pos="200"/>
              </w:tabs>
              <w:rPr>
                <w:ins w:id="2748" w:author="Author"/>
              </w:rPr>
            </w:pPr>
            <w:ins w:id="2749" w:author="Author">
              <w:r w:rsidRPr="0067004F">
                <w:t>28.48</w:t>
              </w:r>
            </w:ins>
          </w:p>
        </w:tc>
      </w:tr>
      <w:tr w:rsidR="00F21DB0" w:rsidRPr="0067004F" w14:paraId="6CBF069C" w14:textId="77777777" w:rsidTr="00E44FF8">
        <w:trPr>
          <w:cantSplit/>
          <w:trHeight w:val="253"/>
          <w:ins w:id="2750" w:author="Author"/>
        </w:trPr>
        <w:tc>
          <w:tcPr>
            <w:tcW w:w="200" w:type="dxa"/>
          </w:tcPr>
          <w:p w14:paraId="28FB802A" w14:textId="77777777" w:rsidR="00F21DB0" w:rsidRPr="0067004F" w:rsidRDefault="00F21DB0" w:rsidP="00E44FF8">
            <w:pPr>
              <w:pStyle w:val="tabletext11"/>
              <w:rPr>
                <w:ins w:id="2751" w:author="Author"/>
              </w:rPr>
            </w:pPr>
          </w:p>
        </w:tc>
        <w:tc>
          <w:tcPr>
            <w:tcW w:w="300" w:type="dxa"/>
            <w:tcBorders>
              <w:left w:val="single" w:sz="6" w:space="0" w:color="auto"/>
            </w:tcBorders>
          </w:tcPr>
          <w:p w14:paraId="5370973D" w14:textId="77777777" w:rsidR="00F21DB0" w:rsidRPr="0067004F" w:rsidRDefault="00F21DB0" w:rsidP="00E44FF8">
            <w:pPr>
              <w:pStyle w:val="tabletext11"/>
              <w:jc w:val="right"/>
              <w:rPr>
                <w:ins w:id="2752" w:author="Author"/>
              </w:rPr>
            </w:pPr>
          </w:p>
        </w:tc>
        <w:tc>
          <w:tcPr>
            <w:tcW w:w="2100" w:type="dxa"/>
            <w:gridSpan w:val="2"/>
            <w:tcBorders>
              <w:left w:val="nil"/>
              <w:right w:val="single" w:sz="6" w:space="0" w:color="auto"/>
            </w:tcBorders>
          </w:tcPr>
          <w:p w14:paraId="2166D0AF" w14:textId="77777777" w:rsidR="00F21DB0" w:rsidRPr="0067004F" w:rsidRDefault="00F21DB0" w:rsidP="00E44FF8">
            <w:pPr>
              <w:pStyle w:val="tabletext11"/>
              <w:tabs>
                <w:tab w:val="decimal" w:pos="640"/>
              </w:tabs>
              <w:rPr>
                <w:ins w:id="2753" w:author="Author"/>
              </w:rPr>
            </w:pPr>
            <w:ins w:id="2754" w:author="Author">
              <w:r w:rsidRPr="0067004F">
                <w:t>80,001 to 90,000</w:t>
              </w:r>
            </w:ins>
          </w:p>
        </w:tc>
        <w:tc>
          <w:tcPr>
            <w:tcW w:w="400" w:type="dxa"/>
            <w:tcBorders>
              <w:left w:val="single" w:sz="6" w:space="0" w:color="auto"/>
            </w:tcBorders>
          </w:tcPr>
          <w:p w14:paraId="00609508" w14:textId="77777777" w:rsidR="00F21DB0" w:rsidRPr="0067004F" w:rsidRDefault="00F21DB0" w:rsidP="00E44FF8">
            <w:pPr>
              <w:pStyle w:val="tabletext11"/>
              <w:jc w:val="right"/>
              <w:rPr>
                <w:ins w:id="2755" w:author="Author"/>
              </w:rPr>
            </w:pPr>
          </w:p>
        </w:tc>
        <w:tc>
          <w:tcPr>
            <w:tcW w:w="910" w:type="dxa"/>
            <w:tcBorders>
              <w:left w:val="nil"/>
              <w:right w:val="single" w:sz="6" w:space="0" w:color="auto"/>
            </w:tcBorders>
          </w:tcPr>
          <w:p w14:paraId="14420403" w14:textId="77777777" w:rsidR="00F21DB0" w:rsidRPr="0067004F" w:rsidRDefault="00F21DB0" w:rsidP="00E44FF8">
            <w:pPr>
              <w:pStyle w:val="tabletext11"/>
              <w:tabs>
                <w:tab w:val="decimal" w:pos="200"/>
              </w:tabs>
              <w:rPr>
                <w:ins w:id="2756" w:author="Author"/>
              </w:rPr>
            </w:pPr>
            <w:ins w:id="2757" w:author="Author">
              <w:r w:rsidRPr="0067004F">
                <w:t>25.52</w:t>
              </w:r>
            </w:ins>
          </w:p>
        </w:tc>
        <w:tc>
          <w:tcPr>
            <w:tcW w:w="300" w:type="dxa"/>
            <w:gridSpan w:val="2"/>
            <w:tcBorders>
              <w:left w:val="single" w:sz="6" w:space="0" w:color="auto"/>
            </w:tcBorders>
          </w:tcPr>
          <w:p w14:paraId="43A0B218" w14:textId="77777777" w:rsidR="00F21DB0" w:rsidRPr="0067004F" w:rsidRDefault="00F21DB0" w:rsidP="00E44FF8">
            <w:pPr>
              <w:pStyle w:val="tabletext11"/>
              <w:jc w:val="right"/>
              <w:rPr>
                <w:ins w:id="2758" w:author="Author"/>
              </w:rPr>
            </w:pPr>
          </w:p>
        </w:tc>
        <w:tc>
          <w:tcPr>
            <w:tcW w:w="790" w:type="dxa"/>
            <w:tcBorders>
              <w:left w:val="nil"/>
              <w:right w:val="single" w:sz="6" w:space="0" w:color="auto"/>
            </w:tcBorders>
          </w:tcPr>
          <w:p w14:paraId="06DD241C" w14:textId="77777777" w:rsidR="00F21DB0" w:rsidRPr="0067004F" w:rsidRDefault="00F21DB0" w:rsidP="00E44FF8">
            <w:pPr>
              <w:pStyle w:val="tabletext11"/>
              <w:tabs>
                <w:tab w:val="decimal" w:pos="200"/>
              </w:tabs>
              <w:rPr>
                <w:ins w:id="2759" w:author="Author"/>
              </w:rPr>
            </w:pPr>
            <w:ins w:id="2760" w:author="Author">
              <w:r w:rsidRPr="0067004F">
                <w:t>30.52</w:t>
              </w:r>
            </w:ins>
          </w:p>
        </w:tc>
      </w:tr>
      <w:tr w:rsidR="00F21DB0" w:rsidRPr="0067004F" w14:paraId="1A60840F" w14:textId="77777777" w:rsidTr="00E44FF8">
        <w:trPr>
          <w:cantSplit/>
          <w:trHeight w:val="190"/>
          <w:ins w:id="2761" w:author="Author"/>
        </w:trPr>
        <w:tc>
          <w:tcPr>
            <w:tcW w:w="200" w:type="dxa"/>
          </w:tcPr>
          <w:p w14:paraId="776D709A" w14:textId="77777777" w:rsidR="00F21DB0" w:rsidRPr="0067004F" w:rsidRDefault="00F21DB0" w:rsidP="00E44FF8">
            <w:pPr>
              <w:pStyle w:val="tabletext11"/>
              <w:rPr>
                <w:ins w:id="2762" w:author="Author"/>
              </w:rPr>
            </w:pPr>
          </w:p>
        </w:tc>
        <w:tc>
          <w:tcPr>
            <w:tcW w:w="300" w:type="dxa"/>
            <w:tcBorders>
              <w:left w:val="single" w:sz="6" w:space="0" w:color="auto"/>
            </w:tcBorders>
          </w:tcPr>
          <w:p w14:paraId="3C85AD5F" w14:textId="77777777" w:rsidR="00F21DB0" w:rsidRPr="0067004F" w:rsidRDefault="00F21DB0" w:rsidP="00E44FF8">
            <w:pPr>
              <w:pStyle w:val="tabletext11"/>
              <w:jc w:val="right"/>
              <w:rPr>
                <w:ins w:id="2763" w:author="Author"/>
              </w:rPr>
            </w:pPr>
          </w:p>
        </w:tc>
        <w:tc>
          <w:tcPr>
            <w:tcW w:w="2100" w:type="dxa"/>
            <w:gridSpan w:val="2"/>
            <w:tcBorders>
              <w:left w:val="nil"/>
              <w:right w:val="single" w:sz="6" w:space="0" w:color="auto"/>
            </w:tcBorders>
          </w:tcPr>
          <w:p w14:paraId="6F58DEDD" w14:textId="77777777" w:rsidR="00F21DB0" w:rsidRPr="0067004F" w:rsidRDefault="00F21DB0" w:rsidP="00E44FF8">
            <w:pPr>
              <w:pStyle w:val="tabletext11"/>
              <w:tabs>
                <w:tab w:val="decimal" w:pos="640"/>
              </w:tabs>
              <w:rPr>
                <w:ins w:id="2764" w:author="Author"/>
              </w:rPr>
            </w:pPr>
            <w:ins w:id="2765" w:author="Author">
              <w:r w:rsidRPr="0067004F">
                <w:t>90,001 to 100,000</w:t>
              </w:r>
            </w:ins>
          </w:p>
        </w:tc>
        <w:tc>
          <w:tcPr>
            <w:tcW w:w="400" w:type="dxa"/>
            <w:tcBorders>
              <w:left w:val="single" w:sz="6" w:space="0" w:color="auto"/>
            </w:tcBorders>
          </w:tcPr>
          <w:p w14:paraId="3F6ABDD2" w14:textId="77777777" w:rsidR="00F21DB0" w:rsidRPr="0067004F" w:rsidRDefault="00F21DB0" w:rsidP="00E44FF8">
            <w:pPr>
              <w:pStyle w:val="tabletext11"/>
              <w:jc w:val="right"/>
              <w:rPr>
                <w:ins w:id="2766" w:author="Author"/>
              </w:rPr>
            </w:pPr>
          </w:p>
        </w:tc>
        <w:tc>
          <w:tcPr>
            <w:tcW w:w="910" w:type="dxa"/>
            <w:tcBorders>
              <w:left w:val="nil"/>
              <w:right w:val="single" w:sz="6" w:space="0" w:color="auto"/>
            </w:tcBorders>
          </w:tcPr>
          <w:p w14:paraId="7D00ECBD" w14:textId="77777777" w:rsidR="00F21DB0" w:rsidRPr="0067004F" w:rsidRDefault="00F21DB0" w:rsidP="00E44FF8">
            <w:pPr>
              <w:pStyle w:val="tabletext11"/>
              <w:tabs>
                <w:tab w:val="decimal" w:pos="200"/>
              </w:tabs>
              <w:rPr>
                <w:ins w:id="2767" w:author="Author"/>
              </w:rPr>
            </w:pPr>
            <w:ins w:id="2768" w:author="Author">
              <w:r w:rsidRPr="0067004F">
                <w:t>27.40</w:t>
              </w:r>
            </w:ins>
          </w:p>
        </w:tc>
        <w:tc>
          <w:tcPr>
            <w:tcW w:w="300" w:type="dxa"/>
            <w:gridSpan w:val="2"/>
            <w:tcBorders>
              <w:left w:val="single" w:sz="6" w:space="0" w:color="auto"/>
            </w:tcBorders>
          </w:tcPr>
          <w:p w14:paraId="27870B7E" w14:textId="77777777" w:rsidR="00F21DB0" w:rsidRPr="0067004F" w:rsidRDefault="00F21DB0" w:rsidP="00E44FF8">
            <w:pPr>
              <w:pStyle w:val="tabletext11"/>
              <w:jc w:val="right"/>
              <w:rPr>
                <w:ins w:id="2769" w:author="Author"/>
              </w:rPr>
            </w:pPr>
          </w:p>
        </w:tc>
        <w:tc>
          <w:tcPr>
            <w:tcW w:w="790" w:type="dxa"/>
            <w:tcBorders>
              <w:left w:val="nil"/>
              <w:right w:val="single" w:sz="6" w:space="0" w:color="auto"/>
            </w:tcBorders>
          </w:tcPr>
          <w:p w14:paraId="02D0ABEE" w14:textId="77777777" w:rsidR="00F21DB0" w:rsidRPr="0067004F" w:rsidRDefault="00F21DB0" w:rsidP="00E44FF8">
            <w:pPr>
              <w:pStyle w:val="tabletext11"/>
              <w:tabs>
                <w:tab w:val="decimal" w:pos="200"/>
              </w:tabs>
              <w:rPr>
                <w:ins w:id="2770" w:author="Author"/>
              </w:rPr>
            </w:pPr>
            <w:ins w:id="2771" w:author="Author">
              <w:r w:rsidRPr="0067004F">
                <w:t>32.40</w:t>
              </w:r>
            </w:ins>
          </w:p>
        </w:tc>
      </w:tr>
      <w:tr w:rsidR="00F21DB0" w:rsidRPr="0067004F" w14:paraId="11EF8DBA" w14:textId="77777777" w:rsidTr="00E44FF8">
        <w:trPr>
          <w:cantSplit/>
          <w:trHeight w:val="190"/>
          <w:ins w:id="2772" w:author="Author"/>
        </w:trPr>
        <w:tc>
          <w:tcPr>
            <w:tcW w:w="200" w:type="dxa"/>
          </w:tcPr>
          <w:p w14:paraId="03B6E894" w14:textId="77777777" w:rsidR="00F21DB0" w:rsidRPr="0067004F" w:rsidRDefault="00F21DB0" w:rsidP="00E44FF8">
            <w:pPr>
              <w:pStyle w:val="tabletext11"/>
              <w:rPr>
                <w:ins w:id="2773" w:author="Author"/>
              </w:rPr>
            </w:pPr>
          </w:p>
        </w:tc>
        <w:tc>
          <w:tcPr>
            <w:tcW w:w="300" w:type="dxa"/>
            <w:tcBorders>
              <w:left w:val="single" w:sz="6" w:space="0" w:color="auto"/>
            </w:tcBorders>
          </w:tcPr>
          <w:p w14:paraId="1B0537EE" w14:textId="77777777" w:rsidR="00F21DB0" w:rsidRPr="0067004F" w:rsidRDefault="00F21DB0" w:rsidP="00E44FF8">
            <w:pPr>
              <w:pStyle w:val="tabletext11"/>
              <w:jc w:val="right"/>
              <w:rPr>
                <w:ins w:id="2774" w:author="Author"/>
              </w:rPr>
            </w:pPr>
          </w:p>
        </w:tc>
        <w:tc>
          <w:tcPr>
            <w:tcW w:w="2100" w:type="dxa"/>
            <w:gridSpan w:val="2"/>
            <w:tcBorders>
              <w:left w:val="nil"/>
              <w:right w:val="single" w:sz="6" w:space="0" w:color="auto"/>
            </w:tcBorders>
          </w:tcPr>
          <w:p w14:paraId="323F67D9" w14:textId="77777777" w:rsidR="00F21DB0" w:rsidRPr="0067004F" w:rsidRDefault="00F21DB0" w:rsidP="00E44FF8">
            <w:pPr>
              <w:pStyle w:val="tabletext11"/>
              <w:rPr>
                <w:ins w:id="2775" w:author="Author"/>
              </w:rPr>
            </w:pPr>
            <w:ins w:id="2776" w:author="Author">
              <w:r w:rsidRPr="0067004F">
                <w:t>100,001 to 110,000</w:t>
              </w:r>
            </w:ins>
          </w:p>
        </w:tc>
        <w:tc>
          <w:tcPr>
            <w:tcW w:w="400" w:type="dxa"/>
            <w:tcBorders>
              <w:left w:val="single" w:sz="6" w:space="0" w:color="auto"/>
            </w:tcBorders>
          </w:tcPr>
          <w:p w14:paraId="457FC720" w14:textId="77777777" w:rsidR="00F21DB0" w:rsidRPr="0067004F" w:rsidRDefault="00F21DB0" w:rsidP="00E44FF8">
            <w:pPr>
              <w:pStyle w:val="tabletext11"/>
              <w:jc w:val="right"/>
              <w:rPr>
                <w:ins w:id="2777" w:author="Author"/>
              </w:rPr>
            </w:pPr>
          </w:p>
        </w:tc>
        <w:tc>
          <w:tcPr>
            <w:tcW w:w="910" w:type="dxa"/>
            <w:tcBorders>
              <w:left w:val="nil"/>
              <w:right w:val="single" w:sz="6" w:space="0" w:color="auto"/>
            </w:tcBorders>
          </w:tcPr>
          <w:p w14:paraId="5206E18D" w14:textId="77777777" w:rsidR="00F21DB0" w:rsidRPr="0067004F" w:rsidRDefault="00F21DB0" w:rsidP="00E44FF8">
            <w:pPr>
              <w:pStyle w:val="tabletext11"/>
              <w:tabs>
                <w:tab w:val="decimal" w:pos="200"/>
              </w:tabs>
              <w:rPr>
                <w:ins w:id="2778" w:author="Author"/>
              </w:rPr>
            </w:pPr>
            <w:ins w:id="2779" w:author="Author">
              <w:r w:rsidRPr="0067004F">
                <w:t>29.15</w:t>
              </w:r>
            </w:ins>
          </w:p>
        </w:tc>
        <w:tc>
          <w:tcPr>
            <w:tcW w:w="300" w:type="dxa"/>
            <w:gridSpan w:val="2"/>
            <w:tcBorders>
              <w:left w:val="single" w:sz="6" w:space="0" w:color="auto"/>
            </w:tcBorders>
          </w:tcPr>
          <w:p w14:paraId="6D07D0A3" w14:textId="77777777" w:rsidR="00F21DB0" w:rsidRPr="0067004F" w:rsidRDefault="00F21DB0" w:rsidP="00E44FF8">
            <w:pPr>
              <w:pStyle w:val="tabletext11"/>
              <w:jc w:val="right"/>
              <w:rPr>
                <w:ins w:id="2780" w:author="Author"/>
              </w:rPr>
            </w:pPr>
          </w:p>
        </w:tc>
        <w:tc>
          <w:tcPr>
            <w:tcW w:w="790" w:type="dxa"/>
            <w:tcBorders>
              <w:left w:val="nil"/>
              <w:right w:val="single" w:sz="6" w:space="0" w:color="auto"/>
            </w:tcBorders>
          </w:tcPr>
          <w:p w14:paraId="5FDBE510" w14:textId="77777777" w:rsidR="00F21DB0" w:rsidRPr="0067004F" w:rsidRDefault="00F21DB0" w:rsidP="00E44FF8">
            <w:pPr>
              <w:pStyle w:val="tabletext11"/>
              <w:tabs>
                <w:tab w:val="decimal" w:pos="200"/>
              </w:tabs>
              <w:rPr>
                <w:ins w:id="2781" w:author="Author"/>
              </w:rPr>
            </w:pPr>
            <w:ins w:id="2782" w:author="Author">
              <w:r w:rsidRPr="0067004F">
                <w:t>34.15</w:t>
              </w:r>
            </w:ins>
          </w:p>
        </w:tc>
      </w:tr>
      <w:tr w:rsidR="00F21DB0" w:rsidRPr="0067004F" w14:paraId="0FD53638" w14:textId="77777777" w:rsidTr="00E44FF8">
        <w:trPr>
          <w:cantSplit/>
          <w:trHeight w:val="190"/>
          <w:ins w:id="2783" w:author="Author"/>
        </w:trPr>
        <w:tc>
          <w:tcPr>
            <w:tcW w:w="200" w:type="dxa"/>
          </w:tcPr>
          <w:p w14:paraId="2E1CD62A" w14:textId="77777777" w:rsidR="00F21DB0" w:rsidRPr="0067004F" w:rsidRDefault="00F21DB0" w:rsidP="00E44FF8">
            <w:pPr>
              <w:pStyle w:val="tabletext11"/>
              <w:rPr>
                <w:ins w:id="2784" w:author="Author"/>
              </w:rPr>
            </w:pPr>
          </w:p>
        </w:tc>
        <w:tc>
          <w:tcPr>
            <w:tcW w:w="300" w:type="dxa"/>
            <w:tcBorders>
              <w:left w:val="single" w:sz="6" w:space="0" w:color="auto"/>
            </w:tcBorders>
          </w:tcPr>
          <w:p w14:paraId="2350C893" w14:textId="77777777" w:rsidR="00F21DB0" w:rsidRPr="0067004F" w:rsidRDefault="00F21DB0" w:rsidP="00E44FF8">
            <w:pPr>
              <w:pStyle w:val="tabletext11"/>
              <w:jc w:val="right"/>
              <w:rPr>
                <w:ins w:id="2785" w:author="Author"/>
              </w:rPr>
            </w:pPr>
          </w:p>
        </w:tc>
        <w:tc>
          <w:tcPr>
            <w:tcW w:w="2100" w:type="dxa"/>
            <w:gridSpan w:val="2"/>
            <w:tcBorders>
              <w:left w:val="nil"/>
              <w:right w:val="single" w:sz="6" w:space="0" w:color="auto"/>
            </w:tcBorders>
          </w:tcPr>
          <w:p w14:paraId="6D2B7588" w14:textId="77777777" w:rsidR="00F21DB0" w:rsidRPr="0067004F" w:rsidRDefault="00F21DB0" w:rsidP="00E44FF8">
            <w:pPr>
              <w:pStyle w:val="tabletext11"/>
              <w:rPr>
                <w:ins w:id="2786" w:author="Author"/>
              </w:rPr>
            </w:pPr>
            <w:ins w:id="2787" w:author="Author">
              <w:r w:rsidRPr="0067004F">
                <w:t>110,001 to 120,000</w:t>
              </w:r>
            </w:ins>
          </w:p>
        </w:tc>
        <w:tc>
          <w:tcPr>
            <w:tcW w:w="400" w:type="dxa"/>
            <w:tcBorders>
              <w:left w:val="single" w:sz="6" w:space="0" w:color="auto"/>
            </w:tcBorders>
          </w:tcPr>
          <w:p w14:paraId="3748E335" w14:textId="77777777" w:rsidR="00F21DB0" w:rsidRPr="0067004F" w:rsidRDefault="00F21DB0" w:rsidP="00E44FF8">
            <w:pPr>
              <w:pStyle w:val="tabletext11"/>
              <w:jc w:val="right"/>
              <w:rPr>
                <w:ins w:id="2788" w:author="Author"/>
              </w:rPr>
            </w:pPr>
          </w:p>
        </w:tc>
        <w:tc>
          <w:tcPr>
            <w:tcW w:w="910" w:type="dxa"/>
            <w:tcBorders>
              <w:left w:val="nil"/>
              <w:right w:val="single" w:sz="6" w:space="0" w:color="auto"/>
            </w:tcBorders>
          </w:tcPr>
          <w:p w14:paraId="02414B63" w14:textId="77777777" w:rsidR="00F21DB0" w:rsidRPr="0067004F" w:rsidRDefault="00F21DB0" w:rsidP="00E44FF8">
            <w:pPr>
              <w:pStyle w:val="tabletext11"/>
              <w:tabs>
                <w:tab w:val="decimal" w:pos="200"/>
              </w:tabs>
              <w:rPr>
                <w:ins w:id="2789" w:author="Author"/>
              </w:rPr>
            </w:pPr>
            <w:ins w:id="2790" w:author="Author">
              <w:r w:rsidRPr="0067004F">
                <w:t>30.76</w:t>
              </w:r>
            </w:ins>
          </w:p>
        </w:tc>
        <w:tc>
          <w:tcPr>
            <w:tcW w:w="300" w:type="dxa"/>
            <w:gridSpan w:val="2"/>
            <w:tcBorders>
              <w:left w:val="single" w:sz="6" w:space="0" w:color="auto"/>
            </w:tcBorders>
          </w:tcPr>
          <w:p w14:paraId="1DF5D45B" w14:textId="77777777" w:rsidR="00F21DB0" w:rsidRPr="0067004F" w:rsidRDefault="00F21DB0" w:rsidP="00E44FF8">
            <w:pPr>
              <w:pStyle w:val="tabletext11"/>
              <w:jc w:val="right"/>
              <w:rPr>
                <w:ins w:id="2791" w:author="Author"/>
              </w:rPr>
            </w:pPr>
          </w:p>
        </w:tc>
        <w:tc>
          <w:tcPr>
            <w:tcW w:w="790" w:type="dxa"/>
            <w:tcBorders>
              <w:left w:val="nil"/>
              <w:right w:val="single" w:sz="6" w:space="0" w:color="auto"/>
            </w:tcBorders>
          </w:tcPr>
          <w:p w14:paraId="7AE07429" w14:textId="77777777" w:rsidR="00F21DB0" w:rsidRPr="0067004F" w:rsidRDefault="00F21DB0" w:rsidP="00E44FF8">
            <w:pPr>
              <w:pStyle w:val="tabletext11"/>
              <w:tabs>
                <w:tab w:val="decimal" w:pos="200"/>
              </w:tabs>
              <w:rPr>
                <w:ins w:id="2792" w:author="Author"/>
              </w:rPr>
            </w:pPr>
            <w:ins w:id="2793" w:author="Author">
              <w:r w:rsidRPr="0067004F">
                <w:t>35.76</w:t>
              </w:r>
            </w:ins>
          </w:p>
        </w:tc>
      </w:tr>
      <w:tr w:rsidR="00F21DB0" w:rsidRPr="0067004F" w14:paraId="50F727ED" w14:textId="77777777" w:rsidTr="00E44FF8">
        <w:trPr>
          <w:cantSplit/>
          <w:trHeight w:val="190"/>
          <w:ins w:id="2794" w:author="Author"/>
        </w:trPr>
        <w:tc>
          <w:tcPr>
            <w:tcW w:w="200" w:type="dxa"/>
          </w:tcPr>
          <w:p w14:paraId="018DB66C" w14:textId="77777777" w:rsidR="00F21DB0" w:rsidRPr="0067004F" w:rsidRDefault="00F21DB0" w:rsidP="00E44FF8">
            <w:pPr>
              <w:pStyle w:val="tabletext11"/>
              <w:rPr>
                <w:ins w:id="2795" w:author="Author"/>
              </w:rPr>
            </w:pPr>
          </w:p>
        </w:tc>
        <w:tc>
          <w:tcPr>
            <w:tcW w:w="300" w:type="dxa"/>
            <w:tcBorders>
              <w:left w:val="single" w:sz="6" w:space="0" w:color="auto"/>
            </w:tcBorders>
          </w:tcPr>
          <w:p w14:paraId="349C09ED" w14:textId="77777777" w:rsidR="00F21DB0" w:rsidRPr="0067004F" w:rsidRDefault="00F21DB0" w:rsidP="00E44FF8">
            <w:pPr>
              <w:pStyle w:val="tabletext11"/>
              <w:jc w:val="right"/>
              <w:rPr>
                <w:ins w:id="2796" w:author="Author"/>
              </w:rPr>
            </w:pPr>
          </w:p>
        </w:tc>
        <w:tc>
          <w:tcPr>
            <w:tcW w:w="2100" w:type="dxa"/>
            <w:gridSpan w:val="2"/>
            <w:tcBorders>
              <w:left w:val="nil"/>
              <w:right w:val="single" w:sz="6" w:space="0" w:color="auto"/>
            </w:tcBorders>
          </w:tcPr>
          <w:p w14:paraId="6135A7E2" w14:textId="77777777" w:rsidR="00F21DB0" w:rsidRPr="0067004F" w:rsidRDefault="00F21DB0" w:rsidP="00E44FF8">
            <w:pPr>
              <w:pStyle w:val="tabletext11"/>
              <w:rPr>
                <w:ins w:id="2797" w:author="Author"/>
              </w:rPr>
            </w:pPr>
            <w:ins w:id="2798" w:author="Author">
              <w:r w:rsidRPr="0067004F">
                <w:t>120,001 to 130,000</w:t>
              </w:r>
            </w:ins>
          </w:p>
        </w:tc>
        <w:tc>
          <w:tcPr>
            <w:tcW w:w="400" w:type="dxa"/>
            <w:tcBorders>
              <w:left w:val="single" w:sz="6" w:space="0" w:color="auto"/>
            </w:tcBorders>
          </w:tcPr>
          <w:p w14:paraId="627665D3" w14:textId="77777777" w:rsidR="00F21DB0" w:rsidRPr="0067004F" w:rsidRDefault="00F21DB0" w:rsidP="00E44FF8">
            <w:pPr>
              <w:pStyle w:val="tabletext11"/>
              <w:jc w:val="right"/>
              <w:rPr>
                <w:ins w:id="2799" w:author="Author"/>
              </w:rPr>
            </w:pPr>
          </w:p>
        </w:tc>
        <w:tc>
          <w:tcPr>
            <w:tcW w:w="910" w:type="dxa"/>
            <w:tcBorders>
              <w:left w:val="nil"/>
              <w:right w:val="single" w:sz="6" w:space="0" w:color="auto"/>
            </w:tcBorders>
          </w:tcPr>
          <w:p w14:paraId="732D3434" w14:textId="77777777" w:rsidR="00F21DB0" w:rsidRPr="0067004F" w:rsidRDefault="00F21DB0" w:rsidP="00E44FF8">
            <w:pPr>
              <w:pStyle w:val="tabletext11"/>
              <w:tabs>
                <w:tab w:val="decimal" w:pos="200"/>
              </w:tabs>
              <w:rPr>
                <w:ins w:id="2800" w:author="Author"/>
              </w:rPr>
            </w:pPr>
            <w:ins w:id="2801" w:author="Author">
              <w:r w:rsidRPr="0067004F">
                <w:t>32.25</w:t>
              </w:r>
            </w:ins>
          </w:p>
        </w:tc>
        <w:tc>
          <w:tcPr>
            <w:tcW w:w="300" w:type="dxa"/>
            <w:gridSpan w:val="2"/>
            <w:tcBorders>
              <w:left w:val="single" w:sz="6" w:space="0" w:color="auto"/>
            </w:tcBorders>
          </w:tcPr>
          <w:p w14:paraId="2838A5F4" w14:textId="77777777" w:rsidR="00F21DB0" w:rsidRPr="0067004F" w:rsidRDefault="00F21DB0" w:rsidP="00E44FF8">
            <w:pPr>
              <w:pStyle w:val="tabletext11"/>
              <w:jc w:val="right"/>
              <w:rPr>
                <w:ins w:id="2802" w:author="Author"/>
              </w:rPr>
            </w:pPr>
          </w:p>
        </w:tc>
        <w:tc>
          <w:tcPr>
            <w:tcW w:w="790" w:type="dxa"/>
            <w:tcBorders>
              <w:left w:val="nil"/>
              <w:right w:val="single" w:sz="6" w:space="0" w:color="auto"/>
            </w:tcBorders>
          </w:tcPr>
          <w:p w14:paraId="20434D3F" w14:textId="77777777" w:rsidR="00F21DB0" w:rsidRPr="0067004F" w:rsidRDefault="00F21DB0" w:rsidP="00E44FF8">
            <w:pPr>
              <w:pStyle w:val="tabletext11"/>
              <w:tabs>
                <w:tab w:val="decimal" w:pos="200"/>
              </w:tabs>
              <w:rPr>
                <w:ins w:id="2803" w:author="Author"/>
              </w:rPr>
            </w:pPr>
            <w:ins w:id="2804" w:author="Author">
              <w:r w:rsidRPr="0067004F">
                <w:t>37.25</w:t>
              </w:r>
            </w:ins>
          </w:p>
        </w:tc>
      </w:tr>
      <w:tr w:rsidR="00F21DB0" w:rsidRPr="0067004F" w14:paraId="3DBA4568" w14:textId="77777777" w:rsidTr="00E44FF8">
        <w:trPr>
          <w:cantSplit/>
          <w:trHeight w:val="190"/>
          <w:ins w:id="2805" w:author="Author"/>
        </w:trPr>
        <w:tc>
          <w:tcPr>
            <w:tcW w:w="200" w:type="dxa"/>
          </w:tcPr>
          <w:p w14:paraId="34C39839" w14:textId="77777777" w:rsidR="00F21DB0" w:rsidRPr="0067004F" w:rsidRDefault="00F21DB0" w:rsidP="00E44FF8">
            <w:pPr>
              <w:pStyle w:val="tabletext11"/>
              <w:rPr>
                <w:ins w:id="2806" w:author="Author"/>
              </w:rPr>
            </w:pPr>
          </w:p>
        </w:tc>
        <w:tc>
          <w:tcPr>
            <w:tcW w:w="300" w:type="dxa"/>
            <w:tcBorders>
              <w:left w:val="single" w:sz="6" w:space="0" w:color="auto"/>
            </w:tcBorders>
          </w:tcPr>
          <w:p w14:paraId="4EB3967A" w14:textId="77777777" w:rsidR="00F21DB0" w:rsidRPr="0067004F" w:rsidRDefault="00F21DB0" w:rsidP="00E44FF8">
            <w:pPr>
              <w:pStyle w:val="tabletext11"/>
              <w:jc w:val="right"/>
              <w:rPr>
                <w:ins w:id="2807" w:author="Author"/>
              </w:rPr>
            </w:pPr>
          </w:p>
        </w:tc>
        <w:tc>
          <w:tcPr>
            <w:tcW w:w="2100" w:type="dxa"/>
            <w:gridSpan w:val="2"/>
            <w:tcBorders>
              <w:left w:val="nil"/>
              <w:right w:val="single" w:sz="6" w:space="0" w:color="auto"/>
            </w:tcBorders>
          </w:tcPr>
          <w:p w14:paraId="5AA0A301" w14:textId="77777777" w:rsidR="00F21DB0" w:rsidRPr="0067004F" w:rsidRDefault="00F21DB0" w:rsidP="00E44FF8">
            <w:pPr>
              <w:pStyle w:val="tabletext11"/>
              <w:rPr>
                <w:ins w:id="2808" w:author="Author"/>
              </w:rPr>
            </w:pPr>
            <w:ins w:id="2809" w:author="Author">
              <w:r w:rsidRPr="0067004F">
                <w:t>130,001 to 140,000</w:t>
              </w:r>
            </w:ins>
          </w:p>
        </w:tc>
        <w:tc>
          <w:tcPr>
            <w:tcW w:w="400" w:type="dxa"/>
            <w:tcBorders>
              <w:left w:val="single" w:sz="6" w:space="0" w:color="auto"/>
            </w:tcBorders>
          </w:tcPr>
          <w:p w14:paraId="5F9A51A6" w14:textId="77777777" w:rsidR="00F21DB0" w:rsidRPr="0067004F" w:rsidRDefault="00F21DB0" w:rsidP="00E44FF8">
            <w:pPr>
              <w:pStyle w:val="tabletext11"/>
              <w:jc w:val="right"/>
              <w:rPr>
                <w:ins w:id="2810" w:author="Author"/>
              </w:rPr>
            </w:pPr>
          </w:p>
        </w:tc>
        <w:tc>
          <w:tcPr>
            <w:tcW w:w="910" w:type="dxa"/>
            <w:tcBorders>
              <w:left w:val="nil"/>
              <w:right w:val="single" w:sz="6" w:space="0" w:color="auto"/>
            </w:tcBorders>
          </w:tcPr>
          <w:p w14:paraId="3E3B49E9" w14:textId="77777777" w:rsidR="00F21DB0" w:rsidRPr="0067004F" w:rsidRDefault="00F21DB0" w:rsidP="00E44FF8">
            <w:pPr>
              <w:pStyle w:val="tabletext11"/>
              <w:tabs>
                <w:tab w:val="decimal" w:pos="200"/>
              </w:tabs>
              <w:rPr>
                <w:ins w:id="2811" w:author="Author"/>
              </w:rPr>
            </w:pPr>
            <w:ins w:id="2812" w:author="Author">
              <w:r w:rsidRPr="0067004F">
                <w:t>33.63</w:t>
              </w:r>
            </w:ins>
          </w:p>
        </w:tc>
        <w:tc>
          <w:tcPr>
            <w:tcW w:w="300" w:type="dxa"/>
            <w:gridSpan w:val="2"/>
            <w:tcBorders>
              <w:left w:val="single" w:sz="6" w:space="0" w:color="auto"/>
            </w:tcBorders>
          </w:tcPr>
          <w:p w14:paraId="038F4C1C" w14:textId="77777777" w:rsidR="00F21DB0" w:rsidRPr="0067004F" w:rsidRDefault="00F21DB0" w:rsidP="00E44FF8">
            <w:pPr>
              <w:pStyle w:val="tabletext11"/>
              <w:jc w:val="right"/>
              <w:rPr>
                <w:ins w:id="2813" w:author="Author"/>
              </w:rPr>
            </w:pPr>
          </w:p>
        </w:tc>
        <w:tc>
          <w:tcPr>
            <w:tcW w:w="790" w:type="dxa"/>
            <w:tcBorders>
              <w:left w:val="nil"/>
              <w:right w:val="single" w:sz="6" w:space="0" w:color="auto"/>
            </w:tcBorders>
          </w:tcPr>
          <w:p w14:paraId="2B678732" w14:textId="77777777" w:rsidR="00F21DB0" w:rsidRPr="0067004F" w:rsidRDefault="00F21DB0" w:rsidP="00E44FF8">
            <w:pPr>
              <w:pStyle w:val="tabletext11"/>
              <w:tabs>
                <w:tab w:val="decimal" w:pos="200"/>
              </w:tabs>
              <w:rPr>
                <w:ins w:id="2814" w:author="Author"/>
              </w:rPr>
            </w:pPr>
            <w:ins w:id="2815" w:author="Author">
              <w:r w:rsidRPr="0067004F">
                <w:t>38.63</w:t>
              </w:r>
            </w:ins>
          </w:p>
        </w:tc>
      </w:tr>
      <w:tr w:rsidR="00F21DB0" w:rsidRPr="0067004F" w14:paraId="76CE4DFC" w14:textId="77777777" w:rsidTr="00E44FF8">
        <w:trPr>
          <w:cantSplit/>
          <w:trHeight w:val="190"/>
          <w:ins w:id="2816" w:author="Author"/>
        </w:trPr>
        <w:tc>
          <w:tcPr>
            <w:tcW w:w="200" w:type="dxa"/>
          </w:tcPr>
          <w:p w14:paraId="2E05821F" w14:textId="77777777" w:rsidR="00F21DB0" w:rsidRPr="0067004F" w:rsidRDefault="00F21DB0" w:rsidP="00E44FF8">
            <w:pPr>
              <w:pStyle w:val="tabletext11"/>
              <w:rPr>
                <w:ins w:id="2817" w:author="Author"/>
              </w:rPr>
            </w:pPr>
          </w:p>
        </w:tc>
        <w:tc>
          <w:tcPr>
            <w:tcW w:w="300" w:type="dxa"/>
            <w:tcBorders>
              <w:left w:val="single" w:sz="6" w:space="0" w:color="auto"/>
            </w:tcBorders>
          </w:tcPr>
          <w:p w14:paraId="245DA2D9" w14:textId="77777777" w:rsidR="00F21DB0" w:rsidRPr="0067004F" w:rsidRDefault="00F21DB0" w:rsidP="00E44FF8">
            <w:pPr>
              <w:pStyle w:val="tabletext11"/>
              <w:jc w:val="right"/>
              <w:rPr>
                <w:ins w:id="2818" w:author="Author"/>
              </w:rPr>
            </w:pPr>
          </w:p>
        </w:tc>
        <w:tc>
          <w:tcPr>
            <w:tcW w:w="2100" w:type="dxa"/>
            <w:gridSpan w:val="2"/>
            <w:tcBorders>
              <w:left w:val="nil"/>
              <w:right w:val="single" w:sz="6" w:space="0" w:color="auto"/>
            </w:tcBorders>
          </w:tcPr>
          <w:p w14:paraId="373D3287" w14:textId="77777777" w:rsidR="00F21DB0" w:rsidRPr="0067004F" w:rsidRDefault="00F21DB0" w:rsidP="00E44FF8">
            <w:pPr>
              <w:pStyle w:val="tabletext11"/>
              <w:rPr>
                <w:ins w:id="2819" w:author="Author"/>
              </w:rPr>
            </w:pPr>
            <w:ins w:id="2820" w:author="Author">
              <w:r w:rsidRPr="0067004F">
                <w:t>140,001 to 150,000</w:t>
              </w:r>
            </w:ins>
          </w:p>
        </w:tc>
        <w:tc>
          <w:tcPr>
            <w:tcW w:w="400" w:type="dxa"/>
            <w:tcBorders>
              <w:left w:val="single" w:sz="6" w:space="0" w:color="auto"/>
            </w:tcBorders>
          </w:tcPr>
          <w:p w14:paraId="41C83AC3" w14:textId="77777777" w:rsidR="00F21DB0" w:rsidRPr="0067004F" w:rsidRDefault="00F21DB0" w:rsidP="00E44FF8">
            <w:pPr>
              <w:pStyle w:val="tabletext11"/>
              <w:jc w:val="right"/>
              <w:rPr>
                <w:ins w:id="2821" w:author="Author"/>
              </w:rPr>
            </w:pPr>
          </w:p>
        </w:tc>
        <w:tc>
          <w:tcPr>
            <w:tcW w:w="910" w:type="dxa"/>
            <w:tcBorders>
              <w:left w:val="nil"/>
              <w:right w:val="single" w:sz="6" w:space="0" w:color="auto"/>
            </w:tcBorders>
          </w:tcPr>
          <w:p w14:paraId="39831CE3" w14:textId="77777777" w:rsidR="00F21DB0" w:rsidRPr="0067004F" w:rsidRDefault="00F21DB0" w:rsidP="00E44FF8">
            <w:pPr>
              <w:pStyle w:val="tabletext11"/>
              <w:tabs>
                <w:tab w:val="decimal" w:pos="200"/>
              </w:tabs>
              <w:rPr>
                <w:ins w:id="2822" w:author="Author"/>
              </w:rPr>
            </w:pPr>
            <w:ins w:id="2823" w:author="Author">
              <w:r w:rsidRPr="0067004F">
                <w:t>34.91</w:t>
              </w:r>
            </w:ins>
          </w:p>
        </w:tc>
        <w:tc>
          <w:tcPr>
            <w:tcW w:w="300" w:type="dxa"/>
            <w:gridSpan w:val="2"/>
            <w:tcBorders>
              <w:left w:val="single" w:sz="6" w:space="0" w:color="auto"/>
            </w:tcBorders>
          </w:tcPr>
          <w:p w14:paraId="75F80654" w14:textId="77777777" w:rsidR="00F21DB0" w:rsidRPr="0067004F" w:rsidRDefault="00F21DB0" w:rsidP="00E44FF8">
            <w:pPr>
              <w:pStyle w:val="tabletext11"/>
              <w:jc w:val="right"/>
              <w:rPr>
                <w:ins w:id="2824" w:author="Author"/>
              </w:rPr>
            </w:pPr>
          </w:p>
        </w:tc>
        <w:tc>
          <w:tcPr>
            <w:tcW w:w="790" w:type="dxa"/>
            <w:tcBorders>
              <w:left w:val="nil"/>
              <w:right w:val="single" w:sz="6" w:space="0" w:color="auto"/>
            </w:tcBorders>
          </w:tcPr>
          <w:p w14:paraId="4717CADD" w14:textId="77777777" w:rsidR="00F21DB0" w:rsidRPr="0067004F" w:rsidRDefault="00F21DB0" w:rsidP="00E44FF8">
            <w:pPr>
              <w:pStyle w:val="tabletext11"/>
              <w:tabs>
                <w:tab w:val="decimal" w:pos="200"/>
              </w:tabs>
              <w:rPr>
                <w:ins w:id="2825" w:author="Author"/>
              </w:rPr>
            </w:pPr>
            <w:ins w:id="2826" w:author="Author">
              <w:r w:rsidRPr="0067004F">
                <w:t>39.91</w:t>
              </w:r>
            </w:ins>
          </w:p>
        </w:tc>
      </w:tr>
      <w:tr w:rsidR="00F21DB0" w:rsidRPr="0067004F" w14:paraId="0C35E72D" w14:textId="77777777" w:rsidTr="00E44FF8">
        <w:trPr>
          <w:cantSplit/>
          <w:trHeight w:val="190"/>
          <w:ins w:id="2827" w:author="Author"/>
        </w:trPr>
        <w:tc>
          <w:tcPr>
            <w:tcW w:w="200" w:type="dxa"/>
          </w:tcPr>
          <w:p w14:paraId="6392A43F" w14:textId="77777777" w:rsidR="00F21DB0" w:rsidRPr="0067004F" w:rsidRDefault="00F21DB0" w:rsidP="00E44FF8">
            <w:pPr>
              <w:pStyle w:val="tabletext11"/>
              <w:rPr>
                <w:ins w:id="2828" w:author="Author"/>
              </w:rPr>
            </w:pPr>
          </w:p>
        </w:tc>
        <w:tc>
          <w:tcPr>
            <w:tcW w:w="300" w:type="dxa"/>
            <w:tcBorders>
              <w:left w:val="single" w:sz="6" w:space="0" w:color="auto"/>
            </w:tcBorders>
          </w:tcPr>
          <w:p w14:paraId="0BB3EDB7" w14:textId="77777777" w:rsidR="00F21DB0" w:rsidRPr="0067004F" w:rsidRDefault="00F21DB0" w:rsidP="00E44FF8">
            <w:pPr>
              <w:pStyle w:val="tabletext11"/>
              <w:jc w:val="right"/>
              <w:rPr>
                <w:ins w:id="2829" w:author="Author"/>
              </w:rPr>
            </w:pPr>
          </w:p>
        </w:tc>
        <w:tc>
          <w:tcPr>
            <w:tcW w:w="2100" w:type="dxa"/>
            <w:gridSpan w:val="2"/>
            <w:tcBorders>
              <w:left w:val="nil"/>
              <w:right w:val="single" w:sz="6" w:space="0" w:color="auto"/>
            </w:tcBorders>
          </w:tcPr>
          <w:p w14:paraId="10B33D61" w14:textId="77777777" w:rsidR="00F21DB0" w:rsidRPr="0067004F" w:rsidRDefault="00F21DB0" w:rsidP="00E44FF8">
            <w:pPr>
              <w:pStyle w:val="tabletext11"/>
              <w:rPr>
                <w:ins w:id="2830" w:author="Author"/>
              </w:rPr>
            </w:pPr>
            <w:ins w:id="2831" w:author="Author">
              <w:r w:rsidRPr="0067004F">
                <w:t>150,001 to 160,000</w:t>
              </w:r>
            </w:ins>
          </w:p>
        </w:tc>
        <w:tc>
          <w:tcPr>
            <w:tcW w:w="400" w:type="dxa"/>
            <w:tcBorders>
              <w:left w:val="single" w:sz="6" w:space="0" w:color="auto"/>
            </w:tcBorders>
          </w:tcPr>
          <w:p w14:paraId="4746790C" w14:textId="77777777" w:rsidR="00F21DB0" w:rsidRPr="0067004F" w:rsidRDefault="00F21DB0" w:rsidP="00E44FF8">
            <w:pPr>
              <w:pStyle w:val="tabletext11"/>
              <w:jc w:val="right"/>
              <w:rPr>
                <w:ins w:id="2832" w:author="Author"/>
              </w:rPr>
            </w:pPr>
          </w:p>
        </w:tc>
        <w:tc>
          <w:tcPr>
            <w:tcW w:w="910" w:type="dxa"/>
            <w:tcBorders>
              <w:left w:val="nil"/>
              <w:right w:val="single" w:sz="6" w:space="0" w:color="auto"/>
            </w:tcBorders>
          </w:tcPr>
          <w:p w14:paraId="759E8DC9" w14:textId="77777777" w:rsidR="00F21DB0" w:rsidRPr="0067004F" w:rsidRDefault="00F21DB0" w:rsidP="00E44FF8">
            <w:pPr>
              <w:pStyle w:val="tabletext11"/>
              <w:tabs>
                <w:tab w:val="decimal" w:pos="200"/>
              </w:tabs>
              <w:rPr>
                <w:ins w:id="2833" w:author="Author"/>
              </w:rPr>
            </w:pPr>
            <w:ins w:id="2834" w:author="Author">
              <w:r w:rsidRPr="0067004F">
                <w:t>36.09</w:t>
              </w:r>
            </w:ins>
          </w:p>
        </w:tc>
        <w:tc>
          <w:tcPr>
            <w:tcW w:w="300" w:type="dxa"/>
            <w:gridSpan w:val="2"/>
            <w:tcBorders>
              <w:left w:val="single" w:sz="6" w:space="0" w:color="auto"/>
            </w:tcBorders>
          </w:tcPr>
          <w:p w14:paraId="5EB23C59" w14:textId="77777777" w:rsidR="00F21DB0" w:rsidRPr="0067004F" w:rsidRDefault="00F21DB0" w:rsidP="00E44FF8">
            <w:pPr>
              <w:pStyle w:val="tabletext11"/>
              <w:jc w:val="right"/>
              <w:rPr>
                <w:ins w:id="2835" w:author="Author"/>
              </w:rPr>
            </w:pPr>
          </w:p>
        </w:tc>
        <w:tc>
          <w:tcPr>
            <w:tcW w:w="790" w:type="dxa"/>
            <w:tcBorders>
              <w:left w:val="nil"/>
              <w:right w:val="single" w:sz="6" w:space="0" w:color="auto"/>
            </w:tcBorders>
          </w:tcPr>
          <w:p w14:paraId="76C2048F" w14:textId="77777777" w:rsidR="00F21DB0" w:rsidRPr="0067004F" w:rsidRDefault="00F21DB0" w:rsidP="00E44FF8">
            <w:pPr>
              <w:pStyle w:val="tabletext11"/>
              <w:tabs>
                <w:tab w:val="decimal" w:pos="200"/>
              </w:tabs>
              <w:rPr>
                <w:ins w:id="2836" w:author="Author"/>
              </w:rPr>
            </w:pPr>
            <w:ins w:id="2837" w:author="Author">
              <w:r w:rsidRPr="0067004F">
                <w:t>41.09</w:t>
              </w:r>
            </w:ins>
          </w:p>
        </w:tc>
      </w:tr>
      <w:tr w:rsidR="00F21DB0" w:rsidRPr="0067004F" w14:paraId="61BD6553" w14:textId="77777777" w:rsidTr="00E44FF8">
        <w:trPr>
          <w:cantSplit/>
          <w:trHeight w:val="190"/>
          <w:ins w:id="2838" w:author="Author"/>
        </w:trPr>
        <w:tc>
          <w:tcPr>
            <w:tcW w:w="200" w:type="dxa"/>
          </w:tcPr>
          <w:p w14:paraId="0AF25B54" w14:textId="77777777" w:rsidR="00F21DB0" w:rsidRPr="0067004F" w:rsidRDefault="00F21DB0" w:rsidP="00E44FF8">
            <w:pPr>
              <w:pStyle w:val="tabletext11"/>
              <w:rPr>
                <w:ins w:id="2839" w:author="Author"/>
              </w:rPr>
            </w:pPr>
          </w:p>
        </w:tc>
        <w:tc>
          <w:tcPr>
            <w:tcW w:w="300" w:type="dxa"/>
            <w:tcBorders>
              <w:left w:val="single" w:sz="6" w:space="0" w:color="auto"/>
            </w:tcBorders>
          </w:tcPr>
          <w:p w14:paraId="0EA65EEA" w14:textId="77777777" w:rsidR="00F21DB0" w:rsidRPr="0067004F" w:rsidRDefault="00F21DB0" w:rsidP="00E44FF8">
            <w:pPr>
              <w:pStyle w:val="tabletext11"/>
              <w:jc w:val="right"/>
              <w:rPr>
                <w:ins w:id="2840" w:author="Author"/>
              </w:rPr>
            </w:pPr>
          </w:p>
        </w:tc>
        <w:tc>
          <w:tcPr>
            <w:tcW w:w="2100" w:type="dxa"/>
            <w:gridSpan w:val="2"/>
            <w:tcBorders>
              <w:left w:val="nil"/>
              <w:right w:val="single" w:sz="6" w:space="0" w:color="auto"/>
            </w:tcBorders>
          </w:tcPr>
          <w:p w14:paraId="1F93EFBB" w14:textId="77777777" w:rsidR="00F21DB0" w:rsidRPr="0067004F" w:rsidRDefault="00F21DB0" w:rsidP="00E44FF8">
            <w:pPr>
              <w:pStyle w:val="tabletext11"/>
              <w:rPr>
                <w:ins w:id="2841" w:author="Author"/>
              </w:rPr>
            </w:pPr>
            <w:ins w:id="2842" w:author="Author">
              <w:r w:rsidRPr="0067004F">
                <w:t>160,001 to 170,000</w:t>
              </w:r>
            </w:ins>
          </w:p>
        </w:tc>
        <w:tc>
          <w:tcPr>
            <w:tcW w:w="400" w:type="dxa"/>
            <w:tcBorders>
              <w:left w:val="single" w:sz="6" w:space="0" w:color="auto"/>
            </w:tcBorders>
          </w:tcPr>
          <w:p w14:paraId="09609FAB" w14:textId="77777777" w:rsidR="00F21DB0" w:rsidRPr="0067004F" w:rsidRDefault="00F21DB0" w:rsidP="00E44FF8">
            <w:pPr>
              <w:pStyle w:val="tabletext11"/>
              <w:jc w:val="right"/>
              <w:rPr>
                <w:ins w:id="2843" w:author="Author"/>
              </w:rPr>
            </w:pPr>
          </w:p>
        </w:tc>
        <w:tc>
          <w:tcPr>
            <w:tcW w:w="910" w:type="dxa"/>
            <w:tcBorders>
              <w:left w:val="nil"/>
              <w:right w:val="single" w:sz="6" w:space="0" w:color="auto"/>
            </w:tcBorders>
          </w:tcPr>
          <w:p w14:paraId="5ADA2894" w14:textId="77777777" w:rsidR="00F21DB0" w:rsidRPr="0067004F" w:rsidRDefault="00F21DB0" w:rsidP="00E44FF8">
            <w:pPr>
              <w:pStyle w:val="tabletext11"/>
              <w:tabs>
                <w:tab w:val="decimal" w:pos="200"/>
              </w:tabs>
              <w:rPr>
                <w:ins w:id="2844" w:author="Author"/>
              </w:rPr>
            </w:pPr>
            <w:ins w:id="2845" w:author="Author">
              <w:r w:rsidRPr="0067004F">
                <w:t>37.19</w:t>
              </w:r>
            </w:ins>
          </w:p>
        </w:tc>
        <w:tc>
          <w:tcPr>
            <w:tcW w:w="300" w:type="dxa"/>
            <w:gridSpan w:val="2"/>
            <w:tcBorders>
              <w:left w:val="single" w:sz="6" w:space="0" w:color="auto"/>
            </w:tcBorders>
          </w:tcPr>
          <w:p w14:paraId="7E539E36" w14:textId="77777777" w:rsidR="00F21DB0" w:rsidRPr="0067004F" w:rsidRDefault="00F21DB0" w:rsidP="00E44FF8">
            <w:pPr>
              <w:pStyle w:val="tabletext11"/>
              <w:jc w:val="right"/>
              <w:rPr>
                <w:ins w:id="2846" w:author="Author"/>
              </w:rPr>
            </w:pPr>
          </w:p>
        </w:tc>
        <w:tc>
          <w:tcPr>
            <w:tcW w:w="790" w:type="dxa"/>
            <w:tcBorders>
              <w:left w:val="nil"/>
              <w:right w:val="single" w:sz="6" w:space="0" w:color="auto"/>
            </w:tcBorders>
          </w:tcPr>
          <w:p w14:paraId="68E985C2" w14:textId="77777777" w:rsidR="00F21DB0" w:rsidRPr="0067004F" w:rsidRDefault="00F21DB0" w:rsidP="00E44FF8">
            <w:pPr>
              <w:pStyle w:val="tabletext11"/>
              <w:tabs>
                <w:tab w:val="decimal" w:pos="200"/>
              </w:tabs>
              <w:rPr>
                <w:ins w:id="2847" w:author="Author"/>
              </w:rPr>
            </w:pPr>
            <w:ins w:id="2848" w:author="Author">
              <w:r w:rsidRPr="0067004F">
                <w:t>42.19</w:t>
              </w:r>
            </w:ins>
          </w:p>
        </w:tc>
      </w:tr>
      <w:tr w:rsidR="00F21DB0" w:rsidRPr="0067004F" w14:paraId="03BB0469" w14:textId="77777777" w:rsidTr="00E44FF8">
        <w:trPr>
          <w:cantSplit/>
          <w:trHeight w:val="190"/>
          <w:ins w:id="2849" w:author="Author"/>
        </w:trPr>
        <w:tc>
          <w:tcPr>
            <w:tcW w:w="200" w:type="dxa"/>
          </w:tcPr>
          <w:p w14:paraId="39E5190A" w14:textId="77777777" w:rsidR="00F21DB0" w:rsidRPr="0067004F" w:rsidRDefault="00F21DB0" w:rsidP="00E44FF8">
            <w:pPr>
              <w:pStyle w:val="tabletext11"/>
              <w:rPr>
                <w:ins w:id="2850" w:author="Author"/>
              </w:rPr>
            </w:pPr>
          </w:p>
        </w:tc>
        <w:tc>
          <w:tcPr>
            <w:tcW w:w="300" w:type="dxa"/>
            <w:tcBorders>
              <w:left w:val="single" w:sz="6" w:space="0" w:color="auto"/>
            </w:tcBorders>
          </w:tcPr>
          <w:p w14:paraId="24FE6016" w14:textId="77777777" w:rsidR="00F21DB0" w:rsidRPr="0067004F" w:rsidRDefault="00F21DB0" w:rsidP="00E44FF8">
            <w:pPr>
              <w:pStyle w:val="tabletext11"/>
              <w:jc w:val="right"/>
              <w:rPr>
                <w:ins w:id="2851" w:author="Author"/>
              </w:rPr>
            </w:pPr>
          </w:p>
        </w:tc>
        <w:tc>
          <w:tcPr>
            <w:tcW w:w="2100" w:type="dxa"/>
            <w:gridSpan w:val="2"/>
            <w:tcBorders>
              <w:left w:val="nil"/>
              <w:right w:val="single" w:sz="6" w:space="0" w:color="auto"/>
            </w:tcBorders>
          </w:tcPr>
          <w:p w14:paraId="4DB90275" w14:textId="77777777" w:rsidR="00F21DB0" w:rsidRPr="0067004F" w:rsidRDefault="00F21DB0" w:rsidP="00E44FF8">
            <w:pPr>
              <w:pStyle w:val="tabletext11"/>
              <w:rPr>
                <w:ins w:id="2852" w:author="Author"/>
              </w:rPr>
            </w:pPr>
            <w:ins w:id="2853" w:author="Author">
              <w:r w:rsidRPr="0067004F">
                <w:t>170,001 to 180,000</w:t>
              </w:r>
            </w:ins>
          </w:p>
        </w:tc>
        <w:tc>
          <w:tcPr>
            <w:tcW w:w="400" w:type="dxa"/>
            <w:tcBorders>
              <w:left w:val="single" w:sz="6" w:space="0" w:color="auto"/>
            </w:tcBorders>
          </w:tcPr>
          <w:p w14:paraId="4DA033DF" w14:textId="77777777" w:rsidR="00F21DB0" w:rsidRPr="0067004F" w:rsidRDefault="00F21DB0" w:rsidP="00E44FF8">
            <w:pPr>
              <w:pStyle w:val="tabletext11"/>
              <w:jc w:val="right"/>
              <w:rPr>
                <w:ins w:id="2854" w:author="Author"/>
              </w:rPr>
            </w:pPr>
          </w:p>
        </w:tc>
        <w:tc>
          <w:tcPr>
            <w:tcW w:w="910" w:type="dxa"/>
            <w:tcBorders>
              <w:left w:val="nil"/>
              <w:right w:val="single" w:sz="6" w:space="0" w:color="auto"/>
            </w:tcBorders>
          </w:tcPr>
          <w:p w14:paraId="15F2C509" w14:textId="77777777" w:rsidR="00F21DB0" w:rsidRPr="0067004F" w:rsidRDefault="00F21DB0" w:rsidP="00E44FF8">
            <w:pPr>
              <w:pStyle w:val="tabletext11"/>
              <w:tabs>
                <w:tab w:val="decimal" w:pos="200"/>
              </w:tabs>
              <w:rPr>
                <w:ins w:id="2855" w:author="Author"/>
              </w:rPr>
            </w:pPr>
            <w:ins w:id="2856" w:author="Author">
              <w:r w:rsidRPr="0067004F">
                <w:t>38.20</w:t>
              </w:r>
            </w:ins>
          </w:p>
        </w:tc>
        <w:tc>
          <w:tcPr>
            <w:tcW w:w="300" w:type="dxa"/>
            <w:gridSpan w:val="2"/>
            <w:tcBorders>
              <w:left w:val="single" w:sz="6" w:space="0" w:color="auto"/>
            </w:tcBorders>
          </w:tcPr>
          <w:p w14:paraId="1D7DA7A3" w14:textId="77777777" w:rsidR="00F21DB0" w:rsidRPr="0067004F" w:rsidRDefault="00F21DB0" w:rsidP="00E44FF8">
            <w:pPr>
              <w:pStyle w:val="tabletext11"/>
              <w:jc w:val="right"/>
              <w:rPr>
                <w:ins w:id="2857" w:author="Author"/>
              </w:rPr>
            </w:pPr>
          </w:p>
        </w:tc>
        <w:tc>
          <w:tcPr>
            <w:tcW w:w="790" w:type="dxa"/>
            <w:tcBorders>
              <w:left w:val="nil"/>
              <w:right w:val="single" w:sz="6" w:space="0" w:color="auto"/>
            </w:tcBorders>
          </w:tcPr>
          <w:p w14:paraId="7894E8FC" w14:textId="77777777" w:rsidR="00F21DB0" w:rsidRPr="0067004F" w:rsidRDefault="00F21DB0" w:rsidP="00E44FF8">
            <w:pPr>
              <w:pStyle w:val="tabletext11"/>
              <w:tabs>
                <w:tab w:val="decimal" w:pos="200"/>
              </w:tabs>
              <w:rPr>
                <w:ins w:id="2858" w:author="Author"/>
              </w:rPr>
            </w:pPr>
            <w:ins w:id="2859" w:author="Author">
              <w:r w:rsidRPr="0067004F">
                <w:t>43.20</w:t>
              </w:r>
            </w:ins>
          </w:p>
        </w:tc>
      </w:tr>
      <w:tr w:rsidR="00F21DB0" w:rsidRPr="0067004F" w14:paraId="65D6DCE8" w14:textId="77777777" w:rsidTr="00E44FF8">
        <w:trPr>
          <w:cantSplit/>
          <w:trHeight w:val="190"/>
          <w:ins w:id="2860" w:author="Author"/>
        </w:trPr>
        <w:tc>
          <w:tcPr>
            <w:tcW w:w="200" w:type="dxa"/>
          </w:tcPr>
          <w:p w14:paraId="38A4E32C" w14:textId="77777777" w:rsidR="00F21DB0" w:rsidRPr="0067004F" w:rsidRDefault="00F21DB0" w:rsidP="00E44FF8">
            <w:pPr>
              <w:pStyle w:val="tabletext11"/>
              <w:rPr>
                <w:ins w:id="2861" w:author="Author"/>
              </w:rPr>
            </w:pPr>
          </w:p>
        </w:tc>
        <w:tc>
          <w:tcPr>
            <w:tcW w:w="300" w:type="dxa"/>
            <w:tcBorders>
              <w:left w:val="single" w:sz="6" w:space="0" w:color="auto"/>
            </w:tcBorders>
          </w:tcPr>
          <w:p w14:paraId="28ABDD36" w14:textId="77777777" w:rsidR="00F21DB0" w:rsidRPr="0067004F" w:rsidRDefault="00F21DB0" w:rsidP="00E44FF8">
            <w:pPr>
              <w:pStyle w:val="tabletext11"/>
              <w:jc w:val="right"/>
              <w:rPr>
                <w:ins w:id="2862" w:author="Author"/>
              </w:rPr>
            </w:pPr>
          </w:p>
        </w:tc>
        <w:tc>
          <w:tcPr>
            <w:tcW w:w="2100" w:type="dxa"/>
            <w:gridSpan w:val="2"/>
            <w:tcBorders>
              <w:left w:val="nil"/>
              <w:right w:val="single" w:sz="6" w:space="0" w:color="auto"/>
            </w:tcBorders>
          </w:tcPr>
          <w:p w14:paraId="64522C5E" w14:textId="77777777" w:rsidR="00F21DB0" w:rsidRPr="0067004F" w:rsidRDefault="00F21DB0" w:rsidP="00E44FF8">
            <w:pPr>
              <w:pStyle w:val="tabletext11"/>
              <w:rPr>
                <w:ins w:id="2863" w:author="Author"/>
              </w:rPr>
            </w:pPr>
            <w:ins w:id="2864" w:author="Author">
              <w:r w:rsidRPr="0067004F">
                <w:t>180,001 to 190,000</w:t>
              </w:r>
            </w:ins>
          </w:p>
        </w:tc>
        <w:tc>
          <w:tcPr>
            <w:tcW w:w="400" w:type="dxa"/>
            <w:tcBorders>
              <w:left w:val="single" w:sz="6" w:space="0" w:color="auto"/>
            </w:tcBorders>
          </w:tcPr>
          <w:p w14:paraId="3F7D047D" w14:textId="77777777" w:rsidR="00F21DB0" w:rsidRPr="0067004F" w:rsidRDefault="00F21DB0" w:rsidP="00E44FF8">
            <w:pPr>
              <w:pStyle w:val="tabletext11"/>
              <w:jc w:val="right"/>
              <w:rPr>
                <w:ins w:id="2865" w:author="Author"/>
              </w:rPr>
            </w:pPr>
          </w:p>
        </w:tc>
        <w:tc>
          <w:tcPr>
            <w:tcW w:w="910" w:type="dxa"/>
            <w:tcBorders>
              <w:left w:val="nil"/>
              <w:right w:val="single" w:sz="6" w:space="0" w:color="auto"/>
            </w:tcBorders>
          </w:tcPr>
          <w:p w14:paraId="3A22104B" w14:textId="77777777" w:rsidR="00F21DB0" w:rsidRPr="0067004F" w:rsidRDefault="00F21DB0" w:rsidP="00E44FF8">
            <w:pPr>
              <w:pStyle w:val="tabletext11"/>
              <w:tabs>
                <w:tab w:val="decimal" w:pos="200"/>
              </w:tabs>
              <w:rPr>
                <w:ins w:id="2866" w:author="Author"/>
              </w:rPr>
            </w:pPr>
            <w:ins w:id="2867" w:author="Author">
              <w:r w:rsidRPr="0067004F">
                <w:t>39.13</w:t>
              </w:r>
            </w:ins>
          </w:p>
        </w:tc>
        <w:tc>
          <w:tcPr>
            <w:tcW w:w="300" w:type="dxa"/>
            <w:gridSpan w:val="2"/>
            <w:tcBorders>
              <w:left w:val="single" w:sz="6" w:space="0" w:color="auto"/>
            </w:tcBorders>
          </w:tcPr>
          <w:p w14:paraId="47D7E1C4" w14:textId="77777777" w:rsidR="00F21DB0" w:rsidRPr="0067004F" w:rsidRDefault="00F21DB0" w:rsidP="00E44FF8">
            <w:pPr>
              <w:pStyle w:val="tabletext11"/>
              <w:jc w:val="right"/>
              <w:rPr>
                <w:ins w:id="2868" w:author="Author"/>
              </w:rPr>
            </w:pPr>
          </w:p>
        </w:tc>
        <w:tc>
          <w:tcPr>
            <w:tcW w:w="790" w:type="dxa"/>
            <w:tcBorders>
              <w:left w:val="nil"/>
              <w:right w:val="single" w:sz="6" w:space="0" w:color="auto"/>
            </w:tcBorders>
          </w:tcPr>
          <w:p w14:paraId="3FFCF1D9" w14:textId="77777777" w:rsidR="00F21DB0" w:rsidRPr="0067004F" w:rsidRDefault="00F21DB0" w:rsidP="00E44FF8">
            <w:pPr>
              <w:pStyle w:val="tabletext11"/>
              <w:tabs>
                <w:tab w:val="decimal" w:pos="200"/>
              </w:tabs>
              <w:rPr>
                <w:ins w:id="2869" w:author="Author"/>
              </w:rPr>
            </w:pPr>
            <w:ins w:id="2870" w:author="Author">
              <w:r w:rsidRPr="0067004F">
                <w:t>44.13</w:t>
              </w:r>
            </w:ins>
          </w:p>
        </w:tc>
      </w:tr>
      <w:tr w:rsidR="00F21DB0" w:rsidRPr="0067004F" w14:paraId="7395C3A3" w14:textId="77777777" w:rsidTr="00E44FF8">
        <w:trPr>
          <w:cantSplit/>
          <w:trHeight w:val="190"/>
          <w:ins w:id="2871" w:author="Author"/>
        </w:trPr>
        <w:tc>
          <w:tcPr>
            <w:tcW w:w="200" w:type="dxa"/>
          </w:tcPr>
          <w:p w14:paraId="7EE5B0A1" w14:textId="77777777" w:rsidR="00F21DB0" w:rsidRPr="0067004F" w:rsidRDefault="00F21DB0" w:rsidP="00E44FF8">
            <w:pPr>
              <w:pStyle w:val="tabletext11"/>
              <w:rPr>
                <w:ins w:id="2872" w:author="Author"/>
              </w:rPr>
            </w:pPr>
          </w:p>
        </w:tc>
        <w:tc>
          <w:tcPr>
            <w:tcW w:w="300" w:type="dxa"/>
            <w:tcBorders>
              <w:left w:val="single" w:sz="6" w:space="0" w:color="auto"/>
            </w:tcBorders>
          </w:tcPr>
          <w:p w14:paraId="4CB61676" w14:textId="77777777" w:rsidR="00F21DB0" w:rsidRPr="0067004F" w:rsidRDefault="00F21DB0" w:rsidP="00E44FF8">
            <w:pPr>
              <w:pStyle w:val="tabletext11"/>
              <w:jc w:val="right"/>
              <w:rPr>
                <w:ins w:id="2873" w:author="Author"/>
              </w:rPr>
            </w:pPr>
          </w:p>
        </w:tc>
        <w:tc>
          <w:tcPr>
            <w:tcW w:w="2100" w:type="dxa"/>
            <w:gridSpan w:val="2"/>
            <w:tcBorders>
              <w:left w:val="nil"/>
              <w:right w:val="single" w:sz="6" w:space="0" w:color="auto"/>
            </w:tcBorders>
          </w:tcPr>
          <w:p w14:paraId="00887E05" w14:textId="77777777" w:rsidR="00F21DB0" w:rsidRPr="0067004F" w:rsidRDefault="00F21DB0" w:rsidP="00E44FF8">
            <w:pPr>
              <w:pStyle w:val="tabletext11"/>
              <w:rPr>
                <w:ins w:id="2874" w:author="Author"/>
              </w:rPr>
            </w:pPr>
            <w:ins w:id="2875" w:author="Author">
              <w:r w:rsidRPr="0067004F">
                <w:t>190,001 to 200,000</w:t>
              </w:r>
            </w:ins>
          </w:p>
        </w:tc>
        <w:tc>
          <w:tcPr>
            <w:tcW w:w="400" w:type="dxa"/>
            <w:tcBorders>
              <w:left w:val="single" w:sz="6" w:space="0" w:color="auto"/>
            </w:tcBorders>
          </w:tcPr>
          <w:p w14:paraId="0F572E6E" w14:textId="77777777" w:rsidR="00F21DB0" w:rsidRPr="0067004F" w:rsidRDefault="00F21DB0" w:rsidP="00E44FF8">
            <w:pPr>
              <w:pStyle w:val="tabletext11"/>
              <w:jc w:val="right"/>
              <w:rPr>
                <w:ins w:id="2876" w:author="Author"/>
              </w:rPr>
            </w:pPr>
          </w:p>
        </w:tc>
        <w:tc>
          <w:tcPr>
            <w:tcW w:w="910" w:type="dxa"/>
            <w:tcBorders>
              <w:left w:val="nil"/>
              <w:right w:val="single" w:sz="6" w:space="0" w:color="auto"/>
            </w:tcBorders>
          </w:tcPr>
          <w:p w14:paraId="1E9CF6AC" w14:textId="77777777" w:rsidR="00F21DB0" w:rsidRPr="0067004F" w:rsidRDefault="00F21DB0" w:rsidP="00E44FF8">
            <w:pPr>
              <w:pStyle w:val="tabletext11"/>
              <w:tabs>
                <w:tab w:val="decimal" w:pos="200"/>
              </w:tabs>
              <w:rPr>
                <w:ins w:id="2877" w:author="Author"/>
              </w:rPr>
            </w:pPr>
            <w:ins w:id="2878" w:author="Author">
              <w:r w:rsidRPr="0067004F">
                <w:t>40.00</w:t>
              </w:r>
            </w:ins>
          </w:p>
        </w:tc>
        <w:tc>
          <w:tcPr>
            <w:tcW w:w="300" w:type="dxa"/>
            <w:gridSpan w:val="2"/>
            <w:tcBorders>
              <w:left w:val="single" w:sz="6" w:space="0" w:color="auto"/>
            </w:tcBorders>
          </w:tcPr>
          <w:p w14:paraId="06AFF91F" w14:textId="77777777" w:rsidR="00F21DB0" w:rsidRPr="0067004F" w:rsidRDefault="00F21DB0" w:rsidP="00E44FF8">
            <w:pPr>
              <w:pStyle w:val="tabletext11"/>
              <w:jc w:val="right"/>
              <w:rPr>
                <w:ins w:id="2879" w:author="Author"/>
              </w:rPr>
            </w:pPr>
          </w:p>
        </w:tc>
        <w:tc>
          <w:tcPr>
            <w:tcW w:w="790" w:type="dxa"/>
            <w:tcBorders>
              <w:left w:val="nil"/>
              <w:right w:val="single" w:sz="6" w:space="0" w:color="auto"/>
            </w:tcBorders>
          </w:tcPr>
          <w:p w14:paraId="27F4C0D0" w14:textId="77777777" w:rsidR="00F21DB0" w:rsidRPr="0067004F" w:rsidRDefault="00F21DB0" w:rsidP="00E44FF8">
            <w:pPr>
              <w:pStyle w:val="tabletext11"/>
              <w:tabs>
                <w:tab w:val="decimal" w:pos="200"/>
              </w:tabs>
              <w:rPr>
                <w:ins w:id="2880" w:author="Author"/>
              </w:rPr>
            </w:pPr>
            <w:ins w:id="2881" w:author="Author">
              <w:r w:rsidRPr="0067004F">
                <w:t>45.00</w:t>
              </w:r>
            </w:ins>
          </w:p>
        </w:tc>
      </w:tr>
      <w:tr w:rsidR="00F21DB0" w:rsidRPr="0067004F" w14:paraId="13B1DA30" w14:textId="77777777" w:rsidTr="00E44FF8">
        <w:trPr>
          <w:cantSplit/>
          <w:trHeight w:val="190"/>
          <w:ins w:id="2882" w:author="Author"/>
        </w:trPr>
        <w:tc>
          <w:tcPr>
            <w:tcW w:w="200" w:type="dxa"/>
          </w:tcPr>
          <w:p w14:paraId="537F4521" w14:textId="77777777" w:rsidR="00F21DB0" w:rsidRPr="0067004F" w:rsidRDefault="00F21DB0" w:rsidP="00E44FF8">
            <w:pPr>
              <w:pStyle w:val="tabletext11"/>
              <w:rPr>
                <w:ins w:id="2883" w:author="Author"/>
              </w:rPr>
            </w:pPr>
          </w:p>
        </w:tc>
        <w:tc>
          <w:tcPr>
            <w:tcW w:w="300" w:type="dxa"/>
            <w:tcBorders>
              <w:left w:val="single" w:sz="6" w:space="0" w:color="auto"/>
            </w:tcBorders>
          </w:tcPr>
          <w:p w14:paraId="548BDD6D" w14:textId="77777777" w:rsidR="00F21DB0" w:rsidRPr="0067004F" w:rsidRDefault="00F21DB0" w:rsidP="00E44FF8">
            <w:pPr>
              <w:pStyle w:val="tabletext11"/>
              <w:jc w:val="right"/>
              <w:rPr>
                <w:ins w:id="2884" w:author="Author"/>
              </w:rPr>
            </w:pPr>
          </w:p>
        </w:tc>
        <w:tc>
          <w:tcPr>
            <w:tcW w:w="2100" w:type="dxa"/>
            <w:gridSpan w:val="2"/>
            <w:tcBorders>
              <w:left w:val="nil"/>
              <w:right w:val="single" w:sz="6" w:space="0" w:color="auto"/>
            </w:tcBorders>
          </w:tcPr>
          <w:p w14:paraId="14BA81A8" w14:textId="77777777" w:rsidR="00F21DB0" w:rsidRPr="0067004F" w:rsidRDefault="00F21DB0" w:rsidP="00E44FF8">
            <w:pPr>
              <w:pStyle w:val="tabletext11"/>
              <w:rPr>
                <w:ins w:id="2885" w:author="Author"/>
              </w:rPr>
            </w:pPr>
            <w:ins w:id="2886" w:author="Author">
              <w:r w:rsidRPr="0067004F">
                <w:t>200,001 to 210,000</w:t>
              </w:r>
            </w:ins>
          </w:p>
        </w:tc>
        <w:tc>
          <w:tcPr>
            <w:tcW w:w="400" w:type="dxa"/>
            <w:tcBorders>
              <w:left w:val="single" w:sz="6" w:space="0" w:color="auto"/>
            </w:tcBorders>
          </w:tcPr>
          <w:p w14:paraId="520CC274" w14:textId="77777777" w:rsidR="00F21DB0" w:rsidRPr="0067004F" w:rsidRDefault="00F21DB0" w:rsidP="00E44FF8">
            <w:pPr>
              <w:pStyle w:val="tabletext11"/>
              <w:jc w:val="right"/>
              <w:rPr>
                <w:ins w:id="2887" w:author="Author"/>
              </w:rPr>
            </w:pPr>
          </w:p>
        </w:tc>
        <w:tc>
          <w:tcPr>
            <w:tcW w:w="910" w:type="dxa"/>
            <w:tcBorders>
              <w:left w:val="nil"/>
              <w:right w:val="single" w:sz="6" w:space="0" w:color="auto"/>
            </w:tcBorders>
          </w:tcPr>
          <w:p w14:paraId="4E8CAD5D" w14:textId="77777777" w:rsidR="00F21DB0" w:rsidRPr="0067004F" w:rsidRDefault="00F21DB0" w:rsidP="00E44FF8">
            <w:pPr>
              <w:pStyle w:val="tabletext11"/>
              <w:tabs>
                <w:tab w:val="decimal" w:pos="200"/>
              </w:tabs>
              <w:rPr>
                <w:ins w:id="2888" w:author="Author"/>
              </w:rPr>
            </w:pPr>
            <w:ins w:id="2889" w:author="Author">
              <w:r w:rsidRPr="0067004F">
                <w:t>40.80</w:t>
              </w:r>
            </w:ins>
          </w:p>
        </w:tc>
        <w:tc>
          <w:tcPr>
            <w:tcW w:w="300" w:type="dxa"/>
            <w:gridSpan w:val="2"/>
            <w:tcBorders>
              <w:left w:val="single" w:sz="6" w:space="0" w:color="auto"/>
            </w:tcBorders>
          </w:tcPr>
          <w:p w14:paraId="05E39EBB" w14:textId="77777777" w:rsidR="00F21DB0" w:rsidRPr="0067004F" w:rsidRDefault="00F21DB0" w:rsidP="00E44FF8">
            <w:pPr>
              <w:pStyle w:val="tabletext11"/>
              <w:jc w:val="right"/>
              <w:rPr>
                <w:ins w:id="2890" w:author="Author"/>
              </w:rPr>
            </w:pPr>
          </w:p>
        </w:tc>
        <w:tc>
          <w:tcPr>
            <w:tcW w:w="790" w:type="dxa"/>
            <w:tcBorders>
              <w:left w:val="nil"/>
              <w:right w:val="single" w:sz="6" w:space="0" w:color="auto"/>
            </w:tcBorders>
          </w:tcPr>
          <w:p w14:paraId="084D2C87" w14:textId="77777777" w:rsidR="00F21DB0" w:rsidRPr="0067004F" w:rsidRDefault="00F21DB0" w:rsidP="00E44FF8">
            <w:pPr>
              <w:pStyle w:val="tabletext11"/>
              <w:tabs>
                <w:tab w:val="decimal" w:pos="200"/>
              </w:tabs>
              <w:rPr>
                <w:ins w:id="2891" w:author="Author"/>
              </w:rPr>
            </w:pPr>
            <w:ins w:id="2892" w:author="Author">
              <w:r w:rsidRPr="0067004F">
                <w:t>45.80</w:t>
              </w:r>
            </w:ins>
          </w:p>
        </w:tc>
      </w:tr>
      <w:tr w:rsidR="00F21DB0" w:rsidRPr="0067004F" w14:paraId="563D1A58" w14:textId="77777777" w:rsidTr="00E44FF8">
        <w:trPr>
          <w:cantSplit/>
          <w:trHeight w:val="190"/>
          <w:ins w:id="2893" w:author="Author"/>
        </w:trPr>
        <w:tc>
          <w:tcPr>
            <w:tcW w:w="200" w:type="dxa"/>
          </w:tcPr>
          <w:p w14:paraId="290C1E2F" w14:textId="77777777" w:rsidR="00F21DB0" w:rsidRPr="0067004F" w:rsidRDefault="00F21DB0" w:rsidP="00E44FF8">
            <w:pPr>
              <w:pStyle w:val="tabletext11"/>
              <w:rPr>
                <w:ins w:id="2894" w:author="Author"/>
              </w:rPr>
            </w:pPr>
          </w:p>
        </w:tc>
        <w:tc>
          <w:tcPr>
            <w:tcW w:w="300" w:type="dxa"/>
            <w:tcBorders>
              <w:left w:val="single" w:sz="6" w:space="0" w:color="auto"/>
            </w:tcBorders>
          </w:tcPr>
          <w:p w14:paraId="50EEB422" w14:textId="77777777" w:rsidR="00F21DB0" w:rsidRPr="0067004F" w:rsidRDefault="00F21DB0" w:rsidP="00E44FF8">
            <w:pPr>
              <w:pStyle w:val="tabletext11"/>
              <w:jc w:val="right"/>
              <w:rPr>
                <w:ins w:id="2895" w:author="Author"/>
              </w:rPr>
            </w:pPr>
          </w:p>
        </w:tc>
        <w:tc>
          <w:tcPr>
            <w:tcW w:w="2100" w:type="dxa"/>
            <w:gridSpan w:val="2"/>
            <w:tcBorders>
              <w:left w:val="nil"/>
              <w:right w:val="single" w:sz="6" w:space="0" w:color="auto"/>
            </w:tcBorders>
          </w:tcPr>
          <w:p w14:paraId="70816BFE" w14:textId="77777777" w:rsidR="00F21DB0" w:rsidRPr="0067004F" w:rsidRDefault="00F21DB0" w:rsidP="00E44FF8">
            <w:pPr>
              <w:pStyle w:val="tabletext11"/>
              <w:rPr>
                <w:ins w:id="2896" w:author="Author"/>
              </w:rPr>
            </w:pPr>
            <w:ins w:id="2897" w:author="Author">
              <w:r w:rsidRPr="0067004F">
                <w:t>210,001 to 220,000</w:t>
              </w:r>
            </w:ins>
          </w:p>
        </w:tc>
        <w:tc>
          <w:tcPr>
            <w:tcW w:w="400" w:type="dxa"/>
            <w:tcBorders>
              <w:left w:val="single" w:sz="6" w:space="0" w:color="auto"/>
            </w:tcBorders>
          </w:tcPr>
          <w:p w14:paraId="3018E1D7" w14:textId="77777777" w:rsidR="00F21DB0" w:rsidRPr="0067004F" w:rsidRDefault="00F21DB0" w:rsidP="00E44FF8">
            <w:pPr>
              <w:pStyle w:val="tabletext11"/>
              <w:jc w:val="right"/>
              <w:rPr>
                <w:ins w:id="2898" w:author="Author"/>
              </w:rPr>
            </w:pPr>
          </w:p>
        </w:tc>
        <w:tc>
          <w:tcPr>
            <w:tcW w:w="910" w:type="dxa"/>
            <w:tcBorders>
              <w:left w:val="nil"/>
              <w:right w:val="single" w:sz="6" w:space="0" w:color="auto"/>
            </w:tcBorders>
          </w:tcPr>
          <w:p w14:paraId="459CC49B" w14:textId="77777777" w:rsidR="00F21DB0" w:rsidRPr="0067004F" w:rsidRDefault="00F21DB0" w:rsidP="00E44FF8">
            <w:pPr>
              <w:pStyle w:val="tabletext11"/>
              <w:tabs>
                <w:tab w:val="decimal" w:pos="200"/>
              </w:tabs>
              <w:rPr>
                <w:ins w:id="2899" w:author="Author"/>
              </w:rPr>
            </w:pPr>
            <w:ins w:id="2900" w:author="Author">
              <w:r w:rsidRPr="0067004F">
                <w:t>41.54</w:t>
              </w:r>
            </w:ins>
          </w:p>
        </w:tc>
        <w:tc>
          <w:tcPr>
            <w:tcW w:w="300" w:type="dxa"/>
            <w:gridSpan w:val="2"/>
            <w:tcBorders>
              <w:left w:val="single" w:sz="6" w:space="0" w:color="auto"/>
            </w:tcBorders>
          </w:tcPr>
          <w:p w14:paraId="2A2F3D6F" w14:textId="77777777" w:rsidR="00F21DB0" w:rsidRPr="0067004F" w:rsidRDefault="00F21DB0" w:rsidP="00E44FF8">
            <w:pPr>
              <w:pStyle w:val="tabletext11"/>
              <w:jc w:val="right"/>
              <w:rPr>
                <w:ins w:id="2901" w:author="Author"/>
              </w:rPr>
            </w:pPr>
          </w:p>
        </w:tc>
        <w:tc>
          <w:tcPr>
            <w:tcW w:w="790" w:type="dxa"/>
            <w:tcBorders>
              <w:left w:val="nil"/>
              <w:right w:val="single" w:sz="6" w:space="0" w:color="auto"/>
            </w:tcBorders>
          </w:tcPr>
          <w:p w14:paraId="71549DF8" w14:textId="77777777" w:rsidR="00F21DB0" w:rsidRPr="0067004F" w:rsidRDefault="00F21DB0" w:rsidP="00E44FF8">
            <w:pPr>
              <w:pStyle w:val="tabletext11"/>
              <w:tabs>
                <w:tab w:val="decimal" w:pos="200"/>
              </w:tabs>
              <w:rPr>
                <w:ins w:id="2902" w:author="Author"/>
              </w:rPr>
            </w:pPr>
            <w:ins w:id="2903" w:author="Author">
              <w:r w:rsidRPr="0067004F">
                <w:t>46.54</w:t>
              </w:r>
            </w:ins>
          </w:p>
        </w:tc>
      </w:tr>
      <w:tr w:rsidR="00F21DB0" w:rsidRPr="0067004F" w14:paraId="744F916D" w14:textId="77777777" w:rsidTr="00E44FF8">
        <w:trPr>
          <w:cantSplit/>
          <w:trHeight w:val="190"/>
          <w:ins w:id="2904" w:author="Author"/>
        </w:trPr>
        <w:tc>
          <w:tcPr>
            <w:tcW w:w="200" w:type="dxa"/>
          </w:tcPr>
          <w:p w14:paraId="01288780" w14:textId="77777777" w:rsidR="00F21DB0" w:rsidRPr="0067004F" w:rsidRDefault="00F21DB0" w:rsidP="00E44FF8">
            <w:pPr>
              <w:pStyle w:val="tabletext11"/>
              <w:rPr>
                <w:ins w:id="2905" w:author="Author"/>
              </w:rPr>
            </w:pPr>
          </w:p>
        </w:tc>
        <w:tc>
          <w:tcPr>
            <w:tcW w:w="300" w:type="dxa"/>
            <w:tcBorders>
              <w:left w:val="single" w:sz="6" w:space="0" w:color="auto"/>
            </w:tcBorders>
          </w:tcPr>
          <w:p w14:paraId="0AE2F1B3" w14:textId="77777777" w:rsidR="00F21DB0" w:rsidRPr="0067004F" w:rsidRDefault="00F21DB0" w:rsidP="00E44FF8">
            <w:pPr>
              <w:pStyle w:val="tabletext11"/>
              <w:jc w:val="right"/>
              <w:rPr>
                <w:ins w:id="2906" w:author="Author"/>
              </w:rPr>
            </w:pPr>
          </w:p>
        </w:tc>
        <w:tc>
          <w:tcPr>
            <w:tcW w:w="2100" w:type="dxa"/>
            <w:gridSpan w:val="2"/>
            <w:tcBorders>
              <w:left w:val="nil"/>
              <w:right w:val="single" w:sz="6" w:space="0" w:color="auto"/>
            </w:tcBorders>
          </w:tcPr>
          <w:p w14:paraId="3F5F1C59" w14:textId="77777777" w:rsidR="00F21DB0" w:rsidRPr="0067004F" w:rsidRDefault="00F21DB0" w:rsidP="00E44FF8">
            <w:pPr>
              <w:pStyle w:val="tabletext11"/>
              <w:rPr>
                <w:ins w:id="2907" w:author="Author"/>
              </w:rPr>
            </w:pPr>
            <w:ins w:id="2908" w:author="Author">
              <w:r w:rsidRPr="0067004F">
                <w:t>220,001 to 230,000</w:t>
              </w:r>
            </w:ins>
          </w:p>
        </w:tc>
        <w:tc>
          <w:tcPr>
            <w:tcW w:w="400" w:type="dxa"/>
            <w:tcBorders>
              <w:left w:val="single" w:sz="6" w:space="0" w:color="auto"/>
            </w:tcBorders>
          </w:tcPr>
          <w:p w14:paraId="3ECF49C7" w14:textId="77777777" w:rsidR="00F21DB0" w:rsidRPr="0067004F" w:rsidRDefault="00F21DB0" w:rsidP="00E44FF8">
            <w:pPr>
              <w:pStyle w:val="tabletext11"/>
              <w:jc w:val="right"/>
              <w:rPr>
                <w:ins w:id="2909" w:author="Author"/>
              </w:rPr>
            </w:pPr>
          </w:p>
        </w:tc>
        <w:tc>
          <w:tcPr>
            <w:tcW w:w="910" w:type="dxa"/>
            <w:tcBorders>
              <w:left w:val="nil"/>
              <w:right w:val="single" w:sz="6" w:space="0" w:color="auto"/>
            </w:tcBorders>
          </w:tcPr>
          <w:p w14:paraId="314E255F" w14:textId="77777777" w:rsidR="00F21DB0" w:rsidRPr="0067004F" w:rsidRDefault="00F21DB0" w:rsidP="00E44FF8">
            <w:pPr>
              <w:pStyle w:val="tabletext11"/>
              <w:tabs>
                <w:tab w:val="decimal" w:pos="200"/>
              </w:tabs>
              <w:rPr>
                <w:ins w:id="2910" w:author="Author"/>
              </w:rPr>
            </w:pPr>
            <w:ins w:id="2911" w:author="Author">
              <w:r w:rsidRPr="0067004F">
                <w:t>42.23</w:t>
              </w:r>
            </w:ins>
          </w:p>
        </w:tc>
        <w:tc>
          <w:tcPr>
            <w:tcW w:w="300" w:type="dxa"/>
            <w:gridSpan w:val="2"/>
            <w:tcBorders>
              <w:left w:val="single" w:sz="6" w:space="0" w:color="auto"/>
            </w:tcBorders>
          </w:tcPr>
          <w:p w14:paraId="1DFC6B54" w14:textId="77777777" w:rsidR="00F21DB0" w:rsidRPr="0067004F" w:rsidRDefault="00F21DB0" w:rsidP="00E44FF8">
            <w:pPr>
              <w:pStyle w:val="tabletext11"/>
              <w:jc w:val="right"/>
              <w:rPr>
                <w:ins w:id="2912" w:author="Author"/>
              </w:rPr>
            </w:pPr>
          </w:p>
        </w:tc>
        <w:tc>
          <w:tcPr>
            <w:tcW w:w="790" w:type="dxa"/>
            <w:tcBorders>
              <w:left w:val="nil"/>
              <w:right w:val="single" w:sz="6" w:space="0" w:color="auto"/>
            </w:tcBorders>
          </w:tcPr>
          <w:p w14:paraId="77AE49BB" w14:textId="77777777" w:rsidR="00F21DB0" w:rsidRPr="0067004F" w:rsidRDefault="00F21DB0" w:rsidP="00E44FF8">
            <w:pPr>
              <w:pStyle w:val="tabletext11"/>
              <w:tabs>
                <w:tab w:val="decimal" w:pos="200"/>
              </w:tabs>
              <w:rPr>
                <w:ins w:id="2913" w:author="Author"/>
              </w:rPr>
            </w:pPr>
            <w:ins w:id="2914" w:author="Author">
              <w:r w:rsidRPr="0067004F">
                <w:t>47.23</w:t>
              </w:r>
            </w:ins>
          </w:p>
        </w:tc>
      </w:tr>
      <w:tr w:rsidR="00F21DB0" w:rsidRPr="0067004F" w14:paraId="1241A189" w14:textId="77777777" w:rsidTr="00E44FF8">
        <w:trPr>
          <w:cantSplit/>
          <w:trHeight w:val="190"/>
          <w:ins w:id="2915" w:author="Author"/>
        </w:trPr>
        <w:tc>
          <w:tcPr>
            <w:tcW w:w="200" w:type="dxa"/>
          </w:tcPr>
          <w:p w14:paraId="2B8B049A" w14:textId="77777777" w:rsidR="00F21DB0" w:rsidRPr="0067004F" w:rsidRDefault="00F21DB0" w:rsidP="00E44FF8">
            <w:pPr>
              <w:pStyle w:val="tabletext11"/>
              <w:rPr>
                <w:ins w:id="2916" w:author="Author"/>
              </w:rPr>
            </w:pPr>
          </w:p>
        </w:tc>
        <w:tc>
          <w:tcPr>
            <w:tcW w:w="300" w:type="dxa"/>
            <w:tcBorders>
              <w:left w:val="single" w:sz="6" w:space="0" w:color="auto"/>
            </w:tcBorders>
          </w:tcPr>
          <w:p w14:paraId="0F3C411E" w14:textId="77777777" w:rsidR="00F21DB0" w:rsidRPr="0067004F" w:rsidRDefault="00F21DB0" w:rsidP="00E44FF8">
            <w:pPr>
              <w:pStyle w:val="tabletext11"/>
              <w:jc w:val="right"/>
              <w:rPr>
                <w:ins w:id="2917" w:author="Author"/>
              </w:rPr>
            </w:pPr>
          </w:p>
        </w:tc>
        <w:tc>
          <w:tcPr>
            <w:tcW w:w="2100" w:type="dxa"/>
            <w:gridSpan w:val="2"/>
            <w:tcBorders>
              <w:left w:val="nil"/>
              <w:right w:val="single" w:sz="6" w:space="0" w:color="auto"/>
            </w:tcBorders>
          </w:tcPr>
          <w:p w14:paraId="159AE615" w14:textId="77777777" w:rsidR="00F21DB0" w:rsidRPr="0067004F" w:rsidRDefault="00F21DB0" w:rsidP="00E44FF8">
            <w:pPr>
              <w:pStyle w:val="tabletext11"/>
              <w:rPr>
                <w:ins w:id="2918" w:author="Author"/>
              </w:rPr>
            </w:pPr>
            <w:ins w:id="2919" w:author="Author">
              <w:r w:rsidRPr="0067004F">
                <w:t>230,001 to 240,000</w:t>
              </w:r>
            </w:ins>
          </w:p>
        </w:tc>
        <w:tc>
          <w:tcPr>
            <w:tcW w:w="400" w:type="dxa"/>
            <w:tcBorders>
              <w:left w:val="single" w:sz="6" w:space="0" w:color="auto"/>
            </w:tcBorders>
          </w:tcPr>
          <w:p w14:paraId="7279605C" w14:textId="77777777" w:rsidR="00F21DB0" w:rsidRPr="0067004F" w:rsidRDefault="00F21DB0" w:rsidP="00E44FF8">
            <w:pPr>
              <w:pStyle w:val="tabletext11"/>
              <w:jc w:val="right"/>
              <w:rPr>
                <w:ins w:id="2920" w:author="Author"/>
              </w:rPr>
            </w:pPr>
          </w:p>
        </w:tc>
        <w:tc>
          <w:tcPr>
            <w:tcW w:w="910" w:type="dxa"/>
            <w:tcBorders>
              <w:left w:val="nil"/>
              <w:right w:val="single" w:sz="6" w:space="0" w:color="auto"/>
            </w:tcBorders>
          </w:tcPr>
          <w:p w14:paraId="3572941F" w14:textId="77777777" w:rsidR="00F21DB0" w:rsidRPr="0067004F" w:rsidRDefault="00F21DB0" w:rsidP="00E44FF8">
            <w:pPr>
              <w:pStyle w:val="tabletext11"/>
              <w:tabs>
                <w:tab w:val="decimal" w:pos="200"/>
              </w:tabs>
              <w:rPr>
                <w:ins w:id="2921" w:author="Author"/>
              </w:rPr>
            </w:pPr>
            <w:ins w:id="2922" w:author="Author">
              <w:r w:rsidRPr="0067004F">
                <w:t>42.86</w:t>
              </w:r>
            </w:ins>
          </w:p>
        </w:tc>
        <w:tc>
          <w:tcPr>
            <w:tcW w:w="300" w:type="dxa"/>
            <w:gridSpan w:val="2"/>
            <w:tcBorders>
              <w:left w:val="single" w:sz="6" w:space="0" w:color="auto"/>
            </w:tcBorders>
          </w:tcPr>
          <w:p w14:paraId="07A935EB" w14:textId="77777777" w:rsidR="00F21DB0" w:rsidRPr="0067004F" w:rsidRDefault="00F21DB0" w:rsidP="00E44FF8">
            <w:pPr>
              <w:pStyle w:val="tabletext11"/>
              <w:jc w:val="right"/>
              <w:rPr>
                <w:ins w:id="2923" w:author="Author"/>
              </w:rPr>
            </w:pPr>
          </w:p>
        </w:tc>
        <w:tc>
          <w:tcPr>
            <w:tcW w:w="790" w:type="dxa"/>
            <w:tcBorders>
              <w:left w:val="nil"/>
              <w:right w:val="single" w:sz="6" w:space="0" w:color="auto"/>
            </w:tcBorders>
          </w:tcPr>
          <w:p w14:paraId="018624E2" w14:textId="77777777" w:rsidR="00F21DB0" w:rsidRPr="0067004F" w:rsidRDefault="00F21DB0" w:rsidP="00E44FF8">
            <w:pPr>
              <w:pStyle w:val="tabletext11"/>
              <w:tabs>
                <w:tab w:val="decimal" w:pos="200"/>
              </w:tabs>
              <w:rPr>
                <w:ins w:id="2924" w:author="Author"/>
              </w:rPr>
            </w:pPr>
            <w:ins w:id="2925" w:author="Author">
              <w:r w:rsidRPr="0067004F">
                <w:t>47.86</w:t>
              </w:r>
            </w:ins>
          </w:p>
        </w:tc>
      </w:tr>
      <w:tr w:rsidR="00F21DB0" w:rsidRPr="0067004F" w14:paraId="5F6EE97D" w14:textId="77777777" w:rsidTr="00E44FF8">
        <w:trPr>
          <w:cantSplit/>
          <w:trHeight w:val="190"/>
          <w:ins w:id="2926" w:author="Author"/>
        </w:trPr>
        <w:tc>
          <w:tcPr>
            <w:tcW w:w="200" w:type="dxa"/>
          </w:tcPr>
          <w:p w14:paraId="7ADEB76B" w14:textId="77777777" w:rsidR="00F21DB0" w:rsidRPr="0067004F" w:rsidRDefault="00F21DB0" w:rsidP="00E44FF8">
            <w:pPr>
              <w:pStyle w:val="tabletext11"/>
              <w:rPr>
                <w:ins w:id="2927" w:author="Author"/>
              </w:rPr>
            </w:pPr>
          </w:p>
        </w:tc>
        <w:tc>
          <w:tcPr>
            <w:tcW w:w="300" w:type="dxa"/>
            <w:tcBorders>
              <w:left w:val="single" w:sz="6" w:space="0" w:color="auto"/>
            </w:tcBorders>
          </w:tcPr>
          <w:p w14:paraId="4D2F877B" w14:textId="77777777" w:rsidR="00F21DB0" w:rsidRPr="0067004F" w:rsidRDefault="00F21DB0" w:rsidP="00E44FF8">
            <w:pPr>
              <w:pStyle w:val="tabletext11"/>
              <w:jc w:val="right"/>
              <w:rPr>
                <w:ins w:id="2928" w:author="Author"/>
              </w:rPr>
            </w:pPr>
          </w:p>
        </w:tc>
        <w:tc>
          <w:tcPr>
            <w:tcW w:w="2100" w:type="dxa"/>
            <w:gridSpan w:val="2"/>
            <w:tcBorders>
              <w:left w:val="nil"/>
              <w:right w:val="single" w:sz="6" w:space="0" w:color="auto"/>
            </w:tcBorders>
          </w:tcPr>
          <w:p w14:paraId="336D68CE" w14:textId="77777777" w:rsidR="00F21DB0" w:rsidRPr="0067004F" w:rsidRDefault="00F21DB0" w:rsidP="00E44FF8">
            <w:pPr>
              <w:pStyle w:val="tabletext11"/>
              <w:rPr>
                <w:ins w:id="2929" w:author="Author"/>
              </w:rPr>
            </w:pPr>
            <w:ins w:id="2930" w:author="Author">
              <w:r w:rsidRPr="0067004F">
                <w:t>240,001 to 250,000</w:t>
              </w:r>
            </w:ins>
          </w:p>
        </w:tc>
        <w:tc>
          <w:tcPr>
            <w:tcW w:w="400" w:type="dxa"/>
            <w:tcBorders>
              <w:left w:val="single" w:sz="6" w:space="0" w:color="auto"/>
            </w:tcBorders>
          </w:tcPr>
          <w:p w14:paraId="075A68A0" w14:textId="77777777" w:rsidR="00F21DB0" w:rsidRPr="0067004F" w:rsidRDefault="00F21DB0" w:rsidP="00E44FF8">
            <w:pPr>
              <w:pStyle w:val="tabletext11"/>
              <w:jc w:val="right"/>
              <w:rPr>
                <w:ins w:id="2931" w:author="Author"/>
              </w:rPr>
            </w:pPr>
          </w:p>
        </w:tc>
        <w:tc>
          <w:tcPr>
            <w:tcW w:w="910" w:type="dxa"/>
            <w:tcBorders>
              <w:left w:val="nil"/>
              <w:right w:val="single" w:sz="6" w:space="0" w:color="auto"/>
            </w:tcBorders>
          </w:tcPr>
          <w:p w14:paraId="326C8809" w14:textId="77777777" w:rsidR="00F21DB0" w:rsidRPr="0067004F" w:rsidRDefault="00F21DB0" w:rsidP="00E44FF8">
            <w:pPr>
              <w:pStyle w:val="tabletext11"/>
              <w:tabs>
                <w:tab w:val="decimal" w:pos="200"/>
              </w:tabs>
              <w:rPr>
                <w:ins w:id="2932" w:author="Author"/>
              </w:rPr>
            </w:pPr>
            <w:ins w:id="2933" w:author="Author">
              <w:r w:rsidRPr="0067004F">
                <w:t>43.45</w:t>
              </w:r>
            </w:ins>
          </w:p>
        </w:tc>
        <w:tc>
          <w:tcPr>
            <w:tcW w:w="300" w:type="dxa"/>
            <w:gridSpan w:val="2"/>
            <w:tcBorders>
              <w:left w:val="single" w:sz="6" w:space="0" w:color="auto"/>
            </w:tcBorders>
          </w:tcPr>
          <w:p w14:paraId="08AB86CF" w14:textId="77777777" w:rsidR="00F21DB0" w:rsidRPr="0067004F" w:rsidRDefault="00F21DB0" w:rsidP="00E44FF8">
            <w:pPr>
              <w:pStyle w:val="tabletext11"/>
              <w:jc w:val="right"/>
              <w:rPr>
                <w:ins w:id="2934" w:author="Author"/>
              </w:rPr>
            </w:pPr>
          </w:p>
        </w:tc>
        <w:tc>
          <w:tcPr>
            <w:tcW w:w="790" w:type="dxa"/>
            <w:tcBorders>
              <w:left w:val="nil"/>
              <w:right w:val="single" w:sz="6" w:space="0" w:color="auto"/>
            </w:tcBorders>
          </w:tcPr>
          <w:p w14:paraId="375F55E4" w14:textId="77777777" w:rsidR="00F21DB0" w:rsidRPr="0067004F" w:rsidRDefault="00F21DB0" w:rsidP="00E44FF8">
            <w:pPr>
              <w:pStyle w:val="tabletext11"/>
              <w:tabs>
                <w:tab w:val="decimal" w:pos="200"/>
              </w:tabs>
              <w:rPr>
                <w:ins w:id="2935" w:author="Author"/>
              </w:rPr>
            </w:pPr>
            <w:ins w:id="2936" w:author="Author">
              <w:r w:rsidRPr="0067004F">
                <w:t>48.45</w:t>
              </w:r>
            </w:ins>
          </w:p>
        </w:tc>
      </w:tr>
      <w:tr w:rsidR="00F21DB0" w:rsidRPr="0067004F" w14:paraId="6C8644A7" w14:textId="77777777" w:rsidTr="00E44FF8">
        <w:trPr>
          <w:cantSplit/>
          <w:trHeight w:val="190"/>
          <w:ins w:id="2937" w:author="Author"/>
        </w:trPr>
        <w:tc>
          <w:tcPr>
            <w:tcW w:w="200" w:type="dxa"/>
          </w:tcPr>
          <w:p w14:paraId="3D003C33" w14:textId="77777777" w:rsidR="00F21DB0" w:rsidRPr="0067004F" w:rsidRDefault="00F21DB0" w:rsidP="00E44FF8">
            <w:pPr>
              <w:pStyle w:val="tabletext11"/>
              <w:rPr>
                <w:ins w:id="2938" w:author="Author"/>
              </w:rPr>
            </w:pPr>
          </w:p>
        </w:tc>
        <w:tc>
          <w:tcPr>
            <w:tcW w:w="300" w:type="dxa"/>
            <w:tcBorders>
              <w:left w:val="single" w:sz="6" w:space="0" w:color="auto"/>
            </w:tcBorders>
          </w:tcPr>
          <w:p w14:paraId="4D12378F" w14:textId="77777777" w:rsidR="00F21DB0" w:rsidRPr="0067004F" w:rsidRDefault="00F21DB0" w:rsidP="00E44FF8">
            <w:pPr>
              <w:pStyle w:val="tabletext11"/>
              <w:jc w:val="right"/>
              <w:rPr>
                <w:ins w:id="2939" w:author="Author"/>
              </w:rPr>
            </w:pPr>
          </w:p>
        </w:tc>
        <w:tc>
          <w:tcPr>
            <w:tcW w:w="2100" w:type="dxa"/>
            <w:gridSpan w:val="2"/>
            <w:tcBorders>
              <w:left w:val="nil"/>
              <w:right w:val="single" w:sz="6" w:space="0" w:color="auto"/>
            </w:tcBorders>
          </w:tcPr>
          <w:p w14:paraId="4EEA4A48" w14:textId="77777777" w:rsidR="00F21DB0" w:rsidRPr="0067004F" w:rsidRDefault="00F21DB0" w:rsidP="00E44FF8">
            <w:pPr>
              <w:pStyle w:val="tabletext11"/>
              <w:rPr>
                <w:ins w:id="2940" w:author="Author"/>
              </w:rPr>
            </w:pPr>
            <w:ins w:id="2941" w:author="Author">
              <w:r w:rsidRPr="0067004F">
                <w:t>250,001 to 260,000</w:t>
              </w:r>
            </w:ins>
          </w:p>
        </w:tc>
        <w:tc>
          <w:tcPr>
            <w:tcW w:w="400" w:type="dxa"/>
            <w:tcBorders>
              <w:left w:val="single" w:sz="6" w:space="0" w:color="auto"/>
            </w:tcBorders>
          </w:tcPr>
          <w:p w14:paraId="0D308420" w14:textId="77777777" w:rsidR="00F21DB0" w:rsidRPr="0067004F" w:rsidRDefault="00F21DB0" w:rsidP="00E44FF8">
            <w:pPr>
              <w:pStyle w:val="tabletext11"/>
              <w:jc w:val="right"/>
              <w:rPr>
                <w:ins w:id="2942" w:author="Author"/>
              </w:rPr>
            </w:pPr>
          </w:p>
        </w:tc>
        <w:tc>
          <w:tcPr>
            <w:tcW w:w="910" w:type="dxa"/>
            <w:tcBorders>
              <w:left w:val="nil"/>
              <w:right w:val="single" w:sz="6" w:space="0" w:color="auto"/>
            </w:tcBorders>
          </w:tcPr>
          <w:p w14:paraId="19497C8B" w14:textId="77777777" w:rsidR="00F21DB0" w:rsidRPr="0067004F" w:rsidRDefault="00F21DB0" w:rsidP="00E44FF8">
            <w:pPr>
              <w:pStyle w:val="tabletext11"/>
              <w:tabs>
                <w:tab w:val="decimal" w:pos="200"/>
              </w:tabs>
              <w:rPr>
                <w:ins w:id="2943" w:author="Author"/>
              </w:rPr>
            </w:pPr>
            <w:ins w:id="2944" w:author="Author">
              <w:r w:rsidRPr="0067004F">
                <w:t>43.99</w:t>
              </w:r>
            </w:ins>
          </w:p>
        </w:tc>
        <w:tc>
          <w:tcPr>
            <w:tcW w:w="300" w:type="dxa"/>
            <w:gridSpan w:val="2"/>
            <w:tcBorders>
              <w:left w:val="single" w:sz="6" w:space="0" w:color="auto"/>
            </w:tcBorders>
          </w:tcPr>
          <w:p w14:paraId="333BADD3" w14:textId="77777777" w:rsidR="00F21DB0" w:rsidRPr="0067004F" w:rsidRDefault="00F21DB0" w:rsidP="00E44FF8">
            <w:pPr>
              <w:pStyle w:val="tabletext11"/>
              <w:jc w:val="right"/>
              <w:rPr>
                <w:ins w:id="2945" w:author="Author"/>
              </w:rPr>
            </w:pPr>
          </w:p>
        </w:tc>
        <w:tc>
          <w:tcPr>
            <w:tcW w:w="790" w:type="dxa"/>
            <w:tcBorders>
              <w:left w:val="nil"/>
              <w:right w:val="single" w:sz="6" w:space="0" w:color="auto"/>
            </w:tcBorders>
          </w:tcPr>
          <w:p w14:paraId="13883C84" w14:textId="77777777" w:rsidR="00F21DB0" w:rsidRPr="0067004F" w:rsidRDefault="00F21DB0" w:rsidP="00E44FF8">
            <w:pPr>
              <w:pStyle w:val="tabletext11"/>
              <w:tabs>
                <w:tab w:val="decimal" w:pos="200"/>
              </w:tabs>
              <w:rPr>
                <w:ins w:id="2946" w:author="Author"/>
              </w:rPr>
            </w:pPr>
            <w:ins w:id="2947" w:author="Author">
              <w:r w:rsidRPr="0067004F">
                <w:t>48.99</w:t>
              </w:r>
            </w:ins>
          </w:p>
        </w:tc>
      </w:tr>
      <w:tr w:rsidR="00F21DB0" w:rsidRPr="0067004F" w14:paraId="600E4D25" w14:textId="77777777" w:rsidTr="00E44FF8">
        <w:trPr>
          <w:cantSplit/>
          <w:trHeight w:val="190"/>
          <w:ins w:id="2948" w:author="Author"/>
        </w:trPr>
        <w:tc>
          <w:tcPr>
            <w:tcW w:w="200" w:type="dxa"/>
          </w:tcPr>
          <w:p w14:paraId="7604BD6A" w14:textId="77777777" w:rsidR="00F21DB0" w:rsidRPr="0067004F" w:rsidRDefault="00F21DB0" w:rsidP="00E44FF8">
            <w:pPr>
              <w:pStyle w:val="tabletext11"/>
              <w:rPr>
                <w:ins w:id="2949" w:author="Author"/>
              </w:rPr>
            </w:pPr>
          </w:p>
        </w:tc>
        <w:tc>
          <w:tcPr>
            <w:tcW w:w="300" w:type="dxa"/>
            <w:tcBorders>
              <w:left w:val="single" w:sz="6" w:space="0" w:color="auto"/>
            </w:tcBorders>
          </w:tcPr>
          <w:p w14:paraId="2EE38A5D" w14:textId="77777777" w:rsidR="00F21DB0" w:rsidRPr="0067004F" w:rsidRDefault="00F21DB0" w:rsidP="00E44FF8">
            <w:pPr>
              <w:pStyle w:val="tabletext11"/>
              <w:jc w:val="right"/>
              <w:rPr>
                <w:ins w:id="2950" w:author="Author"/>
              </w:rPr>
            </w:pPr>
          </w:p>
        </w:tc>
        <w:tc>
          <w:tcPr>
            <w:tcW w:w="2100" w:type="dxa"/>
            <w:gridSpan w:val="2"/>
            <w:tcBorders>
              <w:left w:val="nil"/>
              <w:right w:val="single" w:sz="6" w:space="0" w:color="auto"/>
            </w:tcBorders>
          </w:tcPr>
          <w:p w14:paraId="6A3FD931" w14:textId="77777777" w:rsidR="00F21DB0" w:rsidRPr="0067004F" w:rsidRDefault="00F21DB0" w:rsidP="00E44FF8">
            <w:pPr>
              <w:pStyle w:val="tabletext11"/>
              <w:rPr>
                <w:ins w:id="2951" w:author="Author"/>
              </w:rPr>
            </w:pPr>
            <w:ins w:id="2952" w:author="Author">
              <w:r w:rsidRPr="0067004F">
                <w:t>260,001 to 270,000</w:t>
              </w:r>
            </w:ins>
          </w:p>
        </w:tc>
        <w:tc>
          <w:tcPr>
            <w:tcW w:w="400" w:type="dxa"/>
            <w:tcBorders>
              <w:left w:val="single" w:sz="6" w:space="0" w:color="auto"/>
            </w:tcBorders>
          </w:tcPr>
          <w:p w14:paraId="2E7C0A9D" w14:textId="77777777" w:rsidR="00F21DB0" w:rsidRPr="0067004F" w:rsidRDefault="00F21DB0" w:rsidP="00E44FF8">
            <w:pPr>
              <w:pStyle w:val="tabletext11"/>
              <w:jc w:val="right"/>
              <w:rPr>
                <w:ins w:id="2953" w:author="Author"/>
              </w:rPr>
            </w:pPr>
          </w:p>
        </w:tc>
        <w:tc>
          <w:tcPr>
            <w:tcW w:w="910" w:type="dxa"/>
            <w:tcBorders>
              <w:left w:val="nil"/>
              <w:right w:val="single" w:sz="6" w:space="0" w:color="auto"/>
            </w:tcBorders>
          </w:tcPr>
          <w:p w14:paraId="67AFEC65" w14:textId="77777777" w:rsidR="00F21DB0" w:rsidRPr="0067004F" w:rsidRDefault="00F21DB0" w:rsidP="00E44FF8">
            <w:pPr>
              <w:pStyle w:val="tabletext11"/>
              <w:tabs>
                <w:tab w:val="decimal" w:pos="200"/>
              </w:tabs>
              <w:rPr>
                <w:ins w:id="2954" w:author="Author"/>
              </w:rPr>
            </w:pPr>
            <w:ins w:id="2955" w:author="Author">
              <w:r w:rsidRPr="0067004F">
                <w:t>44.50</w:t>
              </w:r>
            </w:ins>
          </w:p>
        </w:tc>
        <w:tc>
          <w:tcPr>
            <w:tcW w:w="300" w:type="dxa"/>
            <w:gridSpan w:val="2"/>
            <w:tcBorders>
              <w:left w:val="single" w:sz="6" w:space="0" w:color="auto"/>
            </w:tcBorders>
          </w:tcPr>
          <w:p w14:paraId="630CC3D8" w14:textId="77777777" w:rsidR="00F21DB0" w:rsidRPr="0067004F" w:rsidRDefault="00F21DB0" w:rsidP="00E44FF8">
            <w:pPr>
              <w:pStyle w:val="tabletext11"/>
              <w:jc w:val="right"/>
              <w:rPr>
                <w:ins w:id="2956" w:author="Author"/>
              </w:rPr>
            </w:pPr>
          </w:p>
        </w:tc>
        <w:tc>
          <w:tcPr>
            <w:tcW w:w="790" w:type="dxa"/>
            <w:tcBorders>
              <w:left w:val="nil"/>
              <w:right w:val="single" w:sz="6" w:space="0" w:color="auto"/>
            </w:tcBorders>
          </w:tcPr>
          <w:p w14:paraId="7BC2178C" w14:textId="77777777" w:rsidR="00F21DB0" w:rsidRPr="0067004F" w:rsidRDefault="00F21DB0" w:rsidP="00E44FF8">
            <w:pPr>
              <w:pStyle w:val="tabletext11"/>
              <w:tabs>
                <w:tab w:val="decimal" w:pos="200"/>
              </w:tabs>
              <w:rPr>
                <w:ins w:id="2957" w:author="Author"/>
              </w:rPr>
            </w:pPr>
            <w:ins w:id="2958" w:author="Author">
              <w:r w:rsidRPr="0067004F">
                <w:t>49.50</w:t>
              </w:r>
            </w:ins>
          </w:p>
        </w:tc>
      </w:tr>
      <w:tr w:rsidR="00F21DB0" w:rsidRPr="0067004F" w14:paraId="780D929E" w14:textId="77777777" w:rsidTr="00E44FF8">
        <w:trPr>
          <w:cantSplit/>
          <w:trHeight w:val="190"/>
          <w:ins w:id="2959" w:author="Author"/>
        </w:trPr>
        <w:tc>
          <w:tcPr>
            <w:tcW w:w="200" w:type="dxa"/>
          </w:tcPr>
          <w:p w14:paraId="1FB264E0" w14:textId="77777777" w:rsidR="00F21DB0" w:rsidRPr="0067004F" w:rsidRDefault="00F21DB0" w:rsidP="00E44FF8">
            <w:pPr>
              <w:pStyle w:val="tabletext11"/>
              <w:rPr>
                <w:ins w:id="2960" w:author="Author"/>
              </w:rPr>
            </w:pPr>
          </w:p>
        </w:tc>
        <w:tc>
          <w:tcPr>
            <w:tcW w:w="300" w:type="dxa"/>
            <w:tcBorders>
              <w:left w:val="single" w:sz="6" w:space="0" w:color="auto"/>
            </w:tcBorders>
          </w:tcPr>
          <w:p w14:paraId="19D4B673" w14:textId="77777777" w:rsidR="00F21DB0" w:rsidRPr="0067004F" w:rsidRDefault="00F21DB0" w:rsidP="00E44FF8">
            <w:pPr>
              <w:pStyle w:val="tabletext11"/>
              <w:jc w:val="right"/>
              <w:rPr>
                <w:ins w:id="2961" w:author="Author"/>
              </w:rPr>
            </w:pPr>
          </w:p>
        </w:tc>
        <w:tc>
          <w:tcPr>
            <w:tcW w:w="2100" w:type="dxa"/>
            <w:gridSpan w:val="2"/>
            <w:tcBorders>
              <w:left w:val="nil"/>
              <w:right w:val="single" w:sz="6" w:space="0" w:color="auto"/>
            </w:tcBorders>
          </w:tcPr>
          <w:p w14:paraId="106821C9" w14:textId="77777777" w:rsidR="00F21DB0" w:rsidRPr="0067004F" w:rsidRDefault="00F21DB0" w:rsidP="00E44FF8">
            <w:pPr>
              <w:pStyle w:val="tabletext11"/>
              <w:rPr>
                <w:ins w:id="2962" w:author="Author"/>
              </w:rPr>
            </w:pPr>
            <w:ins w:id="2963" w:author="Author">
              <w:r w:rsidRPr="0067004F">
                <w:t>270,001 to 280,000</w:t>
              </w:r>
            </w:ins>
          </w:p>
        </w:tc>
        <w:tc>
          <w:tcPr>
            <w:tcW w:w="400" w:type="dxa"/>
            <w:tcBorders>
              <w:left w:val="single" w:sz="6" w:space="0" w:color="auto"/>
            </w:tcBorders>
          </w:tcPr>
          <w:p w14:paraId="05E4E4DB" w14:textId="77777777" w:rsidR="00F21DB0" w:rsidRPr="0067004F" w:rsidRDefault="00F21DB0" w:rsidP="00E44FF8">
            <w:pPr>
              <w:pStyle w:val="tabletext11"/>
              <w:jc w:val="right"/>
              <w:rPr>
                <w:ins w:id="2964" w:author="Author"/>
              </w:rPr>
            </w:pPr>
          </w:p>
        </w:tc>
        <w:tc>
          <w:tcPr>
            <w:tcW w:w="910" w:type="dxa"/>
            <w:tcBorders>
              <w:left w:val="nil"/>
              <w:right w:val="single" w:sz="6" w:space="0" w:color="auto"/>
            </w:tcBorders>
          </w:tcPr>
          <w:p w14:paraId="392C47F4" w14:textId="77777777" w:rsidR="00F21DB0" w:rsidRPr="0067004F" w:rsidRDefault="00F21DB0" w:rsidP="00E44FF8">
            <w:pPr>
              <w:pStyle w:val="tabletext11"/>
              <w:tabs>
                <w:tab w:val="decimal" w:pos="200"/>
              </w:tabs>
              <w:rPr>
                <w:ins w:id="2965" w:author="Author"/>
              </w:rPr>
            </w:pPr>
            <w:ins w:id="2966" w:author="Author">
              <w:r w:rsidRPr="0067004F">
                <w:t>44.96</w:t>
              </w:r>
            </w:ins>
          </w:p>
        </w:tc>
        <w:tc>
          <w:tcPr>
            <w:tcW w:w="300" w:type="dxa"/>
            <w:gridSpan w:val="2"/>
            <w:tcBorders>
              <w:left w:val="single" w:sz="6" w:space="0" w:color="auto"/>
            </w:tcBorders>
          </w:tcPr>
          <w:p w14:paraId="72D11D6D" w14:textId="77777777" w:rsidR="00F21DB0" w:rsidRPr="0067004F" w:rsidRDefault="00F21DB0" w:rsidP="00E44FF8">
            <w:pPr>
              <w:pStyle w:val="tabletext11"/>
              <w:jc w:val="right"/>
              <w:rPr>
                <w:ins w:id="2967" w:author="Author"/>
              </w:rPr>
            </w:pPr>
          </w:p>
        </w:tc>
        <w:tc>
          <w:tcPr>
            <w:tcW w:w="790" w:type="dxa"/>
            <w:tcBorders>
              <w:left w:val="nil"/>
              <w:right w:val="single" w:sz="6" w:space="0" w:color="auto"/>
            </w:tcBorders>
          </w:tcPr>
          <w:p w14:paraId="5B62CADE" w14:textId="77777777" w:rsidR="00F21DB0" w:rsidRPr="0067004F" w:rsidRDefault="00F21DB0" w:rsidP="00E44FF8">
            <w:pPr>
              <w:pStyle w:val="tabletext11"/>
              <w:tabs>
                <w:tab w:val="decimal" w:pos="200"/>
              </w:tabs>
              <w:rPr>
                <w:ins w:id="2968" w:author="Author"/>
              </w:rPr>
            </w:pPr>
            <w:ins w:id="2969" w:author="Author">
              <w:r w:rsidRPr="0067004F">
                <w:t>49.96</w:t>
              </w:r>
            </w:ins>
          </w:p>
        </w:tc>
      </w:tr>
      <w:tr w:rsidR="00F21DB0" w:rsidRPr="0067004F" w14:paraId="293B25FC" w14:textId="77777777" w:rsidTr="00E44FF8">
        <w:trPr>
          <w:cantSplit/>
          <w:trHeight w:val="190"/>
          <w:ins w:id="2970" w:author="Author"/>
        </w:trPr>
        <w:tc>
          <w:tcPr>
            <w:tcW w:w="200" w:type="dxa"/>
          </w:tcPr>
          <w:p w14:paraId="3BBEADC9" w14:textId="77777777" w:rsidR="00F21DB0" w:rsidRPr="0067004F" w:rsidRDefault="00F21DB0" w:rsidP="00E44FF8">
            <w:pPr>
              <w:pStyle w:val="tabletext11"/>
              <w:rPr>
                <w:ins w:id="2971" w:author="Author"/>
              </w:rPr>
            </w:pPr>
          </w:p>
        </w:tc>
        <w:tc>
          <w:tcPr>
            <w:tcW w:w="300" w:type="dxa"/>
            <w:tcBorders>
              <w:left w:val="single" w:sz="6" w:space="0" w:color="auto"/>
            </w:tcBorders>
          </w:tcPr>
          <w:p w14:paraId="1D1DD190" w14:textId="77777777" w:rsidR="00F21DB0" w:rsidRPr="0067004F" w:rsidRDefault="00F21DB0" w:rsidP="00E44FF8">
            <w:pPr>
              <w:pStyle w:val="tabletext11"/>
              <w:jc w:val="right"/>
              <w:rPr>
                <w:ins w:id="2972" w:author="Author"/>
              </w:rPr>
            </w:pPr>
          </w:p>
        </w:tc>
        <w:tc>
          <w:tcPr>
            <w:tcW w:w="2100" w:type="dxa"/>
            <w:gridSpan w:val="2"/>
            <w:tcBorders>
              <w:left w:val="nil"/>
              <w:right w:val="single" w:sz="6" w:space="0" w:color="auto"/>
            </w:tcBorders>
          </w:tcPr>
          <w:p w14:paraId="1BFD371D" w14:textId="77777777" w:rsidR="00F21DB0" w:rsidRPr="0067004F" w:rsidRDefault="00F21DB0" w:rsidP="00E44FF8">
            <w:pPr>
              <w:pStyle w:val="tabletext11"/>
              <w:rPr>
                <w:ins w:id="2973" w:author="Author"/>
              </w:rPr>
            </w:pPr>
            <w:ins w:id="2974" w:author="Author">
              <w:r w:rsidRPr="0067004F">
                <w:t>280,001 to 290,000</w:t>
              </w:r>
            </w:ins>
          </w:p>
        </w:tc>
        <w:tc>
          <w:tcPr>
            <w:tcW w:w="400" w:type="dxa"/>
            <w:tcBorders>
              <w:left w:val="single" w:sz="6" w:space="0" w:color="auto"/>
            </w:tcBorders>
          </w:tcPr>
          <w:p w14:paraId="5C38170B" w14:textId="77777777" w:rsidR="00F21DB0" w:rsidRPr="0067004F" w:rsidRDefault="00F21DB0" w:rsidP="00E44FF8">
            <w:pPr>
              <w:pStyle w:val="tabletext11"/>
              <w:jc w:val="right"/>
              <w:rPr>
                <w:ins w:id="2975" w:author="Author"/>
              </w:rPr>
            </w:pPr>
          </w:p>
        </w:tc>
        <w:tc>
          <w:tcPr>
            <w:tcW w:w="910" w:type="dxa"/>
            <w:tcBorders>
              <w:left w:val="nil"/>
              <w:right w:val="single" w:sz="6" w:space="0" w:color="auto"/>
            </w:tcBorders>
          </w:tcPr>
          <w:p w14:paraId="6ED8F415" w14:textId="77777777" w:rsidR="00F21DB0" w:rsidRPr="0067004F" w:rsidRDefault="00F21DB0" w:rsidP="00E44FF8">
            <w:pPr>
              <w:pStyle w:val="tabletext11"/>
              <w:tabs>
                <w:tab w:val="decimal" w:pos="200"/>
              </w:tabs>
              <w:rPr>
                <w:ins w:id="2976" w:author="Author"/>
              </w:rPr>
            </w:pPr>
            <w:ins w:id="2977" w:author="Author">
              <w:r w:rsidRPr="0067004F">
                <w:t>45.39</w:t>
              </w:r>
            </w:ins>
          </w:p>
        </w:tc>
        <w:tc>
          <w:tcPr>
            <w:tcW w:w="300" w:type="dxa"/>
            <w:gridSpan w:val="2"/>
            <w:tcBorders>
              <w:left w:val="single" w:sz="6" w:space="0" w:color="auto"/>
            </w:tcBorders>
          </w:tcPr>
          <w:p w14:paraId="1418C9D6" w14:textId="77777777" w:rsidR="00F21DB0" w:rsidRPr="0067004F" w:rsidRDefault="00F21DB0" w:rsidP="00E44FF8">
            <w:pPr>
              <w:pStyle w:val="tabletext11"/>
              <w:jc w:val="right"/>
              <w:rPr>
                <w:ins w:id="2978" w:author="Author"/>
              </w:rPr>
            </w:pPr>
          </w:p>
        </w:tc>
        <w:tc>
          <w:tcPr>
            <w:tcW w:w="790" w:type="dxa"/>
            <w:tcBorders>
              <w:left w:val="nil"/>
              <w:right w:val="single" w:sz="6" w:space="0" w:color="auto"/>
            </w:tcBorders>
          </w:tcPr>
          <w:p w14:paraId="1603C221" w14:textId="77777777" w:rsidR="00F21DB0" w:rsidRPr="0067004F" w:rsidRDefault="00F21DB0" w:rsidP="00E44FF8">
            <w:pPr>
              <w:pStyle w:val="tabletext11"/>
              <w:tabs>
                <w:tab w:val="decimal" w:pos="200"/>
              </w:tabs>
              <w:rPr>
                <w:ins w:id="2979" w:author="Author"/>
              </w:rPr>
            </w:pPr>
            <w:ins w:id="2980" w:author="Author">
              <w:r w:rsidRPr="0067004F">
                <w:t>50.39</w:t>
              </w:r>
            </w:ins>
          </w:p>
        </w:tc>
      </w:tr>
      <w:tr w:rsidR="00F21DB0" w:rsidRPr="0067004F" w14:paraId="664FAF14" w14:textId="77777777" w:rsidTr="00E44FF8">
        <w:trPr>
          <w:cantSplit/>
          <w:trHeight w:val="190"/>
          <w:ins w:id="2981" w:author="Author"/>
        </w:trPr>
        <w:tc>
          <w:tcPr>
            <w:tcW w:w="200" w:type="dxa"/>
          </w:tcPr>
          <w:p w14:paraId="5D2CFEA6" w14:textId="77777777" w:rsidR="00F21DB0" w:rsidRPr="0067004F" w:rsidRDefault="00F21DB0" w:rsidP="00E44FF8">
            <w:pPr>
              <w:pStyle w:val="tabletext11"/>
              <w:rPr>
                <w:ins w:id="2982" w:author="Author"/>
              </w:rPr>
            </w:pPr>
          </w:p>
        </w:tc>
        <w:tc>
          <w:tcPr>
            <w:tcW w:w="300" w:type="dxa"/>
            <w:tcBorders>
              <w:left w:val="single" w:sz="6" w:space="0" w:color="auto"/>
            </w:tcBorders>
          </w:tcPr>
          <w:p w14:paraId="223218CC" w14:textId="77777777" w:rsidR="00F21DB0" w:rsidRPr="0067004F" w:rsidRDefault="00F21DB0" w:rsidP="00E44FF8">
            <w:pPr>
              <w:pStyle w:val="tabletext11"/>
              <w:jc w:val="right"/>
              <w:rPr>
                <w:ins w:id="2983" w:author="Author"/>
              </w:rPr>
            </w:pPr>
          </w:p>
        </w:tc>
        <w:tc>
          <w:tcPr>
            <w:tcW w:w="2100" w:type="dxa"/>
            <w:gridSpan w:val="2"/>
            <w:tcBorders>
              <w:left w:val="nil"/>
              <w:right w:val="single" w:sz="6" w:space="0" w:color="auto"/>
            </w:tcBorders>
          </w:tcPr>
          <w:p w14:paraId="76EE1290" w14:textId="77777777" w:rsidR="00F21DB0" w:rsidRPr="0067004F" w:rsidRDefault="00F21DB0" w:rsidP="00E44FF8">
            <w:pPr>
              <w:pStyle w:val="tabletext11"/>
              <w:rPr>
                <w:ins w:id="2984" w:author="Author"/>
                <w:b/>
              </w:rPr>
            </w:pPr>
            <w:ins w:id="2985" w:author="Author">
              <w:r w:rsidRPr="0067004F">
                <w:t xml:space="preserve">290,001 to 300,000 </w:t>
              </w:r>
            </w:ins>
          </w:p>
        </w:tc>
        <w:tc>
          <w:tcPr>
            <w:tcW w:w="400" w:type="dxa"/>
            <w:tcBorders>
              <w:left w:val="single" w:sz="6" w:space="0" w:color="auto"/>
            </w:tcBorders>
          </w:tcPr>
          <w:p w14:paraId="264B10F4" w14:textId="77777777" w:rsidR="00F21DB0" w:rsidRPr="0067004F" w:rsidRDefault="00F21DB0" w:rsidP="00E44FF8">
            <w:pPr>
              <w:pStyle w:val="tabletext11"/>
              <w:jc w:val="right"/>
              <w:rPr>
                <w:ins w:id="2986" w:author="Author"/>
              </w:rPr>
            </w:pPr>
          </w:p>
        </w:tc>
        <w:tc>
          <w:tcPr>
            <w:tcW w:w="910" w:type="dxa"/>
            <w:tcBorders>
              <w:left w:val="nil"/>
              <w:right w:val="single" w:sz="6" w:space="0" w:color="auto"/>
            </w:tcBorders>
          </w:tcPr>
          <w:p w14:paraId="28D6372F" w14:textId="77777777" w:rsidR="00F21DB0" w:rsidRPr="0067004F" w:rsidRDefault="00F21DB0" w:rsidP="00E44FF8">
            <w:pPr>
              <w:pStyle w:val="tabletext11"/>
              <w:tabs>
                <w:tab w:val="decimal" w:pos="200"/>
              </w:tabs>
              <w:rPr>
                <w:ins w:id="2987" w:author="Author"/>
              </w:rPr>
            </w:pPr>
            <w:ins w:id="2988" w:author="Author">
              <w:r w:rsidRPr="0067004F">
                <w:t>45.79</w:t>
              </w:r>
            </w:ins>
          </w:p>
        </w:tc>
        <w:tc>
          <w:tcPr>
            <w:tcW w:w="300" w:type="dxa"/>
            <w:gridSpan w:val="2"/>
            <w:tcBorders>
              <w:left w:val="single" w:sz="6" w:space="0" w:color="auto"/>
            </w:tcBorders>
          </w:tcPr>
          <w:p w14:paraId="3D0FD80C" w14:textId="77777777" w:rsidR="00F21DB0" w:rsidRPr="0067004F" w:rsidRDefault="00F21DB0" w:rsidP="00E44FF8">
            <w:pPr>
              <w:pStyle w:val="tabletext11"/>
              <w:jc w:val="right"/>
              <w:rPr>
                <w:ins w:id="2989" w:author="Author"/>
              </w:rPr>
            </w:pPr>
          </w:p>
        </w:tc>
        <w:tc>
          <w:tcPr>
            <w:tcW w:w="790" w:type="dxa"/>
            <w:tcBorders>
              <w:left w:val="nil"/>
              <w:right w:val="single" w:sz="6" w:space="0" w:color="auto"/>
            </w:tcBorders>
          </w:tcPr>
          <w:p w14:paraId="23E01343" w14:textId="77777777" w:rsidR="00F21DB0" w:rsidRPr="0067004F" w:rsidRDefault="00F21DB0" w:rsidP="00E44FF8">
            <w:pPr>
              <w:pStyle w:val="tabletext11"/>
              <w:tabs>
                <w:tab w:val="decimal" w:pos="200"/>
              </w:tabs>
              <w:rPr>
                <w:ins w:id="2990" w:author="Author"/>
              </w:rPr>
            </w:pPr>
            <w:ins w:id="2991" w:author="Author">
              <w:r w:rsidRPr="0067004F">
                <w:t>50.79</w:t>
              </w:r>
            </w:ins>
          </w:p>
        </w:tc>
      </w:tr>
      <w:tr w:rsidR="00F21DB0" w:rsidRPr="0067004F" w14:paraId="1E91BE2C" w14:textId="77777777" w:rsidTr="00E44FF8">
        <w:trPr>
          <w:cantSplit/>
          <w:trHeight w:val="190"/>
          <w:ins w:id="2992" w:author="Author"/>
        </w:trPr>
        <w:tc>
          <w:tcPr>
            <w:tcW w:w="200" w:type="dxa"/>
          </w:tcPr>
          <w:p w14:paraId="19FC85E2" w14:textId="77777777" w:rsidR="00F21DB0" w:rsidRPr="0067004F" w:rsidRDefault="00F21DB0" w:rsidP="00E44FF8">
            <w:pPr>
              <w:pStyle w:val="tabletext11"/>
              <w:rPr>
                <w:ins w:id="2993" w:author="Author"/>
              </w:rPr>
            </w:pPr>
          </w:p>
        </w:tc>
        <w:tc>
          <w:tcPr>
            <w:tcW w:w="300" w:type="dxa"/>
            <w:tcBorders>
              <w:left w:val="single" w:sz="6" w:space="0" w:color="auto"/>
            </w:tcBorders>
          </w:tcPr>
          <w:p w14:paraId="07A8ECFF" w14:textId="77777777" w:rsidR="00F21DB0" w:rsidRPr="0067004F" w:rsidRDefault="00F21DB0" w:rsidP="00E44FF8">
            <w:pPr>
              <w:pStyle w:val="tabletext11"/>
              <w:jc w:val="right"/>
              <w:rPr>
                <w:ins w:id="2994" w:author="Author"/>
              </w:rPr>
            </w:pPr>
          </w:p>
        </w:tc>
        <w:tc>
          <w:tcPr>
            <w:tcW w:w="2100" w:type="dxa"/>
            <w:gridSpan w:val="2"/>
            <w:tcBorders>
              <w:left w:val="nil"/>
              <w:right w:val="single" w:sz="6" w:space="0" w:color="auto"/>
            </w:tcBorders>
          </w:tcPr>
          <w:p w14:paraId="7698A775" w14:textId="77777777" w:rsidR="00F21DB0" w:rsidRPr="0067004F" w:rsidRDefault="00F21DB0" w:rsidP="00E44FF8">
            <w:pPr>
              <w:pStyle w:val="tabletext11"/>
              <w:rPr>
                <w:ins w:id="2995" w:author="Author"/>
              </w:rPr>
            </w:pPr>
            <w:ins w:id="2996" w:author="Author">
              <w:r w:rsidRPr="0067004F">
                <w:t>300,001 to 310,000</w:t>
              </w:r>
            </w:ins>
          </w:p>
        </w:tc>
        <w:tc>
          <w:tcPr>
            <w:tcW w:w="400" w:type="dxa"/>
            <w:tcBorders>
              <w:left w:val="single" w:sz="6" w:space="0" w:color="auto"/>
            </w:tcBorders>
          </w:tcPr>
          <w:p w14:paraId="595D35E1" w14:textId="77777777" w:rsidR="00F21DB0" w:rsidRPr="0067004F" w:rsidRDefault="00F21DB0" w:rsidP="00E44FF8">
            <w:pPr>
              <w:pStyle w:val="tabletext11"/>
              <w:jc w:val="right"/>
              <w:rPr>
                <w:ins w:id="2997" w:author="Author"/>
              </w:rPr>
            </w:pPr>
          </w:p>
        </w:tc>
        <w:tc>
          <w:tcPr>
            <w:tcW w:w="910" w:type="dxa"/>
            <w:tcBorders>
              <w:left w:val="nil"/>
              <w:right w:val="single" w:sz="6" w:space="0" w:color="auto"/>
            </w:tcBorders>
          </w:tcPr>
          <w:p w14:paraId="67E8D4AC" w14:textId="77777777" w:rsidR="00F21DB0" w:rsidRPr="0067004F" w:rsidRDefault="00F21DB0" w:rsidP="00E44FF8">
            <w:pPr>
              <w:pStyle w:val="tabletext11"/>
              <w:tabs>
                <w:tab w:val="decimal" w:pos="200"/>
              </w:tabs>
              <w:rPr>
                <w:ins w:id="2998" w:author="Author"/>
              </w:rPr>
            </w:pPr>
            <w:ins w:id="2999" w:author="Author">
              <w:r w:rsidRPr="0067004F">
                <w:t>46.16</w:t>
              </w:r>
            </w:ins>
          </w:p>
        </w:tc>
        <w:tc>
          <w:tcPr>
            <w:tcW w:w="300" w:type="dxa"/>
            <w:gridSpan w:val="2"/>
            <w:tcBorders>
              <w:left w:val="single" w:sz="6" w:space="0" w:color="auto"/>
            </w:tcBorders>
          </w:tcPr>
          <w:p w14:paraId="6A33C5D0" w14:textId="77777777" w:rsidR="00F21DB0" w:rsidRPr="0067004F" w:rsidRDefault="00F21DB0" w:rsidP="00E44FF8">
            <w:pPr>
              <w:pStyle w:val="tabletext11"/>
              <w:jc w:val="right"/>
              <w:rPr>
                <w:ins w:id="3000" w:author="Author"/>
              </w:rPr>
            </w:pPr>
          </w:p>
        </w:tc>
        <w:tc>
          <w:tcPr>
            <w:tcW w:w="790" w:type="dxa"/>
            <w:tcBorders>
              <w:left w:val="nil"/>
              <w:right w:val="single" w:sz="6" w:space="0" w:color="auto"/>
            </w:tcBorders>
          </w:tcPr>
          <w:p w14:paraId="5F38BC04" w14:textId="77777777" w:rsidR="00F21DB0" w:rsidRPr="0067004F" w:rsidRDefault="00F21DB0" w:rsidP="00E44FF8">
            <w:pPr>
              <w:pStyle w:val="tabletext11"/>
              <w:tabs>
                <w:tab w:val="decimal" w:pos="200"/>
              </w:tabs>
              <w:rPr>
                <w:ins w:id="3001" w:author="Author"/>
              </w:rPr>
            </w:pPr>
            <w:ins w:id="3002" w:author="Author">
              <w:r w:rsidRPr="0067004F">
                <w:t>51.16</w:t>
              </w:r>
            </w:ins>
          </w:p>
        </w:tc>
      </w:tr>
      <w:tr w:rsidR="00F21DB0" w:rsidRPr="0067004F" w14:paraId="38034D85" w14:textId="77777777" w:rsidTr="00E44FF8">
        <w:trPr>
          <w:cantSplit/>
          <w:trHeight w:val="190"/>
          <w:ins w:id="3003" w:author="Author"/>
        </w:trPr>
        <w:tc>
          <w:tcPr>
            <w:tcW w:w="200" w:type="dxa"/>
          </w:tcPr>
          <w:p w14:paraId="583953DB" w14:textId="77777777" w:rsidR="00F21DB0" w:rsidRPr="0067004F" w:rsidRDefault="00F21DB0" w:rsidP="00E44FF8">
            <w:pPr>
              <w:pStyle w:val="tabletext11"/>
              <w:rPr>
                <w:ins w:id="3004" w:author="Author"/>
              </w:rPr>
            </w:pPr>
          </w:p>
        </w:tc>
        <w:tc>
          <w:tcPr>
            <w:tcW w:w="300" w:type="dxa"/>
            <w:tcBorders>
              <w:left w:val="single" w:sz="6" w:space="0" w:color="auto"/>
            </w:tcBorders>
          </w:tcPr>
          <w:p w14:paraId="2A52E967" w14:textId="77777777" w:rsidR="00F21DB0" w:rsidRPr="0067004F" w:rsidRDefault="00F21DB0" w:rsidP="00E44FF8">
            <w:pPr>
              <w:pStyle w:val="tabletext11"/>
              <w:jc w:val="right"/>
              <w:rPr>
                <w:ins w:id="3005" w:author="Author"/>
              </w:rPr>
            </w:pPr>
          </w:p>
        </w:tc>
        <w:tc>
          <w:tcPr>
            <w:tcW w:w="2100" w:type="dxa"/>
            <w:gridSpan w:val="2"/>
            <w:tcBorders>
              <w:left w:val="nil"/>
              <w:right w:val="single" w:sz="6" w:space="0" w:color="auto"/>
            </w:tcBorders>
          </w:tcPr>
          <w:p w14:paraId="49D0DD06" w14:textId="77777777" w:rsidR="00F21DB0" w:rsidRPr="0067004F" w:rsidRDefault="00F21DB0" w:rsidP="00E44FF8">
            <w:pPr>
              <w:pStyle w:val="tabletext11"/>
              <w:rPr>
                <w:ins w:id="3006" w:author="Author"/>
              </w:rPr>
            </w:pPr>
            <w:ins w:id="3007" w:author="Author">
              <w:r w:rsidRPr="0067004F">
                <w:t>310,001 to 320,000</w:t>
              </w:r>
            </w:ins>
          </w:p>
        </w:tc>
        <w:tc>
          <w:tcPr>
            <w:tcW w:w="400" w:type="dxa"/>
            <w:tcBorders>
              <w:left w:val="single" w:sz="6" w:space="0" w:color="auto"/>
            </w:tcBorders>
          </w:tcPr>
          <w:p w14:paraId="6CBC0964" w14:textId="77777777" w:rsidR="00F21DB0" w:rsidRPr="0067004F" w:rsidRDefault="00F21DB0" w:rsidP="00E44FF8">
            <w:pPr>
              <w:pStyle w:val="tabletext11"/>
              <w:jc w:val="right"/>
              <w:rPr>
                <w:ins w:id="3008" w:author="Author"/>
              </w:rPr>
            </w:pPr>
          </w:p>
        </w:tc>
        <w:tc>
          <w:tcPr>
            <w:tcW w:w="910" w:type="dxa"/>
            <w:tcBorders>
              <w:left w:val="nil"/>
              <w:right w:val="single" w:sz="6" w:space="0" w:color="auto"/>
            </w:tcBorders>
          </w:tcPr>
          <w:p w14:paraId="04C135D8" w14:textId="77777777" w:rsidR="00F21DB0" w:rsidRPr="0067004F" w:rsidRDefault="00F21DB0" w:rsidP="00E44FF8">
            <w:pPr>
              <w:pStyle w:val="tabletext11"/>
              <w:tabs>
                <w:tab w:val="decimal" w:pos="200"/>
              </w:tabs>
              <w:rPr>
                <w:ins w:id="3009" w:author="Author"/>
              </w:rPr>
            </w:pPr>
            <w:ins w:id="3010" w:author="Author">
              <w:r w:rsidRPr="0067004F">
                <w:t>46.50</w:t>
              </w:r>
            </w:ins>
          </w:p>
        </w:tc>
        <w:tc>
          <w:tcPr>
            <w:tcW w:w="300" w:type="dxa"/>
            <w:gridSpan w:val="2"/>
            <w:tcBorders>
              <w:left w:val="single" w:sz="6" w:space="0" w:color="auto"/>
            </w:tcBorders>
          </w:tcPr>
          <w:p w14:paraId="033B6455" w14:textId="77777777" w:rsidR="00F21DB0" w:rsidRPr="0067004F" w:rsidRDefault="00F21DB0" w:rsidP="00E44FF8">
            <w:pPr>
              <w:pStyle w:val="tabletext11"/>
              <w:jc w:val="right"/>
              <w:rPr>
                <w:ins w:id="3011" w:author="Author"/>
              </w:rPr>
            </w:pPr>
          </w:p>
        </w:tc>
        <w:tc>
          <w:tcPr>
            <w:tcW w:w="790" w:type="dxa"/>
            <w:tcBorders>
              <w:left w:val="nil"/>
              <w:right w:val="single" w:sz="6" w:space="0" w:color="auto"/>
            </w:tcBorders>
          </w:tcPr>
          <w:p w14:paraId="1884C196" w14:textId="77777777" w:rsidR="00F21DB0" w:rsidRPr="0067004F" w:rsidRDefault="00F21DB0" w:rsidP="00E44FF8">
            <w:pPr>
              <w:pStyle w:val="tabletext11"/>
              <w:tabs>
                <w:tab w:val="decimal" w:pos="200"/>
              </w:tabs>
              <w:rPr>
                <w:ins w:id="3012" w:author="Author"/>
              </w:rPr>
            </w:pPr>
            <w:ins w:id="3013" w:author="Author">
              <w:r w:rsidRPr="0067004F">
                <w:t>51.50</w:t>
              </w:r>
            </w:ins>
          </w:p>
        </w:tc>
      </w:tr>
      <w:tr w:rsidR="00F21DB0" w:rsidRPr="0067004F" w14:paraId="588594B9" w14:textId="77777777" w:rsidTr="00E44FF8">
        <w:trPr>
          <w:cantSplit/>
          <w:trHeight w:val="190"/>
          <w:ins w:id="3014" w:author="Author"/>
        </w:trPr>
        <w:tc>
          <w:tcPr>
            <w:tcW w:w="200" w:type="dxa"/>
          </w:tcPr>
          <w:p w14:paraId="71C1B05E" w14:textId="77777777" w:rsidR="00F21DB0" w:rsidRPr="0067004F" w:rsidRDefault="00F21DB0" w:rsidP="00E44FF8">
            <w:pPr>
              <w:pStyle w:val="tabletext11"/>
              <w:rPr>
                <w:ins w:id="3015" w:author="Author"/>
              </w:rPr>
            </w:pPr>
          </w:p>
        </w:tc>
        <w:tc>
          <w:tcPr>
            <w:tcW w:w="300" w:type="dxa"/>
            <w:tcBorders>
              <w:left w:val="single" w:sz="6" w:space="0" w:color="auto"/>
            </w:tcBorders>
          </w:tcPr>
          <w:p w14:paraId="2E980A2C" w14:textId="77777777" w:rsidR="00F21DB0" w:rsidRPr="0067004F" w:rsidRDefault="00F21DB0" w:rsidP="00E44FF8">
            <w:pPr>
              <w:pStyle w:val="tabletext11"/>
              <w:jc w:val="right"/>
              <w:rPr>
                <w:ins w:id="3016" w:author="Author"/>
              </w:rPr>
            </w:pPr>
          </w:p>
        </w:tc>
        <w:tc>
          <w:tcPr>
            <w:tcW w:w="2100" w:type="dxa"/>
            <w:gridSpan w:val="2"/>
            <w:tcBorders>
              <w:left w:val="nil"/>
              <w:right w:val="single" w:sz="6" w:space="0" w:color="auto"/>
            </w:tcBorders>
          </w:tcPr>
          <w:p w14:paraId="19CB15ED" w14:textId="77777777" w:rsidR="00F21DB0" w:rsidRPr="0067004F" w:rsidRDefault="00F21DB0" w:rsidP="00E44FF8">
            <w:pPr>
              <w:pStyle w:val="tabletext11"/>
              <w:rPr>
                <w:ins w:id="3017" w:author="Author"/>
              </w:rPr>
            </w:pPr>
            <w:ins w:id="3018" w:author="Author">
              <w:r w:rsidRPr="0067004F">
                <w:t>320,001 to 330,000</w:t>
              </w:r>
            </w:ins>
          </w:p>
        </w:tc>
        <w:tc>
          <w:tcPr>
            <w:tcW w:w="400" w:type="dxa"/>
            <w:tcBorders>
              <w:left w:val="single" w:sz="6" w:space="0" w:color="auto"/>
            </w:tcBorders>
          </w:tcPr>
          <w:p w14:paraId="1F14D3B5" w14:textId="77777777" w:rsidR="00F21DB0" w:rsidRPr="0067004F" w:rsidRDefault="00F21DB0" w:rsidP="00E44FF8">
            <w:pPr>
              <w:pStyle w:val="tabletext11"/>
              <w:jc w:val="right"/>
              <w:rPr>
                <w:ins w:id="3019" w:author="Author"/>
              </w:rPr>
            </w:pPr>
          </w:p>
        </w:tc>
        <w:tc>
          <w:tcPr>
            <w:tcW w:w="910" w:type="dxa"/>
            <w:tcBorders>
              <w:left w:val="nil"/>
              <w:right w:val="single" w:sz="6" w:space="0" w:color="auto"/>
            </w:tcBorders>
          </w:tcPr>
          <w:p w14:paraId="7D0A797A" w14:textId="77777777" w:rsidR="00F21DB0" w:rsidRPr="0067004F" w:rsidRDefault="00F21DB0" w:rsidP="00E44FF8">
            <w:pPr>
              <w:pStyle w:val="tabletext11"/>
              <w:tabs>
                <w:tab w:val="decimal" w:pos="200"/>
              </w:tabs>
              <w:rPr>
                <w:ins w:id="3020" w:author="Author"/>
              </w:rPr>
            </w:pPr>
            <w:ins w:id="3021" w:author="Author">
              <w:r w:rsidRPr="0067004F">
                <w:t>46.82</w:t>
              </w:r>
            </w:ins>
          </w:p>
        </w:tc>
        <w:tc>
          <w:tcPr>
            <w:tcW w:w="300" w:type="dxa"/>
            <w:gridSpan w:val="2"/>
            <w:tcBorders>
              <w:left w:val="single" w:sz="6" w:space="0" w:color="auto"/>
            </w:tcBorders>
          </w:tcPr>
          <w:p w14:paraId="15E33C67" w14:textId="77777777" w:rsidR="00F21DB0" w:rsidRPr="0067004F" w:rsidRDefault="00F21DB0" w:rsidP="00E44FF8">
            <w:pPr>
              <w:pStyle w:val="tabletext11"/>
              <w:jc w:val="right"/>
              <w:rPr>
                <w:ins w:id="3022" w:author="Author"/>
              </w:rPr>
            </w:pPr>
          </w:p>
        </w:tc>
        <w:tc>
          <w:tcPr>
            <w:tcW w:w="790" w:type="dxa"/>
            <w:tcBorders>
              <w:left w:val="nil"/>
              <w:right w:val="single" w:sz="6" w:space="0" w:color="auto"/>
            </w:tcBorders>
          </w:tcPr>
          <w:p w14:paraId="4990F14B" w14:textId="77777777" w:rsidR="00F21DB0" w:rsidRPr="0067004F" w:rsidRDefault="00F21DB0" w:rsidP="00E44FF8">
            <w:pPr>
              <w:pStyle w:val="tabletext11"/>
              <w:tabs>
                <w:tab w:val="decimal" w:pos="200"/>
              </w:tabs>
              <w:rPr>
                <w:ins w:id="3023" w:author="Author"/>
              </w:rPr>
            </w:pPr>
            <w:ins w:id="3024" w:author="Author">
              <w:r w:rsidRPr="0067004F">
                <w:t>51.82</w:t>
              </w:r>
            </w:ins>
          </w:p>
        </w:tc>
      </w:tr>
      <w:tr w:rsidR="00F21DB0" w:rsidRPr="0067004F" w14:paraId="7E11EB98" w14:textId="77777777" w:rsidTr="00E44FF8">
        <w:trPr>
          <w:cantSplit/>
          <w:trHeight w:val="190"/>
          <w:ins w:id="3025" w:author="Author"/>
        </w:trPr>
        <w:tc>
          <w:tcPr>
            <w:tcW w:w="200" w:type="dxa"/>
          </w:tcPr>
          <w:p w14:paraId="17A76C2E" w14:textId="77777777" w:rsidR="00F21DB0" w:rsidRPr="0067004F" w:rsidRDefault="00F21DB0" w:rsidP="00E44FF8">
            <w:pPr>
              <w:pStyle w:val="tabletext11"/>
              <w:rPr>
                <w:ins w:id="3026" w:author="Author"/>
              </w:rPr>
            </w:pPr>
          </w:p>
        </w:tc>
        <w:tc>
          <w:tcPr>
            <w:tcW w:w="300" w:type="dxa"/>
            <w:tcBorders>
              <w:left w:val="single" w:sz="6" w:space="0" w:color="auto"/>
            </w:tcBorders>
          </w:tcPr>
          <w:p w14:paraId="0CEDD491" w14:textId="77777777" w:rsidR="00F21DB0" w:rsidRPr="0067004F" w:rsidRDefault="00F21DB0" w:rsidP="00E44FF8">
            <w:pPr>
              <w:pStyle w:val="tabletext11"/>
              <w:jc w:val="right"/>
              <w:rPr>
                <w:ins w:id="3027" w:author="Author"/>
              </w:rPr>
            </w:pPr>
          </w:p>
        </w:tc>
        <w:tc>
          <w:tcPr>
            <w:tcW w:w="2100" w:type="dxa"/>
            <w:gridSpan w:val="2"/>
            <w:tcBorders>
              <w:left w:val="nil"/>
              <w:right w:val="single" w:sz="6" w:space="0" w:color="auto"/>
            </w:tcBorders>
          </w:tcPr>
          <w:p w14:paraId="1B006677" w14:textId="77777777" w:rsidR="00F21DB0" w:rsidRPr="0067004F" w:rsidRDefault="00F21DB0" w:rsidP="00E44FF8">
            <w:pPr>
              <w:pStyle w:val="tabletext11"/>
              <w:rPr>
                <w:ins w:id="3028" w:author="Author"/>
              </w:rPr>
            </w:pPr>
            <w:ins w:id="3029" w:author="Author">
              <w:r w:rsidRPr="0067004F">
                <w:t>330,001 to 340,000</w:t>
              </w:r>
            </w:ins>
          </w:p>
        </w:tc>
        <w:tc>
          <w:tcPr>
            <w:tcW w:w="400" w:type="dxa"/>
            <w:tcBorders>
              <w:left w:val="single" w:sz="6" w:space="0" w:color="auto"/>
            </w:tcBorders>
          </w:tcPr>
          <w:p w14:paraId="7967A803" w14:textId="77777777" w:rsidR="00F21DB0" w:rsidRPr="0067004F" w:rsidRDefault="00F21DB0" w:rsidP="00E44FF8">
            <w:pPr>
              <w:pStyle w:val="tabletext11"/>
              <w:jc w:val="right"/>
              <w:rPr>
                <w:ins w:id="3030" w:author="Author"/>
              </w:rPr>
            </w:pPr>
          </w:p>
        </w:tc>
        <w:tc>
          <w:tcPr>
            <w:tcW w:w="910" w:type="dxa"/>
            <w:tcBorders>
              <w:left w:val="nil"/>
              <w:right w:val="single" w:sz="6" w:space="0" w:color="auto"/>
            </w:tcBorders>
          </w:tcPr>
          <w:p w14:paraId="18A5718E" w14:textId="77777777" w:rsidR="00F21DB0" w:rsidRPr="0067004F" w:rsidRDefault="00F21DB0" w:rsidP="00E44FF8">
            <w:pPr>
              <w:pStyle w:val="tabletext11"/>
              <w:tabs>
                <w:tab w:val="decimal" w:pos="200"/>
              </w:tabs>
              <w:rPr>
                <w:ins w:id="3031" w:author="Author"/>
              </w:rPr>
            </w:pPr>
            <w:ins w:id="3032" w:author="Author">
              <w:r w:rsidRPr="0067004F">
                <w:t>47.11</w:t>
              </w:r>
            </w:ins>
          </w:p>
        </w:tc>
        <w:tc>
          <w:tcPr>
            <w:tcW w:w="300" w:type="dxa"/>
            <w:gridSpan w:val="2"/>
            <w:tcBorders>
              <w:left w:val="single" w:sz="6" w:space="0" w:color="auto"/>
            </w:tcBorders>
          </w:tcPr>
          <w:p w14:paraId="1E020ECF" w14:textId="77777777" w:rsidR="00F21DB0" w:rsidRPr="0067004F" w:rsidRDefault="00F21DB0" w:rsidP="00E44FF8">
            <w:pPr>
              <w:pStyle w:val="tabletext11"/>
              <w:jc w:val="right"/>
              <w:rPr>
                <w:ins w:id="3033" w:author="Author"/>
              </w:rPr>
            </w:pPr>
          </w:p>
        </w:tc>
        <w:tc>
          <w:tcPr>
            <w:tcW w:w="790" w:type="dxa"/>
            <w:tcBorders>
              <w:left w:val="nil"/>
              <w:right w:val="single" w:sz="6" w:space="0" w:color="auto"/>
            </w:tcBorders>
          </w:tcPr>
          <w:p w14:paraId="4FFED3D8" w14:textId="77777777" w:rsidR="00F21DB0" w:rsidRPr="0067004F" w:rsidRDefault="00F21DB0" w:rsidP="00E44FF8">
            <w:pPr>
              <w:pStyle w:val="tabletext11"/>
              <w:tabs>
                <w:tab w:val="decimal" w:pos="200"/>
              </w:tabs>
              <w:rPr>
                <w:ins w:id="3034" w:author="Author"/>
              </w:rPr>
            </w:pPr>
            <w:ins w:id="3035" w:author="Author">
              <w:r w:rsidRPr="0067004F">
                <w:t>52.11</w:t>
              </w:r>
            </w:ins>
          </w:p>
        </w:tc>
      </w:tr>
      <w:tr w:rsidR="00F21DB0" w:rsidRPr="0067004F" w14:paraId="10D97422" w14:textId="77777777" w:rsidTr="00E44FF8">
        <w:trPr>
          <w:cantSplit/>
          <w:trHeight w:val="190"/>
          <w:ins w:id="3036" w:author="Author"/>
        </w:trPr>
        <w:tc>
          <w:tcPr>
            <w:tcW w:w="200" w:type="dxa"/>
          </w:tcPr>
          <w:p w14:paraId="1088162A" w14:textId="77777777" w:rsidR="00F21DB0" w:rsidRPr="0067004F" w:rsidRDefault="00F21DB0" w:rsidP="00E44FF8">
            <w:pPr>
              <w:pStyle w:val="tabletext11"/>
              <w:rPr>
                <w:ins w:id="3037" w:author="Author"/>
              </w:rPr>
            </w:pPr>
          </w:p>
        </w:tc>
        <w:tc>
          <w:tcPr>
            <w:tcW w:w="300" w:type="dxa"/>
            <w:tcBorders>
              <w:left w:val="single" w:sz="6" w:space="0" w:color="auto"/>
            </w:tcBorders>
          </w:tcPr>
          <w:p w14:paraId="4FC70B1F" w14:textId="77777777" w:rsidR="00F21DB0" w:rsidRPr="0067004F" w:rsidRDefault="00F21DB0" w:rsidP="00E44FF8">
            <w:pPr>
              <w:pStyle w:val="tabletext11"/>
              <w:jc w:val="right"/>
              <w:rPr>
                <w:ins w:id="3038" w:author="Author"/>
              </w:rPr>
            </w:pPr>
          </w:p>
        </w:tc>
        <w:tc>
          <w:tcPr>
            <w:tcW w:w="2100" w:type="dxa"/>
            <w:gridSpan w:val="2"/>
            <w:tcBorders>
              <w:left w:val="nil"/>
              <w:right w:val="single" w:sz="6" w:space="0" w:color="auto"/>
            </w:tcBorders>
          </w:tcPr>
          <w:p w14:paraId="22027124" w14:textId="77777777" w:rsidR="00F21DB0" w:rsidRPr="0067004F" w:rsidRDefault="00F21DB0" w:rsidP="00E44FF8">
            <w:pPr>
              <w:pStyle w:val="tabletext11"/>
              <w:rPr>
                <w:ins w:id="3039" w:author="Author"/>
              </w:rPr>
            </w:pPr>
            <w:ins w:id="3040" w:author="Author">
              <w:r w:rsidRPr="0067004F">
                <w:t>340,001 to 350,000</w:t>
              </w:r>
            </w:ins>
          </w:p>
        </w:tc>
        <w:tc>
          <w:tcPr>
            <w:tcW w:w="400" w:type="dxa"/>
            <w:tcBorders>
              <w:left w:val="single" w:sz="6" w:space="0" w:color="auto"/>
            </w:tcBorders>
          </w:tcPr>
          <w:p w14:paraId="52BB337D" w14:textId="77777777" w:rsidR="00F21DB0" w:rsidRPr="0067004F" w:rsidRDefault="00F21DB0" w:rsidP="00E44FF8">
            <w:pPr>
              <w:pStyle w:val="tabletext11"/>
              <w:jc w:val="right"/>
              <w:rPr>
                <w:ins w:id="3041" w:author="Author"/>
              </w:rPr>
            </w:pPr>
          </w:p>
        </w:tc>
        <w:tc>
          <w:tcPr>
            <w:tcW w:w="910" w:type="dxa"/>
            <w:tcBorders>
              <w:left w:val="nil"/>
              <w:right w:val="single" w:sz="6" w:space="0" w:color="auto"/>
            </w:tcBorders>
          </w:tcPr>
          <w:p w14:paraId="72B33233" w14:textId="77777777" w:rsidR="00F21DB0" w:rsidRPr="0067004F" w:rsidRDefault="00F21DB0" w:rsidP="00E44FF8">
            <w:pPr>
              <w:pStyle w:val="tabletext11"/>
              <w:tabs>
                <w:tab w:val="decimal" w:pos="200"/>
              </w:tabs>
              <w:rPr>
                <w:ins w:id="3042" w:author="Author"/>
              </w:rPr>
            </w:pPr>
            <w:ins w:id="3043" w:author="Author">
              <w:r w:rsidRPr="0067004F">
                <w:t>47.38</w:t>
              </w:r>
            </w:ins>
          </w:p>
        </w:tc>
        <w:tc>
          <w:tcPr>
            <w:tcW w:w="300" w:type="dxa"/>
            <w:gridSpan w:val="2"/>
            <w:tcBorders>
              <w:left w:val="single" w:sz="6" w:space="0" w:color="auto"/>
            </w:tcBorders>
          </w:tcPr>
          <w:p w14:paraId="5F99CF07" w14:textId="77777777" w:rsidR="00F21DB0" w:rsidRPr="0067004F" w:rsidRDefault="00F21DB0" w:rsidP="00E44FF8">
            <w:pPr>
              <w:pStyle w:val="tabletext11"/>
              <w:jc w:val="right"/>
              <w:rPr>
                <w:ins w:id="3044" w:author="Author"/>
              </w:rPr>
            </w:pPr>
          </w:p>
        </w:tc>
        <w:tc>
          <w:tcPr>
            <w:tcW w:w="790" w:type="dxa"/>
            <w:tcBorders>
              <w:left w:val="nil"/>
              <w:right w:val="single" w:sz="6" w:space="0" w:color="auto"/>
            </w:tcBorders>
          </w:tcPr>
          <w:p w14:paraId="2AA82D2A" w14:textId="77777777" w:rsidR="00F21DB0" w:rsidRPr="0067004F" w:rsidRDefault="00F21DB0" w:rsidP="00E44FF8">
            <w:pPr>
              <w:pStyle w:val="tabletext11"/>
              <w:tabs>
                <w:tab w:val="decimal" w:pos="200"/>
              </w:tabs>
              <w:rPr>
                <w:ins w:id="3045" w:author="Author"/>
              </w:rPr>
            </w:pPr>
            <w:ins w:id="3046" w:author="Author">
              <w:r w:rsidRPr="0067004F">
                <w:t>52.38</w:t>
              </w:r>
            </w:ins>
          </w:p>
        </w:tc>
      </w:tr>
      <w:tr w:rsidR="00F21DB0" w:rsidRPr="0067004F" w14:paraId="3812CEC5" w14:textId="77777777" w:rsidTr="00E44FF8">
        <w:trPr>
          <w:cantSplit/>
          <w:trHeight w:val="190"/>
          <w:ins w:id="3047" w:author="Author"/>
        </w:trPr>
        <w:tc>
          <w:tcPr>
            <w:tcW w:w="200" w:type="dxa"/>
          </w:tcPr>
          <w:p w14:paraId="014907F5" w14:textId="77777777" w:rsidR="00F21DB0" w:rsidRPr="0067004F" w:rsidRDefault="00F21DB0" w:rsidP="00E44FF8">
            <w:pPr>
              <w:pStyle w:val="tabletext11"/>
              <w:rPr>
                <w:ins w:id="3048" w:author="Author"/>
              </w:rPr>
            </w:pPr>
          </w:p>
        </w:tc>
        <w:tc>
          <w:tcPr>
            <w:tcW w:w="300" w:type="dxa"/>
            <w:tcBorders>
              <w:left w:val="single" w:sz="6" w:space="0" w:color="auto"/>
            </w:tcBorders>
          </w:tcPr>
          <w:p w14:paraId="69C3000B" w14:textId="77777777" w:rsidR="00F21DB0" w:rsidRPr="0067004F" w:rsidRDefault="00F21DB0" w:rsidP="00E44FF8">
            <w:pPr>
              <w:pStyle w:val="tabletext11"/>
              <w:jc w:val="right"/>
              <w:rPr>
                <w:ins w:id="3049" w:author="Author"/>
              </w:rPr>
            </w:pPr>
          </w:p>
        </w:tc>
        <w:tc>
          <w:tcPr>
            <w:tcW w:w="2100" w:type="dxa"/>
            <w:gridSpan w:val="2"/>
            <w:tcBorders>
              <w:left w:val="nil"/>
              <w:right w:val="single" w:sz="6" w:space="0" w:color="auto"/>
            </w:tcBorders>
          </w:tcPr>
          <w:p w14:paraId="78E58F1E" w14:textId="77777777" w:rsidR="00F21DB0" w:rsidRPr="0067004F" w:rsidRDefault="00F21DB0" w:rsidP="00E44FF8">
            <w:pPr>
              <w:pStyle w:val="tabletext11"/>
              <w:rPr>
                <w:ins w:id="3050" w:author="Author"/>
              </w:rPr>
            </w:pPr>
            <w:ins w:id="3051" w:author="Author">
              <w:r w:rsidRPr="0067004F">
                <w:t>350,001 to 360,000</w:t>
              </w:r>
            </w:ins>
          </w:p>
        </w:tc>
        <w:tc>
          <w:tcPr>
            <w:tcW w:w="400" w:type="dxa"/>
            <w:tcBorders>
              <w:left w:val="single" w:sz="6" w:space="0" w:color="auto"/>
            </w:tcBorders>
          </w:tcPr>
          <w:p w14:paraId="19B07780" w14:textId="77777777" w:rsidR="00F21DB0" w:rsidRPr="0067004F" w:rsidRDefault="00F21DB0" w:rsidP="00E44FF8">
            <w:pPr>
              <w:pStyle w:val="tabletext11"/>
              <w:jc w:val="right"/>
              <w:rPr>
                <w:ins w:id="3052" w:author="Author"/>
              </w:rPr>
            </w:pPr>
          </w:p>
        </w:tc>
        <w:tc>
          <w:tcPr>
            <w:tcW w:w="910" w:type="dxa"/>
            <w:tcBorders>
              <w:left w:val="nil"/>
              <w:right w:val="single" w:sz="6" w:space="0" w:color="auto"/>
            </w:tcBorders>
          </w:tcPr>
          <w:p w14:paraId="21E517E2" w14:textId="77777777" w:rsidR="00F21DB0" w:rsidRPr="0067004F" w:rsidRDefault="00F21DB0" w:rsidP="00E44FF8">
            <w:pPr>
              <w:pStyle w:val="tabletext11"/>
              <w:tabs>
                <w:tab w:val="decimal" w:pos="200"/>
              </w:tabs>
              <w:rPr>
                <w:ins w:id="3053" w:author="Author"/>
              </w:rPr>
            </w:pPr>
            <w:ins w:id="3054" w:author="Author">
              <w:r w:rsidRPr="0067004F">
                <w:t>47.63</w:t>
              </w:r>
            </w:ins>
          </w:p>
        </w:tc>
        <w:tc>
          <w:tcPr>
            <w:tcW w:w="300" w:type="dxa"/>
            <w:gridSpan w:val="2"/>
            <w:tcBorders>
              <w:left w:val="single" w:sz="6" w:space="0" w:color="auto"/>
            </w:tcBorders>
          </w:tcPr>
          <w:p w14:paraId="6CD1FD49" w14:textId="77777777" w:rsidR="00F21DB0" w:rsidRPr="0067004F" w:rsidRDefault="00F21DB0" w:rsidP="00E44FF8">
            <w:pPr>
              <w:pStyle w:val="tabletext11"/>
              <w:jc w:val="right"/>
              <w:rPr>
                <w:ins w:id="3055" w:author="Author"/>
              </w:rPr>
            </w:pPr>
          </w:p>
        </w:tc>
        <w:tc>
          <w:tcPr>
            <w:tcW w:w="790" w:type="dxa"/>
            <w:tcBorders>
              <w:left w:val="nil"/>
              <w:right w:val="single" w:sz="6" w:space="0" w:color="auto"/>
            </w:tcBorders>
          </w:tcPr>
          <w:p w14:paraId="4EEEBE99" w14:textId="77777777" w:rsidR="00F21DB0" w:rsidRPr="0067004F" w:rsidRDefault="00F21DB0" w:rsidP="00E44FF8">
            <w:pPr>
              <w:pStyle w:val="tabletext11"/>
              <w:tabs>
                <w:tab w:val="decimal" w:pos="200"/>
              </w:tabs>
              <w:rPr>
                <w:ins w:id="3056" w:author="Author"/>
              </w:rPr>
            </w:pPr>
            <w:ins w:id="3057" w:author="Author">
              <w:r w:rsidRPr="0067004F">
                <w:t>52.63</w:t>
              </w:r>
            </w:ins>
          </w:p>
        </w:tc>
      </w:tr>
      <w:tr w:rsidR="00F21DB0" w:rsidRPr="0067004F" w14:paraId="44453DB5" w14:textId="77777777" w:rsidTr="00E44FF8">
        <w:trPr>
          <w:cantSplit/>
          <w:trHeight w:val="190"/>
          <w:ins w:id="3058" w:author="Author"/>
        </w:trPr>
        <w:tc>
          <w:tcPr>
            <w:tcW w:w="200" w:type="dxa"/>
          </w:tcPr>
          <w:p w14:paraId="44933794" w14:textId="77777777" w:rsidR="00F21DB0" w:rsidRPr="0067004F" w:rsidRDefault="00F21DB0" w:rsidP="00E44FF8">
            <w:pPr>
              <w:pStyle w:val="tabletext11"/>
              <w:rPr>
                <w:ins w:id="3059" w:author="Author"/>
              </w:rPr>
            </w:pPr>
          </w:p>
        </w:tc>
        <w:tc>
          <w:tcPr>
            <w:tcW w:w="300" w:type="dxa"/>
            <w:tcBorders>
              <w:left w:val="single" w:sz="6" w:space="0" w:color="auto"/>
            </w:tcBorders>
          </w:tcPr>
          <w:p w14:paraId="5EC804B3" w14:textId="77777777" w:rsidR="00F21DB0" w:rsidRPr="0067004F" w:rsidRDefault="00F21DB0" w:rsidP="00E44FF8">
            <w:pPr>
              <w:pStyle w:val="tabletext11"/>
              <w:jc w:val="right"/>
              <w:rPr>
                <w:ins w:id="3060" w:author="Author"/>
              </w:rPr>
            </w:pPr>
          </w:p>
        </w:tc>
        <w:tc>
          <w:tcPr>
            <w:tcW w:w="2100" w:type="dxa"/>
            <w:gridSpan w:val="2"/>
            <w:tcBorders>
              <w:left w:val="nil"/>
              <w:right w:val="single" w:sz="6" w:space="0" w:color="auto"/>
            </w:tcBorders>
          </w:tcPr>
          <w:p w14:paraId="3A69425C" w14:textId="77777777" w:rsidR="00F21DB0" w:rsidRPr="0067004F" w:rsidRDefault="00F21DB0" w:rsidP="00E44FF8">
            <w:pPr>
              <w:pStyle w:val="tabletext11"/>
              <w:rPr>
                <w:ins w:id="3061" w:author="Author"/>
              </w:rPr>
            </w:pPr>
            <w:ins w:id="3062" w:author="Author">
              <w:r w:rsidRPr="0067004F">
                <w:t>360,001 to 370,000</w:t>
              </w:r>
            </w:ins>
          </w:p>
        </w:tc>
        <w:tc>
          <w:tcPr>
            <w:tcW w:w="400" w:type="dxa"/>
            <w:tcBorders>
              <w:left w:val="single" w:sz="6" w:space="0" w:color="auto"/>
            </w:tcBorders>
          </w:tcPr>
          <w:p w14:paraId="73239C82" w14:textId="77777777" w:rsidR="00F21DB0" w:rsidRPr="0067004F" w:rsidRDefault="00F21DB0" w:rsidP="00E44FF8">
            <w:pPr>
              <w:pStyle w:val="tabletext11"/>
              <w:jc w:val="right"/>
              <w:rPr>
                <w:ins w:id="3063" w:author="Author"/>
              </w:rPr>
            </w:pPr>
          </w:p>
        </w:tc>
        <w:tc>
          <w:tcPr>
            <w:tcW w:w="910" w:type="dxa"/>
            <w:tcBorders>
              <w:left w:val="nil"/>
              <w:right w:val="single" w:sz="6" w:space="0" w:color="auto"/>
            </w:tcBorders>
          </w:tcPr>
          <w:p w14:paraId="3838264E" w14:textId="77777777" w:rsidR="00F21DB0" w:rsidRPr="0067004F" w:rsidRDefault="00F21DB0" w:rsidP="00E44FF8">
            <w:pPr>
              <w:pStyle w:val="tabletext11"/>
              <w:tabs>
                <w:tab w:val="decimal" w:pos="200"/>
              </w:tabs>
              <w:rPr>
                <w:ins w:id="3064" w:author="Author"/>
              </w:rPr>
            </w:pPr>
            <w:ins w:id="3065" w:author="Author">
              <w:r w:rsidRPr="0067004F">
                <w:t>47.86</w:t>
              </w:r>
            </w:ins>
          </w:p>
        </w:tc>
        <w:tc>
          <w:tcPr>
            <w:tcW w:w="300" w:type="dxa"/>
            <w:gridSpan w:val="2"/>
            <w:tcBorders>
              <w:left w:val="single" w:sz="6" w:space="0" w:color="auto"/>
            </w:tcBorders>
          </w:tcPr>
          <w:p w14:paraId="5D225A92" w14:textId="77777777" w:rsidR="00F21DB0" w:rsidRPr="0067004F" w:rsidRDefault="00F21DB0" w:rsidP="00E44FF8">
            <w:pPr>
              <w:pStyle w:val="tabletext11"/>
              <w:jc w:val="right"/>
              <w:rPr>
                <w:ins w:id="3066" w:author="Author"/>
              </w:rPr>
            </w:pPr>
          </w:p>
        </w:tc>
        <w:tc>
          <w:tcPr>
            <w:tcW w:w="790" w:type="dxa"/>
            <w:tcBorders>
              <w:left w:val="nil"/>
              <w:right w:val="single" w:sz="6" w:space="0" w:color="auto"/>
            </w:tcBorders>
          </w:tcPr>
          <w:p w14:paraId="09F983E2" w14:textId="77777777" w:rsidR="00F21DB0" w:rsidRPr="0067004F" w:rsidRDefault="00F21DB0" w:rsidP="00E44FF8">
            <w:pPr>
              <w:pStyle w:val="tabletext11"/>
              <w:tabs>
                <w:tab w:val="decimal" w:pos="200"/>
              </w:tabs>
              <w:rPr>
                <w:ins w:id="3067" w:author="Author"/>
              </w:rPr>
            </w:pPr>
            <w:ins w:id="3068" w:author="Author">
              <w:r w:rsidRPr="0067004F">
                <w:t>52.86</w:t>
              </w:r>
            </w:ins>
          </w:p>
        </w:tc>
      </w:tr>
      <w:tr w:rsidR="00F21DB0" w:rsidRPr="0067004F" w14:paraId="158F4C7E" w14:textId="77777777" w:rsidTr="00E44FF8">
        <w:trPr>
          <w:cantSplit/>
          <w:trHeight w:val="190"/>
          <w:ins w:id="3069" w:author="Author"/>
        </w:trPr>
        <w:tc>
          <w:tcPr>
            <w:tcW w:w="200" w:type="dxa"/>
          </w:tcPr>
          <w:p w14:paraId="2F5D22F8" w14:textId="77777777" w:rsidR="00F21DB0" w:rsidRPr="0067004F" w:rsidRDefault="00F21DB0" w:rsidP="00E44FF8">
            <w:pPr>
              <w:pStyle w:val="tabletext11"/>
              <w:rPr>
                <w:ins w:id="3070" w:author="Author"/>
              </w:rPr>
            </w:pPr>
          </w:p>
        </w:tc>
        <w:tc>
          <w:tcPr>
            <w:tcW w:w="300" w:type="dxa"/>
            <w:tcBorders>
              <w:left w:val="single" w:sz="6" w:space="0" w:color="auto"/>
            </w:tcBorders>
          </w:tcPr>
          <w:p w14:paraId="2313523F" w14:textId="77777777" w:rsidR="00F21DB0" w:rsidRPr="0067004F" w:rsidRDefault="00F21DB0" w:rsidP="00E44FF8">
            <w:pPr>
              <w:pStyle w:val="tabletext11"/>
              <w:jc w:val="right"/>
              <w:rPr>
                <w:ins w:id="3071" w:author="Author"/>
              </w:rPr>
            </w:pPr>
          </w:p>
        </w:tc>
        <w:tc>
          <w:tcPr>
            <w:tcW w:w="2100" w:type="dxa"/>
            <w:gridSpan w:val="2"/>
            <w:tcBorders>
              <w:left w:val="nil"/>
              <w:right w:val="single" w:sz="6" w:space="0" w:color="auto"/>
            </w:tcBorders>
          </w:tcPr>
          <w:p w14:paraId="3746FFAC" w14:textId="77777777" w:rsidR="00F21DB0" w:rsidRPr="0067004F" w:rsidRDefault="00F21DB0" w:rsidP="00E44FF8">
            <w:pPr>
              <w:pStyle w:val="tabletext11"/>
              <w:rPr>
                <w:ins w:id="3072" w:author="Author"/>
              </w:rPr>
            </w:pPr>
            <w:ins w:id="3073" w:author="Author">
              <w:r w:rsidRPr="0067004F">
                <w:t>370,001 to 380,000</w:t>
              </w:r>
            </w:ins>
          </w:p>
        </w:tc>
        <w:tc>
          <w:tcPr>
            <w:tcW w:w="400" w:type="dxa"/>
            <w:tcBorders>
              <w:left w:val="single" w:sz="6" w:space="0" w:color="auto"/>
            </w:tcBorders>
          </w:tcPr>
          <w:p w14:paraId="39CB3995" w14:textId="77777777" w:rsidR="00F21DB0" w:rsidRPr="0067004F" w:rsidRDefault="00F21DB0" w:rsidP="00E44FF8">
            <w:pPr>
              <w:pStyle w:val="tabletext11"/>
              <w:jc w:val="right"/>
              <w:rPr>
                <w:ins w:id="3074" w:author="Author"/>
              </w:rPr>
            </w:pPr>
          </w:p>
        </w:tc>
        <w:tc>
          <w:tcPr>
            <w:tcW w:w="910" w:type="dxa"/>
            <w:tcBorders>
              <w:left w:val="nil"/>
              <w:right w:val="single" w:sz="6" w:space="0" w:color="auto"/>
            </w:tcBorders>
          </w:tcPr>
          <w:p w14:paraId="446CE9A3" w14:textId="77777777" w:rsidR="00F21DB0" w:rsidRPr="0067004F" w:rsidRDefault="00F21DB0" w:rsidP="00E44FF8">
            <w:pPr>
              <w:pStyle w:val="tabletext11"/>
              <w:tabs>
                <w:tab w:val="decimal" w:pos="200"/>
              </w:tabs>
              <w:rPr>
                <w:ins w:id="3075" w:author="Author"/>
              </w:rPr>
            </w:pPr>
            <w:ins w:id="3076" w:author="Author">
              <w:r w:rsidRPr="0067004F">
                <w:t>48.07</w:t>
              </w:r>
            </w:ins>
          </w:p>
        </w:tc>
        <w:tc>
          <w:tcPr>
            <w:tcW w:w="300" w:type="dxa"/>
            <w:gridSpan w:val="2"/>
            <w:tcBorders>
              <w:left w:val="single" w:sz="6" w:space="0" w:color="auto"/>
            </w:tcBorders>
          </w:tcPr>
          <w:p w14:paraId="214BEA42" w14:textId="77777777" w:rsidR="00F21DB0" w:rsidRPr="0067004F" w:rsidRDefault="00F21DB0" w:rsidP="00E44FF8">
            <w:pPr>
              <w:pStyle w:val="tabletext11"/>
              <w:jc w:val="right"/>
              <w:rPr>
                <w:ins w:id="3077" w:author="Author"/>
              </w:rPr>
            </w:pPr>
          </w:p>
        </w:tc>
        <w:tc>
          <w:tcPr>
            <w:tcW w:w="790" w:type="dxa"/>
            <w:tcBorders>
              <w:left w:val="nil"/>
              <w:right w:val="single" w:sz="6" w:space="0" w:color="auto"/>
            </w:tcBorders>
          </w:tcPr>
          <w:p w14:paraId="7866A9DC" w14:textId="77777777" w:rsidR="00F21DB0" w:rsidRPr="0067004F" w:rsidRDefault="00F21DB0" w:rsidP="00E44FF8">
            <w:pPr>
              <w:pStyle w:val="tabletext11"/>
              <w:tabs>
                <w:tab w:val="decimal" w:pos="200"/>
              </w:tabs>
              <w:rPr>
                <w:ins w:id="3078" w:author="Author"/>
              </w:rPr>
            </w:pPr>
            <w:ins w:id="3079" w:author="Author">
              <w:r w:rsidRPr="0067004F">
                <w:t>53.07</w:t>
              </w:r>
            </w:ins>
          </w:p>
        </w:tc>
      </w:tr>
      <w:tr w:rsidR="00F21DB0" w:rsidRPr="0067004F" w14:paraId="5E67BB5A" w14:textId="77777777" w:rsidTr="00E44FF8">
        <w:trPr>
          <w:cantSplit/>
          <w:trHeight w:val="190"/>
          <w:ins w:id="3080" w:author="Author"/>
        </w:trPr>
        <w:tc>
          <w:tcPr>
            <w:tcW w:w="200" w:type="dxa"/>
          </w:tcPr>
          <w:p w14:paraId="35764315" w14:textId="77777777" w:rsidR="00F21DB0" w:rsidRPr="0067004F" w:rsidRDefault="00F21DB0" w:rsidP="00E44FF8">
            <w:pPr>
              <w:pStyle w:val="tabletext11"/>
              <w:rPr>
                <w:ins w:id="3081" w:author="Author"/>
              </w:rPr>
            </w:pPr>
          </w:p>
        </w:tc>
        <w:tc>
          <w:tcPr>
            <w:tcW w:w="300" w:type="dxa"/>
            <w:tcBorders>
              <w:left w:val="single" w:sz="6" w:space="0" w:color="auto"/>
            </w:tcBorders>
          </w:tcPr>
          <w:p w14:paraId="14F85725" w14:textId="77777777" w:rsidR="00F21DB0" w:rsidRPr="0067004F" w:rsidRDefault="00F21DB0" w:rsidP="00E44FF8">
            <w:pPr>
              <w:pStyle w:val="tabletext11"/>
              <w:jc w:val="right"/>
              <w:rPr>
                <w:ins w:id="3082" w:author="Author"/>
              </w:rPr>
            </w:pPr>
          </w:p>
        </w:tc>
        <w:tc>
          <w:tcPr>
            <w:tcW w:w="2100" w:type="dxa"/>
            <w:gridSpan w:val="2"/>
            <w:tcBorders>
              <w:left w:val="nil"/>
              <w:right w:val="single" w:sz="6" w:space="0" w:color="auto"/>
            </w:tcBorders>
          </w:tcPr>
          <w:p w14:paraId="1633EA1B" w14:textId="77777777" w:rsidR="00F21DB0" w:rsidRPr="0067004F" w:rsidRDefault="00F21DB0" w:rsidP="00E44FF8">
            <w:pPr>
              <w:pStyle w:val="tabletext11"/>
              <w:rPr>
                <w:ins w:id="3083" w:author="Author"/>
              </w:rPr>
            </w:pPr>
            <w:ins w:id="3084" w:author="Author">
              <w:r w:rsidRPr="0067004F">
                <w:t>380,001 to 390,000</w:t>
              </w:r>
            </w:ins>
          </w:p>
        </w:tc>
        <w:tc>
          <w:tcPr>
            <w:tcW w:w="400" w:type="dxa"/>
            <w:tcBorders>
              <w:left w:val="single" w:sz="6" w:space="0" w:color="auto"/>
            </w:tcBorders>
          </w:tcPr>
          <w:p w14:paraId="60A8C21B" w14:textId="77777777" w:rsidR="00F21DB0" w:rsidRPr="0067004F" w:rsidRDefault="00F21DB0" w:rsidP="00E44FF8">
            <w:pPr>
              <w:pStyle w:val="tabletext11"/>
              <w:jc w:val="right"/>
              <w:rPr>
                <w:ins w:id="3085" w:author="Author"/>
              </w:rPr>
            </w:pPr>
          </w:p>
        </w:tc>
        <w:tc>
          <w:tcPr>
            <w:tcW w:w="910" w:type="dxa"/>
            <w:tcBorders>
              <w:left w:val="nil"/>
              <w:right w:val="single" w:sz="6" w:space="0" w:color="auto"/>
            </w:tcBorders>
          </w:tcPr>
          <w:p w14:paraId="452B7DC5" w14:textId="77777777" w:rsidR="00F21DB0" w:rsidRPr="0067004F" w:rsidRDefault="00F21DB0" w:rsidP="00E44FF8">
            <w:pPr>
              <w:pStyle w:val="tabletext11"/>
              <w:tabs>
                <w:tab w:val="decimal" w:pos="200"/>
              </w:tabs>
              <w:rPr>
                <w:ins w:id="3086" w:author="Author"/>
              </w:rPr>
            </w:pPr>
            <w:ins w:id="3087" w:author="Author">
              <w:r w:rsidRPr="0067004F">
                <w:t>48.27</w:t>
              </w:r>
            </w:ins>
          </w:p>
        </w:tc>
        <w:tc>
          <w:tcPr>
            <w:tcW w:w="300" w:type="dxa"/>
            <w:gridSpan w:val="2"/>
            <w:tcBorders>
              <w:left w:val="single" w:sz="6" w:space="0" w:color="auto"/>
            </w:tcBorders>
          </w:tcPr>
          <w:p w14:paraId="3084C0FD" w14:textId="77777777" w:rsidR="00F21DB0" w:rsidRPr="0067004F" w:rsidRDefault="00F21DB0" w:rsidP="00E44FF8">
            <w:pPr>
              <w:pStyle w:val="tabletext11"/>
              <w:jc w:val="right"/>
              <w:rPr>
                <w:ins w:id="3088" w:author="Author"/>
              </w:rPr>
            </w:pPr>
          </w:p>
        </w:tc>
        <w:tc>
          <w:tcPr>
            <w:tcW w:w="790" w:type="dxa"/>
            <w:tcBorders>
              <w:left w:val="nil"/>
              <w:right w:val="single" w:sz="6" w:space="0" w:color="auto"/>
            </w:tcBorders>
          </w:tcPr>
          <w:p w14:paraId="6FEC7C41" w14:textId="77777777" w:rsidR="00F21DB0" w:rsidRPr="0067004F" w:rsidRDefault="00F21DB0" w:rsidP="00E44FF8">
            <w:pPr>
              <w:pStyle w:val="tabletext11"/>
              <w:tabs>
                <w:tab w:val="decimal" w:pos="200"/>
              </w:tabs>
              <w:rPr>
                <w:ins w:id="3089" w:author="Author"/>
              </w:rPr>
            </w:pPr>
            <w:ins w:id="3090" w:author="Author">
              <w:r w:rsidRPr="0067004F">
                <w:t>53.27</w:t>
              </w:r>
            </w:ins>
          </w:p>
        </w:tc>
      </w:tr>
      <w:tr w:rsidR="00F21DB0" w:rsidRPr="0067004F" w14:paraId="105823BC" w14:textId="77777777" w:rsidTr="00E44FF8">
        <w:trPr>
          <w:cantSplit/>
          <w:trHeight w:val="190"/>
          <w:ins w:id="3091" w:author="Author"/>
        </w:trPr>
        <w:tc>
          <w:tcPr>
            <w:tcW w:w="200" w:type="dxa"/>
          </w:tcPr>
          <w:p w14:paraId="4C8B61B5" w14:textId="77777777" w:rsidR="00F21DB0" w:rsidRPr="0067004F" w:rsidRDefault="00F21DB0" w:rsidP="00E44FF8">
            <w:pPr>
              <w:pStyle w:val="tabletext11"/>
              <w:rPr>
                <w:ins w:id="3092" w:author="Author"/>
              </w:rPr>
            </w:pPr>
          </w:p>
        </w:tc>
        <w:tc>
          <w:tcPr>
            <w:tcW w:w="300" w:type="dxa"/>
            <w:tcBorders>
              <w:left w:val="single" w:sz="6" w:space="0" w:color="auto"/>
            </w:tcBorders>
          </w:tcPr>
          <w:p w14:paraId="1A3039D1" w14:textId="77777777" w:rsidR="00F21DB0" w:rsidRPr="0067004F" w:rsidRDefault="00F21DB0" w:rsidP="00E44FF8">
            <w:pPr>
              <w:pStyle w:val="tabletext11"/>
              <w:jc w:val="right"/>
              <w:rPr>
                <w:ins w:id="3093" w:author="Author"/>
              </w:rPr>
            </w:pPr>
          </w:p>
        </w:tc>
        <w:tc>
          <w:tcPr>
            <w:tcW w:w="2100" w:type="dxa"/>
            <w:gridSpan w:val="2"/>
            <w:tcBorders>
              <w:left w:val="nil"/>
              <w:right w:val="single" w:sz="6" w:space="0" w:color="auto"/>
            </w:tcBorders>
          </w:tcPr>
          <w:p w14:paraId="4726D154" w14:textId="77777777" w:rsidR="00F21DB0" w:rsidRPr="0067004F" w:rsidRDefault="00F21DB0" w:rsidP="00E44FF8">
            <w:pPr>
              <w:pStyle w:val="tabletext11"/>
              <w:rPr>
                <w:ins w:id="3094" w:author="Author"/>
              </w:rPr>
            </w:pPr>
            <w:ins w:id="3095" w:author="Author">
              <w:r w:rsidRPr="0067004F">
                <w:t>390,001 to 400,000</w:t>
              </w:r>
            </w:ins>
          </w:p>
        </w:tc>
        <w:tc>
          <w:tcPr>
            <w:tcW w:w="400" w:type="dxa"/>
            <w:tcBorders>
              <w:left w:val="single" w:sz="6" w:space="0" w:color="auto"/>
            </w:tcBorders>
          </w:tcPr>
          <w:p w14:paraId="37396B84" w14:textId="77777777" w:rsidR="00F21DB0" w:rsidRPr="0067004F" w:rsidRDefault="00F21DB0" w:rsidP="00E44FF8">
            <w:pPr>
              <w:pStyle w:val="tabletext11"/>
              <w:jc w:val="right"/>
              <w:rPr>
                <w:ins w:id="3096" w:author="Author"/>
              </w:rPr>
            </w:pPr>
          </w:p>
        </w:tc>
        <w:tc>
          <w:tcPr>
            <w:tcW w:w="910" w:type="dxa"/>
            <w:tcBorders>
              <w:left w:val="nil"/>
              <w:right w:val="single" w:sz="6" w:space="0" w:color="auto"/>
            </w:tcBorders>
          </w:tcPr>
          <w:p w14:paraId="30DE854A" w14:textId="77777777" w:rsidR="00F21DB0" w:rsidRPr="0067004F" w:rsidRDefault="00F21DB0" w:rsidP="00E44FF8">
            <w:pPr>
              <w:pStyle w:val="tabletext11"/>
              <w:tabs>
                <w:tab w:val="decimal" w:pos="200"/>
              </w:tabs>
              <w:rPr>
                <w:ins w:id="3097" w:author="Author"/>
              </w:rPr>
            </w:pPr>
            <w:ins w:id="3098" w:author="Author">
              <w:r w:rsidRPr="0067004F">
                <w:t>48.45</w:t>
              </w:r>
            </w:ins>
          </w:p>
        </w:tc>
        <w:tc>
          <w:tcPr>
            <w:tcW w:w="300" w:type="dxa"/>
            <w:gridSpan w:val="2"/>
            <w:tcBorders>
              <w:left w:val="single" w:sz="6" w:space="0" w:color="auto"/>
            </w:tcBorders>
          </w:tcPr>
          <w:p w14:paraId="63AC35A8" w14:textId="77777777" w:rsidR="00F21DB0" w:rsidRPr="0067004F" w:rsidRDefault="00F21DB0" w:rsidP="00E44FF8">
            <w:pPr>
              <w:pStyle w:val="tabletext11"/>
              <w:jc w:val="right"/>
              <w:rPr>
                <w:ins w:id="3099" w:author="Author"/>
              </w:rPr>
            </w:pPr>
          </w:p>
        </w:tc>
        <w:tc>
          <w:tcPr>
            <w:tcW w:w="790" w:type="dxa"/>
            <w:tcBorders>
              <w:left w:val="nil"/>
              <w:right w:val="single" w:sz="6" w:space="0" w:color="auto"/>
            </w:tcBorders>
          </w:tcPr>
          <w:p w14:paraId="60935CB3" w14:textId="77777777" w:rsidR="00F21DB0" w:rsidRPr="0067004F" w:rsidRDefault="00F21DB0" w:rsidP="00E44FF8">
            <w:pPr>
              <w:pStyle w:val="tabletext11"/>
              <w:tabs>
                <w:tab w:val="decimal" w:pos="200"/>
              </w:tabs>
              <w:rPr>
                <w:ins w:id="3100" w:author="Author"/>
              </w:rPr>
            </w:pPr>
            <w:ins w:id="3101" w:author="Author">
              <w:r w:rsidRPr="0067004F">
                <w:t>53.45</w:t>
              </w:r>
            </w:ins>
          </w:p>
        </w:tc>
      </w:tr>
      <w:tr w:rsidR="00F21DB0" w:rsidRPr="0067004F" w14:paraId="5E3FA077" w14:textId="77777777" w:rsidTr="00E44FF8">
        <w:trPr>
          <w:cantSplit/>
          <w:trHeight w:val="190"/>
          <w:ins w:id="3102" w:author="Author"/>
        </w:trPr>
        <w:tc>
          <w:tcPr>
            <w:tcW w:w="200" w:type="dxa"/>
          </w:tcPr>
          <w:p w14:paraId="205F9B92" w14:textId="77777777" w:rsidR="00F21DB0" w:rsidRPr="0067004F" w:rsidRDefault="00F21DB0" w:rsidP="00E44FF8">
            <w:pPr>
              <w:pStyle w:val="tabletext11"/>
              <w:rPr>
                <w:ins w:id="3103" w:author="Author"/>
              </w:rPr>
            </w:pPr>
          </w:p>
        </w:tc>
        <w:tc>
          <w:tcPr>
            <w:tcW w:w="300" w:type="dxa"/>
            <w:tcBorders>
              <w:left w:val="single" w:sz="6" w:space="0" w:color="auto"/>
            </w:tcBorders>
          </w:tcPr>
          <w:p w14:paraId="0EDFF354" w14:textId="77777777" w:rsidR="00F21DB0" w:rsidRPr="0067004F" w:rsidRDefault="00F21DB0" w:rsidP="00E44FF8">
            <w:pPr>
              <w:pStyle w:val="tabletext11"/>
              <w:jc w:val="right"/>
              <w:rPr>
                <w:ins w:id="3104" w:author="Author"/>
              </w:rPr>
            </w:pPr>
          </w:p>
        </w:tc>
        <w:tc>
          <w:tcPr>
            <w:tcW w:w="2100" w:type="dxa"/>
            <w:gridSpan w:val="2"/>
            <w:tcBorders>
              <w:left w:val="nil"/>
              <w:right w:val="single" w:sz="6" w:space="0" w:color="auto"/>
            </w:tcBorders>
          </w:tcPr>
          <w:p w14:paraId="40869556" w14:textId="77777777" w:rsidR="00F21DB0" w:rsidRPr="0067004F" w:rsidRDefault="00F21DB0" w:rsidP="00E44FF8">
            <w:pPr>
              <w:pStyle w:val="tabletext11"/>
              <w:rPr>
                <w:ins w:id="3105" w:author="Author"/>
              </w:rPr>
            </w:pPr>
            <w:ins w:id="3106" w:author="Author">
              <w:r w:rsidRPr="0067004F">
                <w:t>400,001 to 410,000</w:t>
              </w:r>
            </w:ins>
          </w:p>
        </w:tc>
        <w:tc>
          <w:tcPr>
            <w:tcW w:w="400" w:type="dxa"/>
            <w:tcBorders>
              <w:left w:val="single" w:sz="6" w:space="0" w:color="auto"/>
            </w:tcBorders>
          </w:tcPr>
          <w:p w14:paraId="061BEA73" w14:textId="77777777" w:rsidR="00F21DB0" w:rsidRPr="0067004F" w:rsidRDefault="00F21DB0" w:rsidP="00E44FF8">
            <w:pPr>
              <w:pStyle w:val="tabletext11"/>
              <w:jc w:val="right"/>
              <w:rPr>
                <w:ins w:id="3107" w:author="Author"/>
              </w:rPr>
            </w:pPr>
          </w:p>
        </w:tc>
        <w:tc>
          <w:tcPr>
            <w:tcW w:w="910" w:type="dxa"/>
            <w:tcBorders>
              <w:left w:val="nil"/>
              <w:right w:val="single" w:sz="6" w:space="0" w:color="auto"/>
            </w:tcBorders>
          </w:tcPr>
          <w:p w14:paraId="77FDE7F5" w14:textId="77777777" w:rsidR="00F21DB0" w:rsidRPr="0067004F" w:rsidRDefault="00F21DB0" w:rsidP="00E44FF8">
            <w:pPr>
              <w:pStyle w:val="tabletext11"/>
              <w:tabs>
                <w:tab w:val="decimal" w:pos="200"/>
              </w:tabs>
              <w:rPr>
                <w:ins w:id="3108" w:author="Author"/>
              </w:rPr>
            </w:pPr>
            <w:ins w:id="3109" w:author="Author">
              <w:r w:rsidRPr="0067004F">
                <w:t>48.62</w:t>
              </w:r>
            </w:ins>
          </w:p>
        </w:tc>
        <w:tc>
          <w:tcPr>
            <w:tcW w:w="300" w:type="dxa"/>
            <w:gridSpan w:val="2"/>
            <w:tcBorders>
              <w:left w:val="single" w:sz="6" w:space="0" w:color="auto"/>
            </w:tcBorders>
          </w:tcPr>
          <w:p w14:paraId="62B8AC52" w14:textId="77777777" w:rsidR="00F21DB0" w:rsidRPr="0067004F" w:rsidRDefault="00F21DB0" w:rsidP="00E44FF8">
            <w:pPr>
              <w:pStyle w:val="tabletext11"/>
              <w:jc w:val="right"/>
              <w:rPr>
                <w:ins w:id="3110" w:author="Author"/>
              </w:rPr>
            </w:pPr>
          </w:p>
        </w:tc>
        <w:tc>
          <w:tcPr>
            <w:tcW w:w="790" w:type="dxa"/>
            <w:tcBorders>
              <w:left w:val="nil"/>
              <w:right w:val="single" w:sz="6" w:space="0" w:color="auto"/>
            </w:tcBorders>
          </w:tcPr>
          <w:p w14:paraId="61B7AB9D" w14:textId="77777777" w:rsidR="00F21DB0" w:rsidRPr="0067004F" w:rsidRDefault="00F21DB0" w:rsidP="00E44FF8">
            <w:pPr>
              <w:pStyle w:val="tabletext11"/>
              <w:tabs>
                <w:tab w:val="decimal" w:pos="200"/>
              </w:tabs>
              <w:rPr>
                <w:ins w:id="3111" w:author="Author"/>
              </w:rPr>
            </w:pPr>
            <w:ins w:id="3112" w:author="Author">
              <w:r w:rsidRPr="0067004F">
                <w:t>53.62</w:t>
              </w:r>
            </w:ins>
          </w:p>
        </w:tc>
      </w:tr>
      <w:tr w:rsidR="00F21DB0" w:rsidRPr="0067004F" w14:paraId="4299AA5B" w14:textId="77777777" w:rsidTr="00E44FF8">
        <w:trPr>
          <w:cantSplit/>
          <w:trHeight w:val="190"/>
          <w:ins w:id="3113" w:author="Author"/>
        </w:trPr>
        <w:tc>
          <w:tcPr>
            <w:tcW w:w="200" w:type="dxa"/>
          </w:tcPr>
          <w:p w14:paraId="49FBEDCA" w14:textId="77777777" w:rsidR="00F21DB0" w:rsidRPr="0067004F" w:rsidRDefault="00F21DB0" w:rsidP="00E44FF8">
            <w:pPr>
              <w:pStyle w:val="tabletext11"/>
              <w:rPr>
                <w:ins w:id="3114" w:author="Author"/>
              </w:rPr>
            </w:pPr>
          </w:p>
        </w:tc>
        <w:tc>
          <w:tcPr>
            <w:tcW w:w="300" w:type="dxa"/>
            <w:tcBorders>
              <w:left w:val="single" w:sz="6" w:space="0" w:color="auto"/>
            </w:tcBorders>
          </w:tcPr>
          <w:p w14:paraId="60DE4230" w14:textId="77777777" w:rsidR="00F21DB0" w:rsidRPr="0067004F" w:rsidRDefault="00F21DB0" w:rsidP="00E44FF8">
            <w:pPr>
              <w:pStyle w:val="tabletext11"/>
              <w:jc w:val="right"/>
              <w:rPr>
                <w:ins w:id="3115" w:author="Author"/>
              </w:rPr>
            </w:pPr>
          </w:p>
        </w:tc>
        <w:tc>
          <w:tcPr>
            <w:tcW w:w="2100" w:type="dxa"/>
            <w:gridSpan w:val="2"/>
            <w:tcBorders>
              <w:left w:val="nil"/>
              <w:right w:val="single" w:sz="6" w:space="0" w:color="auto"/>
            </w:tcBorders>
          </w:tcPr>
          <w:p w14:paraId="499E032E" w14:textId="77777777" w:rsidR="00F21DB0" w:rsidRPr="0067004F" w:rsidRDefault="00F21DB0" w:rsidP="00E44FF8">
            <w:pPr>
              <w:pStyle w:val="tabletext11"/>
              <w:rPr>
                <w:ins w:id="3116" w:author="Author"/>
              </w:rPr>
            </w:pPr>
            <w:ins w:id="3117" w:author="Author">
              <w:r w:rsidRPr="0067004F">
                <w:t>410,001 to 420,000</w:t>
              </w:r>
            </w:ins>
          </w:p>
        </w:tc>
        <w:tc>
          <w:tcPr>
            <w:tcW w:w="400" w:type="dxa"/>
            <w:tcBorders>
              <w:left w:val="single" w:sz="6" w:space="0" w:color="auto"/>
            </w:tcBorders>
          </w:tcPr>
          <w:p w14:paraId="4DECCA16" w14:textId="77777777" w:rsidR="00F21DB0" w:rsidRPr="0067004F" w:rsidRDefault="00F21DB0" w:rsidP="00E44FF8">
            <w:pPr>
              <w:pStyle w:val="tabletext11"/>
              <w:jc w:val="right"/>
              <w:rPr>
                <w:ins w:id="3118" w:author="Author"/>
              </w:rPr>
            </w:pPr>
          </w:p>
        </w:tc>
        <w:tc>
          <w:tcPr>
            <w:tcW w:w="910" w:type="dxa"/>
            <w:tcBorders>
              <w:left w:val="nil"/>
              <w:right w:val="single" w:sz="6" w:space="0" w:color="auto"/>
            </w:tcBorders>
          </w:tcPr>
          <w:p w14:paraId="101187AF" w14:textId="77777777" w:rsidR="00F21DB0" w:rsidRPr="0067004F" w:rsidRDefault="00F21DB0" w:rsidP="00E44FF8">
            <w:pPr>
              <w:pStyle w:val="tabletext11"/>
              <w:tabs>
                <w:tab w:val="decimal" w:pos="200"/>
              </w:tabs>
              <w:rPr>
                <w:ins w:id="3119" w:author="Author"/>
              </w:rPr>
            </w:pPr>
            <w:ins w:id="3120" w:author="Author">
              <w:r w:rsidRPr="0067004F">
                <w:t>48.78</w:t>
              </w:r>
            </w:ins>
          </w:p>
        </w:tc>
        <w:tc>
          <w:tcPr>
            <w:tcW w:w="300" w:type="dxa"/>
            <w:gridSpan w:val="2"/>
            <w:tcBorders>
              <w:left w:val="single" w:sz="6" w:space="0" w:color="auto"/>
            </w:tcBorders>
          </w:tcPr>
          <w:p w14:paraId="0B8F0850" w14:textId="77777777" w:rsidR="00F21DB0" w:rsidRPr="0067004F" w:rsidRDefault="00F21DB0" w:rsidP="00E44FF8">
            <w:pPr>
              <w:pStyle w:val="tabletext11"/>
              <w:jc w:val="right"/>
              <w:rPr>
                <w:ins w:id="3121" w:author="Author"/>
              </w:rPr>
            </w:pPr>
          </w:p>
        </w:tc>
        <w:tc>
          <w:tcPr>
            <w:tcW w:w="790" w:type="dxa"/>
            <w:tcBorders>
              <w:left w:val="nil"/>
              <w:right w:val="single" w:sz="6" w:space="0" w:color="auto"/>
            </w:tcBorders>
          </w:tcPr>
          <w:p w14:paraId="093EA056" w14:textId="77777777" w:rsidR="00F21DB0" w:rsidRPr="0067004F" w:rsidRDefault="00F21DB0" w:rsidP="00E44FF8">
            <w:pPr>
              <w:pStyle w:val="tabletext11"/>
              <w:tabs>
                <w:tab w:val="decimal" w:pos="200"/>
              </w:tabs>
              <w:rPr>
                <w:ins w:id="3122" w:author="Author"/>
              </w:rPr>
            </w:pPr>
            <w:ins w:id="3123" w:author="Author">
              <w:r w:rsidRPr="0067004F">
                <w:t>53.78</w:t>
              </w:r>
            </w:ins>
          </w:p>
        </w:tc>
      </w:tr>
      <w:tr w:rsidR="00F21DB0" w:rsidRPr="0067004F" w14:paraId="239AA8DF" w14:textId="77777777" w:rsidTr="00E44FF8">
        <w:trPr>
          <w:cantSplit/>
          <w:trHeight w:val="190"/>
          <w:ins w:id="3124" w:author="Author"/>
        </w:trPr>
        <w:tc>
          <w:tcPr>
            <w:tcW w:w="200" w:type="dxa"/>
          </w:tcPr>
          <w:p w14:paraId="1C2937DB" w14:textId="77777777" w:rsidR="00F21DB0" w:rsidRPr="0067004F" w:rsidRDefault="00F21DB0" w:rsidP="00E44FF8">
            <w:pPr>
              <w:pStyle w:val="tabletext11"/>
              <w:rPr>
                <w:ins w:id="3125" w:author="Author"/>
              </w:rPr>
            </w:pPr>
          </w:p>
        </w:tc>
        <w:tc>
          <w:tcPr>
            <w:tcW w:w="300" w:type="dxa"/>
            <w:tcBorders>
              <w:left w:val="single" w:sz="6" w:space="0" w:color="auto"/>
            </w:tcBorders>
          </w:tcPr>
          <w:p w14:paraId="74509B61" w14:textId="77777777" w:rsidR="00F21DB0" w:rsidRPr="0067004F" w:rsidRDefault="00F21DB0" w:rsidP="00E44FF8">
            <w:pPr>
              <w:pStyle w:val="tabletext11"/>
              <w:jc w:val="right"/>
              <w:rPr>
                <w:ins w:id="3126" w:author="Author"/>
              </w:rPr>
            </w:pPr>
          </w:p>
        </w:tc>
        <w:tc>
          <w:tcPr>
            <w:tcW w:w="2100" w:type="dxa"/>
            <w:gridSpan w:val="2"/>
            <w:tcBorders>
              <w:left w:val="nil"/>
              <w:right w:val="single" w:sz="6" w:space="0" w:color="auto"/>
            </w:tcBorders>
          </w:tcPr>
          <w:p w14:paraId="5365DBBD" w14:textId="77777777" w:rsidR="00F21DB0" w:rsidRPr="0067004F" w:rsidRDefault="00F21DB0" w:rsidP="00E44FF8">
            <w:pPr>
              <w:pStyle w:val="tabletext11"/>
              <w:rPr>
                <w:ins w:id="3127" w:author="Author"/>
              </w:rPr>
            </w:pPr>
            <w:ins w:id="3128" w:author="Author">
              <w:r w:rsidRPr="0067004F">
                <w:t>420,001 to 430,000</w:t>
              </w:r>
            </w:ins>
          </w:p>
        </w:tc>
        <w:tc>
          <w:tcPr>
            <w:tcW w:w="400" w:type="dxa"/>
            <w:tcBorders>
              <w:left w:val="single" w:sz="6" w:space="0" w:color="auto"/>
            </w:tcBorders>
          </w:tcPr>
          <w:p w14:paraId="05ABB31C" w14:textId="77777777" w:rsidR="00F21DB0" w:rsidRPr="0067004F" w:rsidRDefault="00F21DB0" w:rsidP="00E44FF8">
            <w:pPr>
              <w:pStyle w:val="tabletext11"/>
              <w:jc w:val="right"/>
              <w:rPr>
                <w:ins w:id="3129" w:author="Author"/>
              </w:rPr>
            </w:pPr>
          </w:p>
        </w:tc>
        <w:tc>
          <w:tcPr>
            <w:tcW w:w="910" w:type="dxa"/>
            <w:tcBorders>
              <w:left w:val="nil"/>
              <w:right w:val="single" w:sz="6" w:space="0" w:color="auto"/>
            </w:tcBorders>
          </w:tcPr>
          <w:p w14:paraId="2702FDA8" w14:textId="77777777" w:rsidR="00F21DB0" w:rsidRPr="0067004F" w:rsidRDefault="00F21DB0" w:rsidP="00E44FF8">
            <w:pPr>
              <w:pStyle w:val="tabletext11"/>
              <w:tabs>
                <w:tab w:val="decimal" w:pos="200"/>
              </w:tabs>
              <w:rPr>
                <w:ins w:id="3130" w:author="Author"/>
              </w:rPr>
            </w:pPr>
            <w:ins w:id="3131" w:author="Author">
              <w:r w:rsidRPr="0067004F">
                <w:t>48.92</w:t>
              </w:r>
            </w:ins>
          </w:p>
        </w:tc>
        <w:tc>
          <w:tcPr>
            <w:tcW w:w="300" w:type="dxa"/>
            <w:gridSpan w:val="2"/>
            <w:tcBorders>
              <w:left w:val="single" w:sz="6" w:space="0" w:color="auto"/>
            </w:tcBorders>
          </w:tcPr>
          <w:p w14:paraId="38C9F09F" w14:textId="77777777" w:rsidR="00F21DB0" w:rsidRPr="0067004F" w:rsidRDefault="00F21DB0" w:rsidP="00E44FF8">
            <w:pPr>
              <w:pStyle w:val="tabletext11"/>
              <w:jc w:val="right"/>
              <w:rPr>
                <w:ins w:id="3132" w:author="Author"/>
              </w:rPr>
            </w:pPr>
          </w:p>
        </w:tc>
        <w:tc>
          <w:tcPr>
            <w:tcW w:w="790" w:type="dxa"/>
            <w:tcBorders>
              <w:left w:val="nil"/>
              <w:right w:val="single" w:sz="6" w:space="0" w:color="auto"/>
            </w:tcBorders>
          </w:tcPr>
          <w:p w14:paraId="3620CE64" w14:textId="77777777" w:rsidR="00F21DB0" w:rsidRPr="0067004F" w:rsidRDefault="00F21DB0" w:rsidP="00E44FF8">
            <w:pPr>
              <w:pStyle w:val="tabletext11"/>
              <w:tabs>
                <w:tab w:val="decimal" w:pos="200"/>
              </w:tabs>
              <w:rPr>
                <w:ins w:id="3133" w:author="Author"/>
              </w:rPr>
            </w:pPr>
            <w:ins w:id="3134" w:author="Author">
              <w:r w:rsidRPr="0067004F">
                <w:t>53.92</w:t>
              </w:r>
            </w:ins>
          </w:p>
        </w:tc>
      </w:tr>
      <w:tr w:rsidR="00F21DB0" w:rsidRPr="0067004F" w14:paraId="6A3D8128" w14:textId="77777777" w:rsidTr="00E44FF8">
        <w:trPr>
          <w:cantSplit/>
          <w:trHeight w:val="190"/>
          <w:ins w:id="3135" w:author="Author"/>
        </w:trPr>
        <w:tc>
          <w:tcPr>
            <w:tcW w:w="200" w:type="dxa"/>
          </w:tcPr>
          <w:p w14:paraId="7F4D44FB" w14:textId="77777777" w:rsidR="00F21DB0" w:rsidRPr="0067004F" w:rsidRDefault="00F21DB0" w:rsidP="00E44FF8">
            <w:pPr>
              <w:pStyle w:val="tabletext11"/>
              <w:rPr>
                <w:ins w:id="3136" w:author="Author"/>
              </w:rPr>
            </w:pPr>
          </w:p>
        </w:tc>
        <w:tc>
          <w:tcPr>
            <w:tcW w:w="300" w:type="dxa"/>
            <w:tcBorders>
              <w:left w:val="single" w:sz="6" w:space="0" w:color="auto"/>
            </w:tcBorders>
          </w:tcPr>
          <w:p w14:paraId="525C4672" w14:textId="77777777" w:rsidR="00F21DB0" w:rsidRPr="0067004F" w:rsidRDefault="00F21DB0" w:rsidP="00E44FF8">
            <w:pPr>
              <w:pStyle w:val="tabletext11"/>
              <w:jc w:val="right"/>
              <w:rPr>
                <w:ins w:id="3137" w:author="Author"/>
              </w:rPr>
            </w:pPr>
          </w:p>
        </w:tc>
        <w:tc>
          <w:tcPr>
            <w:tcW w:w="2100" w:type="dxa"/>
            <w:gridSpan w:val="2"/>
            <w:tcBorders>
              <w:left w:val="nil"/>
              <w:right w:val="single" w:sz="6" w:space="0" w:color="auto"/>
            </w:tcBorders>
          </w:tcPr>
          <w:p w14:paraId="39076798" w14:textId="77777777" w:rsidR="00F21DB0" w:rsidRPr="0067004F" w:rsidRDefault="00F21DB0" w:rsidP="00E44FF8">
            <w:pPr>
              <w:pStyle w:val="tabletext11"/>
              <w:rPr>
                <w:ins w:id="3138" w:author="Author"/>
              </w:rPr>
            </w:pPr>
            <w:ins w:id="3139" w:author="Author">
              <w:r w:rsidRPr="0067004F">
                <w:t>430,001 to 440,000</w:t>
              </w:r>
            </w:ins>
          </w:p>
        </w:tc>
        <w:tc>
          <w:tcPr>
            <w:tcW w:w="400" w:type="dxa"/>
            <w:tcBorders>
              <w:left w:val="single" w:sz="6" w:space="0" w:color="auto"/>
            </w:tcBorders>
          </w:tcPr>
          <w:p w14:paraId="6C1E0670" w14:textId="77777777" w:rsidR="00F21DB0" w:rsidRPr="0067004F" w:rsidRDefault="00F21DB0" w:rsidP="00E44FF8">
            <w:pPr>
              <w:pStyle w:val="tabletext11"/>
              <w:jc w:val="right"/>
              <w:rPr>
                <w:ins w:id="3140" w:author="Author"/>
              </w:rPr>
            </w:pPr>
          </w:p>
        </w:tc>
        <w:tc>
          <w:tcPr>
            <w:tcW w:w="910" w:type="dxa"/>
            <w:tcBorders>
              <w:left w:val="nil"/>
              <w:right w:val="single" w:sz="6" w:space="0" w:color="auto"/>
            </w:tcBorders>
          </w:tcPr>
          <w:p w14:paraId="56E9D6D2" w14:textId="77777777" w:rsidR="00F21DB0" w:rsidRPr="0067004F" w:rsidRDefault="00F21DB0" w:rsidP="00E44FF8">
            <w:pPr>
              <w:pStyle w:val="tabletext11"/>
              <w:tabs>
                <w:tab w:val="decimal" w:pos="200"/>
              </w:tabs>
              <w:rPr>
                <w:ins w:id="3141" w:author="Author"/>
              </w:rPr>
            </w:pPr>
            <w:ins w:id="3142" w:author="Author">
              <w:r w:rsidRPr="0067004F">
                <w:t>49.06</w:t>
              </w:r>
            </w:ins>
          </w:p>
        </w:tc>
        <w:tc>
          <w:tcPr>
            <w:tcW w:w="300" w:type="dxa"/>
            <w:gridSpan w:val="2"/>
            <w:tcBorders>
              <w:left w:val="single" w:sz="6" w:space="0" w:color="auto"/>
            </w:tcBorders>
          </w:tcPr>
          <w:p w14:paraId="63E311ED" w14:textId="77777777" w:rsidR="00F21DB0" w:rsidRPr="0067004F" w:rsidRDefault="00F21DB0" w:rsidP="00E44FF8">
            <w:pPr>
              <w:pStyle w:val="tabletext11"/>
              <w:jc w:val="right"/>
              <w:rPr>
                <w:ins w:id="3143" w:author="Author"/>
              </w:rPr>
            </w:pPr>
          </w:p>
        </w:tc>
        <w:tc>
          <w:tcPr>
            <w:tcW w:w="790" w:type="dxa"/>
            <w:tcBorders>
              <w:left w:val="nil"/>
              <w:right w:val="single" w:sz="6" w:space="0" w:color="auto"/>
            </w:tcBorders>
          </w:tcPr>
          <w:p w14:paraId="1933908F" w14:textId="77777777" w:rsidR="00F21DB0" w:rsidRPr="0067004F" w:rsidRDefault="00F21DB0" w:rsidP="00E44FF8">
            <w:pPr>
              <w:pStyle w:val="tabletext11"/>
              <w:tabs>
                <w:tab w:val="decimal" w:pos="200"/>
              </w:tabs>
              <w:rPr>
                <w:ins w:id="3144" w:author="Author"/>
              </w:rPr>
            </w:pPr>
            <w:ins w:id="3145" w:author="Author">
              <w:r w:rsidRPr="0067004F">
                <w:t>54.06</w:t>
              </w:r>
            </w:ins>
          </w:p>
        </w:tc>
      </w:tr>
      <w:tr w:rsidR="00F21DB0" w:rsidRPr="0067004F" w14:paraId="347C9EFC" w14:textId="77777777" w:rsidTr="00E44FF8">
        <w:trPr>
          <w:cantSplit/>
          <w:trHeight w:val="190"/>
          <w:ins w:id="3146" w:author="Author"/>
        </w:trPr>
        <w:tc>
          <w:tcPr>
            <w:tcW w:w="200" w:type="dxa"/>
          </w:tcPr>
          <w:p w14:paraId="5490D91C" w14:textId="77777777" w:rsidR="00F21DB0" w:rsidRPr="0067004F" w:rsidRDefault="00F21DB0" w:rsidP="00E44FF8">
            <w:pPr>
              <w:pStyle w:val="tabletext11"/>
              <w:rPr>
                <w:ins w:id="3147" w:author="Author"/>
              </w:rPr>
            </w:pPr>
          </w:p>
        </w:tc>
        <w:tc>
          <w:tcPr>
            <w:tcW w:w="300" w:type="dxa"/>
            <w:tcBorders>
              <w:left w:val="single" w:sz="6" w:space="0" w:color="auto"/>
            </w:tcBorders>
          </w:tcPr>
          <w:p w14:paraId="53E5F17F" w14:textId="77777777" w:rsidR="00F21DB0" w:rsidRPr="0067004F" w:rsidRDefault="00F21DB0" w:rsidP="00E44FF8">
            <w:pPr>
              <w:pStyle w:val="tabletext11"/>
              <w:jc w:val="right"/>
              <w:rPr>
                <w:ins w:id="3148" w:author="Author"/>
              </w:rPr>
            </w:pPr>
          </w:p>
        </w:tc>
        <w:tc>
          <w:tcPr>
            <w:tcW w:w="2100" w:type="dxa"/>
            <w:gridSpan w:val="2"/>
            <w:tcBorders>
              <w:left w:val="nil"/>
              <w:right w:val="single" w:sz="6" w:space="0" w:color="auto"/>
            </w:tcBorders>
          </w:tcPr>
          <w:p w14:paraId="376E6550" w14:textId="77777777" w:rsidR="00F21DB0" w:rsidRPr="0067004F" w:rsidRDefault="00F21DB0" w:rsidP="00E44FF8">
            <w:pPr>
              <w:pStyle w:val="tabletext11"/>
              <w:rPr>
                <w:ins w:id="3149" w:author="Author"/>
              </w:rPr>
            </w:pPr>
            <w:ins w:id="3150" w:author="Author">
              <w:r w:rsidRPr="0067004F">
                <w:t>440,001 to 450,000</w:t>
              </w:r>
            </w:ins>
          </w:p>
        </w:tc>
        <w:tc>
          <w:tcPr>
            <w:tcW w:w="400" w:type="dxa"/>
            <w:tcBorders>
              <w:left w:val="single" w:sz="6" w:space="0" w:color="auto"/>
            </w:tcBorders>
          </w:tcPr>
          <w:p w14:paraId="21316F2D" w14:textId="77777777" w:rsidR="00F21DB0" w:rsidRPr="0067004F" w:rsidRDefault="00F21DB0" w:rsidP="00E44FF8">
            <w:pPr>
              <w:pStyle w:val="tabletext11"/>
              <w:jc w:val="right"/>
              <w:rPr>
                <w:ins w:id="3151" w:author="Author"/>
              </w:rPr>
            </w:pPr>
          </w:p>
        </w:tc>
        <w:tc>
          <w:tcPr>
            <w:tcW w:w="910" w:type="dxa"/>
            <w:tcBorders>
              <w:left w:val="nil"/>
              <w:right w:val="single" w:sz="6" w:space="0" w:color="auto"/>
            </w:tcBorders>
          </w:tcPr>
          <w:p w14:paraId="0082E546" w14:textId="77777777" w:rsidR="00F21DB0" w:rsidRPr="0067004F" w:rsidRDefault="00F21DB0" w:rsidP="00E44FF8">
            <w:pPr>
              <w:pStyle w:val="tabletext11"/>
              <w:tabs>
                <w:tab w:val="decimal" w:pos="200"/>
              </w:tabs>
              <w:rPr>
                <w:ins w:id="3152" w:author="Author"/>
              </w:rPr>
            </w:pPr>
            <w:ins w:id="3153" w:author="Author">
              <w:r w:rsidRPr="0067004F">
                <w:t>49.18</w:t>
              </w:r>
            </w:ins>
          </w:p>
        </w:tc>
        <w:tc>
          <w:tcPr>
            <w:tcW w:w="300" w:type="dxa"/>
            <w:gridSpan w:val="2"/>
            <w:tcBorders>
              <w:left w:val="single" w:sz="6" w:space="0" w:color="auto"/>
            </w:tcBorders>
          </w:tcPr>
          <w:p w14:paraId="38A24C54" w14:textId="77777777" w:rsidR="00F21DB0" w:rsidRPr="0067004F" w:rsidRDefault="00F21DB0" w:rsidP="00E44FF8">
            <w:pPr>
              <w:pStyle w:val="tabletext11"/>
              <w:jc w:val="right"/>
              <w:rPr>
                <w:ins w:id="3154" w:author="Author"/>
              </w:rPr>
            </w:pPr>
          </w:p>
        </w:tc>
        <w:tc>
          <w:tcPr>
            <w:tcW w:w="790" w:type="dxa"/>
            <w:tcBorders>
              <w:left w:val="nil"/>
              <w:right w:val="single" w:sz="6" w:space="0" w:color="auto"/>
            </w:tcBorders>
          </w:tcPr>
          <w:p w14:paraId="4556F833" w14:textId="77777777" w:rsidR="00F21DB0" w:rsidRPr="0067004F" w:rsidRDefault="00F21DB0" w:rsidP="00E44FF8">
            <w:pPr>
              <w:pStyle w:val="tabletext11"/>
              <w:tabs>
                <w:tab w:val="decimal" w:pos="200"/>
              </w:tabs>
              <w:rPr>
                <w:ins w:id="3155" w:author="Author"/>
              </w:rPr>
            </w:pPr>
            <w:ins w:id="3156" w:author="Author">
              <w:r w:rsidRPr="0067004F">
                <w:t>54.18</w:t>
              </w:r>
            </w:ins>
          </w:p>
        </w:tc>
      </w:tr>
      <w:tr w:rsidR="00F21DB0" w:rsidRPr="0067004F" w14:paraId="29ADE04B" w14:textId="77777777" w:rsidTr="00E44FF8">
        <w:trPr>
          <w:cantSplit/>
          <w:trHeight w:val="190"/>
          <w:ins w:id="3157" w:author="Author"/>
        </w:trPr>
        <w:tc>
          <w:tcPr>
            <w:tcW w:w="200" w:type="dxa"/>
          </w:tcPr>
          <w:p w14:paraId="2BEBF6F3" w14:textId="77777777" w:rsidR="00F21DB0" w:rsidRPr="0067004F" w:rsidRDefault="00F21DB0" w:rsidP="00E44FF8">
            <w:pPr>
              <w:pStyle w:val="tabletext11"/>
              <w:rPr>
                <w:ins w:id="3158" w:author="Author"/>
              </w:rPr>
            </w:pPr>
          </w:p>
        </w:tc>
        <w:tc>
          <w:tcPr>
            <w:tcW w:w="300" w:type="dxa"/>
            <w:tcBorders>
              <w:left w:val="single" w:sz="6" w:space="0" w:color="auto"/>
            </w:tcBorders>
          </w:tcPr>
          <w:p w14:paraId="166D941C" w14:textId="77777777" w:rsidR="00F21DB0" w:rsidRPr="0067004F" w:rsidRDefault="00F21DB0" w:rsidP="00E44FF8">
            <w:pPr>
              <w:pStyle w:val="tabletext11"/>
              <w:jc w:val="right"/>
              <w:rPr>
                <w:ins w:id="3159" w:author="Author"/>
              </w:rPr>
            </w:pPr>
          </w:p>
        </w:tc>
        <w:tc>
          <w:tcPr>
            <w:tcW w:w="2100" w:type="dxa"/>
            <w:gridSpan w:val="2"/>
            <w:tcBorders>
              <w:left w:val="nil"/>
              <w:right w:val="single" w:sz="6" w:space="0" w:color="auto"/>
            </w:tcBorders>
          </w:tcPr>
          <w:p w14:paraId="04D7A2C2" w14:textId="77777777" w:rsidR="00F21DB0" w:rsidRPr="0067004F" w:rsidRDefault="00F21DB0" w:rsidP="00E44FF8">
            <w:pPr>
              <w:pStyle w:val="tabletext11"/>
              <w:rPr>
                <w:ins w:id="3160" w:author="Author"/>
              </w:rPr>
            </w:pPr>
            <w:ins w:id="3161" w:author="Author">
              <w:r w:rsidRPr="0067004F">
                <w:t>450,001 to 460,000</w:t>
              </w:r>
            </w:ins>
          </w:p>
        </w:tc>
        <w:tc>
          <w:tcPr>
            <w:tcW w:w="400" w:type="dxa"/>
            <w:tcBorders>
              <w:left w:val="single" w:sz="6" w:space="0" w:color="auto"/>
            </w:tcBorders>
          </w:tcPr>
          <w:p w14:paraId="5F8BA2DF" w14:textId="77777777" w:rsidR="00F21DB0" w:rsidRPr="0067004F" w:rsidRDefault="00F21DB0" w:rsidP="00E44FF8">
            <w:pPr>
              <w:pStyle w:val="tabletext11"/>
              <w:jc w:val="right"/>
              <w:rPr>
                <w:ins w:id="3162" w:author="Author"/>
              </w:rPr>
            </w:pPr>
          </w:p>
        </w:tc>
        <w:tc>
          <w:tcPr>
            <w:tcW w:w="910" w:type="dxa"/>
            <w:tcBorders>
              <w:left w:val="nil"/>
              <w:right w:val="single" w:sz="6" w:space="0" w:color="auto"/>
            </w:tcBorders>
          </w:tcPr>
          <w:p w14:paraId="0AF44046" w14:textId="77777777" w:rsidR="00F21DB0" w:rsidRPr="0067004F" w:rsidRDefault="00F21DB0" w:rsidP="00E44FF8">
            <w:pPr>
              <w:pStyle w:val="tabletext11"/>
              <w:tabs>
                <w:tab w:val="decimal" w:pos="200"/>
              </w:tabs>
              <w:rPr>
                <w:ins w:id="3163" w:author="Author"/>
              </w:rPr>
            </w:pPr>
            <w:ins w:id="3164" w:author="Author">
              <w:r w:rsidRPr="0067004F">
                <w:t>49.30</w:t>
              </w:r>
            </w:ins>
          </w:p>
        </w:tc>
        <w:tc>
          <w:tcPr>
            <w:tcW w:w="300" w:type="dxa"/>
            <w:gridSpan w:val="2"/>
            <w:tcBorders>
              <w:left w:val="single" w:sz="6" w:space="0" w:color="auto"/>
            </w:tcBorders>
          </w:tcPr>
          <w:p w14:paraId="57526930" w14:textId="77777777" w:rsidR="00F21DB0" w:rsidRPr="0067004F" w:rsidRDefault="00F21DB0" w:rsidP="00E44FF8">
            <w:pPr>
              <w:pStyle w:val="tabletext11"/>
              <w:jc w:val="right"/>
              <w:rPr>
                <w:ins w:id="3165" w:author="Author"/>
              </w:rPr>
            </w:pPr>
          </w:p>
        </w:tc>
        <w:tc>
          <w:tcPr>
            <w:tcW w:w="790" w:type="dxa"/>
            <w:tcBorders>
              <w:left w:val="nil"/>
              <w:right w:val="single" w:sz="6" w:space="0" w:color="auto"/>
            </w:tcBorders>
          </w:tcPr>
          <w:p w14:paraId="0F9A3347" w14:textId="77777777" w:rsidR="00F21DB0" w:rsidRPr="0067004F" w:rsidRDefault="00F21DB0" w:rsidP="00E44FF8">
            <w:pPr>
              <w:pStyle w:val="tabletext11"/>
              <w:tabs>
                <w:tab w:val="decimal" w:pos="200"/>
              </w:tabs>
              <w:rPr>
                <w:ins w:id="3166" w:author="Author"/>
              </w:rPr>
            </w:pPr>
            <w:ins w:id="3167" w:author="Author">
              <w:r w:rsidRPr="0067004F">
                <w:t>54.30</w:t>
              </w:r>
            </w:ins>
          </w:p>
        </w:tc>
      </w:tr>
      <w:tr w:rsidR="00F21DB0" w:rsidRPr="0067004F" w14:paraId="0AB70270" w14:textId="77777777" w:rsidTr="00E44FF8">
        <w:trPr>
          <w:cantSplit/>
          <w:trHeight w:val="190"/>
          <w:ins w:id="3168" w:author="Author"/>
        </w:trPr>
        <w:tc>
          <w:tcPr>
            <w:tcW w:w="200" w:type="dxa"/>
          </w:tcPr>
          <w:p w14:paraId="0E826B40" w14:textId="77777777" w:rsidR="00F21DB0" w:rsidRPr="0067004F" w:rsidRDefault="00F21DB0" w:rsidP="00E44FF8">
            <w:pPr>
              <w:pStyle w:val="tabletext11"/>
              <w:rPr>
                <w:ins w:id="3169" w:author="Author"/>
              </w:rPr>
            </w:pPr>
          </w:p>
        </w:tc>
        <w:tc>
          <w:tcPr>
            <w:tcW w:w="300" w:type="dxa"/>
            <w:tcBorders>
              <w:left w:val="single" w:sz="6" w:space="0" w:color="auto"/>
            </w:tcBorders>
          </w:tcPr>
          <w:p w14:paraId="3C592D19" w14:textId="77777777" w:rsidR="00F21DB0" w:rsidRPr="0067004F" w:rsidRDefault="00F21DB0" w:rsidP="00E44FF8">
            <w:pPr>
              <w:pStyle w:val="tabletext11"/>
              <w:jc w:val="right"/>
              <w:rPr>
                <w:ins w:id="3170" w:author="Author"/>
              </w:rPr>
            </w:pPr>
          </w:p>
        </w:tc>
        <w:tc>
          <w:tcPr>
            <w:tcW w:w="2100" w:type="dxa"/>
            <w:gridSpan w:val="2"/>
            <w:tcBorders>
              <w:left w:val="nil"/>
              <w:right w:val="single" w:sz="6" w:space="0" w:color="auto"/>
            </w:tcBorders>
          </w:tcPr>
          <w:p w14:paraId="4423F06C" w14:textId="77777777" w:rsidR="00F21DB0" w:rsidRPr="0067004F" w:rsidRDefault="00F21DB0" w:rsidP="00E44FF8">
            <w:pPr>
              <w:pStyle w:val="tabletext11"/>
              <w:rPr>
                <w:ins w:id="3171" w:author="Author"/>
              </w:rPr>
            </w:pPr>
            <w:ins w:id="3172" w:author="Author">
              <w:r w:rsidRPr="0067004F">
                <w:t>460,001 to 470,000</w:t>
              </w:r>
            </w:ins>
          </w:p>
        </w:tc>
        <w:tc>
          <w:tcPr>
            <w:tcW w:w="400" w:type="dxa"/>
            <w:tcBorders>
              <w:left w:val="single" w:sz="6" w:space="0" w:color="auto"/>
            </w:tcBorders>
          </w:tcPr>
          <w:p w14:paraId="31CB3EFE" w14:textId="77777777" w:rsidR="00F21DB0" w:rsidRPr="0067004F" w:rsidRDefault="00F21DB0" w:rsidP="00E44FF8">
            <w:pPr>
              <w:pStyle w:val="tabletext11"/>
              <w:jc w:val="right"/>
              <w:rPr>
                <w:ins w:id="3173" w:author="Author"/>
              </w:rPr>
            </w:pPr>
          </w:p>
        </w:tc>
        <w:tc>
          <w:tcPr>
            <w:tcW w:w="910" w:type="dxa"/>
            <w:tcBorders>
              <w:left w:val="nil"/>
              <w:right w:val="single" w:sz="6" w:space="0" w:color="auto"/>
            </w:tcBorders>
          </w:tcPr>
          <w:p w14:paraId="5D3C755B" w14:textId="77777777" w:rsidR="00F21DB0" w:rsidRPr="0067004F" w:rsidRDefault="00F21DB0" w:rsidP="00E44FF8">
            <w:pPr>
              <w:pStyle w:val="tabletext11"/>
              <w:tabs>
                <w:tab w:val="decimal" w:pos="200"/>
              </w:tabs>
              <w:rPr>
                <w:ins w:id="3174" w:author="Author"/>
              </w:rPr>
            </w:pPr>
            <w:ins w:id="3175" w:author="Author">
              <w:r w:rsidRPr="0067004F">
                <w:t>49.40</w:t>
              </w:r>
            </w:ins>
          </w:p>
        </w:tc>
        <w:tc>
          <w:tcPr>
            <w:tcW w:w="300" w:type="dxa"/>
            <w:gridSpan w:val="2"/>
            <w:tcBorders>
              <w:left w:val="single" w:sz="6" w:space="0" w:color="auto"/>
            </w:tcBorders>
          </w:tcPr>
          <w:p w14:paraId="736F1127" w14:textId="77777777" w:rsidR="00F21DB0" w:rsidRPr="0067004F" w:rsidRDefault="00F21DB0" w:rsidP="00E44FF8">
            <w:pPr>
              <w:pStyle w:val="tabletext11"/>
              <w:jc w:val="right"/>
              <w:rPr>
                <w:ins w:id="3176" w:author="Author"/>
              </w:rPr>
            </w:pPr>
          </w:p>
        </w:tc>
        <w:tc>
          <w:tcPr>
            <w:tcW w:w="790" w:type="dxa"/>
            <w:tcBorders>
              <w:left w:val="nil"/>
              <w:right w:val="single" w:sz="6" w:space="0" w:color="auto"/>
            </w:tcBorders>
          </w:tcPr>
          <w:p w14:paraId="06F1F0FE" w14:textId="77777777" w:rsidR="00F21DB0" w:rsidRPr="0067004F" w:rsidRDefault="00F21DB0" w:rsidP="00E44FF8">
            <w:pPr>
              <w:pStyle w:val="tabletext11"/>
              <w:tabs>
                <w:tab w:val="decimal" w:pos="200"/>
              </w:tabs>
              <w:rPr>
                <w:ins w:id="3177" w:author="Author"/>
              </w:rPr>
            </w:pPr>
            <w:ins w:id="3178" w:author="Author">
              <w:r w:rsidRPr="0067004F">
                <w:t>54.40</w:t>
              </w:r>
            </w:ins>
          </w:p>
        </w:tc>
      </w:tr>
      <w:tr w:rsidR="00F21DB0" w:rsidRPr="0067004F" w14:paraId="2DA6E06C" w14:textId="77777777" w:rsidTr="00E44FF8">
        <w:trPr>
          <w:cantSplit/>
          <w:trHeight w:val="190"/>
          <w:ins w:id="3179" w:author="Author"/>
        </w:trPr>
        <w:tc>
          <w:tcPr>
            <w:tcW w:w="200" w:type="dxa"/>
          </w:tcPr>
          <w:p w14:paraId="29E54513" w14:textId="77777777" w:rsidR="00F21DB0" w:rsidRPr="0067004F" w:rsidRDefault="00F21DB0" w:rsidP="00E44FF8">
            <w:pPr>
              <w:pStyle w:val="tabletext11"/>
              <w:rPr>
                <w:ins w:id="3180" w:author="Author"/>
              </w:rPr>
            </w:pPr>
          </w:p>
        </w:tc>
        <w:tc>
          <w:tcPr>
            <w:tcW w:w="300" w:type="dxa"/>
            <w:tcBorders>
              <w:left w:val="single" w:sz="6" w:space="0" w:color="auto"/>
            </w:tcBorders>
          </w:tcPr>
          <w:p w14:paraId="5B97C131" w14:textId="77777777" w:rsidR="00F21DB0" w:rsidRPr="0067004F" w:rsidRDefault="00F21DB0" w:rsidP="00E44FF8">
            <w:pPr>
              <w:pStyle w:val="tabletext11"/>
              <w:jc w:val="right"/>
              <w:rPr>
                <w:ins w:id="3181" w:author="Author"/>
              </w:rPr>
            </w:pPr>
          </w:p>
        </w:tc>
        <w:tc>
          <w:tcPr>
            <w:tcW w:w="2100" w:type="dxa"/>
            <w:gridSpan w:val="2"/>
            <w:tcBorders>
              <w:left w:val="nil"/>
              <w:right w:val="single" w:sz="6" w:space="0" w:color="auto"/>
            </w:tcBorders>
          </w:tcPr>
          <w:p w14:paraId="67DB6617" w14:textId="77777777" w:rsidR="00F21DB0" w:rsidRPr="0067004F" w:rsidRDefault="00F21DB0" w:rsidP="00E44FF8">
            <w:pPr>
              <w:pStyle w:val="tabletext11"/>
              <w:rPr>
                <w:ins w:id="3182" w:author="Author"/>
              </w:rPr>
            </w:pPr>
            <w:ins w:id="3183" w:author="Author">
              <w:r w:rsidRPr="0067004F">
                <w:t>470,001 to 480,000</w:t>
              </w:r>
            </w:ins>
          </w:p>
        </w:tc>
        <w:tc>
          <w:tcPr>
            <w:tcW w:w="400" w:type="dxa"/>
            <w:tcBorders>
              <w:left w:val="single" w:sz="6" w:space="0" w:color="auto"/>
            </w:tcBorders>
          </w:tcPr>
          <w:p w14:paraId="66E872C5" w14:textId="77777777" w:rsidR="00F21DB0" w:rsidRPr="0067004F" w:rsidRDefault="00F21DB0" w:rsidP="00E44FF8">
            <w:pPr>
              <w:pStyle w:val="tabletext11"/>
              <w:jc w:val="right"/>
              <w:rPr>
                <w:ins w:id="3184" w:author="Author"/>
              </w:rPr>
            </w:pPr>
          </w:p>
        </w:tc>
        <w:tc>
          <w:tcPr>
            <w:tcW w:w="910" w:type="dxa"/>
            <w:tcBorders>
              <w:left w:val="nil"/>
              <w:right w:val="single" w:sz="6" w:space="0" w:color="auto"/>
            </w:tcBorders>
          </w:tcPr>
          <w:p w14:paraId="7E87D76A" w14:textId="77777777" w:rsidR="00F21DB0" w:rsidRPr="0067004F" w:rsidRDefault="00F21DB0" w:rsidP="00E44FF8">
            <w:pPr>
              <w:pStyle w:val="tabletext11"/>
              <w:tabs>
                <w:tab w:val="decimal" w:pos="200"/>
              </w:tabs>
              <w:rPr>
                <w:ins w:id="3185" w:author="Author"/>
              </w:rPr>
            </w:pPr>
            <w:ins w:id="3186" w:author="Author">
              <w:r w:rsidRPr="0067004F">
                <w:t>49.50</w:t>
              </w:r>
            </w:ins>
          </w:p>
        </w:tc>
        <w:tc>
          <w:tcPr>
            <w:tcW w:w="300" w:type="dxa"/>
            <w:gridSpan w:val="2"/>
            <w:tcBorders>
              <w:left w:val="single" w:sz="6" w:space="0" w:color="auto"/>
            </w:tcBorders>
          </w:tcPr>
          <w:p w14:paraId="3C5FF445" w14:textId="77777777" w:rsidR="00F21DB0" w:rsidRPr="0067004F" w:rsidRDefault="00F21DB0" w:rsidP="00E44FF8">
            <w:pPr>
              <w:pStyle w:val="tabletext11"/>
              <w:jc w:val="right"/>
              <w:rPr>
                <w:ins w:id="3187" w:author="Author"/>
              </w:rPr>
            </w:pPr>
          </w:p>
        </w:tc>
        <w:tc>
          <w:tcPr>
            <w:tcW w:w="790" w:type="dxa"/>
            <w:tcBorders>
              <w:left w:val="nil"/>
              <w:right w:val="single" w:sz="6" w:space="0" w:color="auto"/>
            </w:tcBorders>
          </w:tcPr>
          <w:p w14:paraId="482AD129" w14:textId="77777777" w:rsidR="00F21DB0" w:rsidRPr="0067004F" w:rsidRDefault="00F21DB0" w:rsidP="00E44FF8">
            <w:pPr>
              <w:pStyle w:val="tabletext11"/>
              <w:tabs>
                <w:tab w:val="decimal" w:pos="200"/>
              </w:tabs>
              <w:rPr>
                <w:ins w:id="3188" w:author="Author"/>
              </w:rPr>
            </w:pPr>
            <w:ins w:id="3189" w:author="Author">
              <w:r w:rsidRPr="0067004F">
                <w:t>54.50</w:t>
              </w:r>
            </w:ins>
          </w:p>
        </w:tc>
      </w:tr>
      <w:tr w:rsidR="00F21DB0" w:rsidRPr="0067004F" w14:paraId="6BE9775E" w14:textId="77777777" w:rsidTr="00E44FF8">
        <w:trPr>
          <w:cantSplit/>
          <w:trHeight w:val="190"/>
          <w:ins w:id="3190" w:author="Author"/>
        </w:trPr>
        <w:tc>
          <w:tcPr>
            <w:tcW w:w="200" w:type="dxa"/>
          </w:tcPr>
          <w:p w14:paraId="75FC507E" w14:textId="77777777" w:rsidR="00F21DB0" w:rsidRPr="0067004F" w:rsidRDefault="00F21DB0" w:rsidP="00E44FF8">
            <w:pPr>
              <w:pStyle w:val="tabletext11"/>
              <w:rPr>
                <w:ins w:id="3191" w:author="Author"/>
              </w:rPr>
            </w:pPr>
          </w:p>
        </w:tc>
        <w:tc>
          <w:tcPr>
            <w:tcW w:w="300" w:type="dxa"/>
            <w:tcBorders>
              <w:left w:val="single" w:sz="6" w:space="0" w:color="auto"/>
            </w:tcBorders>
          </w:tcPr>
          <w:p w14:paraId="6BA8F9FE" w14:textId="77777777" w:rsidR="00F21DB0" w:rsidRPr="0067004F" w:rsidRDefault="00F21DB0" w:rsidP="00E44FF8">
            <w:pPr>
              <w:pStyle w:val="tabletext11"/>
              <w:jc w:val="right"/>
              <w:rPr>
                <w:ins w:id="3192" w:author="Author"/>
              </w:rPr>
            </w:pPr>
          </w:p>
        </w:tc>
        <w:tc>
          <w:tcPr>
            <w:tcW w:w="2100" w:type="dxa"/>
            <w:gridSpan w:val="2"/>
            <w:tcBorders>
              <w:left w:val="nil"/>
              <w:right w:val="single" w:sz="6" w:space="0" w:color="auto"/>
            </w:tcBorders>
          </w:tcPr>
          <w:p w14:paraId="4C8B67CE" w14:textId="77777777" w:rsidR="00F21DB0" w:rsidRPr="0067004F" w:rsidRDefault="00F21DB0" w:rsidP="00E44FF8">
            <w:pPr>
              <w:pStyle w:val="tabletext11"/>
              <w:rPr>
                <w:ins w:id="3193" w:author="Author"/>
              </w:rPr>
            </w:pPr>
            <w:ins w:id="3194" w:author="Author">
              <w:r w:rsidRPr="0067004F">
                <w:t>480,001 to 490,000</w:t>
              </w:r>
            </w:ins>
          </w:p>
        </w:tc>
        <w:tc>
          <w:tcPr>
            <w:tcW w:w="400" w:type="dxa"/>
            <w:tcBorders>
              <w:left w:val="single" w:sz="6" w:space="0" w:color="auto"/>
            </w:tcBorders>
          </w:tcPr>
          <w:p w14:paraId="1B1A1E48" w14:textId="77777777" w:rsidR="00F21DB0" w:rsidRPr="0067004F" w:rsidRDefault="00F21DB0" w:rsidP="00E44FF8">
            <w:pPr>
              <w:pStyle w:val="tabletext11"/>
              <w:jc w:val="right"/>
              <w:rPr>
                <w:ins w:id="3195" w:author="Author"/>
              </w:rPr>
            </w:pPr>
          </w:p>
        </w:tc>
        <w:tc>
          <w:tcPr>
            <w:tcW w:w="910" w:type="dxa"/>
            <w:tcBorders>
              <w:left w:val="nil"/>
              <w:right w:val="single" w:sz="6" w:space="0" w:color="auto"/>
            </w:tcBorders>
          </w:tcPr>
          <w:p w14:paraId="54087ED4" w14:textId="77777777" w:rsidR="00F21DB0" w:rsidRPr="0067004F" w:rsidRDefault="00F21DB0" w:rsidP="00E44FF8">
            <w:pPr>
              <w:pStyle w:val="tabletext11"/>
              <w:tabs>
                <w:tab w:val="decimal" w:pos="200"/>
              </w:tabs>
              <w:rPr>
                <w:ins w:id="3196" w:author="Author"/>
              </w:rPr>
            </w:pPr>
            <w:ins w:id="3197" w:author="Author">
              <w:r w:rsidRPr="0067004F">
                <w:t>49.59</w:t>
              </w:r>
            </w:ins>
          </w:p>
        </w:tc>
        <w:tc>
          <w:tcPr>
            <w:tcW w:w="300" w:type="dxa"/>
            <w:gridSpan w:val="2"/>
            <w:tcBorders>
              <w:left w:val="single" w:sz="6" w:space="0" w:color="auto"/>
            </w:tcBorders>
          </w:tcPr>
          <w:p w14:paraId="64F68094" w14:textId="77777777" w:rsidR="00F21DB0" w:rsidRPr="0067004F" w:rsidRDefault="00F21DB0" w:rsidP="00E44FF8">
            <w:pPr>
              <w:pStyle w:val="tabletext11"/>
              <w:jc w:val="right"/>
              <w:rPr>
                <w:ins w:id="3198" w:author="Author"/>
              </w:rPr>
            </w:pPr>
          </w:p>
        </w:tc>
        <w:tc>
          <w:tcPr>
            <w:tcW w:w="790" w:type="dxa"/>
            <w:tcBorders>
              <w:left w:val="nil"/>
              <w:right w:val="single" w:sz="6" w:space="0" w:color="auto"/>
            </w:tcBorders>
          </w:tcPr>
          <w:p w14:paraId="5FAF8761" w14:textId="77777777" w:rsidR="00F21DB0" w:rsidRPr="0067004F" w:rsidRDefault="00F21DB0" w:rsidP="00E44FF8">
            <w:pPr>
              <w:pStyle w:val="tabletext11"/>
              <w:tabs>
                <w:tab w:val="decimal" w:pos="200"/>
              </w:tabs>
              <w:rPr>
                <w:ins w:id="3199" w:author="Author"/>
              </w:rPr>
            </w:pPr>
            <w:ins w:id="3200" w:author="Author">
              <w:r w:rsidRPr="0067004F">
                <w:t>54.59</w:t>
              </w:r>
            </w:ins>
          </w:p>
        </w:tc>
      </w:tr>
      <w:tr w:rsidR="00F21DB0" w:rsidRPr="0067004F" w14:paraId="7D3CF125" w14:textId="77777777" w:rsidTr="00E44FF8">
        <w:trPr>
          <w:cantSplit/>
          <w:trHeight w:val="190"/>
          <w:ins w:id="3201" w:author="Author"/>
        </w:trPr>
        <w:tc>
          <w:tcPr>
            <w:tcW w:w="200" w:type="dxa"/>
          </w:tcPr>
          <w:p w14:paraId="769536E6" w14:textId="77777777" w:rsidR="00F21DB0" w:rsidRPr="0067004F" w:rsidRDefault="00F21DB0" w:rsidP="00E44FF8">
            <w:pPr>
              <w:pStyle w:val="tabletext11"/>
              <w:rPr>
                <w:ins w:id="3202" w:author="Author"/>
              </w:rPr>
            </w:pPr>
          </w:p>
        </w:tc>
        <w:tc>
          <w:tcPr>
            <w:tcW w:w="300" w:type="dxa"/>
            <w:tcBorders>
              <w:left w:val="single" w:sz="6" w:space="0" w:color="auto"/>
            </w:tcBorders>
          </w:tcPr>
          <w:p w14:paraId="5568092B" w14:textId="77777777" w:rsidR="00F21DB0" w:rsidRPr="0067004F" w:rsidRDefault="00F21DB0" w:rsidP="00E44FF8">
            <w:pPr>
              <w:pStyle w:val="tabletext11"/>
              <w:jc w:val="right"/>
              <w:rPr>
                <w:ins w:id="3203" w:author="Author"/>
              </w:rPr>
            </w:pPr>
          </w:p>
        </w:tc>
        <w:tc>
          <w:tcPr>
            <w:tcW w:w="2100" w:type="dxa"/>
            <w:gridSpan w:val="2"/>
            <w:tcBorders>
              <w:left w:val="nil"/>
              <w:right w:val="single" w:sz="6" w:space="0" w:color="auto"/>
            </w:tcBorders>
          </w:tcPr>
          <w:p w14:paraId="13349AF4" w14:textId="77777777" w:rsidR="00F21DB0" w:rsidRPr="0067004F" w:rsidRDefault="00F21DB0" w:rsidP="00E44FF8">
            <w:pPr>
              <w:pStyle w:val="tabletext11"/>
              <w:rPr>
                <w:ins w:id="3204" w:author="Author"/>
              </w:rPr>
            </w:pPr>
            <w:ins w:id="3205" w:author="Author">
              <w:r w:rsidRPr="0067004F">
                <w:t xml:space="preserve">490,001 to 500,000 </w:t>
              </w:r>
              <w:r w:rsidRPr="0067004F">
                <w:rPr>
                  <w:b/>
                  <w:bCs/>
                </w:rPr>
                <w:t>(2)</w:t>
              </w:r>
            </w:ins>
          </w:p>
        </w:tc>
        <w:tc>
          <w:tcPr>
            <w:tcW w:w="400" w:type="dxa"/>
            <w:tcBorders>
              <w:left w:val="single" w:sz="6" w:space="0" w:color="auto"/>
            </w:tcBorders>
          </w:tcPr>
          <w:p w14:paraId="64293E6E" w14:textId="77777777" w:rsidR="00F21DB0" w:rsidRPr="0067004F" w:rsidRDefault="00F21DB0" w:rsidP="00E44FF8">
            <w:pPr>
              <w:pStyle w:val="tabletext11"/>
              <w:jc w:val="right"/>
              <w:rPr>
                <w:ins w:id="3206" w:author="Author"/>
              </w:rPr>
            </w:pPr>
          </w:p>
        </w:tc>
        <w:tc>
          <w:tcPr>
            <w:tcW w:w="910" w:type="dxa"/>
            <w:tcBorders>
              <w:left w:val="nil"/>
              <w:right w:val="single" w:sz="6" w:space="0" w:color="auto"/>
            </w:tcBorders>
          </w:tcPr>
          <w:p w14:paraId="1D4D0038" w14:textId="77777777" w:rsidR="00F21DB0" w:rsidRPr="0067004F" w:rsidRDefault="00F21DB0" w:rsidP="00E44FF8">
            <w:pPr>
              <w:pStyle w:val="tabletext11"/>
              <w:tabs>
                <w:tab w:val="decimal" w:pos="200"/>
              </w:tabs>
              <w:rPr>
                <w:ins w:id="3207" w:author="Author"/>
              </w:rPr>
            </w:pPr>
            <w:ins w:id="3208" w:author="Author">
              <w:r w:rsidRPr="0067004F">
                <w:t>49.68</w:t>
              </w:r>
            </w:ins>
          </w:p>
        </w:tc>
        <w:tc>
          <w:tcPr>
            <w:tcW w:w="300" w:type="dxa"/>
            <w:gridSpan w:val="2"/>
            <w:tcBorders>
              <w:left w:val="single" w:sz="6" w:space="0" w:color="auto"/>
            </w:tcBorders>
          </w:tcPr>
          <w:p w14:paraId="2E0E1A4B" w14:textId="77777777" w:rsidR="00F21DB0" w:rsidRPr="0067004F" w:rsidRDefault="00F21DB0" w:rsidP="00E44FF8">
            <w:pPr>
              <w:pStyle w:val="tabletext11"/>
              <w:jc w:val="right"/>
              <w:rPr>
                <w:ins w:id="3209" w:author="Author"/>
              </w:rPr>
            </w:pPr>
          </w:p>
        </w:tc>
        <w:tc>
          <w:tcPr>
            <w:tcW w:w="790" w:type="dxa"/>
            <w:tcBorders>
              <w:left w:val="nil"/>
              <w:right w:val="single" w:sz="6" w:space="0" w:color="auto"/>
            </w:tcBorders>
          </w:tcPr>
          <w:p w14:paraId="6E1380B1" w14:textId="77777777" w:rsidR="00F21DB0" w:rsidRPr="0067004F" w:rsidRDefault="00F21DB0" w:rsidP="00E44FF8">
            <w:pPr>
              <w:pStyle w:val="tabletext11"/>
              <w:tabs>
                <w:tab w:val="decimal" w:pos="200"/>
              </w:tabs>
              <w:rPr>
                <w:ins w:id="3210" w:author="Author"/>
              </w:rPr>
            </w:pPr>
            <w:ins w:id="3211" w:author="Author">
              <w:r w:rsidRPr="0067004F">
                <w:t>54.68</w:t>
              </w:r>
            </w:ins>
          </w:p>
        </w:tc>
      </w:tr>
      <w:tr w:rsidR="00F21DB0" w:rsidRPr="0067004F" w14:paraId="0289F92D" w14:textId="77777777" w:rsidTr="00E44FF8">
        <w:trPr>
          <w:cantSplit/>
          <w:trHeight w:val="190"/>
          <w:ins w:id="3212" w:author="Author"/>
        </w:trPr>
        <w:tc>
          <w:tcPr>
            <w:tcW w:w="200" w:type="dxa"/>
          </w:tcPr>
          <w:p w14:paraId="25FC198B" w14:textId="77777777" w:rsidR="00F21DB0" w:rsidRPr="0067004F" w:rsidRDefault="00F21DB0" w:rsidP="00E44FF8">
            <w:pPr>
              <w:pStyle w:val="tabletext11"/>
              <w:rPr>
                <w:ins w:id="3213" w:author="Author"/>
              </w:rPr>
            </w:pPr>
          </w:p>
        </w:tc>
        <w:tc>
          <w:tcPr>
            <w:tcW w:w="300" w:type="dxa"/>
            <w:tcBorders>
              <w:left w:val="single" w:sz="6" w:space="0" w:color="auto"/>
            </w:tcBorders>
          </w:tcPr>
          <w:p w14:paraId="536CC223" w14:textId="77777777" w:rsidR="00F21DB0" w:rsidRPr="0067004F" w:rsidRDefault="00F21DB0" w:rsidP="00E44FF8">
            <w:pPr>
              <w:pStyle w:val="tabletext11"/>
              <w:jc w:val="right"/>
              <w:rPr>
                <w:ins w:id="3214" w:author="Author"/>
              </w:rPr>
            </w:pPr>
          </w:p>
        </w:tc>
        <w:tc>
          <w:tcPr>
            <w:tcW w:w="2100" w:type="dxa"/>
            <w:gridSpan w:val="2"/>
            <w:tcBorders>
              <w:left w:val="nil"/>
              <w:right w:val="single" w:sz="6" w:space="0" w:color="auto"/>
            </w:tcBorders>
          </w:tcPr>
          <w:p w14:paraId="0E608DFD" w14:textId="77777777" w:rsidR="00F21DB0" w:rsidRPr="0067004F" w:rsidRDefault="00F21DB0" w:rsidP="00E44FF8">
            <w:pPr>
              <w:pStyle w:val="tabletext11"/>
              <w:rPr>
                <w:ins w:id="3215" w:author="Author"/>
              </w:rPr>
            </w:pPr>
            <w:ins w:id="3216" w:author="Author">
              <w:r w:rsidRPr="0067004F">
                <w:t>Each Additional $10,000</w:t>
              </w:r>
            </w:ins>
          </w:p>
        </w:tc>
        <w:tc>
          <w:tcPr>
            <w:tcW w:w="400" w:type="dxa"/>
            <w:tcBorders>
              <w:left w:val="single" w:sz="6" w:space="0" w:color="auto"/>
            </w:tcBorders>
          </w:tcPr>
          <w:p w14:paraId="2933CB26" w14:textId="77777777" w:rsidR="00F21DB0" w:rsidRPr="0067004F" w:rsidRDefault="00F21DB0" w:rsidP="00E44FF8">
            <w:pPr>
              <w:pStyle w:val="tabletext11"/>
              <w:jc w:val="right"/>
              <w:rPr>
                <w:ins w:id="3217" w:author="Author"/>
              </w:rPr>
            </w:pPr>
          </w:p>
        </w:tc>
        <w:tc>
          <w:tcPr>
            <w:tcW w:w="910" w:type="dxa"/>
            <w:tcBorders>
              <w:left w:val="nil"/>
              <w:right w:val="single" w:sz="6" w:space="0" w:color="auto"/>
            </w:tcBorders>
          </w:tcPr>
          <w:p w14:paraId="43053909" w14:textId="77777777" w:rsidR="00F21DB0" w:rsidRPr="0067004F" w:rsidRDefault="00F21DB0" w:rsidP="00E44FF8">
            <w:pPr>
              <w:pStyle w:val="tabletext11"/>
              <w:tabs>
                <w:tab w:val="decimal" w:pos="520"/>
              </w:tabs>
              <w:rPr>
                <w:ins w:id="3218" w:author="Author"/>
              </w:rPr>
            </w:pPr>
            <w:ins w:id="3219" w:author="Author">
              <w:r w:rsidRPr="0067004F">
                <w:t>Refer to Company</w:t>
              </w:r>
            </w:ins>
          </w:p>
        </w:tc>
        <w:tc>
          <w:tcPr>
            <w:tcW w:w="200" w:type="dxa"/>
            <w:tcBorders>
              <w:left w:val="single" w:sz="6" w:space="0" w:color="auto"/>
            </w:tcBorders>
          </w:tcPr>
          <w:p w14:paraId="3A69EC01" w14:textId="77777777" w:rsidR="00F21DB0" w:rsidRPr="0067004F" w:rsidRDefault="00F21DB0" w:rsidP="00E44FF8">
            <w:pPr>
              <w:pStyle w:val="tabletext11"/>
              <w:jc w:val="right"/>
              <w:rPr>
                <w:ins w:id="3220" w:author="Author"/>
              </w:rPr>
            </w:pPr>
          </w:p>
        </w:tc>
        <w:tc>
          <w:tcPr>
            <w:tcW w:w="890" w:type="dxa"/>
            <w:gridSpan w:val="2"/>
            <w:tcBorders>
              <w:left w:val="nil"/>
              <w:right w:val="single" w:sz="6" w:space="0" w:color="auto"/>
            </w:tcBorders>
          </w:tcPr>
          <w:p w14:paraId="0C8FC51F" w14:textId="77777777" w:rsidR="00F21DB0" w:rsidRPr="0067004F" w:rsidRDefault="00F21DB0" w:rsidP="00E44FF8">
            <w:pPr>
              <w:pStyle w:val="tabletext11"/>
              <w:tabs>
                <w:tab w:val="decimal" w:pos="200"/>
              </w:tabs>
              <w:rPr>
                <w:ins w:id="3221" w:author="Author"/>
              </w:rPr>
            </w:pPr>
            <w:ins w:id="3222" w:author="Author">
              <w:r w:rsidRPr="0067004F">
                <w:t>Refer to Company</w:t>
              </w:r>
            </w:ins>
          </w:p>
        </w:tc>
      </w:tr>
      <w:tr w:rsidR="00F21DB0" w:rsidRPr="0067004F" w14:paraId="56F6C560" w14:textId="77777777" w:rsidTr="00E44FF8">
        <w:trPr>
          <w:cantSplit/>
          <w:trHeight w:val="190"/>
          <w:ins w:id="3223" w:author="Author"/>
        </w:trPr>
        <w:tc>
          <w:tcPr>
            <w:tcW w:w="200" w:type="dxa"/>
          </w:tcPr>
          <w:p w14:paraId="0228EEB2" w14:textId="77777777" w:rsidR="00F21DB0" w:rsidRPr="0067004F" w:rsidRDefault="00F21DB0" w:rsidP="00E44FF8">
            <w:pPr>
              <w:pStyle w:val="tabletext11"/>
              <w:rPr>
                <w:ins w:id="3224" w:author="Author"/>
              </w:rPr>
            </w:pPr>
          </w:p>
        </w:tc>
        <w:tc>
          <w:tcPr>
            <w:tcW w:w="360" w:type="dxa"/>
            <w:gridSpan w:val="2"/>
            <w:tcBorders>
              <w:top w:val="single" w:sz="6" w:space="0" w:color="auto"/>
              <w:left w:val="single" w:sz="6" w:space="0" w:color="auto"/>
              <w:bottom w:val="single" w:sz="6" w:space="0" w:color="auto"/>
            </w:tcBorders>
          </w:tcPr>
          <w:p w14:paraId="7759D0BF" w14:textId="77777777" w:rsidR="00F21DB0" w:rsidRPr="0067004F" w:rsidRDefault="00F21DB0" w:rsidP="00E44FF8">
            <w:pPr>
              <w:pStyle w:val="tabletext11"/>
              <w:rPr>
                <w:ins w:id="3225" w:author="Author"/>
                <w:b/>
              </w:rPr>
            </w:pPr>
            <w:ins w:id="3226" w:author="Author">
              <w:r w:rsidRPr="0067004F">
                <w:rPr>
                  <w:b/>
                </w:rPr>
                <w:t>(1)</w:t>
              </w:r>
            </w:ins>
          </w:p>
        </w:tc>
        <w:tc>
          <w:tcPr>
            <w:tcW w:w="4440" w:type="dxa"/>
            <w:gridSpan w:val="6"/>
            <w:tcBorders>
              <w:top w:val="single" w:sz="6" w:space="0" w:color="auto"/>
              <w:left w:val="nil"/>
              <w:bottom w:val="single" w:sz="6" w:space="0" w:color="auto"/>
              <w:right w:val="single" w:sz="6" w:space="0" w:color="auto"/>
            </w:tcBorders>
          </w:tcPr>
          <w:p w14:paraId="4BAA150F" w14:textId="77777777" w:rsidR="00F21DB0" w:rsidRPr="0067004F" w:rsidRDefault="00F21DB0" w:rsidP="00E44FF8">
            <w:pPr>
              <w:pStyle w:val="tabletext11"/>
              <w:rPr>
                <w:ins w:id="3227" w:author="Author"/>
              </w:rPr>
            </w:pPr>
            <w:ins w:id="3228" w:author="Author">
              <w:r w:rsidRPr="0067004F">
                <w:t>A Non-dwelling Structure is defined, for rating purposes, as a building that is not used principally for residential purposes or houses more than four family units.</w:t>
              </w:r>
            </w:ins>
          </w:p>
        </w:tc>
      </w:tr>
      <w:tr w:rsidR="00F21DB0" w:rsidRPr="0067004F" w14:paraId="17F2ADBA" w14:textId="77777777" w:rsidTr="00E44FF8">
        <w:trPr>
          <w:cantSplit/>
          <w:trHeight w:val="190"/>
          <w:ins w:id="3229" w:author="Author"/>
        </w:trPr>
        <w:tc>
          <w:tcPr>
            <w:tcW w:w="200" w:type="dxa"/>
          </w:tcPr>
          <w:p w14:paraId="53FEE76A" w14:textId="77777777" w:rsidR="00F21DB0" w:rsidRPr="0067004F" w:rsidRDefault="00F21DB0" w:rsidP="00E44FF8">
            <w:pPr>
              <w:pStyle w:val="tabletext11"/>
              <w:rPr>
                <w:ins w:id="3230" w:author="Author"/>
              </w:rPr>
            </w:pPr>
          </w:p>
        </w:tc>
        <w:tc>
          <w:tcPr>
            <w:tcW w:w="360" w:type="dxa"/>
            <w:gridSpan w:val="2"/>
            <w:tcBorders>
              <w:top w:val="single" w:sz="6" w:space="0" w:color="auto"/>
              <w:left w:val="single" w:sz="6" w:space="0" w:color="auto"/>
              <w:bottom w:val="single" w:sz="6" w:space="0" w:color="auto"/>
            </w:tcBorders>
          </w:tcPr>
          <w:p w14:paraId="7500AACA" w14:textId="77777777" w:rsidR="00F21DB0" w:rsidRPr="0067004F" w:rsidRDefault="00F21DB0" w:rsidP="00E44FF8">
            <w:pPr>
              <w:pStyle w:val="tabletext11"/>
              <w:rPr>
                <w:ins w:id="3231" w:author="Author"/>
                <w:b/>
              </w:rPr>
            </w:pPr>
            <w:ins w:id="3232" w:author="Author">
              <w:r w:rsidRPr="0067004F">
                <w:rPr>
                  <w:b/>
                </w:rPr>
                <w:t>(2)</w:t>
              </w:r>
            </w:ins>
          </w:p>
        </w:tc>
        <w:tc>
          <w:tcPr>
            <w:tcW w:w="4440" w:type="dxa"/>
            <w:gridSpan w:val="6"/>
            <w:tcBorders>
              <w:top w:val="single" w:sz="6" w:space="0" w:color="auto"/>
              <w:left w:val="nil"/>
              <w:bottom w:val="single" w:sz="6" w:space="0" w:color="auto"/>
              <w:right w:val="single" w:sz="6" w:space="0" w:color="auto"/>
            </w:tcBorders>
          </w:tcPr>
          <w:p w14:paraId="35A50D0E" w14:textId="77777777" w:rsidR="00F21DB0" w:rsidRPr="0067004F" w:rsidRDefault="00F21DB0" w:rsidP="00E44FF8">
            <w:pPr>
              <w:pStyle w:val="tabletext11"/>
              <w:rPr>
                <w:ins w:id="3233" w:author="Author"/>
              </w:rPr>
            </w:pPr>
            <w:ins w:id="3234" w:author="Author">
              <w:r w:rsidRPr="0067004F">
                <w:t>$500,000 per structure is the maximum amount of insurance reinsured by the Kentucky Coal Mine Subsidence Fund.</w:t>
              </w:r>
            </w:ins>
          </w:p>
        </w:tc>
      </w:tr>
    </w:tbl>
    <w:p w14:paraId="2CC28BAA" w14:textId="3906ADB7" w:rsidR="00F21DB0" w:rsidRPr="00F21DB0" w:rsidRDefault="00F21DB0" w:rsidP="00F21DB0">
      <w:pPr>
        <w:pStyle w:val="tablecaption"/>
      </w:pPr>
      <w:ins w:id="3235" w:author="Author">
        <w:r w:rsidRPr="0067004F">
          <w:t>Table A2.E. Premiums</w:t>
        </w:r>
      </w:ins>
      <w:bookmarkEnd w:id="2688"/>
    </w:p>
    <w:sectPr w:rsidR="00F21DB0" w:rsidRPr="00F21DB0" w:rsidSect="00042613">
      <w:headerReference w:type="default" r:id="rId11"/>
      <w:footerReference w:type="default" r:id="rId12"/>
      <w:type w:val="oddPage"/>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53E5D" w14:textId="77777777" w:rsidR="00F21DB0" w:rsidRDefault="00F21DB0" w:rsidP="00F21DB0">
      <w:pPr>
        <w:spacing w:before="0" w:line="240" w:lineRule="auto"/>
      </w:pPr>
      <w:r>
        <w:separator/>
      </w:r>
    </w:p>
  </w:endnote>
  <w:endnote w:type="continuationSeparator" w:id="0">
    <w:p w14:paraId="2459FB63" w14:textId="77777777" w:rsidR="00F21DB0" w:rsidRDefault="00F21DB0" w:rsidP="00F21DB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42613" w14:paraId="6044D452" w14:textId="77777777">
      <w:tc>
        <w:tcPr>
          <w:tcW w:w="6900" w:type="dxa"/>
        </w:tcPr>
        <w:p w14:paraId="1AAD2577" w14:textId="2F6F6F39" w:rsidR="00042613" w:rsidRDefault="00042613" w:rsidP="00143BE8">
          <w:pPr>
            <w:pStyle w:val="FilingFooter"/>
          </w:pPr>
          <w:r w:rsidRPr="00261670">
            <w:rPr>
              <w:szCs w:val="16"/>
            </w:rPr>
            <w:t>© Insurance Services Office, Inc.,</w:t>
          </w:r>
          <w:r>
            <w:rPr>
              <w:szCs w:val="16"/>
            </w:rPr>
            <w:t xml:space="preserve"> </w:t>
          </w:r>
          <w:r>
            <w:t xml:space="preserve">2024 </w:t>
          </w:r>
        </w:p>
      </w:tc>
      <w:tc>
        <w:tcPr>
          <w:tcW w:w="3200" w:type="dxa"/>
        </w:tcPr>
        <w:p w14:paraId="7F830431" w14:textId="77777777" w:rsidR="00042613" w:rsidRDefault="00042613" w:rsidP="00143BE8">
          <w:pPr>
            <w:pStyle w:val="FilingFooter"/>
          </w:pPr>
        </w:p>
      </w:tc>
    </w:tr>
  </w:tbl>
  <w:p w14:paraId="7A1B3B3A" w14:textId="77777777" w:rsidR="00042613" w:rsidRDefault="00042613" w:rsidP="00042613">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B1501" w14:textId="77777777" w:rsidR="00F21DB0" w:rsidRDefault="00F21DB0" w:rsidP="00F21DB0">
      <w:pPr>
        <w:spacing w:before="0" w:line="240" w:lineRule="auto"/>
      </w:pPr>
      <w:r>
        <w:separator/>
      </w:r>
    </w:p>
  </w:footnote>
  <w:footnote w:type="continuationSeparator" w:id="0">
    <w:p w14:paraId="1732E540" w14:textId="77777777" w:rsidR="00F21DB0" w:rsidRDefault="00F21DB0" w:rsidP="00F21DB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42613" w14:paraId="17CE42CA" w14:textId="77777777">
      <w:tc>
        <w:tcPr>
          <w:tcW w:w="10100" w:type="dxa"/>
          <w:gridSpan w:val="2"/>
        </w:tcPr>
        <w:p w14:paraId="4473569B" w14:textId="4041C6CE" w:rsidR="00042613" w:rsidRDefault="00042613" w:rsidP="00143BE8">
          <w:pPr>
            <w:pStyle w:val="FilingHeader"/>
          </w:pPr>
          <w:r>
            <w:t>KENTUCKY – COMMERCIAL LINES</w:t>
          </w:r>
        </w:p>
      </w:tc>
    </w:tr>
    <w:tr w:rsidR="00042613" w14:paraId="56984CC6" w14:textId="77777777">
      <w:tc>
        <w:tcPr>
          <w:tcW w:w="8300" w:type="dxa"/>
        </w:tcPr>
        <w:p w14:paraId="5EE507FD" w14:textId="6A6B241C" w:rsidR="00042613" w:rsidRDefault="00042613" w:rsidP="00143BE8">
          <w:pPr>
            <w:pStyle w:val="FilingHeader"/>
          </w:pPr>
          <w:r>
            <w:t>RULES FILING CL-2024-ORU2</w:t>
          </w:r>
        </w:p>
      </w:tc>
      <w:tc>
        <w:tcPr>
          <w:tcW w:w="1800" w:type="dxa"/>
        </w:tcPr>
        <w:p w14:paraId="13704F20" w14:textId="14B09F2E" w:rsidR="00042613" w:rsidRPr="00042613" w:rsidRDefault="00042613" w:rsidP="00042613">
          <w:pPr>
            <w:pStyle w:val="FilingHeader"/>
            <w:jc w:val="right"/>
          </w:pPr>
          <w:r w:rsidRPr="00042613">
            <w:t xml:space="preserve">Page </w:t>
          </w:r>
          <w:r w:rsidRPr="00042613">
            <w:fldChar w:fldCharType="begin"/>
          </w:r>
          <w:r w:rsidRPr="00042613">
            <w:instrText xml:space="preserve"> = </w:instrText>
          </w:r>
          <w:r w:rsidRPr="00042613">
            <w:fldChar w:fldCharType="begin"/>
          </w:r>
          <w:r w:rsidRPr="00042613">
            <w:instrText xml:space="preserve"> PAGE  \* MERGEFORMAT </w:instrText>
          </w:r>
          <w:r w:rsidRPr="00042613">
            <w:fldChar w:fldCharType="separate"/>
          </w:r>
          <w:r w:rsidR="008E678A">
            <w:rPr>
              <w:noProof/>
            </w:rPr>
            <w:instrText>10</w:instrText>
          </w:r>
          <w:r w:rsidRPr="00042613">
            <w:fldChar w:fldCharType="end"/>
          </w:r>
          <w:r w:rsidRPr="00042613">
            <w:instrText xml:space="preserve"> + 2  \* MERGEFORMAT </w:instrText>
          </w:r>
          <w:r w:rsidRPr="00042613">
            <w:fldChar w:fldCharType="separate"/>
          </w:r>
          <w:r w:rsidR="008E678A">
            <w:rPr>
              <w:noProof/>
            </w:rPr>
            <w:t>12</w:t>
          </w:r>
          <w:r w:rsidRPr="00042613">
            <w:fldChar w:fldCharType="end"/>
          </w:r>
          <w:r w:rsidRPr="00042613">
            <w:t xml:space="preserve"> </w:t>
          </w:r>
        </w:p>
      </w:tc>
    </w:tr>
  </w:tbl>
  <w:p w14:paraId="1714D26D" w14:textId="77777777" w:rsidR="00042613" w:rsidRDefault="00042613" w:rsidP="00042613">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482113604">
    <w:abstractNumId w:val="2"/>
  </w:num>
  <w:num w:numId="2" w16cid:durableId="1830050651">
    <w:abstractNumId w:val="1"/>
  </w:num>
  <w:num w:numId="3" w16cid:durableId="2016149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removePersonalInformation/>
  <w:removeDateAndTime/>
  <w:proofState w:spelling="clean" w:grammar="clean"/>
  <w:attachedTemplate r:id="rId1"/>
  <w:linkStyles/>
  <w:trackRevisions/>
  <w:doNotTrackMoves/>
  <w:defaultTabStop w:val="72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4"/>
    <w:docVar w:name="dfullob$" w:val="Commercial Lines"/>
    <w:docVar w:name="didnum$" w:val="ORU2"/>
    <w:docVar w:name="didyr$" w:val="2024"/>
    <w:docVar w:name="dlob$" w:val="CL"/>
    <w:docVar w:name="dpageno$" w:val="3"/>
    <w:docVar w:name="dRP$" w:val="RP"/>
    <w:docVar w:name="drpflag$" w:val="N"/>
    <w:docVar w:name="dst$" w:val="Kentucky"/>
    <w:docVar w:name="dtype$" w:val="RULES FILING"/>
  </w:docVars>
  <w:rsids>
    <w:rsidRoot w:val="00E20D61"/>
    <w:rsid w:val="00042613"/>
    <w:rsid w:val="001A14D6"/>
    <w:rsid w:val="002F4DFF"/>
    <w:rsid w:val="00387916"/>
    <w:rsid w:val="008E678A"/>
    <w:rsid w:val="00A47EA4"/>
    <w:rsid w:val="00AB2720"/>
    <w:rsid w:val="00E11D70"/>
    <w:rsid w:val="00E20D61"/>
    <w:rsid w:val="00F21DB0"/>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78A"/>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8E678A"/>
    <w:pPr>
      <w:spacing w:before="240"/>
      <w:outlineLvl w:val="0"/>
    </w:pPr>
    <w:rPr>
      <w:b/>
    </w:rPr>
  </w:style>
  <w:style w:type="paragraph" w:styleId="Heading2">
    <w:name w:val="heading 2"/>
    <w:basedOn w:val="Normal"/>
    <w:next w:val="Normal"/>
    <w:link w:val="Heading2Char"/>
    <w:qFormat/>
    <w:rsid w:val="008E678A"/>
    <w:pPr>
      <w:spacing w:before="120"/>
      <w:outlineLvl w:val="1"/>
    </w:pPr>
    <w:rPr>
      <w:b/>
    </w:rPr>
  </w:style>
  <w:style w:type="paragraph" w:styleId="Heading3">
    <w:name w:val="heading 3"/>
    <w:basedOn w:val="Normal"/>
    <w:next w:val="Normal"/>
    <w:link w:val="Heading3Char"/>
    <w:qFormat/>
    <w:rsid w:val="008E678A"/>
    <w:pPr>
      <w:ind w:left="360"/>
      <w:outlineLvl w:val="2"/>
    </w:pPr>
    <w:rPr>
      <w:b/>
    </w:rPr>
  </w:style>
  <w:style w:type="paragraph" w:styleId="Heading5">
    <w:name w:val="heading 5"/>
    <w:basedOn w:val="Normal"/>
    <w:next w:val="Normal"/>
    <w:link w:val="Heading5Char"/>
    <w:qFormat/>
    <w:rsid w:val="008E678A"/>
    <w:pPr>
      <w:spacing w:before="240" w:after="60" w:line="240" w:lineRule="auto"/>
      <w:jc w:val="left"/>
      <w:outlineLvl w:val="4"/>
    </w:pPr>
    <w:rPr>
      <w:sz w:val="22"/>
    </w:rPr>
  </w:style>
  <w:style w:type="character" w:default="1" w:styleId="DefaultParagraphFont">
    <w:name w:val="Default Paragraph Font"/>
    <w:uiPriority w:val="1"/>
    <w:semiHidden/>
    <w:unhideWhenUsed/>
    <w:rsid w:val="008E67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678A"/>
  </w:style>
  <w:style w:type="paragraph" w:styleId="Header">
    <w:name w:val="header"/>
    <w:basedOn w:val="isonormal"/>
    <w:link w:val="HeaderChar"/>
    <w:rsid w:val="008E678A"/>
    <w:pPr>
      <w:spacing w:line="200" w:lineRule="exact"/>
    </w:pPr>
    <w:rPr>
      <w:b/>
      <w:sz w:val="20"/>
    </w:rPr>
  </w:style>
  <w:style w:type="character" w:customStyle="1" w:styleId="HeaderChar">
    <w:name w:val="Header Char"/>
    <w:link w:val="Header"/>
    <w:rsid w:val="008E678A"/>
    <w:rPr>
      <w:rFonts w:ascii="Arial" w:eastAsia="Times New Roman" w:hAnsi="Arial"/>
      <w:b/>
    </w:rPr>
  </w:style>
  <w:style w:type="paragraph" w:styleId="Footer">
    <w:name w:val="footer"/>
    <w:basedOn w:val="isonormal"/>
    <w:link w:val="FooterChar"/>
    <w:rsid w:val="008E678A"/>
    <w:pPr>
      <w:spacing w:before="0" w:line="240" w:lineRule="auto"/>
    </w:pPr>
  </w:style>
  <w:style w:type="character" w:customStyle="1" w:styleId="FooterChar">
    <w:name w:val="Footer Char"/>
    <w:link w:val="Footer"/>
    <w:rsid w:val="008E678A"/>
    <w:rPr>
      <w:rFonts w:ascii="Arial" w:eastAsia="Times New Roman" w:hAnsi="Arial"/>
      <w:sz w:val="18"/>
    </w:rPr>
  </w:style>
  <w:style w:type="character" w:customStyle="1" w:styleId="Heading1Char">
    <w:name w:val="Heading 1 Char"/>
    <w:link w:val="Heading1"/>
    <w:rsid w:val="008E678A"/>
    <w:rPr>
      <w:rFonts w:ascii="Times New Roman" w:eastAsia="Times New Roman" w:hAnsi="Times New Roman"/>
      <w:b/>
      <w:sz w:val="24"/>
    </w:rPr>
  </w:style>
  <w:style w:type="character" w:customStyle="1" w:styleId="Heading2Char">
    <w:name w:val="Heading 2 Char"/>
    <w:link w:val="Heading2"/>
    <w:rsid w:val="008E678A"/>
    <w:rPr>
      <w:rFonts w:ascii="Times New Roman" w:eastAsia="Times New Roman" w:hAnsi="Times New Roman"/>
      <w:b/>
      <w:sz w:val="24"/>
    </w:rPr>
  </w:style>
  <w:style w:type="character" w:customStyle="1" w:styleId="Heading3Char">
    <w:name w:val="Heading 3 Char"/>
    <w:link w:val="Heading3"/>
    <w:rsid w:val="008E678A"/>
    <w:rPr>
      <w:rFonts w:ascii="Times New Roman" w:eastAsia="Times New Roman" w:hAnsi="Times New Roman"/>
      <w:b/>
      <w:sz w:val="24"/>
    </w:rPr>
  </w:style>
  <w:style w:type="character" w:customStyle="1" w:styleId="Heading5Char">
    <w:name w:val="Heading 5 Char"/>
    <w:link w:val="Heading5"/>
    <w:rsid w:val="008E678A"/>
    <w:rPr>
      <w:rFonts w:ascii="Times New Roman" w:eastAsia="Times New Roman" w:hAnsi="Times New Roman"/>
      <w:sz w:val="22"/>
    </w:rPr>
  </w:style>
  <w:style w:type="paragraph" w:customStyle="1" w:styleId="tablehead">
    <w:name w:val="tablehead"/>
    <w:basedOn w:val="isonormal"/>
    <w:rsid w:val="008E678A"/>
    <w:pPr>
      <w:spacing w:before="40" w:after="20"/>
      <w:jc w:val="center"/>
    </w:pPr>
    <w:rPr>
      <w:b/>
    </w:rPr>
  </w:style>
  <w:style w:type="paragraph" w:customStyle="1" w:styleId="tabletext11">
    <w:name w:val="tabletext1/1"/>
    <w:basedOn w:val="isonormal"/>
    <w:rsid w:val="008E678A"/>
    <w:pPr>
      <w:spacing w:before="20" w:after="20"/>
      <w:jc w:val="left"/>
    </w:pPr>
  </w:style>
  <w:style w:type="paragraph" w:customStyle="1" w:styleId="isonormal">
    <w:name w:val="isonormal"/>
    <w:rsid w:val="008E678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8E678A"/>
    <w:pPr>
      <w:keepNext/>
      <w:keepLines/>
      <w:suppressAutoHyphens/>
      <w:jc w:val="left"/>
    </w:pPr>
    <w:rPr>
      <w:b/>
    </w:rPr>
  </w:style>
  <w:style w:type="paragraph" w:customStyle="1" w:styleId="blockhd2">
    <w:name w:val="blockhd2"/>
    <w:basedOn w:val="isonormal"/>
    <w:next w:val="blocktext2"/>
    <w:rsid w:val="008E678A"/>
    <w:pPr>
      <w:keepNext/>
      <w:keepLines/>
      <w:suppressAutoHyphens/>
      <w:ind w:left="300"/>
      <w:jc w:val="left"/>
    </w:pPr>
    <w:rPr>
      <w:b/>
    </w:rPr>
  </w:style>
  <w:style w:type="paragraph" w:customStyle="1" w:styleId="blockhd3">
    <w:name w:val="blockhd3"/>
    <w:basedOn w:val="isonormal"/>
    <w:next w:val="blocktext3"/>
    <w:rsid w:val="008E678A"/>
    <w:pPr>
      <w:keepNext/>
      <w:keepLines/>
      <w:suppressAutoHyphens/>
      <w:ind w:left="600"/>
      <w:jc w:val="left"/>
    </w:pPr>
    <w:rPr>
      <w:b/>
    </w:rPr>
  </w:style>
  <w:style w:type="paragraph" w:customStyle="1" w:styleId="blockhd4">
    <w:name w:val="blockhd4"/>
    <w:basedOn w:val="isonormal"/>
    <w:next w:val="blocktext4"/>
    <w:rsid w:val="008E678A"/>
    <w:pPr>
      <w:keepNext/>
      <w:keepLines/>
      <w:suppressAutoHyphens/>
      <w:ind w:left="900"/>
      <w:jc w:val="left"/>
    </w:pPr>
    <w:rPr>
      <w:b/>
    </w:rPr>
  </w:style>
  <w:style w:type="paragraph" w:customStyle="1" w:styleId="blockhd5">
    <w:name w:val="blockhd5"/>
    <w:basedOn w:val="isonormal"/>
    <w:next w:val="blocktext5"/>
    <w:rsid w:val="008E678A"/>
    <w:pPr>
      <w:keepNext/>
      <w:keepLines/>
      <w:suppressAutoHyphens/>
      <w:ind w:left="1200"/>
      <w:jc w:val="left"/>
    </w:pPr>
    <w:rPr>
      <w:b/>
    </w:rPr>
  </w:style>
  <w:style w:type="paragraph" w:customStyle="1" w:styleId="blockhd6">
    <w:name w:val="blockhd6"/>
    <w:basedOn w:val="isonormal"/>
    <w:next w:val="blocktext6"/>
    <w:rsid w:val="008E678A"/>
    <w:pPr>
      <w:keepNext/>
      <w:keepLines/>
      <w:suppressAutoHyphens/>
      <w:ind w:left="1500"/>
      <w:jc w:val="left"/>
    </w:pPr>
    <w:rPr>
      <w:b/>
    </w:rPr>
  </w:style>
  <w:style w:type="paragraph" w:customStyle="1" w:styleId="blockhd7">
    <w:name w:val="blockhd7"/>
    <w:basedOn w:val="isonormal"/>
    <w:next w:val="blocktext7"/>
    <w:rsid w:val="008E678A"/>
    <w:pPr>
      <w:keepNext/>
      <w:keepLines/>
      <w:suppressAutoHyphens/>
      <w:ind w:left="1800"/>
      <w:jc w:val="left"/>
    </w:pPr>
    <w:rPr>
      <w:b/>
    </w:rPr>
  </w:style>
  <w:style w:type="paragraph" w:customStyle="1" w:styleId="blockhd8">
    <w:name w:val="blockhd8"/>
    <w:basedOn w:val="isonormal"/>
    <w:next w:val="blocktext8"/>
    <w:rsid w:val="008E678A"/>
    <w:pPr>
      <w:keepNext/>
      <w:keepLines/>
      <w:suppressAutoHyphens/>
      <w:ind w:left="2100"/>
      <w:jc w:val="left"/>
    </w:pPr>
    <w:rPr>
      <w:b/>
    </w:rPr>
  </w:style>
  <w:style w:type="paragraph" w:customStyle="1" w:styleId="blockhd9">
    <w:name w:val="blockhd9"/>
    <w:basedOn w:val="isonormal"/>
    <w:next w:val="blocktext9"/>
    <w:rsid w:val="008E678A"/>
    <w:pPr>
      <w:keepNext/>
      <w:keepLines/>
      <w:suppressAutoHyphens/>
      <w:ind w:left="2400"/>
      <w:jc w:val="left"/>
    </w:pPr>
    <w:rPr>
      <w:b/>
    </w:rPr>
  </w:style>
  <w:style w:type="paragraph" w:customStyle="1" w:styleId="blocktext1">
    <w:name w:val="blocktext1"/>
    <w:basedOn w:val="isonormal"/>
    <w:rsid w:val="008E678A"/>
    <w:pPr>
      <w:keepLines/>
    </w:pPr>
  </w:style>
  <w:style w:type="paragraph" w:customStyle="1" w:styleId="blocktext10">
    <w:name w:val="blocktext10"/>
    <w:basedOn w:val="isonormal"/>
    <w:rsid w:val="008E678A"/>
    <w:pPr>
      <w:keepLines/>
      <w:ind w:left="2700"/>
    </w:pPr>
  </w:style>
  <w:style w:type="paragraph" w:customStyle="1" w:styleId="blocktext2">
    <w:name w:val="blocktext2"/>
    <w:basedOn w:val="isonormal"/>
    <w:rsid w:val="008E678A"/>
    <w:pPr>
      <w:keepLines/>
      <w:ind w:left="300"/>
    </w:pPr>
  </w:style>
  <w:style w:type="paragraph" w:customStyle="1" w:styleId="blocktext3">
    <w:name w:val="blocktext3"/>
    <w:basedOn w:val="isonormal"/>
    <w:rsid w:val="008E678A"/>
    <w:pPr>
      <w:keepLines/>
      <w:ind w:left="600"/>
    </w:pPr>
  </w:style>
  <w:style w:type="paragraph" w:customStyle="1" w:styleId="blocktext4">
    <w:name w:val="blocktext4"/>
    <w:basedOn w:val="isonormal"/>
    <w:rsid w:val="008E678A"/>
    <w:pPr>
      <w:keepLines/>
      <w:ind w:left="900"/>
    </w:pPr>
  </w:style>
  <w:style w:type="paragraph" w:customStyle="1" w:styleId="blocktext5">
    <w:name w:val="blocktext5"/>
    <w:basedOn w:val="isonormal"/>
    <w:rsid w:val="008E678A"/>
    <w:pPr>
      <w:keepLines/>
      <w:ind w:left="1200"/>
    </w:pPr>
  </w:style>
  <w:style w:type="paragraph" w:customStyle="1" w:styleId="blocktext6">
    <w:name w:val="blocktext6"/>
    <w:basedOn w:val="isonormal"/>
    <w:rsid w:val="008E678A"/>
    <w:pPr>
      <w:keepLines/>
      <w:ind w:left="1500"/>
    </w:pPr>
  </w:style>
  <w:style w:type="paragraph" w:customStyle="1" w:styleId="blocktext7">
    <w:name w:val="blocktext7"/>
    <w:basedOn w:val="isonormal"/>
    <w:rsid w:val="008E678A"/>
    <w:pPr>
      <w:keepLines/>
      <w:ind w:left="1800"/>
    </w:pPr>
  </w:style>
  <w:style w:type="paragraph" w:customStyle="1" w:styleId="blocktext8">
    <w:name w:val="blocktext8"/>
    <w:basedOn w:val="isonormal"/>
    <w:rsid w:val="008E678A"/>
    <w:pPr>
      <w:keepLines/>
      <w:ind w:left="2100"/>
    </w:pPr>
  </w:style>
  <w:style w:type="paragraph" w:customStyle="1" w:styleId="blocktext9">
    <w:name w:val="blocktext9"/>
    <w:basedOn w:val="isonormal"/>
    <w:rsid w:val="008E678A"/>
    <w:pPr>
      <w:keepLines/>
      <w:ind w:left="2400"/>
    </w:pPr>
  </w:style>
  <w:style w:type="paragraph" w:customStyle="1" w:styleId="boxrule">
    <w:name w:val="boxrule"/>
    <w:basedOn w:val="isonormal"/>
    <w:next w:val="blocktext1"/>
    <w:rsid w:val="008E678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8E678A"/>
    <w:pPr>
      <w:jc w:val="center"/>
    </w:pPr>
    <w:rPr>
      <w:b/>
    </w:rPr>
  </w:style>
  <w:style w:type="paragraph" w:customStyle="1" w:styleId="ctoutlinetxt1">
    <w:name w:val="ctoutlinetxt1"/>
    <w:basedOn w:val="isonormal"/>
    <w:rsid w:val="008E678A"/>
    <w:pPr>
      <w:keepLines/>
      <w:tabs>
        <w:tab w:val="right" w:pos="360"/>
        <w:tab w:val="left" w:pos="480"/>
      </w:tabs>
      <w:spacing w:before="160"/>
      <w:ind w:left="480" w:hanging="480"/>
    </w:pPr>
  </w:style>
  <w:style w:type="paragraph" w:customStyle="1" w:styleId="ctoutlinetxt2">
    <w:name w:val="ctoutlinetxt2"/>
    <w:basedOn w:val="isonormal"/>
    <w:rsid w:val="008E678A"/>
    <w:pPr>
      <w:keepLines/>
      <w:tabs>
        <w:tab w:val="right" w:pos="760"/>
        <w:tab w:val="left" w:pos="880"/>
      </w:tabs>
      <w:ind w:left="880" w:hanging="880"/>
    </w:pPr>
  </w:style>
  <w:style w:type="paragraph" w:customStyle="1" w:styleId="ctoutlinetxt3">
    <w:name w:val="ctoutlinetxt3"/>
    <w:basedOn w:val="isonormal"/>
    <w:rsid w:val="008E678A"/>
    <w:pPr>
      <w:tabs>
        <w:tab w:val="right" w:pos="1240"/>
        <w:tab w:val="left" w:pos="1360"/>
      </w:tabs>
      <w:ind w:left="1360" w:hanging="1360"/>
    </w:pPr>
  </w:style>
  <w:style w:type="paragraph" w:customStyle="1" w:styleId="ctoutlinetxt4">
    <w:name w:val="ctoutlinetxt4"/>
    <w:basedOn w:val="isonormal"/>
    <w:rsid w:val="008E678A"/>
    <w:pPr>
      <w:keepLines/>
      <w:tabs>
        <w:tab w:val="right" w:pos="1600"/>
        <w:tab w:val="left" w:pos="1720"/>
      </w:tabs>
      <w:ind w:left="1720" w:hanging="1720"/>
    </w:pPr>
  </w:style>
  <w:style w:type="character" w:customStyle="1" w:styleId="formlink">
    <w:name w:val="formlink"/>
    <w:rsid w:val="008E678A"/>
    <w:rPr>
      <w:b/>
    </w:rPr>
  </w:style>
  <w:style w:type="paragraph" w:customStyle="1" w:styleId="icblock">
    <w:name w:val="i/cblock"/>
    <w:basedOn w:val="isonormal"/>
    <w:rsid w:val="008E678A"/>
    <w:pPr>
      <w:tabs>
        <w:tab w:val="left" w:leader="dot" w:pos="7200"/>
      </w:tabs>
      <w:spacing w:before="0"/>
      <w:jc w:val="left"/>
    </w:pPr>
  </w:style>
  <w:style w:type="paragraph" w:customStyle="1" w:styleId="instructphrase">
    <w:name w:val="instructphrase"/>
    <w:basedOn w:val="isonormal"/>
    <w:next w:val="outlinehd2"/>
    <w:rsid w:val="008E678A"/>
  </w:style>
  <w:style w:type="paragraph" w:styleId="MacroText">
    <w:name w:val="macro"/>
    <w:link w:val="MacroTextChar"/>
    <w:rsid w:val="008E678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8E678A"/>
    <w:rPr>
      <w:rFonts w:ascii="Arial" w:eastAsia="Times New Roman" w:hAnsi="Arial"/>
    </w:rPr>
  </w:style>
  <w:style w:type="paragraph" w:customStyle="1" w:styleId="noboxaddlrule">
    <w:name w:val="noboxaddlrule"/>
    <w:basedOn w:val="isonormal"/>
    <w:next w:val="blocktext1"/>
    <w:rsid w:val="008E678A"/>
    <w:pPr>
      <w:keepLines/>
      <w:suppressAutoHyphens/>
      <w:spacing w:before="0"/>
      <w:jc w:val="left"/>
    </w:pPr>
    <w:rPr>
      <w:b/>
    </w:rPr>
  </w:style>
  <w:style w:type="paragraph" w:customStyle="1" w:styleId="outlinehd1">
    <w:name w:val="outlinehd1"/>
    <w:basedOn w:val="isonormal"/>
    <w:next w:val="blocktext2"/>
    <w:rsid w:val="008E678A"/>
    <w:pPr>
      <w:keepNext/>
      <w:keepLines/>
      <w:tabs>
        <w:tab w:val="right" w:pos="180"/>
        <w:tab w:val="left" w:pos="300"/>
      </w:tabs>
      <w:ind w:left="300" w:hanging="300"/>
    </w:pPr>
    <w:rPr>
      <w:b/>
    </w:rPr>
  </w:style>
  <w:style w:type="paragraph" w:customStyle="1" w:styleId="outlinehd2">
    <w:name w:val="outlinehd2"/>
    <w:basedOn w:val="isonormal"/>
    <w:next w:val="blocktext3"/>
    <w:rsid w:val="008E678A"/>
    <w:pPr>
      <w:keepNext/>
      <w:keepLines/>
      <w:tabs>
        <w:tab w:val="right" w:pos="480"/>
        <w:tab w:val="left" w:pos="600"/>
      </w:tabs>
      <w:ind w:left="600" w:hanging="600"/>
    </w:pPr>
    <w:rPr>
      <w:b/>
    </w:rPr>
  </w:style>
  <w:style w:type="paragraph" w:customStyle="1" w:styleId="outlinehd3">
    <w:name w:val="outlinehd3"/>
    <w:basedOn w:val="isonormal"/>
    <w:next w:val="blocktext4"/>
    <w:rsid w:val="008E678A"/>
    <w:pPr>
      <w:keepNext/>
      <w:keepLines/>
      <w:tabs>
        <w:tab w:val="right" w:pos="780"/>
        <w:tab w:val="left" w:pos="900"/>
      </w:tabs>
      <w:ind w:left="900" w:hanging="900"/>
    </w:pPr>
    <w:rPr>
      <w:b/>
    </w:rPr>
  </w:style>
  <w:style w:type="paragraph" w:customStyle="1" w:styleId="outlinehd4">
    <w:name w:val="outlinehd4"/>
    <w:basedOn w:val="isonormal"/>
    <w:next w:val="blocktext5"/>
    <w:rsid w:val="008E678A"/>
    <w:pPr>
      <w:keepNext/>
      <w:keepLines/>
      <w:tabs>
        <w:tab w:val="right" w:pos="1080"/>
        <w:tab w:val="left" w:pos="1200"/>
      </w:tabs>
      <w:ind w:left="1200" w:hanging="1200"/>
    </w:pPr>
    <w:rPr>
      <w:b/>
    </w:rPr>
  </w:style>
  <w:style w:type="paragraph" w:customStyle="1" w:styleId="outlinehd5">
    <w:name w:val="outlinehd5"/>
    <w:basedOn w:val="isonormal"/>
    <w:next w:val="blocktext6"/>
    <w:rsid w:val="008E678A"/>
    <w:pPr>
      <w:keepNext/>
      <w:keepLines/>
      <w:tabs>
        <w:tab w:val="right" w:pos="1380"/>
        <w:tab w:val="left" w:pos="1500"/>
      </w:tabs>
      <w:ind w:left="1500" w:hanging="1500"/>
    </w:pPr>
    <w:rPr>
      <w:b/>
    </w:rPr>
  </w:style>
  <w:style w:type="paragraph" w:customStyle="1" w:styleId="outlinehd6">
    <w:name w:val="outlinehd6"/>
    <w:basedOn w:val="isonormal"/>
    <w:next w:val="blocktext7"/>
    <w:rsid w:val="008E678A"/>
    <w:pPr>
      <w:keepNext/>
      <w:keepLines/>
      <w:tabs>
        <w:tab w:val="right" w:pos="1680"/>
        <w:tab w:val="left" w:pos="1800"/>
      </w:tabs>
      <w:ind w:left="1800" w:hanging="1800"/>
    </w:pPr>
    <w:rPr>
      <w:b/>
    </w:rPr>
  </w:style>
  <w:style w:type="paragraph" w:customStyle="1" w:styleId="outlinehd7">
    <w:name w:val="outlinehd7"/>
    <w:basedOn w:val="isonormal"/>
    <w:next w:val="blocktext8"/>
    <w:rsid w:val="008E678A"/>
    <w:pPr>
      <w:keepNext/>
      <w:keepLines/>
      <w:tabs>
        <w:tab w:val="right" w:pos="1980"/>
        <w:tab w:val="left" w:pos="2100"/>
      </w:tabs>
      <w:ind w:left="2100" w:hanging="2100"/>
    </w:pPr>
    <w:rPr>
      <w:b/>
    </w:rPr>
  </w:style>
  <w:style w:type="paragraph" w:customStyle="1" w:styleId="outlinehd8">
    <w:name w:val="outlinehd8"/>
    <w:basedOn w:val="isonormal"/>
    <w:next w:val="blocktext9"/>
    <w:rsid w:val="008E678A"/>
    <w:pPr>
      <w:keepNext/>
      <w:keepLines/>
      <w:tabs>
        <w:tab w:val="right" w:pos="2280"/>
        <w:tab w:val="left" w:pos="2400"/>
      </w:tabs>
      <w:ind w:left="2400" w:hanging="2400"/>
    </w:pPr>
    <w:rPr>
      <w:b/>
    </w:rPr>
  </w:style>
  <w:style w:type="paragraph" w:customStyle="1" w:styleId="outlinehd9">
    <w:name w:val="outlinehd9"/>
    <w:basedOn w:val="isonormal"/>
    <w:next w:val="blocktext10"/>
    <w:rsid w:val="008E678A"/>
    <w:pPr>
      <w:keepNext/>
      <w:keepLines/>
      <w:tabs>
        <w:tab w:val="right" w:pos="2580"/>
        <w:tab w:val="left" w:pos="2700"/>
      </w:tabs>
      <w:ind w:left="2700" w:hanging="2700"/>
    </w:pPr>
    <w:rPr>
      <w:b/>
    </w:rPr>
  </w:style>
  <w:style w:type="paragraph" w:customStyle="1" w:styleId="outlinetxt1">
    <w:name w:val="outlinetxt1"/>
    <w:basedOn w:val="isonormal"/>
    <w:rsid w:val="008E678A"/>
    <w:pPr>
      <w:keepLines/>
      <w:tabs>
        <w:tab w:val="right" w:pos="180"/>
        <w:tab w:val="left" w:pos="300"/>
      </w:tabs>
      <w:ind w:left="300" w:hanging="300"/>
    </w:pPr>
  </w:style>
  <w:style w:type="paragraph" w:customStyle="1" w:styleId="outlinetxt2">
    <w:name w:val="outlinetxt2"/>
    <w:basedOn w:val="isonormal"/>
    <w:rsid w:val="008E678A"/>
    <w:pPr>
      <w:keepLines/>
      <w:tabs>
        <w:tab w:val="right" w:pos="480"/>
        <w:tab w:val="left" w:pos="600"/>
      </w:tabs>
      <w:ind w:left="600" w:hanging="600"/>
    </w:pPr>
  </w:style>
  <w:style w:type="paragraph" w:customStyle="1" w:styleId="outlinetxt3">
    <w:name w:val="outlinetxt3"/>
    <w:basedOn w:val="isonormal"/>
    <w:rsid w:val="008E678A"/>
    <w:pPr>
      <w:keepLines/>
      <w:tabs>
        <w:tab w:val="right" w:pos="780"/>
        <w:tab w:val="left" w:pos="900"/>
      </w:tabs>
      <w:ind w:left="900" w:hanging="900"/>
    </w:pPr>
  </w:style>
  <w:style w:type="paragraph" w:customStyle="1" w:styleId="outlinetxt4">
    <w:name w:val="outlinetxt4"/>
    <w:basedOn w:val="isonormal"/>
    <w:rsid w:val="008E678A"/>
    <w:pPr>
      <w:keepLines/>
      <w:tabs>
        <w:tab w:val="right" w:pos="1080"/>
        <w:tab w:val="left" w:pos="1200"/>
      </w:tabs>
      <w:ind w:left="1200" w:hanging="1200"/>
    </w:pPr>
  </w:style>
  <w:style w:type="paragraph" w:customStyle="1" w:styleId="outlinetxt5">
    <w:name w:val="outlinetxt5"/>
    <w:basedOn w:val="isonormal"/>
    <w:rsid w:val="008E678A"/>
    <w:pPr>
      <w:keepLines/>
      <w:tabs>
        <w:tab w:val="right" w:pos="1380"/>
        <w:tab w:val="left" w:pos="1500"/>
      </w:tabs>
      <w:ind w:left="1500" w:hanging="1500"/>
    </w:pPr>
  </w:style>
  <w:style w:type="paragraph" w:customStyle="1" w:styleId="outlinetxt6">
    <w:name w:val="outlinetxt6"/>
    <w:basedOn w:val="isonormal"/>
    <w:rsid w:val="008E678A"/>
    <w:pPr>
      <w:keepLines/>
      <w:tabs>
        <w:tab w:val="right" w:pos="1680"/>
        <w:tab w:val="left" w:pos="1800"/>
      </w:tabs>
      <w:ind w:left="1800" w:hanging="1800"/>
    </w:pPr>
  </w:style>
  <w:style w:type="paragraph" w:customStyle="1" w:styleId="outlinetxt7">
    <w:name w:val="outlinetxt7"/>
    <w:basedOn w:val="isonormal"/>
    <w:rsid w:val="008E678A"/>
    <w:pPr>
      <w:keepLines/>
      <w:tabs>
        <w:tab w:val="right" w:pos="1980"/>
        <w:tab w:val="left" w:pos="2100"/>
      </w:tabs>
      <w:ind w:left="2100" w:hanging="2100"/>
    </w:pPr>
  </w:style>
  <w:style w:type="paragraph" w:customStyle="1" w:styleId="outlinetxt8">
    <w:name w:val="outlinetxt8"/>
    <w:basedOn w:val="isonormal"/>
    <w:rsid w:val="008E678A"/>
    <w:pPr>
      <w:keepLines/>
      <w:tabs>
        <w:tab w:val="right" w:pos="2280"/>
        <w:tab w:val="left" w:pos="2400"/>
      </w:tabs>
      <w:ind w:left="2400" w:hanging="2400"/>
    </w:pPr>
  </w:style>
  <w:style w:type="paragraph" w:customStyle="1" w:styleId="outlinetxt9">
    <w:name w:val="outlinetxt9"/>
    <w:basedOn w:val="isonormal"/>
    <w:rsid w:val="008E678A"/>
    <w:pPr>
      <w:keepLines/>
      <w:tabs>
        <w:tab w:val="right" w:pos="2580"/>
        <w:tab w:val="left" w:pos="2700"/>
      </w:tabs>
      <w:ind w:left="2700" w:hanging="2700"/>
    </w:pPr>
  </w:style>
  <w:style w:type="character" w:styleId="PageNumber">
    <w:name w:val="page number"/>
    <w:basedOn w:val="DefaultParagraphFont"/>
    <w:rsid w:val="008E678A"/>
  </w:style>
  <w:style w:type="character" w:customStyle="1" w:styleId="rulelink">
    <w:name w:val="rulelink"/>
    <w:rsid w:val="008E678A"/>
    <w:rPr>
      <w:b/>
    </w:rPr>
  </w:style>
  <w:style w:type="paragraph" w:styleId="Signature">
    <w:name w:val="Signature"/>
    <w:basedOn w:val="Normal"/>
    <w:link w:val="SignatureChar"/>
    <w:rsid w:val="008E678A"/>
    <w:pPr>
      <w:ind w:left="4320"/>
    </w:pPr>
  </w:style>
  <w:style w:type="character" w:customStyle="1" w:styleId="SignatureChar">
    <w:name w:val="Signature Char"/>
    <w:link w:val="Signature"/>
    <w:rsid w:val="008E678A"/>
    <w:rPr>
      <w:rFonts w:ascii="Times New Roman" w:eastAsia="Times New Roman" w:hAnsi="Times New Roman"/>
      <w:sz w:val="24"/>
    </w:rPr>
  </w:style>
  <w:style w:type="paragraph" w:customStyle="1" w:styleId="space2">
    <w:name w:val="space2"/>
    <w:basedOn w:val="isonormal"/>
    <w:next w:val="isonormal"/>
    <w:rsid w:val="008E678A"/>
    <w:pPr>
      <w:spacing w:before="0" w:line="40" w:lineRule="exact"/>
    </w:pPr>
  </w:style>
  <w:style w:type="paragraph" w:customStyle="1" w:styleId="space4">
    <w:name w:val="space4"/>
    <w:basedOn w:val="isonormal"/>
    <w:next w:val="isonormal"/>
    <w:rsid w:val="008E678A"/>
    <w:pPr>
      <w:spacing w:before="0" w:line="80" w:lineRule="exact"/>
    </w:pPr>
  </w:style>
  <w:style w:type="paragraph" w:customStyle="1" w:styleId="space8">
    <w:name w:val="space8"/>
    <w:basedOn w:val="isonormal"/>
    <w:next w:val="isonormal"/>
    <w:rsid w:val="008E678A"/>
    <w:pPr>
      <w:spacing w:before="0" w:line="160" w:lineRule="exact"/>
    </w:pPr>
  </w:style>
  <w:style w:type="character" w:customStyle="1" w:styleId="spotlinksource">
    <w:name w:val="spotlinksource"/>
    <w:rsid w:val="008E678A"/>
    <w:rPr>
      <w:b/>
    </w:rPr>
  </w:style>
  <w:style w:type="character" w:customStyle="1" w:styleId="spotlinktarget">
    <w:name w:val="spotlinktarget"/>
    <w:rsid w:val="008E678A"/>
    <w:rPr>
      <w:b/>
    </w:rPr>
  </w:style>
  <w:style w:type="paragraph" w:customStyle="1" w:styleId="subcap">
    <w:name w:val="subcap"/>
    <w:basedOn w:val="isonormal"/>
    <w:rsid w:val="008E678A"/>
    <w:pPr>
      <w:keepLines/>
      <w:suppressAutoHyphens/>
      <w:spacing w:before="0" w:line="200" w:lineRule="exact"/>
      <w:jc w:val="left"/>
    </w:pPr>
    <w:rPr>
      <w:b/>
      <w:caps/>
    </w:rPr>
  </w:style>
  <w:style w:type="paragraph" w:customStyle="1" w:styleId="subcap2">
    <w:name w:val="subcap2"/>
    <w:basedOn w:val="isonormal"/>
    <w:rsid w:val="008E678A"/>
    <w:pPr>
      <w:spacing w:before="0" w:line="200" w:lineRule="exact"/>
      <w:jc w:val="left"/>
    </w:pPr>
    <w:rPr>
      <w:b/>
    </w:rPr>
  </w:style>
  <w:style w:type="paragraph" w:styleId="Subtitle">
    <w:name w:val="Subtitle"/>
    <w:basedOn w:val="Normal"/>
    <w:link w:val="SubtitleChar"/>
    <w:qFormat/>
    <w:rsid w:val="008E678A"/>
    <w:pPr>
      <w:spacing w:after="60"/>
      <w:jc w:val="center"/>
    </w:pPr>
    <w:rPr>
      <w:i/>
    </w:rPr>
  </w:style>
  <w:style w:type="character" w:customStyle="1" w:styleId="SubtitleChar">
    <w:name w:val="Subtitle Char"/>
    <w:link w:val="Subtitle"/>
    <w:rsid w:val="008E678A"/>
    <w:rPr>
      <w:rFonts w:ascii="Times New Roman" w:eastAsia="Times New Roman" w:hAnsi="Times New Roman"/>
      <w:i/>
      <w:sz w:val="24"/>
    </w:rPr>
  </w:style>
  <w:style w:type="table" w:styleId="TableGrid">
    <w:name w:val="Table Grid"/>
    <w:basedOn w:val="TableNormal"/>
    <w:rsid w:val="008E678A"/>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8E678A"/>
    <w:pPr>
      <w:tabs>
        <w:tab w:val="right" w:leader="dot" w:pos="10080"/>
      </w:tabs>
      <w:ind w:left="180" w:hanging="180"/>
    </w:pPr>
  </w:style>
  <w:style w:type="paragraph" w:styleId="TableofFigures">
    <w:name w:val="table of figures"/>
    <w:basedOn w:val="Normal"/>
    <w:next w:val="Normal"/>
    <w:rsid w:val="008E678A"/>
    <w:pPr>
      <w:tabs>
        <w:tab w:val="right" w:leader="dot" w:pos="4680"/>
      </w:tabs>
      <w:ind w:left="360" w:hanging="360"/>
    </w:pPr>
  </w:style>
  <w:style w:type="paragraph" w:customStyle="1" w:styleId="table2text04">
    <w:name w:val="table2text0/4"/>
    <w:basedOn w:val="isonormal"/>
    <w:rsid w:val="008E678A"/>
    <w:pPr>
      <w:suppressAutoHyphens/>
      <w:spacing w:before="0" w:after="80"/>
      <w:ind w:left="240"/>
      <w:jc w:val="left"/>
    </w:pPr>
  </w:style>
  <w:style w:type="paragraph" w:customStyle="1" w:styleId="table2text44">
    <w:name w:val="table2text4/4"/>
    <w:basedOn w:val="isonormal"/>
    <w:rsid w:val="008E678A"/>
    <w:pPr>
      <w:spacing w:after="80"/>
      <w:ind w:left="240"/>
      <w:jc w:val="left"/>
    </w:pPr>
  </w:style>
  <w:style w:type="paragraph" w:customStyle="1" w:styleId="table3text04">
    <w:name w:val="table3text0/4"/>
    <w:basedOn w:val="isonormal"/>
    <w:next w:val="table2text04"/>
    <w:rsid w:val="008E678A"/>
    <w:pPr>
      <w:suppressAutoHyphens/>
      <w:spacing w:before="0" w:after="80"/>
      <w:ind w:left="480"/>
      <w:jc w:val="left"/>
    </w:pPr>
  </w:style>
  <w:style w:type="paragraph" w:customStyle="1" w:styleId="table4text04">
    <w:name w:val="table4text0/4"/>
    <w:basedOn w:val="isonormal"/>
    <w:autoRedefine/>
    <w:rsid w:val="008E678A"/>
    <w:pPr>
      <w:suppressAutoHyphens/>
      <w:spacing w:before="0" w:after="80"/>
      <w:ind w:left="720"/>
      <w:jc w:val="left"/>
    </w:pPr>
  </w:style>
  <w:style w:type="paragraph" w:customStyle="1" w:styleId="tablecaption">
    <w:name w:val="tablecaption"/>
    <w:basedOn w:val="isonormal"/>
    <w:rsid w:val="008E678A"/>
    <w:pPr>
      <w:jc w:val="left"/>
    </w:pPr>
    <w:rPr>
      <w:b/>
    </w:rPr>
  </w:style>
  <w:style w:type="character" w:customStyle="1" w:styleId="tablelink">
    <w:name w:val="tablelink"/>
    <w:rsid w:val="008E678A"/>
    <w:rPr>
      <w:b/>
    </w:rPr>
  </w:style>
  <w:style w:type="paragraph" w:customStyle="1" w:styleId="tabletext00">
    <w:name w:val="tabletext0/0"/>
    <w:basedOn w:val="isonormal"/>
    <w:rsid w:val="008E678A"/>
    <w:pPr>
      <w:spacing w:before="0"/>
      <w:jc w:val="left"/>
    </w:pPr>
  </w:style>
  <w:style w:type="paragraph" w:customStyle="1" w:styleId="tabletext01">
    <w:name w:val="tabletext0/1"/>
    <w:basedOn w:val="isonormal"/>
    <w:rsid w:val="008E678A"/>
    <w:pPr>
      <w:spacing w:before="0" w:after="20"/>
      <w:jc w:val="left"/>
    </w:pPr>
  </w:style>
  <w:style w:type="paragraph" w:customStyle="1" w:styleId="tabletext10">
    <w:name w:val="tabletext1/0"/>
    <w:basedOn w:val="isonormal"/>
    <w:rsid w:val="008E678A"/>
    <w:pPr>
      <w:spacing w:before="20"/>
      <w:jc w:val="left"/>
    </w:pPr>
  </w:style>
  <w:style w:type="paragraph" w:customStyle="1" w:styleId="tabletext40">
    <w:name w:val="tabletext4/0"/>
    <w:basedOn w:val="isonormal"/>
    <w:rsid w:val="008E678A"/>
    <w:pPr>
      <w:jc w:val="left"/>
    </w:pPr>
  </w:style>
  <w:style w:type="paragraph" w:customStyle="1" w:styleId="tabletext44">
    <w:name w:val="tabletext4/4"/>
    <w:basedOn w:val="isonormal"/>
    <w:rsid w:val="008E678A"/>
    <w:pPr>
      <w:spacing w:after="80"/>
      <w:jc w:val="left"/>
    </w:pPr>
  </w:style>
  <w:style w:type="paragraph" w:customStyle="1" w:styleId="terr2colblock1">
    <w:name w:val="terr2colblock1"/>
    <w:basedOn w:val="isonormal"/>
    <w:rsid w:val="008E678A"/>
    <w:pPr>
      <w:tabs>
        <w:tab w:val="left" w:leader="dot" w:pos="4240"/>
      </w:tabs>
      <w:spacing w:before="0"/>
      <w:jc w:val="left"/>
    </w:pPr>
  </w:style>
  <w:style w:type="paragraph" w:customStyle="1" w:styleId="terr2colblock2">
    <w:name w:val="terr2colblock2"/>
    <w:basedOn w:val="isonormal"/>
    <w:rsid w:val="008E678A"/>
    <w:pPr>
      <w:tabs>
        <w:tab w:val="left" w:leader="dot" w:pos="4240"/>
      </w:tabs>
      <w:spacing w:before="0"/>
      <w:ind w:left="80"/>
      <w:jc w:val="left"/>
    </w:pPr>
  </w:style>
  <w:style w:type="paragraph" w:customStyle="1" w:styleId="terr2colblock3">
    <w:name w:val="terr2colblock3"/>
    <w:basedOn w:val="isonormal"/>
    <w:rsid w:val="008E678A"/>
    <w:pPr>
      <w:tabs>
        <w:tab w:val="left" w:leader="dot" w:pos="4240"/>
      </w:tabs>
      <w:spacing w:before="0"/>
      <w:ind w:left="160"/>
      <w:jc w:val="left"/>
    </w:pPr>
  </w:style>
  <w:style w:type="paragraph" w:customStyle="1" w:styleId="terr2colblock4">
    <w:name w:val="terr2colblock4"/>
    <w:basedOn w:val="isonormal"/>
    <w:rsid w:val="008E678A"/>
    <w:pPr>
      <w:tabs>
        <w:tab w:val="left" w:leader="dot" w:pos="4240"/>
      </w:tabs>
      <w:spacing w:before="0"/>
      <w:ind w:left="320"/>
      <w:jc w:val="left"/>
    </w:pPr>
  </w:style>
  <w:style w:type="paragraph" w:customStyle="1" w:styleId="terr2colhang">
    <w:name w:val="terr2colhang"/>
    <w:basedOn w:val="isonormal"/>
    <w:rsid w:val="008E678A"/>
    <w:pPr>
      <w:tabs>
        <w:tab w:val="left" w:leader="dot" w:pos="4240"/>
      </w:tabs>
      <w:spacing w:before="0"/>
      <w:ind w:left="160" w:hanging="160"/>
      <w:jc w:val="left"/>
    </w:pPr>
  </w:style>
  <w:style w:type="paragraph" w:customStyle="1" w:styleId="terr3colblock1">
    <w:name w:val="terr3colblock1"/>
    <w:basedOn w:val="isonormal"/>
    <w:rsid w:val="008E678A"/>
    <w:pPr>
      <w:tabs>
        <w:tab w:val="left" w:leader="dot" w:pos="2500"/>
      </w:tabs>
      <w:spacing w:before="0"/>
      <w:jc w:val="left"/>
    </w:pPr>
  </w:style>
  <w:style w:type="paragraph" w:customStyle="1" w:styleId="terr3colhang">
    <w:name w:val="terr3colhang"/>
    <w:basedOn w:val="isonormal"/>
    <w:rsid w:val="008E678A"/>
    <w:pPr>
      <w:tabs>
        <w:tab w:val="left" w:leader="dot" w:pos="2500"/>
      </w:tabs>
      <w:spacing w:before="0"/>
      <w:ind w:left="160" w:hanging="160"/>
      <w:jc w:val="left"/>
    </w:pPr>
  </w:style>
  <w:style w:type="paragraph" w:customStyle="1" w:styleId="terrtoc">
    <w:name w:val="terrtoc"/>
    <w:basedOn w:val="isonormal"/>
    <w:rsid w:val="008E678A"/>
    <w:pPr>
      <w:spacing w:before="50" w:after="50"/>
      <w:jc w:val="center"/>
    </w:pPr>
    <w:rPr>
      <w:b/>
    </w:rPr>
  </w:style>
  <w:style w:type="paragraph" w:customStyle="1" w:styleId="toc4outlinehd3">
    <w:name w:val="toc4outlinehd3"/>
    <w:basedOn w:val="outlinehd3"/>
    <w:next w:val="blocktext4"/>
    <w:rsid w:val="008E678A"/>
  </w:style>
  <w:style w:type="paragraph" w:customStyle="1" w:styleId="tabletext1">
    <w:name w:val="tabletext1"/>
    <w:rsid w:val="008E678A"/>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8E678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8E678A"/>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8E678A"/>
    <w:pPr>
      <w:tabs>
        <w:tab w:val="left" w:leader="dot" w:pos="7200"/>
      </w:tabs>
      <w:spacing w:before="0" w:line="180" w:lineRule="exact"/>
      <w:ind w:left="200" w:hanging="200"/>
      <w:jc w:val="left"/>
    </w:pPr>
  </w:style>
  <w:style w:type="paragraph" w:customStyle="1" w:styleId="FilingHeader">
    <w:name w:val="Filing Header"/>
    <w:basedOn w:val="isonormal"/>
    <w:rsid w:val="008E678A"/>
    <w:pPr>
      <w:spacing w:before="0" w:line="240" w:lineRule="auto"/>
      <w:jc w:val="left"/>
    </w:pPr>
    <w:rPr>
      <w:sz w:val="20"/>
    </w:rPr>
  </w:style>
  <w:style w:type="paragraph" w:customStyle="1" w:styleId="FilingFooter">
    <w:name w:val="Filing Footer"/>
    <w:basedOn w:val="isonormal"/>
    <w:rsid w:val="008E678A"/>
    <w:pPr>
      <w:spacing w:line="240" w:lineRule="auto"/>
      <w:jc w:val="left"/>
    </w:pPr>
    <w:rPr>
      <w:sz w:val="16"/>
    </w:rPr>
  </w:style>
  <w:style w:type="paragraph" w:customStyle="1" w:styleId="EMheading1">
    <w:name w:val="EM heading 1"/>
    <w:basedOn w:val="isonormal"/>
    <w:next w:val="isonormal"/>
    <w:rsid w:val="008E678A"/>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8E678A"/>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8E678A"/>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8E678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8E678A"/>
    <w:pPr>
      <w:keepLines/>
      <w:tabs>
        <w:tab w:val="right" w:pos="480"/>
        <w:tab w:val="left" w:pos="600"/>
      </w:tabs>
      <w:ind w:left="600" w:hanging="600"/>
    </w:pPr>
    <w:rPr>
      <w:b/>
    </w:rPr>
  </w:style>
  <w:style w:type="character" w:customStyle="1" w:styleId="NotocOutlinehd2Char">
    <w:name w:val="NotocOutlinehd2 Char"/>
    <w:link w:val="NotocOutlinehd2"/>
    <w:locked/>
    <w:rsid w:val="008E678A"/>
    <w:rPr>
      <w:rFonts w:ascii="Arial" w:eastAsia="Times New Roman" w:hAnsi="Arial"/>
      <w:b/>
      <w:sz w:val="18"/>
    </w:rPr>
  </w:style>
  <w:style w:type="paragraph" w:customStyle="1" w:styleId="NotocOutlinetxt2">
    <w:name w:val="NotocOutlinetxt2"/>
    <w:basedOn w:val="isonormal"/>
    <w:rsid w:val="008E678A"/>
    <w:pPr>
      <w:keepLines/>
      <w:tabs>
        <w:tab w:val="right" w:pos="480"/>
        <w:tab w:val="left" w:pos="600"/>
      </w:tabs>
      <w:ind w:left="600" w:hanging="600"/>
    </w:pPr>
  </w:style>
  <w:style w:type="paragraph" w:customStyle="1" w:styleId="Notocsubcap">
    <w:name w:val="Notocsubcap"/>
    <w:basedOn w:val="isonormal"/>
    <w:rsid w:val="008E678A"/>
    <w:pPr>
      <w:keepLines/>
      <w:suppressAutoHyphens/>
      <w:spacing w:before="0" w:line="200" w:lineRule="exact"/>
      <w:jc w:val="left"/>
    </w:pPr>
    <w:rPr>
      <w:b/>
      <w:caps/>
    </w:rPr>
  </w:style>
  <w:style w:type="paragraph" w:customStyle="1" w:styleId="terrver">
    <w:name w:val="terrver"/>
    <w:basedOn w:val="isonormal"/>
    <w:qFormat/>
    <w:rsid w:val="008E678A"/>
    <w:pPr>
      <w:spacing w:before="20" w:after="20"/>
      <w:jc w:val="center"/>
    </w:pPr>
    <w:rPr>
      <w:rFonts w:cs="Arial"/>
      <w:szCs w:val="18"/>
    </w:rPr>
  </w:style>
  <w:style w:type="paragraph" w:customStyle="1" w:styleId="subcap3">
    <w:name w:val="subcap3"/>
    <w:basedOn w:val="subcap"/>
    <w:rsid w:val="008E678A"/>
  </w:style>
  <w:style w:type="paragraph" w:customStyle="1" w:styleId="spacesingle">
    <w:name w:val="spacesingle"/>
    <w:basedOn w:val="isonormal"/>
    <w:next w:val="isonormal"/>
    <w:rsid w:val="008E678A"/>
    <w:pPr>
      <w:spacing w:line="240" w:lineRule="auto"/>
    </w:pPr>
  </w:style>
  <w:style w:type="paragraph" w:styleId="Revision">
    <w:name w:val="Revision"/>
    <w:hidden/>
    <w:uiPriority w:val="99"/>
    <w:semiHidden/>
    <w:rsid w:val="00A47EA4"/>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LI-CL-2024-076 - 003 - Rules.docx</DocumentName>
    <LOB xmlns="a86cc342-0045-41e2-80e9-abdb777d2eca">3</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i52946</AuthorId>
    <CircularDocDescription xmlns="a86cc342-0045-41e2-80e9-abdb777d2eca">Rules</CircularDocDescription>
    <Date_x0020_Modified xmlns="a86cc342-0045-41e2-80e9-abdb777d2eca">2024-08-29T04:00:00+00:00</Date_x0020_Modified>
    <CircularDate xmlns="a86cc342-0045-41e2-80e9-abdb777d2eca">2024-09-10T04:00:00+00:00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This circular announces the revision of the Mine Subsidence Insurance rules in various divisions of the Commercial Lines Manual in response to Kentucky Department of Insurance Bulletin 2024-05. Applicable Lines of Business: AG, BP, CF, [...]</KeyMessage>
    <CircularNumber xmlns="a86cc342-0045-41e2-80e9-abdb777d2eca">LI-CL-2024-076</CircularNumber>
    <AttachmentType xmlns="a86cc342-0045-41e2-80e9-abdb777d2eca">Rules</AttachmentType>
    <ActionTopic xmlns="a86cc342-0045-41e2-80e9-abdb777d2eca">8</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Cleary, Jessica L.</AuthorName>
    <Sequence xmlns="a86cc342-0045-41e2-80e9-abdb777d2eca">2</Sequence>
    <ServiceModuleString xmlns="a86cc342-0045-41e2-80e9-abdb777d2eca">Rules;</ServiceModuleString>
    <CircId xmlns="a86cc342-0045-41e2-80e9-abdb777d2eca">41955</CircId>
    <IncludeWithPDF xmlns="a86cc342-0045-41e2-80e9-abdb777d2eca">true</IncludeWithPDF>
    <ApplicableLOBs xmlns="a86cc342-0045-41e2-80e9-abdb777d2eca">
      <Value>4</Value>
      <Value>5</Value>
      <Value>7</Value>
      <Value>18</Value>
      <Value>26</Value>
    </ApplicableLOBs>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KENTUCKY COMMERCIAL LINES MANUAL MINE SUBSIDENCE RULES REVISION FILED; IMPLEMENTATION PENDING</CircularTitle>
    <Jurs xmlns="a86cc342-0045-41e2-80e9-abdb777d2eca">
      <Value>19</Value>
    </Jurs>
  </documentManagement>
</p:properti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F48F18B7-D5C1-474E-BB07-0831EC23E173}">
  <ds:schemaRefs>
    <ds:schemaRef ds:uri="http://purl.org/dc/elements/1.1/"/>
    <ds:schemaRef ds:uri="http://schemas.microsoft.com/office/2006/documentManagement/types"/>
    <ds:schemaRef ds:uri="http://purl.org/dc/dcmitype/"/>
    <ds:schemaRef ds:uri="http://www.w3.org/XML/1998/namespace"/>
    <ds:schemaRef ds:uri="44adf9ce-3942-48ca-8943-eff3b9f4244a"/>
    <ds:schemaRef ds:uri="http://schemas.microsoft.com/office/2006/metadata/properties"/>
    <ds:schemaRef ds:uri="http://schemas.microsoft.com/office/infopath/2007/PartnerControls"/>
    <ds:schemaRef ds:uri="http://schemas.openxmlformats.org/package/2006/metadata/core-properties"/>
    <ds:schemaRef ds:uri="b46ec5a0-05e9-4998-b314-ddd445f86ee4"/>
    <ds:schemaRef ds:uri="http://purl.org/dc/terms/"/>
  </ds:schemaRefs>
</ds:datastoreItem>
</file>

<file path=customXml/itemProps2.xml><?xml version="1.0" encoding="utf-8"?>
<ds:datastoreItem xmlns:ds="http://schemas.openxmlformats.org/officeDocument/2006/customXml" ds:itemID="{2CAC741B-9213-4E5D-886C-26E1B59D3FF2}"/>
</file>

<file path=customXml/itemProps3.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4.xml><?xml version="1.0" encoding="utf-8"?>
<ds:datastoreItem xmlns:ds="http://schemas.openxmlformats.org/officeDocument/2006/customXml" ds:itemID="{48430375-D08E-4709-8CE1-BC8972C634A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ManualsAddinAuto</Template>
  <TotalTime>2</TotalTime>
  <Pages>15</Pages>
  <Words>3295</Words>
  <Characters>17832</Characters>
  <Application>Microsoft Office Word</Application>
  <DocSecurity>0</DocSecurity>
  <Lines>2333</Lines>
  <Paragraphs>1102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2024-08-29T20:05:00Z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