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8AD04" w14:textId="57A319C9" w:rsidR="00B50454" w:rsidRPr="00B61795" w:rsidRDefault="00F61E69" w:rsidP="00773FF7">
      <w:pPr>
        <w:pStyle w:val="title18"/>
      </w:pPr>
      <w:bookmarkStart w:id="0" w:name="_Hlk129615113"/>
      <w:r w:rsidRPr="00B61795">
        <w:t>ADVISORY NOTICE TO POLICYHOLDERS</w:t>
      </w:r>
      <w:r w:rsidRPr="00B61795">
        <w:br/>
      </w:r>
      <w:r w:rsidRPr="00B61795">
        <w:br/>
        <w:t>2023 GENERAL LIABILITY</w:t>
      </w:r>
      <w:r w:rsidRPr="00B61795">
        <w:br/>
        <w:t>MULTISTATE ENDORSEMENTS ADDRESSING</w:t>
      </w:r>
      <w:r w:rsidRPr="00B61795">
        <w:br/>
        <w:t>CYBER, DATA PRIVACY AND ORDER OF RESPONSE</w:t>
      </w:r>
    </w:p>
    <w:p w14:paraId="217254FC" w14:textId="77777777" w:rsidR="00B50454" w:rsidRPr="00385820" w:rsidRDefault="00B50454" w:rsidP="00773FF7">
      <w:pPr>
        <w:pStyle w:val="isonormal"/>
        <w:sectPr w:rsidR="00B50454" w:rsidRPr="00385820" w:rsidSect="008B2337">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480"/>
          <w:titlePg/>
          <w:docGrid w:linePitch="360"/>
        </w:sectPr>
      </w:pPr>
    </w:p>
    <w:p w14:paraId="3A331BEB" w14:textId="77777777" w:rsidR="00222381" w:rsidRPr="00385820" w:rsidRDefault="00222381" w:rsidP="00773FF7">
      <w:pPr>
        <w:pStyle w:val="blocktext1"/>
      </w:pPr>
    </w:p>
    <w:p w14:paraId="55C2CE14" w14:textId="77777777" w:rsidR="00222381" w:rsidRPr="00385820" w:rsidRDefault="00222381" w:rsidP="00773FF7">
      <w:pPr>
        <w:pStyle w:val="blocktext1"/>
        <w:sectPr w:rsidR="00222381" w:rsidRPr="00385820" w:rsidSect="008B2337">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360"/>
        </w:sectPr>
      </w:pPr>
    </w:p>
    <w:p w14:paraId="2D68A896" w14:textId="77777777" w:rsidR="00C03521" w:rsidRPr="00385820" w:rsidRDefault="00A6329D" w:rsidP="00773FF7">
      <w:pPr>
        <w:pStyle w:val="blocktext1"/>
        <w:rPr>
          <w:rFonts w:eastAsia="Calibri"/>
        </w:rPr>
      </w:pPr>
      <w:r w:rsidRPr="00385820">
        <w:rPr>
          <w:rFonts w:eastAsia="Calibri"/>
        </w:rPr>
        <w:t xml:space="preserve">This Notice does not form part of your policy. No coverage is provided by this </w:t>
      </w:r>
      <w:proofErr w:type="gramStart"/>
      <w:r w:rsidRPr="00385820">
        <w:rPr>
          <w:rFonts w:eastAsia="Calibri"/>
        </w:rPr>
        <w:t>Notice</w:t>
      </w:r>
      <w:proofErr w:type="gramEnd"/>
      <w:r w:rsidRPr="00385820">
        <w:rPr>
          <w:rFonts w:eastAsia="Calibri"/>
        </w:rPr>
        <w:t xml:space="preserve"> nor can it be construed to</w:t>
      </w:r>
      <w:r w:rsidR="005E4D7F" w:rsidRPr="00385820">
        <w:rPr>
          <w:rFonts w:eastAsia="Calibri"/>
        </w:rPr>
        <w:t xml:space="preserve"> </w:t>
      </w:r>
      <w:r w:rsidRPr="00385820">
        <w:rPr>
          <w:rFonts w:eastAsia="Calibri"/>
        </w:rPr>
        <w:t>replace any provision of your policy. You should read your policy and review your Declarations page for complete</w:t>
      </w:r>
      <w:r w:rsidR="005E4D7F" w:rsidRPr="00385820">
        <w:rPr>
          <w:rFonts w:eastAsia="Calibri"/>
        </w:rPr>
        <w:t xml:space="preserve"> </w:t>
      </w:r>
      <w:r w:rsidRPr="00385820">
        <w:rPr>
          <w:rFonts w:eastAsia="Calibri"/>
        </w:rPr>
        <w:t xml:space="preserve">information on the coverages you are provided. If there is any conflict between the Policy and this Notice, </w:t>
      </w:r>
      <w:r w:rsidRPr="00385820">
        <w:rPr>
          <w:rFonts w:ascii="Arial,Bold" w:eastAsia="Calibri" w:hAnsi="Arial,Bold" w:cs="Arial,Bold"/>
          <w:b/>
          <w:bCs/>
        </w:rPr>
        <w:t>THE</w:t>
      </w:r>
      <w:r w:rsidR="005E4D7F" w:rsidRPr="00385820">
        <w:rPr>
          <w:rFonts w:eastAsia="Calibri"/>
        </w:rPr>
        <w:t xml:space="preserve"> </w:t>
      </w:r>
      <w:r w:rsidRPr="00385820">
        <w:rPr>
          <w:rFonts w:eastAsia="Calibri"/>
          <w:b/>
        </w:rPr>
        <w:t>PROVISIONS OF THE POLICY SHALL PREVAIL.</w:t>
      </w:r>
    </w:p>
    <w:p w14:paraId="23185BBC" w14:textId="77777777" w:rsidR="00C03521" w:rsidRPr="00385820" w:rsidRDefault="00A6329D" w:rsidP="00773FF7">
      <w:pPr>
        <w:pStyle w:val="blocktext1"/>
        <w:rPr>
          <w:rFonts w:eastAsia="Calibri"/>
        </w:rPr>
      </w:pPr>
      <w:r w:rsidRPr="00385820">
        <w:rPr>
          <w:rFonts w:eastAsia="Calibri"/>
        </w:rPr>
        <w:t>Carefully read your policy, including the endorsements attached to your policy.</w:t>
      </w:r>
    </w:p>
    <w:p w14:paraId="7883FB95" w14:textId="77777777" w:rsidR="008459E6" w:rsidRPr="00385820" w:rsidRDefault="008459E6" w:rsidP="00773FF7">
      <w:pPr>
        <w:pStyle w:val="blocktext1"/>
        <w:rPr>
          <w:rFonts w:eastAsia="Calibri"/>
        </w:rPr>
      </w:pPr>
    </w:p>
    <w:p w14:paraId="7A577D7C" w14:textId="0F0E3F6D" w:rsidR="005E4D7F" w:rsidRPr="00385820" w:rsidRDefault="00A6329D" w:rsidP="00773FF7">
      <w:pPr>
        <w:pStyle w:val="blocktext1"/>
        <w:rPr>
          <w:rFonts w:eastAsia="Calibri"/>
        </w:rPr>
      </w:pPr>
      <w:r w:rsidRPr="00385820">
        <w:rPr>
          <w:rFonts w:eastAsia="Calibri"/>
        </w:rPr>
        <w:t xml:space="preserve">This Notice provides information concerning the following new and revised endorsements which </w:t>
      </w:r>
      <w:r w:rsidR="00EA0DB7">
        <w:rPr>
          <w:rFonts w:eastAsia="Calibri"/>
        </w:rPr>
        <w:t>may apply</w:t>
      </w:r>
      <w:r w:rsidRPr="00385820">
        <w:rPr>
          <w:rFonts w:eastAsia="Calibri"/>
        </w:rPr>
        <w:t xml:space="preserve"> to your renewal policy being issued by us</w:t>
      </w:r>
      <w:r w:rsidR="005D7953" w:rsidRPr="00385820">
        <w:rPr>
          <w:rFonts w:eastAsia="Calibri"/>
        </w:rPr>
        <w:t>.</w:t>
      </w:r>
    </w:p>
    <w:p w14:paraId="0975EFB7" w14:textId="77777777" w:rsidR="000A7B43" w:rsidRPr="00385820" w:rsidRDefault="000A7B43" w:rsidP="00773FF7">
      <w:pPr>
        <w:pStyle w:val="blocktext1"/>
        <w:rPr>
          <w:rFonts w:eastAsia="Calibri"/>
        </w:rPr>
      </w:pPr>
    </w:p>
    <w:p w14:paraId="0C7A0817" w14:textId="03A5B3E2" w:rsidR="00165B41" w:rsidRPr="00385820" w:rsidRDefault="00A6329D" w:rsidP="00773FF7">
      <w:pPr>
        <w:pStyle w:val="blockhd1"/>
      </w:pPr>
      <w:r w:rsidRPr="00385820">
        <w:t xml:space="preserve">FOR USE WITH THE COMMERCIAL GENERAL LIABILITY </w:t>
      </w:r>
      <w:r w:rsidR="00272907">
        <w:t xml:space="preserve">(CGL) </w:t>
      </w:r>
      <w:r w:rsidRPr="00385820">
        <w:t>COVERAGE PART</w:t>
      </w:r>
    </w:p>
    <w:p w14:paraId="40950E35" w14:textId="6EE8DA46" w:rsidR="008E7940" w:rsidRPr="00385820" w:rsidRDefault="00A6329D" w:rsidP="00773FF7">
      <w:pPr>
        <w:pStyle w:val="blockhd1"/>
        <w:rPr>
          <w:u w:val="single"/>
        </w:rPr>
      </w:pPr>
      <w:r w:rsidRPr="00385820">
        <w:t xml:space="preserve">CG </w:t>
      </w:r>
      <w:r w:rsidR="005F543F">
        <w:t>00 69</w:t>
      </w:r>
      <w:r w:rsidR="007F2F7D" w:rsidRPr="00385820">
        <w:t xml:space="preserve"> </w:t>
      </w:r>
      <w:r w:rsidR="000C4238">
        <w:t xml:space="preserve">12 23 </w:t>
      </w:r>
      <w:r w:rsidR="00A13259" w:rsidRPr="00385820">
        <w:t xml:space="preserve">– </w:t>
      </w:r>
      <w:r w:rsidR="00A243A0" w:rsidRPr="00A15263">
        <w:t>Exclusion</w:t>
      </w:r>
      <w:r>
        <w:t xml:space="preserve"> </w:t>
      </w:r>
      <w:r>
        <w:rPr>
          <w:rFonts w:cs="Arial"/>
        </w:rPr>
        <w:t>–</w:t>
      </w:r>
      <w:r>
        <w:t xml:space="preserve"> </w:t>
      </w:r>
      <w:r w:rsidR="00A243A0" w:rsidRPr="00A15263">
        <w:t>Violation</w:t>
      </w:r>
      <w:r w:rsidR="00A243A0">
        <w:t xml:space="preserve"> </w:t>
      </w:r>
      <w:proofErr w:type="gramStart"/>
      <w:r w:rsidR="00A243A0">
        <w:t>Of</w:t>
      </w:r>
      <w:proofErr w:type="gramEnd"/>
      <w:r w:rsidR="00A243A0">
        <w:t xml:space="preserve"> Law Addressing </w:t>
      </w:r>
      <w:r w:rsidR="00FB62C9">
        <w:t>Data Privacy</w:t>
      </w:r>
    </w:p>
    <w:p w14:paraId="6EE9314F" w14:textId="658070C1" w:rsidR="000C4238" w:rsidRPr="00385820" w:rsidRDefault="000C4238" w:rsidP="000C4238">
      <w:pPr>
        <w:pStyle w:val="blockhd1"/>
        <w:rPr>
          <w:u w:val="single"/>
        </w:rPr>
      </w:pPr>
      <w:r w:rsidRPr="00385820">
        <w:t xml:space="preserve">CG </w:t>
      </w:r>
      <w:r>
        <w:t>21 23</w:t>
      </w:r>
      <w:r w:rsidRPr="00385820">
        <w:t xml:space="preserve"> </w:t>
      </w:r>
      <w:r>
        <w:t xml:space="preserve">12 23 </w:t>
      </w:r>
      <w:r w:rsidRPr="00385820">
        <w:t xml:space="preserve">– </w:t>
      </w:r>
      <w:r>
        <w:t xml:space="preserve">Alaska </w:t>
      </w:r>
      <w:r w:rsidRPr="00A15263">
        <w:t>Exclusion</w:t>
      </w:r>
      <w:r>
        <w:t xml:space="preserve"> </w:t>
      </w:r>
      <w:r>
        <w:rPr>
          <w:rFonts w:cs="Arial"/>
        </w:rPr>
        <w:t>–</w:t>
      </w:r>
      <w:r>
        <w:t xml:space="preserve"> </w:t>
      </w:r>
      <w:r w:rsidRPr="00A15263">
        <w:t>Violation</w:t>
      </w:r>
      <w:r>
        <w:t xml:space="preserve"> </w:t>
      </w:r>
      <w:proofErr w:type="gramStart"/>
      <w:r>
        <w:t>Of</w:t>
      </w:r>
      <w:proofErr w:type="gramEnd"/>
      <w:r>
        <w:t xml:space="preserve"> Law Addressing Data Privacy</w:t>
      </w:r>
    </w:p>
    <w:p w14:paraId="385DBB91" w14:textId="10F0407A" w:rsidR="008459E6" w:rsidRPr="00385820" w:rsidRDefault="00A6329D" w:rsidP="00773FF7">
      <w:pPr>
        <w:pStyle w:val="blocktext1"/>
        <w:rPr>
          <w:rFonts w:eastAsia="Calibri"/>
        </w:rPr>
      </w:pPr>
      <w:r w:rsidRPr="00E624A4">
        <w:t xml:space="preserve">When this </w:t>
      </w:r>
      <w:r w:rsidR="00BC4D1F" w:rsidRPr="00E624A4">
        <w:t xml:space="preserve">endorsement is attached to your policy, </w:t>
      </w:r>
      <w:r w:rsidR="00DB4014" w:rsidRPr="00E624A4">
        <w:t>an exclusion</w:t>
      </w:r>
      <w:r w:rsidR="00A07E01" w:rsidRPr="00E624A4">
        <w:t xml:space="preserve"> is added to Coverage </w:t>
      </w:r>
      <w:r w:rsidR="00A07E01" w:rsidRPr="00A15263">
        <w:rPr>
          <w:b/>
          <w:bCs/>
        </w:rPr>
        <w:t>A</w:t>
      </w:r>
      <w:r w:rsidR="00A07E01" w:rsidRPr="00E624A4">
        <w:t xml:space="preserve"> and Coverage </w:t>
      </w:r>
      <w:r w:rsidR="00A07E01" w:rsidRPr="00A15263">
        <w:rPr>
          <w:b/>
          <w:bCs/>
        </w:rPr>
        <w:t>B</w:t>
      </w:r>
      <w:r w:rsidR="00A07E01" w:rsidRPr="00E624A4">
        <w:t xml:space="preserve"> that excludes coverage for bodily injury, property damage or personal and advertising injury</w:t>
      </w:r>
      <w:r w:rsidR="004C49C4" w:rsidRPr="00E624A4">
        <w:t xml:space="preserve"> that generally arises out of the violation of statutes, ordinances, </w:t>
      </w:r>
      <w:proofErr w:type="gramStart"/>
      <w:r w:rsidR="004C49C4" w:rsidRPr="00E624A4">
        <w:t>regulations</w:t>
      </w:r>
      <w:proofErr w:type="gramEnd"/>
      <w:r w:rsidR="004C49C4" w:rsidRPr="00E624A4">
        <w:t xml:space="preserve"> or other laws</w:t>
      </w:r>
      <w:r w:rsidR="00014CA9" w:rsidRPr="00E624A4">
        <w:t xml:space="preserve"> generally pertaining to any person's or organization's confidential or personal material or information</w:t>
      </w:r>
      <w:r w:rsidR="00225718">
        <w:t>,</w:t>
      </w:r>
      <w:r w:rsidR="00014CA9" w:rsidRPr="00E624A4">
        <w:t xml:space="preserve"> including</w:t>
      </w:r>
      <w:r w:rsidR="00B8520D" w:rsidRPr="00E624A4">
        <w:t xml:space="preserve"> financial, health, biometric or other nonpublic material or information</w:t>
      </w:r>
      <w:r w:rsidR="009047AC" w:rsidRPr="00E624A4">
        <w:t xml:space="preserve">. </w:t>
      </w:r>
      <w:r w:rsidR="00AC5352" w:rsidRPr="00E624A4">
        <w:t>This exclusion is</w:t>
      </w:r>
      <w:r w:rsidR="00896A34" w:rsidRPr="00E624A4">
        <w:t xml:space="preserve"> a reinforcement of coverage intent. </w:t>
      </w:r>
      <w:r w:rsidR="00D30F27" w:rsidRPr="00E624A4">
        <w:t>D</w:t>
      </w:r>
      <w:r w:rsidR="00896A34" w:rsidRPr="00E624A4">
        <w:t xml:space="preserve">amages related to violations of laws pertaining to data privacy are not intended to be covered under </w:t>
      </w:r>
      <w:r w:rsidR="00A1671C" w:rsidRPr="00E624A4">
        <w:t>this</w:t>
      </w:r>
      <w:r w:rsidR="00896A34" w:rsidRPr="00E624A4">
        <w:t xml:space="preserve"> </w:t>
      </w:r>
      <w:r w:rsidR="00225718">
        <w:t>C</w:t>
      </w:r>
      <w:r w:rsidR="00896A34" w:rsidRPr="00E624A4">
        <w:t xml:space="preserve">overage </w:t>
      </w:r>
      <w:r w:rsidR="00225718">
        <w:t>P</w:t>
      </w:r>
      <w:r w:rsidR="00896A34" w:rsidRPr="00E624A4">
        <w:t>art.</w:t>
      </w:r>
    </w:p>
    <w:p w14:paraId="7EF179C5" w14:textId="77777777" w:rsidR="005E4D7F" w:rsidRPr="00385820" w:rsidRDefault="005E4D7F" w:rsidP="00773FF7">
      <w:pPr>
        <w:pStyle w:val="blocktext1"/>
        <w:rPr>
          <w:rFonts w:eastAsia="Calibri"/>
        </w:rPr>
      </w:pPr>
    </w:p>
    <w:p w14:paraId="15AC07D8" w14:textId="028E0C12" w:rsidR="009F77F3" w:rsidRDefault="00A15263" w:rsidP="00773FF7">
      <w:pPr>
        <w:pStyle w:val="blockhd1"/>
      </w:pPr>
      <w:r>
        <w:t xml:space="preserve">CG 21 </w:t>
      </w:r>
      <w:r w:rsidRPr="00A15263">
        <w:t>06</w:t>
      </w:r>
      <w:r>
        <w:t xml:space="preserve"> </w:t>
      </w:r>
      <w:r w:rsidR="000C4238">
        <w:t xml:space="preserve">12 23 </w:t>
      </w:r>
      <w:r>
        <w:rPr>
          <w:rFonts w:cs="Arial"/>
        </w:rPr>
        <w:t>–</w:t>
      </w:r>
      <w:r>
        <w:t xml:space="preserve"> </w:t>
      </w:r>
      <w:r w:rsidR="0016123D" w:rsidRPr="00A15263">
        <w:t>Exclusion</w:t>
      </w:r>
      <w:r>
        <w:t xml:space="preserve"> </w:t>
      </w:r>
      <w:r>
        <w:rPr>
          <w:rFonts w:cs="Arial"/>
        </w:rPr>
        <w:t>–</w:t>
      </w:r>
      <w:r>
        <w:t xml:space="preserve"> </w:t>
      </w:r>
      <w:r w:rsidR="0016123D" w:rsidRPr="00A15263">
        <w:t>Access</w:t>
      </w:r>
      <w:r w:rsidR="0016123D">
        <w:t xml:space="preserve"> </w:t>
      </w:r>
      <w:proofErr w:type="gramStart"/>
      <w:r w:rsidR="0016123D">
        <w:t>Or</w:t>
      </w:r>
      <w:proofErr w:type="gramEnd"/>
      <w:r w:rsidR="0016123D">
        <w:t xml:space="preserve"> Disclosure Of Confidential Or Personal Material Or Information</w:t>
      </w:r>
    </w:p>
    <w:p w14:paraId="2523BADD" w14:textId="7FA3F22C" w:rsidR="000B3173" w:rsidRPr="00F76A4D" w:rsidRDefault="00A6329D" w:rsidP="00773FF7">
      <w:pPr>
        <w:pStyle w:val="blocktext1"/>
      </w:pPr>
      <w:r w:rsidRPr="00F76A4D">
        <w:t xml:space="preserve">This endorsement is revised to </w:t>
      </w:r>
      <w:r w:rsidR="001B21FF" w:rsidRPr="00F76A4D">
        <w:t>delete</w:t>
      </w:r>
      <w:r w:rsidR="0030652D" w:rsidRPr="00F76A4D">
        <w:t xml:space="preserve"> the </w:t>
      </w:r>
      <w:r w:rsidR="00A159FB">
        <w:t xml:space="preserve">provisions addressing the </w:t>
      </w:r>
      <w:r w:rsidR="00B54A19">
        <w:t>E</w:t>
      </w:r>
      <w:r w:rsidR="0030652D" w:rsidRPr="00F76A4D">
        <w:t xml:space="preserve">lectronic </w:t>
      </w:r>
      <w:r w:rsidR="00B54A19">
        <w:t>D</w:t>
      </w:r>
      <w:r w:rsidR="0030652D" w:rsidRPr="00F76A4D">
        <w:t xml:space="preserve">ata </w:t>
      </w:r>
      <w:r w:rsidR="00B54A19">
        <w:t>E</w:t>
      </w:r>
      <w:r w:rsidR="0030652D" w:rsidRPr="00F76A4D">
        <w:t>xclusion</w:t>
      </w:r>
      <w:r w:rsidR="0007654D" w:rsidRPr="00F76A4D">
        <w:t>, replace "damages" with "bodily injury</w:t>
      </w:r>
      <w:r w:rsidR="00F61E69">
        <w:t>"</w:t>
      </w:r>
      <w:r w:rsidR="0007654D" w:rsidRPr="00F76A4D">
        <w:t xml:space="preserve"> </w:t>
      </w:r>
      <w:r w:rsidR="00CB554C" w:rsidRPr="00F76A4D">
        <w:t>or "property damage"</w:t>
      </w:r>
      <w:r w:rsidR="00977821" w:rsidRPr="00F76A4D">
        <w:t xml:space="preserve"> and add</w:t>
      </w:r>
      <w:r w:rsidR="00047962" w:rsidRPr="00F76A4D">
        <w:t xml:space="preserve"> biometric information </w:t>
      </w:r>
      <w:r w:rsidR="00AD501C" w:rsidRPr="00F76A4D">
        <w:t xml:space="preserve">to the types of material or information addressed in </w:t>
      </w:r>
      <w:r w:rsidR="00213EF6" w:rsidRPr="00F76A4D">
        <w:t>the endorsement. Additionally</w:t>
      </w:r>
      <w:r w:rsidR="001D4865" w:rsidRPr="00F76A4D">
        <w:t xml:space="preserve">, the types of expenses addressed in the </w:t>
      </w:r>
      <w:r w:rsidR="00ED0657" w:rsidRPr="00F76A4D">
        <w:t xml:space="preserve">last paragraph of the exclusion are </w:t>
      </w:r>
      <w:r w:rsidR="00B23503" w:rsidRPr="00F76A4D">
        <w:t>expressly extended to identity monitoring expenses, data restoration expenses</w:t>
      </w:r>
      <w:r w:rsidR="00765C26" w:rsidRPr="00F76A4D">
        <w:t xml:space="preserve"> and extortion expenses.</w:t>
      </w:r>
    </w:p>
    <w:p w14:paraId="01E457DD" w14:textId="0B55B87F" w:rsidR="00FF37F3" w:rsidRDefault="00A6329D" w:rsidP="00773FF7">
      <w:pPr>
        <w:pStyle w:val="blocktext1"/>
      </w:pPr>
      <w:r w:rsidRPr="00F76A4D">
        <w:t xml:space="preserve">With respect to bodily injury, property damage and personal and advertising injury arising out of access or disclosure of confidential or personal material or information, the </w:t>
      </w:r>
      <w:r w:rsidR="00080D90" w:rsidRPr="00F76A4D">
        <w:t xml:space="preserve">various </w:t>
      </w:r>
      <w:r w:rsidRPr="00F76A4D">
        <w:t>changes in this revised endorsement are a reinforcement of coverage intent.</w:t>
      </w:r>
    </w:p>
    <w:p w14:paraId="174991B0" w14:textId="3D5655EE" w:rsidR="00FF37F3" w:rsidRPr="00E55B27" w:rsidRDefault="00A6329D" w:rsidP="00773FF7">
      <w:pPr>
        <w:pStyle w:val="blocktext1"/>
      </w:pPr>
      <w:r w:rsidRPr="00E55B27">
        <w:t xml:space="preserve">With respect to deletion of the </w:t>
      </w:r>
      <w:r w:rsidR="00B54A19">
        <w:t>E</w:t>
      </w:r>
      <w:r w:rsidR="00B54A19" w:rsidRPr="00F76A4D">
        <w:t xml:space="preserve">lectronic </w:t>
      </w:r>
      <w:r w:rsidR="00B54A19">
        <w:t>D</w:t>
      </w:r>
      <w:r w:rsidR="00B54A19" w:rsidRPr="00F76A4D">
        <w:t xml:space="preserve">ata </w:t>
      </w:r>
      <w:r w:rsidR="00B54A19">
        <w:t>E</w:t>
      </w:r>
      <w:r w:rsidR="00B54A19" w:rsidRPr="00F76A4D">
        <w:t>xclusion</w:t>
      </w:r>
      <w:r w:rsidRPr="00E55B27">
        <w:t>, the changes in this revised endorsement result in no impact on coverage.</w:t>
      </w:r>
    </w:p>
    <w:p w14:paraId="08AC8CEC" w14:textId="77777777" w:rsidR="00B272F8" w:rsidRDefault="00B272F8" w:rsidP="00773FF7">
      <w:pPr>
        <w:pStyle w:val="blockhd1"/>
      </w:pPr>
    </w:p>
    <w:p w14:paraId="527C8F63" w14:textId="402267AB" w:rsidR="0016123D" w:rsidRPr="008739D4" w:rsidRDefault="00A6329D" w:rsidP="00773FF7">
      <w:pPr>
        <w:pStyle w:val="blockhd1"/>
      </w:pPr>
      <w:r w:rsidRPr="00E13150">
        <w:t xml:space="preserve">CG 21 </w:t>
      </w:r>
      <w:r w:rsidRPr="00A15263">
        <w:t>08</w:t>
      </w:r>
      <w:r>
        <w:t xml:space="preserve"> </w:t>
      </w:r>
      <w:r w:rsidR="000C4238">
        <w:t xml:space="preserve">12 23 </w:t>
      </w:r>
      <w:r>
        <w:rPr>
          <w:rFonts w:cs="Arial"/>
        </w:rPr>
        <w:t>–</w:t>
      </w:r>
      <w:r>
        <w:t xml:space="preserve"> </w:t>
      </w:r>
      <w:r w:rsidRPr="00A15263">
        <w:t>Exclusion</w:t>
      </w:r>
      <w:r>
        <w:t xml:space="preserve"> </w:t>
      </w:r>
      <w:r>
        <w:rPr>
          <w:rFonts w:cs="Arial"/>
        </w:rPr>
        <w:t>–</w:t>
      </w:r>
      <w:r>
        <w:t xml:space="preserve"> </w:t>
      </w:r>
      <w:r w:rsidRPr="00A15263">
        <w:t>Access</w:t>
      </w:r>
      <w:r w:rsidRPr="00E13150">
        <w:t xml:space="preserve"> </w:t>
      </w:r>
      <w:proofErr w:type="gramStart"/>
      <w:r w:rsidRPr="00E13150">
        <w:t>Or</w:t>
      </w:r>
      <w:proofErr w:type="gramEnd"/>
      <w:r w:rsidRPr="00E13150">
        <w:t xml:space="preserve"> Disclosure Of Confidential Or Personal Material Or Information (Coverage B Only)</w:t>
      </w:r>
    </w:p>
    <w:p w14:paraId="7C48F227" w14:textId="51E12FCD" w:rsidR="00D31CC0" w:rsidRPr="008739D4" w:rsidRDefault="00A6329D" w:rsidP="00773FF7">
      <w:pPr>
        <w:pStyle w:val="blocktext1"/>
      </w:pPr>
      <w:r w:rsidRPr="008739D4">
        <w:t>This endorsement is revised</w:t>
      </w:r>
      <w:r w:rsidR="00E13150">
        <w:t>, in part,</w:t>
      </w:r>
      <w:r w:rsidRPr="008739D4">
        <w:t xml:space="preserve"> to add biometric information to the types of material or information addressed in the endorsement. Additionally, the types of expenses addressed in the last paragraph of the exclusion are expressly extended to identity monitoring expenses, data restoration expenses and extortion expenses.</w:t>
      </w:r>
    </w:p>
    <w:p w14:paraId="412590FE" w14:textId="77777777" w:rsidR="00F0274E" w:rsidRPr="008739D4" w:rsidRDefault="00A6329D" w:rsidP="00773FF7">
      <w:pPr>
        <w:pStyle w:val="blocktext1"/>
      </w:pPr>
      <w:r w:rsidRPr="008739D4">
        <w:t>The changes in this revised endorsement are a reinforcement of coverage intent.</w:t>
      </w:r>
    </w:p>
    <w:p w14:paraId="0DEA0080" w14:textId="77777777" w:rsidR="0016123D" w:rsidRPr="008739D4" w:rsidRDefault="0016123D" w:rsidP="00773FF7">
      <w:pPr>
        <w:pStyle w:val="blocktext1"/>
      </w:pPr>
    </w:p>
    <w:p w14:paraId="198B8611" w14:textId="3AE60078" w:rsidR="0016123D" w:rsidRPr="008739D4" w:rsidRDefault="00A6329D" w:rsidP="00773FF7">
      <w:pPr>
        <w:pStyle w:val="blockhd1"/>
      </w:pPr>
      <w:r w:rsidRPr="008739D4">
        <w:t xml:space="preserve">CG 21 </w:t>
      </w:r>
      <w:r w:rsidRPr="00A15263">
        <w:t>85</w:t>
      </w:r>
      <w:r>
        <w:t xml:space="preserve"> </w:t>
      </w:r>
      <w:r w:rsidR="000C4238">
        <w:t xml:space="preserve">12 23 </w:t>
      </w:r>
      <w:r>
        <w:rPr>
          <w:rFonts w:cs="Arial"/>
        </w:rPr>
        <w:t>–</w:t>
      </w:r>
      <w:r>
        <w:t xml:space="preserve"> </w:t>
      </w:r>
      <w:r w:rsidR="005A5784" w:rsidRPr="00A15263">
        <w:t>Exclusion</w:t>
      </w:r>
      <w:r>
        <w:t xml:space="preserve"> </w:t>
      </w:r>
      <w:r>
        <w:rPr>
          <w:rFonts w:cs="Arial"/>
        </w:rPr>
        <w:t>–</w:t>
      </w:r>
      <w:r>
        <w:t xml:space="preserve"> </w:t>
      </w:r>
      <w:r w:rsidR="005A5784" w:rsidRPr="00A15263">
        <w:t>Electronic</w:t>
      </w:r>
      <w:r w:rsidR="005A5784" w:rsidRPr="008739D4">
        <w:t xml:space="preserve"> </w:t>
      </w:r>
      <w:r w:rsidR="005A5784" w:rsidRPr="00A15263">
        <w:t>Data</w:t>
      </w:r>
      <w:r>
        <w:t xml:space="preserve"> </w:t>
      </w:r>
      <w:r>
        <w:rPr>
          <w:rFonts w:cs="Arial"/>
        </w:rPr>
        <w:t>–</w:t>
      </w:r>
      <w:r>
        <w:t xml:space="preserve"> </w:t>
      </w:r>
      <w:r w:rsidR="005A5784" w:rsidRPr="00A15263">
        <w:t>Deletion</w:t>
      </w:r>
      <w:r w:rsidR="005A5784" w:rsidRPr="008739D4">
        <w:t xml:space="preserve"> </w:t>
      </w:r>
      <w:proofErr w:type="gramStart"/>
      <w:r w:rsidR="005A5784" w:rsidRPr="008739D4">
        <w:t>Of</w:t>
      </w:r>
      <w:proofErr w:type="gramEnd"/>
      <w:r w:rsidR="005A5784" w:rsidRPr="008739D4">
        <w:t xml:space="preserve"> Bodily Injury Exception</w:t>
      </w:r>
    </w:p>
    <w:p w14:paraId="3E0CD76E" w14:textId="77777777" w:rsidR="005E2AE6" w:rsidRPr="008739D4" w:rsidRDefault="00A6329D" w:rsidP="00773FF7">
      <w:pPr>
        <w:pStyle w:val="blocktext1"/>
      </w:pPr>
      <w:r w:rsidRPr="008739D4">
        <w:t xml:space="preserve">When this endorsement is attached to your policy, </w:t>
      </w:r>
      <w:r w:rsidR="002F141B" w:rsidRPr="008739D4">
        <w:t>the limited exception for bodily injury is deleted</w:t>
      </w:r>
      <w:r w:rsidR="009B1D32" w:rsidRPr="008739D4">
        <w:t xml:space="preserve"> from Exclusion </w:t>
      </w:r>
      <w:r w:rsidR="009B1D32" w:rsidRPr="00A15263">
        <w:rPr>
          <w:b/>
          <w:bCs/>
        </w:rPr>
        <w:t>p.</w:t>
      </w:r>
      <w:r w:rsidR="009B1D32" w:rsidRPr="008739D4">
        <w:t xml:space="preserve"> Electronic Data under Coverage </w:t>
      </w:r>
      <w:r w:rsidR="009B1D32" w:rsidRPr="00A15263">
        <w:rPr>
          <w:b/>
          <w:bCs/>
        </w:rPr>
        <w:t>A</w:t>
      </w:r>
      <w:r w:rsidRPr="00A15263">
        <w:rPr>
          <w:b/>
          <w:bCs/>
        </w:rPr>
        <w:t>.</w:t>
      </w:r>
    </w:p>
    <w:p w14:paraId="0DF3E3AF" w14:textId="7F52F2B8" w:rsidR="00C5673F" w:rsidRDefault="00A6329D" w:rsidP="00773FF7">
      <w:pPr>
        <w:pStyle w:val="blocktext1"/>
      </w:pPr>
      <w:r w:rsidRPr="008739D4">
        <w:lastRenderedPageBreak/>
        <w:t xml:space="preserve">Attachment of this endorsement replacing </w:t>
      </w:r>
      <w:r w:rsidR="00B54A19">
        <w:t>E</w:t>
      </w:r>
      <w:r w:rsidRPr="008739D4">
        <w:t xml:space="preserve">ndorsement </w:t>
      </w:r>
      <w:r w:rsidRPr="00A15263">
        <w:rPr>
          <w:b/>
          <w:bCs/>
        </w:rPr>
        <w:t>CG 21 07</w:t>
      </w:r>
      <w:r w:rsidRPr="008739D4">
        <w:t xml:space="preserve"> </w:t>
      </w:r>
      <w:r w:rsidR="00AB471A" w:rsidRPr="00A15263">
        <w:t>Exclusion</w:t>
      </w:r>
      <w:r>
        <w:t xml:space="preserve"> </w:t>
      </w:r>
      <w:r>
        <w:rPr>
          <w:rFonts w:cs="Arial"/>
        </w:rPr>
        <w:t>–</w:t>
      </w:r>
      <w:r>
        <w:t xml:space="preserve"> </w:t>
      </w:r>
      <w:r w:rsidR="00AB471A" w:rsidRPr="00A15263">
        <w:t>Access</w:t>
      </w:r>
      <w:r w:rsidR="00AB471A" w:rsidRPr="008739D4">
        <w:t xml:space="preserve"> </w:t>
      </w:r>
      <w:proofErr w:type="gramStart"/>
      <w:r w:rsidR="00AB471A" w:rsidRPr="008739D4">
        <w:t>Or</w:t>
      </w:r>
      <w:proofErr w:type="gramEnd"/>
      <w:r w:rsidR="00AB471A" w:rsidRPr="008739D4">
        <w:t xml:space="preserve"> Disclosure Of Confidential Or Personal Information And Data-Related </w:t>
      </w:r>
      <w:r w:rsidR="00AB471A" w:rsidRPr="00A15263">
        <w:t>Liability</w:t>
      </w:r>
      <w:r>
        <w:t xml:space="preserve"> </w:t>
      </w:r>
      <w:r>
        <w:rPr>
          <w:rFonts w:cs="Arial"/>
        </w:rPr>
        <w:t>–</w:t>
      </w:r>
      <w:r>
        <w:t xml:space="preserve"> </w:t>
      </w:r>
      <w:r w:rsidR="00AB471A" w:rsidRPr="00A15263">
        <w:t>Limited</w:t>
      </w:r>
      <w:r w:rsidR="00AB471A" w:rsidRPr="008739D4">
        <w:t xml:space="preserve"> Bodily Injury Exception Not Included </w:t>
      </w:r>
      <w:r w:rsidRPr="008739D4">
        <w:t xml:space="preserve">results in no coverage impact with respect to loss of electronic data in Coverage </w:t>
      </w:r>
      <w:r w:rsidRPr="00E04830">
        <w:rPr>
          <w:b/>
          <w:bCs/>
        </w:rPr>
        <w:t>A.</w:t>
      </w:r>
      <w:r w:rsidRPr="008739D4">
        <w:t xml:space="preserve"> Otherwise, attachment of this endorsement results in reduction of coverage.</w:t>
      </w:r>
    </w:p>
    <w:p w14:paraId="6A06C6A2" w14:textId="77777777" w:rsidR="005A5784" w:rsidRPr="005A5784" w:rsidRDefault="005A5784" w:rsidP="00773FF7">
      <w:pPr>
        <w:pStyle w:val="blocktext1"/>
      </w:pPr>
    </w:p>
    <w:p w14:paraId="0DC9BBE7" w14:textId="3A539A3D" w:rsidR="006A542A" w:rsidRPr="00F76A4D" w:rsidRDefault="00A6329D" w:rsidP="00773FF7">
      <w:pPr>
        <w:pStyle w:val="blockhd1"/>
      </w:pPr>
      <w:r w:rsidRPr="00F76A4D">
        <w:t xml:space="preserve">CG 40 </w:t>
      </w:r>
      <w:r w:rsidRPr="00A15263">
        <w:t>35</w:t>
      </w:r>
      <w:r>
        <w:t xml:space="preserve"> </w:t>
      </w:r>
      <w:r w:rsidR="000C4238">
        <w:t xml:space="preserve">12 23 </w:t>
      </w:r>
      <w:r>
        <w:rPr>
          <w:rFonts w:cs="Arial"/>
        </w:rPr>
        <w:t>–</w:t>
      </w:r>
      <w:r>
        <w:t xml:space="preserve"> </w:t>
      </w:r>
      <w:r w:rsidRPr="00A15263">
        <w:t>Exclusion</w:t>
      </w:r>
      <w:r>
        <w:t xml:space="preserve"> </w:t>
      </w:r>
      <w:r>
        <w:rPr>
          <w:rFonts w:cs="Arial"/>
        </w:rPr>
        <w:t>–</w:t>
      </w:r>
      <w:r>
        <w:t xml:space="preserve"> </w:t>
      </w:r>
      <w:r w:rsidRPr="00A15263">
        <w:t>Cyber</w:t>
      </w:r>
      <w:r w:rsidRPr="00F76A4D">
        <w:t xml:space="preserve"> Incident</w:t>
      </w:r>
    </w:p>
    <w:p w14:paraId="21A4AF31" w14:textId="7B345F22" w:rsidR="009B3912" w:rsidRPr="00F76A4D" w:rsidRDefault="00A6329D" w:rsidP="00773FF7">
      <w:pPr>
        <w:pStyle w:val="blocktext1"/>
      </w:pPr>
      <w:r w:rsidRPr="00F76A4D">
        <w:t>When this endorsement is attached to your policy,</w:t>
      </w:r>
      <w:r w:rsidR="00607511" w:rsidRPr="00F76A4D">
        <w:t xml:space="preserve"> coverage </w:t>
      </w:r>
      <w:r w:rsidR="00501355" w:rsidRPr="00F76A4D">
        <w:t xml:space="preserve">is excluded under Coverage </w:t>
      </w:r>
      <w:r w:rsidR="00501355" w:rsidRPr="00A15263">
        <w:rPr>
          <w:b/>
          <w:bCs/>
        </w:rPr>
        <w:t>A</w:t>
      </w:r>
      <w:r w:rsidR="00501355" w:rsidRPr="00F76A4D">
        <w:t xml:space="preserve"> and Coverage </w:t>
      </w:r>
      <w:r w:rsidR="00501355" w:rsidRPr="00A15263">
        <w:rPr>
          <w:b/>
          <w:bCs/>
        </w:rPr>
        <w:t>B</w:t>
      </w:r>
      <w:r w:rsidR="00501355" w:rsidRPr="00F76A4D">
        <w:t xml:space="preserve"> with respect to bodily injury, property damage or personal and advertising injury arising out of a cyber incident</w:t>
      </w:r>
      <w:r w:rsidR="00F60437" w:rsidRPr="00F76A4D">
        <w:t xml:space="preserve">. </w:t>
      </w:r>
    </w:p>
    <w:p w14:paraId="04DC2D7D" w14:textId="180A4516" w:rsidR="006A542A" w:rsidRPr="00F76A4D" w:rsidRDefault="00A6329D" w:rsidP="00773FF7">
      <w:pPr>
        <w:pStyle w:val="blocktext1"/>
      </w:pPr>
      <w:r w:rsidRPr="00F76A4D">
        <w:t xml:space="preserve">To the extent that current policy exclusions do not apply to liability arising out of cyber incidents, attachment of this endorsement will result in a reduction of coverage. </w:t>
      </w:r>
    </w:p>
    <w:p w14:paraId="7D025FDF" w14:textId="77777777" w:rsidR="00DC3356" w:rsidRPr="00F76A4D" w:rsidRDefault="00DC3356" w:rsidP="00773FF7">
      <w:pPr>
        <w:pStyle w:val="blocktext1"/>
      </w:pPr>
    </w:p>
    <w:p w14:paraId="0C1E68F7" w14:textId="3AA859B3" w:rsidR="00680D82" w:rsidRPr="00F76A4D" w:rsidRDefault="00680D82" w:rsidP="00BB37C8">
      <w:pPr>
        <w:pStyle w:val="blockhd1"/>
      </w:pPr>
    </w:p>
    <w:bookmarkEnd w:id="0"/>
    <w:p w14:paraId="28946E8D" w14:textId="7944BEA2" w:rsidR="00B575EB" w:rsidRPr="009C1207" w:rsidRDefault="00B575EB" w:rsidP="00773FF7">
      <w:pPr>
        <w:pStyle w:val="blockhd1"/>
      </w:pPr>
    </w:p>
    <w:sectPr w:rsidR="00B575EB" w:rsidRPr="009C1207" w:rsidSect="008B2337">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4E103" w14:textId="77777777" w:rsidR="00D91698" w:rsidRDefault="00D91698">
      <w:r>
        <w:separator/>
      </w:r>
    </w:p>
  </w:endnote>
  <w:endnote w:type="continuationSeparator" w:id="0">
    <w:p w14:paraId="57B49BD4" w14:textId="77777777" w:rsidR="00D91698" w:rsidRDefault="00D91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D5610" w14:paraId="521883DC" w14:textId="77777777">
      <w:tc>
        <w:tcPr>
          <w:tcW w:w="940" w:type="pct"/>
        </w:tcPr>
        <w:p w14:paraId="356305F7" w14:textId="77777777" w:rsidR="000A7B43" w:rsidRDefault="00A6329D" w:rsidP="000A7B4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32E8B444" w14:textId="2C59C234" w:rsidR="000A7B43" w:rsidRDefault="00A6329D" w:rsidP="008B2337">
          <w:pPr>
            <w:pStyle w:val="isof1"/>
            <w:jc w:val="center"/>
          </w:pPr>
          <w:r>
            <w:t>© Insurance Services Office, Inc., 2023 </w:t>
          </w:r>
        </w:p>
      </w:tc>
      <w:tc>
        <w:tcPr>
          <w:tcW w:w="890" w:type="pct"/>
        </w:tcPr>
        <w:p w14:paraId="24585EE2" w14:textId="164EF397" w:rsidR="000A7B43" w:rsidRDefault="00F61E69" w:rsidP="00F61E69">
          <w:pPr>
            <w:pStyle w:val="isof2"/>
            <w:jc w:val="right"/>
          </w:pPr>
          <w:r>
            <w:t>CG P 024 12 23</w:t>
          </w:r>
        </w:p>
      </w:tc>
      <w:tc>
        <w:tcPr>
          <w:tcW w:w="278" w:type="pct"/>
        </w:tcPr>
        <w:p w14:paraId="6D3CD732" w14:textId="77777777" w:rsidR="000A7B43" w:rsidRDefault="000A7B43">
          <w:pPr>
            <w:jc w:val="right"/>
          </w:pPr>
        </w:p>
      </w:tc>
    </w:tr>
  </w:tbl>
  <w:p w14:paraId="118781F1" w14:textId="77777777" w:rsidR="00E0555F" w:rsidRPr="000A7B43" w:rsidRDefault="00E0555F" w:rsidP="000A7B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D5610" w14:paraId="43B5E730" w14:textId="77777777">
      <w:tc>
        <w:tcPr>
          <w:tcW w:w="940" w:type="pct"/>
        </w:tcPr>
        <w:p w14:paraId="4665C03E" w14:textId="33CD1CD4" w:rsidR="000A7B43" w:rsidRDefault="00F61E69" w:rsidP="00F61E69">
          <w:pPr>
            <w:pStyle w:val="isof2"/>
            <w:jc w:val="left"/>
          </w:pPr>
          <w:r>
            <w:t>CG P 024 12 23</w:t>
          </w:r>
        </w:p>
      </w:tc>
      <w:tc>
        <w:tcPr>
          <w:tcW w:w="2885" w:type="pct"/>
        </w:tcPr>
        <w:p w14:paraId="488CE38A" w14:textId="30CD1435" w:rsidR="000A7B43" w:rsidRDefault="00A6329D" w:rsidP="008B2337">
          <w:pPr>
            <w:pStyle w:val="isof1"/>
            <w:jc w:val="center"/>
          </w:pPr>
          <w:r>
            <w:t>© Insurance Services Office, Inc., 2023 </w:t>
          </w:r>
        </w:p>
      </w:tc>
      <w:tc>
        <w:tcPr>
          <w:tcW w:w="890" w:type="pct"/>
        </w:tcPr>
        <w:p w14:paraId="6001F6E1" w14:textId="77777777" w:rsidR="000A7B43" w:rsidRDefault="00A6329D" w:rsidP="000A7B4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4668F619" w14:textId="77777777" w:rsidR="000A7B43" w:rsidRDefault="000A7B43">
          <w:pPr>
            <w:jc w:val="right"/>
          </w:pPr>
        </w:p>
      </w:tc>
    </w:tr>
  </w:tbl>
  <w:p w14:paraId="3472E891" w14:textId="77777777" w:rsidR="00E0555F" w:rsidRPr="000A7B43" w:rsidRDefault="00E0555F" w:rsidP="000A7B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D5610" w14:paraId="60B2C243" w14:textId="77777777">
      <w:tc>
        <w:tcPr>
          <w:tcW w:w="940" w:type="pct"/>
        </w:tcPr>
        <w:p w14:paraId="74E51FFB" w14:textId="6D74C542" w:rsidR="008B2337" w:rsidRDefault="002B4238" w:rsidP="002F7B08">
          <w:pPr>
            <w:pStyle w:val="isof2"/>
            <w:ind w:left="-65"/>
            <w:jc w:val="left"/>
          </w:pPr>
          <w:r>
            <w:t>148088</w:t>
          </w:r>
          <w:r w:rsidR="00A6329D">
            <w:t xml:space="preserve"> 12 23</w:t>
          </w:r>
        </w:p>
      </w:tc>
      <w:tc>
        <w:tcPr>
          <w:tcW w:w="2885" w:type="pct"/>
        </w:tcPr>
        <w:p w14:paraId="1508E170" w14:textId="7DDEE4B6" w:rsidR="008B2337" w:rsidRDefault="00A6329D" w:rsidP="008B2337">
          <w:pPr>
            <w:pStyle w:val="isof1"/>
            <w:jc w:val="center"/>
          </w:pPr>
          <w:r>
            <w:t>© Insurance Services Office, Inc., 2023 </w:t>
          </w:r>
        </w:p>
      </w:tc>
      <w:tc>
        <w:tcPr>
          <w:tcW w:w="890" w:type="pct"/>
        </w:tcPr>
        <w:p w14:paraId="10BD45E7" w14:textId="2E574033" w:rsidR="008B2337" w:rsidRDefault="00A6329D" w:rsidP="008B233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482F7BF2" w14:textId="77777777" w:rsidR="008B2337" w:rsidRDefault="008B2337">
          <w:pPr>
            <w:jc w:val="right"/>
          </w:pPr>
        </w:p>
      </w:tc>
    </w:tr>
  </w:tbl>
  <w:p w14:paraId="2E7C19D0" w14:textId="19CBA182" w:rsidR="008B2337" w:rsidRDefault="008B23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D5610" w14:paraId="78A2D6C1" w14:textId="77777777">
      <w:tc>
        <w:tcPr>
          <w:tcW w:w="940" w:type="pct"/>
        </w:tcPr>
        <w:p w14:paraId="2391AC4F" w14:textId="77777777" w:rsidR="008B2337" w:rsidRDefault="00A6329D" w:rsidP="000A7B4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268C0DAB" w14:textId="7221294B" w:rsidR="008B2337" w:rsidRDefault="00A6329D" w:rsidP="008B2337">
          <w:pPr>
            <w:pStyle w:val="isof1"/>
            <w:jc w:val="center"/>
          </w:pPr>
          <w:r>
            <w:t>© Insurance Services Office, Inc., 2023 </w:t>
          </w:r>
        </w:p>
      </w:tc>
      <w:tc>
        <w:tcPr>
          <w:tcW w:w="890" w:type="pct"/>
        </w:tcPr>
        <w:p w14:paraId="65F53116" w14:textId="78B003BE" w:rsidR="008B2337" w:rsidRDefault="00F61E69" w:rsidP="00F61E69">
          <w:pPr>
            <w:pStyle w:val="isof2"/>
            <w:jc w:val="right"/>
          </w:pPr>
          <w:r>
            <w:t>CG P 024 12 23</w:t>
          </w:r>
        </w:p>
      </w:tc>
      <w:tc>
        <w:tcPr>
          <w:tcW w:w="278" w:type="pct"/>
        </w:tcPr>
        <w:p w14:paraId="0A68FC47" w14:textId="77777777" w:rsidR="008B2337" w:rsidRDefault="008B2337">
          <w:pPr>
            <w:jc w:val="right"/>
          </w:pPr>
        </w:p>
      </w:tc>
    </w:tr>
  </w:tbl>
  <w:p w14:paraId="1A159557" w14:textId="77777777" w:rsidR="008B2337" w:rsidRPr="000A7B43" w:rsidRDefault="008B2337" w:rsidP="000A7B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D5610" w14:paraId="69CCC100" w14:textId="77777777">
      <w:tc>
        <w:tcPr>
          <w:tcW w:w="940" w:type="pct"/>
        </w:tcPr>
        <w:p w14:paraId="658AC0F9" w14:textId="3BA17302" w:rsidR="008B2337" w:rsidRDefault="00F61E69" w:rsidP="00F61E69">
          <w:pPr>
            <w:pStyle w:val="isof2"/>
            <w:jc w:val="left"/>
          </w:pPr>
          <w:r>
            <w:t>CG P 024 12 23</w:t>
          </w:r>
        </w:p>
      </w:tc>
      <w:tc>
        <w:tcPr>
          <w:tcW w:w="2885" w:type="pct"/>
        </w:tcPr>
        <w:p w14:paraId="171A0892" w14:textId="5561C7FC" w:rsidR="008B2337" w:rsidRDefault="00A6329D" w:rsidP="008B2337">
          <w:pPr>
            <w:pStyle w:val="isof1"/>
            <w:jc w:val="center"/>
          </w:pPr>
          <w:r>
            <w:t>© Insurance Services Office, Inc., 2023 </w:t>
          </w:r>
        </w:p>
      </w:tc>
      <w:tc>
        <w:tcPr>
          <w:tcW w:w="890" w:type="pct"/>
        </w:tcPr>
        <w:p w14:paraId="5CC78308" w14:textId="77777777" w:rsidR="008B2337" w:rsidRDefault="00A6329D" w:rsidP="000A7B4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6CFABA5F" w14:textId="77777777" w:rsidR="008B2337" w:rsidRDefault="008B2337">
          <w:pPr>
            <w:jc w:val="right"/>
          </w:pPr>
        </w:p>
      </w:tc>
    </w:tr>
  </w:tbl>
  <w:p w14:paraId="6F150BD1" w14:textId="77777777" w:rsidR="008B2337" w:rsidRPr="000A7B43" w:rsidRDefault="008B2337" w:rsidP="000A7B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D5610" w14:paraId="440C856D" w14:textId="77777777">
      <w:tc>
        <w:tcPr>
          <w:tcW w:w="940" w:type="pct"/>
        </w:tcPr>
        <w:p w14:paraId="6AC37DDA" w14:textId="313DBC1C" w:rsidR="008B2337" w:rsidRDefault="00F61E69" w:rsidP="00F61E69">
          <w:pPr>
            <w:pStyle w:val="isof2"/>
            <w:jc w:val="left"/>
          </w:pPr>
          <w:r>
            <w:t>CG P 024 12 23</w:t>
          </w:r>
        </w:p>
      </w:tc>
      <w:tc>
        <w:tcPr>
          <w:tcW w:w="2885" w:type="pct"/>
        </w:tcPr>
        <w:p w14:paraId="68C00FE6" w14:textId="3C22460D" w:rsidR="008B2337" w:rsidRDefault="00A6329D" w:rsidP="008B2337">
          <w:pPr>
            <w:pStyle w:val="isof1"/>
            <w:jc w:val="center"/>
          </w:pPr>
          <w:r>
            <w:t>© Insurance Services Office, Inc., 2023 </w:t>
          </w:r>
        </w:p>
      </w:tc>
      <w:tc>
        <w:tcPr>
          <w:tcW w:w="890" w:type="pct"/>
        </w:tcPr>
        <w:p w14:paraId="2B2EE67D" w14:textId="77777777" w:rsidR="008B2337" w:rsidRDefault="00A6329D" w:rsidP="000A7B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414D0D85" w14:textId="77777777" w:rsidR="008B2337" w:rsidRDefault="008B2337">
          <w:pPr>
            <w:jc w:val="right"/>
          </w:pPr>
        </w:p>
      </w:tc>
    </w:tr>
  </w:tbl>
  <w:p w14:paraId="2F6785D5" w14:textId="77777777" w:rsidR="008B2337" w:rsidRPr="000A7B43" w:rsidRDefault="008B2337" w:rsidP="000A7B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82" w:type="pct"/>
      <w:tblCellMar>
        <w:left w:w="70" w:type="dxa"/>
        <w:right w:w="70" w:type="dxa"/>
      </w:tblCellMar>
      <w:tblLook w:val="0000" w:firstRow="0" w:lastRow="0" w:firstColumn="0" w:lastColumn="0" w:noHBand="0" w:noVBand="0"/>
    </w:tblPr>
    <w:tblGrid>
      <w:gridCol w:w="2006"/>
      <w:gridCol w:w="5915"/>
      <w:gridCol w:w="2339"/>
      <w:gridCol w:w="590"/>
    </w:tblGrid>
    <w:tr w:rsidR="008D5610" w14:paraId="0B99E096" w14:textId="77777777" w:rsidTr="002C624B">
      <w:tc>
        <w:tcPr>
          <w:tcW w:w="924" w:type="pct"/>
        </w:tcPr>
        <w:p w14:paraId="354F2DC9" w14:textId="67703221" w:rsidR="008B2337" w:rsidRDefault="00A6329D" w:rsidP="002F7B08">
          <w:pPr>
            <w:pStyle w:val="isof2"/>
            <w:ind w:left="-65"/>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26" w:type="pct"/>
        </w:tcPr>
        <w:p w14:paraId="399C3E87" w14:textId="07A9DFD2" w:rsidR="008B2337" w:rsidRDefault="00A6329D" w:rsidP="008B2337">
          <w:pPr>
            <w:pStyle w:val="isof1"/>
            <w:jc w:val="center"/>
          </w:pPr>
          <w:r>
            <w:t>© Insurance Services Office, Inc., 2023 </w:t>
          </w:r>
        </w:p>
      </w:tc>
      <w:tc>
        <w:tcPr>
          <w:tcW w:w="1078" w:type="pct"/>
        </w:tcPr>
        <w:p w14:paraId="3A1797F6" w14:textId="57D73A09" w:rsidR="008B2337" w:rsidRDefault="002B4238" w:rsidP="008B2337">
          <w:pPr>
            <w:pStyle w:val="isof2"/>
            <w:jc w:val="right"/>
          </w:pPr>
          <w:r>
            <w:t>148088</w:t>
          </w:r>
          <w:r w:rsidR="00A6329D">
            <w:t xml:space="preserve"> 12 23</w:t>
          </w:r>
        </w:p>
      </w:tc>
      <w:tc>
        <w:tcPr>
          <w:tcW w:w="272" w:type="pct"/>
        </w:tcPr>
        <w:p w14:paraId="362D86D1" w14:textId="77777777" w:rsidR="008B2337" w:rsidRDefault="008B2337">
          <w:pPr>
            <w:jc w:val="right"/>
          </w:pPr>
        </w:p>
      </w:tc>
    </w:tr>
  </w:tbl>
  <w:p w14:paraId="2A268422" w14:textId="7A1E64AE" w:rsidR="008B2337" w:rsidRPr="008B2337" w:rsidRDefault="008B2337" w:rsidP="008B233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D5610" w14:paraId="0D32F7A9" w14:textId="77777777">
      <w:tc>
        <w:tcPr>
          <w:tcW w:w="940" w:type="pct"/>
        </w:tcPr>
        <w:p w14:paraId="4F103C17" w14:textId="06E0A826" w:rsidR="008B2337" w:rsidRDefault="00A6329D" w:rsidP="002F7B08">
          <w:pPr>
            <w:pStyle w:val="isof2"/>
            <w:ind w:left="-65"/>
            <w:jc w:val="left"/>
          </w:pPr>
          <w:r>
            <w:t>CG P 0</w:t>
          </w:r>
          <w:r w:rsidR="00370E9F">
            <w:t>24</w:t>
          </w:r>
          <w:r>
            <w:t xml:space="preserve"> 12 23</w:t>
          </w:r>
          <w:r w:rsidR="002C624B">
            <w:t xml:space="preserve"> AIG</w:t>
          </w:r>
        </w:p>
      </w:tc>
      <w:tc>
        <w:tcPr>
          <w:tcW w:w="2885" w:type="pct"/>
        </w:tcPr>
        <w:p w14:paraId="3CDE2528" w14:textId="61D44A1B" w:rsidR="008B2337" w:rsidRDefault="00A6329D" w:rsidP="008B2337">
          <w:pPr>
            <w:pStyle w:val="isof1"/>
            <w:jc w:val="center"/>
          </w:pPr>
          <w:r>
            <w:t>© Insurance Services Office, Inc., 2023 </w:t>
          </w:r>
        </w:p>
      </w:tc>
      <w:tc>
        <w:tcPr>
          <w:tcW w:w="890" w:type="pct"/>
        </w:tcPr>
        <w:p w14:paraId="31445177" w14:textId="0072EBEF" w:rsidR="008B2337" w:rsidRDefault="00A6329D" w:rsidP="008B233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24F60538" w14:textId="77777777" w:rsidR="008B2337" w:rsidRDefault="008B2337">
          <w:pPr>
            <w:jc w:val="right"/>
          </w:pPr>
        </w:p>
      </w:tc>
    </w:tr>
  </w:tbl>
  <w:p w14:paraId="1303E27A" w14:textId="18C33592" w:rsidR="008B2337" w:rsidRPr="008B2337" w:rsidRDefault="008B2337" w:rsidP="008B233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D5610" w14:paraId="079BB5F1" w14:textId="77777777">
      <w:tc>
        <w:tcPr>
          <w:tcW w:w="940" w:type="pct"/>
        </w:tcPr>
        <w:p w14:paraId="098A8AB4" w14:textId="2A7BF0BA" w:rsidR="008B2337" w:rsidRDefault="00F61E69" w:rsidP="00F61E69">
          <w:pPr>
            <w:pStyle w:val="isof2"/>
            <w:jc w:val="left"/>
          </w:pPr>
          <w:r>
            <w:t>CG P 024 12 23</w:t>
          </w:r>
        </w:p>
      </w:tc>
      <w:tc>
        <w:tcPr>
          <w:tcW w:w="2885" w:type="pct"/>
        </w:tcPr>
        <w:p w14:paraId="22F7CEDE" w14:textId="595CCBEB" w:rsidR="008B2337" w:rsidRDefault="00A6329D" w:rsidP="008B2337">
          <w:pPr>
            <w:pStyle w:val="isof1"/>
            <w:jc w:val="center"/>
          </w:pPr>
          <w:r>
            <w:t>© Insurance Services Office, Inc., 2023 </w:t>
          </w:r>
        </w:p>
      </w:tc>
      <w:tc>
        <w:tcPr>
          <w:tcW w:w="890" w:type="pct"/>
        </w:tcPr>
        <w:p w14:paraId="17C7EC53" w14:textId="77777777" w:rsidR="008B2337" w:rsidRDefault="00A6329D" w:rsidP="000A7B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6BC1DF2D" w14:textId="77777777" w:rsidR="008B2337" w:rsidRDefault="008B2337">
          <w:pPr>
            <w:jc w:val="right"/>
          </w:pPr>
        </w:p>
      </w:tc>
    </w:tr>
  </w:tbl>
  <w:p w14:paraId="7B9F83F0" w14:textId="77777777" w:rsidR="008B2337" w:rsidRPr="000A7B43" w:rsidRDefault="008B2337" w:rsidP="000A7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7235D" w14:textId="77777777" w:rsidR="00D91698" w:rsidRDefault="00D91698">
      <w:r>
        <w:separator/>
      </w:r>
    </w:p>
  </w:footnote>
  <w:footnote w:type="continuationSeparator" w:id="0">
    <w:p w14:paraId="3D2E5711" w14:textId="77777777" w:rsidR="00D91698" w:rsidRDefault="00D91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8D5610" w14:paraId="1A2A6A1C" w14:textId="77777777">
      <w:tc>
        <w:tcPr>
          <w:tcW w:w="2481" w:type="pct"/>
        </w:tcPr>
        <w:p w14:paraId="69F6FF6D" w14:textId="77777777" w:rsidR="008B2337" w:rsidRDefault="008B2337">
          <w:pPr>
            <w:pStyle w:val="Header"/>
          </w:pPr>
        </w:p>
      </w:tc>
      <w:tc>
        <w:tcPr>
          <w:tcW w:w="2519" w:type="pct"/>
        </w:tcPr>
        <w:p w14:paraId="43B1E1A6" w14:textId="00BD14B4" w:rsidR="008B2337" w:rsidRDefault="00A6329D" w:rsidP="008B2337">
          <w:pPr>
            <w:pStyle w:val="isof2"/>
            <w:jc w:val="right"/>
          </w:pPr>
          <w:r>
            <w:t>COMMERCIAL GENERAL LIABILITY</w:t>
          </w:r>
        </w:p>
      </w:tc>
    </w:tr>
    <w:tr w:rsidR="008D5610" w14:paraId="37B6F40B" w14:textId="77777777">
      <w:tc>
        <w:tcPr>
          <w:tcW w:w="2481" w:type="pct"/>
        </w:tcPr>
        <w:p w14:paraId="68356E9D" w14:textId="77777777" w:rsidR="008B2337" w:rsidRDefault="008B2337">
          <w:pPr>
            <w:pStyle w:val="Header"/>
          </w:pPr>
        </w:p>
      </w:tc>
      <w:tc>
        <w:tcPr>
          <w:tcW w:w="2519" w:type="pct"/>
        </w:tcPr>
        <w:p w14:paraId="64E170F3" w14:textId="2CDB587E" w:rsidR="008B2337" w:rsidRDefault="002B4238" w:rsidP="008B2337">
          <w:pPr>
            <w:pStyle w:val="isof2"/>
            <w:jc w:val="right"/>
          </w:pPr>
          <w:r>
            <w:t>148088</w:t>
          </w:r>
          <w:r w:rsidR="00A6329D">
            <w:t xml:space="preserve"> 12 23</w:t>
          </w:r>
        </w:p>
      </w:tc>
    </w:tr>
  </w:tbl>
  <w:p w14:paraId="1D63084C" w14:textId="77777777" w:rsidR="008B2337" w:rsidRDefault="008B23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DE0A1" w14:textId="77777777" w:rsidR="008B2337" w:rsidRDefault="008B23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9A9E" w14:textId="77777777" w:rsidR="008B2337" w:rsidRDefault="008B23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8D5610" w14:paraId="7CE72BFE" w14:textId="77777777">
      <w:tc>
        <w:tcPr>
          <w:tcW w:w="2481" w:type="pct"/>
        </w:tcPr>
        <w:p w14:paraId="57327AAD" w14:textId="77777777" w:rsidR="008B2337" w:rsidRDefault="008B2337">
          <w:pPr>
            <w:pStyle w:val="Header"/>
          </w:pPr>
        </w:p>
      </w:tc>
      <w:tc>
        <w:tcPr>
          <w:tcW w:w="2519" w:type="pct"/>
        </w:tcPr>
        <w:p w14:paraId="469929D8" w14:textId="77777777" w:rsidR="008B2337" w:rsidRDefault="00A6329D" w:rsidP="000A7B43">
          <w:pPr>
            <w:pStyle w:val="isof2"/>
            <w:jc w:val="right"/>
          </w:pPr>
          <w:r>
            <w:t>COMMERCIAL GENERAL LIABILITY</w:t>
          </w:r>
        </w:p>
      </w:tc>
    </w:tr>
    <w:tr w:rsidR="008D5610" w14:paraId="3826ADA1" w14:textId="77777777">
      <w:tc>
        <w:tcPr>
          <w:tcW w:w="2481" w:type="pct"/>
        </w:tcPr>
        <w:p w14:paraId="4B8F9806" w14:textId="77777777" w:rsidR="008B2337" w:rsidRDefault="008B2337">
          <w:pPr>
            <w:pStyle w:val="Header"/>
          </w:pPr>
        </w:p>
      </w:tc>
      <w:tc>
        <w:tcPr>
          <w:tcW w:w="2519" w:type="pct"/>
        </w:tcPr>
        <w:p w14:paraId="5EC7F59F" w14:textId="4F49835F" w:rsidR="008B2337" w:rsidRDefault="00F61E69" w:rsidP="00F61E69">
          <w:pPr>
            <w:pStyle w:val="isof2"/>
            <w:jc w:val="right"/>
          </w:pPr>
          <w:r>
            <w:t>CG P 024 12 23</w:t>
          </w:r>
        </w:p>
      </w:tc>
    </w:tr>
  </w:tbl>
  <w:p w14:paraId="3EDFBD4C" w14:textId="77777777" w:rsidR="008B2337" w:rsidRPr="000A7B43" w:rsidRDefault="008B2337" w:rsidP="000A7B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34F0" w14:textId="77777777" w:rsidR="008B2337" w:rsidRPr="008B2337" w:rsidRDefault="008B2337" w:rsidP="008B233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A884C" w14:textId="77777777" w:rsidR="008B2337" w:rsidRPr="008B2337" w:rsidRDefault="008B2337" w:rsidP="008B233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8D5610" w14:paraId="7DA893D1" w14:textId="77777777">
      <w:tc>
        <w:tcPr>
          <w:tcW w:w="2481" w:type="pct"/>
        </w:tcPr>
        <w:p w14:paraId="6FC17C44" w14:textId="77777777" w:rsidR="008B2337" w:rsidRDefault="008B2337">
          <w:pPr>
            <w:pStyle w:val="Header"/>
          </w:pPr>
        </w:p>
      </w:tc>
      <w:tc>
        <w:tcPr>
          <w:tcW w:w="2519" w:type="pct"/>
        </w:tcPr>
        <w:p w14:paraId="6CC932A3" w14:textId="77777777" w:rsidR="008B2337" w:rsidRDefault="00A6329D" w:rsidP="000A7B43">
          <w:pPr>
            <w:pStyle w:val="isof2"/>
            <w:jc w:val="right"/>
          </w:pPr>
          <w:r>
            <w:t>COMMERCIAL GENERAL LIABILITY</w:t>
          </w:r>
        </w:p>
      </w:tc>
    </w:tr>
    <w:tr w:rsidR="008D5610" w14:paraId="21EF08B8" w14:textId="77777777">
      <w:tc>
        <w:tcPr>
          <w:tcW w:w="2481" w:type="pct"/>
        </w:tcPr>
        <w:p w14:paraId="473BBBD3" w14:textId="77777777" w:rsidR="008B2337" w:rsidRDefault="008B2337">
          <w:pPr>
            <w:pStyle w:val="Header"/>
          </w:pPr>
        </w:p>
      </w:tc>
      <w:tc>
        <w:tcPr>
          <w:tcW w:w="2519" w:type="pct"/>
        </w:tcPr>
        <w:p w14:paraId="59A17414" w14:textId="114F60CA" w:rsidR="008B2337" w:rsidRDefault="00F61E69" w:rsidP="00F61E69">
          <w:pPr>
            <w:pStyle w:val="isof2"/>
            <w:jc w:val="right"/>
          </w:pPr>
          <w:r>
            <w:t>CG P 024 12 23</w:t>
          </w:r>
        </w:p>
      </w:tc>
    </w:tr>
  </w:tbl>
  <w:p w14:paraId="6A2E526F" w14:textId="77777777" w:rsidR="008B2337" w:rsidRPr="000A7B43" w:rsidRDefault="008B2337" w:rsidP="000A7B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4B53D0F"/>
    <w:multiLevelType w:val="hybridMultilevel"/>
    <w:tmpl w:val="07104118"/>
    <w:lvl w:ilvl="0" w:tplc="79564C7A">
      <w:start w:val="1"/>
      <w:numFmt w:val="bullet"/>
      <w:pStyle w:val="EMlist2"/>
      <w:lvlText w:val=""/>
      <w:lvlJc w:val="left"/>
      <w:pPr>
        <w:tabs>
          <w:tab w:val="num" w:pos="2160"/>
        </w:tabs>
        <w:ind w:left="1800" w:firstLine="0"/>
      </w:pPr>
      <w:rPr>
        <w:rFonts w:ascii="Wingdings" w:hAnsi="Wingdings" w:hint="default"/>
        <w:sz w:val="28"/>
      </w:rPr>
    </w:lvl>
    <w:lvl w:ilvl="1" w:tplc="5C9EB1EA" w:tentative="1">
      <w:start w:val="1"/>
      <w:numFmt w:val="bullet"/>
      <w:lvlText w:val="o"/>
      <w:lvlJc w:val="left"/>
      <w:pPr>
        <w:tabs>
          <w:tab w:val="num" w:pos="1440"/>
        </w:tabs>
        <w:ind w:left="1440" w:hanging="360"/>
      </w:pPr>
      <w:rPr>
        <w:rFonts w:ascii="Courier New" w:hAnsi="Courier New" w:hint="default"/>
      </w:rPr>
    </w:lvl>
    <w:lvl w:ilvl="2" w:tplc="13E4518C" w:tentative="1">
      <w:start w:val="1"/>
      <w:numFmt w:val="bullet"/>
      <w:lvlText w:val=""/>
      <w:lvlJc w:val="left"/>
      <w:pPr>
        <w:tabs>
          <w:tab w:val="num" w:pos="2160"/>
        </w:tabs>
        <w:ind w:left="2160" w:hanging="360"/>
      </w:pPr>
      <w:rPr>
        <w:rFonts w:ascii="Wingdings" w:hAnsi="Wingdings" w:hint="default"/>
      </w:rPr>
    </w:lvl>
    <w:lvl w:ilvl="3" w:tplc="BC0A3A32" w:tentative="1">
      <w:start w:val="1"/>
      <w:numFmt w:val="bullet"/>
      <w:lvlText w:val=""/>
      <w:lvlJc w:val="left"/>
      <w:pPr>
        <w:tabs>
          <w:tab w:val="num" w:pos="2880"/>
        </w:tabs>
        <w:ind w:left="2880" w:hanging="360"/>
      </w:pPr>
      <w:rPr>
        <w:rFonts w:ascii="Symbol" w:hAnsi="Symbol" w:hint="default"/>
      </w:rPr>
    </w:lvl>
    <w:lvl w:ilvl="4" w:tplc="E3DAC5EC" w:tentative="1">
      <w:start w:val="1"/>
      <w:numFmt w:val="bullet"/>
      <w:lvlText w:val="o"/>
      <w:lvlJc w:val="left"/>
      <w:pPr>
        <w:tabs>
          <w:tab w:val="num" w:pos="3600"/>
        </w:tabs>
        <w:ind w:left="3600" w:hanging="360"/>
      </w:pPr>
      <w:rPr>
        <w:rFonts w:ascii="Courier New" w:hAnsi="Courier New" w:hint="default"/>
      </w:rPr>
    </w:lvl>
    <w:lvl w:ilvl="5" w:tplc="A5846620" w:tentative="1">
      <w:start w:val="1"/>
      <w:numFmt w:val="bullet"/>
      <w:lvlText w:val=""/>
      <w:lvlJc w:val="left"/>
      <w:pPr>
        <w:tabs>
          <w:tab w:val="num" w:pos="4320"/>
        </w:tabs>
        <w:ind w:left="4320" w:hanging="360"/>
      </w:pPr>
      <w:rPr>
        <w:rFonts w:ascii="Wingdings" w:hAnsi="Wingdings" w:hint="default"/>
      </w:rPr>
    </w:lvl>
    <w:lvl w:ilvl="6" w:tplc="3B1ACD16" w:tentative="1">
      <w:start w:val="1"/>
      <w:numFmt w:val="bullet"/>
      <w:lvlText w:val=""/>
      <w:lvlJc w:val="left"/>
      <w:pPr>
        <w:tabs>
          <w:tab w:val="num" w:pos="5040"/>
        </w:tabs>
        <w:ind w:left="5040" w:hanging="360"/>
      </w:pPr>
      <w:rPr>
        <w:rFonts w:ascii="Symbol" w:hAnsi="Symbol" w:hint="default"/>
      </w:rPr>
    </w:lvl>
    <w:lvl w:ilvl="7" w:tplc="78E6ADA6" w:tentative="1">
      <w:start w:val="1"/>
      <w:numFmt w:val="bullet"/>
      <w:lvlText w:val="o"/>
      <w:lvlJc w:val="left"/>
      <w:pPr>
        <w:tabs>
          <w:tab w:val="num" w:pos="5760"/>
        </w:tabs>
        <w:ind w:left="5760" w:hanging="360"/>
      </w:pPr>
      <w:rPr>
        <w:rFonts w:ascii="Courier New" w:hAnsi="Courier New" w:hint="default"/>
      </w:rPr>
    </w:lvl>
    <w:lvl w:ilvl="8" w:tplc="67EAEFB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353FD"/>
    <w:multiLevelType w:val="hybridMultilevel"/>
    <w:tmpl w:val="97EA96F8"/>
    <w:lvl w:ilvl="0" w:tplc="2EA260E2">
      <w:start w:val="1"/>
      <w:numFmt w:val="bullet"/>
      <w:lvlText w:val="l"/>
      <w:lvlJc w:val="left"/>
      <w:pPr>
        <w:tabs>
          <w:tab w:val="num" w:pos="720"/>
        </w:tabs>
        <w:ind w:left="720" w:hanging="360"/>
      </w:pPr>
      <w:rPr>
        <w:rFonts w:ascii="Wingdings" w:hAnsi="Wingdings" w:hint="default"/>
        <w:sz w:val="20"/>
      </w:rPr>
    </w:lvl>
    <w:lvl w:ilvl="1" w:tplc="45BE0554" w:tentative="1">
      <w:start w:val="1"/>
      <w:numFmt w:val="bullet"/>
      <w:lvlText w:val="o"/>
      <w:lvlJc w:val="left"/>
      <w:pPr>
        <w:ind w:left="1440" w:hanging="360"/>
      </w:pPr>
      <w:rPr>
        <w:rFonts w:ascii="Courier New" w:hAnsi="Courier New" w:cs="Courier New" w:hint="default"/>
      </w:rPr>
    </w:lvl>
    <w:lvl w:ilvl="2" w:tplc="D4B00DB0" w:tentative="1">
      <w:start w:val="1"/>
      <w:numFmt w:val="bullet"/>
      <w:lvlText w:val=""/>
      <w:lvlJc w:val="left"/>
      <w:pPr>
        <w:ind w:left="2160" w:hanging="360"/>
      </w:pPr>
      <w:rPr>
        <w:rFonts w:ascii="Wingdings" w:hAnsi="Wingdings" w:hint="default"/>
      </w:rPr>
    </w:lvl>
    <w:lvl w:ilvl="3" w:tplc="565A0DEA" w:tentative="1">
      <w:start w:val="1"/>
      <w:numFmt w:val="bullet"/>
      <w:lvlText w:val=""/>
      <w:lvlJc w:val="left"/>
      <w:pPr>
        <w:ind w:left="2880" w:hanging="360"/>
      </w:pPr>
      <w:rPr>
        <w:rFonts w:ascii="Symbol" w:hAnsi="Symbol" w:hint="default"/>
      </w:rPr>
    </w:lvl>
    <w:lvl w:ilvl="4" w:tplc="20CEEBFE" w:tentative="1">
      <w:start w:val="1"/>
      <w:numFmt w:val="bullet"/>
      <w:lvlText w:val="o"/>
      <w:lvlJc w:val="left"/>
      <w:pPr>
        <w:ind w:left="3600" w:hanging="360"/>
      </w:pPr>
      <w:rPr>
        <w:rFonts w:ascii="Courier New" w:hAnsi="Courier New" w:cs="Courier New" w:hint="default"/>
      </w:rPr>
    </w:lvl>
    <w:lvl w:ilvl="5" w:tplc="3210FE38" w:tentative="1">
      <w:start w:val="1"/>
      <w:numFmt w:val="bullet"/>
      <w:lvlText w:val=""/>
      <w:lvlJc w:val="left"/>
      <w:pPr>
        <w:ind w:left="4320" w:hanging="360"/>
      </w:pPr>
      <w:rPr>
        <w:rFonts w:ascii="Wingdings" w:hAnsi="Wingdings" w:hint="default"/>
      </w:rPr>
    </w:lvl>
    <w:lvl w:ilvl="6" w:tplc="36966F56" w:tentative="1">
      <w:start w:val="1"/>
      <w:numFmt w:val="bullet"/>
      <w:lvlText w:val=""/>
      <w:lvlJc w:val="left"/>
      <w:pPr>
        <w:ind w:left="5040" w:hanging="360"/>
      </w:pPr>
      <w:rPr>
        <w:rFonts w:ascii="Symbol" w:hAnsi="Symbol" w:hint="default"/>
      </w:rPr>
    </w:lvl>
    <w:lvl w:ilvl="7" w:tplc="A050B6B0" w:tentative="1">
      <w:start w:val="1"/>
      <w:numFmt w:val="bullet"/>
      <w:lvlText w:val="o"/>
      <w:lvlJc w:val="left"/>
      <w:pPr>
        <w:ind w:left="5760" w:hanging="360"/>
      </w:pPr>
      <w:rPr>
        <w:rFonts w:ascii="Courier New" w:hAnsi="Courier New" w:cs="Courier New" w:hint="default"/>
      </w:rPr>
    </w:lvl>
    <w:lvl w:ilvl="8" w:tplc="0E6C9820" w:tentative="1">
      <w:start w:val="1"/>
      <w:numFmt w:val="bullet"/>
      <w:lvlText w:val=""/>
      <w:lvlJc w:val="left"/>
      <w:pPr>
        <w:ind w:left="6480" w:hanging="360"/>
      </w:pPr>
      <w:rPr>
        <w:rFonts w:ascii="Wingdings" w:hAnsi="Wingdings" w:hint="default"/>
      </w:rPr>
    </w:lvl>
  </w:abstractNum>
  <w:abstractNum w:abstractNumId="3" w15:restartNumberingAfterBreak="0">
    <w:nsid w:val="0C083092"/>
    <w:multiLevelType w:val="hybridMultilevel"/>
    <w:tmpl w:val="3DF439A4"/>
    <w:lvl w:ilvl="0" w:tplc="CB2A988E">
      <w:start w:val="1"/>
      <w:numFmt w:val="bullet"/>
      <w:lvlText w:val="l"/>
      <w:lvlJc w:val="left"/>
      <w:pPr>
        <w:tabs>
          <w:tab w:val="num" w:pos="720"/>
        </w:tabs>
        <w:ind w:left="720" w:hanging="360"/>
      </w:pPr>
      <w:rPr>
        <w:rFonts w:ascii="Wingdings" w:hAnsi="Wingdings" w:hint="default"/>
        <w:sz w:val="20"/>
      </w:rPr>
    </w:lvl>
    <w:lvl w:ilvl="1" w:tplc="123246C0" w:tentative="1">
      <w:start w:val="1"/>
      <w:numFmt w:val="bullet"/>
      <w:lvlText w:val="o"/>
      <w:lvlJc w:val="left"/>
      <w:pPr>
        <w:ind w:left="1440" w:hanging="360"/>
      </w:pPr>
      <w:rPr>
        <w:rFonts w:ascii="Courier New" w:hAnsi="Courier New" w:cs="Courier New" w:hint="default"/>
      </w:rPr>
    </w:lvl>
    <w:lvl w:ilvl="2" w:tplc="896A0B66" w:tentative="1">
      <w:start w:val="1"/>
      <w:numFmt w:val="bullet"/>
      <w:lvlText w:val=""/>
      <w:lvlJc w:val="left"/>
      <w:pPr>
        <w:ind w:left="2160" w:hanging="360"/>
      </w:pPr>
      <w:rPr>
        <w:rFonts w:ascii="Wingdings" w:hAnsi="Wingdings" w:hint="default"/>
      </w:rPr>
    </w:lvl>
    <w:lvl w:ilvl="3" w:tplc="BC6C003E" w:tentative="1">
      <w:start w:val="1"/>
      <w:numFmt w:val="bullet"/>
      <w:lvlText w:val=""/>
      <w:lvlJc w:val="left"/>
      <w:pPr>
        <w:ind w:left="2880" w:hanging="360"/>
      </w:pPr>
      <w:rPr>
        <w:rFonts w:ascii="Symbol" w:hAnsi="Symbol" w:hint="default"/>
      </w:rPr>
    </w:lvl>
    <w:lvl w:ilvl="4" w:tplc="B2E0E8BE" w:tentative="1">
      <w:start w:val="1"/>
      <w:numFmt w:val="bullet"/>
      <w:lvlText w:val="o"/>
      <w:lvlJc w:val="left"/>
      <w:pPr>
        <w:ind w:left="3600" w:hanging="360"/>
      </w:pPr>
      <w:rPr>
        <w:rFonts w:ascii="Courier New" w:hAnsi="Courier New" w:cs="Courier New" w:hint="default"/>
      </w:rPr>
    </w:lvl>
    <w:lvl w:ilvl="5" w:tplc="49D28AC8" w:tentative="1">
      <w:start w:val="1"/>
      <w:numFmt w:val="bullet"/>
      <w:lvlText w:val=""/>
      <w:lvlJc w:val="left"/>
      <w:pPr>
        <w:ind w:left="4320" w:hanging="360"/>
      </w:pPr>
      <w:rPr>
        <w:rFonts w:ascii="Wingdings" w:hAnsi="Wingdings" w:hint="default"/>
      </w:rPr>
    </w:lvl>
    <w:lvl w:ilvl="6" w:tplc="C2D02D40" w:tentative="1">
      <w:start w:val="1"/>
      <w:numFmt w:val="bullet"/>
      <w:lvlText w:val=""/>
      <w:lvlJc w:val="left"/>
      <w:pPr>
        <w:ind w:left="5040" w:hanging="360"/>
      </w:pPr>
      <w:rPr>
        <w:rFonts w:ascii="Symbol" w:hAnsi="Symbol" w:hint="default"/>
      </w:rPr>
    </w:lvl>
    <w:lvl w:ilvl="7" w:tplc="542459C4" w:tentative="1">
      <w:start w:val="1"/>
      <w:numFmt w:val="bullet"/>
      <w:lvlText w:val="o"/>
      <w:lvlJc w:val="left"/>
      <w:pPr>
        <w:ind w:left="5760" w:hanging="360"/>
      </w:pPr>
      <w:rPr>
        <w:rFonts w:ascii="Courier New" w:hAnsi="Courier New" w:cs="Courier New" w:hint="default"/>
      </w:rPr>
    </w:lvl>
    <w:lvl w:ilvl="8" w:tplc="193454D0" w:tentative="1">
      <w:start w:val="1"/>
      <w:numFmt w:val="bullet"/>
      <w:lvlText w:val=""/>
      <w:lvlJc w:val="left"/>
      <w:pPr>
        <w:ind w:left="6480" w:hanging="360"/>
      </w:pPr>
      <w:rPr>
        <w:rFonts w:ascii="Wingdings" w:hAnsi="Wingdings" w:hint="default"/>
      </w:rPr>
    </w:lvl>
  </w:abstractNum>
  <w:abstractNum w:abstractNumId="4" w15:restartNumberingAfterBreak="0">
    <w:nsid w:val="10B1081A"/>
    <w:multiLevelType w:val="hybridMultilevel"/>
    <w:tmpl w:val="018CA6CC"/>
    <w:lvl w:ilvl="0" w:tplc="36B2BF70">
      <w:start w:val="1"/>
      <w:numFmt w:val="bullet"/>
      <w:lvlText w:val="l"/>
      <w:lvlJc w:val="left"/>
      <w:pPr>
        <w:tabs>
          <w:tab w:val="num" w:pos="720"/>
        </w:tabs>
        <w:ind w:left="720" w:hanging="360"/>
      </w:pPr>
      <w:rPr>
        <w:rFonts w:ascii="Wingdings" w:hAnsi="Wingdings" w:hint="default"/>
        <w:sz w:val="20"/>
      </w:rPr>
    </w:lvl>
    <w:lvl w:ilvl="1" w:tplc="A940AADA" w:tentative="1">
      <w:start w:val="1"/>
      <w:numFmt w:val="bullet"/>
      <w:lvlText w:val="o"/>
      <w:lvlJc w:val="left"/>
      <w:pPr>
        <w:ind w:left="1440" w:hanging="360"/>
      </w:pPr>
      <w:rPr>
        <w:rFonts w:ascii="Courier New" w:hAnsi="Courier New" w:cs="Courier New" w:hint="default"/>
      </w:rPr>
    </w:lvl>
    <w:lvl w:ilvl="2" w:tplc="0AB40DB4" w:tentative="1">
      <w:start w:val="1"/>
      <w:numFmt w:val="bullet"/>
      <w:lvlText w:val=""/>
      <w:lvlJc w:val="left"/>
      <w:pPr>
        <w:ind w:left="2160" w:hanging="360"/>
      </w:pPr>
      <w:rPr>
        <w:rFonts w:ascii="Wingdings" w:hAnsi="Wingdings" w:hint="default"/>
      </w:rPr>
    </w:lvl>
    <w:lvl w:ilvl="3" w:tplc="2A6A9E6C" w:tentative="1">
      <w:start w:val="1"/>
      <w:numFmt w:val="bullet"/>
      <w:lvlText w:val=""/>
      <w:lvlJc w:val="left"/>
      <w:pPr>
        <w:ind w:left="2880" w:hanging="360"/>
      </w:pPr>
      <w:rPr>
        <w:rFonts w:ascii="Symbol" w:hAnsi="Symbol" w:hint="default"/>
      </w:rPr>
    </w:lvl>
    <w:lvl w:ilvl="4" w:tplc="05F01D60" w:tentative="1">
      <w:start w:val="1"/>
      <w:numFmt w:val="bullet"/>
      <w:lvlText w:val="o"/>
      <w:lvlJc w:val="left"/>
      <w:pPr>
        <w:ind w:left="3600" w:hanging="360"/>
      </w:pPr>
      <w:rPr>
        <w:rFonts w:ascii="Courier New" w:hAnsi="Courier New" w:cs="Courier New" w:hint="default"/>
      </w:rPr>
    </w:lvl>
    <w:lvl w:ilvl="5" w:tplc="4FD4C8A8" w:tentative="1">
      <w:start w:val="1"/>
      <w:numFmt w:val="bullet"/>
      <w:lvlText w:val=""/>
      <w:lvlJc w:val="left"/>
      <w:pPr>
        <w:ind w:left="4320" w:hanging="360"/>
      </w:pPr>
      <w:rPr>
        <w:rFonts w:ascii="Wingdings" w:hAnsi="Wingdings" w:hint="default"/>
      </w:rPr>
    </w:lvl>
    <w:lvl w:ilvl="6" w:tplc="73C83CEC" w:tentative="1">
      <w:start w:val="1"/>
      <w:numFmt w:val="bullet"/>
      <w:lvlText w:val=""/>
      <w:lvlJc w:val="left"/>
      <w:pPr>
        <w:ind w:left="5040" w:hanging="360"/>
      </w:pPr>
      <w:rPr>
        <w:rFonts w:ascii="Symbol" w:hAnsi="Symbol" w:hint="default"/>
      </w:rPr>
    </w:lvl>
    <w:lvl w:ilvl="7" w:tplc="7736B854" w:tentative="1">
      <w:start w:val="1"/>
      <w:numFmt w:val="bullet"/>
      <w:lvlText w:val="o"/>
      <w:lvlJc w:val="left"/>
      <w:pPr>
        <w:ind w:left="5760" w:hanging="360"/>
      </w:pPr>
      <w:rPr>
        <w:rFonts w:ascii="Courier New" w:hAnsi="Courier New" w:cs="Courier New" w:hint="default"/>
      </w:rPr>
    </w:lvl>
    <w:lvl w:ilvl="8" w:tplc="FA0EAF22" w:tentative="1">
      <w:start w:val="1"/>
      <w:numFmt w:val="bullet"/>
      <w:lvlText w:val=""/>
      <w:lvlJc w:val="left"/>
      <w:pPr>
        <w:ind w:left="6480" w:hanging="360"/>
      </w:pPr>
      <w:rPr>
        <w:rFonts w:ascii="Wingdings" w:hAnsi="Wingdings" w:hint="default"/>
      </w:rPr>
    </w:lvl>
  </w:abstractNum>
  <w:abstractNum w:abstractNumId="5" w15:restartNumberingAfterBreak="0">
    <w:nsid w:val="25916C23"/>
    <w:multiLevelType w:val="hybridMultilevel"/>
    <w:tmpl w:val="512C7422"/>
    <w:lvl w:ilvl="0" w:tplc="3998C604">
      <w:start w:val="1"/>
      <w:numFmt w:val="bullet"/>
      <w:pStyle w:val="EMlist1"/>
      <w:lvlText w:val=""/>
      <w:lvlJc w:val="left"/>
      <w:pPr>
        <w:tabs>
          <w:tab w:val="num" w:pos="360"/>
        </w:tabs>
        <w:ind w:left="360" w:hanging="360"/>
      </w:pPr>
      <w:rPr>
        <w:rFonts w:ascii="Symbol" w:hAnsi="Symbol" w:hint="default"/>
        <w:color w:val="auto"/>
      </w:rPr>
    </w:lvl>
    <w:lvl w:ilvl="1" w:tplc="378A1980" w:tentative="1">
      <w:start w:val="1"/>
      <w:numFmt w:val="bullet"/>
      <w:lvlText w:val="o"/>
      <w:lvlJc w:val="left"/>
      <w:pPr>
        <w:tabs>
          <w:tab w:val="num" w:pos="0"/>
        </w:tabs>
        <w:ind w:left="0" w:hanging="360"/>
      </w:pPr>
      <w:rPr>
        <w:rFonts w:ascii="Courier New" w:hAnsi="Courier New" w:hint="default"/>
      </w:rPr>
    </w:lvl>
    <w:lvl w:ilvl="2" w:tplc="BBAA1420" w:tentative="1">
      <w:start w:val="1"/>
      <w:numFmt w:val="bullet"/>
      <w:lvlText w:val=""/>
      <w:lvlJc w:val="left"/>
      <w:pPr>
        <w:tabs>
          <w:tab w:val="num" w:pos="720"/>
        </w:tabs>
        <w:ind w:left="720" w:hanging="360"/>
      </w:pPr>
      <w:rPr>
        <w:rFonts w:ascii="Wingdings" w:hAnsi="Wingdings" w:hint="default"/>
      </w:rPr>
    </w:lvl>
    <w:lvl w:ilvl="3" w:tplc="8F402B4E" w:tentative="1">
      <w:start w:val="1"/>
      <w:numFmt w:val="bullet"/>
      <w:lvlText w:val=""/>
      <w:lvlJc w:val="left"/>
      <w:pPr>
        <w:tabs>
          <w:tab w:val="num" w:pos="1440"/>
        </w:tabs>
        <w:ind w:left="1440" w:hanging="360"/>
      </w:pPr>
      <w:rPr>
        <w:rFonts w:ascii="Symbol" w:hAnsi="Symbol" w:hint="default"/>
      </w:rPr>
    </w:lvl>
    <w:lvl w:ilvl="4" w:tplc="B49C4B62" w:tentative="1">
      <w:start w:val="1"/>
      <w:numFmt w:val="bullet"/>
      <w:lvlText w:val="o"/>
      <w:lvlJc w:val="left"/>
      <w:pPr>
        <w:tabs>
          <w:tab w:val="num" w:pos="2160"/>
        </w:tabs>
        <w:ind w:left="2160" w:hanging="360"/>
      </w:pPr>
      <w:rPr>
        <w:rFonts w:ascii="Courier New" w:hAnsi="Courier New" w:hint="default"/>
      </w:rPr>
    </w:lvl>
    <w:lvl w:ilvl="5" w:tplc="5D749274" w:tentative="1">
      <w:start w:val="1"/>
      <w:numFmt w:val="bullet"/>
      <w:lvlText w:val=""/>
      <w:lvlJc w:val="left"/>
      <w:pPr>
        <w:tabs>
          <w:tab w:val="num" w:pos="2880"/>
        </w:tabs>
        <w:ind w:left="2880" w:hanging="360"/>
      </w:pPr>
      <w:rPr>
        <w:rFonts w:ascii="Wingdings" w:hAnsi="Wingdings" w:hint="default"/>
      </w:rPr>
    </w:lvl>
    <w:lvl w:ilvl="6" w:tplc="F89AD52A" w:tentative="1">
      <w:start w:val="1"/>
      <w:numFmt w:val="bullet"/>
      <w:lvlText w:val=""/>
      <w:lvlJc w:val="left"/>
      <w:pPr>
        <w:tabs>
          <w:tab w:val="num" w:pos="3600"/>
        </w:tabs>
        <w:ind w:left="3600" w:hanging="360"/>
      </w:pPr>
      <w:rPr>
        <w:rFonts w:ascii="Symbol" w:hAnsi="Symbol" w:hint="default"/>
      </w:rPr>
    </w:lvl>
    <w:lvl w:ilvl="7" w:tplc="252E9AB6" w:tentative="1">
      <w:start w:val="1"/>
      <w:numFmt w:val="bullet"/>
      <w:lvlText w:val="o"/>
      <w:lvlJc w:val="left"/>
      <w:pPr>
        <w:tabs>
          <w:tab w:val="num" w:pos="4320"/>
        </w:tabs>
        <w:ind w:left="4320" w:hanging="360"/>
      </w:pPr>
      <w:rPr>
        <w:rFonts w:ascii="Courier New" w:hAnsi="Courier New" w:hint="default"/>
      </w:rPr>
    </w:lvl>
    <w:lvl w:ilvl="8" w:tplc="D4FE9378" w:tentative="1">
      <w:start w:val="1"/>
      <w:numFmt w:val="bullet"/>
      <w:lvlText w:val=""/>
      <w:lvlJc w:val="left"/>
      <w:pPr>
        <w:tabs>
          <w:tab w:val="num" w:pos="5040"/>
        </w:tabs>
        <w:ind w:left="5040" w:hanging="360"/>
      </w:pPr>
      <w:rPr>
        <w:rFonts w:ascii="Wingdings" w:hAnsi="Wingdings" w:hint="default"/>
      </w:rPr>
    </w:lvl>
  </w:abstractNum>
  <w:abstractNum w:abstractNumId="6" w15:restartNumberingAfterBreak="0">
    <w:nsid w:val="26C91CEA"/>
    <w:multiLevelType w:val="hybridMultilevel"/>
    <w:tmpl w:val="D8D4C608"/>
    <w:lvl w:ilvl="0" w:tplc="EBA839B8">
      <w:start w:val="1"/>
      <w:numFmt w:val="bullet"/>
      <w:lvlText w:val="l"/>
      <w:lvlJc w:val="left"/>
      <w:pPr>
        <w:tabs>
          <w:tab w:val="num" w:pos="720"/>
        </w:tabs>
        <w:ind w:left="720" w:hanging="360"/>
      </w:pPr>
      <w:rPr>
        <w:rFonts w:ascii="Wingdings" w:hAnsi="Wingdings" w:hint="default"/>
        <w:sz w:val="20"/>
      </w:rPr>
    </w:lvl>
    <w:lvl w:ilvl="1" w:tplc="A588E1AA" w:tentative="1">
      <w:start w:val="1"/>
      <w:numFmt w:val="bullet"/>
      <w:lvlText w:val="o"/>
      <w:lvlJc w:val="left"/>
      <w:pPr>
        <w:ind w:left="1440" w:hanging="360"/>
      </w:pPr>
      <w:rPr>
        <w:rFonts w:ascii="Courier New" w:hAnsi="Courier New" w:cs="Courier New" w:hint="default"/>
      </w:rPr>
    </w:lvl>
    <w:lvl w:ilvl="2" w:tplc="F2404B4C" w:tentative="1">
      <w:start w:val="1"/>
      <w:numFmt w:val="bullet"/>
      <w:lvlText w:val=""/>
      <w:lvlJc w:val="left"/>
      <w:pPr>
        <w:ind w:left="2160" w:hanging="360"/>
      </w:pPr>
      <w:rPr>
        <w:rFonts w:ascii="Wingdings" w:hAnsi="Wingdings" w:hint="default"/>
      </w:rPr>
    </w:lvl>
    <w:lvl w:ilvl="3" w:tplc="303E14BE" w:tentative="1">
      <w:start w:val="1"/>
      <w:numFmt w:val="bullet"/>
      <w:lvlText w:val=""/>
      <w:lvlJc w:val="left"/>
      <w:pPr>
        <w:ind w:left="2880" w:hanging="360"/>
      </w:pPr>
      <w:rPr>
        <w:rFonts w:ascii="Symbol" w:hAnsi="Symbol" w:hint="default"/>
      </w:rPr>
    </w:lvl>
    <w:lvl w:ilvl="4" w:tplc="0638CAE4" w:tentative="1">
      <w:start w:val="1"/>
      <w:numFmt w:val="bullet"/>
      <w:lvlText w:val="o"/>
      <w:lvlJc w:val="left"/>
      <w:pPr>
        <w:ind w:left="3600" w:hanging="360"/>
      </w:pPr>
      <w:rPr>
        <w:rFonts w:ascii="Courier New" w:hAnsi="Courier New" w:cs="Courier New" w:hint="default"/>
      </w:rPr>
    </w:lvl>
    <w:lvl w:ilvl="5" w:tplc="341A35AA" w:tentative="1">
      <w:start w:val="1"/>
      <w:numFmt w:val="bullet"/>
      <w:lvlText w:val=""/>
      <w:lvlJc w:val="left"/>
      <w:pPr>
        <w:ind w:left="4320" w:hanging="360"/>
      </w:pPr>
      <w:rPr>
        <w:rFonts w:ascii="Wingdings" w:hAnsi="Wingdings" w:hint="default"/>
      </w:rPr>
    </w:lvl>
    <w:lvl w:ilvl="6" w:tplc="27E024C6" w:tentative="1">
      <w:start w:val="1"/>
      <w:numFmt w:val="bullet"/>
      <w:lvlText w:val=""/>
      <w:lvlJc w:val="left"/>
      <w:pPr>
        <w:ind w:left="5040" w:hanging="360"/>
      </w:pPr>
      <w:rPr>
        <w:rFonts w:ascii="Symbol" w:hAnsi="Symbol" w:hint="default"/>
      </w:rPr>
    </w:lvl>
    <w:lvl w:ilvl="7" w:tplc="3ADEE1A0" w:tentative="1">
      <w:start w:val="1"/>
      <w:numFmt w:val="bullet"/>
      <w:lvlText w:val="o"/>
      <w:lvlJc w:val="left"/>
      <w:pPr>
        <w:ind w:left="5760" w:hanging="360"/>
      </w:pPr>
      <w:rPr>
        <w:rFonts w:ascii="Courier New" w:hAnsi="Courier New" w:cs="Courier New" w:hint="default"/>
      </w:rPr>
    </w:lvl>
    <w:lvl w:ilvl="8" w:tplc="66BA43A0" w:tentative="1">
      <w:start w:val="1"/>
      <w:numFmt w:val="bullet"/>
      <w:lvlText w:val=""/>
      <w:lvlJc w:val="left"/>
      <w:pPr>
        <w:ind w:left="6480" w:hanging="360"/>
      </w:pPr>
      <w:rPr>
        <w:rFonts w:ascii="Wingdings" w:hAnsi="Wingdings" w:hint="default"/>
      </w:rPr>
    </w:lvl>
  </w:abstractNum>
  <w:abstractNum w:abstractNumId="7" w15:restartNumberingAfterBreak="0">
    <w:nsid w:val="2C6E36DC"/>
    <w:multiLevelType w:val="hybridMultilevel"/>
    <w:tmpl w:val="87F68216"/>
    <w:lvl w:ilvl="0" w:tplc="93F21D64">
      <w:start w:val="1"/>
      <w:numFmt w:val="bullet"/>
      <w:lvlText w:val="l"/>
      <w:lvlJc w:val="left"/>
      <w:pPr>
        <w:tabs>
          <w:tab w:val="num" w:pos="720"/>
        </w:tabs>
        <w:ind w:left="720" w:hanging="360"/>
      </w:pPr>
      <w:rPr>
        <w:rFonts w:ascii="Wingdings" w:hAnsi="Wingdings" w:hint="default"/>
        <w:sz w:val="20"/>
      </w:rPr>
    </w:lvl>
    <w:lvl w:ilvl="1" w:tplc="EC66C2E4" w:tentative="1">
      <w:start w:val="1"/>
      <w:numFmt w:val="bullet"/>
      <w:lvlText w:val="o"/>
      <w:lvlJc w:val="left"/>
      <w:pPr>
        <w:ind w:left="1440" w:hanging="360"/>
      </w:pPr>
      <w:rPr>
        <w:rFonts w:ascii="Courier New" w:hAnsi="Courier New" w:cs="Courier New" w:hint="default"/>
      </w:rPr>
    </w:lvl>
    <w:lvl w:ilvl="2" w:tplc="460004E8" w:tentative="1">
      <w:start w:val="1"/>
      <w:numFmt w:val="bullet"/>
      <w:lvlText w:val=""/>
      <w:lvlJc w:val="left"/>
      <w:pPr>
        <w:ind w:left="2160" w:hanging="360"/>
      </w:pPr>
      <w:rPr>
        <w:rFonts w:ascii="Wingdings" w:hAnsi="Wingdings" w:hint="default"/>
      </w:rPr>
    </w:lvl>
    <w:lvl w:ilvl="3" w:tplc="A1BAF476" w:tentative="1">
      <w:start w:val="1"/>
      <w:numFmt w:val="bullet"/>
      <w:lvlText w:val=""/>
      <w:lvlJc w:val="left"/>
      <w:pPr>
        <w:ind w:left="2880" w:hanging="360"/>
      </w:pPr>
      <w:rPr>
        <w:rFonts w:ascii="Symbol" w:hAnsi="Symbol" w:hint="default"/>
      </w:rPr>
    </w:lvl>
    <w:lvl w:ilvl="4" w:tplc="1C66CFCE" w:tentative="1">
      <w:start w:val="1"/>
      <w:numFmt w:val="bullet"/>
      <w:lvlText w:val="o"/>
      <w:lvlJc w:val="left"/>
      <w:pPr>
        <w:ind w:left="3600" w:hanging="360"/>
      </w:pPr>
      <w:rPr>
        <w:rFonts w:ascii="Courier New" w:hAnsi="Courier New" w:cs="Courier New" w:hint="default"/>
      </w:rPr>
    </w:lvl>
    <w:lvl w:ilvl="5" w:tplc="C700D648" w:tentative="1">
      <w:start w:val="1"/>
      <w:numFmt w:val="bullet"/>
      <w:lvlText w:val=""/>
      <w:lvlJc w:val="left"/>
      <w:pPr>
        <w:ind w:left="4320" w:hanging="360"/>
      </w:pPr>
      <w:rPr>
        <w:rFonts w:ascii="Wingdings" w:hAnsi="Wingdings" w:hint="default"/>
      </w:rPr>
    </w:lvl>
    <w:lvl w:ilvl="6" w:tplc="4344FE88" w:tentative="1">
      <w:start w:val="1"/>
      <w:numFmt w:val="bullet"/>
      <w:lvlText w:val=""/>
      <w:lvlJc w:val="left"/>
      <w:pPr>
        <w:ind w:left="5040" w:hanging="360"/>
      </w:pPr>
      <w:rPr>
        <w:rFonts w:ascii="Symbol" w:hAnsi="Symbol" w:hint="default"/>
      </w:rPr>
    </w:lvl>
    <w:lvl w:ilvl="7" w:tplc="4DA0606C" w:tentative="1">
      <w:start w:val="1"/>
      <w:numFmt w:val="bullet"/>
      <w:lvlText w:val="o"/>
      <w:lvlJc w:val="left"/>
      <w:pPr>
        <w:ind w:left="5760" w:hanging="360"/>
      </w:pPr>
      <w:rPr>
        <w:rFonts w:ascii="Courier New" w:hAnsi="Courier New" w:cs="Courier New" w:hint="default"/>
      </w:rPr>
    </w:lvl>
    <w:lvl w:ilvl="8" w:tplc="7DF23DBA" w:tentative="1">
      <w:start w:val="1"/>
      <w:numFmt w:val="bullet"/>
      <w:lvlText w:val=""/>
      <w:lvlJc w:val="left"/>
      <w:pPr>
        <w:ind w:left="6480" w:hanging="360"/>
      </w:pPr>
      <w:rPr>
        <w:rFonts w:ascii="Wingdings" w:hAnsi="Wingdings" w:hint="default"/>
      </w:rPr>
    </w:lvl>
  </w:abstractNum>
  <w:abstractNum w:abstractNumId="8" w15:restartNumberingAfterBreak="0">
    <w:nsid w:val="3B18509A"/>
    <w:multiLevelType w:val="hybridMultilevel"/>
    <w:tmpl w:val="D3504A96"/>
    <w:lvl w:ilvl="0" w:tplc="4372E66C">
      <w:start w:val="1"/>
      <w:numFmt w:val="bullet"/>
      <w:lvlText w:val="l"/>
      <w:lvlJc w:val="left"/>
      <w:pPr>
        <w:tabs>
          <w:tab w:val="num" w:pos="360"/>
        </w:tabs>
        <w:ind w:left="360" w:hanging="360"/>
      </w:pPr>
      <w:rPr>
        <w:rFonts w:ascii="Wingdings" w:hAnsi="Wingdings" w:hint="default"/>
        <w:sz w:val="20"/>
      </w:rPr>
    </w:lvl>
    <w:lvl w:ilvl="1" w:tplc="412212B0" w:tentative="1">
      <w:start w:val="1"/>
      <w:numFmt w:val="bullet"/>
      <w:lvlText w:val="o"/>
      <w:lvlJc w:val="left"/>
      <w:pPr>
        <w:ind w:left="1080" w:hanging="360"/>
      </w:pPr>
      <w:rPr>
        <w:rFonts w:ascii="Courier New" w:hAnsi="Courier New" w:cs="Courier New" w:hint="default"/>
      </w:rPr>
    </w:lvl>
    <w:lvl w:ilvl="2" w:tplc="64A8E6C0" w:tentative="1">
      <w:start w:val="1"/>
      <w:numFmt w:val="bullet"/>
      <w:lvlText w:val=""/>
      <w:lvlJc w:val="left"/>
      <w:pPr>
        <w:ind w:left="1800" w:hanging="360"/>
      </w:pPr>
      <w:rPr>
        <w:rFonts w:ascii="Wingdings" w:hAnsi="Wingdings" w:hint="default"/>
      </w:rPr>
    </w:lvl>
    <w:lvl w:ilvl="3" w:tplc="E9B8F552" w:tentative="1">
      <w:start w:val="1"/>
      <w:numFmt w:val="bullet"/>
      <w:lvlText w:val=""/>
      <w:lvlJc w:val="left"/>
      <w:pPr>
        <w:ind w:left="2520" w:hanging="360"/>
      </w:pPr>
      <w:rPr>
        <w:rFonts w:ascii="Symbol" w:hAnsi="Symbol" w:hint="default"/>
      </w:rPr>
    </w:lvl>
    <w:lvl w:ilvl="4" w:tplc="0772FFE4" w:tentative="1">
      <w:start w:val="1"/>
      <w:numFmt w:val="bullet"/>
      <w:lvlText w:val="o"/>
      <w:lvlJc w:val="left"/>
      <w:pPr>
        <w:ind w:left="3240" w:hanging="360"/>
      </w:pPr>
      <w:rPr>
        <w:rFonts w:ascii="Courier New" w:hAnsi="Courier New" w:cs="Courier New" w:hint="default"/>
      </w:rPr>
    </w:lvl>
    <w:lvl w:ilvl="5" w:tplc="6CA47002" w:tentative="1">
      <w:start w:val="1"/>
      <w:numFmt w:val="bullet"/>
      <w:lvlText w:val=""/>
      <w:lvlJc w:val="left"/>
      <w:pPr>
        <w:ind w:left="3960" w:hanging="360"/>
      </w:pPr>
      <w:rPr>
        <w:rFonts w:ascii="Wingdings" w:hAnsi="Wingdings" w:hint="default"/>
      </w:rPr>
    </w:lvl>
    <w:lvl w:ilvl="6" w:tplc="98F44CEE" w:tentative="1">
      <w:start w:val="1"/>
      <w:numFmt w:val="bullet"/>
      <w:lvlText w:val=""/>
      <w:lvlJc w:val="left"/>
      <w:pPr>
        <w:ind w:left="4680" w:hanging="360"/>
      </w:pPr>
      <w:rPr>
        <w:rFonts w:ascii="Symbol" w:hAnsi="Symbol" w:hint="default"/>
      </w:rPr>
    </w:lvl>
    <w:lvl w:ilvl="7" w:tplc="B77ECE68" w:tentative="1">
      <w:start w:val="1"/>
      <w:numFmt w:val="bullet"/>
      <w:lvlText w:val="o"/>
      <w:lvlJc w:val="left"/>
      <w:pPr>
        <w:ind w:left="5400" w:hanging="360"/>
      </w:pPr>
      <w:rPr>
        <w:rFonts w:ascii="Courier New" w:hAnsi="Courier New" w:cs="Courier New" w:hint="default"/>
      </w:rPr>
    </w:lvl>
    <w:lvl w:ilvl="8" w:tplc="EBFA9ABE" w:tentative="1">
      <w:start w:val="1"/>
      <w:numFmt w:val="bullet"/>
      <w:lvlText w:val=""/>
      <w:lvlJc w:val="left"/>
      <w:pPr>
        <w:ind w:left="6120" w:hanging="360"/>
      </w:pPr>
      <w:rPr>
        <w:rFonts w:ascii="Wingdings" w:hAnsi="Wingdings" w:hint="default"/>
      </w:rPr>
    </w:lvl>
  </w:abstractNum>
  <w:abstractNum w:abstractNumId="9" w15:restartNumberingAfterBreak="0">
    <w:nsid w:val="3F9C0882"/>
    <w:multiLevelType w:val="hybridMultilevel"/>
    <w:tmpl w:val="49F47D96"/>
    <w:lvl w:ilvl="0" w:tplc="6FE2D388">
      <w:start w:val="1"/>
      <w:numFmt w:val="bullet"/>
      <w:lvlText w:val="l"/>
      <w:lvlJc w:val="left"/>
      <w:pPr>
        <w:tabs>
          <w:tab w:val="num" w:pos="662"/>
        </w:tabs>
        <w:ind w:left="662" w:hanging="360"/>
      </w:pPr>
      <w:rPr>
        <w:rFonts w:ascii="Wingdings" w:hAnsi="Wingdings" w:hint="default"/>
        <w:sz w:val="20"/>
      </w:rPr>
    </w:lvl>
    <w:lvl w:ilvl="1" w:tplc="A41AF69C" w:tentative="1">
      <w:start w:val="1"/>
      <w:numFmt w:val="bullet"/>
      <w:lvlText w:val="o"/>
      <w:lvlJc w:val="left"/>
      <w:pPr>
        <w:ind w:left="1382" w:hanging="360"/>
      </w:pPr>
      <w:rPr>
        <w:rFonts w:ascii="Courier New" w:hAnsi="Courier New" w:cs="Courier New" w:hint="default"/>
      </w:rPr>
    </w:lvl>
    <w:lvl w:ilvl="2" w:tplc="450685D2" w:tentative="1">
      <w:start w:val="1"/>
      <w:numFmt w:val="bullet"/>
      <w:lvlText w:val=""/>
      <w:lvlJc w:val="left"/>
      <w:pPr>
        <w:ind w:left="2102" w:hanging="360"/>
      </w:pPr>
      <w:rPr>
        <w:rFonts w:ascii="Wingdings" w:hAnsi="Wingdings" w:hint="default"/>
      </w:rPr>
    </w:lvl>
    <w:lvl w:ilvl="3" w:tplc="3E828320" w:tentative="1">
      <w:start w:val="1"/>
      <w:numFmt w:val="bullet"/>
      <w:lvlText w:val=""/>
      <w:lvlJc w:val="left"/>
      <w:pPr>
        <w:ind w:left="2822" w:hanging="360"/>
      </w:pPr>
      <w:rPr>
        <w:rFonts w:ascii="Symbol" w:hAnsi="Symbol" w:hint="default"/>
      </w:rPr>
    </w:lvl>
    <w:lvl w:ilvl="4" w:tplc="CFB263FE" w:tentative="1">
      <w:start w:val="1"/>
      <w:numFmt w:val="bullet"/>
      <w:lvlText w:val="o"/>
      <w:lvlJc w:val="left"/>
      <w:pPr>
        <w:ind w:left="3542" w:hanging="360"/>
      </w:pPr>
      <w:rPr>
        <w:rFonts w:ascii="Courier New" w:hAnsi="Courier New" w:cs="Courier New" w:hint="default"/>
      </w:rPr>
    </w:lvl>
    <w:lvl w:ilvl="5" w:tplc="6D527096" w:tentative="1">
      <w:start w:val="1"/>
      <w:numFmt w:val="bullet"/>
      <w:lvlText w:val=""/>
      <w:lvlJc w:val="left"/>
      <w:pPr>
        <w:ind w:left="4262" w:hanging="360"/>
      </w:pPr>
      <w:rPr>
        <w:rFonts w:ascii="Wingdings" w:hAnsi="Wingdings" w:hint="default"/>
      </w:rPr>
    </w:lvl>
    <w:lvl w:ilvl="6" w:tplc="A0681C34" w:tentative="1">
      <w:start w:val="1"/>
      <w:numFmt w:val="bullet"/>
      <w:lvlText w:val=""/>
      <w:lvlJc w:val="left"/>
      <w:pPr>
        <w:ind w:left="4982" w:hanging="360"/>
      </w:pPr>
      <w:rPr>
        <w:rFonts w:ascii="Symbol" w:hAnsi="Symbol" w:hint="default"/>
      </w:rPr>
    </w:lvl>
    <w:lvl w:ilvl="7" w:tplc="777C5ED6" w:tentative="1">
      <w:start w:val="1"/>
      <w:numFmt w:val="bullet"/>
      <w:lvlText w:val="o"/>
      <w:lvlJc w:val="left"/>
      <w:pPr>
        <w:ind w:left="5702" w:hanging="360"/>
      </w:pPr>
      <w:rPr>
        <w:rFonts w:ascii="Courier New" w:hAnsi="Courier New" w:cs="Courier New" w:hint="default"/>
      </w:rPr>
    </w:lvl>
    <w:lvl w:ilvl="8" w:tplc="8ACC20E2" w:tentative="1">
      <w:start w:val="1"/>
      <w:numFmt w:val="bullet"/>
      <w:lvlText w:val=""/>
      <w:lvlJc w:val="left"/>
      <w:pPr>
        <w:ind w:left="6422" w:hanging="360"/>
      </w:pPr>
      <w:rPr>
        <w:rFonts w:ascii="Wingdings" w:hAnsi="Wingdings" w:hint="default"/>
      </w:rPr>
    </w:lvl>
  </w:abstractNum>
  <w:abstractNum w:abstractNumId="10" w15:restartNumberingAfterBreak="0">
    <w:nsid w:val="46B55636"/>
    <w:multiLevelType w:val="hybridMultilevel"/>
    <w:tmpl w:val="309C3592"/>
    <w:lvl w:ilvl="0" w:tplc="08B2EF6C">
      <w:start w:val="1"/>
      <w:numFmt w:val="bullet"/>
      <w:lvlText w:val="l"/>
      <w:lvlJc w:val="left"/>
      <w:pPr>
        <w:tabs>
          <w:tab w:val="num" w:pos="720"/>
        </w:tabs>
        <w:ind w:left="720" w:hanging="360"/>
      </w:pPr>
      <w:rPr>
        <w:rFonts w:ascii="Wingdings" w:hAnsi="Wingdings" w:hint="default"/>
        <w:sz w:val="20"/>
      </w:rPr>
    </w:lvl>
    <w:lvl w:ilvl="1" w:tplc="BFE64F6E" w:tentative="1">
      <w:start w:val="1"/>
      <w:numFmt w:val="bullet"/>
      <w:lvlText w:val="o"/>
      <w:lvlJc w:val="left"/>
      <w:pPr>
        <w:ind w:left="1440" w:hanging="360"/>
      </w:pPr>
      <w:rPr>
        <w:rFonts w:ascii="Courier New" w:hAnsi="Courier New" w:cs="Courier New" w:hint="default"/>
      </w:rPr>
    </w:lvl>
    <w:lvl w:ilvl="2" w:tplc="89E8F222" w:tentative="1">
      <w:start w:val="1"/>
      <w:numFmt w:val="bullet"/>
      <w:lvlText w:val=""/>
      <w:lvlJc w:val="left"/>
      <w:pPr>
        <w:ind w:left="2160" w:hanging="360"/>
      </w:pPr>
      <w:rPr>
        <w:rFonts w:ascii="Wingdings" w:hAnsi="Wingdings" w:hint="default"/>
      </w:rPr>
    </w:lvl>
    <w:lvl w:ilvl="3" w:tplc="AF886D22" w:tentative="1">
      <w:start w:val="1"/>
      <w:numFmt w:val="bullet"/>
      <w:lvlText w:val=""/>
      <w:lvlJc w:val="left"/>
      <w:pPr>
        <w:ind w:left="2880" w:hanging="360"/>
      </w:pPr>
      <w:rPr>
        <w:rFonts w:ascii="Symbol" w:hAnsi="Symbol" w:hint="default"/>
      </w:rPr>
    </w:lvl>
    <w:lvl w:ilvl="4" w:tplc="3D4C0744" w:tentative="1">
      <w:start w:val="1"/>
      <w:numFmt w:val="bullet"/>
      <w:lvlText w:val="o"/>
      <w:lvlJc w:val="left"/>
      <w:pPr>
        <w:ind w:left="3600" w:hanging="360"/>
      </w:pPr>
      <w:rPr>
        <w:rFonts w:ascii="Courier New" w:hAnsi="Courier New" w:cs="Courier New" w:hint="default"/>
      </w:rPr>
    </w:lvl>
    <w:lvl w:ilvl="5" w:tplc="3B6282A2" w:tentative="1">
      <w:start w:val="1"/>
      <w:numFmt w:val="bullet"/>
      <w:lvlText w:val=""/>
      <w:lvlJc w:val="left"/>
      <w:pPr>
        <w:ind w:left="4320" w:hanging="360"/>
      </w:pPr>
      <w:rPr>
        <w:rFonts w:ascii="Wingdings" w:hAnsi="Wingdings" w:hint="default"/>
      </w:rPr>
    </w:lvl>
    <w:lvl w:ilvl="6" w:tplc="06068090" w:tentative="1">
      <w:start w:val="1"/>
      <w:numFmt w:val="bullet"/>
      <w:lvlText w:val=""/>
      <w:lvlJc w:val="left"/>
      <w:pPr>
        <w:ind w:left="5040" w:hanging="360"/>
      </w:pPr>
      <w:rPr>
        <w:rFonts w:ascii="Symbol" w:hAnsi="Symbol" w:hint="default"/>
      </w:rPr>
    </w:lvl>
    <w:lvl w:ilvl="7" w:tplc="A7DC2936" w:tentative="1">
      <w:start w:val="1"/>
      <w:numFmt w:val="bullet"/>
      <w:lvlText w:val="o"/>
      <w:lvlJc w:val="left"/>
      <w:pPr>
        <w:ind w:left="5760" w:hanging="360"/>
      </w:pPr>
      <w:rPr>
        <w:rFonts w:ascii="Courier New" w:hAnsi="Courier New" w:cs="Courier New" w:hint="default"/>
      </w:rPr>
    </w:lvl>
    <w:lvl w:ilvl="8" w:tplc="641C09D2" w:tentative="1">
      <w:start w:val="1"/>
      <w:numFmt w:val="bullet"/>
      <w:lvlText w:val=""/>
      <w:lvlJc w:val="left"/>
      <w:pPr>
        <w:ind w:left="6480" w:hanging="360"/>
      </w:pPr>
      <w:rPr>
        <w:rFonts w:ascii="Wingdings" w:hAnsi="Wingdings" w:hint="default"/>
      </w:rPr>
    </w:lvl>
  </w:abstractNum>
  <w:abstractNum w:abstractNumId="11" w15:restartNumberingAfterBreak="0">
    <w:nsid w:val="4FAE175D"/>
    <w:multiLevelType w:val="hybridMultilevel"/>
    <w:tmpl w:val="F89E6080"/>
    <w:lvl w:ilvl="0" w:tplc="5CBAD220">
      <w:start w:val="1"/>
      <w:numFmt w:val="bullet"/>
      <w:lvlText w:val="l"/>
      <w:lvlJc w:val="left"/>
      <w:pPr>
        <w:tabs>
          <w:tab w:val="num" w:pos="720"/>
        </w:tabs>
        <w:ind w:left="720" w:hanging="360"/>
      </w:pPr>
      <w:rPr>
        <w:rFonts w:ascii="Wingdings" w:hAnsi="Wingdings" w:hint="default"/>
        <w:sz w:val="20"/>
      </w:rPr>
    </w:lvl>
    <w:lvl w:ilvl="1" w:tplc="AD5E7AE8" w:tentative="1">
      <w:start w:val="1"/>
      <w:numFmt w:val="bullet"/>
      <w:lvlText w:val="o"/>
      <w:lvlJc w:val="left"/>
      <w:pPr>
        <w:ind w:left="1440" w:hanging="360"/>
      </w:pPr>
      <w:rPr>
        <w:rFonts w:ascii="Courier New" w:hAnsi="Courier New" w:cs="Courier New" w:hint="default"/>
      </w:rPr>
    </w:lvl>
    <w:lvl w:ilvl="2" w:tplc="8B66550A" w:tentative="1">
      <w:start w:val="1"/>
      <w:numFmt w:val="bullet"/>
      <w:lvlText w:val=""/>
      <w:lvlJc w:val="left"/>
      <w:pPr>
        <w:ind w:left="2160" w:hanging="360"/>
      </w:pPr>
      <w:rPr>
        <w:rFonts w:ascii="Wingdings" w:hAnsi="Wingdings" w:hint="default"/>
      </w:rPr>
    </w:lvl>
    <w:lvl w:ilvl="3" w:tplc="EF589EC2" w:tentative="1">
      <w:start w:val="1"/>
      <w:numFmt w:val="bullet"/>
      <w:lvlText w:val=""/>
      <w:lvlJc w:val="left"/>
      <w:pPr>
        <w:ind w:left="2880" w:hanging="360"/>
      </w:pPr>
      <w:rPr>
        <w:rFonts w:ascii="Symbol" w:hAnsi="Symbol" w:hint="default"/>
      </w:rPr>
    </w:lvl>
    <w:lvl w:ilvl="4" w:tplc="0B840DBC" w:tentative="1">
      <w:start w:val="1"/>
      <w:numFmt w:val="bullet"/>
      <w:lvlText w:val="o"/>
      <w:lvlJc w:val="left"/>
      <w:pPr>
        <w:ind w:left="3600" w:hanging="360"/>
      </w:pPr>
      <w:rPr>
        <w:rFonts w:ascii="Courier New" w:hAnsi="Courier New" w:cs="Courier New" w:hint="default"/>
      </w:rPr>
    </w:lvl>
    <w:lvl w:ilvl="5" w:tplc="456246BE" w:tentative="1">
      <w:start w:val="1"/>
      <w:numFmt w:val="bullet"/>
      <w:lvlText w:val=""/>
      <w:lvlJc w:val="left"/>
      <w:pPr>
        <w:ind w:left="4320" w:hanging="360"/>
      </w:pPr>
      <w:rPr>
        <w:rFonts w:ascii="Wingdings" w:hAnsi="Wingdings" w:hint="default"/>
      </w:rPr>
    </w:lvl>
    <w:lvl w:ilvl="6" w:tplc="5B88CDC6" w:tentative="1">
      <w:start w:val="1"/>
      <w:numFmt w:val="bullet"/>
      <w:lvlText w:val=""/>
      <w:lvlJc w:val="left"/>
      <w:pPr>
        <w:ind w:left="5040" w:hanging="360"/>
      </w:pPr>
      <w:rPr>
        <w:rFonts w:ascii="Symbol" w:hAnsi="Symbol" w:hint="default"/>
      </w:rPr>
    </w:lvl>
    <w:lvl w:ilvl="7" w:tplc="DFA8E4DA" w:tentative="1">
      <w:start w:val="1"/>
      <w:numFmt w:val="bullet"/>
      <w:lvlText w:val="o"/>
      <w:lvlJc w:val="left"/>
      <w:pPr>
        <w:ind w:left="5760" w:hanging="360"/>
      </w:pPr>
      <w:rPr>
        <w:rFonts w:ascii="Courier New" w:hAnsi="Courier New" w:cs="Courier New" w:hint="default"/>
      </w:rPr>
    </w:lvl>
    <w:lvl w:ilvl="8" w:tplc="16669C9C" w:tentative="1">
      <w:start w:val="1"/>
      <w:numFmt w:val="bullet"/>
      <w:lvlText w:val=""/>
      <w:lvlJc w:val="left"/>
      <w:pPr>
        <w:ind w:left="6480" w:hanging="360"/>
      </w:pPr>
      <w:rPr>
        <w:rFonts w:ascii="Wingdings" w:hAnsi="Wingdings" w:hint="default"/>
      </w:rPr>
    </w:lvl>
  </w:abstractNum>
  <w:abstractNum w:abstractNumId="12" w15:restartNumberingAfterBreak="0">
    <w:nsid w:val="550867B8"/>
    <w:multiLevelType w:val="hybridMultilevel"/>
    <w:tmpl w:val="A34C4D1A"/>
    <w:lvl w:ilvl="0" w:tplc="D0A282C8">
      <w:start w:val="1"/>
      <w:numFmt w:val="bullet"/>
      <w:lvlText w:val="l"/>
      <w:lvlJc w:val="left"/>
      <w:pPr>
        <w:tabs>
          <w:tab w:val="num" w:pos="720"/>
        </w:tabs>
        <w:ind w:left="720" w:hanging="360"/>
      </w:pPr>
      <w:rPr>
        <w:rFonts w:ascii="Wingdings" w:hAnsi="Wingdings" w:hint="default"/>
        <w:sz w:val="20"/>
      </w:rPr>
    </w:lvl>
    <w:lvl w:ilvl="1" w:tplc="94DC4AF6" w:tentative="1">
      <w:start w:val="1"/>
      <w:numFmt w:val="bullet"/>
      <w:lvlText w:val="o"/>
      <w:lvlJc w:val="left"/>
      <w:pPr>
        <w:ind w:left="1440" w:hanging="360"/>
      </w:pPr>
      <w:rPr>
        <w:rFonts w:ascii="Courier New" w:hAnsi="Courier New" w:cs="Courier New" w:hint="default"/>
      </w:rPr>
    </w:lvl>
    <w:lvl w:ilvl="2" w:tplc="41B0796E" w:tentative="1">
      <w:start w:val="1"/>
      <w:numFmt w:val="bullet"/>
      <w:lvlText w:val=""/>
      <w:lvlJc w:val="left"/>
      <w:pPr>
        <w:ind w:left="2160" w:hanging="360"/>
      </w:pPr>
      <w:rPr>
        <w:rFonts w:ascii="Wingdings" w:hAnsi="Wingdings" w:hint="default"/>
      </w:rPr>
    </w:lvl>
    <w:lvl w:ilvl="3" w:tplc="D4A2C3AE" w:tentative="1">
      <w:start w:val="1"/>
      <w:numFmt w:val="bullet"/>
      <w:lvlText w:val=""/>
      <w:lvlJc w:val="left"/>
      <w:pPr>
        <w:ind w:left="2880" w:hanging="360"/>
      </w:pPr>
      <w:rPr>
        <w:rFonts w:ascii="Symbol" w:hAnsi="Symbol" w:hint="default"/>
      </w:rPr>
    </w:lvl>
    <w:lvl w:ilvl="4" w:tplc="93D8718C" w:tentative="1">
      <w:start w:val="1"/>
      <w:numFmt w:val="bullet"/>
      <w:lvlText w:val="o"/>
      <w:lvlJc w:val="left"/>
      <w:pPr>
        <w:ind w:left="3600" w:hanging="360"/>
      </w:pPr>
      <w:rPr>
        <w:rFonts w:ascii="Courier New" w:hAnsi="Courier New" w:cs="Courier New" w:hint="default"/>
      </w:rPr>
    </w:lvl>
    <w:lvl w:ilvl="5" w:tplc="7C7E6CD2" w:tentative="1">
      <w:start w:val="1"/>
      <w:numFmt w:val="bullet"/>
      <w:lvlText w:val=""/>
      <w:lvlJc w:val="left"/>
      <w:pPr>
        <w:ind w:left="4320" w:hanging="360"/>
      </w:pPr>
      <w:rPr>
        <w:rFonts w:ascii="Wingdings" w:hAnsi="Wingdings" w:hint="default"/>
      </w:rPr>
    </w:lvl>
    <w:lvl w:ilvl="6" w:tplc="226CE478" w:tentative="1">
      <w:start w:val="1"/>
      <w:numFmt w:val="bullet"/>
      <w:lvlText w:val=""/>
      <w:lvlJc w:val="left"/>
      <w:pPr>
        <w:ind w:left="5040" w:hanging="360"/>
      </w:pPr>
      <w:rPr>
        <w:rFonts w:ascii="Symbol" w:hAnsi="Symbol" w:hint="default"/>
      </w:rPr>
    </w:lvl>
    <w:lvl w:ilvl="7" w:tplc="6A8041D8" w:tentative="1">
      <w:start w:val="1"/>
      <w:numFmt w:val="bullet"/>
      <w:lvlText w:val="o"/>
      <w:lvlJc w:val="left"/>
      <w:pPr>
        <w:ind w:left="5760" w:hanging="360"/>
      </w:pPr>
      <w:rPr>
        <w:rFonts w:ascii="Courier New" w:hAnsi="Courier New" w:cs="Courier New" w:hint="default"/>
      </w:rPr>
    </w:lvl>
    <w:lvl w:ilvl="8" w:tplc="8B3268C4" w:tentative="1">
      <w:start w:val="1"/>
      <w:numFmt w:val="bullet"/>
      <w:lvlText w:val=""/>
      <w:lvlJc w:val="left"/>
      <w:pPr>
        <w:ind w:left="6480" w:hanging="360"/>
      </w:pPr>
      <w:rPr>
        <w:rFonts w:ascii="Wingdings" w:hAnsi="Wingdings" w:hint="default"/>
      </w:rPr>
    </w:lvl>
  </w:abstractNum>
  <w:abstractNum w:abstractNumId="13" w15:restartNumberingAfterBreak="0">
    <w:nsid w:val="562C21B7"/>
    <w:multiLevelType w:val="hybridMultilevel"/>
    <w:tmpl w:val="3A10D6B6"/>
    <w:lvl w:ilvl="0" w:tplc="1D8CD56C">
      <w:start w:val="1"/>
      <w:numFmt w:val="bullet"/>
      <w:lvlText w:val="l"/>
      <w:lvlJc w:val="left"/>
      <w:pPr>
        <w:tabs>
          <w:tab w:val="num" w:pos="360"/>
        </w:tabs>
        <w:ind w:left="360" w:hanging="360"/>
      </w:pPr>
      <w:rPr>
        <w:rFonts w:ascii="Wingdings" w:hAnsi="Wingdings" w:hint="default"/>
        <w:sz w:val="20"/>
      </w:rPr>
    </w:lvl>
    <w:lvl w:ilvl="1" w:tplc="1290697A" w:tentative="1">
      <w:start w:val="1"/>
      <w:numFmt w:val="bullet"/>
      <w:lvlText w:val="o"/>
      <w:lvlJc w:val="left"/>
      <w:pPr>
        <w:ind w:left="1080" w:hanging="360"/>
      </w:pPr>
      <w:rPr>
        <w:rFonts w:ascii="Courier New" w:hAnsi="Courier New" w:cs="Courier New" w:hint="default"/>
      </w:rPr>
    </w:lvl>
    <w:lvl w:ilvl="2" w:tplc="C810B762" w:tentative="1">
      <w:start w:val="1"/>
      <w:numFmt w:val="bullet"/>
      <w:lvlText w:val=""/>
      <w:lvlJc w:val="left"/>
      <w:pPr>
        <w:ind w:left="1800" w:hanging="360"/>
      </w:pPr>
      <w:rPr>
        <w:rFonts w:ascii="Wingdings" w:hAnsi="Wingdings" w:hint="default"/>
      </w:rPr>
    </w:lvl>
    <w:lvl w:ilvl="3" w:tplc="981CE5BE" w:tentative="1">
      <w:start w:val="1"/>
      <w:numFmt w:val="bullet"/>
      <w:lvlText w:val=""/>
      <w:lvlJc w:val="left"/>
      <w:pPr>
        <w:ind w:left="2520" w:hanging="360"/>
      </w:pPr>
      <w:rPr>
        <w:rFonts w:ascii="Symbol" w:hAnsi="Symbol" w:hint="default"/>
      </w:rPr>
    </w:lvl>
    <w:lvl w:ilvl="4" w:tplc="5FF47E70" w:tentative="1">
      <w:start w:val="1"/>
      <w:numFmt w:val="bullet"/>
      <w:lvlText w:val="o"/>
      <w:lvlJc w:val="left"/>
      <w:pPr>
        <w:ind w:left="3240" w:hanging="360"/>
      </w:pPr>
      <w:rPr>
        <w:rFonts w:ascii="Courier New" w:hAnsi="Courier New" w:cs="Courier New" w:hint="default"/>
      </w:rPr>
    </w:lvl>
    <w:lvl w:ilvl="5" w:tplc="038430EE" w:tentative="1">
      <w:start w:val="1"/>
      <w:numFmt w:val="bullet"/>
      <w:lvlText w:val=""/>
      <w:lvlJc w:val="left"/>
      <w:pPr>
        <w:ind w:left="3960" w:hanging="360"/>
      </w:pPr>
      <w:rPr>
        <w:rFonts w:ascii="Wingdings" w:hAnsi="Wingdings" w:hint="default"/>
      </w:rPr>
    </w:lvl>
    <w:lvl w:ilvl="6" w:tplc="7E284644" w:tentative="1">
      <w:start w:val="1"/>
      <w:numFmt w:val="bullet"/>
      <w:lvlText w:val=""/>
      <w:lvlJc w:val="left"/>
      <w:pPr>
        <w:ind w:left="4680" w:hanging="360"/>
      </w:pPr>
      <w:rPr>
        <w:rFonts w:ascii="Symbol" w:hAnsi="Symbol" w:hint="default"/>
      </w:rPr>
    </w:lvl>
    <w:lvl w:ilvl="7" w:tplc="F8AC8D0C" w:tentative="1">
      <w:start w:val="1"/>
      <w:numFmt w:val="bullet"/>
      <w:lvlText w:val="o"/>
      <w:lvlJc w:val="left"/>
      <w:pPr>
        <w:ind w:left="5400" w:hanging="360"/>
      </w:pPr>
      <w:rPr>
        <w:rFonts w:ascii="Courier New" w:hAnsi="Courier New" w:cs="Courier New" w:hint="default"/>
      </w:rPr>
    </w:lvl>
    <w:lvl w:ilvl="8" w:tplc="907ED75A" w:tentative="1">
      <w:start w:val="1"/>
      <w:numFmt w:val="bullet"/>
      <w:lvlText w:val=""/>
      <w:lvlJc w:val="left"/>
      <w:pPr>
        <w:ind w:left="6120" w:hanging="360"/>
      </w:pPr>
      <w:rPr>
        <w:rFonts w:ascii="Wingdings" w:hAnsi="Wingdings" w:hint="default"/>
      </w:rPr>
    </w:lvl>
  </w:abstractNum>
  <w:abstractNum w:abstractNumId="14" w15:restartNumberingAfterBreak="0">
    <w:nsid w:val="5C1E3E7B"/>
    <w:multiLevelType w:val="hybridMultilevel"/>
    <w:tmpl w:val="5816BC10"/>
    <w:lvl w:ilvl="0" w:tplc="FB188DC4">
      <w:start w:val="1"/>
      <w:numFmt w:val="bullet"/>
      <w:lvlText w:val="l"/>
      <w:lvlJc w:val="left"/>
      <w:pPr>
        <w:tabs>
          <w:tab w:val="num" w:pos="360"/>
        </w:tabs>
        <w:ind w:left="360" w:hanging="360"/>
      </w:pPr>
      <w:rPr>
        <w:rFonts w:ascii="Wingdings" w:hAnsi="Wingdings" w:hint="default"/>
        <w:sz w:val="20"/>
      </w:rPr>
    </w:lvl>
    <w:lvl w:ilvl="1" w:tplc="33CA31C6" w:tentative="1">
      <w:start w:val="1"/>
      <w:numFmt w:val="bullet"/>
      <w:lvlText w:val="o"/>
      <w:lvlJc w:val="left"/>
      <w:pPr>
        <w:ind w:left="1080" w:hanging="360"/>
      </w:pPr>
      <w:rPr>
        <w:rFonts w:ascii="Courier New" w:hAnsi="Courier New" w:cs="Courier New" w:hint="default"/>
      </w:rPr>
    </w:lvl>
    <w:lvl w:ilvl="2" w:tplc="04F2F61A" w:tentative="1">
      <w:start w:val="1"/>
      <w:numFmt w:val="bullet"/>
      <w:lvlText w:val=""/>
      <w:lvlJc w:val="left"/>
      <w:pPr>
        <w:ind w:left="1800" w:hanging="360"/>
      </w:pPr>
      <w:rPr>
        <w:rFonts w:ascii="Wingdings" w:hAnsi="Wingdings" w:hint="default"/>
      </w:rPr>
    </w:lvl>
    <w:lvl w:ilvl="3" w:tplc="F8EAF60A" w:tentative="1">
      <w:start w:val="1"/>
      <w:numFmt w:val="bullet"/>
      <w:lvlText w:val=""/>
      <w:lvlJc w:val="left"/>
      <w:pPr>
        <w:ind w:left="2520" w:hanging="360"/>
      </w:pPr>
      <w:rPr>
        <w:rFonts w:ascii="Symbol" w:hAnsi="Symbol" w:hint="default"/>
      </w:rPr>
    </w:lvl>
    <w:lvl w:ilvl="4" w:tplc="6C6610B2" w:tentative="1">
      <w:start w:val="1"/>
      <w:numFmt w:val="bullet"/>
      <w:lvlText w:val="o"/>
      <w:lvlJc w:val="left"/>
      <w:pPr>
        <w:ind w:left="3240" w:hanging="360"/>
      </w:pPr>
      <w:rPr>
        <w:rFonts w:ascii="Courier New" w:hAnsi="Courier New" w:cs="Courier New" w:hint="default"/>
      </w:rPr>
    </w:lvl>
    <w:lvl w:ilvl="5" w:tplc="F55A0F42" w:tentative="1">
      <w:start w:val="1"/>
      <w:numFmt w:val="bullet"/>
      <w:lvlText w:val=""/>
      <w:lvlJc w:val="left"/>
      <w:pPr>
        <w:ind w:left="3960" w:hanging="360"/>
      </w:pPr>
      <w:rPr>
        <w:rFonts w:ascii="Wingdings" w:hAnsi="Wingdings" w:hint="default"/>
      </w:rPr>
    </w:lvl>
    <w:lvl w:ilvl="6" w:tplc="B524BAE6" w:tentative="1">
      <w:start w:val="1"/>
      <w:numFmt w:val="bullet"/>
      <w:lvlText w:val=""/>
      <w:lvlJc w:val="left"/>
      <w:pPr>
        <w:ind w:left="4680" w:hanging="360"/>
      </w:pPr>
      <w:rPr>
        <w:rFonts w:ascii="Symbol" w:hAnsi="Symbol" w:hint="default"/>
      </w:rPr>
    </w:lvl>
    <w:lvl w:ilvl="7" w:tplc="7F2E918E" w:tentative="1">
      <w:start w:val="1"/>
      <w:numFmt w:val="bullet"/>
      <w:lvlText w:val="o"/>
      <w:lvlJc w:val="left"/>
      <w:pPr>
        <w:ind w:left="5400" w:hanging="360"/>
      </w:pPr>
      <w:rPr>
        <w:rFonts w:ascii="Courier New" w:hAnsi="Courier New" w:cs="Courier New" w:hint="default"/>
      </w:rPr>
    </w:lvl>
    <w:lvl w:ilvl="8" w:tplc="5D66A0A0" w:tentative="1">
      <w:start w:val="1"/>
      <w:numFmt w:val="bullet"/>
      <w:lvlText w:val=""/>
      <w:lvlJc w:val="left"/>
      <w:pPr>
        <w:ind w:left="6120" w:hanging="360"/>
      </w:pPr>
      <w:rPr>
        <w:rFonts w:ascii="Wingdings" w:hAnsi="Wingdings" w:hint="default"/>
      </w:rPr>
    </w:lvl>
  </w:abstractNum>
  <w:abstractNum w:abstractNumId="15" w15:restartNumberingAfterBreak="0">
    <w:nsid w:val="61001660"/>
    <w:multiLevelType w:val="hybridMultilevel"/>
    <w:tmpl w:val="108E64D8"/>
    <w:lvl w:ilvl="0" w:tplc="20689964">
      <w:start w:val="1"/>
      <w:numFmt w:val="bullet"/>
      <w:lvlText w:val="l"/>
      <w:lvlJc w:val="left"/>
      <w:pPr>
        <w:tabs>
          <w:tab w:val="num" w:pos="720"/>
        </w:tabs>
        <w:ind w:left="720" w:hanging="360"/>
      </w:pPr>
      <w:rPr>
        <w:rFonts w:ascii="Wingdings" w:hAnsi="Wingdings" w:hint="default"/>
        <w:sz w:val="20"/>
      </w:rPr>
    </w:lvl>
    <w:lvl w:ilvl="1" w:tplc="FB78AEE6" w:tentative="1">
      <w:start w:val="1"/>
      <w:numFmt w:val="bullet"/>
      <w:lvlText w:val="o"/>
      <w:lvlJc w:val="left"/>
      <w:pPr>
        <w:ind w:left="1440" w:hanging="360"/>
      </w:pPr>
      <w:rPr>
        <w:rFonts w:ascii="Courier New" w:hAnsi="Courier New" w:cs="Courier New" w:hint="default"/>
      </w:rPr>
    </w:lvl>
    <w:lvl w:ilvl="2" w:tplc="39DE6644" w:tentative="1">
      <w:start w:val="1"/>
      <w:numFmt w:val="bullet"/>
      <w:lvlText w:val=""/>
      <w:lvlJc w:val="left"/>
      <w:pPr>
        <w:ind w:left="2160" w:hanging="360"/>
      </w:pPr>
      <w:rPr>
        <w:rFonts w:ascii="Wingdings" w:hAnsi="Wingdings" w:hint="default"/>
      </w:rPr>
    </w:lvl>
    <w:lvl w:ilvl="3" w:tplc="B07E8670" w:tentative="1">
      <w:start w:val="1"/>
      <w:numFmt w:val="bullet"/>
      <w:lvlText w:val=""/>
      <w:lvlJc w:val="left"/>
      <w:pPr>
        <w:ind w:left="2880" w:hanging="360"/>
      </w:pPr>
      <w:rPr>
        <w:rFonts w:ascii="Symbol" w:hAnsi="Symbol" w:hint="default"/>
      </w:rPr>
    </w:lvl>
    <w:lvl w:ilvl="4" w:tplc="DF880B72" w:tentative="1">
      <w:start w:val="1"/>
      <w:numFmt w:val="bullet"/>
      <w:lvlText w:val="o"/>
      <w:lvlJc w:val="left"/>
      <w:pPr>
        <w:ind w:left="3600" w:hanging="360"/>
      </w:pPr>
      <w:rPr>
        <w:rFonts w:ascii="Courier New" w:hAnsi="Courier New" w:cs="Courier New" w:hint="default"/>
      </w:rPr>
    </w:lvl>
    <w:lvl w:ilvl="5" w:tplc="95E60C52" w:tentative="1">
      <w:start w:val="1"/>
      <w:numFmt w:val="bullet"/>
      <w:lvlText w:val=""/>
      <w:lvlJc w:val="left"/>
      <w:pPr>
        <w:ind w:left="4320" w:hanging="360"/>
      </w:pPr>
      <w:rPr>
        <w:rFonts w:ascii="Wingdings" w:hAnsi="Wingdings" w:hint="default"/>
      </w:rPr>
    </w:lvl>
    <w:lvl w:ilvl="6" w:tplc="E3503378" w:tentative="1">
      <w:start w:val="1"/>
      <w:numFmt w:val="bullet"/>
      <w:lvlText w:val=""/>
      <w:lvlJc w:val="left"/>
      <w:pPr>
        <w:ind w:left="5040" w:hanging="360"/>
      </w:pPr>
      <w:rPr>
        <w:rFonts w:ascii="Symbol" w:hAnsi="Symbol" w:hint="default"/>
      </w:rPr>
    </w:lvl>
    <w:lvl w:ilvl="7" w:tplc="E5129610" w:tentative="1">
      <w:start w:val="1"/>
      <w:numFmt w:val="bullet"/>
      <w:lvlText w:val="o"/>
      <w:lvlJc w:val="left"/>
      <w:pPr>
        <w:ind w:left="5760" w:hanging="360"/>
      </w:pPr>
      <w:rPr>
        <w:rFonts w:ascii="Courier New" w:hAnsi="Courier New" w:cs="Courier New" w:hint="default"/>
      </w:rPr>
    </w:lvl>
    <w:lvl w:ilvl="8" w:tplc="4C966B0E" w:tentative="1">
      <w:start w:val="1"/>
      <w:numFmt w:val="bullet"/>
      <w:lvlText w:val=""/>
      <w:lvlJc w:val="left"/>
      <w:pPr>
        <w:ind w:left="6480" w:hanging="360"/>
      </w:pPr>
      <w:rPr>
        <w:rFonts w:ascii="Wingdings" w:hAnsi="Wingdings" w:hint="default"/>
      </w:rPr>
    </w:lvl>
  </w:abstractNum>
  <w:abstractNum w:abstractNumId="16" w15:restartNumberingAfterBreak="0">
    <w:nsid w:val="7A1E16CD"/>
    <w:multiLevelType w:val="hybridMultilevel"/>
    <w:tmpl w:val="BC522BD6"/>
    <w:lvl w:ilvl="0" w:tplc="5CE8CE34">
      <w:start w:val="1"/>
      <w:numFmt w:val="bullet"/>
      <w:lvlText w:val="l"/>
      <w:lvlJc w:val="left"/>
      <w:pPr>
        <w:tabs>
          <w:tab w:val="num" w:pos="720"/>
        </w:tabs>
        <w:ind w:left="720" w:hanging="360"/>
      </w:pPr>
      <w:rPr>
        <w:rFonts w:ascii="Wingdings" w:hAnsi="Wingdings" w:hint="default"/>
        <w:sz w:val="20"/>
      </w:rPr>
    </w:lvl>
    <w:lvl w:ilvl="1" w:tplc="37866780" w:tentative="1">
      <w:start w:val="1"/>
      <w:numFmt w:val="bullet"/>
      <w:lvlText w:val="o"/>
      <w:lvlJc w:val="left"/>
      <w:pPr>
        <w:ind w:left="1440" w:hanging="360"/>
      </w:pPr>
      <w:rPr>
        <w:rFonts w:ascii="Courier New" w:hAnsi="Courier New" w:cs="Courier New" w:hint="default"/>
      </w:rPr>
    </w:lvl>
    <w:lvl w:ilvl="2" w:tplc="0F5ED4EC" w:tentative="1">
      <w:start w:val="1"/>
      <w:numFmt w:val="bullet"/>
      <w:lvlText w:val=""/>
      <w:lvlJc w:val="left"/>
      <w:pPr>
        <w:ind w:left="2160" w:hanging="360"/>
      </w:pPr>
      <w:rPr>
        <w:rFonts w:ascii="Wingdings" w:hAnsi="Wingdings" w:hint="default"/>
      </w:rPr>
    </w:lvl>
    <w:lvl w:ilvl="3" w:tplc="187254BA" w:tentative="1">
      <w:start w:val="1"/>
      <w:numFmt w:val="bullet"/>
      <w:lvlText w:val=""/>
      <w:lvlJc w:val="left"/>
      <w:pPr>
        <w:ind w:left="2880" w:hanging="360"/>
      </w:pPr>
      <w:rPr>
        <w:rFonts w:ascii="Symbol" w:hAnsi="Symbol" w:hint="default"/>
      </w:rPr>
    </w:lvl>
    <w:lvl w:ilvl="4" w:tplc="FF64506C" w:tentative="1">
      <w:start w:val="1"/>
      <w:numFmt w:val="bullet"/>
      <w:lvlText w:val="o"/>
      <w:lvlJc w:val="left"/>
      <w:pPr>
        <w:ind w:left="3600" w:hanging="360"/>
      </w:pPr>
      <w:rPr>
        <w:rFonts w:ascii="Courier New" w:hAnsi="Courier New" w:cs="Courier New" w:hint="default"/>
      </w:rPr>
    </w:lvl>
    <w:lvl w:ilvl="5" w:tplc="C2F83BD0" w:tentative="1">
      <w:start w:val="1"/>
      <w:numFmt w:val="bullet"/>
      <w:lvlText w:val=""/>
      <w:lvlJc w:val="left"/>
      <w:pPr>
        <w:ind w:left="4320" w:hanging="360"/>
      </w:pPr>
      <w:rPr>
        <w:rFonts w:ascii="Wingdings" w:hAnsi="Wingdings" w:hint="default"/>
      </w:rPr>
    </w:lvl>
    <w:lvl w:ilvl="6" w:tplc="F34AFF2E" w:tentative="1">
      <w:start w:val="1"/>
      <w:numFmt w:val="bullet"/>
      <w:lvlText w:val=""/>
      <w:lvlJc w:val="left"/>
      <w:pPr>
        <w:ind w:left="5040" w:hanging="360"/>
      </w:pPr>
      <w:rPr>
        <w:rFonts w:ascii="Symbol" w:hAnsi="Symbol" w:hint="default"/>
      </w:rPr>
    </w:lvl>
    <w:lvl w:ilvl="7" w:tplc="37CC1890" w:tentative="1">
      <w:start w:val="1"/>
      <w:numFmt w:val="bullet"/>
      <w:lvlText w:val="o"/>
      <w:lvlJc w:val="left"/>
      <w:pPr>
        <w:ind w:left="5760" w:hanging="360"/>
      </w:pPr>
      <w:rPr>
        <w:rFonts w:ascii="Courier New" w:hAnsi="Courier New" w:cs="Courier New" w:hint="default"/>
      </w:rPr>
    </w:lvl>
    <w:lvl w:ilvl="8" w:tplc="A8F094FA" w:tentative="1">
      <w:start w:val="1"/>
      <w:numFmt w:val="bullet"/>
      <w:lvlText w:val=""/>
      <w:lvlJc w:val="left"/>
      <w:pPr>
        <w:ind w:left="6480" w:hanging="360"/>
      </w:pPr>
      <w:rPr>
        <w:rFonts w:ascii="Wingdings" w:hAnsi="Wingdings" w:hint="default"/>
      </w:rPr>
    </w:lvl>
  </w:abstractNum>
  <w:num w:numId="1" w16cid:durableId="1236168275">
    <w:abstractNumId w:val="0"/>
  </w:num>
  <w:num w:numId="2" w16cid:durableId="748189015">
    <w:abstractNumId w:val="9"/>
  </w:num>
  <w:num w:numId="3" w16cid:durableId="1039622732">
    <w:abstractNumId w:val="8"/>
  </w:num>
  <w:num w:numId="4" w16cid:durableId="1472214372">
    <w:abstractNumId w:val="14"/>
  </w:num>
  <w:num w:numId="5" w16cid:durableId="493568679">
    <w:abstractNumId w:val="13"/>
  </w:num>
  <w:num w:numId="6" w16cid:durableId="716660981">
    <w:abstractNumId w:val="6"/>
  </w:num>
  <w:num w:numId="7" w16cid:durableId="496848513">
    <w:abstractNumId w:val="3"/>
  </w:num>
  <w:num w:numId="8" w16cid:durableId="1153377261">
    <w:abstractNumId w:val="7"/>
  </w:num>
  <w:num w:numId="9" w16cid:durableId="1081099123">
    <w:abstractNumId w:val="16"/>
  </w:num>
  <w:num w:numId="10" w16cid:durableId="2034643929">
    <w:abstractNumId w:val="15"/>
  </w:num>
  <w:num w:numId="11" w16cid:durableId="652757761">
    <w:abstractNumId w:val="11"/>
  </w:num>
  <w:num w:numId="12" w16cid:durableId="1785535721">
    <w:abstractNumId w:val="2"/>
  </w:num>
  <w:num w:numId="13" w16cid:durableId="1160927411">
    <w:abstractNumId w:val="10"/>
  </w:num>
  <w:num w:numId="14" w16cid:durableId="1354266588">
    <w:abstractNumId w:val="4"/>
  </w:num>
  <w:num w:numId="15" w16cid:durableId="1101608994">
    <w:abstractNumId w:val="12"/>
  </w:num>
  <w:num w:numId="16" w16cid:durableId="1991976237">
    <w:abstractNumId w:val="5"/>
  </w:num>
  <w:num w:numId="17" w16cid:durableId="1216433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proofState w:spelling="clean" w:grammar="clean"/>
  <w:attachedTemplate r:id="rId1"/>
  <w:linkStyl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soform$" w:val="Y"/>
  </w:docVars>
  <w:rsids>
    <w:rsidRoot w:val="00CD1E6C"/>
    <w:rsid w:val="0000092E"/>
    <w:rsid w:val="0000241A"/>
    <w:rsid w:val="00003F12"/>
    <w:rsid w:val="000131B3"/>
    <w:rsid w:val="00014CA9"/>
    <w:rsid w:val="0002073E"/>
    <w:rsid w:val="00022592"/>
    <w:rsid w:val="00024FE3"/>
    <w:rsid w:val="00026142"/>
    <w:rsid w:val="00031B3E"/>
    <w:rsid w:val="00035ECB"/>
    <w:rsid w:val="0004762D"/>
    <w:rsid w:val="00047962"/>
    <w:rsid w:val="000519B4"/>
    <w:rsid w:val="0005477D"/>
    <w:rsid w:val="000623CD"/>
    <w:rsid w:val="00062913"/>
    <w:rsid w:val="00070D35"/>
    <w:rsid w:val="00071154"/>
    <w:rsid w:val="00074DC3"/>
    <w:rsid w:val="0007654D"/>
    <w:rsid w:val="00080D90"/>
    <w:rsid w:val="00086A71"/>
    <w:rsid w:val="00093F95"/>
    <w:rsid w:val="000955B7"/>
    <w:rsid w:val="000A6038"/>
    <w:rsid w:val="000A7B43"/>
    <w:rsid w:val="000B0326"/>
    <w:rsid w:val="000B3173"/>
    <w:rsid w:val="000C359D"/>
    <w:rsid w:val="000C4238"/>
    <w:rsid w:val="000C775C"/>
    <w:rsid w:val="000D12FF"/>
    <w:rsid w:val="000D6765"/>
    <w:rsid w:val="000D7008"/>
    <w:rsid w:val="000D7407"/>
    <w:rsid w:val="000D7CE8"/>
    <w:rsid w:val="000E2FDD"/>
    <w:rsid w:val="000E30B4"/>
    <w:rsid w:val="000E441C"/>
    <w:rsid w:val="000E704A"/>
    <w:rsid w:val="000E7AE4"/>
    <w:rsid w:val="000F6A84"/>
    <w:rsid w:val="000F6E92"/>
    <w:rsid w:val="000F78F9"/>
    <w:rsid w:val="00102D5B"/>
    <w:rsid w:val="0010333C"/>
    <w:rsid w:val="00115338"/>
    <w:rsid w:val="00115618"/>
    <w:rsid w:val="00120B2E"/>
    <w:rsid w:val="00121A0F"/>
    <w:rsid w:val="00122CCB"/>
    <w:rsid w:val="0012582C"/>
    <w:rsid w:val="001329C9"/>
    <w:rsid w:val="00133071"/>
    <w:rsid w:val="00135BE4"/>
    <w:rsid w:val="00142206"/>
    <w:rsid w:val="001433D2"/>
    <w:rsid w:val="00145013"/>
    <w:rsid w:val="00150451"/>
    <w:rsid w:val="00156804"/>
    <w:rsid w:val="00156914"/>
    <w:rsid w:val="001571F6"/>
    <w:rsid w:val="0016123D"/>
    <w:rsid w:val="00164A41"/>
    <w:rsid w:val="00165B41"/>
    <w:rsid w:val="00165F56"/>
    <w:rsid w:val="0016742A"/>
    <w:rsid w:val="001767D6"/>
    <w:rsid w:val="00184B6A"/>
    <w:rsid w:val="001861FB"/>
    <w:rsid w:val="00190455"/>
    <w:rsid w:val="0019469D"/>
    <w:rsid w:val="0019790A"/>
    <w:rsid w:val="001B21FF"/>
    <w:rsid w:val="001B27A9"/>
    <w:rsid w:val="001C19EE"/>
    <w:rsid w:val="001C393C"/>
    <w:rsid w:val="001C6F1D"/>
    <w:rsid w:val="001D078E"/>
    <w:rsid w:val="001D40E3"/>
    <w:rsid w:val="001D4865"/>
    <w:rsid w:val="001E40BA"/>
    <w:rsid w:val="001E46F4"/>
    <w:rsid w:val="001E5384"/>
    <w:rsid w:val="001E6105"/>
    <w:rsid w:val="001E71D5"/>
    <w:rsid w:val="001F203D"/>
    <w:rsid w:val="001F20B1"/>
    <w:rsid w:val="001F545D"/>
    <w:rsid w:val="0020222F"/>
    <w:rsid w:val="0020295D"/>
    <w:rsid w:val="00205D59"/>
    <w:rsid w:val="00207C1E"/>
    <w:rsid w:val="00211D41"/>
    <w:rsid w:val="00213EF6"/>
    <w:rsid w:val="00216462"/>
    <w:rsid w:val="00217EDF"/>
    <w:rsid w:val="00220975"/>
    <w:rsid w:val="00222381"/>
    <w:rsid w:val="00225718"/>
    <w:rsid w:val="00226871"/>
    <w:rsid w:val="00232E43"/>
    <w:rsid w:val="00236FFF"/>
    <w:rsid w:val="002426C0"/>
    <w:rsid w:val="00244CDD"/>
    <w:rsid w:val="002451AE"/>
    <w:rsid w:val="00246D69"/>
    <w:rsid w:val="00251BC9"/>
    <w:rsid w:val="00252CDD"/>
    <w:rsid w:val="00254247"/>
    <w:rsid w:val="00264479"/>
    <w:rsid w:val="00266417"/>
    <w:rsid w:val="00272907"/>
    <w:rsid w:val="00272FBD"/>
    <w:rsid w:val="00275516"/>
    <w:rsid w:val="00277E7D"/>
    <w:rsid w:val="00287EAF"/>
    <w:rsid w:val="002907A8"/>
    <w:rsid w:val="00294D6C"/>
    <w:rsid w:val="002A4A4D"/>
    <w:rsid w:val="002B3172"/>
    <w:rsid w:val="002B4142"/>
    <w:rsid w:val="002B4238"/>
    <w:rsid w:val="002B62BD"/>
    <w:rsid w:val="002C624B"/>
    <w:rsid w:val="002C69E7"/>
    <w:rsid w:val="002D0AC0"/>
    <w:rsid w:val="002D1B1B"/>
    <w:rsid w:val="002D2086"/>
    <w:rsid w:val="002D23F6"/>
    <w:rsid w:val="002D680E"/>
    <w:rsid w:val="002E3EB1"/>
    <w:rsid w:val="002E7567"/>
    <w:rsid w:val="002F141B"/>
    <w:rsid w:val="002F19FC"/>
    <w:rsid w:val="002F2739"/>
    <w:rsid w:val="002F2843"/>
    <w:rsid w:val="002F7B08"/>
    <w:rsid w:val="00300D51"/>
    <w:rsid w:val="00301C7C"/>
    <w:rsid w:val="003025B9"/>
    <w:rsid w:val="00306296"/>
    <w:rsid w:val="0030652D"/>
    <w:rsid w:val="00310E43"/>
    <w:rsid w:val="00314035"/>
    <w:rsid w:val="00316AEA"/>
    <w:rsid w:val="0031766E"/>
    <w:rsid w:val="00324A81"/>
    <w:rsid w:val="00325FC4"/>
    <w:rsid w:val="0032620A"/>
    <w:rsid w:val="00327F4D"/>
    <w:rsid w:val="003310FC"/>
    <w:rsid w:val="003311A7"/>
    <w:rsid w:val="00332944"/>
    <w:rsid w:val="003367CE"/>
    <w:rsid w:val="00340923"/>
    <w:rsid w:val="00341E2C"/>
    <w:rsid w:val="00341E52"/>
    <w:rsid w:val="00344F7F"/>
    <w:rsid w:val="00345BFF"/>
    <w:rsid w:val="00346B28"/>
    <w:rsid w:val="003521F4"/>
    <w:rsid w:val="00353241"/>
    <w:rsid w:val="003607C7"/>
    <w:rsid w:val="00362733"/>
    <w:rsid w:val="00365EA7"/>
    <w:rsid w:val="00366CA6"/>
    <w:rsid w:val="0036728A"/>
    <w:rsid w:val="00370E9F"/>
    <w:rsid w:val="00375B08"/>
    <w:rsid w:val="00375BB3"/>
    <w:rsid w:val="00377CA7"/>
    <w:rsid w:val="00385820"/>
    <w:rsid w:val="0039253F"/>
    <w:rsid w:val="0039256E"/>
    <w:rsid w:val="00396241"/>
    <w:rsid w:val="00396259"/>
    <w:rsid w:val="003A62A1"/>
    <w:rsid w:val="003B04EF"/>
    <w:rsid w:val="003B2EDD"/>
    <w:rsid w:val="003B32EC"/>
    <w:rsid w:val="003B6A81"/>
    <w:rsid w:val="003B6AD0"/>
    <w:rsid w:val="003C5439"/>
    <w:rsid w:val="003C6A9A"/>
    <w:rsid w:val="003D01A5"/>
    <w:rsid w:val="003D3210"/>
    <w:rsid w:val="003D4A60"/>
    <w:rsid w:val="003D697D"/>
    <w:rsid w:val="003E540B"/>
    <w:rsid w:val="003F10B5"/>
    <w:rsid w:val="003F486D"/>
    <w:rsid w:val="003F494D"/>
    <w:rsid w:val="00403379"/>
    <w:rsid w:val="00405424"/>
    <w:rsid w:val="004120A6"/>
    <w:rsid w:val="004147B8"/>
    <w:rsid w:val="00414CC8"/>
    <w:rsid w:val="00415E84"/>
    <w:rsid w:val="00416486"/>
    <w:rsid w:val="004178BE"/>
    <w:rsid w:val="00425A49"/>
    <w:rsid w:val="00433EF7"/>
    <w:rsid w:val="004341A2"/>
    <w:rsid w:val="00434A8F"/>
    <w:rsid w:val="00440049"/>
    <w:rsid w:val="004540A6"/>
    <w:rsid w:val="00456847"/>
    <w:rsid w:val="00461532"/>
    <w:rsid w:val="004657D2"/>
    <w:rsid w:val="00467676"/>
    <w:rsid w:val="004729BC"/>
    <w:rsid w:val="00474769"/>
    <w:rsid w:val="00475E86"/>
    <w:rsid w:val="004840EB"/>
    <w:rsid w:val="0048541E"/>
    <w:rsid w:val="00490633"/>
    <w:rsid w:val="00490935"/>
    <w:rsid w:val="00490F1B"/>
    <w:rsid w:val="00493D61"/>
    <w:rsid w:val="00495054"/>
    <w:rsid w:val="0049772C"/>
    <w:rsid w:val="004A4A72"/>
    <w:rsid w:val="004A7980"/>
    <w:rsid w:val="004B06B8"/>
    <w:rsid w:val="004B06C0"/>
    <w:rsid w:val="004B270A"/>
    <w:rsid w:val="004B2AC7"/>
    <w:rsid w:val="004B409D"/>
    <w:rsid w:val="004B6511"/>
    <w:rsid w:val="004C3508"/>
    <w:rsid w:val="004C46A4"/>
    <w:rsid w:val="004C49C4"/>
    <w:rsid w:val="004C5AFD"/>
    <w:rsid w:val="004D0C8B"/>
    <w:rsid w:val="004D758F"/>
    <w:rsid w:val="004E0BC8"/>
    <w:rsid w:val="004E18B2"/>
    <w:rsid w:val="004F2B26"/>
    <w:rsid w:val="00500FC9"/>
    <w:rsid w:val="00501355"/>
    <w:rsid w:val="00502DB3"/>
    <w:rsid w:val="005154EF"/>
    <w:rsid w:val="005173CA"/>
    <w:rsid w:val="00524509"/>
    <w:rsid w:val="005370CC"/>
    <w:rsid w:val="00540F8B"/>
    <w:rsid w:val="005411DC"/>
    <w:rsid w:val="0054376B"/>
    <w:rsid w:val="0055251B"/>
    <w:rsid w:val="00555B34"/>
    <w:rsid w:val="005712D2"/>
    <w:rsid w:val="00572F2E"/>
    <w:rsid w:val="00573DD0"/>
    <w:rsid w:val="00575A3D"/>
    <w:rsid w:val="005A0008"/>
    <w:rsid w:val="005A329E"/>
    <w:rsid w:val="005A5784"/>
    <w:rsid w:val="005C360B"/>
    <w:rsid w:val="005C4AEF"/>
    <w:rsid w:val="005C4C00"/>
    <w:rsid w:val="005C746B"/>
    <w:rsid w:val="005D0825"/>
    <w:rsid w:val="005D7953"/>
    <w:rsid w:val="005E07D2"/>
    <w:rsid w:val="005E14F2"/>
    <w:rsid w:val="005E2AE6"/>
    <w:rsid w:val="005E4D7F"/>
    <w:rsid w:val="005E6C25"/>
    <w:rsid w:val="005F3DAE"/>
    <w:rsid w:val="005F543F"/>
    <w:rsid w:val="00602198"/>
    <w:rsid w:val="00602501"/>
    <w:rsid w:val="0060259C"/>
    <w:rsid w:val="00606802"/>
    <w:rsid w:val="006068F1"/>
    <w:rsid w:val="00606D80"/>
    <w:rsid w:val="00607511"/>
    <w:rsid w:val="00607FCE"/>
    <w:rsid w:val="00610064"/>
    <w:rsid w:val="00616FB1"/>
    <w:rsid w:val="0062144F"/>
    <w:rsid w:val="0063481E"/>
    <w:rsid w:val="006357D9"/>
    <w:rsid w:val="006404AA"/>
    <w:rsid w:val="006440D1"/>
    <w:rsid w:val="00646DDD"/>
    <w:rsid w:val="0065768C"/>
    <w:rsid w:val="00663512"/>
    <w:rsid w:val="00664931"/>
    <w:rsid w:val="006735E2"/>
    <w:rsid w:val="006738D8"/>
    <w:rsid w:val="00675C4F"/>
    <w:rsid w:val="00675F05"/>
    <w:rsid w:val="00675F61"/>
    <w:rsid w:val="00677FBD"/>
    <w:rsid w:val="00680D82"/>
    <w:rsid w:val="00684308"/>
    <w:rsid w:val="00684BF0"/>
    <w:rsid w:val="006A542A"/>
    <w:rsid w:val="006A6F5D"/>
    <w:rsid w:val="006B1A76"/>
    <w:rsid w:val="006B35EB"/>
    <w:rsid w:val="006B5B1C"/>
    <w:rsid w:val="006B7CFA"/>
    <w:rsid w:val="006C21B6"/>
    <w:rsid w:val="006C26B5"/>
    <w:rsid w:val="006C371D"/>
    <w:rsid w:val="006D66CE"/>
    <w:rsid w:val="006D7CA9"/>
    <w:rsid w:val="006E1C7C"/>
    <w:rsid w:val="006E3956"/>
    <w:rsid w:val="006E41DE"/>
    <w:rsid w:val="006F0694"/>
    <w:rsid w:val="006F3D18"/>
    <w:rsid w:val="006F4067"/>
    <w:rsid w:val="006F6E26"/>
    <w:rsid w:val="0070525D"/>
    <w:rsid w:val="00707AB4"/>
    <w:rsid w:val="00710EE0"/>
    <w:rsid w:val="00734E52"/>
    <w:rsid w:val="00734F07"/>
    <w:rsid w:val="0074121D"/>
    <w:rsid w:val="00743E27"/>
    <w:rsid w:val="00761987"/>
    <w:rsid w:val="007625BA"/>
    <w:rsid w:val="00763689"/>
    <w:rsid w:val="00764902"/>
    <w:rsid w:val="00765036"/>
    <w:rsid w:val="00765C26"/>
    <w:rsid w:val="0077372D"/>
    <w:rsid w:val="00773FF7"/>
    <w:rsid w:val="007828A4"/>
    <w:rsid w:val="00791CE1"/>
    <w:rsid w:val="0079597D"/>
    <w:rsid w:val="007963C3"/>
    <w:rsid w:val="007A6B16"/>
    <w:rsid w:val="007B1798"/>
    <w:rsid w:val="007B2BA6"/>
    <w:rsid w:val="007C0A31"/>
    <w:rsid w:val="007C3C2E"/>
    <w:rsid w:val="007C4E92"/>
    <w:rsid w:val="007C5D46"/>
    <w:rsid w:val="007E2530"/>
    <w:rsid w:val="007E6832"/>
    <w:rsid w:val="007F2F7D"/>
    <w:rsid w:val="0080158F"/>
    <w:rsid w:val="00801EC5"/>
    <w:rsid w:val="00810077"/>
    <w:rsid w:val="00814210"/>
    <w:rsid w:val="00816649"/>
    <w:rsid w:val="00820514"/>
    <w:rsid w:val="008220AE"/>
    <w:rsid w:val="00823B98"/>
    <w:rsid w:val="00830916"/>
    <w:rsid w:val="0083107A"/>
    <w:rsid w:val="00833979"/>
    <w:rsid w:val="00834877"/>
    <w:rsid w:val="008433A0"/>
    <w:rsid w:val="00843921"/>
    <w:rsid w:val="008459E6"/>
    <w:rsid w:val="008467D2"/>
    <w:rsid w:val="00851C19"/>
    <w:rsid w:val="0085294A"/>
    <w:rsid w:val="008601BB"/>
    <w:rsid w:val="00860380"/>
    <w:rsid w:val="008662C1"/>
    <w:rsid w:val="008739D4"/>
    <w:rsid w:val="00882411"/>
    <w:rsid w:val="00887688"/>
    <w:rsid w:val="00896A34"/>
    <w:rsid w:val="008A79AC"/>
    <w:rsid w:val="008B2337"/>
    <w:rsid w:val="008B2CD5"/>
    <w:rsid w:val="008B69CE"/>
    <w:rsid w:val="008C7CC7"/>
    <w:rsid w:val="008D2F90"/>
    <w:rsid w:val="008D30C4"/>
    <w:rsid w:val="008D49E7"/>
    <w:rsid w:val="008D5610"/>
    <w:rsid w:val="008E7940"/>
    <w:rsid w:val="008F1419"/>
    <w:rsid w:val="008F7169"/>
    <w:rsid w:val="00901BC6"/>
    <w:rsid w:val="009047AC"/>
    <w:rsid w:val="00905007"/>
    <w:rsid w:val="009219EF"/>
    <w:rsid w:val="0094574B"/>
    <w:rsid w:val="00951775"/>
    <w:rsid w:val="00951DDC"/>
    <w:rsid w:val="00961AB7"/>
    <w:rsid w:val="00970E72"/>
    <w:rsid w:val="009713C5"/>
    <w:rsid w:val="00972062"/>
    <w:rsid w:val="00973BAD"/>
    <w:rsid w:val="00977821"/>
    <w:rsid w:val="00986037"/>
    <w:rsid w:val="009863D8"/>
    <w:rsid w:val="00993773"/>
    <w:rsid w:val="009A4A43"/>
    <w:rsid w:val="009A6276"/>
    <w:rsid w:val="009B1D32"/>
    <w:rsid w:val="009B1F95"/>
    <w:rsid w:val="009B2BFE"/>
    <w:rsid w:val="009B3912"/>
    <w:rsid w:val="009C025E"/>
    <w:rsid w:val="009C1207"/>
    <w:rsid w:val="009C7AD0"/>
    <w:rsid w:val="009D18CD"/>
    <w:rsid w:val="009D22D1"/>
    <w:rsid w:val="009D41B0"/>
    <w:rsid w:val="009E18C8"/>
    <w:rsid w:val="009E256D"/>
    <w:rsid w:val="009E3698"/>
    <w:rsid w:val="009E5F98"/>
    <w:rsid w:val="009F77F3"/>
    <w:rsid w:val="009F7C4D"/>
    <w:rsid w:val="00A0639B"/>
    <w:rsid w:val="00A0674C"/>
    <w:rsid w:val="00A07E01"/>
    <w:rsid w:val="00A102D1"/>
    <w:rsid w:val="00A12ECF"/>
    <w:rsid w:val="00A13259"/>
    <w:rsid w:val="00A15263"/>
    <w:rsid w:val="00A159FB"/>
    <w:rsid w:val="00A1671C"/>
    <w:rsid w:val="00A20E66"/>
    <w:rsid w:val="00A21E43"/>
    <w:rsid w:val="00A243A0"/>
    <w:rsid w:val="00A26A9B"/>
    <w:rsid w:val="00A31E4B"/>
    <w:rsid w:val="00A3315D"/>
    <w:rsid w:val="00A3371E"/>
    <w:rsid w:val="00A36371"/>
    <w:rsid w:val="00A3739B"/>
    <w:rsid w:val="00A521BF"/>
    <w:rsid w:val="00A5776D"/>
    <w:rsid w:val="00A6329D"/>
    <w:rsid w:val="00A6587F"/>
    <w:rsid w:val="00A71A30"/>
    <w:rsid w:val="00A733C3"/>
    <w:rsid w:val="00A85A4F"/>
    <w:rsid w:val="00A86BB7"/>
    <w:rsid w:val="00A922A5"/>
    <w:rsid w:val="00A9295A"/>
    <w:rsid w:val="00A9795C"/>
    <w:rsid w:val="00AA52CF"/>
    <w:rsid w:val="00AA7292"/>
    <w:rsid w:val="00AB185B"/>
    <w:rsid w:val="00AB471A"/>
    <w:rsid w:val="00AC1C3C"/>
    <w:rsid w:val="00AC4C22"/>
    <w:rsid w:val="00AC5352"/>
    <w:rsid w:val="00AD0E50"/>
    <w:rsid w:val="00AD501C"/>
    <w:rsid w:val="00AE1913"/>
    <w:rsid w:val="00AE64B5"/>
    <w:rsid w:val="00AF17CF"/>
    <w:rsid w:val="00AF216A"/>
    <w:rsid w:val="00AF7614"/>
    <w:rsid w:val="00AF7A69"/>
    <w:rsid w:val="00B01389"/>
    <w:rsid w:val="00B0502F"/>
    <w:rsid w:val="00B0539D"/>
    <w:rsid w:val="00B171E9"/>
    <w:rsid w:val="00B20140"/>
    <w:rsid w:val="00B22038"/>
    <w:rsid w:val="00B225E5"/>
    <w:rsid w:val="00B227EE"/>
    <w:rsid w:val="00B23503"/>
    <w:rsid w:val="00B266A5"/>
    <w:rsid w:val="00B272F8"/>
    <w:rsid w:val="00B47085"/>
    <w:rsid w:val="00B50454"/>
    <w:rsid w:val="00B51F10"/>
    <w:rsid w:val="00B54A19"/>
    <w:rsid w:val="00B55254"/>
    <w:rsid w:val="00B575EB"/>
    <w:rsid w:val="00B57F01"/>
    <w:rsid w:val="00B60F9B"/>
    <w:rsid w:val="00B61795"/>
    <w:rsid w:val="00B62624"/>
    <w:rsid w:val="00B64493"/>
    <w:rsid w:val="00B6523D"/>
    <w:rsid w:val="00B711FC"/>
    <w:rsid w:val="00B7149F"/>
    <w:rsid w:val="00B77509"/>
    <w:rsid w:val="00B81352"/>
    <w:rsid w:val="00B83B42"/>
    <w:rsid w:val="00B8520D"/>
    <w:rsid w:val="00B8798A"/>
    <w:rsid w:val="00B9111C"/>
    <w:rsid w:val="00BA5B28"/>
    <w:rsid w:val="00BA7B4A"/>
    <w:rsid w:val="00BB37C8"/>
    <w:rsid w:val="00BC0D62"/>
    <w:rsid w:val="00BC4D1F"/>
    <w:rsid w:val="00BC6964"/>
    <w:rsid w:val="00BD0FAC"/>
    <w:rsid w:val="00BD6AFE"/>
    <w:rsid w:val="00BE0770"/>
    <w:rsid w:val="00BE2722"/>
    <w:rsid w:val="00BE637B"/>
    <w:rsid w:val="00BF16ED"/>
    <w:rsid w:val="00BF371A"/>
    <w:rsid w:val="00BF6961"/>
    <w:rsid w:val="00BF7282"/>
    <w:rsid w:val="00BF7506"/>
    <w:rsid w:val="00C00633"/>
    <w:rsid w:val="00C03521"/>
    <w:rsid w:val="00C06EC8"/>
    <w:rsid w:val="00C1585F"/>
    <w:rsid w:val="00C2090B"/>
    <w:rsid w:val="00C274F0"/>
    <w:rsid w:val="00C33143"/>
    <w:rsid w:val="00C33489"/>
    <w:rsid w:val="00C3358F"/>
    <w:rsid w:val="00C4073E"/>
    <w:rsid w:val="00C43231"/>
    <w:rsid w:val="00C45DB6"/>
    <w:rsid w:val="00C5051A"/>
    <w:rsid w:val="00C5673F"/>
    <w:rsid w:val="00C62FD8"/>
    <w:rsid w:val="00C638BD"/>
    <w:rsid w:val="00C70763"/>
    <w:rsid w:val="00C745EF"/>
    <w:rsid w:val="00C750F4"/>
    <w:rsid w:val="00C92843"/>
    <w:rsid w:val="00C95518"/>
    <w:rsid w:val="00CA1973"/>
    <w:rsid w:val="00CA6E35"/>
    <w:rsid w:val="00CB0F37"/>
    <w:rsid w:val="00CB554C"/>
    <w:rsid w:val="00CB5C23"/>
    <w:rsid w:val="00CB79FE"/>
    <w:rsid w:val="00CC04E0"/>
    <w:rsid w:val="00CC2CE0"/>
    <w:rsid w:val="00CC76CE"/>
    <w:rsid w:val="00CD1D94"/>
    <w:rsid w:val="00CD1E6C"/>
    <w:rsid w:val="00CE1745"/>
    <w:rsid w:val="00CE3ED4"/>
    <w:rsid w:val="00CE4551"/>
    <w:rsid w:val="00CE49FA"/>
    <w:rsid w:val="00CE581E"/>
    <w:rsid w:val="00CE6B01"/>
    <w:rsid w:val="00CF0B90"/>
    <w:rsid w:val="00D044A7"/>
    <w:rsid w:val="00D1209D"/>
    <w:rsid w:val="00D121E6"/>
    <w:rsid w:val="00D127B7"/>
    <w:rsid w:val="00D14EE3"/>
    <w:rsid w:val="00D15A44"/>
    <w:rsid w:val="00D21EBD"/>
    <w:rsid w:val="00D23D91"/>
    <w:rsid w:val="00D30F27"/>
    <w:rsid w:val="00D31CC0"/>
    <w:rsid w:val="00D3250B"/>
    <w:rsid w:val="00D46CAD"/>
    <w:rsid w:val="00D51BFD"/>
    <w:rsid w:val="00D55A2E"/>
    <w:rsid w:val="00D60512"/>
    <w:rsid w:val="00D623CB"/>
    <w:rsid w:val="00D65CB7"/>
    <w:rsid w:val="00D7248A"/>
    <w:rsid w:val="00D73738"/>
    <w:rsid w:val="00D75024"/>
    <w:rsid w:val="00D762DB"/>
    <w:rsid w:val="00D77B8D"/>
    <w:rsid w:val="00D82DDB"/>
    <w:rsid w:val="00D850BF"/>
    <w:rsid w:val="00D860D1"/>
    <w:rsid w:val="00D91698"/>
    <w:rsid w:val="00D9571C"/>
    <w:rsid w:val="00D9753D"/>
    <w:rsid w:val="00DA1118"/>
    <w:rsid w:val="00DA5184"/>
    <w:rsid w:val="00DA6BDF"/>
    <w:rsid w:val="00DA7871"/>
    <w:rsid w:val="00DB4014"/>
    <w:rsid w:val="00DC3356"/>
    <w:rsid w:val="00DE121A"/>
    <w:rsid w:val="00DE168B"/>
    <w:rsid w:val="00DE2A91"/>
    <w:rsid w:val="00DF35F8"/>
    <w:rsid w:val="00DF5729"/>
    <w:rsid w:val="00E021A1"/>
    <w:rsid w:val="00E04830"/>
    <w:rsid w:val="00E0555F"/>
    <w:rsid w:val="00E05E3C"/>
    <w:rsid w:val="00E13150"/>
    <w:rsid w:val="00E214B4"/>
    <w:rsid w:val="00E21B0F"/>
    <w:rsid w:val="00E21D75"/>
    <w:rsid w:val="00E2733D"/>
    <w:rsid w:val="00E3406D"/>
    <w:rsid w:val="00E352EB"/>
    <w:rsid w:val="00E43F1C"/>
    <w:rsid w:val="00E478D3"/>
    <w:rsid w:val="00E55B27"/>
    <w:rsid w:val="00E624A4"/>
    <w:rsid w:val="00E71241"/>
    <w:rsid w:val="00E71E4B"/>
    <w:rsid w:val="00E7307F"/>
    <w:rsid w:val="00E76F51"/>
    <w:rsid w:val="00E80071"/>
    <w:rsid w:val="00E80D66"/>
    <w:rsid w:val="00E852BF"/>
    <w:rsid w:val="00E85816"/>
    <w:rsid w:val="00E90901"/>
    <w:rsid w:val="00E94A80"/>
    <w:rsid w:val="00E94E31"/>
    <w:rsid w:val="00EA0484"/>
    <w:rsid w:val="00EA0DB7"/>
    <w:rsid w:val="00EA37B4"/>
    <w:rsid w:val="00EA3DD7"/>
    <w:rsid w:val="00EA400C"/>
    <w:rsid w:val="00EA44C1"/>
    <w:rsid w:val="00EA5893"/>
    <w:rsid w:val="00EA772E"/>
    <w:rsid w:val="00EC4B09"/>
    <w:rsid w:val="00EC7931"/>
    <w:rsid w:val="00ED0657"/>
    <w:rsid w:val="00ED3F14"/>
    <w:rsid w:val="00ED4535"/>
    <w:rsid w:val="00EE15C7"/>
    <w:rsid w:val="00EE3309"/>
    <w:rsid w:val="00EF0866"/>
    <w:rsid w:val="00EF3084"/>
    <w:rsid w:val="00EF56DB"/>
    <w:rsid w:val="00EF5DF5"/>
    <w:rsid w:val="00F0274E"/>
    <w:rsid w:val="00F053A3"/>
    <w:rsid w:val="00F10309"/>
    <w:rsid w:val="00F10CC0"/>
    <w:rsid w:val="00F12DF8"/>
    <w:rsid w:val="00F1744B"/>
    <w:rsid w:val="00F23E87"/>
    <w:rsid w:val="00F27A54"/>
    <w:rsid w:val="00F3170B"/>
    <w:rsid w:val="00F33646"/>
    <w:rsid w:val="00F35FA7"/>
    <w:rsid w:val="00F36112"/>
    <w:rsid w:val="00F44650"/>
    <w:rsid w:val="00F44FB7"/>
    <w:rsid w:val="00F47106"/>
    <w:rsid w:val="00F53B9A"/>
    <w:rsid w:val="00F56045"/>
    <w:rsid w:val="00F57155"/>
    <w:rsid w:val="00F60437"/>
    <w:rsid w:val="00F61E69"/>
    <w:rsid w:val="00F64DEA"/>
    <w:rsid w:val="00F654FB"/>
    <w:rsid w:val="00F76933"/>
    <w:rsid w:val="00F76A4D"/>
    <w:rsid w:val="00F82B4C"/>
    <w:rsid w:val="00F84DC3"/>
    <w:rsid w:val="00F905AD"/>
    <w:rsid w:val="00F93D99"/>
    <w:rsid w:val="00F95D9E"/>
    <w:rsid w:val="00F96E4D"/>
    <w:rsid w:val="00FA1367"/>
    <w:rsid w:val="00FA4469"/>
    <w:rsid w:val="00FA4DC7"/>
    <w:rsid w:val="00FB29EF"/>
    <w:rsid w:val="00FB514E"/>
    <w:rsid w:val="00FB5DAF"/>
    <w:rsid w:val="00FB62C9"/>
    <w:rsid w:val="00FB72DA"/>
    <w:rsid w:val="00FC43CB"/>
    <w:rsid w:val="00FC4B4A"/>
    <w:rsid w:val="00FC7A42"/>
    <w:rsid w:val="00FD42DA"/>
    <w:rsid w:val="00FE07DB"/>
    <w:rsid w:val="00FF37F3"/>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623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FF7"/>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773FF7"/>
    <w:pPr>
      <w:spacing w:before="240"/>
      <w:outlineLvl w:val="0"/>
    </w:pPr>
    <w:rPr>
      <w:rFonts w:ascii="Helv" w:hAnsi="Helv"/>
      <w:b/>
      <w:sz w:val="24"/>
      <w:u w:val="single"/>
    </w:rPr>
  </w:style>
  <w:style w:type="paragraph" w:styleId="Heading2">
    <w:name w:val="heading 2"/>
    <w:basedOn w:val="Normal"/>
    <w:next w:val="Normal"/>
    <w:link w:val="Heading2Char"/>
    <w:qFormat/>
    <w:rsid w:val="00773FF7"/>
    <w:pPr>
      <w:spacing w:before="120"/>
      <w:outlineLvl w:val="1"/>
    </w:pPr>
    <w:rPr>
      <w:rFonts w:ascii="Helv" w:hAnsi="Helv"/>
      <w:b/>
      <w:sz w:val="24"/>
    </w:rPr>
  </w:style>
  <w:style w:type="paragraph" w:styleId="Heading3">
    <w:name w:val="heading 3"/>
    <w:basedOn w:val="Normal"/>
    <w:next w:val="Normal"/>
    <w:link w:val="Heading3Char"/>
    <w:qFormat/>
    <w:rsid w:val="00773FF7"/>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73FF7"/>
    <w:pPr>
      <w:tabs>
        <w:tab w:val="center" w:pos="4680"/>
        <w:tab w:val="right" w:pos="9360"/>
      </w:tabs>
    </w:pPr>
  </w:style>
  <w:style w:type="character" w:customStyle="1" w:styleId="HeaderChar">
    <w:name w:val="Header Char"/>
    <w:link w:val="Header"/>
    <w:rsid w:val="00773FF7"/>
    <w:rPr>
      <w:rFonts w:ascii="Arial" w:eastAsia="Times New Roman" w:hAnsi="Arial"/>
    </w:rPr>
  </w:style>
  <w:style w:type="paragraph" w:styleId="Footer">
    <w:name w:val="footer"/>
    <w:basedOn w:val="Normal"/>
    <w:link w:val="FooterChar"/>
    <w:rsid w:val="00773FF7"/>
    <w:pPr>
      <w:tabs>
        <w:tab w:val="center" w:pos="4680"/>
        <w:tab w:val="right" w:pos="9360"/>
      </w:tabs>
    </w:pPr>
  </w:style>
  <w:style w:type="character" w:customStyle="1" w:styleId="FooterChar">
    <w:name w:val="Footer Char"/>
    <w:link w:val="Footer"/>
    <w:rsid w:val="00773FF7"/>
    <w:rPr>
      <w:rFonts w:ascii="Arial" w:eastAsia="Times New Roman" w:hAnsi="Arial"/>
    </w:rPr>
  </w:style>
  <w:style w:type="character" w:customStyle="1" w:styleId="Heading1Char">
    <w:name w:val="Heading 1 Char"/>
    <w:link w:val="Heading1"/>
    <w:rsid w:val="00773FF7"/>
    <w:rPr>
      <w:rFonts w:ascii="Helv" w:eastAsia="Times New Roman" w:hAnsi="Helv"/>
      <w:b/>
      <w:sz w:val="24"/>
      <w:u w:val="single"/>
    </w:rPr>
  </w:style>
  <w:style w:type="character" w:customStyle="1" w:styleId="Heading2Char">
    <w:name w:val="Heading 2 Char"/>
    <w:link w:val="Heading2"/>
    <w:rsid w:val="00773FF7"/>
    <w:rPr>
      <w:rFonts w:ascii="Helv" w:eastAsia="Times New Roman" w:hAnsi="Helv"/>
      <w:b/>
      <w:sz w:val="24"/>
    </w:rPr>
  </w:style>
  <w:style w:type="character" w:customStyle="1" w:styleId="Heading3Char">
    <w:name w:val="Heading 3 Char"/>
    <w:link w:val="Heading3"/>
    <w:rsid w:val="00773FF7"/>
    <w:rPr>
      <w:rFonts w:ascii="Tms Rmn" w:eastAsia="Times New Roman" w:hAnsi="Tms Rmn"/>
      <w:b/>
      <w:sz w:val="24"/>
    </w:rPr>
  </w:style>
  <w:style w:type="paragraph" w:customStyle="1" w:styleId="sidetext">
    <w:name w:val="sidetext"/>
    <w:basedOn w:val="isonormal"/>
    <w:rsid w:val="00773FF7"/>
    <w:pPr>
      <w:spacing w:before="0" w:line="240" w:lineRule="auto"/>
      <w:jc w:val="center"/>
    </w:pPr>
    <w:rPr>
      <w:sz w:val="52"/>
    </w:rPr>
  </w:style>
  <w:style w:type="paragraph" w:customStyle="1" w:styleId="isonormal">
    <w:name w:val="isonormal"/>
    <w:rsid w:val="00773FF7"/>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773FF7"/>
    <w:pPr>
      <w:keepNext/>
      <w:keepLines/>
      <w:suppressAutoHyphens/>
    </w:pPr>
    <w:rPr>
      <w:b/>
    </w:rPr>
  </w:style>
  <w:style w:type="paragraph" w:customStyle="1" w:styleId="blockhd2">
    <w:name w:val="blockhd2"/>
    <w:basedOn w:val="isonormal"/>
    <w:next w:val="blocktext2"/>
    <w:rsid w:val="00773FF7"/>
    <w:pPr>
      <w:keepNext/>
      <w:keepLines/>
      <w:suppressAutoHyphens/>
      <w:ind w:left="302"/>
    </w:pPr>
    <w:rPr>
      <w:b/>
    </w:rPr>
  </w:style>
  <w:style w:type="paragraph" w:customStyle="1" w:styleId="blockhd3">
    <w:name w:val="blockhd3"/>
    <w:basedOn w:val="isonormal"/>
    <w:next w:val="blocktext3"/>
    <w:rsid w:val="00773FF7"/>
    <w:pPr>
      <w:keepNext/>
      <w:keepLines/>
      <w:suppressAutoHyphens/>
      <w:ind w:left="605"/>
    </w:pPr>
    <w:rPr>
      <w:b/>
    </w:rPr>
  </w:style>
  <w:style w:type="paragraph" w:customStyle="1" w:styleId="blockhd4">
    <w:name w:val="blockhd4"/>
    <w:basedOn w:val="isonormal"/>
    <w:next w:val="blocktext4"/>
    <w:rsid w:val="00773FF7"/>
    <w:pPr>
      <w:keepNext/>
      <w:keepLines/>
      <w:suppressAutoHyphens/>
      <w:ind w:left="907"/>
    </w:pPr>
    <w:rPr>
      <w:b/>
    </w:rPr>
  </w:style>
  <w:style w:type="paragraph" w:customStyle="1" w:styleId="blockhd5">
    <w:name w:val="blockhd5"/>
    <w:basedOn w:val="isonormal"/>
    <w:next w:val="blocktext5"/>
    <w:rsid w:val="00773FF7"/>
    <w:pPr>
      <w:keepNext/>
      <w:keepLines/>
      <w:suppressAutoHyphens/>
      <w:ind w:left="1195"/>
    </w:pPr>
    <w:rPr>
      <w:b/>
    </w:rPr>
  </w:style>
  <w:style w:type="paragraph" w:customStyle="1" w:styleId="blockhd6">
    <w:name w:val="blockhd6"/>
    <w:basedOn w:val="isonormal"/>
    <w:next w:val="blocktext6"/>
    <w:rsid w:val="00773FF7"/>
    <w:pPr>
      <w:keepNext/>
      <w:keepLines/>
      <w:suppressAutoHyphens/>
      <w:ind w:left="1498"/>
    </w:pPr>
    <w:rPr>
      <w:b/>
    </w:rPr>
  </w:style>
  <w:style w:type="paragraph" w:customStyle="1" w:styleId="blockhd7">
    <w:name w:val="blockhd7"/>
    <w:basedOn w:val="isonormal"/>
    <w:next w:val="blocktext7"/>
    <w:rsid w:val="00773FF7"/>
    <w:pPr>
      <w:keepNext/>
      <w:keepLines/>
      <w:suppressAutoHyphens/>
      <w:ind w:left="1800"/>
    </w:pPr>
    <w:rPr>
      <w:b/>
    </w:rPr>
  </w:style>
  <w:style w:type="paragraph" w:customStyle="1" w:styleId="blockhd8">
    <w:name w:val="blockhd8"/>
    <w:basedOn w:val="isonormal"/>
    <w:next w:val="blocktext8"/>
    <w:rsid w:val="00773FF7"/>
    <w:pPr>
      <w:keepNext/>
      <w:keepLines/>
      <w:suppressAutoHyphens/>
      <w:ind w:left="2102"/>
    </w:pPr>
    <w:rPr>
      <w:b/>
    </w:rPr>
  </w:style>
  <w:style w:type="paragraph" w:customStyle="1" w:styleId="blockhd9">
    <w:name w:val="blockhd9"/>
    <w:basedOn w:val="isonormal"/>
    <w:next w:val="blocktext9"/>
    <w:rsid w:val="00773FF7"/>
    <w:pPr>
      <w:keepNext/>
      <w:keepLines/>
      <w:suppressAutoHyphens/>
      <w:ind w:left="2405"/>
    </w:pPr>
    <w:rPr>
      <w:b/>
    </w:rPr>
  </w:style>
  <w:style w:type="paragraph" w:customStyle="1" w:styleId="blocktext1">
    <w:name w:val="blocktext1"/>
    <w:basedOn w:val="isonormal"/>
    <w:rsid w:val="00773FF7"/>
    <w:pPr>
      <w:keepLines/>
      <w:jc w:val="both"/>
    </w:pPr>
  </w:style>
  <w:style w:type="paragraph" w:customStyle="1" w:styleId="blocktext2">
    <w:name w:val="blocktext2"/>
    <w:basedOn w:val="isonormal"/>
    <w:rsid w:val="00773FF7"/>
    <w:pPr>
      <w:keepLines/>
      <w:ind w:left="302"/>
      <w:jc w:val="both"/>
    </w:pPr>
  </w:style>
  <w:style w:type="paragraph" w:customStyle="1" w:styleId="blocktext3">
    <w:name w:val="blocktext3"/>
    <w:basedOn w:val="isonormal"/>
    <w:rsid w:val="00773FF7"/>
    <w:pPr>
      <w:keepLines/>
      <w:ind w:left="600"/>
      <w:jc w:val="both"/>
    </w:pPr>
  </w:style>
  <w:style w:type="paragraph" w:customStyle="1" w:styleId="blocktext4">
    <w:name w:val="blocktext4"/>
    <w:basedOn w:val="isonormal"/>
    <w:rsid w:val="00773FF7"/>
    <w:pPr>
      <w:keepLines/>
      <w:ind w:left="907"/>
      <w:jc w:val="both"/>
    </w:pPr>
  </w:style>
  <w:style w:type="paragraph" w:customStyle="1" w:styleId="blocktext5">
    <w:name w:val="blocktext5"/>
    <w:basedOn w:val="isonormal"/>
    <w:rsid w:val="00773FF7"/>
    <w:pPr>
      <w:keepLines/>
      <w:ind w:left="1195"/>
      <w:jc w:val="both"/>
    </w:pPr>
  </w:style>
  <w:style w:type="paragraph" w:customStyle="1" w:styleId="blocktext6">
    <w:name w:val="blocktext6"/>
    <w:basedOn w:val="isonormal"/>
    <w:rsid w:val="00773FF7"/>
    <w:pPr>
      <w:keepLines/>
      <w:ind w:left="1498"/>
      <w:jc w:val="both"/>
    </w:pPr>
  </w:style>
  <w:style w:type="paragraph" w:customStyle="1" w:styleId="blocktext7">
    <w:name w:val="blocktext7"/>
    <w:basedOn w:val="isonormal"/>
    <w:rsid w:val="00773FF7"/>
    <w:pPr>
      <w:keepLines/>
      <w:ind w:left="1800"/>
      <w:jc w:val="both"/>
    </w:pPr>
  </w:style>
  <w:style w:type="paragraph" w:customStyle="1" w:styleId="blocktext8">
    <w:name w:val="blocktext8"/>
    <w:basedOn w:val="isonormal"/>
    <w:rsid w:val="00773FF7"/>
    <w:pPr>
      <w:keepLines/>
      <w:ind w:left="2102"/>
      <w:jc w:val="both"/>
    </w:pPr>
  </w:style>
  <w:style w:type="paragraph" w:customStyle="1" w:styleId="blocktext9">
    <w:name w:val="blocktext9"/>
    <w:basedOn w:val="isonormal"/>
    <w:rsid w:val="00773FF7"/>
    <w:pPr>
      <w:keepLines/>
      <w:ind w:left="2405"/>
      <w:jc w:val="both"/>
    </w:pPr>
  </w:style>
  <w:style w:type="paragraph" w:customStyle="1" w:styleId="center">
    <w:name w:val="center"/>
    <w:basedOn w:val="isonormal"/>
    <w:rsid w:val="00773FF7"/>
    <w:pPr>
      <w:jc w:val="center"/>
    </w:pPr>
  </w:style>
  <w:style w:type="paragraph" w:customStyle="1" w:styleId="colline">
    <w:name w:val="colline"/>
    <w:basedOn w:val="isonormal"/>
    <w:next w:val="blocktext1"/>
    <w:rsid w:val="00773FF7"/>
    <w:pPr>
      <w:pBdr>
        <w:bottom w:val="single" w:sz="6" w:space="0" w:color="auto"/>
      </w:pBdr>
      <w:spacing w:before="0" w:line="80" w:lineRule="exact"/>
    </w:pPr>
  </w:style>
  <w:style w:type="paragraph" w:customStyle="1" w:styleId="columnheading">
    <w:name w:val="column heading"/>
    <w:basedOn w:val="isonormal"/>
    <w:rsid w:val="00773FF7"/>
    <w:pPr>
      <w:keepNext/>
      <w:keepLines/>
      <w:spacing w:before="0"/>
      <w:jc w:val="center"/>
    </w:pPr>
    <w:rPr>
      <w:b/>
    </w:rPr>
  </w:style>
  <w:style w:type="paragraph" w:customStyle="1" w:styleId="columnheading12">
    <w:name w:val="column heading12"/>
    <w:basedOn w:val="isonormal"/>
    <w:rsid w:val="00773FF7"/>
    <w:pPr>
      <w:keepNext/>
      <w:keepLines/>
      <w:spacing w:before="0" w:line="240" w:lineRule="auto"/>
      <w:jc w:val="center"/>
    </w:pPr>
    <w:rPr>
      <w:b/>
      <w:sz w:val="24"/>
    </w:rPr>
  </w:style>
  <w:style w:type="paragraph" w:customStyle="1" w:styleId="columnheading14">
    <w:name w:val="column heading14"/>
    <w:basedOn w:val="isonormal"/>
    <w:rsid w:val="00773FF7"/>
    <w:pPr>
      <w:keepNext/>
      <w:keepLines/>
      <w:spacing w:before="0" w:line="240" w:lineRule="auto"/>
      <w:jc w:val="center"/>
    </w:pPr>
    <w:rPr>
      <w:b/>
      <w:sz w:val="28"/>
    </w:rPr>
  </w:style>
  <w:style w:type="paragraph" w:customStyle="1" w:styleId="columnheading16">
    <w:name w:val="column heading16"/>
    <w:basedOn w:val="isonormal"/>
    <w:rsid w:val="00773FF7"/>
    <w:pPr>
      <w:keepNext/>
      <w:keepLines/>
      <w:spacing w:before="0" w:line="240" w:lineRule="auto"/>
      <w:jc w:val="center"/>
    </w:pPr>
    <w:rPr>
      <w:b/>
      <w:sz w:val="32"/>
    </w:rPr>
  </w:style>
  <w:style w:type="paragraph" w:customStyle="1" w:styleId="columnheading18">
    <w:name w:val="column heading18"/>
    <w:basedOn w:val="isonormal"/>
    <w:rsid w:val="00773FF7"/>
    <w:pPr>
      <w:keepNext/>
      <w:keepLines/>
      <w:spacing w:before="0" w:line="240" w:lineRule="auto"/>
      <w:jc w:val="center"/>
    </w:pPr>
    <w:rPr>
      <w:b/>
      <w:sz w:val="36"/>
    </w:rPr>
  </w:style>
  <w:style w:type="paragraph" w:customStyle="1" w:styleId="columnheading24">
    <w:name w:val="column heading24"/>
    <w:basedOn w:val="isonormal"/>
    <w:rsid w:val="00773FF7"/>
    <w:pPr>
      <w:keepNext/>
      <w:keepLines/>
      <w:spacing w:before="0" w:line="240" w:lineRule="auto"/>
      <w:jc w:val="center"/>
    </w:pPr>
    <w:rPr>
      <w:b/>
      <w:sz w:val="48"/>
    </w:rPr>
  </w:style>
  <w:style w:type="paragraph" w:customStyle="1" w:styleId="isof1">
    <w:name w:val="isof1"/>
    <w:basedOn w:val="isonormal"/>
    <w:rsid w:val="00773FF7"/>
    <w:pPr>
      <w:spacing w:before="0"/>
      <w:jc w:val="both"/>
    </w:pPr>
  </w:style>
  <w:style w:type="paragraph" w:customStyle="1" w:styleId="isof2">
    <w:name w:val="isof2"/>
    <w:basedOn w:val="isonormal"/>
    <w:rsid w:val="00773FF7"/>
    <w:pPr>
      <w:spacing w:before="0"/>
      <w:jc w:val="both"/>
    </w:pPr>
    <w:rPr>
      <w:b/>
    </w:rPr>
  </w:style>
  <w:style w:type="paragraph" w:customStyle="1" w:styleId="isof3">
    <w:name w:val="isof3"/>
    <w:basedOn w:val="isonormal"/>
    <w:rsid w:val="00773FF7"/>
    <w:pPr>
      <w:spacing w:before="0" w:line="240" w:lineRule="auto"/>
      <w:jc w:val="center"/>
    </w:pPr>
    <w:rPr>
      <w:b/>
      <w:caps/>
      <w:sz w:val="24"/>
    </w:rPr>
  </w:style>
  <w:style w:type="paragraph" w:customStyle="1" w:styleId="outlinehd1">
    <w:name w:val="outlinehd1"/>
    <w:basedOn w:val="isonormal"/>
    <w:next w:val="blocktext2"/>
    <w:rsid w:val="00773FF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73FF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73FF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73FF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73FF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73FF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73FF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73FF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73FF7"/>
    <w:pPr>
      <w:keepNext/>
      <w:keepLines/>
      <w:tabs>
        <w:tab w:val="right" w:pos="2580"/>
        <w:tab w:val="left" w:pos="2700"/>
      </w:tabs>
      <w:suppressAutoHyphens/>
      <w:ind w:left="2707" w:hanging="2707"/>
    </w:pPr>
    <w:rPr>
      <w:b/>
    </w:rPr>
  </w:style>
  <w:style w:type="paragraph" w:customStyle="1" w:styleId="outlinetxt1">
    <w:name w:val="outlinetxt1"/>
    <w:basedOn w:val="isonormal"/>
    <w:rsid w:val="00773FF7"/>
    <w:pPr>
      <w:keepLines/>
      <w:tabs>
        <w:tab w:val="right" w:pos="180"/>
        <w:tab w:val="left" w:pos="300"/>
      </w:tabs>
      <w:ind w:left="300" w:hanging="300"/>
      <w:jc w:val="both"/>
    </w:pPr>
    <w:rPr>
      <w:b/>
    </w:rPr>
  </w:style>
  <w:style w:type="paragraph" w:customStyle="1" w:styleId="outlinetxt2">
    <w:name w:val="outlinetxt2"/>
    <w:basedOn w:val="isonormal"/>
    <w:rsid w:val="00773FF7"/>
    <w:pPr>
      <w:keepLines/>
      <w:tabs>
        <w:tab w:val="right" w:pos="480"/>
        <w:tab w:val="left" w:pos="600"/>
      </w:tabs>
      <w:ind w:left="600" w:hanging="600"/>
      <w:jc w:val="both"/>
    </w:pPr>
    <w:rPr>
      <w:b/>
    </w:rPr>
  </w:style>
  <w:style w:type="paragraph" w:customStyle="1" w:styleId="outlinetxt3">
    <w:name w:val="outlinetxt3"/>
    <w:basedOn w:val="isonormal"/>
    <w:rsid w:val="00773FF7"/>
    <w:pPr>
      <w:keepLines/>
      <w:tabs>
        <w:tab w:val="right" w:pos="780"/>
        <w:tab w:val="left" w:pos="900"/>
      </w:tabs>
      <w:ind w:left="900" w:hanging="900"/>
      <w:jc w:val="both"/>
    </w:pPr>
    <w:rPr>
      <w:b/>
    </w:rPr>
  </w:style>
  <w:style w:type="paragraph" w:customStyle="1" w:styleId="outlinetxt4">
    <w:name w:val="outlinetxt4"/>
    <w:basedOn w:val="isonormal"/>
    <w:rsid w:val="00773FF7"/>
    <w:pPr>
      <w:keepLines/>
      <w:tabs>
        <w:tab w:val="right" w:pos="1080"/>
        <w:tab w:val="left" w:pos="1200"/>
      </w:tabs>
      <w:ind w:left="1200" w:hanging="1200"/>
      <w:jc w:val="both"/>
    </w:pPr>
    <w:rPr>
      <w:b/>
    </w:rPr>
  </w:style>
  <w:style w:type="paragraph" w:customStyle="1" w:styleId="outlinetxt5">
    <w:name w:val="outlinetxt5"/>
    <w:basedOn w:val="isonormal"/>
    <w:rsid w:val="00773FF7"/>
    <w:pPr>
      <w:keepLines/>
      <w:tabs>
        <w:tab w:val="right" w:pos="1380"/>
        <w:tab w:val="left" w:pos="1500"/>
      </w:tabs>
      <w:ind w:left="1500" w:hanging="1500"/>
      <w:jc w:val="both"/>
    </w:pPr>
    <w:rPr>
      <w:b/>
    </w:rPr>
  </w:style>
  <w:style w:type="paragraph" w:customStyle="1" w:styleId="outlinetxt6">
    <w:name w:val="outlinetxt6"/>
    <w:basedOn w:val="isonormal"/>
    <w:rsid w:val="00773FF7"/>
    <w:pPr>
      <w:keepLines/>
      <w:tabs>
        <w:tab w:val="right" w:pos="1680"/>
        <w:tab w:val="left" w:pos="1800"/>
      </w:tabs>
      <w:ind w:left="1800" w:hanging="1800"/>
      <w:jc w:val="both"/>
    </w:pPr>
    <w:rPr>
      <w:b/>
    </w:rPr>
  </w:style>
  <w:style w:type="paragraph" w:customStyle="1" w:styleId="outlinetxt7">
    <w:name w:val="outlinetxt7"/>
    <w:basedOn w:val="isonormal"/>
    <w:rsid w:val="00773FF7"/>
    <w:pPr>
      <w:keepLines/>
      <w:tabs>
        <w:tab w:val="right" w:pos="1980"/>
        <w:tab w:val="left" w:pos="2100"/>
      </w:tabs>
      <w:ind w:left="2100" w:hanging="2100"/>
      <w:jc w:val="both"/>
    </w:pPr>
    <w:rPr>
      <w:b/>
    </w:rPr>
  </w:style>
  <w:style w:type="paragraph" w:customStyle="1" w:styleId="outlinetxt8">
    <w:name w:val="outlinetxt8"/>
    <w:basedOn w:val="isonormal"/>
    <w:rsid w:val="00773FF7"/>
    <w:pPr>
      <w:keepLines/>
      <w:tabs>
        <w:tab w:val="right" w:pos="2280"/>
        <w:tab w:val="left" w:pos="2400"/>
      </w:tabs>
      <w:ind w:left="2400" w:hanging="2400"/>
      <w:jc w:val="both"/>
    </w:pPr>
    <w:rPr>
      <w:b/>
    </w:rPr>
  </w:style>
  <w:style w:type="paragraph" w:customStyle="1" w:styleId="outlinetxt9">
    <w:name w:val="outlinetxt9"/>
    <w:basedOn w:val="isonormal"/>
    <w:rsid w:val="00773FF7"/>
    <w:pPr>
      <w:keepLines/>
      <w:tabs>
        <w:tab w:val="right" w:pos="2580"/>
        <w:tab w:val="left" w:pos="2700"/>
      </w:tabs>
      <w:ind w:left="2700" w:hanging="2700"/>
      <w:jc w:val="both"/>
    </w:pPr>
    <w:rPr>
      <w:b/>
    </w:rPr>
  </w:style>
  <w:style w:type="paragraph" w:customStyle="1" w:styleId="sectiontitlecenter">
    <w:name w:val="section title center"/>
    <w:basedOn w:val="isonormal"/>
    <w:rsid w:val="00773FF7"/>
    <w:pPr>
      <w:keepNext/>
      <w:keepLines/>
      <w:pBdr>
        <w:top w:val="single" w:sz="6" w:space="3" w:color="auto"/>
      </w:pBdr>
      <w:jc w:val="center"/>
    </w:pPr>
    <w:rPr>
      <w:b/>
      <w:caps/>
      <w:sz w:val="24"/>
    </w:rPr>
  </w:style>
  <w:style w:type="paragraph" w:customStyle="1" w:styleId="sectiontitleflushleft">
    <w:name w:val="section title flush left"/>
    <w:basedOn w:val="isonormal"/>
    <w:rsid w:val="00773FF7"/>
    <w:pPr>
      <w:keepNext/>
      <w:keepLines/>
      <w:pBdr>
        <w:top w:val="single" w:sz="6" w:space="3" w:color="auto"/>
      </w:pBdr>
    </w:pPr>
    <w:rPr>
      <w:b/>
      <w:caps/>
      <w:sz w:val="24"/>
    </w:rPr>
  </w:style>
  <w:style w:type="paragraph" w:customStyle="1" w:styleId="space2">
    <w:name w:val="space2"/>
    <w:basedOn w:val="isonormal"/>
    <w:next w:val="blocktext1"/>
    <w:rsid w:val="00773FF7"/>
    <w:pPr>
      <w:spacing w:before="0" w:line="40" w:lineRule="exact"/>
      <w:jc w:val="both"/>
    </w:pPr>
  </w:style>
  <w:style w:type="paragraph" w:customStyle="1" w:styleId="space4">
    <w:name w:val="space4"/>
    <w:basedOn w:val="isonormal"/>
    <w:next w:val="blocktext1"/>
    <w:rsid w:val="00773FF7"/>
    <w:pPr>
      <w:spacing w:before="0" w:line="80" w:lineRule="exact"/>
      <w:jc w:val="both"/>
    </w:pPr>
  </w:style>
  <w:style w:type="paragraph" w:customStyle="1" w:styleId="space8">
    <w:name w:val="space8"/>
    <w:basedOn w:val="isonormal"/>
    <w:next w:val="blocktext1"/>
    <w:rsid w:val="00773FF7"/>
    <w:pPr>
      <w:spacing w:before="0" w:line="160" w:lineRule="exact"/>
      <w:jc w:val="both"/>
    </w:pPr>
  </w:style>
  <w:style w:type="paragraph" w:customStyle="1" w:styleId="tablerow2">
    <w:name w:val="tablerow2"/>
    <w:basedOn w:val="isonormal"/>
    <w:next w:val="tabletext"/>
    <w:rsid w:val="00773FF7"/>
    <w:pPr>
      <w:spacing w:before="0" w:line="40" w:lineRule="exact"/>
      <w:jc w:val="both"/>
    </w:pPr>
  </w:style>
  <w:style w:type="paragraph" w:customStyle="1" w:styleId="tablerow4">
    <w:name w:val="tablerow4"/>
    <w:basedOn w:val="isonormal"/>
    <w:next w:val="tabletext"/>
    <w:rsid w:val="00773FF7"/>
    <w:pPr>
      <w:spacing w:before="0" w:line="80" w:lineRule="exact"/>
      <w:jc w:val="both"/>
    </w:pPr>
  </w:style>
  <w:style w:type="paragraph" w:customStyle="1" w:styleId="tabletext">
    <w:name w:val="tabletext"/>
    <w:basedOn w:val="isonormal"/>
    <w:rsid w:val="00773FF7"/>
    <w:pPr>
      <w:spacing w:before="60"/>
    </w:pPr>
  </w:style>
  <w:style w:type="paragraph" w:customStyle="1" w:styleId="tabletext8">
    <w:name w:val="tabletext8"/>
    <w:basedOn w:val="isonormal"/>
    <w:rsid w:val="00773FF7"/>
    <w:pPr>
      <w:spacing w:before="60"/>
    </w:pPr>
    <w:rPr>
      <w:sz w:val="16"/>
    </w:rPr>
  </w:style>
  <w:style w:type="paragraph" w:customStyle="1" w:styleId="tabletxtdecpage">
    <w:name w:val="tabletxt dec page"/>
    <w:basedOn w:val="isonormal"/>
    <w:rsid w:val="00773FF7"/>
    <w:pPr>
      <w:spacing w:before="60"/>
    </w:pPr>
    <w:rPr>
      <w:sz w:val="18"/>
    </w:rPr>
  </w:style>
  <w:style w:type="paragraph" w:customStyle="1" w:styleId="TEXT12">
    <w:name w:val="TEXT12"/>
    <w:basedOn w:val="isonormal"/>
    <w:rsid w:val="00773FF7"/>
    <w:pPr>
      <w:spacing w:line="240" w:lineRule="auto"/>
    </w:pPr>
    <w:rPr>
      <w:sz w:val="24"/>
    </w:rPr>
  </w:style>
  <w:style w:type="paragraph" w:customStyle="1" w:styleId="TEXT14">
    <w:name w:val="TEXT14"/>
    <w:basedOn w:val="isonormal"/>
    <w:rsid w:val="00773FF7"/>
    <w:pPr>
      <w:spacing w:line="240" w:lineRule="auto"/>
    </w:pPr>
    <w:rPr>
      <w:sz w:val="28"/>
    </w:rPr>
  </w:style>
  <w:style w:type="paragraph" w:customStyle="1" w:styleId="TEXT16">
    <w:name w:val="TEXT16"/>
    <w:basedOn w:val="isonormal"/>
    <w:rsid w:val="00773FF7"/>
    <w:pPr>
      <w:spacing w:line="240" w:lineRule="auto"/>
    </w:pPr>
    <w:rPr>
      <w:sz w:val="32"/>
    </w:rPr>
  </w:style>
  <w:style w:type="paragraph" w:customStyle="1" w:styleId="TEXT18">
    <w:name w:val="TEXT18"/>
    <w:basedOn w:val="isonormal"/>
    <w:rsid w:val="00773FF7"/>
    <w:pPr>
      <w:spacing w:line="240" w:lineRule="auto"/>
    </w:pPr>
    <w:rPr>
      <w:sz w:val="36"/>
    </w:rPr>
  </w:style>
  <w:style w:type="paragraph" w:customStyle="1" w:styleId="TEXT24">
    <w:name w:val="TEXT24"/>
    <w:basedOn w:val="isonormal"/>
    <w:rsid w:val="00773FF7"/>
    <w:pPr>
      <w:spacing w:line="240" w:lineRule="auto"/>
    </w:pPr>
    <w:rPr>
      <w:sz w:val="48"/>
    </w:rPr>
  </w:style>
  <w:style w:type="paragraph" w:customStyle="1" w:styleId="titleflushleft">
    <w:name w:val="title flush left"/>
    <w:basedOn w:val="isonormal"/>
    <w:next w:val="blocktext1"/>
    <w:rsid w:val="00773FF7"/>
    <w:pPr>
      <w:keepLines/>
      <w:framePr w:w="1872" w:wrap="around" w:vAnchor="text" w:hAnchor="page" w:x="1080" w:y="1"/>
    </w:pPr>
    <w:rPr>
      <w:b/>
      <w:caps/>
    </w:rPr>
  </w:style>
  <w:style w:type="paragraph" w:customStyle="1" w:styleId="title12">
    <w:name w:val="title12"/>
    <w:basedOn w:val="isonormal"/>
    <w:next w:val="isonormal"/>
    <w:rsid w:val="00773FF7"/>
    <w:pPr>
      <w:keepNext/>
      <w:keepLines/>
      <w:spacing w:before="0" w:line="240" w:lineRule="auto"/>
      <w:jc w:val="center"/>
    </w:pPr>
    <w:rPr>
      <w:b/>
      <w:caps/>
      <w:sz w:val="24"/>
    </w:rPr>
  </w:style>
  <w:style w:type="paragraph" w:customStyle="1" w:styleId="title14">
    <w:name w:val="title14"/>
    <w:basedOn w:val="isonormal"/>
    <w:next w:val="isonormal"/>
    <w:rsid w:val="00773FF7"/>
    <w:pPr>
      <w:keepNext/>
      <w:keepLines/>
      <w:spacing w:before="0" w:line="240" w:lineRule="auto"/>
      <w:jc w:val="center"/>
    </w:pPr>
    <w:rPr>
      <w:b/>
      <w:caps/>
      <w:sz w:val="28"/>
    </w:rPr>
  </w:style>
  <w:style w:type="paragraph" w:customStyle="1" w:styleId="title16">
    <w:name w:val="title16"/>
    <w:basedOn w:val="isonormal"/>
    <w:next w:val="isonormal"/>
    <w:rsid w:val="00773FF7"/>
    <w:pPr>
      <w:keepNext/>
      <w:keepLines/>
      <w:spacing w:before="0" w:line="240" w:lineRule="auto"/>
      <w:jc w:val="center"/>
    </w:pPr>
    <w:rPr>
      <w:b/>
      <w:caps/>
      <w:sz w:val="32"/>
    </w:rPr>
  </w:style>
  <w:style w:type="paragraph" w:customStyle="1" w:styleId="title18">
    <w:name w:val="title18"/>
    <w:basedOn w:val="isonormal"/>
    <w:next w:val="isonormal"/>
    <w:rsid w:val="00773FF7"/>
    <w:pPr>
      <w:spacing w:before="0" w:line="360" w:lineRule="exact"/>
      <w:jc w:val="center"/>
    </w:pPr>
    <w:rPr>
      <w:b/>
      <w:caps/>
      <w:sz w:val="36"/>
    </w:rPr>
  </w:style>
  <w:style w:type="paragraph" w:customStyle="1" w:styleId="title24">
    <w:name w:val="title24"/>
    <w:basedOn w:val="isonormal"/>
    <w:next w:val="isonormal"/>
    <w:rsid w:val="00773FF7"/>
    <w:pPr>
      <w:keepNext/>
      <w:keepLines/>
      <w:spacing w:before="0" w:line="240" w:lineRule="auto"/>
      <w:jc w:val="center"/>
    </w:pPr>
    <w:rPr>
      <w:b/>
      <w:caps/>
      <w:sz w:val="48"/>
    </w:rPr>
  </w:style>
  <w:style w:type="paragraph" w:customStyle="1" w:styleId="title30">
    <w:name w:val="title30"/>
    <w:basedOn w:val="isonormal"/>
    <w:next w:val="isonormal"/>
    <w:rsid w:val="00773FF7"/>
    <w:pPr>
      <w:keepNext/>
      <w:keepLines/>
      <w:spacing w:before="0" w:line="240" w:lineRule="auto"/>
      <w:jc w:val="center"/>
    </w:pPr>
    <w:rPr>
      <w:b/>
      <w:caps/>
      <w:sz w:val="60"/>
    </w:rPr>
  </w:style>
  <w:style w:type="paragraph" w:customStyle="1" w:styleId="tablehead">
    <w:name w:val="tablehead"/>
    <w:basedOn w:val="isonormal"/>
    <w:rsid w:val="00773FF7"/>
    <w:pPr>
      <w:spacing w:before="40" w:after="20" w:line="190" w:lineRule="exact"/>
      <w:jc w:val="center"/>
    </w:pPr>
    <w:rPr>
      <w:b/>
      <w:sz w:val="18"/>
    </w:rPr>
  </w:style>
  <w:style w:type="paragraph" w:customStyle="1" w:styleId="tabletext11">
    <w:name w:val="tabletext1/1"/>
    <w:basedOn w:val="isonormal"/>
    <w:rsid w:val="00773FF7"/>
    <w:pPr>
      <w:spacing w:before="20" w:after="20" w:line="190" w:lineRule="exact"/>
    </w:pPr>
    <w:rPr>
      <w:sz w:val="18"/>
    </w:rPr>
  </w:style>
  <w:style w:type="table" w:styleId="TableGrid">
    <w:name w:val="Table Grid"/>
    <w:basedOn w:val="TableNormal"/>
    <w:rsid w:val="00773FF7"/>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773FF7"/>
    <w:rPr>
      <w:b/>
    </w:rPr>
  </w:style>
  <w:style w:type="paragraph" w:styleId="ListParagraph">
    <w:name w:val="List Paragraph"/>
    <w:basedOn w:val="Normal"/>
    <w:uiPriority w:val="34"/>
    <w:qFormat/>
    <w:rsid w:val="00606D80"/>
    <w:pPr>
      <w:ind w:left="720"/>
      <w:contextualSpacing/>
    </w:pPr>
  </w:style>
  <w:style w:type="character" w:styleId="CommentReference">
    <w:name w:val="annotation reference"/>
    <w:uiPriority w:val="99"/>
    <w:semiHidden/>
    <w:unhideWhenUsed/>
    <w:rsid w:val="00606D80"/>
    <w:rPr>
      <w:sz w:val="16"/>
      <w:szCs w:val="16"/>
    </w:rPr>
  </w:style>
  <w:style w:type="paragraph" w:styleId="CommentText">
    <w:name w:val="annotation text"/>
    <w:basedOn w:val="Normal"/>
    <w:link w:val="CommentTextChar"/>
    <w:uiPriority w:val="99"/>
    <w:semiHidden/>
    <w:unhideWhenUsed/>
    <w:rsid w:val="00606D80"/>
  </w:style>
  <w:style w:type="character" w:customStyle="1" w:styleId="CommentTextChar">
    <w:name w:val="Comment Text Char"/>
    <w:link w:val="CommentText"/>
    <w:uiPriority w:val="99"/>
    <w:semiHidden/>
    <w:rsid w:val="00606D8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06D80"/>
    <w:rPr>
      <w:b/>
      <w:bCs/>
    </w:rPr>
  </w:style>
  <w:style w:type="character" w:customStyle="1" w:styleId="CommentSubjectChar">
    <w:name w:val="Comment Subject Char"/>
    <w:link w:val="CommentSubject"/>
    <w:uiPriority w:val="99"/>
    <w:semiHidden/>
    <w:rsid w:val="00606D80"/>
    <w:rPr>
      <w:rFonts w:ascii="Arial" w:eastAsia="Times New Roman" w:hAnsi="Arial" w:cs="Times New Roman"/>
      <w:b/>
      <w:bCs/>
      <w:sz w:val="20"/>
      <w:szCs w:val="20"/>
    </w:rPr>
  </w:style>
  <w:style w:type="paragraph" w:styleId="Revision">
    <w:name w:val="Revision"/>
    <w:hidden/>
    <w:uiPriority w:val="99"/>
    <w:semiHidden/>
    <w:rsid w:val="00606D80"/>
    <w:rPr>
      <w:rFonts w:ascii="Arial" w:eastAsia="Times New Roman" w:hAnsi="Arial"/>
    </w:rPr>
  </w:style>
  <w:style w:type="paragraph" w:styleId="BalloonText">
    <w:name w:val="Balloon Text"/>
    <w:basedOn w:val="Normal"/>
    <w:link w:val="BalloonTextChar"/>
    <w:uiPriority w:val="99"/>
    <w:semiHidden/>
    <w:unhideWhenUsed/>
    <w:rsid w:val="00606D80"/>
    <w:rPr>
      <w:rFonts w:ascii="Segoe UI" w:hAnsi="Segoe UI" w:cs="Segoe UI"/>
      <w:sz w:val="18"/>
      <w:szCs w:val="18"/>
    </w:rPr>
  </w:style>
  <w:style w:type="character" w:customStyle="1" w:styleId="BalloonTextChar">
    <w:name w:val="Balloon Text Char"/>
    <w:link w:val="BalloonText"/>
    <w:uiPriority w:val="99"/>
    <w:semiHidden/>
    <w:rsid w:val="00606D80"/>
    <w:rPr>
      <w:rFonts w:ascii="Segoe UI" w:eastAsia="Times New Roman" w:hAnsi="Segoe UI" w:cs="Segoe UI"/>
      <w:sz w:val="18"/>
      <w:szCs w:val="18"/>
    </w:rPr>
  </w:style>
  <w:style w:type="paragraph" w:customStyle="1" w:styleId="EMlist1">
    <w:name w:val="EM list 1"/>
    <w:basedOn w:val="Normal"/>
    <w:rsid w:val="00882411"/>
    <w:pPr>
      <w:numPr>
        <w:numId w:val="16"/>
      </w:numPr>
      <w:spacing w:after="120" w:line="300" w:lineRule="exact"/>
      <w:ind w:left="1080"/>
      <w:jc w:val="left"/>
    </w:pPr>
    <w:rPr>
      <w:sz w:val="22"/>
    </w:rPr>
  </w:style>
  <w:style w:type="paragraph" w:customStyle="1" w:styleId="EMbody1">
    <w:name w:val="EM body 1"/>
    <w:basedOn w:val="Normal"/>
    <w:rsid w:val="00CB79FE"/>
    <w:pPr>
      <w:spacing w:after="120" w:line="300" w:lineRule="exact"/>
      <w:ind w:left="720"/>
      <w:jc w:val="left"/>
    </w:pPr>
    <w:rPr>
      <w:sz w:val="22"/>
    </w:rPr>
  </w:style>
  <w:style w:type="paragraph" w:customStyle="1" w:styleId="EMlist2">
    <w:name w:val="EM list 2"/>
    <w:basedOn w:val="Normal"/>
    <w:rsid w:val="00CB79FE"/>
    <w:pPr>
      <w:numPr>
        <w:numId w:val="17"/>
      </w:numPr>
      <w:tabs>
        <w:tab w:val="clear" w:pos="2160"/>
      </w:tabs>
      <w:spacing w:after="120" w:line="300" w:lineRule="exact"/>
      <w:ind w:left="1260" w:hanging="360"/>
      <w:jc w:val="left"/>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eName xmlns="b46ec5a0-05e9-4998-b314-ddd445f86ee4">TestName</LineName>
    <PageType xmlns="b46ec5a0-05e9-4998-b314-ddd445f86ee4" xsi:nil="true"/>
    <Jurisdiction xmlns="b46ec5a0-05e9-4998-b314-ddd445f86ee4" xsi:nil="true"/>
    <UserID xmlns="b46ec5a0-05e9-4998-b314-ddd445f86ee4">Test</UserID>
    <UserName xmlns="b46ec5a0-05e9-4998-b314-ddd445f86ee4" xsi:nil="true"/>
    <DoesDocExist xmlns="b46ec5a0-05e9-4998-b314-ddd445f86ee4">false</DoesDocExist>
    <WorkflowStatus xmlns="b46ec5a0-05e9-4998-b314-ddd445f86ee4" xsi:nil="true"/>
    <NumberOfLeaves xmlns="b46ec5a0-05e9-4998-b314-ddd445f86ee4" xsi:nil="true"/>
    <PsdStatus xmlns="b46ec5a0-05e9-4998-b314-ddd445f86ee4" xsi:nil="true"/>
    <LOB xmlns="b46ec5a0-05e9-4998-b314-ddd445f86ee4" xsi:nil="true"/>
    <LineStatus xmlns="b46ec5a0-05e9-4998-b314-ddd445f86ee4" xsi:nil="true"/>
    <IsInUse xmlns="b46ec5a0-05e9-4998-b314-ddd445f86ee4">false</IsInUse>
    <UserName xmlns="http://schemas.microsoft.com/sharepoint/v3/fields">
      <UserInfo>
        <DisplayName/>
        <AccountId xsi:nil="true"/>
        <AccountType/>
      </UserInfo>
    </UserName>
    <FilingPath xmlns="b46ec5a0-05e9-4998-b314-ddd445f86ee4" xsi:nil="true"/>
    <PsdID xmlns="b46ec5a0-05e9-4998-b314-ddd445f86ee4">TPSD</PsdID>
    <PsdName xmlns="b46ec5a0-05e9-4998-b314-ddd445f86ee4" xsi:nil="true"/>
    <IsMasterDocument xmlns="b46ec5a0-05e9-4998-b314-ddd445f86ee4">false</IsMasterDocument>
    <Service1 xmlns="ad8a5e21-03a8-4889-a925-74d9299fda5b" xsi:nil="true"/>
    <DocumentName xmlns="b46ec5a0-05e9-4998-b314-ddd445f86ee4">CGP0241223_2.docx</DocumentName>
    <NumberOfPages xmlns="b46ec5a0-05e9-4998-b314-ddd445f86ee4" xsi:nil="true"/>
    <LineID xmlns="b46ec5a0-05e9-4998-b314-ddd445f86ee4" xsi:nil="true"/>
    <DocumentTitle xmlns="b46ec5a0-05e9-4998-b314-ddd445f86ee4" xsi:nil="true"/>
    <Comments xmlns="http://schemas.microsoft.com/sharepoint/v3">5</Comments>
    <ISOVersion xmlns="b46ec5a0-05e9-4998-b314-ddd445f86ee4">2</ISOVersion>
    <FilingId xmlns="b46ec5a0-05e9-4998-b314-ddd445f86ee4" xsi:nil="true"/>
    <Orientation xmlns="b46ec5a0-05e9-4998-b314-ddd445f86ee4" xsi:nil="true"/>
    <MetaData xmlns="b46ec5a0-05e9-4998-b314-ddd445f86ee4" xsi:nil="true"/>
    <DocumentStatus xmlns="b46ec5a0-05e9-4998-b314-ddd445f86ee4" xsi:nil="true"/>
    <ModifiedDateTime xmlns="b46ec5a0-05e9-4998-b314-ddd445f86ee4">2023-03-13T15:25:59+00:00</ModifiedDateTim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SOForm" ma:contentTypeID="0x010100A36D4C81B3D3894E8358E475A7E0ABD6030037DB05042DC16D45A294EC612C1350B1" ma:contentTypeVersion="31" ma:contentTypeDescription="Create a new document." ma:contentTypeScope="" ma:versionID="616efe93d006ce33f5b5fe32739adb73">
  <xsd:schema xmlns:xsd="http://www.w3.org/2001/XMLSchema" xmlns:xs="http://www.w3.org/2001/XMLSchema" xmlns:p="http://schemas.microsoft.com/office/2006/metadata/properties" xmlns:ns1="http://schemas.microsoft.com/sharepoint/v3" xmlns:ns2="http://schemas.microsoft.com/sharepoint/v3/fields" xmlns:ns3="b46ec5a0-05e9-4998-b314-ddd445f86ee4" xmlns:ns4="ad8a5e21-03a8-4889-a925-74d9299fda5b" targetNamespace="http://schemas.microsoft.com/office/2006/metadata/properties" ma:root="true" ma:fieldsID="49e975fda19109e3d3605998ba54aa68" ns1:_="" ns2:_="" ns3:_="" ns4:_="">
    <xsd:import namespace="http://schemas.microsoft.com/sharepoint/v3"/>
    <xsd:import namespace="http://schemas.microsoft.com/sharepoint/v3/fields"/>
    <xsd:import namespace="b46ec5a0-05e9-4998-b314-ddd445f86ee4"/>
    <xsd:import namespace="ad8a5e21-03a8-4889-a925-74d9299fda5b"/>
    <xsd:element name="properties">
      <xsd:complexType>
        <xsd:sequence>
          <xsd:element name="documentManagement">
            <xsd:complexType>
              <xsd:all>
                <xsd:element ref="ns1:Comments" minOccurs="0"/>
                <xsd:element ref="ns2:Description" minOccurs="0"/>
                <xsd:element ref="ns3:DocumentName" minOccurs="0"/>
                <xsd:element ref="ns3:DocumentTitle" minOccurs="0"/>
                <xsd:element ref="ns3:DoesDocExist" minOccurs="0"/>
                <xsd:element ref="ns3:IsInUse" minOccurs="0"/>
                <xsd:element ref="ns3:IsMasterDocument" minOccurs="0"/>
                <xsd:element ref="ns3:ISOVersion" minOccurs="0"/>
                <xsd:element ref="ns3:ModifiedDateTime" minOccurs="0"/>
                <xsd:element ref="ns3:NumberOfLeaves" minOccurs="0"/>
                <xsd:element ref="ns3:NumberOfPages" minOccurs="0"/>
                <xsd:element ref="ns3:PageType" minOccurs="0"/>
                <xsd:element ref="ns3:UserID" minOccurs="0"/>
                <xsd:element ref="ns2:UserName" minOccurs="0"/>
                <xsd:element ref="ns3:MetaData" minOccurs="0"/>
                <xsd:element ref="ns3:DocumentStatus" minOccurs="0"/>
                <xsd:element ref="ns3:LineID" minOccurs="0"/>
                <xsd:element ref="ns3:PsdID" minOccurs="0"/>
                <xsd:element ref="ns3:LineName" minOccurs="0"/>
                <xsd:element ref="ns3:PsdName" minOccurs="0"/>
                <xsd:element ref="ns3:LineStatus" minOccurs="0"/>
                <xsd:element ref="ns3:PsdStatus" minOccurs="0"/>
                <xsd:element ref="ns3:FilingId" minOccurs="0"/>
                <xsd:element ref="ns3:FilingPath" minOccurs="0"/>
                <xsd:element ref="ns3:LOB" minOccurs="0"/>
                <xsd:element ref="ns3:Jurisdiction" minOccurs="0"/>
                <xsd:element ref="ns3:Orientation" minOccurs="0"/>
                <xsd:element ref="ns4:Service1" minOccurs="0"/>
                <xsd:element ref="ns3:WorkflowStatus" minOccurs="0"/>
                <xsd:element ref="ns3:UserNa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4" nillable="true" ma:displayName="Comments" ma:internalName="Comments"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5" nillable="true" ma:displayName="Description" ma:internalName="Description" ma:readOnly="true">
      <xsd:simpleType>
        <xsd:restriction base="dms:Note">
          <xsd:maxLength value="255"/>
        </xsd:restriction>
      </xsd:simpleType>
    </xsd:element>
    <xsd:element name="UserName" ma:index="17" nillable="true" ma:displayName="User Name" ma:hidden="true" ma:list="UserInfo" ma:internalName="UserName"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46ec5a0-05e9-4998-b314-ddd445f86ee4" elementFormDefault="qualified">
    <xsd:import namespace="http://schemas.microsoft.com/office/2006/documentManagement/types"/>
    <xsd:import namespace="http://schemas.microsoft.com/office/infopath/2007/PartnerControls"/>
    <xsd:element name="DocumentName" ma:index="6" nillable="true" ma:displayName="DocumentName" ma:internalName="DocumentName" ma:readOnly="false">
      <xsd:simpleType>
        <xsd:restriction base="dms:Text">
          <xsd:maxLength value="50"/>
        </xsd:restriction>
      </xsd:simpleType>
    </xsd:element>
    <xsd:element name="DocumentTitle" ma:index="7" nillable="true" ma:displayName="DocumentTitle" ma:internalName="DocumentTitle" ma:readOnly="false">
      <xsd:simpleType>
        <xsd:restriction base="dms:Text">
          <xsd:maxLength value="250"/>
        </xsd:restriction>
      </xsd:simpleType>
    </xsd:element>
    <xsd:element name="DoesDocExist" ma:index="8" nillable="true" ma:displayName="DoesDocExist" ma:default="0" ma:internalName="DoesDocExist" ma:readOnly="false">
      <xsd:simpleType>
        <xsd:restriction base="dms:Boolean"/>
      </xsd:simpleType>
    </xsd:element>
    <xsd:element name="IsInUse" ma:index="9" nillable="true" ma:displayName="IsInUse" ma:default="0" ma:internalName="IsInUse" ma:readOnly="false">
      <xsd:simpleType>
        <xsd:restriction base="dms:Boolean"/>
      </xsd:simpleType>
    </xsd:element>
    <xsd:element name="IsMasterDocument" ma:index="10" nillable="true" ma:displayName="IsMasterDocument" ma:default="0" ma:internalName="IsMasterDocument" ma:readOnly="false">
      <xsd:simpleType>
        <xsd:restriction base="dms:Boolean"/>
      </xsd:simpleType>
    </xsd:element>
    <xsd:element name="ISOVersion" ma:index="11" nillable="true" ma:displayName="ISOVersion" ma:internalName="ISOVersion" ma:readOnly="false" ma:percentage="FALSE">
      <xsd:simpleType>
        <xsd:restriction base="dms:Number"/>
      </xsd:simpleType>
    </xsd:element>
    <xsd:element name="ModifiedDateTime" ma:index="12" nillable="true" ma:displayName="ModifiedDateTime" ma:default="[today]" ma:format="DateTime" ma:internalName="ModifiedDateTime" ma:readOnly="false">
      <xsd:simpleType>
        <xsd:restriction base="dms:DateTime"/>
      </xsd:simpleType>
    </xsd:element>
    <xsd:element name="NumberOfLeaves" ma:index="13" nillable="true" ma:displayName="NumberOfLeaves" ma:internalName="NumberOfLeaves" ma:readOnly="false">
      <xsd:simpleType>
        <xsd:restriction base="dms:Text">
          <xsd:maxLength value="255"/>
        </xsd:restriction>
      </xsd:simpleType>
    </xsd:element>
    <xsd:element name="NumberOfPages" ma:index="14" nillable="true" ma:displayName="NumberOfPages" ma:internalName="NumberOfPages" ma:readOnly="false">
      <xsd:simpleType>
        <xsd:restriction base="dms:Text">
          <xsd:maxLength value="255"/>
        </xsd:restriction>
      </xsd:simpleType>
    </xsd:element>
    <xsd:element name="PageType" ma:index="15" nillable="true" ma:displayName="PageType" ma:internalName="PageType" ma:readOnly="false">
      <xsd:simpleType>
        <xsd:restriction base="dms:Text">
          <xsd:maxLength value="255"/>
        </xsd:restriction>
      </xsd:simpleType>
    </xsd:element>
    <xsd:element name="UserID" ma:index="16" nillable="true" ma:displayName="UserID" ma:internalName="UserID" ma:readOnly="false">
      <xsd:simpleType>
        <xsd:restriction base="dms:Text">
          <xsd:maxLength value="6"/>
        </xsd:restriction>
      </xsd:simpleType>
    </xsd:element>
    <xsd:element name="MetaData" ma:index="18" nillable="true" ma:displayName="MetaData" ma:internalName="MetaData" ma:readOnly="false">
      <xsd:simpleType>
        <xsd:restriction base="dms:Text">
          <xsd:maxLength value="20"/>
        </xsd:restriction>
      </xsd:simpleType>
    </xsd:element>
    <xsd:element name="DocumentStatus" ma:index="19" nillable="true" ma:displayName="DocumentStatus" ma:internalName="DocumentStatus" ma:readOnly="false">
      <xsd:simpleType>
        <xsd:restriction base="dms:Text">
          <xsd:maxLength value="10"/>
        </xsd:restriction>
      </xsd:simpleType>
    </xsd:element>
    <xsd:element name="LineID" ma:index="20" nillable="true" ma:displayName="LineID" ma:internalName="LineID" ma:readOnly="false">
      <xsd:simpleType>
        <xsd:restriction base="dms:Text">
          <xsd:maxLength value="6"/>
        </xsd:restriction>
      </xsd:simpleType>
    </xsd:element>
    <xsd:element name="PsdID" ma:index="21" nillable="true" ma:displayName="PsdID" ma:internalName="PsdID" ma:readOnly="false">
      <xsd:simpleType>
        <xsd:restriction base="dms:Text">
          <xsd:maxLength value="6"/>
        </xsd:restriction>
      </xsd:simpleType>
    </xsd:element>
    <xsd:element name="LineName" ma:index="22" nillable="true" ma:displayName="LineName" ma:internalName="LineName" ma:readOnly="false">
      <xsd:simpleType>
        <xsd:restriction base="dms:Text">
          <xsd:maxLength value="50"/>
        </xsd:restriction>
      </xsd:simpleType>
    </xsd:element>
    <xsd:element name="PsdName" ma:index="23" nillable="true" ma:displayName="PsdName" ma:internalName="PsdName" ma:readOnly="false">
      <xsd:simpleType>
        <xsd:restriction base="dms:Text">
          <xsd:maxLength value="50"/>
        </xsd:restriction>
      </xsd:simpleType>
    </xsd:element>
    <xsd:element name="LineStatus" ma:index="24" nillable="true" ma:displayName="LineStatus" ma:internalName="LineStatus" ma:readOnly="false">
      <xsd:simpleType>
        <xsd:restriction base="dms:Text">
          <xsd:maxLength value="10"/>
        </xsd:restriction>
      </xsd:simpleType>
    </xsd:element>
    <xsd:element name="PsdStatus" ma:index="25" nillable="true" ma:displayName="PsdStatus" ma:internalName="PsdStatus" ma:readOnly="false">
      <xsd:simpleType>
        <xsd:restriction base="dms:Text">
          <xsd:maxLength value="10"/>
        </xsd:restriction>
      </xsd:simpleType>
    </xsd:element>
    <xsd:element name="FilingId" ma:index="26" nillable="true" ma:displayName="FilingID" ma:internalName="FilingId" ma:readOnly="false">
      <xsd:simpleType>
        <xsd:restriction base="dms:Text">
          <xsd:maxLength value="15"/>
        </xsd:restriction>
      </xsd:simpleType>
    </xsd:element>
    <xsd:element name="FilingPath" ma:index="27" nillable="true" ma:displayName="FilingPath" ma:internalName="FilingPath" ma:readOnly="false">
      <xsd:simpleType>
        <xsd:restriction base="dms:Text">
          <xsd:maxLength value="15"/>
        </xsd:restriction>
      </xsd:simpleType>
    </xsd:element>
    <xsd:element name="LOB" ma:index="28" nillable="true" ma:displayName="LOB" ma:internalName="LOB" ma:readOnly="false">
      <xsd:simpleType>
        <xsd:restriction base="dms:Text">
          <xsd:maxLength value="2"/>
        </xsd:restriction>
      </xsd:simpleType>
    </xsd:element>
    <xsd:element name="Jurisdiction" ma:index="29" nillable="true" ma:displayName="Jurisdiction" ma:internalName="Jurisdiction" ma:readOnly="false">
      <xsd:simpleType>
        <xsd:restriction base="dms:Text">
          <xsd:maxLength value="2"/>
        </xsd:restriction>
      </xsd:simpleType>
    </xsd:element>
    <xsd:element name="Orientation" ma:index="30" nillable="true" ma:displayName="Orientation" ma:internalName="Orientation" ma:readOnly="false">
      <xsd:simpleType>
        <xsd:restriction base="dms:Text">
          <xsd:maxLength value="255"/>
        </xsd:restriction>
      </xsd:simpleType>
    </xsd:element>
    <xsd:element name="WorkflowStatus" ma:index="32" nillable="true" ma:displayName="WorkflowStatus" ma:internalName="WorkflowStatus" ma:readOnly="false">
      <xsd:simpleType>
        <xsd:restriction base="dms:Text">
          <xsd:maxLength value="10"/>
        </xsd:restriction>
      </xsd:simpleType>
    </xsd:element>
    <xsd:element name="UserName" ma:index="33" nillable="true" ma:displayName="UserName" ma:internalName="UserName_e63a6049_x002d_e0d9_x002d_46df_x002d_b91b_x002d_e318d6fcea01" ma:readOnly="false">
      <xsd:simpleType>
        <xsd:restriction base="dms:Text">
          <xsd:maxLength value="25"/>
        </xsd:restriction>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8a5e21-03a8-4889-a925-74d9299fda5b" elementFormDefault="qualified">
    <xsd:import namespace="http://schemas.microsoft.com/office/2006/documentManagement/types"/>
    <xsd:import namespace="http://schemas.microsoft.com/office/infopath/2007/PartnerControls"/>
    <xsd:element name="Service1" ma:index="31" nillable="true" ma:displayName="Service" ma:internalName="Service10"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5"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2FAE2F-9641-45F9-B507-16122A1D6D48}">
  <ds:schemaRefs>
    <ds:schemaRef ds:uri="http://schemas.microsoft.com/office/2006/metadata/properties"/>
    <ds:schemaRef ds:uri="http://schemas.microsoft.com/office/infopath/2007/PartnerControls"/>
    <ds:schemaRef ds:uri="b46ec5a0-05e9-4998-b314-ddd445f86ee4"/>
    <ds:schemaRef ds:uri="http://schemas.microsoft.com/sharepoint/v3/fields"/>
    <ds:schemaRef ds:uri="ad8a5e21-03a8-4889-a925-74d9299fda5b"/>
    <ds:schemaRef ds:uri="http://schemas.microsoft.com/sharepoint/v3"/>
  </ds:schemaRefs>
</ds:datastoreItem>
</file>

<file path=customXml/itemProps2.xml><?xml version="1.0" encoding="utf-8"?>
<ds:datastoreItem xmlns:ds="http://schemas.openxmlformats.org/officeDocument/2006/customXml" ds:itemID="{30678293-ABC3-4314-8740-24B784405395}">
  <ds:schemaRefs>
    <ds:schemaRef ds:uri="http://schemas.microsoft.com/sharepoint/v3/contenttype/forms"/>
  </ds:schemaRefs>
</ds:datastoreItem>
</file>

<file path=customXml/itemProps3.xml><?xml version="1.0" encoding="utf-8"?>
<ds:datastoreItem xmlns:ds="http://schemas.openxmlformats.org/officeDocument/2006/customXml" ds:itemID="{EF53E22A-88B9-4A92-845B-58162965C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b46ec5a0-05e9-4998-b314-ddd445f86ee4"/>
    <ds:schemaRef ds:uri="ad8a5e21-03a8-4889-a925-74d9299fd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Template>
  <TotalTime>0</TotalTime>
  <Pages>2</Pages>
  <Words>615</Words>
  <Characters>3512</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ADVISORY NOTICE TO POLICYHOLDERS  2023 GENERAL LIABILITY MULTISTATE ENDORSEMENTS ADDRESSING CYBER, DATA PRIVACY AND ORDER OF RESPONSE</vt:lpstr>
    </vt:vector>
  </TitlesOfParts>
  <Manager/>
  <Company/>
  <LinksUpToDate>false</LinksUpToDate>
  <CharactersWithSpaces>4119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ADVISORY NOTICE TO POLICYHOLDERS  2023 GENERAL LIABILITY MULTISTATE ENDORSEMENTS ADDRESSING CYBER, DATA PRIVACY AND ORDER OF RESPONSE</dc:title>
  <dc:subject/>
  <dc:creator/>
  <cp:keywords/>
  <dc:description>5</dc:description>
  <cp:lastModifiedBy/>
  <cp:revision>1</cp:revision>
  <dcterms:created xsi:type="dcterms:W3CDTF">2023-09-06T14:59:00Z</dcterms:created>
  <dcterms:modified xsi:type="dcterms:W3CDTF">2023-09-06T14:59:00Z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Id">
    <vt:lpwstr>0x010100A36D4C81B3D3894E8358E475A7E0ABD6030037DB05042DC16D45A294EC612C1350B1</vt:lpwstr>
  </property>
  <property fmtid="{D5CDD505-2E9C-101B-9397-08002B2CF9AE}" pid="5" name="DocumentName">
    <vt:lpwstr/>
  </property>
  <property fmtid="{D5CDD505-2E9C-101B-9397-08002B2CF9AE}" pid="6" name="DocumentStatus">
    <vt:lpwstr/>
  </property>
  <property fmtid="{D5CDD505-2E9C-101B-9397-08002B2CF9AE}" pid="7" name="DocumentTitle">
    <vt:lpwstr/>
  </property>
  <property fmtid="{D5CDD505-2E9C-101B-9397-08002B2CF9AE}" pid="8" name="DoesDocExist">
    <vt:lpwstr>0</vt:lpwstr>
  </property>
  <property fmtid="{D5CDD505-2E9C-101B-9397-08002B2CF9AE}" pid="9" name="dte$">
    <vt:lpwstr/>
  </property>
  <property fmtid="{D5CDD505-2E9C-101B-9397-08002B2CF9AE}" pid="10" name="FilingId">
    <vt:lpwstr/>
  </property>
  <property fmtid="{D5CDD505-2E9C-101B-9397-08002B2CF9AE}" pid="11" name="FilingPath">
    <vt:lpwstr/>
  </property>
  <property fmtid="{D5CDD505-2E9C-101B-9397-08002B2CF9AE}" pid="12" name="IsInUse">
    <vt:lpwstr>0</vt:lpwstr>
  </property>
  <property fmtid="{D5CDD505-2E9C-101B-9397-08002B2CF9AE}" pid="13" name="IsMasterDocument">
    <vt:lpwstr>0</vt:lpwstr>
  </property>
  <property fmtid="{D5CDD505-2E9C-101B-9397-08002B2CF9AE}" pid="14" name="ISOVersion">
    <vt:lpwstr/>
  </property>
  <property fmtid="{D5CDD505-2E9C-101B-9397-08002B2CF9AE}" pid="15" name="item$">
    <vt:lpwstr/>
  </property>
  <property fmtid="{D5CDD505-2E9C-101B-9397-08002B2CF9AE}" pid="16" name="Jurisdiction">
    <vt:lpwstr/>
  </property>
  <property fmtid="{D5CDD505-2E9C-101B-9397-08002B2CF9AE}" pid="17" name="LineID">
    <vt:lpwstr/>
  </property>
  <property fmtid="{D5CDD505-2E9C-101B-9397-08002B2CF9AE}" pid="18" name="LineName">
    <vt:lpwstr>TestName</vt:lpwstr>
  </property>
  <property fmtid="{D5CDD505-2E9C-101B-9397-08002B2CF9AE}" pid="19" name="LineStatus">
    <vt:lpwstr/>
  </property>
  <property fmtid="{D5CDD505-2E9C-101B-9397-08002B2CF9AE}" pid="20" name="LOB">
    <vt:lpwstr/>
  </property>
  <property fmtid="{D5CDD505-2E9C-101B-9397-08002B2CF9AE}" pid="21" name="MediaServiceImageTags">
    <vt:lpwstr/>
  </property>
  <property fmtid="{D5CDD505-2E9C-101B-9397-08002B2CF9AE}" pid="22" name="MetaData">
    <vt:lpwstr/>
  </property>
  <property fmtid="{D5CDD505-2E9C-101B-9397-08002B2CF9AE}" pid="23" name="ModifiedDateTime">
    <vt:lpwstr>2023-03-13T15:25:59Z</vt:lpwstr>
  </property>
  <property fmtid="{D5CDD505-2E9C-101B-9397-08002B2CF9AE}" pid="24" name="NoCopyright$">
    <vt:lpwstr>© Insurance Services Office, Inc.,xxxx</vt:lpwstr>
  </property>
  <property fmtid="{D5CDD505-2E9C-101B-9397-08002B2CF9AE}" pid="25" name="NumberOfLeaves">
    <vt:lpwstr/>
  </property>
  <property fmtid="{D5CDD505-2E9C-101B-9397-08002B2CF9AE}" pid="26" name="NumberOfPages">
    <vt:lpwstr/>
  </property>
  <property fmtid="{D5CDD505-2E9C-101B-9397-08002B2CF9AE}" pid="27" name="Order">
    <vt:lpwstr>3100.00000000000</vt:lpwstr>
  </property>
  <property fmtid="{D5CDD505-2E9C-101B-9397-08002B2CF9AE}" pid="28" name="Orientation">
    <vt:lpwstr/>
  </property>
  <property fmtid="{D5CDD505-2E9C-101B-9397-08002B2CF9AE}" pid="29" name="PageType">
    <vt:lpwstr/>
  </property>
  <property fmtid="{D5CDD505-2E9C-101B-9397-08002B2CF9AE}" pid="30" name="pgno$">
    <vt:lpwstr/>
  </property>
  <property fmtid="{D5CDD505-2E9C-101B-9397-08002B2CF9AE}" pid="31" name="PsdID">
    <vt:lpwstr>TPSD</vt:lpwstr>
  </property>
  <property fmtid="{D5CDD505-2E9C-101B-9397-08002B2CF9AE}" pid="32" name="PsdName">
    <vt:lpwstr/>
  </property>
  <property fmtid="{D5CDD505-2E9C-101B-9397-08002B2CF9AE}" pid="33" name="PsdStatus">
    <vt:lpwstr/>
  </property>
  <property fmtid="{D5CDD505-2E9C-101B-9397-08002B2CF9AE}" pid="34" name="Service1">
    <vt:lpwstr>Forms</vt:lpwstr>
  </property>
  <property fmtid="{D5CDD505-2E9C-101B-9397-08002B2CF9AE}" pid="35" name="Service10">
    <vt:lpwstr/>
  </property>
  <property fmtid="{D5CDD505-2E9C-101B-9397-08002B2CF9AE}" pid="36" name="Status$">
    <vt:lpwstr/>
  </property>
  <property fmtid="{D5CDD505-2E9C-101B-9397-08002B2CF9AE}" pid="37" name="TemplateType">
    <vt:lpwstr>FORMS</vt:lpwstr>
  </property>
  <property fmtid="{D5CDD505-2E9C-101B-9397-08002B2CF9AE}" pid="38" name="TemplateUrl">
    <vt:lpwstr/>
  </property>
  <property fmtid="{D5CDD505-2E9C-101B-9397-08002B2CF9AE}" pid="39" name="UserID">
    <vt:lpwstr>Test</vt:lpwstr>
  </property>
  <property fmtid="{D5CDD505-2E9C-101B-9397-08002B2CF9AE}" pid="40" name="UserName">
    <vt:lpwstr/>
  </property>
  <property fmtid="{D5CDD505-2E9C-101B-9397-08002B2CF9AE}" pid="41" name="UserName_e63a6049-e0d9-46df-b91b-e318d6fcea01">
    <vt:lpwstr/>
  </property>
  <property fmtid="{D5CDD505-2E9C-101B-9397-08002B2CF9AE}" pid="42" name="WorkflowStatus">
    <vt:lpwstr/>
  </property>
  <property fmtid="{D5CDD505-2E9C-101B-9397-08002B2CF9AE}" pid="43" name="xd_ProgID">
    <vt:lpwstr/>
  </property>
  <property fmtid="{D5CDD505-2E9C-101B-9397-08002B2CF9AE}" pid="44" name="_NewReviewCycle">
    <vt:lpwstr/>
  </property>
  <property fmtid="{D5CDD505-2E9C-101B-9397-08002B2CF9AE}" pid="45" name="_UIVersionString">
    <vt:lpwstr>1.0</vt:lpwstr>
  </property>
</Properties>
</file>